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11" w:rsidRDefault="00C92D11" w:rsidP="00B93C4E">
      <w:pPr>
        <w:pStyle w:val="libTitr1"/>
        <w:rPr>
          <w:lang w:bidi="fa-IR"/>
        </w:rPr>
      </w:pPr>
      <w:r>
        <w:rPr>
          <w:rtl/>
          <w:lang w:bidi="fa-IR"/>
        </w:rPr>
        <w:t>المجالس السَّنيّة</w:t>
      </w:r>
    </w:p>
    <w:p w:rsidR="00C92D11" w:rsidRDefault="00C92D11" w:rsidP="00B93C4E">
      <w:pPr>
        <w:pStyle w:val="libTitr1"/>
        <w:rPr>
          <w:lang w:bidi="fa-IR"/>
        </w:rPr>
      </w:pPr>
      <w:r>
        <w:rPr>
          <w:rtl/>
          <w:lang w:bidi="fa-IR"/>
        </w:rPr>
        <w:t>في</w:t>
      </w:r>
    </w:p>
    <w:p w:rsidR="00C92D11" w:rsidRDefault="00C92D11" w:rsidP="00B93C4E">
      <w:pPr>
        <w:pStyle w:val="libTitr1"/>
        <w:rPr>
          <w:lang w:bidi="fa-IR"/>
        </w:rPr>
      </w:pPr>
      <w:r>
        <w:rPr>
          <w:rtl/>
          <w:lang w:bidi="fa-IR"/>
        </w:rPr>
        <w:t>مناقب ومصائب العترة النبويّة</w:t>
      </w:r>
    </w:p>
    <w:p w:rsidR="00800C80" w:rsidRDefault="00C92D11" w:rsidP="00B93C4E">
      <w:pPr>
        <w:pStyle w:val="libTitr2"/>
        <w:rPr>
          <w:lang w:bidi="fa-IR"/>
        </w:rPr>
      </w:pPr>
      <w:r>
        <w:rPr>
          <w:rtl/>
          <w:lang w:bidi="fa-IR"/>
        </w:rPr>
        <w:t>تأليف :</w:t>
      </w:r>
    </w:p>
    <w:p w:rsidR="00800C80" w:rsidRDefault="00C92D11" w:rsidP="00B93C4E">
      <w:pPr>
        <w:pStyle w:val="libTitr2"/>
        <w:rPr>
          <w:lang w:bidi="fa-IR"/>
        </w:rPr>
      </w:pPr>
      <w:r>
        <w:rPr>
          <w:rtl/>
          <w:lang w:bidi="fa-IR"/>
        </w:rPr>
        <w:t>المجتهد الأكبر السيّد محسن الأمين رضوان الله عليه</w:t>
      </w:r>
    </w:p>
    <w:p w:rsidR="00C92D11" w:rsidRDefault="00800C80" w:rsidP="00B93C4E">
      <w:pPr>
        <w:pStyle w:val="libTitr2"/>
        <w:rPr>
          <w:lang w:bidi="fa-IR"/>
        </w:rPr>
      </w:pPr>
      <w:r>
        <w:rPr>
          <w:rtl/>
          <w:lang w:bidi="fa-IR"/>
        </w:rPr>
        <w:t>-</w:t>
      </w:r>
      <w:r w:rsidR="00C92D11">
        <w:rPr>
          <w:rtl/>
          <w:lang w:bidi="fa-IR"/>
        </w:rPr>
        <w:t xml:space="preserve"> الجزء الثالث </w:t>
      </w:r>
      <w:r>
        <w:rPr>
          <w:rtl/>
          <w:lang w:bidi="fa-IR"/>
        </w:rPr>
        <w:t>-</w:t>
      </w:r>
    </w:p>
    <w:p w:rsidR="00800C80" w:rsidRDefault="00C92D11" w:rsidP="00221DB4">
      <w:pPr>
        <w:pStyle w:val="libLeft"/>
        <w:rPr>
          <w:lang w:bidi="fa-IR"/>
        </w:rPr>
      </w:pPr>
      <w:r>
        <w:rPr>
          <w:rtl/>
          <w:lang w:bidi="fa-IR"/>
        </w:rPr>
        <w:t>الطبعة الخامسة</w:t>
      </w:r>
    </w:p>
    <w:p w:rsidR="00800C80" w:rsidRDefault="00C92D11" w:rsidP="00221DB4">
      <w:pPr>
        <w:pStyle w:val="libLeft"/>
        <w:rPr>
          <w:lang w:bidi="fa-IR"/>
        </w:rPr>
      </w:pPr>
      <w:r>
        <w:rPr>
          <w:rtl/>
          <w:lang w:bidi="fa-IR"/>
        </w:rPr>
        <w:t xml:space="preserve">1394 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1974 م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C2560">
      <w:pPr>
        <w:pStyle w:val="libCenterBold1"/>
        <w:rPr>
          <w:lang w:bidi="fa-IR"/>
        </w:rPr>
      </w:pPr>
      <w:r>
        <w:rPr>
          <w:rtl/>
          <w:lang w:bidi="fa-IR"/>
        </w:rPr>
        <w:lastRenderedPageBreak/>
        <w:t>بسم الله الرحمن الرحيم</w:t>
      </w:r>
    </w:p>
    <w:p w:rsidR="00800C80" w:rsidRDefault="00C92D11" w:rsidP="005C2560">
      <w:pPr>
        <w:pStyle w:val="libCenter"/>
        <w:rPr>
          <w:lang w:bidi="fa-IR"/>
        </w:rPr>
      </w:pPr>
      <w:r>
        <w:rPr>
          <w:rtl/>
          <w:lang w:bidi="fa-IR"/>
        </w:rPr>
        <w:t>الحمد لله ربّ العالمين ، وصلّى الله على سيّدنا محمّد وآله الطاهرين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 w:rsidRPr="005C2560">
        <w:rPr>
          <w:rStyle w:val="libBold1Char"/>
          <w:rtl/>
        </w:rPr>
        <w:t xml:space="preserve">وبعد </w:t>
      </w:r>
      <w:r>
        <w:rPr>
          <w:rtl/>
          <w:lang w:bidi="fa-IR"/>
        </w:rPr>
        <w:t>: فهذا هو الجزء الثالث من كتاب : ( المجالس السَّنيّة ) في ذكرى مصائب ومناقب العترة النبويّة ، تأليف أفقر العباد إلى عفو ربّه الغني ، محسن ابن المرحوم السيّد عبد الكريم الأمين الحسيني العاملي نزيل دمشق ، عفا الله عن جرائمه ، وحشره مع محمّد وآله الطاهرين صلوات الله وسلامه عليهم أجمعين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C638D3">
      <w:pPr>
        <w:pStyle w:val="Heading2Center"/>
        <w:rPr>
          <w:lang w:bidi="fa-IR"/>
        </w:rPr>
      </w:pPr>
      <w:bookmarkStart w:id="0" w:name="_Toc18255813"/>
      <w:r>
        <w:rPr>
          <w:rtl/>
          <w:lang w:bidi="fa-IR"/>
        </w:rPr>
        <w:lastRenderedPageBreak/>
        <w:t>المجلس الرابع والأربعون بعد المئة</w:t>
      </w:r>
      <w:bookmarkEnd w:id="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روى المسعودي في مروج الذهب ، بسنده عن المنذر بن الجارود قال : ل</w:t>
      </w:r>
      <w:r w:rsidR="00C638D3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قدم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البصرة خرجت أنظر إليه ، فورد موكب نحو ألف فارس يقدمهم فارس على فرس أشهب ، عليه قلنسوة وثياب بيض متقلّد سيفاً ومعه راية ، وإذا تيجان القوم الأغلب عليها البياض والصُّفرة ، مدجّجين في الحديد والسّلاح ، فقلت : مَن هذا ؟ فقيل : أبو أيوب الأنصاري صاحب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وهؤلاء الأنصار وغيرهم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تلاهم فارس آخر عليه عمامة صفراء وثياب بيض ، متقلّد سيفاً متنكّب قوساً ، معه راية على فرس أشقر في نحو ألف فارس ، فقلت : مَن هذا ؟ فقيل : هذا خُزيمة بن ثابت الأنصاري ذو الشهادتين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مرّ بنا فارس آخر على فرس كميت ، معمّم بعمامة صفراء من تحتها قلنسوة بيضاء ، وعليه قباء أبيض مصقول ، متقلّد سيفاً متنكّب قوساً في نحو ألف فارس من النّاس ومعه راية ، فقلت : مَن هذا ؟ فقيل لي : أبو قتادة بن ربعي الأنصاري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مرّ بنا فارس آخر على فرس أشهب ، عليه ثياب بيض وعمامة سوداء قد سدلها بين يديه ومن خلفه ، شديد الأدمة ، عليه سكينة ووقار ، رافع صوته بقراءة القرآن ، متقلّد سيفاً متنكّب قوساً ، معه راية بيضاء في ألف من النّاس مختلفي التيجان ، حوله مشيخة وكهول وشباب كأنّ قد اُوقفوا للحساب ، أثر السّجود قد أثّر في جباههم ، فقلت : مَن هذا ؟ فقيل : عمّار بن ياسر في عدّة من الصحابة ؛ من المهاجرين والأنصار وأبنائهم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مرّ بنا فارس على فرس أشقر ، عليه ثياب بيض وقلنسوة بيضاء وعمامة صفراء ، متنكّب قوساً متقلّد سيفاً ، تخطّ رجلاه في الأرض في ألف من النّاس ، الغالب على تيجانهم الصُّفرة والبياض ، معه راية خضراء ، فقلت : مَن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638D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هذا ؟ قيل : هذا قيس بن سعد بن عبادة في الأنصار وأبنائهم وغيرهم من قحطان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مرّ بنا فارس على فرس أشهل ما رأينا أحسن منه ، عليه ثياب بيض وعمامة سوداء قد سدلها بين يديه بلواء ، قلت : مَن هذا ؟ قيل : هو عبد الله بن العبّاس في عدة من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تلاه موكب آخر فيه فارس أشبه النّاس بالأوّلين ، قلت : مَن هذا ؟ قيل : قثم بن العبّاس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أقبلت المواكب والرايات يقدم بعضها بعضاً واشتبكت الرماح ، ثمّ ورد موكب فيه خلق من النّاس عليهم السّلاح والحديد ، مختلفو الرايات ، كأنّما على رؤوسهم الطير ، يقدمهم رجل كأنّما كُسر وجُبر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قال : وهذه صفة رجل شديد الساعدين ، كذلك تخبر العرب في وصفها إذا أخبرت عن الرجل أنّه : كُسر وجُبر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نظره إلى الأرض أكثر من نظره إلى فوق ، وعن يمينه شاب حسن الوجه ، وعن شماله شاب حسن الوجه ، قلت مَن هؤلاء ؟ قيل : هذا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وهذان الحسن والحسين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عن يمينه وشماله ، وهذا محمّد بن الحنفيّة بين يديه معه الراية العظمى ، وهذا الذي خلفه عبد الله بن جعفر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وهؤلاء ولد عقيل وغيرهم من فتيان بني هاشم ، وهؤلاء المشايخ أهل بدر من المهاجرين والأنصار.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فساروا حتّى نزلوا الموضع المعروف ب</w:t>
      </w:r>
      <w:r w:rsidR="00C638D3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 ( الزاوية ) ، فصلّى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أربع ركعات وعفّر خديه على التربة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وقد خالط ذلك دموعه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ثمّ رفع يديه يدعو ، فقال : (( اللهمّ ، ربّ السّماوات وما أظلّت ، والأرضين وما أقلّت ، وربّ العرش العظيم ، هذه البصرة أسألك من خيرها ، وأعوذ بك من شرّها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هذا دخول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البصرة من أرض العراق كما وصفه المنذر بن الجارود ، بما فيه من الجلالة والعظمة ، ولا يقتصر عنه في الجلالة والعظمة ، دخول ولده الحسين بن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أرض العراق بأنصاره وأهل بيته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، وهم نجوم الأرض من آل عبد مناف ، من ولد علي والحسن والحسين وجعفر وعقيل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، الذين ليس لهم على وجه الأرض شبيه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ولكن دخول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638D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البصرة انتهى بنصره على أعدائه ، أمّا دخول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أرض العراق ، فابتدأ بملاقاة الحُرّ بن يزيد له في ألف فارس ومنعه عن الرجوع ، ثمّ أخذه طريقاً لا يدخله الكوفة ولا يردّه إلى المدينة حتّى جاء أمر بن مرجانة إلى الحُرّ بأن يُجعجع بالحسين (</w:t>
      </w:r>
      <w:r w:rsidR="00800C80" w:rsidRPr="00800C80">
        <w:rPr>
          <w:rStyle w:val="libAlaemChar"/>
          <w:rtl/>
        </w:rPr>
        <w:t>عليه‌السلام</w:t>
      </w:r>
      <w:r w:rsidR="00C638D3">
        <w:rPr>
          <w:rtl/>
          <w:lang w:bidi="fa-IR"/>
        </w:rPr>
        <w:t>) ويضيّق عليه ، ولا يُنزله إل</w:t>
      </w:r>
      <w:r w:rsidR="00C638D3">
        <w:rPr>
          <w:rFonts w:hint="cs"/>
          <w:rtl/>
          <w:lang w:bidi="fa-IR"/>
        </w:rPr>
        <w:t>ّ</w:t>
      </w:r>
      <w:r w:rsidR="00C638D3">
        <w:rPr>
          <w:rtl/>
          <w:lang w:bidi="fa-IR"/>
        </w:rPr>
        <w:t>ا</w:t>
      </w:r>
      <w:r>
        <w:rPr>
          <w:rtl/>
          <w:lang w:bidi="fa-IR"/>
        </w:rPr>
        <w:t xml:space="preserve"> بالعراء في غير حصن وعلى غير ماء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وجعل كلّما أراد المسير يمنعونه تارة ويسايرونه اُخرى حتّى ورد كربلاء ، فقال : (( أهذه كربلاء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نعم يابن رسول الله</w:t>
      </w:r>
      <w:r w:rsidR="00343D55">
        <w:rPr>
          <w:rtl/>
          <w:lang w:bidi="fa-IR"/>
        </w:rPr>
        <w:t>.</w:t>
      </w:r>
      <w:r w:rsidR="00221DB4">
        <w:rPr>
          <w:rtl/>
          <w:lang w:bidi="fa-IR"/>
        </w:rPr>
        <w:t xml:space="preserve"> قال : (( انزلوا</w:t>
      </w:r>
      <w:r>
        <w:rPr>
          <w:rtl/>
          <w:lang w:bidi="fa-IR"/>
        </w:rPr>
        <w:t>، فههنا مَحطُّ رحالنا ، وسفك دمائنا ، ومقتل رجالنا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وكما دعا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عند نزوله ( الزاوية ) دعا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</w:t>
      </w:r>
      <w:r w:rsidR="00C638D3">
        <w:rPr>
          <w:rFonts w:hint="cs"/>
          <w:rtl/>
          <w:lang w:bidi="fa-IR"/>
        </w:rPr>
        <w:t>ـ</w:t>
      </w:r>
      <w:r>
        <w:rPr>
          <w:rtl/>
          <w:lang w:bidi="fa-IR"/>
        </w:rPr>
        <w:t>مّا صبّحته الخيل يوم عاشوراء ، فقال : (( اللهمّ ، أنت ثقتي في كلّ كرب ، وأنت رجائي في كلّ شدّة ، وأنت لي في كلّ أمر نزل بي ثقةٌ وعدةٌ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كم من كرب يضعف عنه الفؤاد وتقلّ فيه الحيلة ، ويخذل فيه الصديق ويشمت فيه العدو أنزلته بك وشكوته إليك ؛ رغبة منّي إليك عمّن سواك ، ففرّجته عنّي وكشفته ، فأنت وليُّ كلّ نعمة ، وصاحب كلّ حسنة ، ومنتهى كلّ رغبة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انتهى الأمر بقتل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وقتل أنصاره وأبنائه وإخوته وأبناء عمومته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فليتك يا أمير المؤمنين الذي قتل الأبطال وأفنى الرجال يوم البصرة ، لا غبت عن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كربلاء ، وقد بقي وحيداً فريداً ، لا ناصر له ولا معين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505FCF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505FCF" w:rsidRDefault="00505FCF" w:rsidP="0020087E">
            <w:pPr>
              <w:pStyle w:val="libPoem"/>
            </w:pPr>
            <w:r>
              <w:rPr>
                <w:rtl/>
                <w:lang w:bidi="fa-IR"/>
              </w:rPr>
              <w:t>خِلوٌ من الأنصارِ غير مُهنَّدٍ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5FCF" w:rsidRDefault="00505FC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05FCF" w:rsidRDefault="00505FCF" w:rsidP="0020087E">
            <w:pPr>
              <w:pStyle w:val="libPoem"/>
            </w:pPr>
            <w:r>
              <w:rPr>
                <w:rtl/>
                <w:lang w:bidi="fa-IR"/>
              </w:rPr>
              <w:t>صافي الغِرارِ وصعْدةٍ سمْراءِ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5FCF" w:rsidTr="0020087E">
        <w:trPr>
          <w:trHeight w:val="350"/>
        </w:trPr>
        <w:tc>
          <w:tcPr>
            <w:tcW w:w="3920" w:type="dxa"/>
          </w:tcPr>
          <w:p w:rsidR="00505FCF" w:rsidRDefault="00505FCF" w:rsidP="0020087E">
            <w:pPr>
              <w:pStyle w:val="libPoem"/>
            </w:pPr>
            <w:r>
              <w:rPr>
                <w:rtl/>
                <w:lang w:bidi="fa-IR"/>
              </w:rPr>
              <w:t>منعُوهُ من ماءِ الفُراتِ ووردِهِ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5FCF" w:rsidRDefault="00505FC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5FCF" w:rsidRDefault="00505FCF" w:rsidP="0020087E">
            <w:pPr>
              <w:pStyle w:val="libPoem"/>
            </w:pPr>
            <w:r>
              <w:rPr>
                <w:rtl/>
                <w:lang w:bidi="fa-IR"/>
              </w:rPr>
              <w:t>وأبوُهُ ساقي الحوضِ يومَ جزاءِ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5FCF" w:rsidTr="0020087E">
        <w:trPr>
          <w:trHeight w:val="350"/>
        </w:trPr>
        <w:tc>
          <w:tcPr>
            <w:tcW w:w="3920" w:type="dxa"/>
          </w:tcPr>
          <w:p w:rsidR="00505FCF" w:rsidRDefault="00896669" w:rsidP="0020087E">
            <w:pPr>
              <w:pStyle w:val="libPoem"/>
            </w:pPr>
            <w:r>
              <w:rPr>
                <w:rtl/>
                <w:lang w:bidi="fa-IR"/>
              </w:rPr>
              <w:t>حتّى قضَى عَطشاً كما اشْتَهتْ العِدى</w:t>
            </w:r>
            <w:r w:rsidR="00505F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5FCF" w:rsidRDefault="00505FC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5FCF" w:rsidRDefault="00896669" w:rsidP="0020087E">
            <w:pPr>
              <w:pStyle w:val="libPoem"/>
            </w:pPr>
            <w:r>
              <w:rPr>
                <w:rtl/>
                <w:lang w:bidi="fa-IR"/>
              </w:rPr>
              <w:t>بأكفِّ لا صِيدٍ ولا أكفاءِ</w:t>
            </w:r>
            <w:r w:rsidR="00505FC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150B72">
      <w:pPr>
        <w:pStyle w:val="Heading2Center"/>
        <w:rPr>
          <w:lang w:bidi="fa-IR"/>
        </w:rPr>
      </w:pPr>
      <w:bookmarkStart w:id="1" w:name="_Toc18255814"/>
      <w:r>
        <w:rPr>
          <w:rtl/>
          <w:lang w:bidi="fa-IR"/>
        </w:rPr>
        <w:lastRenderedPageBreak/>
        <w:t>المجلس الخامس والأربعون بعد المئة</w:t>
      </w:r>
      <w:bookmarkEnd w:id="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روى نصر بن مزاحم في كتاب صفّين : عن عبد الرحمن بن عوف الأحمر ، قال : ل</w:t>
      </w:r>
      <w:r w:rsidR="00150B72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قدمنا على معاوية وأهل الشام ب</w:t>
      </w:r>
      <w:r w:rsidR="00150B72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 ( صفّين ) ، وجدناهم قد نزلوا منزلاً اختاروه بساطاً واسعاً ، وأخذوا الشريعة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فهي في أيديهم ، وقد صفّ أبو الأعور عليها الخيل والرجّالة ، وقد أجمعوا أنْ يمنعونا الماء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ففزعنا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فأخبرناه بذ</w:t>
      </w:r>
      <w:r w:rsidR="00800C80">
        <w:rPr>
          <w:rtl/>
          <w:lang w:bidi="fa-IR"/>
        </w:rPr>
        <w:t>لك ، فدعا صعصعة بن صوحان ، فقال</w:t>
      </w:r>
      <w:r>
        <w:rPr>
          <w:rtl/>
          <w:lang w:bidi="fa-IR"/>
        </w:rPr>
        <w:t>: (( ائت معاوية ، فقل إنّا سرنا مسيرنا هذا ، وأنا أكره قتالكم قبل الإعذار إليكم ، وإنّك قد قدمت بخيلك فقاتلتنا قبل أنْ نقاتلك ، وبدأتنا بالقتال ونحن من رأينا الكفّ حتّى ندعوك ونحتّج عليك ، وهذه اُخرى قد فعلتموها ؛ حلتم بين النّاس وبين الماء ، فخلِّ بينه</w:t>
      </w:r>
      <w:r w:rsidR="00150B72">
        <w:rPr>
          <w:rtl/>
          <w:lang w:bidi="fa-IR"/>
        </w:rPr>
        <w:t>م وبينه حتّى تنظر فيما قدمنا له</w:t>
      </w:r>
      <w:r>
        <w:rPr>
          <w:rtl/>
          <w:lang w:bidi="fa-IR"/>
        </w:rPr>
        <w:t>، وإنْ كان أحبّ إليك أنْ ندع ما جئنا له ، و ندع النّاس يقتتلون على الماء حتّى يكون الغالب هو الشارب فعلنا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معاوية لأصحابه : ما ترَون ؟ قال الوليد بن عقبة : امنعهم الماء كما منعوه ابن عفّان ، اقتلهم عطشاً قتلهم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عمرو بن العاص : خلِّ بين القوم وبين الماء ؛ فإنّهم لن يعطشوا وأنت ريّان ، ولكن لغير الماء فانظر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فأعاد الوليد مقالته وقال لعبد الله بن أبي سرح : امنعهم الماء إلى الليل ؛ فإنّهم إنْ لمْ يقدروا عليه رجعوا وكان رجوعهم هزيمتهم ، امنعهم الماء منعهم الله إيّاه يوم القيامة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صعصعة : إنّما يمنعه اللهُ يوم القيامة الكفرةَ الفجرة شَرَبة الخمر مثلك ومثل هذا الفاسق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الوليد بن عقبة </w:t>
      </w:r>
      <w:r w:rsidR="00800C80">
        <w:rPr>
          <w:rtl/>
          <w:lang w:bidi="fa-IR"/>
        </w:rPr>
        <w:t>-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فوثبوا إليه يشتمونه ويتهدّدون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كفّوا عن الرجل ؛ فإنّه رسول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صعصة لمعاوية : ما تردّ عليّ ؟ قال : سيأتيكم رأيي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</w:t>
      </w:r>
      <w:r w:rsidR="00150B72">
        <w:rPr>
          <w:rtl/>
          <w:lang w:bidi="fa-IR"/>
        </w:rPr>
        <w:t xml:space="preserve"> الراوي : فوالله ، ما راعنا إل</w:t>
      </w:r>
      <w:r w:rsidR="00150B72">
        <w:rPr>
          <w:rFonts w:hint="cs"/>
          <w:rtl/>
          <w:lang w:bidi="fa-IR"/>
        </w:rPr>
        <w:t>ّ</w:t>
      </w:r>
      <w:r w:rsidR="00150B72">
        <w:rPr>
          <w:rtl/>
          <w:lang w:bidi="fa-IR"/>
        </w:rPr>
        <w:t>ا</w:t>
      </w:r>
      <w:r>
        <w:rPr>
          <w:rtl/>
          <w:lang w:bidi="fa-IR"/>
        </w:rPr>
        <w:t xml:space="preserve"> تسوية الرجال والخيل والصفوف ، وأرسل إلى أبي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</w:p>
    <w:p w:rsidR="00C92D11" w:rsidRDefault="00C92D11" w:rsidP="00150B72">
      <w:pPr>
        <w:pStyle w:val="libFootnote0"/>
        <w:rPr>
          <w:lang w:bidi="fa-IR"/>
        </w:rPr>
      </w:pPr>
      <w:r w:rsidRPr="00150B72">
        <w:rPr>
          <w:rtl/>
        </w:rPr>
        <w:t>(1)</w:t>
      </w:r>
      <w:r>
        <w:rPr>
          <w:rtl/>
          <w:lang w:bidi="fa-IR"/>
        </w:rPr>
        <w:t xml:space="preserve"> الشريعة : منحدر الماء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17E8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الأعور امنعهم الماء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رجل من أهل الشام من همدان إلى معاوية ، وكان ناسكاً ، فقال : سبحان الله ! إنْ سبقتم القوم إلى الفرات تمنعوهم عنه ، أما والله ، لو سبقوكم إليه لسقوكم منه ، أما تعلمون أنّ فيهم العبد والأجير والضعيف ؟! هذا والله ، أوّل الجور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فأغلظ له معاوية ، فسار الهمداني في سواد الليل فلحق بعلي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ومكث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يوماً وليلة بغير ماء ، فخرج نحو رايات مذحج وإذا رجل ينادي في سواد الليل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08"/>
        <w:gridCol w:w="272"/>
        <w:gridCol w:w="3530"/>
      </w:tblGrid>
      <w:tr w:rsidR="0053411A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53411A" w:rsidRDefault="0053411A" w:rsidP="0020087E">
            <w:pPr>
              <w:pStyle w:val="libPoem"/>
            </w:pPr>
            <w:r>
              <w:rPr>
                <w:rtl/>
                <w:lang w:bidi="fa-IR"/>
              </w:rPr>
              <w:t>أيَمنَعُنا القومُ ماءَ الفُراتْ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411A" w:rsidRDefault="0053411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411A" w:rsidRDefault="0053411A" w:rsidP="0020087E">
            <w:pPr>
              <w:pStyle w:val="libPoem"/>
            </w:pPr>
            <w:r>
              <w:rPr>
                <w:rtl/>
                <w:lang w:bidi="fa-IR"/>
              </w:rPr>
              <w:t>وفينا الرِّماحُ وفيناالحَجَفْ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411A" w:rsidTr="0020087E">
        <w:trPr>
          <w:trHeight w:val="350"/>
        </w:trPr>
        <w:tc>
          <w:tcPr>
            <w:tcW w:w="3920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وفينا عليٌّ له سَورةٌ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411A" w:rsidRDefault="0053411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إذا خوَّفوهُ الرَّدى لمْ يَخَفْ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411A" w:rsidTr="0020087E">
        <w:trPr>
          <w:trHeight w:val="350"/>
        </w:trPr>
        <w:tc>
          <w:tcPr>
            <w:tcW w:w="3920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فنحنُ الذينَ غَداةَ الزّبير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411A" w:rsidRDefault="0053411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وطلحةَ خضْنا غمارَ التَّلفْ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411A" w:rsidTr="0020087E">
        <w:trPr>
          <w:trHeight w:val="350"/>
        </w:trPr>
        <w:tc>
          <w:tcPr>
            <w:tcW w:w="3920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فما بالُنا أمسُ اُسدُ لعرينْ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411A" w:rsidRDefault="0053411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411A" w:rsidRDefault="003C27D0" w:rsidP="0020087E">
            <w:pPr>
              <w:pStyle w:val="libPoem"/>
            </w:pPr>
            <w:r>
              <w:rPr>
                <w:rtl/>
                <w:lang w:bidi="fa-IR"/>
              </w:rPr>
              <w:t>وما بالُنا اليومَ شاءُ النَّجفْ</w:t>
            </w:r>
            <w:r w:rsidR="0053411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الأشعث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فقال : يا أمير المؤمنين ، أيمنعنا القوم ماء الفرات وأنت فينا ومعنا السّيوف ؟ خلِّ عنّا وعن القوم ، فوالله ، لا نرجع حتّى نردّه أو نموت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ذلك إليك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فنادى الأشعث : مَن كان يريد الماء أو الموت فميعاده الصبح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فأتاه اثنا عشر ألفا ً، فلمّا أصبح حمل هو والأشتر ، وجعل الأشتر يُلقي رمحه ويقول : بأبي أنتم واُمّي ! تقدّموا قاب رمحي هذا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يزل كذلك حتّى خالط القوم ، وبعث إلى الأشعث : أنْ أقحم الخيل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فأقحمها حتّى وضعت سنابكها في الفرات ، وأخذت أهل الشام السّيوف فولّوا مدبرين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معاوية لعمرو : ما ظنّك بعلي ؟ قال : ظنّي به أنّه لا يستحلّ منك ما استحلّك منه ، وإنّ الذي جاء لَغير الماء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أهل العراق : والله ، لا نُسقيهم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فأرسل إليهم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خذوا من الماء حاجتكم ، وخلّوا بينهم وبين الماء ؛ فإنّ الله قد نصركم</w:t>
      </w:r>
      <w:r w:rsidR="00FC357E">
        <w:rPr>
          <w:rtl/>
          <w:lang w:bidi="fa-IR"/>
        </w:rPr>
        <w:t xml:space="preserve"> ببغيهم وظلمهم )).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وعلى هذه السُنّة جرى ابن زياد وأصحابه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أتباع يزيد بن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يوم كربلاء ، فكما منع معاوية وأتباعه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C357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وأصحابه يوم صفّين ماء الفرات ، منع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ماء الفرات يوم كربلاء ، وكتب ابن زياد إلى ابن سعد : أنْ حِل بين الحسين وأصحابه وبين الماء ، فلا يذوقوا منه قطرة كما صُنع بالتقيِّ الزكيِّ عثمان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فبعث عمر بن سعد في الوقت عمرو بن الحجّاج في خمسمئة فارس ، فنزلوا على الشريعة وحالوا بين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وبين الماء ، ومنعوهم أن يستقوا منه قطرة ، وذلك قبل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بثلاثة أيام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لكنّ منع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الماء يوم صفّين انتهى بانتصار أميرالمؤمنين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واستيلائهم على الشريعة ؛ ومنع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الماء يوم كربلاء انتهى بقتل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عطشان ظاميا ً، وقُتل أهل بيته وأصحابه ، وسبي نسائه وذراريه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FC357E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FC357E" w:rsidRDefault="00FC357E" w:rsidP="0020087E">
            <w:pPr>
              <w:pStyle w:val="libPoem"/>
            </w:pPr>
            <w:r>
              <w:rPr>
                <w:rtl/>
                <w:lang w:bidi="fa-IR"/>
              </w:rPr>
              <w:t>منعوهُمُ ماءَ الفُراتِ ودونَهُ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C357E" w:rsidRDefault="00FC357E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C357E" w:rsidRDefault="00FC357E" w:rsidP="0020087E">
            <w:pPr>
              <w:pStyle w:val="libPoem"/>
            </w:pPr>
            <w:r>
              <w:rPr>
                <w:rtl/>
                <w:lang w:bidi="fa-IR"/>
              </w:rPr>
              <w:t>بسيوفِهمْ دمُهمْ يُطلُّ مُحلّلا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F64EA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F64EA8">
      <w:pPr>
        <w:pStyle w:val="Heading2Center"/>
        <w:rPr>
          <w:lang w:bidi="fa-IR"/>
        </w:rPr>
      </w:pPr>
      <w:bookmarkStart w:id="2" w:name="_Toc18255815"/>
      <w:r>
        <w:rPr>
          <w:rtl/>
          <w:lang w:bidi="fa-IR"/>
        </w:rPr>
        <w:t>المجلس السّادس والأربعون بعد المئة</w:t>
      </w:r>
      <w:bookmarkEnd w:id="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F64EA8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صلّى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صلاة الغَداة ، ثمّ زحف إلى أهل الشام ، فلمّا أبصروه قد خرج ، استقبلوه بزحوفهم فاقتتلوا قتالاً شديداً ، ثمّ إنّ خيل أهل الشام حملت على خيل أهل العراق فاقتطعوا من أصحاب علي ألف رجل أو أكثر ، فأحاطوا بهم وحالوا بينهم وبين أصحابهم فلمْ يروهم ، فنادى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يومئذ : (( ألا رجل يشري نفسه لله ويبيع دنياه بآخرته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فأتاه رجل من جُعف يقال له : عبد العزيز بن الحارث على فرس أدهم ، كأنّه غراب مق</w:t>
      </w:r>
      <w:r w:rsidR="00F64EA8">
        <w:rPr>
          <w:rtl/>
          <w:lang w:bidi="fa-IR"/>
        </w:rPr>
        <w:t>نّعاً في الحديد لا يُرى منه إل</w:t>
      </w:r>
      <w:r w:rsidR="00F64EA8">
        <w:rPr>
          <w:rFonts w:hint="cs"/>
          <w:rtl/>
          <w:lang w:bidi="fa-IR"/>
        </w:rPr>
        <w:t>ّ</w:t>
      </w:r>
      <w:r w:rsidR="00F64EA8">
        <w:rPr>
          <w:rtl/>
          <w:lang w:bidi="fa-IR"/>
        </w:rPr>
        <w:t>ا</w:t>
      </w:r>
      <w:r>
        <w:rPr>
          <w:rtl/>
          <w:lang w:bidi="fa-IR"/>
        </w:rPr>
        <w:t xml:space="preserve"> عيناه ، فقال : يا أمير المؤمنين ، مُرني بأمر</w:t>
      </w:r>
      <w:r w:rsidR="004632EA">
        <w:rPr>
          <w:rtl/>
          <w:lang w:bidi="fa-IR"/>
        </w:rPr>
        <w:t>ك ، فوالله ، ما تأمرني بشيء إل</w:t>
      </w:r>
      <w:r w:rsidR="004632EA">
        <w:rPr>
          <w:rFonts w:hint="cs"/>
          <w:rtl/>
          <w:lang w:bidi="fa-IR"/>
        </w:rPr>
        <w:t>ّ</w:t>
      </w:r>
      <w:r w:rsidR="004632EA">
        <w:rPr>
          <w:rtl/>
          <w:lang w:bidi="fa-IR"/>
        </w:rPr>
        <w:t>ا</w:t>
      </w:r>
      <w:r>
        <w:rPr>
          <w:rtl/>
          <w:lang w:bidi="fa-IR"/>
        </w:rPr>
        <w:t xml:space="preserve"> صنعته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4632EA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4632EA" w:rsidRDefault="004632EA" w:rsidP="0020087E">
            <w:pPr>
              <w:pStyle w:val="libPoem"/>
            </w:pPr>
            <w:r>
              <w:rPr>
                <w:rtl/>
                <w:lang w:bidi="fa-IR"/>
              </w:rPr>
              <w:t>سمحْتَ بأمرٍ لا يُطاقُ حفيظةً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632EA" w:rsidRDefault="004632E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632EA" w:rsidRDefault="004632EA" w:rsidP="0020087E">
            <w:pPr>
              <w:pStyle w:val="libPoem"/>
            </w:pPr>
            <w:r>
              <w:rPr>
                <w:rtl/>
                <w:lang w:bidi="fa-IR"/>
              </w:rPr>
              <w:t>وصِدقاً وإخوانُ الحفاظِ قليلُ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2EA" w:rsidTr="0020087E">
        <w:trPr>
          <w:trHeight w:val="350"/>
        </w:trPr>
        <w:tc>
          <w:tcPr>
            <w:tcW w:w="3920" w:type="dxa"/>
          </w:tcPr>
          <w:p w:rsidR="004632EA" w:rsidRDefault="004632EA" w:rsidP="0020087E">
            <w:pPr>
              <w:pStyle w:val="libPoem"/>
            </w:pPr>
            <w:r>
              <w:rPr>
                <w:rtl/>
                <w:lang w:bidi="fa-IR"/>
              </w:rPr>
              <w:t>جزاك إلهُ النّاسِ خيراً فقدْ وفَتْ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2EA" w:rsidRDefault="004632E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2EA" w:rsidRDefault="004632EA" w:rsidP="0020087E">
            <w:pPr>
              <w:pStyle w:val="libPoem"/>
            </w:pPr>
            <w:r>
              <w:rPr>
                <w:rtl/>
                <w:lang w:bidi="fa-IR"/>
              </w:rPr>
              <w:t>يداكَ بفضلٍ ما هناكَ جزيلِ</w:t>
            </w:r>
            <w:r w:rsidRPr="00800C8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(( أبا الحارث ، شدّ الله ركنك ، احمل على أهل الشام حتّى تأتي أصحابك فتقول لهم : أمير المؤمنين يقرأ عليكم السّلام ، ويقول لكم : هلّلوا وكبّروا من ناحيتكم ، ونُهلّل نحن ونكبّر من ناحيتنا ، واحملوا من جانبكم ، ونحمل نحن من جانبنا على أهل الشام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فضرب الجُعفي فرسه حتّى إذا قام على السنابك حمل على أهل الشام المحيطين بأصحاب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فطاعنهم ساعة وقاتلهم ، فانفرجوا له حتّى أتى أصحابه</w:t>
      </w:r>
      <w:r w:rsidR="00343D55">
        <w:rPr>
          <w:rtl/>
          <w:lang w:bidi="fa-IR"/>
        </w:rPr>
        <w:t>.</w:t>
      </w:r>
      <w:r w:rsidR="00895D3C">
        <w:rPr>
          <w:rtl/>
          <w:lang w:bidi="fa-IR"/>
        </w:rPr>
        <w:t xml:space="preserve"> فلمّا رأوه استبشروا به وفرحوا</w:t>
      </w:r>
      <w:r>
        <w:rPr>
          <w:rtl/>
          <w:lang w:bidi="fa-IR"/>
        </w:rPr>
        <w:t>، وقالوا : ما فعل أمير المؤمنين ؟ قال : صالح يقرؤكم السّلام ويقول لكم : هلّلوا وكبّروا واحملوا حملة رجل واحد من ذلك الجانب ، ونهلّل نحن من جانبنا ونكبّر ونحمل من خلفكم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فهلّلوا وكبّروا وحملوا ، وهلّل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وكبّروا وحملوا على أهل الشام ، فانفرج أهل الشام عنهم ، فخرجوا وما اُصيب منهم رجل واحد ، ولقد قُتل من فرسان أهل الشام يومئذ زهاء سبعمئة رجل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مَن أعظم النّاس غناءً ؟ ))</w:t>
      </w:r>
      <w:r w:rsidR="00343D55">
        <w:rPr>
          <w:rtl/>
          <w:lang w:bidi="fa-IR"/>
        </w:rPr>
        <w:t>.</w:t>
      </w:r>
      <w:r w:rsidR="00895D3C">
        <w:rPr>
          <w:rtl/>
          <w:lang w:bidi="fa-IR"/>
        </w:rPr>
        <w:t xml:space="preserve"> فقالوا : أنت يا أمير المؤمنين</w:t>
      </w:r>
      <w:r>
        <w:rPr>
          <w:rtl/>
          <w:lang w:bidi="fa-IR"/>
        </w:rPr>
        <w:t>. قال : (( كلاّ ، ولكنّه الجُعفي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إنّ مقام هذا الجُعفي بصفّين لمقامٌ عظيمٌ ، وكفاه شهادة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 بأنّه أعظم النّاس غناءً ، وما أشبه مقامه بمقام أبي الفضل العبّاس يوم كربلاء حين برز عمرو بن خالد الصيداوي ، فقال : 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تقدّمْ فإنّا لاحقون بك عن ساعة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فحمل هو وسعد مولاه ، وجنادة بن الحارث السلماني ، ومجمع بن عبد الله العائذي ، فشدّوا مقدمين بأسيافهم على النّاس ، فلمّا وغلوا في أصحاب ابن سعد قطعوهم عن أصحابهم وأحاطوا بهم ، فندب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لهم أخاه العبّاس</w:t>
      </w:r>
    </w:p>
    <w:p w:rsidR="00895D3C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95D3C">
        <w:rPr>
          <w:rtl/>
          <w:lang w:bidi="fa-IR"/>
        </w:rPr>
        <w:t>_</w:t>
      </w:r>
    </w:p>
    <w:p w:rsidR="00C92D11" w:rsidRDefault="00C92D11" w:rsidP="00895D3C">
      <w:pPr>
        <w:pStyle w:val="libFootnote0"/>
        <w:rPr>
          <w:lang w:bidi="fa-IR"/>
        </w:rPr>
      </w:pPr>
      <w:r w:rsidRPr="00895D3C">
        <w:rPr>
          <w:rtl/>
        </w:rPr>
        <w:t>(1)</w:t>
      </w:r>
      <w:r w:rsidR="00895D3C">
        <w:rPr>
          <w:rtl/>
          <w:lang w:bidi="fa-IR"/>
        </w:rPr>
        <w:t xml:space="preserve"> في البيت إقواء بيّن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الإمامَين الحسنَين)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0223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فحمل على القوم وحده ، فضرب فيهم بسيفه حتّى فرّقهم عن أصحابه وخلص إليهم ، فسلّموا عليه واستنقذهم وجاء بهم ولكنّهم كانوا جرحى ، فأبوا عليه أنْ يستنقذهم سالمين ، فعاودوا القتال وحملوا فقاتلوا وهو يدفع عنهم حتّى قُتلوا في مكان واحد ، فعاد العبّاس إلى أخيه وأخبره بخبرهم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ولكنّ شتّان بين المقامين ؛ فالجُعفي حمل على أهل الشام مستعيناً بأمير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حتّى استنقذوه ومَن معه ، وأبو الفضل العبّاس حمل وحده على ثلاثين ألفاً من أهل الكوفة ، وضاربهم حتّى وصل إلى أصحابه وأنصار أخيه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واستنقذهم وحده لم يساعده أحد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قرّت عينك يا أمير المؤمنين بولدك أبي الفضل العبّاس الذي ورث منك الشجاعة والفروسية ، وقاتل بين يدي أخيه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قتال الأبطال ، فلو ترآه وهو مقطوع اليدين ، مرضوخ الجبين ، مشكوك العين بسهم ، مثخناً بالجراح ، وولدك أبو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واقف عنده منحنياً ، ثمّ جلس عند رأسه يبكي حتّى فاضت نفسه الطاهرة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002233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002233" w:rsidRDefault="00002233" w:rsidP="0020087E">
            <w:pPr>
              <w:pStyle w:val="libPoem"/>
            </w:pPr>
            <w:r>
              <w:rPr>
                <w:rtl/>
                <w:lang w:bidi="fa-IR"/>
              </w:rPr>
              <w:t>أبا حسَنٍ أبناؤُكَ اليومَ حلَّقتْ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2233" w:rsidRDefault="00002233" w:rsidP="0020087E">
            <w:pPr>
              <w:pStyle w:val="libPoem"/>
            </w:pPr>
            <w:r>
              <w:rPr>
                <w:rtl/>
                <w:lang w:bidi="fa-IR"/>
              </w:rPr>
              <w:t>بقادمةِ الأسيافِ عنْ خطَّةِ الخسف</w:t>
            </w:r>
            <w:r w:rsidR="00B91C8A"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233" w:rsidTr="0020087E">
        <w:trPr>
          <w:trHeight w:val="350"/>
        </w:trPr>
        <w:tc>
          <w:tcPr>
            <w:tcW w:w="3920" w:type="dxa"/>
          </w:tcPr>
          <w:p w:rsidR="00002233" w:rsidRDefault="00B91C8A" w:rsidP="0020087E">
            <w:pPr>
              <w:pStyle w:val="libPoem"/>
            </w:pPr>
            <w:r>
              <w:rPr>
                <w:rtl/>
                <w:lang w:bidi="fa-IR"/>
              </w:rPr>
              <w:t>سلْ الطَّفَّ عنهُمْ أين بالأمسِ طنَّبُوا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2233" w:rsidRDefault="00B91C8A" w:rsidP="0020087E">
            <w:pPr>
              <w:pStyle w:val="libPoem"/>
            </w:pPr>
            <w:r>
              <w:rPr>
                <w:rtl/>
                <w:lang w:bidi="fa-IR"/>
              </w:rPr>
              <w:t>وأين استقلُّوا اليومَ عن عرْصةِ الطَّفِّ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381C8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002233" w:rsidTr="00002233">
        <w:trPr>
          <w:trHeight w:val="350"/>
        </w:trPr>
        <w:tc>
          <w:tcPr>
            <w:tcW w:w="3536" w:type="dxa"/>
            <w:shd w:val="clear" w:color="auto" w:fill="auto"/>
          </w:tcPr>
          <w:p w:rsidR="00002233" w:rsidRDefault="00381C87" w:rsidP="0020087E">
            <w:pPr>
              <w:pStyle w:val="libPoem"/>
            </w:pPr>
            <w:r>
              <w:rPr>
                <w:rtl/>
                <w:lang w:bidi="fa-IR"/>
              </w:rPr>
              <w:t>ول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مّا رأوا بعضَ الحياةِ مذلَّةً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002233" w:rsidRDefault="00381C87" w:rsidP="0020087E">
            <w:pPr>
              <w:pStyle w:val="libPoem"/>
            </w:pPr>
            <w:r>
              <w:rPr>
                <w:rtl/>
                <w:lang w:bidi="fa-IR"/>
              </w:rPr>
              <w:t>عليهمْ وعِزَّ الموتِ غيرَ مُحرَّم</w:t>
            </w:r>
            <w:r w:rsidR="006826B5">
              <w:rPr>
                <w:rFonts w:hint="cs"/>
                <w:rtl/>
                <w:lang w:bidi="fa-IR"/>
              </w:rPr>
              <w:t>ِ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233" w:rsidTr="00002233">
        <w:trPr>
          <w:trHeight w:val="350"/>
        </w:trPr>
        <w:tc>
          <w:tcPr>
            <w:tcW w:w="3536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أبَوا أنْ يذوقُوا العيشَ والذاقعٌ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عليهِ وماتُوا ميتةً لم ذمَّم</w:t>
            </w:r>
            <w:r>
              <w:rPr>
                <w:rFonts w:hint="cs"/>
                <w:rtl/>
                <w:lang w:bidi="fa-IR"/>
              </w:rPr>
              <w:t>ِ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233" w:rsidTr="00002233">
        <w:tblPrEx>
          <w:tblLook w:val="04A0"/>
        </w:tblPrEx>
        <w:trPr>
          <w:trHeight w:val="350"/>
        </w:trPr>
        <w:tc>
          <w:tcPr>
            <w:tcW w:w="3536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ولا عجبٌ للاُسْدِ إنْ ظفرَتْ بها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كلابُ الأعادِي منْ فصيحٍ أعجَم</w:t>
            </w:r>
            <w:r>
              <w:rPr>
                <w:rFonts w:hint="cs"/>
                <w:rtl/>
                <w:lang w:bidi="fa-IR"/>
              </w:rPr>
              <w:t>ِ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2233" w:rsidTr="00002233">
        <w:tblPrEx>
          <w:tblLook w:val="04A0"/>
        </w:tblPrEx>
        <w:trPr>
          <w:trHeight w:val="350"/>
        </w:trPr>
        <w:tc>
          <w:tcPr>
            <w:tcW w:w="3536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فحربةُ وحشيٍّ سَقتْ حمزةَ الرَّدى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02233" w:rsidRDefault="0000223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02233" w:rsidRDefault="006826B5" w:rsidP="0020087E">
            <w:pPr>
              <w:pStyle w:val="libPoem"/>
            </w:pPr>
            <w:r>
              <w:rPr>
                <w:rtl/>
                <w:lang w:bidi="fa-IR"/>
              </w:rPr>
              <w:t>وحتفُ عليٍّ من حسامِ ابنِ مُلجَم</w:t>
            </w:r>
            <w:r>
              <w:rPr>
                <w:rFonts w:hint="cs"/>
                <w:rtl/>
                <w:lang w:bidi="fa-IR"/>
              </w:rPr>
              <w:t>ِ</w:t>
            </w:r>
            <w:r w:rsidR="0000223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A91AAD">
      <w:pPr>
        <w:pStyle w:val="Heading2Center"/>
        <w:rPr>
          <w:lang w:bidi="fa-IR"/>
        </w:rPr>
      </w:pPr>
      <w:bookmarkStart w:id="3" w:name="_Toc18255816"/>
      <w:r>
        <w:rPr>
          <w:rtl/>
          <w:lang w:bidi="fa-IR"/>
        </w:rPr>
        <w:lastRenderedPageBreak/>
        <w:t>المجلس السّابع والأربعون بعد المئة</w:t>
      </w:r>
      <w:bookmarkEnd w:id="3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A91AAD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برز رجل من أهل الشام اسمه كريب بن الصبّاح الحِميري من آل ذي يزن ، ليس في أهل الشام يومئذ رجل أشهر منه بشدّة البأس ، ثمّ نادى : مَن يبارز ؟ فبرز إليه المرتفع بن الوضّاع الزبيدي فقتل المرتفع ، ثمّ نادى : مَن يبارز ؟ فبرز إليه الحارث بن الجلاّح فقتله ، ثمّ نادى مَن يبارز ؟ فبرز إليه عائذ بن مسروق الهمداني فقتل عائذاً ، ثمّ رمى بأجسادهم بعضها فوق بعض ، ثمّ قام عليها بغياً واعتداءً ، ثمّ نادى : هل بقي من مبارز ؟ فبدر إليه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ثمّ ناداه : (( ويحك يا كريب ! إنّي اُحذّرك وأدعوك إلى سنّة الله وسنّة رسوله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ويحك ! لا يدخلنّك ابن آكلة الأكباد النّار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فكان جوابه أن قال : ما أكثر ما قد سمعنا هذه المقالة منك فلا حاجة لنا فيها ، أقدم إذا شئت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مَن يشتري سيفي وهذا أثره ؟ فقال علي (</w:t>
      </w:r>
      <w:r w:rsidR="00800C80" w:rsidRPr="00800C80">
        <w:rPr>
          <w:rStyle w:val="libAlaemChar"/>
          <w:rtl/>
        </w:rPr>
        <w:t>عليه‌السلام</w:t>
      </w:r>
      <w:r w:rsidR="00A91AAD">
        <w:rPr>
          <w:rtl/>
          <w:lang w:bidi="fa-IR"/>
        </w:rPr>
        <w:t>) : (( لا حول ولا قوة إل</w:t>
      </w:r>
      <w:r w:rsidR="00A91AAD">
        <w:rPr>
          <w:rFonts w:hint="cs"/>
          <w:rtl/>
          <w:lang w:bidi="fa-IR"/>
        </w:rPr>
        <w:t>ّ</w:t>
      </w:r>
      <w:r w:rsidR="00A91AAD">
        <w:rPr>
          <w:rtl/>
          <w:lang w:bidi="fa-IR"/>
        </w:rPr>
        <w:t>ا</w:t>
      </w:r>
      <w:r>
        <w:rPr>
          <w:rtl/>
          <w:lang w:bidi="fa-IR"/>
        </w:rPr>
        <w:t xml:space="preserve"> بالله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مشى إليه فلمْ يمهله أن ضربه ضربة خرّ منها قتيلاً يتشحّط في دمه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نادى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مَن يبارز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فبرز إليه الحا</w:t>
      </w:r>
      <w:r w:rsidR="00A91AAD">
        <w:rPr>
          <w:rtl/>
          <w:lang w:bidi="fa-IR"/>
        </w:rPr>
        <w:t>رث بن وداعة الحميري فقتل الحارث</w:t>
      </w:r>
      <w:r>
        <w:rPr>
          <w:rtl/>
          <w:lang w:bidi="fa-IR"/>
        </w:rPr>
        <w:t>، ثمّ نادى : (( مَن يبارز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يبرز إليه أحد ، ثمّ إنّ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نادى : (( يا معشر المسلمين ،</w:t>
      </w:r>
      <w:r w:rsidR="00A91AAD" w:rsidRPr="00A91AAD">
        <w:rPr>
          <w:rStyle w:val="libAlaemChar"/>
          <w:rFonts w:hint="cs"/>
          <w:rtl/>
        </w:rPr>
        <w:t>(</w:t>
      </w:r>
      <w:r w:rsidRPr="00A91AAD">
        <w:rPr>
          <w:rStyle w:val="libAieChar"/>
          <w:rtl/>
        </w:rPr>
        <w:t xml:space="preserve"> الشَّهْرُ الْحَرَامُ بِالشَّهْرِ الْحَرَامِ وَالْحُرُمَاتُ قِصَاصٌ فَمَنْ اعْتَدَى عَلَيْكُمْ فَاعْتَدُوا عَلَيْهِ بِمِثْلِ مَا اعْتَدَى عَلَيْكُمْ وَاتَّقُوا اللَّهَ وَاعْلَمُوا أَنَّ اللَّهَ مَعَ الْمُتَّقِينَ</w:t>
      </w:r>
      <w:r w:rsidR="00A91AAD" w:rsidRPr="00A91AAD">
        <w:rPr>
          <w:rStyle w:val="libAieChar"/>
          <w:rFonts w:hint="cs"/>
          <w:rtl/>
        </w:rPr>
        <w:t xml:space="preserve"> </w:t>
      </w:r>
      <w:r w:rsidR="00A91AAD" w:rsidRPr="00A91AAD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ويحك يا معاوية ! هلُمّ إليّ فبارزني ، ولا يقتتلن النّاس فيما بيننا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عمرو : اغتنمه منتهزاً ، قد قتل ثلاثة من أبطال العرب ، وإنّي أطمع أن يظفرك الله 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ويحك</w:t>
      </w:r>
      <w:r w:rsidR="002D5879">
        <w:rPr>
          <w:rtl/>
          <w:lang w:bidi="fa-IR"/>
        </w:rPr>
        <w:t xml:space="preserve"> يا عمرو ! والله ، إنْ تريد إل</w:t>
      </w:r>
      <w:r w:rsidR="002D5879">
        <w:rPr>
          <w:rFonts w:hint="cs"/>
          <w:rtl/>
          <w:lang w:bidi="fa-IR"/>
        </w:rPr>
        <w:t>ّ</w:t>
      </w:r>
      <w:r w:rsidR="002D5879">
        <w:rPr>
          <w:rtl/>
          <w:lang w:bidi="fa-IR"/>
        </w:rPr>
        <w:t>ا</w:t>
      </w:r>
      <w:r>
        <w:rPr>
          <w:rtl/>
          <w:lang w:bidi="fa-IR"/>
        </w:rPr>
        <w:t xml:space="preserve"> أنْ اُقتل فتصيب الخلافة بعدي ، اذهب إليك عنّي ، فليس مثلي يُخدع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زياد بن النّصر الحارثي :</w:t>
      </w:r>
    </w:p>
    <w:p w:rsidR="00A91AAD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A91AAD">
        <w:rPr>
          <w:rtl/>
          <w:lang w:bidi="fa-IR"/>
        </w:rPr>
        <w:t>_</w:t>
      </w:r>
    </w:p>
    <w:p w:rsidR="00C92D11" w:rsidRDefault="00C92D11" w:rsidP="00A91AAD">
      <w:pPr>
        <w:pStyle w:val="libFootnote0"/>
        <w:rPr>
          <w:lang w:bidi="fa-IR"/>
        </w:rPr>
      </w:pPr>
      <w:r w:rsidRPr="00A91AAD">
        <w:rPr>
          <w:rtl/>
        </w:rPr>
        <w:t>(1)</w:t>
      </w:r>
      <w:r>
        <w:rPr>
          <w:rtl/>
          <w:lang w:bidi="fa-IR"/>
        </w:rPr>
        <w:t xml:space="preserve"> سورة البقرة / 194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2D587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شهدت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بصفّين ، فاقتتلنا ثلاثة أيام وثلاث ليال حتّى تكسرت الرماح ونفدت السّهام ، ثمّ صرنا إلى المسايفة ، فاجتلدنا بالسيوف إلى نصف الليل حتّى صرنا نحن وأهل الشام في اليوم الثالث يعانق بعضنا بعضاً ، وقد قاتلت تلك الليلة بجميع السّل</w:t>
      </w:r>
      <w:r w:rsidR="002D5879">
        <w:rPr>
          <w:rtl/>
          <w:lang w:bidi="fa-IR"/>
        </w:rPr>
        <w:t>اح فلمْ يبقَ شيء من السّلاح إل</w:t>
      </w:r>
      <w:r w:rsidR="002D5879">
        <w:rPr>
          <w:rFonts w:hint="cs"/>
          <w:rtl/>
          <w:lang w:bidi="fa-IR"/>
        </w:rPr>
        <w:t>ّ</w:t>
      </w:r>
      <w:r w:rsidR="002D5879">
        <w:rPr>
          <w:rtl/>
          <w:lang w:bidi="fa-IR"/>
        </w:rPr>
        <w:t>ا</w:t>
      </w:r>
      <w:r>
        <w:rPr>
          <w:rtl/>
          <w:lang w:bidi="fa-IR"/>
        </w:rPr>
        <w:t xml:space="preserve"> قاتلت به حتّى تحاثينا بالتراب ، وتكادمنا بالأفواه حتّى صرنا قياماً ينظر بعضنا إلى بعض ، ما يستطيع أحد من الفريقين أنْ ينهض إلى صاحبه ولا يقاتل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كان نصف الليل من الليلة الثالثة انحاز معاوية وخيله من الصف ، وغلب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القتلى تلك الليلة ، وأقبل على أصحاب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وأصحابه فدفنهم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فأين كان أميرالمؤمنين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يوم طفّ كربلاء ، فيصلّي عليهم ويدفنهم حتّى لا يبقوا ثلاثة أيام بلياليها على وجه الصعيد كالأضاحي جثثاً بلا رؤوس ، تسفي عليهم الرياح ، زوارهم الوحوش والطيور، وأكفانهم السّواقي من الرمال 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2D5879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مُطرَّحينَ على الرَّمْضاءِ قد لبسُوا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5879" w:rsidRDefault="002D587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من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مَهابةِ أبراداً لها قُشُبَا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879" w:rsidTr="0020087E">
        <w:trPr>
          <w:trHeight w:val="350"/>
        </w:trPr>
        <w:tc>
          <w:tcPr>
            <w:tcW w:w="3920" w:type="dxa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مضرَّجينَ بمحمرِّ النَّجيعِ بنَى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879" w:rsidRDefault="002D587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نبلُ العِدى والقَنا من فوقِهمْ قُببَا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879" w:rsidTr="0020087E">
        <w:trPr>
          <w:trHeight w:val="350"/>
        </w:trPr>
        <w:tc>
          <w:tcPr>
            <w:tcW w:w="3920" w:type="dxa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منْ كلِّ جسمٍ بوجهِ الأرضِ مطَّرحٍ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879" w:rsidRDefault="002D587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879" w:rsidRDefault="002D5879" w:rsidP="0020087E">
            <w:pPr>
              <w:pStyle w:val="libPoem"/>
            </w:pPr>
            <w:r>
              <w:rPr>
                <w:rtl/>
                <w:lang w:bidi="fa-IR"/>
              </w:rPr>
              <w:t>وكلِّ رأسٍ برأسِ الرُّمحِ قدْ نُصبَا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وأين كان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نادى عمر بن سعد : مَن يبتدر للحسين فيدوس صدره بحوافر فرسه 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6"/>
        <w:gridCol w:w="272"/>
        <w:gridCol w:w="3512"/>
      </w:tblGrid>
      <w:tr w:rsidR="002D5879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2D5879" w:rsidRDefault="006A5A32" w:rsidP="0020087E">
            <w:pPr>
              <w:pStyle w:val="libPoem"/>
            </w:pPr>
            <w:r>
              <w:rPr>
                <w:rtl/>
                <w:lang w:bidi="fa-IR"/>
              </w:rPr>
              <w:t>ما شفَى داءَ ضغْنِها القتلُ حتّى</w:t>
            </w:r>
            <w:r w:rsidR="002D5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5879" w:rsidRDefault="002D587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5879" w:rsidRDefault="006A5A32" w:rsidP="0020087E">
            <w:pPr>
              <w:pStyle w:val="libPoem"/>
            </w:pPr>
            <w:r>
              <w:rPr>
                <w:rtl/>
                <w:lang w:bidi="fa-IR"/>
              </w:rPr>
              <w:t>بالعوادي عادتْ ترضُّ قُراهَا</w:t>
            </w:r>
            <w:r w:rsidR="002D587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8031A5">
      <w:pPr>
        <w:pStyle w:val="Heading2Center"/>
        <w:rPr>
          <w:lang w:bidi="fa-IR"/>
        </w:rPr>
      </w:pPr>
      <w:bookmarkStart w:id="4" w:name="_Toc18255817"/>
      <w:r>
        <w:rPr>
          <w:rtl/>
          <w:lang w:bidi="fa-IR"/>
        </w:rPr>
        <w:lastRenderedPageBreak/>
        <w:t>المجلس الثامن والأربعون بعد المئة</w:t>
      </w:r>
      <w:bookmarkEnd w:id="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8031A5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كان يوم صفّين خرج رجل من أهل الشام يسأل المبارزة ، فخرج </w:t>
      </w:r>
      <w:r w:rsidR="008031A5">
        <w:rPr>
          <w:rtl/>
          <w:lang w:bidi="fa-IR"/>
        </w:rPr>
        <w:t>إليه رجل من أهل العراق</w:t>
      </w:r>
      <w:r>
        <w:rPr>
          <w:rtl/>
          <w:lang w:bidi="fa-IR"/>
        </w:rPr>
        <w:t>، فاقتتلا بين الصفّين قتالاً شديداً ، ثمّ إنّ العراقي اعتنق الشامي فوقعا جميعاً تحت قوائم فرسيهما ، فجلس العراقي على صدره وكشف المغفر عنه يريد ذبحه ، فلمّا رآه عرفه فاذا هو أخوه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فصاح به أصحاب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أجهز على الرجل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إنّه أخي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فاتركه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حتّى يأذن لي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فاُخبر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بذلك ، فأرسل إليه : (( دعْهُ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فتركه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لمعاوية مولىً يُقال له : حريث ، وكان فارس معاوية الذي يعدّه لكلّ مبارز ولكلّ عظيم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حريث يلبس سلاح معاوية متشبّهاً به ، فإذا قاتل قال النّاس : ذاك معاوية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 معاوية دعاه وقال له : يا حريث ، اتّقِ عليّاً وضع رمحك حيث شئت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فأتاه عمرو بن العاص ، فقال : يا حريث ، لو كنت قرشيّاً لأحبَّ معاوية أنْ تقتل عليّاً ، ولكن كره أنْ يكون لك حظَّها ، فإنْ رأيت فرصة لعلي فأقحم عليه وقاتله</w:t>
      </w:r>
      <w:r w:rsidR="00343D55">
        <w:rPr>
          <w:rtl/>
          <w:lang w:bidi="fa-IR"/>
        </w:rPr>
        <w:t>.</w:t>
      </w:r>
    </w:p>
    <w:p w:rsidR="00800C80" w:rsidRDefault="00C92D11" w:rsidP="00221DB4">
      <w:pPr>
        <w:pStyle w:val="libNormal"/>
        <w:rPr>
          <w:lang w:bidi="fa-IR"/>
        </w:rPr>
      </w:pPr>
      <w:r>
        <w:rPr>
          <w:rtl/>
          <w:lang w:bidi="fa-IR"/>
        </w:rPr>
        <w:t>قال : وخرج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أمام الخيل ، فحمل عليه حريث مولى معاوية ، وكان شديداً ذا بأس ، ونادى : يا علي ، هل لك في المبارزة ؟ فأقدم أبا حسن إذا شئت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فأقبل أمير المؤمنين (</w:t>
      </w:r>
      <w:r w:rsidR="00221DB4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65"/>
        <w:gridCol w:w="271"/>
        <w:gridCol w:w="3474"/>
      </w:tblGrid>
      <w:tr w:rsidR="008E55B1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8E55B1" w:rsidRDefault="005A5034" w:rsidP="0020087E">
            <w:pPr>
              <w:pStyle w:val="libPoem"/>
            </w:pPr>
            <w:r>
              <w:rPr>
                <w:rtl/>
                <w:lang w:bidi="fa-IR"/>
              </w:rPr>
              <w:t>أنا عليٌّ و ابنُ عبدِ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مُطَّلبْ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55B1" w:rsidRDefault="008E55B1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55B1" w:rsidRDefault="005A5034" w:rsidP="0020087E">
            <w:pPr>
              <w:pStyle w:val="libPoem"/>
            </w:pPr>
            <w:r>
              <w:rPr>
                <w:rtl/>
                <w:lang w:bidi="fa-IR"/>
              </w:rPr>
              <w:t>نحنُ لَعمرُ اللهِ أولى بالكُتُبْ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5B1" w:rsidTr="0020087E">
        <w:trPr>
          <w:trHeight w:val="350"/>
        </w:trPr>
        <w:tc>
          <w:tcPr>
            <w:tcW w:w="3920" w:type="dxa"/>
          </w:tcPr>
          <w:p w:rsidR="008E55B1" w:rsidRDefault="005A5034" w:rsidP="0020087E">
            <w:pPr>
              <w:pStyle w:val="libPoem"/>
            </w:pPr>
            <w:r>
              <w:rPr>
                <w:rtl/>
                <w:lang w:bidi="fa-IR"/>
              </w:rPr>
              <w:t>منّا النّبيُّ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غيرُ كذبْ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5B1" w:rsidRDefault="008E55B1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5B1" w:rsidRDefault="005A5034" w:rsidP="0020087E">
            <w:pPr>
              <w:pStyle w:val="libPoem"/>
            </w:pPr>
            <w:r>
              <w:rPr>
                <w:rtl/>
                <w:lang w:bidi="fa-IR"/>
              </w:rPr>
              <w:t>أهلُ اللواءِ والمقامِ والحُجُبْ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5B1" w:rsidTr="0020087E">
        <w:trPr>
          <w:trHeight w:val="350"/>
        </w:trPr>
        <w:tc>
          <w:tcPr>
            <w:tcW w:w="3920" w:type="dxa"/>
          </w:tcPr>
          <w:p w:rsidR="008E55B1" w:rsidRDefault="0021675C" w:rsidP="0020087E">
            <w:pPr>
              <w:pStyle w:val="libPoem"/>
            </w:pPr>
            <w:r>
              <w:rPr>
                <w:rtl/>
                <w:lang w:bidi="fa-IR"/>
              </w:rPr>
              <w:t>يا أيُّها العبدُ الغريبُال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مُنتدِبْ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5B1" w:rsidRDefault="008E55B1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5B1" w:rsidRDefault="0021675C" w:rsidP="0020087E">
            <w:pPr>
              <w:pStyle w:val="libPoem"/>
            </w:pPr>
            <w:r>
              <w:rPr>
                <w:rtl/>
                <w:lang w:bidi="fa-IR"/>
              </w:rPr>
              <w:t>اثبتْ لنا يا أيُّها الكلبُ الكَلِبْ</w:t>
            </w:r>
            <w:r w:rsidR="008E55B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 ضربه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فقتله ، فجزع عليه معاوية جزعاً شديداً ،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51A4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وعاتب عمرو بن العاص في ذلك ، ثمّ أنشأ معاوية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C51A42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C51A42" w:rsidRDefault="00C51A42" w:rsidP="0020087E">
            <w:pPr>
              <w:pStyle w:val="libPoem"/>
            </w:pPr>
            <w:r>
              <w:rPr>
                <w:rtl/>
                <w:lang w:bidi="fa-IR"/>
              </w:rPr>
              <w:t>حُريثُ ألَمْ تعلمْ وجهلُك ضائرُ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1A42" w:rsidRDefault="00C51A42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1A42" w:rsidRDefault="00C51A42" w:rsidP="0020087E">
            <w:pPr>
              <w:pStyle w:val="libPoem"/>
            </w:pPr>
            <w:r>
              <w:rPr>
                <w:rtl/>
                <w:lang w:bidi="fa-IR"/>
              </w:rPr>
              <w:t>بأنّ عليّاً للفوارسِ قاهرُ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A42" w:rsidTr="0020087E">
        <w:trPr>
          <w:trHeight w:val="350"/>
        </w:trPr>
        <w:tc>
          <w:tcPr>
            <w:tcW w:w="3920" w:type="dxa"/>
          </w:tcPr>
          <w:p w:rsidR="00C51A42" w:rsidRDefault="00550CDB" w:rsidP="0020087E">
            <w:pPr>
              <w:pStyle w:val="libPoem"/>
            </w:pPr>
            <w:r>
              <w:rPr>
                <w:rtl/>
                <w:lang w:bidi="fa-IR"/>
              </w:rPr>
              <w:t>وأنّ عليّاً لمْ يبارزه فارسٌ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1A42" w:rsidRDefault="00C51A42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1A42" w:rsidRDefault="00550CDB" w:rsidP="0020087E">
            <w:pPr>
              <w:pStyle w:val="libPoem"/>
            </w:pPr>
            <w:r>
              <w:rPr>
                <w:rtl/>
                <w:lang w:bidi="fa-IR"/>
              </w:rPr>
              <w:t>من النّاس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أقصدتهُ الأظافرُ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A42" w:rsidTr="0020087E">
        <w:trPr>
          <w:trHeight w:val="350"/>
        </w:trPr>
        <w:tc>
          <w:tcPr>
            <w:tcW w:w="3920" w:type="dxa"/>
          </w:tcPr>
          <w:p w:rsidR="00C51A42" w:rsidRDefault="00761009" w:rsidP="0020087E">
            <w:pPr>
              <w:pStyle w:val="libPoem"/>
            </w:pPr>
            <w:r>
              <w:rPr>
                <w:rtl/>
                <w:lang w:bidi="fa-IR"/>
              </w:rPr>
              <w:t>أمرتُك أمراً حازماً فعصيتَني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1A42" w:rsidRDefault="00C51A42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1A42" w:rsidRDefault="00946C55" w:rsidP="0020087E">
            <w:pPr>
              <w:pStyle w:val="libPoem"/>
            </w:pPr>
            <w:r>
              <w:rPr>
                <w:rtl/>
                <w:lang w:bidi="fa-IR"/>
              </w:rPr>
              <w:t>فجدّك إذْ لمْ تقبل النُّصحَ عاثرُ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A42" w:rsidTr="0020087E">
        <w:trPr>
          <w:trHeight w:val="350"/>
        </w:trPr>
        <w:tc>
          <w:tcPr>
            <w:tcW w:w="3920" w:type="dxa"/>
          </w:tcPr>
          <w:p w:rsidR="00C51A42" w:rsidRDefault="001355F4" w:rsidP="0020087E">
            <w:pPr>
              <w:pStyle w:val="libPoem"/>
            </w:pPr>
            <w:r>
              <w:rPr>
                <w:rtl/>
                <w:lang w:bidi="fa-IR"/>
              </w:rPr>
              <w:t>ودلاّك عمروٌ والحوادثُ جمَّةٌ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1A42" w:rsidRDefault="00C51A42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1A42" w:rsidRDefault="001355F4" w:rsidP="0020087E">
            <w:pPr>
              <w:pStyle w:val="libPoem"/>
            </w:pPr>
            <w:r>
              <w:rPr>
                <w:rtl/>
                <w:lang w:bidi="fa-IR"/>
              </w:rPr>
              <w:t>غرُوراً وما جرَّتْ عليك المقادرُ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A42" w:rsidTr="0020087E">
        <w:trPr>
          <w:trHeight w:val="350"/>
        </w:trPr>
        <w:tc>
          <w:tcPr>
            <w:tcW w:w="3920" w:type="dxa"/>
          </w:tcPr>
          <w:p w:rsidR="00C51A42" w:rsidRDefault="001355F4" w:rsidP="0020087E">
            <w:pPr>
              <w:pStyle w:val="libPoem"/>
            </w:pPr>
            <w:r>
              <w:rPr>
                <w:rtl/>
                <w:lang w:bidi="fa-IR"/>
              </w:rPr>
              <w:t>وظنَّ حُريثٌ إنّ عمْراً نصيحُهُ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1A42" w:rsidRDefault="00C51A42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1A42" w:rsidRDefault="001355F4" w:rsidP="0020087E">
            <w:pPr>
              <w:pStyle w:val="libPoem"/>
            </w:pPr>
            <w:r>
              <w:rPr>
                <w:rtl/>
                <w:lang w:bidi="fa-IR"/>
              </w:rPr>
              <w:t>وقد يُهلِكُ الإنسانَ مَن لا يحاذرُ</w:t>
            </w:r>
            <w:r w:rsidR="00C51A4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646037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قتل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حريثاً ، برز عمرو بن الحصين السكسكي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وهو من أهل الشام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فنادى بأعلى صوته : يا أبا حسن ، هلمّ إلىّ المبارزة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فأنشأ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646037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646037" w:rsidRDefault="00646037" w:rsidP="0020087E">
            <w:pPr>
              <w:pStyle w:val="libPoem"/>
            </w:pPr>
            <w:r>
              <w:rPr>
                <w:rtl/>
                <w:lang w:bidi="fa-IR"/>
              </w:rPr>
              <w:t>ما علَّتي وأنا جلدٌ حازمْ</w:t>
            </w:r>
            <w:r w:rsidRPr="00800C8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46037" w:rsidRDefault="00646037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46037" w:rsidRDefault="00646037" w:rsidP="0020087E">
            <w:pPr>
              <w:pStyle w:val="libPoem"/>
            </w:pPr>
            <w:r>
              <w:rPr>
                <w:rtl/>
                <w:lang w:bidi="fa-IR"/>
              </w:rPr>
              <w:t>وعن يميني مَذحِجُ القماقمْ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037" w:rsidTr="0020087E">
        <w:trPr>
          <w:trHeight w:val="350"/>
        </w:trPr>
        <w:tc>
          <w:tcPr>
            <w:tcW w:w="3920" w:type="dxa"/>
          </w:tcPr>
          <w:p w:rsidR="00646037" w:rsidRDefault="00494A72" w:rsidP="0020087E">
            <w:pPr>
              <w:pStyle w:val="libPoem"/>
            </w:pPr>
            <w:r>
              <w:rPr>
                <w:rtl/>
                <w:lang w:bidi="fa-IR"/>
              </w:rPr>
              <w:t>وعن يساري وائلُ الخضارِمْ</w:t>
            </w:r>
            <w:r w:rsidR="006460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6037" w:rsidRDefault="00646037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6037" w:rsidRDefault="00494A72" w:rsidP="0020087E">
            <w:pPr>
              <w:pStyle w:val="libPoem"/>
            </w:pPr>
            <w:r>
              <w:rPr>
                <w:rtl/>
                <w:lang w:bidi="fa-IR"/>
              </w:rPr>
              <w:t>والقلبُ حولي مُضرُ الجماجمْ</w:t>
            </w:r>
            <w:r w:rsidR="006460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6037" w:rsidTr="0020087E">
        <w:trPr>
          <w:trHeight w:val="350"/>
        </w:trPr>
        <w:tc>
          <w:tcPr>
            <w:tcW w:w="3920" w:type="dxa"/>
          </w:tcPr>
          <w:p w:rsidR="00646037" w:rsidRDefault="00494A72" w:rsidP="0020087E">
            <w:pPr>
              <w:pStyle w:val="libPoem"/>
            </w:pPr>
            <w:r>
              <w:rPr>
                <w:rtl/>
                <w:lang w:bidi="fa-IR"/>
              </w:rPr>
              <w:t>أقسمتُ بالله العليِّ العالِمْ</w:t>
            </w:r>
            <w:r w:rsidR="006460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6037" w:rsidRDefault="00646037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6037" w:rsidRDefault="00494A72" w:rsidP="0020087E">
            <w:pPr>
              <w:pStyle w:val="libPoem"/>
            </w:pPr>
            <w:r>
              <w:rPr>
                <w:rtl/>
                <w:lang w:bidi="fa-IR"/>
              </w:rPr>
              <w:t>لا أنثني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بردِّ الرّاغمْ</w:t>
            </w:r>
            <w:r w:rsidR="006460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حمل عمرو بن الحصين على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ليضربه ، فبادر إليه سعيد بن قيس الهمداني ففلق صلبه ، فقال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7"/>
        <w:gridCol w:w="272"/>
        <w:gridCol w:w="3491"/>
      </w:tblGrid>
      <w:tr w:rsidR="00C7783F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C7783F" w:rsidRDefault="00C7783F" w:rsidP="0020087E">
            <w:pPr>
              <w:pStyle w:val="libPoem"/>
            </w:pPr>
            <w:r>
              <w:rPr>
                <w:rtl/>
                <w:lang w:bidi="fa-IR"/>
              </w:rPr>
              <w:t>دعوتُ فلبّاني منَ القومِ عُصبةٌ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783F" w:rsidRDefault="00C7783F" w:rsidP="0020087E">
            <w:pPr>
              <w:pStyle w:val="libPoem"/>
            </w:pPr>
            <w:r>
              <w:rPr>
                <w:rtl/>
                <w:lang w:bidi="fa-IR"/>
              </w:rPr>
              <w:t>فوارِسُ من هَمْدانَ غيرُ لئام</w:t>
            </w:r>
            <w:r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783F" w:rsidTr="0020087E">
        <w:trPr>
          <w:trHeight w:val="350"/>
        </w:trPr>
        <w:tc>
          <w:tcPr>
            <w:tcW w:w="3920" w:type="dxa"/>
          </w:tcPr>
          <w:p w:rsidR="00C7783F" w:rsidRDefault="00C7783F" w:rsidP="0020087E">
            <w:pPr>
              <w:pStyle w:val="libPoem"/>
            </w:pPr>
            <w:r>
              <w:rPr>
                <w:rtl/>
                <w:lang w:bidi="fa-IR"/>
              </w:rPr>
              <w:t>فوارسُ منْ همْدانَ ليسُوا بعزَّلٍ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783F" w:rsidRDefault="00C7783F" w:rsidP="0020087E">
            <w:pPr>
              <w:pStyle w:val="libPoem"/>
            </w:pPr>
            <w:r>
              <w:rPr>
                <w:rtl/>
                <w:lang w:bidi="fa-IR"/>
              </w:rPr>
              <w:t>غَداةَ الوغَى من شاكرٍ وشِبامِ</w:t>
            </w:r>
            <w:r w:rsidRPr="00800C80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783F" w:rsidTr="0020087E">
        <w:trPr>
          <w:trHeight w:val="350"/>
        </w:trPr>
        <w:tc>
          <w:tcPr>
            <w:tcW w:w="3920" w:type="dxa"/>
          </w:tcPr>
          <w:p w:rsidR="00C7783F" w:rsidRDefault="008F24FD" w:rsidP="0020087E">
            <w:pPr>
              <w:pStyle w:val="libPoem"/>
            </w:pPr>
            <w:r>
              <w:rPr>
                <w:rtl/>
                <w:lang w:bidi="fa-IR"/>
              </w:rPr>
              <w:t>بكلِّ رُدينيٍّ وعَضْبٍ تخالُهُ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783F" w:rsidRDefault="008F24FD" w:rsidP="0020087E">
            <w:pPr>
              <w:pStyle w:val="libPoem"/>
            </w:pPr>
            <w:r>
              <w:rPr>
                <w:rtl/>
                <w:lang w:bidi="fa-IR"/>
              </w:rPr>
              <w:t>إذا اختلفَ الأقوامُ شَعْلَ ضِرام</w:t>
            </w:r>
            <w:r>
              <w:rPr>
                <w:rFonts w:hint="cs"/>
                <w:rtl/>
                <w:lang w:bidi="fa-IR"/>
              </w:rPr>
              <w:t>ِ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783F" w:rsidTr="0020087E">
        <w:trPr>
          <w:trHeight w:val="350"/>
        </w:trPr>
        <w:tc>
          <w:tcPr>
            <w:tcW w:w="3920" w:type="dxa"/>
          </w:tcPr>
          <w:p w:rsidR="00C7783F" w:rsidRDefault="008F24FD" w:rsidP="0020087E">
            <w:pPr>
              <w:pStyle w:val="libPoem"/>
            </w:pPr>
            <w:r>
              <w:rPr>
                <w:rtl/>
                <w:lang w:bidi="fa-IR"/>
              </w:rPr>
              <w:t>لهمدانَ أخلاقٌ ودينٌ يَزينهُمْ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783F" w:rsidRDefault="008F24FD" w:rsidP="0020087E">
            <w:pPr>
              <w:pStyle w:val="libPoem"/>
            </w:pPr>
            <w:r>
              <w:rPr>
                <w:rtl/>
                <w:lang w:bidi="fa-IR"/>
              </w:rPr>
              <w:t>وبأسٌ إذا لاقوْا وحدُّ خصام</w:t>
            </w:r>
            <w:r w:rsidR="00606317">
              <w:rPr>
                <w:rFonts w:hint="cs"/>
                <w:rtl/>
                <w:lang w:bidi="fa-IR"/>
              </w:rPr>
              <w:t>ِ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783F" w:rsidTr="0020087E">
        <w:trPr>
          <w:trHeight w:val="350"/>
        </w:trPr>
        <w:tc>
          <w:tcPr>
            <w:tcW w:w="3920" w:type="dxa"/>
          </w:tcPr>
          <w:p w:rsidR="00C7783F" w:rsidRDefault="00606317" w:rsidP="0020087E">
            <w:pPr>
              <w:pStyle w:val="libPoem"/>
            </w:pPr>
            <w:r>
              <w:rPr>
                <w:rtl/>
                <w:lang w:bidi="fa-IR"/>
              </w:rPr>
              <w:t>وجِدٌّ وصدقٌ في الحروبِ ونجدةٌ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783F" w:rsidRDefault="00606317" w:rsidP="0020087E">
            <w:pPr>
              <w:pStyle w:val="libPoem"/>
            </w:pPr>
            <w:r>
              <w:rPr>
                <w:rtl/>
                <w:lang w:bidi="fa-IR"/>
              </w:rPr>
              <w:t>وقولٌ إذا قالوا بغيرِ أثام</w:t>
            </w:r>
            <w:r>
              <w:rPr>
                <w:rFonts w:hint="cs"/>
                <w:rtl/>
                <w:lang w:bidi="fa-IR"/>
              </w:rPr>
              <w:t>ِ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783F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C7783F" w:rsidRDefault="00606317" w:rsidP="0020087E">
            <w:pPr>
              <w:pStyle w:val="libPoem"/>
            </w:pPr>
            <w:r>
              <w:rPr>
                <w:rtl/>
                <w:lang w:bidi="fa-IR"/>
              </w:rPr>
              <w:t>متى تأتِهمْ في دارهِمْ تستَضفهُمْ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783F" w:rsidRDefault="00C7783F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783F" w:rsidRDefault="00606317" w:rsidP="0020087E">
            <w:pPr>
              <w:pStyle w:val="libPoem"/>
            </w:pPr>
            <w:r>
              <w:rPr>
                <w:rtl/>
                <w:lang w:bidi="fa-IR"/>
              </w:rPr>
              <w:t>تبِتْ ناعماً في خِدمةٍ وطعام</w:t>
            </w:r>
            <w:r w:rsidR="00F73976">
              <w:rPr>
                <w:rFonts w:hint="cs"/>
                <w:rtl/>
                <w:lang w:bidi="fa-IR"/>
              </w:rPr>
              <w:t>ِ</w:t>
            </w:r>
            <w:r w:rsidR="00C778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  <w:r w:rsidR="00C92D11">
        <w:rPr>
          <w:rtl/>
          <w:lang w:bidi="fa-IR"/>
        </w:rPr>
        <w:t>_</w:t>
      </w:r>
    </w:p>
    <w:p w:rsidR="00800C80" w:rsidRDefault="00C92D11" w:rsidP="00F73976">
      <w:pPr>
        <w:pStyle w:val="libFootnote0"/>
        <w:rPr>
          <w:lang w:bidi="fa-IR"/>
        </w:rPr>
      </w:pPr>
      <w:r w:rsidRPr="00F73976">
        <w:rPr>
          <w:rtl/>
        </w:rPr>
        <w:t>(1)</w:t>
      </w:r>
      <w:r>
        <w:rPr>
          <w:rtl/>
          <w:lang w:bidi="fa-IR"/>
        </w:rPr>
        <w:t xml:space="preserve"> في الشطر خلل عروضي ، وربما كان صوا</w:t>
      </w:r>
      <w:r w:rsidR="00F73976">
        <w:rPr>
          <w:rtl/>
          <w:lang w:bidi="fa-IR"/>
        </w:rPr>
        <w:t>به بهذا النّحو : ( ما علّتي إذ</w:t>
      </w:r>
      <w:r w:rsidR="00F73976">
        <w:rPr>
          <w:rFonts w:hint="cs"/>
          <w:rtl/>
          <w:lang w:bidi="fa-IR"/>
        </w:rPr>
        <w:t>ْ</w:t>
      </w:r>
      <w:r>
        <w:rPr>
          <w:rtl/>
          <w:lang w:bidi="fa-IR"/>
        </w:rPr>
        <w:t xml:space="preserve"> أنا جلد حازمْ 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 (موقع معهد الإمامَين الحسنَين)</w:t>
      </w:r>
    </w:p>
    <w:p w:rsidR="00800C80" w:rsidRDefault="00C92D11" w:rsidP="00F73976">
      <w:pPr>
        <w:pStyle w:val="libFootnote0"/>
        <w:rPr>
          <w:lang w:bidi="fa-IR"/>
        </w:rPr>
      </w:pPr>
      <w:r w:rsidRPr="00F73976">
        <w:rPr>
          <w:rtl/>
        </w:rPr>
        <w:t>(2)</w:t>
      </w:r>
      <w:r>
        <w:rPr>
          <w:rtl/>
          <w:lang w:bidi="fa-IR"/>
        </w:rPr>
        <w:t xml:space="preserve"> شاكر وشبام : بطنان من همدان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F7397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F73976" w:rsidRDefault="00F73976" w:rsidP="0020087E">
            <w:pPr>
              <w:pStyle w:val="libPoem"/>
            </w:pPr>
            <w:r>
              <w:rPr>
                <w:rtl/>
                <w:lang w:bidi="fa-IR"/>
              </w:rPr>
              <w:lastRenderedPageBreak/>
              <w:t>جَزى اللهُ همْدانَ الجنانَ فإنّها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3976" w:rsidRDefault="00F7397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3976" w:rsidRDefault="00F73976" w:rsidP="0020087E">
            <w:pPr>
              <w:pStyle w:val="libPoem"/>
            </w:pPr>
            <w:r>
              <w:rPr>
                <w:rtl/>
                <w:lang w:bidi="fa-IR"/>
              </w:rPr>
              <w:t>سِمامُ العِدى في كلِّ يوم زحام</w:t>
            </w:r>
            <w:r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3976" w:rsidTr="0020087E">
        <w:trPr>
          <w:trHeight w:val="350"/>
        </w:trPr>
        <w:tc>
          <w:tcPr>
            <w:tcW w:w="3920" w:type="dxa"/>
          </w:tcPr>
          <w:p w:rsidR="00F73976" w:rsidRDefault="00F73976" w:rsidP="0020087E">
            <w:pPr>
              <w:pStyle w:val="libPoem"/>
            </w:pPr>
            <w:r>
              <w:rPr>
                <w:rtl/>
                <w:lang w:bidi="fa-IR"/>
              </w:rPr>
              <w:t>فلو كنتُ بوّابا على باب جنَّةٍ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3976" w:rsidRDefault="00F7397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3976" w:rsidRDefault="00F73976" w:rsidP="0020087E">
            <w:pPr>
              <w:pStyle w:val="libPoem"/>
            </w:pPr>
            <w:r>
              <w:rPr>
                <w:rtl/>
                <w:lang w:bidi="fa-IR"/>
              </w:rPr>
              <w:t>لقلتُ لهمْدانَ ادخلوا بسلام</w:t>
            </w:r>
            <w:r w:rsidR="00406E10"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وكانت قبيلة همدان من القبائل الموالية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والمتفانية في حبّه ، وكفاهم قوله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F7397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F73976" w:rsidRDefault="00406E10" w:rsidP="0020087E">
            <w:pPr>
              <w:pStyle w:val="libPoem"/>
            </w:pPr>
            <w:r>
              <w:rPr>
                <w:rtl/>
                <w:lang w:bidi="fa-IR"/>
              </w:rPr>
              <w:t>فلو كنتُ بوّابا على باب جنَّةٍ</w:t>
            </w:r>
            <w:r w:rsidR="00F739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3976" w:rsidRDefault="00F7397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3976" w:rsidRDefault="00406E10" w:rsidP="0020087E">
            <w:pPr>
              <w:pStyle w:val="libPoem"/>
            </w:pPr>
            <w:r>
              <w:rPr>
                <w:rtl/>
                <w:lang w:bidi="fa-IR"/>
              </w:rPr>
              <w:t>لقلتُ لهمْدانَ ادخلوا بسلام</w:t>
            </w:r>
            <w:r>
              <w:rPr>
                <w:rFonts w:hint="cs"/>
                <w:rtl/>
                <w:lang w:bidi="fa-IR"/>
              </w:rPr>
              <w:t>ِ</w:t>
            </w:r>
            <w:r w:rsidR="00F7397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</w:t>
      </w:r>
      <w:r w:rsidR="006C60A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كان منهم مع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عدد غير قليل ، منهم : أبو ثمامة الصائدي الذي قال للحسين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عاشوراء : يا أبا عبدالله ، نفسي لنفسك الفداء ! هؤلاء اقتربوا منك ، لا والله ، لا تُقتل حتّى اُقتل دونك ، وأحبّ أنْ ألقى الله وقد صلّيت هذه الصلاة معك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فرفع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طرفه إلى السّماء ، وقال : (( ذكرتَ الصلاة جعلك الله من المصلّين الذاكرين ، نعم هذا أوّل وقتها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سلوهم أنْ يكفّوا عنّا حتّى نصلّي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إنّ أبا ثمامة قال للحسين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يا أبا عبد الله ، إنّي قد هممت أنْ ألحق بأصحابي وكرهت أنْ اتخلّف وأراك وحيداً من أهلك قتيلاً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ت</w:t>
      </w:r>
      <w:r w:rsidR="006C60A0">
        <w:rPr>
          <w:rtl/>
          <w:lang w:bidi="fa-IR"/>
        </w:rPr>
        <w:t>قدّم فإنّا لاحقون بك عن ساعة ))</w:t>
      </w:r>
      <w:r>
        <w:rPr>
          <w:rtl/>
          <w:lang w:bidi="fa-IR"/>
        </w:rPr>
        <w:t>. فتقدّم فقاتل حتّى اُثخن بالجراحات ، ولمْ يزل يقاتل حتّى قُتل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ومنهم : بُرير بن خضير الهمداني الذي جلس هو وعبد الرحمن بن عبد ربّه الأنصاري على باب الفسطاط الذي دخله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عاشوراء ليصلّي ، فجعل برير يضاحك عبد الرحمن ، فقال له عبد الرحمن : يا برير ، ما هذه ساعة باطل ! فقال برير : لقد علم قومي أنّي ما أحببت الباطل كهلاً ولا شاباً ؛ وإنّما أفعل ذلك استبشاراً بما</w:t>
      </w:r>
      <w:r w:rsidR="006C60A0">
        <w:rPr>
          <w:rtl/>
          <w:lang w:bidi="fa-IR"/>
        </w:rPr>
        <w:t xml:space="preserve"> نصير إليه ، فوالله ، ما هو إل</w:t>
      </w:r>
      <w:r w:rsidR="006C60A0">
        <w:rPr>
          <w:rFonts w:hint="cs"/>
          <w:rtl/>
          <w:lang w:bidi="fa-IR"/>
        </w:rPr>
        <w:t>ّ</w:t>
      </w:r>
      <w:r w:rsidR="006C60A0">
        <w:rPr>
          <w:rtl/>
          <w:lang w:bidi="fa-IR"/>
        </w:rPr>
        <w:t>ا</w:t>
      </w:r>
      <w:r>
        <w:rPr>
          <w:rtl/>
          <w:lang w:bidi="fa-IR"/>
        </w:rPr>
        <w:t xml:space="preserve"> أنْ نلقى هؤلاء القوم بأسيافنا نعالجهم بها ساعة ، ثمّ نعانق الحور العين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6"/>
        <w:gridCol w:w="272"/>
        <w:gridCol w:w="3512"/>
      </w:tblGrid>
      <w:tr w:rsidR="00F7397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F73976" w:rsidRDefault="006C60A0" w:rsidP="0020087E">
            <w:pPr>
              <w:pStyle w:val="libPoem"/>
            </w:pPr>
            <w:r>
              <w:rPr>
                <w:rtl/>
                <w:lang w:bidi="fa-IR"/>
              </w:rPr>
              <w:t>فوارسُ اتخَذوا سُمرَ القنَا سَمَراً</w:t>
            </w:r>
            <w:r w:rsidR="00F739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3976" w:rsidRDefault="00F7397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3976" w:rsidRDefault="006C60A0" w:rsidP="0020087E">
            <w:pPr>
              <w:pStyle w:val="libPoem"/>
            </w:pPr>
            <w:r>
              <w:rPr>
                <w:rtl/>
                <w:lang w:bidi="fa-IR"/>
              </w:rPr>
              <w:t>فكلَّما سجَعَتْ ورقُ القنَا طَربُوا</w:t>
            </w:r>
            <w:r w:rsidR="00F7397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7A7004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7A7004" w:rsidRDefault="007A7004" w:rsidP="0020087E">
            <w:pPr>
              <w:pStyle w:val="libPoem"/>
            </w:pPr>
            <w:r>
              <w:rPr>
                <w:rtl/>
                <w:lang w:bidi="fa-IR"/>
              </w:rPr>
              <w:lastRenderedPageBreak/>
              <w:t>يسْتنجِعونَ الرَّدى شَوقاً لغايتِهِ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7004" w:rsidRDefault="007A700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7004" w:rsidRDefault="007A7004" w:rsidP="0020087E">
            <w:pPr>
              <w:pStyle w:val="libPoem"/>
            </w:pPr>
            <w:r>
              <w:rPr>
                <w:rtl/>
                <w:lang w:bidi="fa-IR"/>
              </w:rPr>
              <w:t>كأنّما الضربُ في أفوهِها الضَرَبُ</w:t>
            </w:r>
            <w:r w:rsidRPr="00800C8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004" w:rsidTr="0020087E">
        <w:trPr>
          <w:trHeight w:val="350"/>
        </w:trPr>
        <w:tc>
          <w:tcPr>
            <w:tcW w:w="3920" w:type="dxa"/>
          </w:tcPr>
          <w:p w:rsidR="007A7004" w:rsidRDefault="007A7004" w:rsidP="0020087E">
            <w:pPr>
              <w:pStyle w:val="libPoem"/>
            </w:pPr>
            <w:r>
              <w:rPr>
                <w:rtl/>
                <w:lang w:bidi="fa-IR"/>
              </w:rPr>
              <w:t>واستأثَرُوا بالرَّدى منْ دونِ سيِّدهِمْ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004" w:rsidRDefault="007A700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004" w:rsidRDefault="007A7004" w:rsidP="0020087E">
            <w:pPr>
              <w:pStyle w:val="libPoem"/>
            </w:pPr>
            <w:r>
              <w:rPr>
                <w:rtl/>
                <w:lang w:bidi="fa-IR"/>
              </w:rPr>
              <w:t>قصْداً وما كلُّ إيثارٍ به الأربُ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7059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A70599">
      <w:pPr>
        <w:pStyle w:val="Heading2Center"/>
        <w:rPr>
          <w:lang w:bidi="fa-IR"/>
        </w:rPr>
      </w:pPr>
      <w:bookmarkStart w:id="5" w:name="_Toc18255818"/>
      <w:r>
        <w:rPr>
          <w:rtl/>
          <w:lang w:bidi="fa-IR"/>
        </w:rPr>
        <w:t>المجلس التاسع والأربعون بعد المئة</w:t>
      </w:r>
      <w:bookmarkEnd w:id="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A70599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قام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بين الصفّين ، ونادى : (( يا معاوية )) ، يكررها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اسألوه ما شأنه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أحبّ أن يظهر لي فاُكلّمه كلمة واحدة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فبرز معاوية ومعه عمرو بن العاص ، فلمْ يلتفت إلى عمرو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لمعاوية : (( ويحك ! علامَ يُقتتل النّاس بيني وبينك ؟! ابرز إليّ فأيُّنا قتل صاحبه فالأمر 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 معاوية إلى عمرو ، فقال : ما ترى يا أبا عبد الله ، اُبارزه ؟ فقال عمرو : لقد أنصفك الرجل ، واعلم أنّك إنْ نكلت عنه لمْ تزل سُبّة عليك وعلى عقبك ما بقي عربي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يا عمرو ، ليس مثلي يُخدع عن نفسه ، والله ، ما </w:t>
      </w:r>
      <w:r w:rsidR="00A70599">
        <w:rPr>
          <w:rtl/>
          <w:lang w:bidi="fa-IR"/>
        </w:rPr>
        <w:t>بارز ابن أبي طالب رجلاً قطّ إل</w:t>
      </w:r>
      <w:r w:rsidR="00A70599">
        <w:rPr>
          <w:rFonts w:hint="cs"/>
          <w:rtl/>
          <w:lang w:bidi="fa-IR"/>
        </w:rPr>
        <w:t>ّ</w:t>
      </w:r>
      <w:r w:rsidR="00A70599">
        <w:rPr>
          <w:rtl/>
          <w:lang w:bidi="fa-IR"/>
        </w:rPr>
        <w:t>ا</w:t>
      </w:r>
      <w:r>
        <w:rPr>
          <w:rtl/>
          <w:lang w:bidi="fa-IR"/>
        </w:rPr>
        <w:t xml:space="preserve"> سقى الأرض من دمه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انصرفا راجعين حتّى انتهيا إلى آخر الصفوف ، وحقَدها معاوية</w:t>
      </w:r>
      <w:r w:rsidR="00A70599">
        <w:rPr>
          <w:rtl/>
          <w:lang w:bidi="fa-IR"/>
        </w:rPr>
        <w:t xml:space="preserve"> على عمرو ، وقال : ما أظنّك إل</w:t>
      </w:r>
      <w:r w:rsidR="00A70599">
        <w:rPr>
          <w:rFonts w:hint="cs"/>
          <w:rtl/>
          <w:lang w:bidi="fa-IR"/>
        </w:rPr>
        <w:t>ّ</w:t>
      </w:r>
      <w:r w:rsidR="00A70599">
        <w:rPr>
          <w:rtl/>
          <w:lang w:bidi="fa-IR"/>
        </w:rPr>
        <w:t>ا</w:t>
      </w:r>
      <w:r>
        <w:rPr>
          <w:rtl/>
          <w:lang w:bidi="fa-IR"/>
        </w:rPr>
        <w:t xml:space="preserve"> مازحاً ! فلمّا جلس معاوية مجلسه دخل عليه عمرو ، فقال معاوية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7A7004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7A7004" w:rsidRDefault="00A70599" w:rsidP="0020087E">
            <w:pPr>
              <w:pStyle w:val="libPoem"/>
            </w:pPr>
            <w:r>
              <w:rPr>
                <w:rtl/>
                <w:lang w:bidi="fa-IR"/>
              </w:rPr>
              <w:t>يا عمروُ إنّكَ قدْ قشرتَ ليَ العَصا</w:t>
            </w:r>
            <w:r w:rsidR="007A70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7004" w:rsidRDefault="007A700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7004" w:rsidRDefault="00A70599" w:rsidP="0020087E">
            <w:pPr>
              <w:pStyle w:val="libPoem"/>
            </w:pPr>
            <w:r>
              <w:rPr>
                <w:rtl/>
                <w:lang w:bidi="fa-IR"/>
              </w:rPr>
              <w:t>برضاكَ في وسَطِ العجاجِ بِرازي</w:t>
            </w:r>
            <w:r w:rsidR="007A70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004" w:rsidTr="0020087E">
        <w:trPr>
          <w:trHeight w:val="350"/>
        </w:trPr>
        <w:tc>
          <w:tcPr>
            <w:tcW w:w="3920" w:type="dxa"/>
          </w:tcPr>
          <w:p w:rsidR="007A7004" w:rsidRDefault="00547C39" w:rsidP="0020087E">
            <w:pPr>
              <w:pStyle w:val="libPoem"/>
            </w:pPr>
            <w:r>
              <w:rPr>
                <w:rtl/>
                <w:lang w:bidi="fa-IR"/>
              </w:rPr>
              <w:t>ولقدْ أعدْتَ فقُلتُ مَزْحَةُ مازحٍ</w:t>
            </w:r>
            <w:r w:rsidR="007A70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004" w:rsidRDefault="007A700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004" w:rsidRDefault="00547C39" w:rsidP="0020087E">
            <w:pPr>
              <w:pStyle w:val="libPoem"/>
            </w:pPr>
            <w:r>
              <w:rPr>
                <w:rtl/>
                <w:lang w:bidi="fa-IR"/>
              </w:rPr>
              <w:t>وال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مَزْحُ يحملُهُ مقالُ الهازي</w:t>
            </w:r>
            <w:r w:rsidR="007A700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8E0B09">
      <w:pPr>
        <w:pStyle w:val="libFootnote0"/>
        <w:rPr>
          <w:lang w:bidi="fa-IR"/>
        </w:rPr>
      </w:pPr>
      <w:r w:rsidRPr="008E0B09">
        <w:rPr>
          <w:rtl/>
        </w:rPr>
        <w:t>(1)</w:t>
      </w:r>
      <w:r>
        <w:rPr>
          <w:rtl/>
          <w:lang w:bidi="fa-IR"/>
        </w:rPr>
        <w:t xml:space="preserve"> الضرب : العسل وزناً ومعنىً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C1691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C16916" w:rsidRDefault="00C16916" w:rsidP="0020087E">
            <w:pPr>
              <w:pStyle w:val="libPoem"/>
            </w:pPr>
            <w:r>
              <w:rPr>
                <w:rtl/>
                <w:lang w:bidi="fa-IR"/>
              </w:rPr>
              <w:lastRenderedPageBreak/>
              <w:t>فإذا الذي منَّتكَ نفسُكَ خالياً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16916" w:rsidRDefault="00C16916" w:rsidP="0020087E">
            <w:pPr>
              <w:pStyle w:val="libPoem"/>
            </w:pPr>
            <w:r>
              <w:rPr>
                <w:rtl/>
                <w:lang w:bidi="fa-IR"/>
              </w:rPr>
              <w:t>قتلِي جزاكَ بما نويتَ الجازي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 عمرو : أتجبن عن خصمك وتتهم نصيحك ؟ وقال مجيباً 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C16916" w:rsidTr="00C16916">
        <w:trPr>
          <w:trHeight w:val="350"/>
        </w:trPr>
        <w:tc>
          <w:tcPr>
            <w:tcW w:w="3536" w:type="dxa"/>
            <w:shd w:val="clear" w:color="auto" w:fill="auto"/>
          </w:tcPr>
          <w:p w:rsidR="00C16916" w:rsidRDefault="00A01035" w:rsidP="0020087E">
            <w:pPr>
              <w:pStyle w:val="libPoem"/>
            </w:pPr>
            <w:r>
              <w:rPr>
                <w:rtl/>
                <w:lang w:bidi="fa-IR"/>
              </w:rPr>
              <w:t>معاويَ إنْ نكلتَ عن البِرازِ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C16916" w:rsidRDefault="00A01035" w:rsidP="0020087E">
            <w:pPr>
              <w:pStyle w:val="libPoem"/>
            </w:pPr>
            <w:r>
              <w:rPr>
                <w:rtl/>
                <w:lang w:bidi="fa-IR"/>
              </w:rPr>
              <w:t>لك الويلاتُ فانظُرْ في المخازي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A01035" w:rsidP="0020087E">
            <w:pPr>
              <w:pStyle w:val="libPoem"/>
            </w:pPr>
            <w:r>
              <w:rPr>
                <w:rtl/>
                <w:lang w:bidi="fa-IR"/>
              </w:rPr>
              <w:t>وما ذنبي بإنْ نادَى عليٌّ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A01035" w:rsidP="0020087E">
            <w:pPr>
              <w:pStyle w:val="libPoem"/>
            </w:pPr>
            <w:r>
              <w:rPr>
                <w:rtl/>
                <w:lang w:bidi="fa-IR"/>
              </w:rPr>
              <w:t>وكبشُ القومِ يدعَى للبِرازِ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E9081E" w:rsidP="0020087E">
            <w:pPr>
              <w:pStyle w:val="libPoem"/>
            </w:pPr>
            <w:r>
              <w:rPr>
                <w:rtl/>
                <w:lang w:bidi="fa-IR"/>
              </w:rPr>
              <w:t>فلَو بارزْتهُ بارزتَ ليثاً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E9081E" w:rsidP="0020087E">
            <w:pPr>
              <w:pStyle w:val="libPoem"/>
            </w:pPr>
            <w:r>
              <w:rPr>
                <w:rtl/>
                <w:lang w:bidi="fa-IR"/>
              </w:rPr>
              <w:t>حديدَ النَّابِ ينفذُ كلَّ بازِ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EA6271" w:rsidP="0020087E">
            <w:pPr>
              <w:pStyle w:val="libPoem"/>
            </w:pPr>
            <w:r>
              <w:rPr>
                <w:rtl/>
                <w:lang w:bidi="fa-IR"/>
              </w:rPr>
              <w:t>وتزْعمُ أنّني أضمرتُ غِشاً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EA6271" w:rsidP="0020087E">
            <w:pPr>
              <w:pStyle w:val="libPoem"/>
            </w:pPr>
            <w:r>
              <w:rPr>
                <w:rtl/>
                <w:lang w:bidi="fa-IR"/>
              </w:rPr>
              <w:t>جزاني بالذي أضمرتُ جازِ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وبرز عمرو بن العاص في بعض أيام صفّين ، فاعترضه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ثمّ طعنه فصرعه ، واتّقاه عمرو برجله فبدت عورته ، فصرف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وجهه عنه ، فقال القوم : أفلت الرجل يا أمير المؤمنين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وهل تدرون مَن هو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فإنّه عمرو بن العاص تلقّاني بعورته فصرفت وجهي عنه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وإلى ذلك أشار أبو فراس الحمداني بقوله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C1691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C16916" w:rsidRDefault="00070E50" w:rsidP="0020087E">
            <w:pPr>
              <w:pStyle w:val="libPoem"/>
            </w:pPr>
            <w:r>
              <w:rPr>
                <w:rtl/>
                <w:lang w:bidi="fa-IR"/>
              </w:rPr>
              <w:t>ولا خيرَ في دفعِ الرَّدى بمذلّةٍ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16916" w:rsidRDefault="00070E50" w:rsidP="0020087E">
            <w:pPr>
              <w:pStyle w:val="libPoem"/>
            </w:pPr>
            <w:r>
              <w:rPr>
                <w:rtl/>
                <w:lang w:bidi="fa-IR"/>
              </w:rPr>
              <w:t>كما ردَّها يوماً بسوأتهِ عَمرو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ورجع عمرو إلى معاوية ، فقال له : ما صنعت ؟ قال : لقيني علي فصرعني فاتّقيته بعورتي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احمد الله وعورتك ، أمّا والله ، لو عرفته ما أقحمت عليه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معاوية في ذلك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C16916" w:rsidTr="00C16916">
        <w:trPr>
          <w:trHeight w:val="350"/>
        </w:trPr>
        <w:tc>
          <w:tcPr>
            <w:tcW w:w="3536" w:type="dxa"/>
            <w:shd w:val="clear" w:color="auto" w:fill="auto"/>
          </w:tcPr>
          <w:p w:rsidR="00C16916" w:rsidRDefault="00D47F55" w:rsidP="0020087E">
            <w:pPr>
              <w:pStyle w:val="libPoem"/>
            </w:pPr>
            <w:r>
              <w:rPr>
                <w:rtl/>
                <w:lang w:bidi="fa-IR"/>
              </w:rPr>
              <w:t>ألا لله منْ هفواتِ عَمرٍو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C16916" w:rsidRDefault="00D47F55" w:rsidP="0020087E">
            <w:pPr>
              <w:pStyle w:val="libPoem"/>
            </w:pPr>
            <w:r>
              <w:rPr>
                <w:rtl/>
                <w:lang w:bidi="fa-IR"/>
              </w:rPr>
              <w:t>يعاتبُني على تركِي بِرازي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D47F55" w:rsidP="0020087E">
            <w:pPr>
              <w:pStyle w:val="libPoem"/>
            </w:pPr>
            <w:r>
              <w:rPr>
                <w:rtl/>
                <w:lang w:bidi="fa-IR"/>
              </w:rPr>
              <w:t>فقدْ لاقى أبا حسنٍ عليّاً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D47F55" w:rsidP="0020087E">
            <w:pPr>
              <w:pStyle w:val="libPoem"/>
            </w:pPr>
            <w:r>
              <w:rPr>
                <w:rtl/>
                <w:lang w:bidi="fa-IR"/>
              </w:rPr>
              <w:t>فآبَ الوائليُّ مآبَ خازِ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8F75E9" w:rsidP="0020087E">
            <w:pPr>
              <w:pStyle w:val="libPoem"/>
            </w:pPr>
            <w:r>
              <w:rPr>
                <w:rtl/>
                <w:lang w:bidi="fa-IR"/>
              </w:rPr>
              <w:t>فلَو لمْ يُبدِ عورتَهُ للاقَى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8F75E9" w:rsidP="0020087E">
            <w:pPr>
              <w:pStyle w:val="libPoem"/>
            </w:pPr>
            <w:r>
              <w:rPr>
                <w:rtl/>
                <w:lang w:bidi="fa-IR"/>
              </w:rPr>
              <w:t>بهِ ليثاً يذللُ كلَّ نازِ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8F75E9" w:rsidP="0020087E">
            <w:pPr>
              <w:pStyle w:val="libPoem"/>
            </w:pPr>
            <w:r>
              <w:rPr>
                <w:rtl/>
                <w:lang w:bidi="fa-IR"/>
              </w:rPr>
              <w:t>له كفٌّ كأنَّ براحتيْها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8F75E9" w:rsidP="0020087E">
            <w:pPr>
              <w:pStyle w:val="libPoem"/>
            </w:pPr>
            <w:r>
              <w:rPr>
                <w:rtl/>
                <w:lang w:bidi="fa-IR"/>
              </w:rPr>
              <w:t>منايا القومِ يخطِفُ خطفَ بازِ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6916" w:rsidTr="00C16916">
        <w:tblPrEx>
          <w:tblLook w:val="04A0"/>
        </w:tblPrEx>
        <w:trPr>
          <w:trHeight w:val="350"/>
        </w:trPr>
        <w:tc>
          <w:tcPr>
            <w:tcW w:w="3536" w:type="dxa"/>
          </w:tcPr>
          <w:p w:rsidR="00C16916" w:rsidRDefault="00BE2781" w:rsidP="0020087E">
            <w:pPr>
              <w:pStyle w:val="libPoem"/>
            </w:pPr>
            <w:r>
              <w:rPr>
                <w:rtl/>
                <w:lang w:bidi="fa-IR"/>
              </w:rPr>
              <w:t>فإنْ تكُنْ المنيَّةُ أخطأتْهُ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6916" w:rsidRDefault="00C16916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6916" w:rsidRDefault="00BE2781" w:rsidP="0020087E">
            <w:pPr>
              <w:pStyle w:val="libPoem"/>
            </w:pPr>
            <w:r>
              <w:rPr>
                <w:rtl/>
                <w:lang w:bidi="fa-IR"/>
              </w:rPr>
              <w:t>فقدْ غنَّى بها أهلُ الحجازِ</w:t>
            </w:r>
            <w:r w:rsidR="00C169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151DA6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فغضب عمرو ، وقال : هل هو 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رجل لقيه ابن عمّه فصرعه ، أفترى السّماء قاطرةً لذلك دماً ؟! قال معاوية : ولكنّها تعقبك جبناً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وبرز عُروة بن داود الدمشقي ، فقال : إنْ كان معاوية كره مبارزتك يا أبا الحسن فهلمّ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فتقدّم إليه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فقال له أصحابه : ذَر هذا الكلب ؛ فإنّه ليس لك بخطر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والله ، ما معاوية اليوم بأغيظ لي منه ، دعوني وإيّاه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حمل عليه فضربه فقطعه قطعتين ، سقطت إحداهما يمنة والاُخرى يسرة ، فارتجّ العسكران لهول الضربة ، ثمّ قال (</w:t>
      </w:r>
      <w:r w:rsidR="00800C80" w:rsidRPr="00800C80">
        <w:rPr>
          <w:rStyle w:val="libAlaemChar"/>
          <w:rtl/>
        </w:rPr>
        <w:t>عليه‌السلام</w:t>
      </w:r>
      <w:r w:rsidR="00151DA6">
        <w:rPr>
          <w:rtl/>
          <w:lang w:bidi="fa-IR"/>
        </w:rPr>
        <w:t>) : (( يا عُروة</w:t>
      </w:r>
      <w:r>
        <w:rPr>
          <w:rtl/>
          <w:lang w:bidi="fa-IR"/>
        </w:rPr>
        <w:t>، اذهب فأخبر قومك ، أما والذي بعث محمّداً بالحقِّ لقد عاينت النّار وأصبحت من النّادمين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وحمل ابن عمّ لعُروة على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فطعنه ، فضرب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الرمح فبراه ، ثمّ قنّعه ضربة فألحقه بابن عمّه ، ومعاوية ينظر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تبّاً لهذه الرجال وقبحاً ! أما فيهم مَن يقتل هذا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أميرالمؤمنين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مبارزةً أو غيلة ، أو في اختلاط الفيلق وثَوَران النّقع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؟ فقال الوليد بن عقبة : ابرز إليه أنت ؛ فإنّك أولى النّاس بمبارزته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والله ، لقد دعاني إلى البراز حتّى استحييت من قريش ، وإنّي والله ، لا أبرز إليه ؛ ما</w:t>
      </w:r>
      <w:r w:rsidR="00151DA6">
        <w:rPr>
          <w:rtl/>
          <w:lang w:bidi="fa-IR"/>
        </w:rPr>
        <w:t xml:space="preserve"> جُعل العسكر بين يدي الرئيس إل</w:t>
      </w:r>
      <w:r w:rsidR="00151DA6">
        <w:rPr>
          <w:rFonts w:hint="cs"/>
          <w:rtl/>
          <w:lang w:bidi="fa-IR"/>
        </w:rPr>
        <w:t>ّ</w:t>
      </w:r>
      <w:r w:rsidR="00151DA6">
        <w:rPr>
          <w:rtl/>
          <w:lang w:bidi="fa-IR"/>
        </w:rPr>
        <w:t>ا</w:t>
      </w:r>
      <w:r>
        <w:rPr>
          <w:rtl/>
          <w:lang w:bidi="fa-IR"/>
        </w:rPr>
        <w:t xml:space="preserve"> وقاية 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عتبة بن أبي سفيان : الهوا عن هذا ، كأنّكم لم تسمعوا نداءه ، فقد علمتم أنّه قتل حريثاً وفض</w:t>
      </w:r>
      <w:r w:rsidR="00151DA6">
        <w:rPr>
          <w:rtl/>
          <w:lang w:bidi="fa-IR"/>
        </w:rPr>
        <w:t>ح عمراً ، ولا يتحكّك به أحد إل</w:t>
      </w:r>
      <w:r w:rsidR="00151DA6">
        <w:rPr>
          <w:rFonts w:hint="cs"/>
          <w:rtl/>
          <w:lang w:bidi="fa-IR"/>
        </w:rPr>
        <w:t>ّ</w:t>
      </w:r>
      <w:r w:rsidR="00151DA6">
        <w:rPr>
          <w:rtl/>
          <w:lang w:bidi="fa-IR"/>
        </w:rPr>
        <w:t>ا</w:t>
      </w:r>
      <w:r>
        <w:rPr>
          <w:rtl/>
          <w:lang w:bidi="fa-IR"/>
        </w:rPr>
        <w:t xml:space="preserve"> 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لبُسر بن أرطاة : أتقوم لمبارزته ؟ فقال : ما أحد أحقّ بها منك ، وإذا أبيتموه فأنا 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عند بُسر ابنُ عمّ له قدم من الحجاز يخطب ابنته ، فقال لبُسر : ما يدعوك إلى ذلك ؟ قال : الحياء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فضحك الغلام ،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151DA6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151DA6" w:rsidRDefault="00151DA6" w:rsidP="0020087E">
            <w:pPr>
              <w:pStyle w:val="libPoem"/>
            </w:pPr>
            <w:r>
              <w:rPr>
                <w:rtl/>
                <w:lang w:bidi="fa-IR"/>
              </w:rPr>
              <w:t>تنازلُهُ يا بُسْرُ إنْ كُنتَ ثلَهُ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51DA6" w:rsidRDefault="00151DA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51DA6" w:rsidRDefault="00151DA6" w:rsidP="0020087E">
            <w:pPr>
              <w:pStyle w:val="libPoem"/>
            </w:pPr>
            <w:r>
              <w:rPr>
                <w:rtl/>
                <w:lang w:bidi="fa-IR"/>
              </w:rPr>
              <w:t>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فإنَّ الليثَ للضبعِ آكلُ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DA6" w:rsidTr="0020087E">
        <w:trPr>
          <w:trHeight w:val="350"/>
        </w:trPr>
        <w:tc>
          <w:tcPr>
            <w:tcW w:w="3920" w:type="dxa"/>
          </w:tcPr>
          <w:p w:rsidR="00151DA6" w:rsidRDefault="00103EE1" w:rsidP="0020087E">
            <w:pPr>
              <w:pStyle w:val="libPoem"/>
            </w:pPr>
            <w:r>
              <w:rPr>
                <w:rtl/>
                <w:lang w:bidi="fa-IR"/>
              </w:rPr>
              <w:t>كأنّك يا بُسْرُ بنَ أرطاةَ جاهلٌ</w:t>
            </w:r>
            <w:r w:rsidR="00151D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DA6" w:rsidRDefault="00151DA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DA6" w:rsidRDefault="00103EE1" w:rsidP="0020087E">
            <w:pPr>
              <w:pStyle w:val="libPoem"/>
            </w:pPr>
            <w:r>
              <w:rPr>
                <w:rtl/>
                <w:lang w:bidi="fa-IR"/>
              </w:rPr>
              <w:t>بآثارِهِ في الحربِ أو متجاهل</w:t>
            </w:r>
            <w:r>
              <w:rPr>
                <w:rFonts w:hint="cs"/>
                <w:rtl/>
                <w:lang w:bidi="fa-IR"/>
              </w:rPr>
              <w:t>ُ</w:t>
            </w:r>
            <w:r w:rsidR="00151D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DA6" w:rsidTr="0020087E">
        <w:trPr>
          <w:trHeight w:val="350"/>
        </w:trPr>
        <w:tc>
          <w:tcPr>
            <w:tcW w:w="3920" w:type="dxa"/>
          </w:tcPr>
          <w:p w:rsidR="00151DA6" w:rsidRDefault="00103EE1" w:rsidP="0020087E">
            <w:pPr>
              <w:pStyle w:val="libPoem"/>
            </w:pPr>
            <w:r>
              <w:rPr>
                <w:rtl/>
                <w:lang w:bidi="fa-IR"/>
              </w:rPr>
              <w:t>متَى تلْقِهِ فالموتُ في رأسِ رُمحِهِ</w:t>
            </w:r>
            <w:r w:rsidR="00151D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DA6" w:rsidRDefault="00151DA6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DA6" w:rsidRDefault="00103EE1" w:rsidP="0020087E">
            <w:pPr>
              <w:pStyle w:val="libPoem"/>
            </w:pPr>
            <w:r>
              <w:rPr>
                <w:rtl/>
                <w:lang w:bidi="fa-IR"/>
              </w:rPr>
              <w:t>وفي سيفهِ شغلٌ لنفسك شاغل</w:t>
            </w:r>
            <w:r>
              <w:rPr>
                <w:rFonts w:hint="cs"/>
                <w:rtl/>
                <w:lang w:bidi="fa-IR"/>
              </w:rPr>
              <w:t>ُ</w:t>
            </w:r>
            <w:r w:rsidR="00151DA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</w:t>
      </w:r>
    </w:p>
    <w:p w:rsidR="00800C80" w:rsidRDefault="00C92D11" w:rsidP="00BC7D5B">
      <w:pPr>
        <w:pStyle w:val="libFootnote0"/>
        <w:rPr>
          <w:lang w:bidi="fa-IR"/>
        </w:rPr>
      </w:pPr>
      <w:r w:rsidRPr="00BC7D5B">
        <w:rPr>
          <w:rtl/>
        </w:rPr>
        <w:t>(1)</w:t>
      </w:r>
      <w:r>
        <w:rPr>
          <w:rtl/>
          <w:lang w:bidi="fa-IR"/>
        </w:rPr>
        <w:t xml:space="preserve"> النّقع : الغبار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187F0B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فقال بُسر : هل هو 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الموت ! فغدا علي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منقطعاً من خيله ومعه الأشتر ، فناداه بُسر : ابرز إليّ أبا حسن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فجاءه علي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بتؤدة</w:t>
      </w:r>
      <w:r w:rsidR="00C92D11" w:rsidRPr="00800C80">
        <w:rPr>
          <w:rStyle w:val="libFootnotenumChar"/>
          <w:rtl/>
        </w:rPr>
        <w:t>(1)</w:t>
      </w:r>
      <w:r w:rsidR="00C92D11">
        <w:rPr>
          <w:rtl/>
          <w:lang w:bidi="fa-IR"/>
        </w:rPr>
        <w:t xml:space="preserve"> غير مكترث ، فلمّا قاربه طعنه وهو دارع فألقاه على الأرض ، ومنع الدرعُ السّنان أنْ يصل إليه فاتّقاه بُسر ، وقصد أنْ يكشف سوأته ليستدفع بأسه فانصرف علي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عنه مستدبراً له ، فقال له الأشتر : إنّه بُسر بن أرطاة ! عدو الله وعدوك يا أمير المؤمنين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: (( دَعْه عليه لعنة الله ، أبَعد أنْ فعلها !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ورجع بُسر ، فقال له معاوية : ارفع طرفك قد أدال الله عمراً منك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في ذلك النّضر بن الحارث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1"/>
        <w:gridCol w:w="272"/>
        <w:gridCol w:w="3497"/>
      </w:tblGrid>
      <w:tr w:rsidR="00187F0B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أفي كلِّ يومٍ فارسٌ تندبُونهُ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لهُ عورةٌ وسطَ العَجاجةِ باديهْ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rPr>
          <w:trHeight w:val="350"/>
        </w:trPr>
        <w:tc>
          <w:tcPr>
            <w:tcW w:w="3920" w:type="dxa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يكفُّ بها عنهُ عليٌّ سِنانَهُ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ويضحكُ منها في الخلاءِ مُعاويهْ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rPr>
          <w:trHeight w:val="350"/>
        </w:trPr>
        <w:tc>
          <w:tcPr>
            <w:tcW w:w="3920" w:type="dxa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بدتْ أمسِ من عمرٍو فقنَّع رأسَهُ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187F0B" w:rsidP="0020087E">
            <w:pPr>
              <w:pStyle w:val="libPoem"/>
            </w:pPr>
            <w:r>
              <w:rPr>
                <w:rtl/>
                <w:lang w:bidi="fa-IR"/>
              </w:rPr>
              <w:t>وعورةُ بُسرٍ مثلُها حَذْوَ حاذِيهْ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rPr>
          <w:trHeight w:val="350"/>
        </w:trPr>
        <w:tc>
          <w:tcPr>
            <w:tcW w:w="3920" w:type="dxa"/>
          </w:tcPr>
          <w:p w:rsidR="00187F0B" w:rsidRDefault="007D6916" w:rsidP="0020087E">
            <w:pPr>
              <w:pStyle w:val="libPoem"/>
            </w:pPr>
            <w:r>
              <w:rPr>
                <w:rtl/>
                <w:lang w:bidi="fa-IR"/>
              </w:rPr>
              <w:t>فقولا لعمرٍو وابنِ أرطأةَ أبصِرا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7D6916" w:rsidP="0020087E">
            <w:pPr>
              <w:pStyle w:val="libPoem"/>
            </w:pPr>
            <w:r>
              <w:rPr>
                <w:rtl/>
                <w:lang w:bidi="fa-IR"/>
              </w:rPr>
              <w:t>سبيلَكُما لا تَلقَيا اللَّيثَ ثانيهْ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rPr>
          <w:trHeight w:val="350"/>
        </w:trPr>
        <w:tc>
          <w:tcPr>
            <w:tcW w:w="3920" w:type="dxa"/>
          </w:tcPr>
          <w:p w:rsidR="00187F0B" w:rsidRDefault="007D6916" w:rsidP="0020087E">
            <w:pPr>
              <w:pStyle w:val="libPoem"/>
            </w:pPr>
            <w:r>
              <w:rPr>
                <w:rtl/>
                <w:lang w:bidi="fa-IR"/>
              </w:rPr>
              <w:t>ولا تَحمدا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الحيا وخُصاكُما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7D6916" w:rsidP="0020087E">
            <w:pPr>
              <w:pStyle w:val="libPoem"/>
            </w:pPr>
            <w:r>
              <w:rPr>
                <w:rtl/>
                <w:lang w:bidi="fa-IR"/>
              </w:rPr>
              <w:t>هُما كانتا واللهِ للَّنفس واقيهْ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187F0B" w:rsidRDefault="007D6916" w:rsidP="0020087E">
            <w:pPr>
              <w:pStyle w:val="libPoem"/>
            </w:pPr>
            <w:r>
              <w:rPr>
                <w:rtl/>
                <w:lang w:bidi="fa-IR"/>
              </w:rPr>
              <w:t>فلولاهما لم تَنجُوَا منْ سنانهِ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وتلك بما فيها عنْ العَودِ ناهيهْ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متَى تلقيا الخيلَ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مُشيحةَ صُبْحةً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وفيها عليٌّ فاتْرُكا الخيلَ ناحيهْ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وكونا بعيداً حيثُ لا يبلغ القَنا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نحورَكُما إنّ التجاربَ كافيهْ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F0B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وإنْ كان منهُ بعدُ في النَّفسِ حاجةٌ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7F0B" w:rsidRDefault="00187F0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7F0B" w:rsidRDefault="006331DD" w:rsidP="0020087E">
            <w:pPr>
              <w:pStyle w:val="libPoem"/>
            </w:pPr>
            <w:r>
              <w:rPr>
                <w:rtl/>
                <w:lang w:bidi="fa-IR"/>
              </w:rPr>
              <w:t>فعُودا إلى ما شئتُما هي ما هِيهْ</w:t>
            </w:r>
            <w:r w:rsidR="00187F0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وعمرو هذا هو الذي دبّر الحيلة على مولانا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برفع المصاحف على رؤوس الرماح حتّى اغترّ بذلك أهل العراق ، واضطرّ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إلى القبول بالتحاكم إلى القرآن وهو يقول لهم : (( أنا كتاب الله النّاطق ، وهذا كتاب الله الصامت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فلمْ يسمعوا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ولولا رفع تلك المصاحف على رؤوس الرماح ، لم يُرفع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ورؤوس أصحابه على رؤوس الرماح يوم كربلاء ، يسار بها من بلد إلى بلد ، فمن كربلاء إلى الكوفة ،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800C80" w:rsidRDefault="00C92D11" w:rsidP="00041EFB">
      <w:pPr>
        <w:pStyle w:val="libFootnote0"/>
        <w:rPr>
          <w:lang w:bidi="fa-IR"/>
        </w:rPr>
      </w:pPr>
      <w:r w:rsidRPr="00041EFB">
        <w:rPr>
          <w:rtl/>
        </w:rPr>
        <w:t>(1)</w:t>
      </w:r>
      <w:r>
        <w:rPr>
          <w:rtl/>
          <w:lang w:bidi="fa-IR"/>
        </w:rPr>
        <w:t xml:space="preserve"> أي : مشى مشياً وئيداً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41EF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ومن الكوفة إلى الشام أمام عينَي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وأمام عينَي زينب وسائر النّساء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041EFB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قربوا من دمشق دنت اُمّ كلثوم من شمر ، فقالت له : لي إليك حاجة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ما حاجتك ؟ قالت : إذا دخلت بنا البلد فاحملنا في درب قليل النظّارة ، وتقدّم إليهم أنْ يخرجوا هذه الرؤوس من بين المحامل وينحّونا عنها ؛ فقد خزينا من كثرة النّظر إلينا ونحن في هذه الحال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فأمر في جواب سؤالها ، أنْ تجعل الرؤوس على الرماح في أوساط المحامل بغيّاً منه وكفراً ، وسلك بهم بين النظّارة على تلك الصفة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3"/>
        <w:gridCol w:w="272"/>
        <w:gridCol w:w="3515"/>
      </w:tblGrid>
      <w:tr w:rsidR="00041EFB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041EFB" w:rsidRDefault="00041EFB" w:rsidP="0020087E">
            <w:pPr>
              <w:pStyle w:val="libPoem"/>
            </w:pPr>
            <w:r>
              <w:rPr>
                <w:rtl/>
                <w:lang w:bidi="fa-IR"/>
              </w:rPr>
              <w:t>ليتَ المواكبَ والوصيُّ زعيمُها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1EFB" w:rsidRDefault="00041EF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1EFB" w:rsidRDefault="00041EFB" w:rsidP="0020087E">
            <w:pPr>
              <w:pStyle w:val="libPoem"/>
            </w:pPr>
            <w:r>
              <w:rPr>
                <w:rtl/>
                <w:lang w:bidi="fa-IR"/>
              </w:rPr>
              <w:t>وقفوا كموقِفكُمْ على صفّين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EFB" w:rsidTr="0020087E">
        <w:trPr>
          <w:trHeight w:val="350"/>
        </w:trPr>
        <w:tc>
          <w:tcPr>
            <w:tcW w:w="3920" w:type="dxa"/>
          </w:tcPr>
          <w:p w:rsidR="00041EFB" w:rsidRDefault="001A08DC" w:rsidP="0020087E">
            <w:pPr>
              <w:pStyle w:val="libPoem"/>
            </w:pPr>
            <w:r>
              <w:rPr>
                <w:rtl/>
                <w:lang w:bidi="fa-IR"/>
              </w:rPr>
              <w:t>بالطفِّ كي يرَوا الاُولى فوق القنَا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1EFB" w:rsidRDefault="00041EF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1EFB" w:rsidRDefault="001A08DC" w:rsidP="0020087E">
            <w:pPr>
              <w:pStyle w:val="libPoem"/>
            </w:pPr>
            <w:r>
              <w:rPr>
                <w:rtl/>
                <w:lang w:bidi="fa-IR"/>
              </w:rPr>
              <w:t>رُفعتْ مصاحفُها اتّقاءَ منون</w:t>
            </w:r>
            <w:r>
              <w:rPr>
                <w:rFonts w:hint="cs"/>
                <w:rtl/>
                <w:lang w:bidi="fa-IR"/>
              </w:rPr>
              <w:t>ِ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1EFB" w:rsidTr="0020087E">
        <w:trPr>
          <w:trHeight w:val="350"/>
        </w:trPr>
        <w:tc>
          <w:tcPr>
            <w:tcW w:w="3920" w:type="dxa"/>
          </w:tcPr>
          <w:p w:rsidR="00041EFB" w:rsidRDefault="001A08DC" w:rsidP="0020087E">
            <w:pPr>
              <w:pStyle w:val="libPoem"/>
            </w:pPr>
            <w:r>
              <w:rPr>
                <w:rtl/>
                <w:lang w:bidi="fa-IR"/>
              </w:rPr>
              <w:t>جعلتْ رؤوسَ بني النّبيِّ مكانَها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1EFB" w:rsidRDefault="00041EF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1EFB" w:rsidRDefault="001A08DC" w:rsidP="0020087E">
            <w:pPr>
              <w:pStyle w:val="libPoem"/>
            </w:pPr>
            <w:r>
              <w:rPr>
                <w:rtl/>
                <w:lang w:bidi="fa-IR"/>
              </w:rPr>
              <w:t>وشفَتْ قديمَ لواعجٍ وضغون</w:t>
            </w:r>
            <w:r>
              <w:rPr>
                <w:rFonts w:hint="cs"/>
                <w:rtl/>
                <w:lang w:bidi="fa-IR"/>
              </w:rPr>
              <w:t>ِ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840281">
      <w:pPr>
        <w:pStyle w:val="Heading2Center"/>
        <w:rPr>
          <w:lang w:bidi="fa-IR"/>
        </w:rPr>
      </w:pPr>
      <w:bookmarkStart w:id="6" w:name="_Toc18255819"/>
      <w:r>
        <w:rPr>
          <w:rtl/>
          <w:lang w:bidi="fa-IR"/>
        </w:rPr>
        <w:t>المجلس الخمسون بعد المئة</w:t>
      </w:r>
      <w:bookmarkEnd w:id="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اجتمع عند معاوية بصفّين ليلةً عتبة بن أبي سفيان والوليد</w:t>
      </w:r>
      <w:r w:rsidR="006F12D1">
        <w:rPr>
          <w:rtl/>
          <w:lang w:bidi="fa-IR"/>
        </w:rPr>
        <w:t xml:space="preserve"> بن عقبة ومروان بن الحكم وغيرهم</w:t>
      </w:r>
      <w:r>
        <w:rPr>
          <w:rtl/>
          <w:lang w:bidi="fa-IR"/>
        </w:rPr>
        <w:t>، فقال عتبة : إنّ أمر</w:t>
      </w:r>
      <w:r w:rsidR="006F12D1">
        <w:rPr>
          <w:rtl/>
          <w:lang w:bidi="fa-IR"/>
        </w:rPr>
        <w:t>نا وأمر علي لعجب ! ليس منّا إل</w:t>
      </w:r>
      <w:r w:rsidR="006F12D1">
        <w:rPr>
          <w:rFonts w:hint="cs"/>
          <w:rtl/>
          <w:lang w:bidi="fa-IR"/>
        </w:rPr>
        <w:t>ّ</w:t>
      </w:r>
      <w:r w:rsidR="006F12D1">
        <w:rPr>
          <w:rtl/>
          <w:lang w:bidi="fa-IR"/>
        </w:rPr>
        <w:t>ا</w:t>
      </w:r>
      <w:r>
        <w:rPr>
          <w:rtl/>
          <w:lang w:bidi="fa-IR"/>
        </w:rPr>
        <w:t xml:space="preserve"> موتور ؛ أمّا أنا فقتل جدّي وشرك في دم عمومتي يوم بدر ؛ وأمّا أنت يا وليد ، فقتل أبوك يوم الجمل وأيتم إخوتك ؛ وأمّا أنت يا مروان ، فكما قال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041EFB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041EFB" w:rsidRDefault="006F12D1" w:rsidP="0020087E">
            <w:pPr>
              <w:pStyle w:val="libPoem"/>
            </w:pPr>
            <w:r>
              <w:rPr>
                <w:rtl/>
                <w:lang w:bidi="fa-IR"/>
              </w:rPr>
              <w:t>وأفَلتَهُنَّ</w:t>
            </w:r>
            <w:r w:rsidRPr="00800C80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عِلباءٌ</w:t>
            </w:r>
            <w:r w:rsidRPr="00800C80">
              <w:rPr>
                <w:rStyle w:val="libFootnotenumChar"/>
                <w:rtl/>
              </w:rPr>
              <w:t>(2)</w:t>
            </w:r>
            <w:r>
              <w:rPr>
                <w:rtl/>
                <w:lang w:bidi="fa-IR"/>
              </w:rPr>
              <w:t xml:space="preserve"> جَريضاً</w:t>
            </w:r>
            <w:r w:rsidRPr="00800C80">
              <w:rPr>
                <w:rStyle w:val="libFootnotenumChar"/>
                <w:rtl/>
              </w:rPr>
              <w:t>(3)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1EFB" w:rsidRDefault="00041EFB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1EFB" w:rsidRDefault="006F12D1" w:rsidP="0020087E">
            <w:pPr>
              <w:pStyle w:val="libPoem"/>
            </w:pPr>
            <w:r>
              <w:rPr>
                <w:rtl/>
                <w:lang w:bidi="fa-IR"/>
              </w:rPr>
              <w:t>ولو أدرَكْنَهُ صَفِرَ الوِطابُ</w:t>
            </w:r>
            <w:r w:rsidRPr="00800C80">
              <w:rPr>
                <w:rStyle w:val="libFootnotenumChar"/>
                <w:rtl/>
              </w:rPr>
              <w:t>(4)</w:t>
            </w:r>
            <w:r w:rsidR="00041EF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__</w:t>
      </w:r>
    </w:p>
    <w:p w:rsidR="00C92D11" w:rsidRDefault="00C92D11" w:rsidP="00E87D05">
      <w:pPr>
        <w:pStyle w:val="libFootnote0"/>
        <w:rPr>
          <w:lang w:bidi="fa-IR"/>
        </w:rPr>
      </w:pPr>
      <w:r w:rsidRPr="00E87D05">
        <w:rPr>
          <w:rtl/>
        </w:rPr>
        <w:t>(1)</w:t>
      </w:r>
      <w:r>
        <w:rPr>
          <w:rtl/>
          <w:lang w:bidi="fa-IR"/>
        </w:rPr>
        <w:t xml:space="preserve"> انفلت منهن</w:t>
      </w:r>
      <w:r w:rsidR="00343D55">
        <w:rPr>
          <w:rtl/>
          <w:lang w:bidi="fa-IR"/>
        </w:rPr>
        <w:t>.</w:t>
      </w:r>
    </w:p>
    <w:p w:rsidR="00C92D11" w:rsidRDefault="00C92D11" w:rsidP="00E87D05">
      <w:pPr>
        <w:pStyle w:val="libFootnote0"/>
        <w:rPr>
          <w:lang w:bidi="fa-IR"/>
        </w:rPr>
      </w:pPr>
      <w:r w:rsidRPr="00E87D05">
        <w:rPr>
          <w:rtl/>
        </w:rPr>
        <w:t>(2)</w:t>
      </w:r>
      <w:r>
        <w:rPr>
          <w:rtl/>
          <w:lang w:bidi="fa-IR"/>
        </w:rPr>
        <w:t xml:space="preserve"> اسم رجل</w:t>
      </w:r>
      <w:r w:rsidR="00343D55">
        <w:rPr>
          <w:rtl/>
          <w:lang w:bidi="fa-IR"/>
        </w:rPr>
        <w:t>.</w:t>
      </w:r>
    </w:p>
    <w:p w:rsidR="00C92D11" w:rsidRDefault="00C92D11" w:rsidP="00E87D05">
      <w:pPr>
        <w:pStyle w:val="libFootnote0"/>
        <w:rPr>
          <w:lang w:bidi="fa-IR"/>
        </w:rPr>
      </w:pPr>
      <w:r w:rsidRPr="00E87D05">
        <w:rPr>
          <w:rtl/>
        </w:rPr>
        <w:t>(3)</w:t>
      </w:r>
      <w:r>
        <w:rPr>
          <w:rtl/>
          <w:lang w:bidi="fa-IR"/>
        </w:rPr>
        <w:t xml:space="preserve"> الجريض : المغموم</w:t>
      </w:r>
      <w:r w:rsidR="00343D55">
        <w:rPr>
          <w:rtl/>
          <w:lang w:bidi="fa-IR"/>
        </w:rPr>
        <w:t>.</w:t>
      </w:r>
    </w:p>
    <w:p w:rsidR="00C92D11" w:rsidRDefault="00C92D11" w:rsidP="00E87D05">
      <w:pPr>
        <w:pStyle w:val="libFootnote0"/>
        <w:rPr>
          <w:lang w:bidi="fa-IR"/>
        </w:rPr>
      </w:pPr>
      <w:r w:rsidRPr="00E87D05">
        <w:rPr>
          <w:rtl/>
        </w:rPr>
        <w:t>(4)</w:t>
      </w:r>
      <w:r>
        <w:rPr>
          <w:rtl/>
          <w:lang w:bidi="fa-IR"/>
        </w:rPr>
        <w:t xml:space="preserve"> الوطاب : جمع وطب ، وهو سقاء اللبن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وصفرت الوطاب : أي خلت من اللبن ، ويكنّى به عن الموت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يقال : صفرت وطابه : أي مات أو قُتل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وهذا البيت ضربه كالمثل لمروان ، أي : أنّه أفلت يوم الجمل بآخر رمق ، ولو أدركه علي (</w:t>
      </w:r>
      <w:r w:rsidR="00800C80" w:rsidRPr="00720A00">
        <w:rPr>
          <w:rStyle w:val="libFootnoteAlaemChar"/>
          <w:rtl/>
        </w:rPr>
        <w:t>عليه‌السلام</w:t>
      </w:r>
      <w:r>
        <w:rPr>
          <w:rtl/>
          <w:lang w:bidi="fa-IR"/>
        </w:rPr>
        <w:t>) ل</w:t>
      </w:r>
      <w:r w:rsidR="00720A00">
        <w:rPr>
          <w:rtl/>
          <w:lang w:bidi="fa-IR"/>
        </w:rPr>
        <w:t>قتله</w:t>
      </w:r>
      <w:r w:rsidR="00343D55">
        <w:rPr>
          <w:rtl/>
          <w:lang w:bidi="fa-IR"/>
        </w:rPr>
        <w:t>.</w:t>
      </w:r>
      <w:r w:rsidR="00720A00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قال معاوية : هذا الإقرار فأين الغير ؟ قال مروان : أيّ غير تريد ؟ قال : اُريد أنْ يشجر بالرماح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والله ، إنّك لهازل ولقد ثقلنا عليك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الوليد بن عقبة في ذلك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B25E44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B25E44" w:rsidRDefault="00B25E44" w:rsidP="0020087E">
            <w:pPr>
              <w:pStyle w:val="libPoem"/>
            </w:pPr>
            <w:r>
              <w:rPr>
                <w:rtl/>
                <w:lang w:bidi="fa-IR"/>
              </w:rPr>
              <w:t>يقولُ لنا معاويةُ بنُ حربٍ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5E44" w:rsidRDefault="00B25E44" w:rsidP="0020087E">
            <w:pPr>
              <w:pStyle w:val="libPoem"/>
            </w:pPr>
            <w:r>
              <w:rPr>
                <w:rtl/>
                <w:lang w:bidi="fa-IR"/>
              </w:rPr>
              <w:t>أمَا فيكُمْ لِواترِكُمْ طَلُوبُ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rPr>
          <w:trHeight w:val="350"/>
        </w:trPr>
        <w:tc>
          <w:tcPr>
            <w:tcW w:w="3920" w:type="dxa"/>
          </w:tcPr>
          <w:p w:rsidR="00B25E44" w:rsidRDefault="00B25E44" w:rsidP="0020087E">
            <w:pPr>
              <w:pStyle w:val="libPoem"/>
            </w:pPr>
            <w:r>
              <w:rPr>
                <w:rtl/>
                <w:lang w:bidi="fa-IR"/>
              </w:rPr>
              <w:t>يشدُّ على أبي حسنٍ عليٍّ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B25E44" w:rsidP="0020087E">
            <w:pPr>
              <w:pStyle w:val="libPoem"/>
            </w:pPr>
            <w:r>
              <w:rPr>
                <w:rtl/>
                <w:lang w:bidi="fa-IR"/>
              </w:rPr>
              <w:t>بأسمرَ لمْ تُهجِّنهُ الكُعوبُ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rPr>
          <w:trHeight w:val="350"/>
        </w:trPr>
        <w:tc>
          <w:tcPr>
            <w:tcW w:w="3920" w:type="dxa"/>
          </w:tcPr>
          <w:p w:rsidR="00B25E44" w:rsidRDefault="0074437A" w:rsidP="0020087E">
            <w:pPr>
              <w:pStyle w:val="libPoem"/>
            </w:pPr>
            <w:r>
              <w:rPr>
                <w:rtl/>
                <w:lang w:bidi="fa-IR"/>
              </w:rPr>
              <w:t>فقلتُ لهُ أتلعبُ يابنَ هندٍ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74437A" w:rsidP="0020087E">
            <w:pPr>
              <w:pStyle w:val="libPoem"/>
            </w:pPr>
            <w:r>
              <w:rPr>
                <w:rtl/>
                <w:lang w:bidi="fa-IR"/>
              </w:rPr>
              <w:t>كانَّك وسْطَنا رجلٌ غريبُ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rPr>
          <w:trHeight w:val="350"/>
        </w:trPr>
        <w:tc>
          <w:tcPr>
            <w:tcW w:w="3920" w:type="dxa"/>
          </w:tcPr>
          <w:p w:rsidR="00B25E44" w:rsidRDefault="00CA3357" w:rsidP="0020087E">
            <w:pPr>
              <w:pStyle w:val="libPoem"/>
            </w:pPr>
            <w:r>
              <w:rPr>
                <w:rtl/>
                <w:lang w:bidi="fa-IR"/>
              </w:rPr>
              <w:t>أتأمرُنا بحيَّةِ بطنِ وادٍ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CA3357" w:rsidP="0020087E">
            <w:pPr>
              <w:pStyle w:val="libPoem"/>
            </w:pPr>
            <w:r>
              <w:rPr>
                <w:rtl/>
                <w:lang w:bidi="fa-IR"/>
              </w:rPr>
              <w:t>إذا نَهشَتْ فليس لها طبيبُ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rPr>
          <w:trHeight w:val="350"/>
        </w:trPr>
        <w:tc>
          <w:tcPr>
            <w:tcW w:w="3920" w:type="dxa"/>
          </w:tcPr>
          <w:p w:rsidR="00B25E44" w:rsidRDefault="00AA3120" w:rsidP="0020087E">
            <w:pPr>
              <w:pStyle w:val="libPoem"/>
            </w:pPr>
            <w:r>
              <w:rPr>
                <w:rtl/>
                <w:lang w:bidi="fa-IR"/>
              </w:rPr>
              <w:t>وما ضَبُعٌ أقام ببطنِ وادٍ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AA3120" w:rsidP="0020087E">
            <w:pPr>
              <w:pStyle w:val="libPoem"/>
            </w:pPr>
            <w:r>
              <w:rPr>
                <w:rtl/>
                <w:lang w:bidi="fa-IR"/>
              </w:rPr>
              <w:t>اُتيح له بهِ أسدٌ مَهيبُ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B25E44" w:rsidRDefault="002275DB" w:rsidP="0020087E">
            <w:pPr>
              <w:pStyle w:val="libPoem"/>
            </w:pPr>
            <w:r>
              <w:rPr>
                <w:rtl/>
                <w:lang w:bidi="fa-IR"/>
              </w:rPr>
              <w:t>بأضعفَ حيلةً منّا إذا ما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2275DB" w:rsidP="0020087E">
            <w:pPr>
              <w:pStyle w:val="libPoem"/>
            </w:pPr>
            <w:r>
              <w:rPr>
                <w:rtl/>
                <w:lang w:bidi="fa-IR"/>
              </w:rPr>
              <w:t>لَقيناه وذا منَّا عَجيبُ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B25E44" w:rsidRDefault="002275DB" w:rsidP="0020087E">
            <w:pPr>
              <w:pStyle w:val="libPoem"/>
            </w:pPr>
            <w:r>
              <w:rPr>
                <w:rtl/>
                <w:lang w:bidi="fa-IR"/>
              </w:rPr>
              <w:t>سِوى عمرٍو وقَتْهُ خُصيتاهُ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2275DB" w:rsidP="0020087E">
            <w:pPr>
              <w:pStyle w:val="libPoem"/>
            </w:pPr>
            <w:r>
              <w:rPr>
                <w:rtl/>
                <w:lang w:bidi="fa-IR"/>
              </w:rPr>
              <w:t>نجا ولِقلبِهِ منها وَجيبُ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B25E44" w:rsidRDefault="00DB6D43" w:rsidP="0020087E">
            <w:pPr>
              <w:pStyle w:val="libPoem"/>
            </w:pPr>
            <w:r>
              <w:rPr>
                <w:rtl/>
                <w:lang w:bidi="fa-IR"/>
              </w:rPr>
              <w:t>لعمر أبي معاويةَ بن حربٍ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DB6D43" w:rsidP="0020087E">
            <w:pPr>
              <w:pStyle w:val="libPoem"/>
            </w:pPr>
            <w:r>
              <w:rPr>
                <w:rtl/>
                <w:lang w:bidi="fa-IR"/>
              </w:rPr>
              <w:t>وما ظنِّي ستلحقهُ العيوبُ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5E44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B25E44" w:rsidRDefault="00DB6D43" w:rsidP="0020087E">
            <w:pPr>
              <w:pStyle w:val="libPoem"/>
            </w:pPr>
            <w:r>
              <w:rPr>
                <w:rtl/>
                <w:lang w:bidi="fa-IR"/>
              </w:rPr>
              <w:t>لقد ناداهُ في الهيجا عليٌّ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5E44" w:rsidRDefault="00B25E44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5E44" w:rsidRDefault="00DB6D43" w:rsidP="0020087E">
            <w:pPr>
              <w:pStyle w:val="libPoem"/>
            </w:pPr>
            <w:r>
              <w:rPr>
                <w:rtl/>
                <w:lang w:bidi="fa-IR"/>
              </w:rPr>
              <w:t>فأسمعهُ ولكنْ لا يُجيبُ</w:t>
            </w:r>
            <w:r w:rsidR="00B25E4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فغضب عمرو ، وقال : إنْ كان الوليد صادقاً ، فليلقَ عليّاً أو ليقف حيث يسمع صوته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عمرو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517049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517049" w:rsidRDefault="00517049" w:rsidP="0020087E">
            <w:pPr>
              <w:pStyle w:val="libPoem"/>
            </w:pPr>
            <w:r>
              <w:rPr>
                <w:rtl/>
                <w:lang w:bidi="fa-IR"/>
              </w:rPr>
              <w:t>يُذكِّرُني الوليدُ دُعَا عليٍّ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وبطنُ المرءِ يملؤهُ الوعيد</w:t>
            </w:r>
            <w:r>
              <w:rPr>
                <w:rFonts w:hint="cs"/>
                <w:rtl/>
                <w:lang w:bidi="fa-IR"/>
              </w:rPr>
              <w:t>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049" w:rsidTr="0020087E">
        <w:trPr>
          <w:trHeight w:val="350"/>
        </w:trPr>
        <w:tc>
          <w:tcPr>
            <w:tcW w:w="3920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مَتى تذكُرْ مشاهدَهُ قُريشٌ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يَطِرْ منْ خوفهِ القلبُ الشديد</w:t>
            </w:r>
            <w:r>
              <w:rPr>
                <w:rFonts w:hint="cs"/>
                <w:rtl/>
                <w:lang w:bidi="fa-IR"/>
              </w:rPr>
              <w:t>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049" w:rsidTr="0020087E">
        <w:trPr>
          <w:trHeight w:val="350"/>
        </w:trPr>
        <w:tc>
          <w:tcPr>
            <w:tcW w:w="3920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فأمّا في اللقاءِ فأين منهُ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معاويةُ بنُ حربٍ والوليد</w:t>
            </w:r>
            <w:r>
              <w:rPr>
                <w:rFonts w:hint="cs"/>
                <w:rtl/>
                <w:lang w:bidi="fa-IR"/>
              </w:rPr>
              <w:t>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049" w:rsidTr="0020087E">
        <w:trPr>
          <w:trHeight w:val="350"/>
        </w:trPr>
        <w:tc>
          <w:tcPr>
            <w:tcW w:w="3920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وعيَّرَني الوليدُ لقاءَ ليثٍ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إذا ما زارَ هابَتْهُ الاُسودُ</w:t>
            </w:r>
            <w:r w:rsidRPr="00800C80">
              <w:rPr>
                <w:rStyle w:val="libFootnotenumChar"/>
                <w:rtl/>
              </w:rPr>
              <w:t>(1)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049" w:rsidTr="0020087E">
        <w:trPr>
          <w:trHeight w:val="350"/>
        </w:trPr>
        <w:tc>
          <w:tcPr>
            <w:tcW w:w="3920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لقيتُ ولستُ أجهلُهُ عليّاً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وقدْ بُلّتْ من العَلَقِ الكُبُود</w:t>
            </w:r>
            <w:r>
              <w:rPr>
                <w:rFonts w:hint="cs"/>
                <w:rtl/>
                <w:lang w:bidi="fa-IR"/>
              </w:rPr>
              <w:t>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049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فأطعنُهُ ويطعنُني خِلاساً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049" w:rsidRDefault="0051704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049" w:rsidRDefault="005D697C" w:rsidP="0020087E">
            <w:pPr>
              <w:pStyle w:val="libPoem"/>
            </w:pPr>
            <w:r>
              <w:rPr>
                <w:rtl/>
                <w:lang w:bidi="fa-IR"/>
              </w:rPr>
              <w:t>وماذا بَعد طعنتِهِ اُريد</w:t>
            </w:r>
            <w:r>
              <w:rPr>
                <w:rFonts w:hint="cs"/>
                <w:rtl/>
                <w:lang w:bidi="fa-IR"/>
              </w:rPr>
              <w:t>ُ</w:t>
            </w:r>
            <w:r w:rsidR="0051704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0405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904050">
        <w:rPr>
          <w:rtl/>
          <w:lang w:bidi="fa-IR"/>
        </w:rPr>
        <w:t>__</w:t>
      </w:r>
    </w:p>
    <w:p w:rsidR="00800C80" w:rsidRDefault="00C92D11" w:rsidP="00904050">
      <w:pPr>
        <w:pStyle w:val="libFootnote0"/>
        <w:rPr>
          <w:lang w:bidi="fa-IR"/>
        </w:rPr>
      </w:pPr>
      <w:r w:rsidRPr="00904050">
        <w:rPr>
          <w:rtl/>
        </w:rPr>
        <w:t>(1)</w:t>
      </w:r>
      <w:r>
        <w:rPr>
          <w:rtl/>
          <w:lang w:bidi="fa-IR"/>
        </w:rPr>
        <w:t xml:space="preserve"> إنّ مفردة ( زار ) هنا مخففة عن ( زأر</w:t>
      </w:r>
      <w:r w:rsidR="00904050">
        <w:rPr>
          <w:rtl/>
          <w:lang w:bidi="fa-IR"/>
        </w:rPr>
        <w:t xml:space="preserve"> ) التي بمعنى : صاح عن صدره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(موقع معهد الإمامَين الحسنَين)</w:t>
      </w:r>
    </w:p>
    <w:p w:rsidR="00904050" w:rsidRDefault="00904050" w:rsidP="00904050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6F62AC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lastRenderedPageBreak/>
              <w:t>فرُمْها منهُ يابنَ أبي مُعَيْطٍ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F62AC" w:rsidRDefault="006F62A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t>وأنتَ الفارسُ البطلُ النَّجيد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62AC" w:rsidTr="0020087E">
        <w:trPr>
          <w:trHeight w:val="350"/>
        </w:trPr>
        <w:tc>
          <w:tcPr>
            <w:tcW w:w="3920" w:type="dxa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t>فاُقسِمُ لو سمعتَ نِدَا عليٍّ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F62AC" w:rsidRDefault="006F62A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t>لطارَ القلبُ وانتفَخَ الوريد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62AC" w:rsidTr="0020087E">
        <w:trPr>
          <w:trHeight w:val="350"/>
        </w:trPr>
        <w:tc>
          <w:tcPr>
            <w:tcW w:w="3920" w:type="dxa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t>ولو لاقيتَهُ شُقَّتْ جُيوبٌ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F62AC" w:rsidRDefault="006F62A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F62AC" w:rsidRDefault="006F62AC" w:rsidP="0020087E">
            <w:pPr>
              <w:pStyle w:val="libPoem"/>
            </w:pPr>
            <w:r>
              <w:rPr>
                <w:rtl/>
                <w:lang w:bidi="fa-IR"/>
              </w:rPr>
              <w:t>عليك ولُطِّمتْ فيك الخُدود</w:t>
            </w:r>
            <w:r w:rsidR="00A24413"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وما زالت أضغان بني اُميّة كامنةً في صدورهم بقتل مَن قتله منهم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يوم كانوا يقودون الجيوش لحرب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ومحو الإسلام في يوم بدر واُحد والأحزاب ، ويُظهرونها لعلي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وأولاده ، ويجهدون في محوهم عن ج</w:t>
      </w:r>
      <w:r w:rsidR="00A24413">
        <w:rPr>
          <w:rtl/>
          <w:lang w:bidi="fa-IR"/>
        </w:rPr>
        <w:t>ديد الأرض كلّما سنحت لهم الفرصة</w:t>
      </w:r>
      <w:r>
        <w:rPr>
          <w:rtl/>
          <w:lang w:bidi="fa-IR"/>
        </w:rPr>
        <w:t>، ويُظهرون الشماتة والفرح بما يُصيب آل بيت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المصائب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فمِن ذلك ل</w:t>
      </w:r>
      <w:r w:rsidR="00A24413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جاء الخبر إلى المدينة بقتل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وكان الأمير عليها من بني اُميّة وهو عمرو بن سعيد بن العاص ، فلمّا سمع أصوات نساء بني هاشم يبكين على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ويندبنه ، ضحك وتمثل بقول بعض العرب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A24413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A24413" w:rsidRDefault="00A24413" w:rsidP="0020087E">
            <w:pPr>
              <w:pStyle w:val="libPoem"/>
            </w:pPr>
            <w:r>
              <w:rPr>
                <w:rtl/>
                <w:lang w:bidi="fa-IR"/>
              </w:rPr>
              <w:t>عجَّتْ نساءُ بني زيادٍ عجَّةً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4413" w:rsidRDefault="00A24413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4413" w:rsidRDefault="00A24413" w:rsidP="0020087E">
            <w:pPr>
              <w:pStyle w:val="libPoem"/>
            </w:pPr>
            <w:r>
              <w:rPr>
                <w:rtl/>
                <w:lang w:bidi="fa-IR"/>
              </w:rPr>
              <w:t>كعجيجِ نسوتِنا غَداةَ الأرنب</w:t>
            </w:r>
            <w:r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 خطب النّاس ، وقال في خطبته : إنّها لدمةٌ بلدمة وصدمة بصدمة ، كمْ خطبة بعد خطبة ، وموعظة بعد موعظة ، حكمة بالغة فما تُغني النّذر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 ذلك ل</w:t>
      </w:r>
      <w:r w:rsidR="00004BD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وُضع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ورؤوس أهل بيته وأصحابه بين يدي يزيد ، دعا بقضيب خيزران وجعل ينكت به ثنايا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ثم قال : يوم بيوم بدر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وقيل : إنّ مروان بن الحكم أخذ الرأس الشريف وتركه بين يديه ،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A24413" w:rsidTr="00A24413">
        <w:trPr>
          <w:trHeight w:val="350"/>
        </w:trPr>
        <w:tc>
          <w:tcPr>
            <w:tcW w:w="3536" w:type="dxa"/>
            <w:shd w:val="clear" w:color="auto" w:fill="auto"/>
          </w:tcPr>
          <w:p w:rsidR="00A24413" w:rsidRDefault="00004BD4" w:rsidP="0020087E">
            <w:pPr>
              <w:pStyle w:val="libPoem"/>
            </w:pPr>
            <w:r>
              <w:rPr>
                <w:rtl/>
                <w:lang w:bidi="fa-IR"/>
              </w:rPr>
              <w:t>يا حبَّذا بُردُك في اليَدينِ</w:t>
            </w:r>
            <w:r w:rsidR="00A244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A24413" w:rsidRDefault="00A2441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A24413" w:rsidRDefault="00004BD4" w:rsidP="0020087E">
            <w:pPr>
              <w:pStyle w:val="libPoem"/>
            </w:pPr>
            <w:r>
              <w:rPr>
                <w:rtl/>
                <w:lang w:bidi="fa-IR"/>
              </w:rPr>
              <w:t>ولونُكَ الأحمرُ في الخدَّين</w:t>
            </w:r>
            <w:r>
              <w:rPr>
                <w:rFonts w:hint="cs"/>
                <w:rtl/>
                <w:lang w:bidi="fa-IR"/>
              </w:rPr>
              <w:t>ِ</w:t>
            </w:r>
            <w:r w:rsidR="00A244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4413" w:rsidTr="00A24413">
        <w:tblPrEx>
          <w:tblLook w:val="04A0"/>
        </w:tblPrEx>
        <w:trPr>
          <w:trHeight w:val="350"/>
        </w:trPr>
        <w:tc>
          <w:tcPr>
            <w:tcW w:w="3536" w:type="dxa"/>
          </w:tcPr>
          <w:p w:rsidR="00A24413" w:rsidRDefault="00004BD4" w:rsidP="0020087E">
            <w:pPr>
              <w:pStyle w:val="libPoem"/>
            </w:pPr>
            <w:r>
              <w:rPr>
                <w:rtl/>
                <w:lang w:bidi="fa-IR"/>
              </w:rPr>
              <w:t>كأنّما حفَّ بوردَتينِ</w:t>
            </w:r>
            <w:r w:rsidR="00A244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A24413" w:rsidRDefault="00A24413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A24413" w:rsidRDefault="00004BD4" w:rsidP="0020087E">
            <w:pPr>
              <w:pStyle w:val="libPoem"/>
            </w:pPr>
            <w:r>
              <w:rPr>
                <w:rtl/>
                <w:lang w:bidi="fa-IR"/>
              </w:rPr>
              <w:t>شفيتُ نفسي من دمِ الحُسين</w:t>
            </w:r>
            <w:r>
              <w:rPr>
                <w:rFonts w:hint="cs"/>
                <w:rtl/>
                <w:lang w:bidi="fa-IR"/>
              </w:rPr>
              <w:t>ِ</w:t>
            </w:r>
            <w:r w:rsidR="00A2441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والله , لكأنّي أنظر إلى أيام عثمان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2B089A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2B089A" w:rsidRDefault="002B089A" w:rsidP="0020087E">
            <w:pPr>
              <w:pStyle w:val="libPoem"/>
            </w:pPr>
            <w:r>
              <w:rPr>
                <w:rtl/>
                <w:lang w:bidi="fa-IR"/>
              </w:rPr>
              <w:lastRenderedPageBreak/>
              <w:t>قومٌ قَتلتُمْ على الإسلامِ أوّلَهُمْ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B089A" w:rsidRDefault="002B089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B089A" w:rsidRDefault="002B089A" w:rsidP="0020087E">
            <w:pPr>
              <w:pStyle w:val="libPoem"/>
            </w:pPr>
            <w:r>
              <w:rPr>
                <w:rtl/>
                <w:lang w:bidi="fa-IR"/>
              </w:rPr>
              <w:t>حتّى إذا اسْتمكَنُوا جازوا على الكُفُرِ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089A" w:rsidTr="0020087E">
        <w:trPr>
          <w:trHeight w:val="350"/>
        </w:trPr>
        <w:tc>
          <w:tcPr>
            <w:tcW w:w="3920" w:type="dxa"/>
          </w:tcPr>
          <w:p w:rsidR="002B089A" w:rsidRDefault="002B089A" w:rsidP="0020087E">
            <w:pPr>
              <w:pStyle w:val="libPoem"/>
            </w:pPr>
            <w:r>
              <w:rPr>
                <w:rtl/>
                <w:lang w:bidi="fa-IR"/>
              </w:rPr>
              <w:t>أبناءُ حرْبٍ ومروانٍ واُسرتُهمْ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B089A" w:rsidRDefault="002B089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B089A" w:rsidRDefault="002B089A" w:rsidP="0020087E">
            <w:pPr>
              <w:pStyle w:val="libPoem"/>
            </w:pPr>
            <w:r>
              <w:rPr>
                <w:rtl/>
                <w:lang w:bidi="fa-IR"/>
              </w:rPr>
              <w:t>بنو مُعيطٍ وُلاةُ الحُقدِ والوَغَرِ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66D7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4"/>
        <w:gridCol w:w="272"/>
        <w:gridCol w:w="3484"/>
      </w:tblGrid>
      <w:tr w:rsidR="002B089A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2B089A" w:rsidRDefault="00766D7F" w:rsidP="0020087E">
            <w:pPr>
              <w:pStyle w:val="libPoem"/>
            </w:pPr>
            <w:r>
              <w:rPr>
                <w:rtl/>
                <w:lang w:bidi="fa-IR"/>
              </w:rPr>
              <w:t>بني اُميّةَ ما الأسيافُ نائمةً</w:t>
            </w:r>
            <w:r w:rsidR="002B08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B089A" w:rsidRDefault="002B089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B089A" w:rsidRDefault="00766D7F" w:rsidP="0020087E">
            <w:pPr>
              <w:pStyle w:val="libPoem"/>
            </w:pPr>
            <w:r>
              <w:rPr>
                <w:rtl/>
                <w:lang w:bidi="fa-IR"/>
              </w:rPr>
              <w:t>عن ساهرٍ في أقاصي الأرضِ مَوتورِ</w:t>
            </w:r>
            <w:r w:rsidR="002B08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089A" w:rsidTr="0020087E">
        <w:trPr>
          <w:trHeight w:val="350"/>
        </w:trPr>
        <w:tc>
          <w:tcPr>
            <w:tcW w:w="3920" w:type="dxa"/>
          </w:tcPr>
          <w:p w:rsidR="002B089A" w:rsidRDefault="00766D7F" w:rsidP="0020087E">
            <w:pPr>
              <w:pStyle w:val="libPoem"/>
            </w:pPr>
            <w:r>
              <w:rPr>
                <w:rtl/>
                <w:lang w:bidi="fa-IR"/>
              </w:rPr>
              <w:t>أكلُّ يومٍ لآلِ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قمرٌ</w:t>
            </w:r>
            <w:r w:rsidR="002B08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B089A" w:rsidRDefault="002B089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B089A" w:rsidRDefault="00A85388" w:rsidP="0020087E">
            <w:pPr>
              <w:pStyle w:val="libPoem"/>
            </w:pPr>
            <w:r>
              <w:rPr>
                <w:rtl/>
                <w:lang w:bidi="fa-IR"/>
              </w:rPr>
              <w:t>يهوي بوقعِ العوالي والمبَاتيرِ</w:t>
            </w:r>
            <w:r w:rsidR="002B08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3330DC">
      <w:pPr>
        <w:pStyle w:val="Heading2Center"/>
        <w:rPr>
          <w:lang w:bidi="fa-IR"/>
        </w:rPr>
      </w:pPr>
      <w:bookmarkStart w:id="7" w:name="_Toc18255820"/>
      <w:r>
        <w:rPr>
          <w:rtl/>
          <w:lang w:bidi="fa-IR"/>
        </w:rPr>
        <w:t>المجلس الحادي والخمسون بعد المئة</w:t>
      </w:r>
      <w:bookmarkEnd w:id="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مواقف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وقعة صفّين ، ما كان يوم الهرير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بعض الرواة : فوالذي بعث محمّداً بالحقِّ نبيّاً ، ما سمعنا برئيس قوم ، منذ خلق الله السّماوات والأرض ، أصاب بيده في يوم واحد ما أصاب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؛ إنّه قتل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فيما ذكر العادّون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زيادةً على خمسمئة من أعلام العرب ، يخرج بسيفه منحنياً ، فيقول : (( معذرة إلى الله وإليكم من هذا ، لقد هممت أنْ أفلقه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ولكن يحجزني عنه أنّي سمعت رسول الله (</w:t>
      </w:r>
      <w:r w:rsidR="00C638D3" w:rsidRPr="00C638D3">
        <w:rPr>
          <w:rStyle w:val="libAlaemChar"/>
          <w:rtl/>
        </w:rPr>
        <w:t>صلى‌الله‌عليه‌وآله</w:t>
      </w:r>
      <w:r w:rsidR="003330DC">
        <w:rPr>
          <w:rtl/>
          <w:lang w:bidi="fa-IR"/>
        </w:rPr>
        <w:t>) ، يقول: لا سيف إل</w:t>
      </w:r>
      <w:r w:rsidR="003330DC">
        <w:rPr>
          <w:rFonts w:hint="cs"/>
          <w:rtl/>
          <w:lang w:bidi="fa-IR"/>
        </w:rPr>
        <w:t>ّ</w:t>
      </w:r>
      <w:r w:rsidR="003330DC">
        <w:rPr>
          <w:rtl/>
          <w:lang w:bidi="fa-IR"/>
        </w:rPr>
        <w:t>ا ذو الفقار ، ولا فَتَى إل</w:t>
      </w:r>
      <w:r w:rsidR="003330DC">
        <w:rPr>
          <w:rFonts w:hint="cs"/>
          <w:rtl/>
          <w:lang w:bidi="fa-IR"/>
        </w:rPr>
        <w:t>ّ</w:t>
      </w:r>
      <w:r w:rsidR="003330DC">
        <w:rPr>
          <w:rtl/>
          <w:lang w:bidi="fa-IR"/>
        </w:rPr>
        <w:t>ا</w:t>
      </w:r>
      <w:r>
        <w:rPr>
          <w:rtl/>
          <w:lang w:bidi="fa-IR"/>
        </w:rPr>
        <w:t xml:space="preserve"> علي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وأنا اُقاتل دونه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فكنّا نأخذه فنقوّمه ، ثمّ يتناوله من أيدينا فيقتحم به في عرض الصفّ ، فلا والله ، ما ليثٌ بأشد نكاية منه في عدوه ، وكان في أوائل أيام صفّين يسهر الليل كلَّه إلى الصباح يُعبئ الكتائب ، ويأمر الاُمراء ، ويعقد الألوية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ومرّ في اليوم السّابع ، ومعه بنوه ، نحو الميسرة والنّبل يمرّ بين ع</w:t>
      </w:r>
      <w:r w:rsidR="003330DC">
        <w:rPr>
          <w:rtl/>
          <w:lang w:bidi="fa-IR"/>
        </w:rPr>
        <w:t>اتقيه ومنكبيه ، وما من بنيه إل</w:t>
      </w:r>
      <w:r w:rsidR="003330DC">
        <w:rPr>
          <w:rFonts w:hint="cs"/>
          <w:rtl/>
          <w:lang w:bidi="fa-IR"/>
        </w:rPr>
        <w:t>ّ</w:t>
      </w:r>
      <w:r w:rsidR="003330DC">
        <w:rPr>
          <w:rtl/>
          <w:lang w:bidi="fa-IR"/>
        </w:rPr>
        <w:t>ا</w:t>
      </w:r>
      <w:r>
        <w:rPr>
          <w:rtl/>
          <w:lang w:bidi="fa-IR"/>
        </w:rPr>
        <w:t xml:space="preserve"> مَن يقيه بنفسه ، فيكره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ذلك ، ويتقدّم نحو أهل الشام ويؤخر الذي يقيه إلى ورائه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أحمر مولى بني اُميّة يوم صفّين ، وقال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قتلني الله إنْ لمْ أقتلك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 إليه كيسان مولى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2B089A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2B089A">
        <w:rPr>
          <w:rtl/>
          <w:lang w:bidi="fa-IR"/>
        </w:rPr>
        <w:t>__</w:t>
      </w:r>
    </w:p>
    <w:p w:rsidR="00800C80" w:rsidRDefault="00C92D11" w:rsidP="002B089A">
      <w:pPr>
        <w:pStyle w:val="libFootnote0"/>
        <w:rPr>
          <w:lang w:bidi="fa-IR"/>
        </w:rPr>
      </w:pPr>
      <w:r w:rsidRPr="002B089A">
        <w:rPr>
          <w:rtl/>
        </w:rPr>
        <w:t>(1)</w:t>
      </w:r>
      <w:r>
        <w:rPr>
          <w:rtl/>
          <w:lang w:bidi="fa-IR"/>
        </w:rPr>
        <w:t xml:space="preserve"> أي : أكسره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330D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فقتله أحمرُ ، وأراد أن يضرب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بالسّيف ، فانتهزه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ووضع يده في جيب درع أحمر ، فجذبه عن فرسه وحمله على عاتقه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الراوي : فوالله ، لكأنّي أنظر إلى رجلي أحمر تختلفان على عنق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ثمّ ضرب به الأرض فكسر منكبيه وعضديه ، وشدّ الحسين ومحمد بن الحنفيّة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فضرباه بأسيافهما حتّى برد ، وبقي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واقفاً مع أبيه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 : (( ما منعك أن تفعل كما فعل أخواك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(( كفياني يا أمير المؤمنين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دنا أهل الشام من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يريدونه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الراوي : فوالله ، ما يزيده قربهم منه ودنوهم إليه سرعة في مشيه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فطلب منه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أن يسرع في مشيه ليلحق بربيعة ، فقال له : (( يا بني ، إنّ لأبيك يوماً لنْ يعدوه ، ولا يُبطئ به عنه السَّعي ، ولا يُقرِّبه إليه الوقوف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إنّ أباك لا يُبالي إنْ وقع على الموت أو وقع الموتُ عليه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ومن هذه الشجاعة ورث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وعلى نهجها نهج ، وفي سبيلها درج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3330DC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3330DC" w:rsidRDefault="003330DC" w:rsidP="0020087E">
            <w:pPr>
              <w:pStyle w:val="libPoem"/>
            </w:pPr>
            <w:r>
              <w:rPr>
                <w:rtl/>
                <w:lang w:bidi="fa-IR"/>
              </w:rPr>
              <w:t>فهو ابنُ حيدرةَ البطِينِ الأنْزَعِ ال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30DC" w:rsidRDefault="003330D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30DC" w:rsidRDefault="003330DC" w:rsidP="0020087E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مُفني الاُلوفَ بحومةِ الهيْجاءِ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3330D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3330DC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3330DC" w:rsidRDefault="003330DC" w:rsidP="0020087E">
            <w:pPr>
              <w:pStyle w:val="libPoem"/>
            </w:pPr>
            <w:r>
              <w:rPr>
                <w:rtl/>
                <w:lang w:bidi="fa-IR"/>
              </w:rPr>
              <w:t>لهُ منْ عليٍّ في الحُروبِ شجاعةٌ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30DC" w:rsidRDefault="003330D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30DC" w:rsidRDefault="003330DC" w:rsidP="0020087E">
            <w:pPr>
              <w:pStyle w:val="libPoem"/>
            </w:pPr>
            <w:r>
              <w:rPr>
                <w:rtl/>
                <w:lang w:bidi="fa-IR"/>
              </w:rPr>
              <w:t>ومنْ أحمدٍ عندَ الخطابةِ قيلُ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3C3516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عاشوراء دعا النّاس إلى البراز ، فلم يزل يقتل كلّ مَن يبرز إليه حتّى قتل مقتلة عظيمة ، ثمّ حمل على الميمنة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3330DC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القتلُ أولَى منْ رُكوبِ العارِ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30DC" w:rsidRDefault="003330DC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والعارُ أولَى منْ دُخولِ النّار</w:t>
            </w:r>
            <w:r>
              <w:rPr>
                <w:rFonts w:hint="cs"/>
                <w:rtl/>
                <w:lang w:bidi="fa-IR"/>
              </w:rPr>
              <w:t>ِ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3C3516">
      <w:pPr>
        <w:pStyle w:val="libPoemCenter"/>
        <w:rPr>
          <w:lang w:bidi="fa-IR"/>
        </w:rPr>
      </w:pPr>
      <w:r>
        <w:rPr>
          <w:rtl/>
          <w:lang w:bidi="fa-IR"/>
        </w:rPr>
        <w:t>واللهِ مِنْ هذا وهذا جاري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حمل على الميسرة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3330DC" w:rsidTr="003330DC">
        <w:trPr>
          <w:trHeight w:val="350"/>
        </w:trPr>
        <w:tc>
          <w:tcPr>
            <w:tcW w:w="3536" w:type="dxa"/>
            <w:shd w:val="clear" w:color="auto" w:fill="auto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أنا الحُسينُ بنُ عليْ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330DC" w:rsidRDefault="003330DC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آليتُ أنْ لا أنْثَنِي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30DC" w:rsidTr="003330DC">
        <w:tblPrEx>
          <w:tblLook w:val="04A0"/>
        </w:tblPrEx>
        <w:trPr>
          <w:trHeight w:val="350"/>
        </w:trPr>
        <w:tc>
          <w:tcPr>
            <w:tcW w:w="3536" w:type="dxa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أحمِي عِيالاتِ أبي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330DC" w:rsidRDefault="003330DC" w:rsidP="0020087E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330DC" w:rsidRDefault="003C3516" w:rsidP="0020087E">
            <w:pPr>
              <w:pStyle w:val="libPoem"/>
            </w:pPr>
            <w:r>
              <w:rPr>
                <w:rtl/>
                <w:lang w:bidi="fa-IR"/>
              </w:rPr>
              <w:t>أمضي على دينِ النّبيْ</w:t>
            </w:r>
            <w:r w:rsidR="003330D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قال بعض الرواة : فوالله ، ما رأيت مكثوراً ( أي : مغلوباً ) قطْ قد قُتل وُلده وأهل بيته وأصحابه ، أربط جأشاً ، ولا أمضى جناناً ، ولا أجرأ مقدماً منه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رأيت قبله ولا بعده مثله ؛ إنْ كانت الرجّالة لتشدّ عليه فيشدّ عليها بسيفه ، فتنكشف عن يمينه وعن شماله انكشاف المعزى إنْ شدّ فيها الذئب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ولقد كان يحمل فيهم ، وقد تكمّلوا ثلاثين ألفاً ، فينهزمون من بين يدَيه كأنّهم الجراد المنتشر ، ثمّ يرجع إلى مركزه وهو يقول : (( لا حول ولا قوّة إلا بالله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وهو في ذلك يطلب شربة من ماء فلا يجد ، وكلمّا حمل بفرسه على الفرات ، حملوا عليه بأجمعهم حتّى أجلوه عنه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C545B9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C545B9" w:rsidRDefault="00C545B9" w:rsidP="0020087E">
            <w:pPr>
              <w:pStyle w:val="libPoem"/>
            </w:pPr>
            <w:r>
              <w:rPr>
                <w:rtl/>
                <w:lang w:bidi="fa-IR"/>
              </w:rPr>
              <w:t>منعُوهُ من ماء الفُراتِ ووردِهِ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45B9" w:rsidRDefault="00C545B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45B9" w:rsidRDefault="00C545B9" w:rsidP="0020087E">
            <w:pPr>
              <w:pStyle w:val="libPoem"/>
            </w:pPr>
            <w:r>
              <w:rPr>
                <w:rtl/>
                <w:lang w:bidi="fa-IR"/>
              </w:rPr>
              <w:t>وأبوُهُ ساقي الحوضِ يومَ جزاءِ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45B9" w:rsidTr="0020087E">
        <w:trPr>
          <w:trHeight w:val="350"/>
        </w:trPr>
        <w:tc>
          <w:tcPr>
            <w:tcW w:w="3920" w:type="dxa"/>
          </w:tcPr>
          <w:p w:rsidR="00C545B9" w:rsidRDefault="00C545B9" w:rsidP="0020087E">
            <w:pPr>
              <w:pStyle w:val="libPoem"/>
            </w:pPr>
            <w:r>
              <w:rPr>
                <w:rtl/>
                <w:lang w:bidi="fa-IR"/>
              </w:rPr>
              <w:t>حتّى قضى عَطشاً كما اشْتهتِ العِدى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45B9" w:rsidRDefault="00C545B9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45B9" w:rsidRDefault="00C545B9" w:rsidP="0020087E">
            <w:pPr>
              <w:pStyle w:val="libPoem"/>
            </w:pPr>
            <w:r>
              <w:rPr>
                <w:rtl/>
                <w:lang w:bidi="fa-IR"/>
              </w:rPr>
              <w:t>بأكفِّ لا صيدٍ ولا أكفاءِ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A9778A">
      <w:pPr>
        <w:pStyle w:val="Heading2Center"/>
        <w:rPr>
          <w:lang w:bidi="fa-IR"/>
        </w:rPr>
      </w:pPr>
      <w:bookmarkStart w:id="8" w:name="_Toc18255821"/>
      <w:r>
        <w:rPr>
          <w:rtl/>
          <w:lang w:bidi="fa-IR"/>
        </w:rPr>
        <w:t>المجلس الثاني والخمسون بعد المئة</w:t>
      </w:r>
      <w:bookmarkEnd w:id="8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A9778A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جاء علي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ومعه بنوه نحو رايات ربيعة ، فنادى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بأعلى صوته : (( ل</w:t>
      </w:r>
      <w:r w:rsidR="00A9778A">
        <w:rPr>
          <w:rFonts w:hint="cs"/>
          <w:rtl/>
          <w:lang w:bidi="fa-IR"/>
        </w:rPr>
        <w:t>ـ</w:t>
      </w:r>
      <w:r>
        <w:rPr>
          <w:rtl/>
          <w:lang w:bidi="fa-IR"/>
        </w:rPr>
        <w:t>مَنْ هذه الرّايات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هذه رايات ربيعة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بل هي رايات الله ، عصم الله أهلَها ، وصبَّرهمْ وثبَّت أقدامهمْ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للحضين بن المنذر : (( يا فتى ، ألا تدني رايتك هذه ذراعاً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: نعم والله ، وعشرة أذرع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فأقبل بها حتّى أدناها ، فقال له : (( حسبُك مكانك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الحضين بن المنذر : أعطاني علي الراية ، وقال : (( سِرْ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9778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على اسم الله يا حضين ، واعلم أنّه لا يخفق على رأسك راية مثلها أبداً ؛ لأنّها راية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وزحف الحضين بن المنذر برايته ، وكانت حمراء ، فأعجب عليّاً زحفُه وثباته ، فأنشأ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A9778A" w:rsidTr="0020087E">
        <w:trPr>
          <w:trHeight w:val="350"/>
        </w:trPr>
        <w:tc>
          <w:tcPr>
            <w:tcW w:w="3920" w:type="dxa"/>
            <w:shd w:val="clear" w:color="auto" w:fill="auto"/>
          </w:tcPr>
          <w:p w:rsidR="00A9778A" w:rsidRDefault="00A9778A" w:rsidP="0020087E">
            <w:pPr>
              <w:pStyle w:val="libPoem"/>
            </w:pPr>
            <w:r>
              <w:rPr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مَنْ رايةٌ حمراءُ يخْفقُ ظلُّها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778A" w:rsidRDefault="00A9778A" w:rsidP="0020087E">
            <w:pPr>
              <w:pStyle w:val="libPoem"/>
            </w:pPr>
            <w:r>
              <w:rPr>
                <w:rtl/>
                <w:lang w:bidi="fa-IR"/>
              </w:rPr>
              <w:t>إذا قِيل قدِّمهَا حُضينُ تَقدَّما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778A" w:rsidTr="0020087E">
        <w:trPr>
          <w:trHeight w:val="350"/>
        </w:trPr>
        <w:tc>
          <w:tcPr>
            <w:tcW w:w="3920" w:type="dxa"/>
          </w:tcPr>
          <w:p w:rsidR="00A9778A" w:rsidRDefault="00A9778A" w:rsidP="0020087E">
            <w:pPr>
              <w:pStyle w:val="libPoem"/>
            </w:pPr>
            <w:r>
              <w:rPr>
                <w:rtl/>
                <w:lang w:bidi="fa-IR"/>
              </w:rPr>
              <w:t>ويدنُو بها في الصَّفِّ حتّى يَديرها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778A" w:rsidRDefault="00A9778A" w:rsidP="0020087E">
            <w:pPr>
              <w:pStyle w:val="libPoem"/>
            </w:pPr>
            <w:r>
              <w:rPr>
                <w:rtl/>
                <w:lang w:bidi="fa-IR"/>
              </w:rPr>
              <w:t>حِمامُ المنايا تَقطُر الموتَ والدَّما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778A" w:rsidTr="0020087E">
        <w:trPr>
          <w:trHeight w:val="350"/>
        </w:trPr>
        <w:tc>
          <w:tcPr>
            <w:tcW w:w="3920" w:type="dxa"/>
          </w:tcPr>
          <w:p w:rsidR="00A9778A" w:rsidRDefault="00997C2B" w:rsidP="0020087E">
            <w:pPr>
              <w:pStyle w:val="libPoem"/>
            </w:pPr>
            <w:r>
              <w:rPr>
                <w:rtl/>
                <w:lang w:bidi="fa-IR"/>
              </w:rPr>
              <w:t>تراهُ إذا مَا كان يومُ عظيمةٍ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778A" w:rsidRDefault="00997C2B" w:rsidP="0020087E">
            <w:pPr>
              <w:pStyle w:val="libPoem"/>
            </w:pPr>
            <w:r>
              <w:rPr>
                <w:rtl/>
                <w:lang w:bidi="fa-IR"/>
              </w:rPr>
              <w:t>أبى فيهِ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عِزَّةً وتكرُّما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778A" w:rsidTr="0020087E">
        <w:trPr>
          <w:trHeight w:val="350"/>
        </w:trPr>
        <w:tc>
          <w:tcPr>
            <w:tcW w:w="3920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جزى اللهُ قوماً صابَرُوا في لقائِهمْ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لَدَى البأسِ حُرّاً ما أعفّ وأكرَما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778A" w:rsidTr="0020087E">
        <w:trPr>
          <w:trHeight w:val="350"/>
        </w:trPr>
        <w:tc>
          <w:tcPr>
            <w:tcW w:w="3920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وأحزمَ صبْراً حِينَ تُدعَى إلى الوغَى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إذا كانَ أصواتُ الكُماةِ تغمْغُما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778A" w:rsidTr="0020087E">
        <w:tblPrEx>
          <w:tblLook w:val="04A0"/>
        </w:tblPrEx>
        <w:trPr>
          <w:trHeight w:val="350"/>
        </w:trPr>
        <w:tc>
          <w:tcPr>
            <w:tcW w:w="3920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ربيعةَ أعني إنّهُمْ أهلُ نجدةٍ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778A" w:rsidRDefault="00A9778A" w:rsidP="0020087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778A" w:rsidRDefault="000A57BC" w:rsidP="0020087E">
            <w:pPr>
              <w:pStyle w:val="libPoem"/>
            </w:pPr>
            <w:r>
              <w:rPr>
                <w:rtl/>
                <w:lang w:bidi="fa-IR"/>
              </w:rPr>
              <w:t>وبأسٍ إذا لاقَوا خميساً عرَمْرما</w:t>
            </w:r>
            <w:r w:rsidR="00A9778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أصبحوا في اليوم العاشر ، أصبحوا وربيعة محدقة بعلي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إحداق بياض العين بسوادها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عتاب بن لقيط : إنْ اُصيب علي فيكم افتضحتم ؛ وقد لجأ إلى راياتكم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لهم شقيق بن ثور : يا معشر ربيعة ، ليس لكم عذر في العرب إن اُصيب علي فيكم ومنكم رجل حيّ ، فقاتلوا قتالاً شديداً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وقام خالد بن المعمّر السَّدوسي ، فنادى : مَن يُبايع على الموت ويشري نفسه لله ؟ فبايعه سبعة آلاف على أنْ لا ينظر رجل من</w:t>
      </w:r>
      <w:r w:rsidR="00EE5B79">
        <w:rPr>
          <w:rtl/>
          <w:lang w:bidi="fa-IR"/>
        </w:rPr>
        <w:t>هم خلفه حتّى يردوا سرادق معاوية</w:t>
      </w:r>
      <w:r>
        <w:rPr>
          <w:rtl/>
          <w:lang w:bidi="fa-IR"/>
        </w:rPr>
        <w:t>. فاقتتلوا قتالاً شديداً ، وقد كسروا جفون سيوفهم ، فلمّا ن</w:t>
      </w:r>
      <w:r w:rsidR="00EE5B79">
        <w:rPr>
          <w:rtl/>
          <w:lang w:bidi="fa-IR"/>
        </w:rPr>
        <w:t>ظر إليهم معاوية قد أقبلوا ، قال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EE5B79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EE5B79" w:rsidRDefault="00EE5B79" w:rsidP="001B4F77">
            <w:pPr>
              <w:pStyle w:val="libPoem"/>
            </w:pPr>
            <w:r>
              <w:rPr>
                <w:rtl/>
                <w:lang w:bidi="fa-IR"/>
              </w:rPr>
              <w:t>إذا قلتُ قدْ ولَّتْ ربيعةُ أقبَلَتْ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5B79" w:rsidRDefault="00EE5B79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5B79" w:rsidRDefault="00EE5B79" w:rsidP="001B4F77">
            <w:pPr>
              <w:pStyle w:val="libPoem"/>
            </w:pPr>
            <w:r>
              <w:rPr>
                <w:rtl/>
                <w:lang w:bidi="fa-IR"/>
              </w:rPr>
              <w:t>كتائبُ منهُمْ كالجبالِ تُجالدُ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خرج عن سرادقه هارباً إلى بعض مضارب العسكر فدخل فيه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ونذر معاوية سبي نساء ربيعة إنْ ظفر بهم ، وقتل رجالهم ، فقال في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42F7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ذلك خالد بن المعمّر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A72AE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A72AE1" w:rsidRDefault="00A72AE1" w:rsidP="001B4F77">
            <w:pPr>
              <w:pStyle w:val="libPoem"/>
            </w:pPr>
            <w:r>
              <w:rPr>
                <w:rtl/>
                <w:lang w:bidi="fa-IR"/>
              </w:rPr>
              <w:t>تمنَّى ابنُ حرْبٍ نذْرَةً في نِسْائِنا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2AE1" w:rsidRDefault="00A72AE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2AE1" w:rsidRDefault="005059BF" w:rsidP="001B4F77">
            <w:pPr>
              <w:pStyle w:val="libPoem"/>
            </w:pPr>
            <w:r>
              <w:rPr>
                <w:rtl/>
                <w:lang w:bidi="fa-IR"/>
              </w:rPr>
              <w:t>ودونَ الذي ينْوي سيوفٌ قواضبْ</w:t>
            </w:r>
            <w:r w:rsidR="00A72AE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يرث يزيد سبي نساء المسلمين عن كلالة ، بل ورث ذلك عن أبيه ، فكما نذر أبوه سبي نساء ربيعة إنْ ظفر بهم ، سبى هو نساء سادات المسلمين وعقائل بيت النّبوّة ، وأمر بحملهنّ إليه من العراق إلى الشام ، فحُملوا إليه على أقتاب الجمال ، وساروا بهنّ كما يُسار بسبايا الكفّار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7F3FE5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F3FE5" w:rsidRDefault="007F3FE5" w:rsidP="001B4F77">
            <w:pPr>
              <w:pStyle w:val="libPoem"/>
            </w:pPr>
            <w:r>
              <w:rPr>
                <w:rtl/>
                <w:lang w:bidi="fa-IR"/>
              </w:rPr>
              <w:t>يُسار بها عُنْفاً بلا رِفقِ مَحْرَمٍ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3FE5" w:rsidRDefault="007F3FE5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3FE5" w:rsidRDefault="007F3FE5" w:rsidP="001B4F77">
            <w:pPr>
              <w:pStyle w:val="libPoem"/>
            </w:pPr>
            <w:r>
              <w:rPr>
                <w:rtl/>
                <w:lang w:bidi="fa-IR"/>
              </w:rPr>
              <w:t>بها غير مغلولٍ يحنُّ على صَعْبِ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C5347F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وردوا دمشق ، اُوقِفوا على درج باب المسجد الجامع حيث يُقام السبي ، وبينهم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وهو مغلول بغُلٍّ إلى عنقه ، وهو إمام أهل البيت الطاهر ، ووارث علوم جده الرسول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اُدخلوا على يزيد ، وهم مُقرَّنون في الحبال وزين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مغلول ، فلمّا وقفوا بين يديه ، وهم على تلك الحال ، قال له علي بن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أنشدك الله يا يزيد ، ما ظنّك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، لو رآنا على هذه الصفة ؟! </w:t>
      </w:r>
      <w:r w:rsidR="00C5347F">
        <w:rPr>
          <w:rtl/>
          <w:lang w:bidi="fa-IR"/>
        </w:rPr>
        <w:t>))</w:t>
      </w:r>
      <w:r w:rsidR="00343D55">
        <w:rPr>
          <w:rtl/>
          <w:lang w:bidi="fa-IR"/>
        </w:rPr>
        <w:t>.</w:t>
      </w:r>
      <w:r w:rsidR="00C5347F">
        <w:rPr>
          <w:rtl/>
          <w:lang w:bidi="fa-IR"/>
        </w:rPr>
        <w:t xml:space="preserve"> فلمْ يبقَ في القوم أحد إل</w:t>
      </w:r>
      <w:r w:rsidR="00C5347F">
        <w:rPr>
          <w:rFonts w:hint="cs"/>
          <w:rtl/>
          <w:lang w:bidi="fa-IR"/>
        </w:rPr>
        <w:t>ّ</w:t>
      </w:r>
      <w:r w:rsidR="00C5347F">
        <w:rPr>
          <w:rtl/>
          <w:lang w:bidi="fa-IR"/>
        </w:rPr>
        <w:t>ا</w:t>
      </w:r>
      <w:r>
        <w:rPr>
          <w:rtl/>
          <w:lang w:bidi="fa-IR"/>
        </w:rPr>
        <w:t xml:space="preserve"> وبكى ، فأمر يزيد بالحبال فقُطعت ، وأمر بفكّ الغُلّ عن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1"/>
        <w:gridCol w:w="272"/>
        <w:gridCol w:w="3497"/>
      </w:tblGrid>
      <w:tr w:rsidR="00C5347F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C5347F" w:rsidRDefault="00C5347F" w:rsidP="001B4F77">
            <w:pPr>
              <w:pStyle w:val="libPoem"/>
            </w:pPr>
            <w:r>
              <w:rPr>
                <w:rtl/>
                <w:lang w:bidi="fa-IR"/>
              </w:rPr>
              <w:t>خلتْ الحميَّةُ يا اُميّةُ فاخلَعِي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347F" w:rsidRDefault="00C5347F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347F" w:rsidRDefault="00C5347F" w:rsidP="001B4F77">
            <w:pPr>
              <w:pStyle w:val="libPoem"/>
            </w:pPr>
            <w:r>
              <w:rPr>
                <w:rtl/>
                <w:lang w:bidi="fa-IR"/>
              </w:rPr>
              <w:t>حُلَل الحَيا وبثوبِ بغْيكِ فارْفُلي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47F" w:rsidTr="001B4F77">
        <w:trPr>
          <w:trHeight w:val="350"/>
        </w:trPr>
        <w:tc>
          <w:tcPr>
            <w:tcW w:w="3920" w:type="dxa"/>
          </w:tcPr>
          <w:p w:rsidR="00C5347F" w:rsidRDefault="002728BF" w:rsidP="001B4F77">
            <w:pPr>
              <w:pStyle w:val="libPoem"/>
            </w:pPr>
            <w:r>
              <w:rPr>
                <w:rtl/>
                <w:lang w:bidi="fa-IR"/>
              </w:rPr>
              <w:t>سوّدْتِ وجهَ حَفائظِ العَربِ التي</w:t>
            </w:r>
            <w:r w:rsidR="00C534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347F" w:rsidRDefault="00C5347F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347F" w:rsidRDefault="00A7430B" w:rsidP="001B4F77">
            <w:pPr>
              <w:pStyle w:val="libPoem"/>
            </w:pPr>
            <w:r>
              <w:rPr>
                <w:rtl/>
                <w:lang w:bidi="fa-IR"/>
              </w:rPr>
              <w:t>كرُمتْ إذا ظفرتْ برحلٍ مُفْضِلِ</w:t>
            </w:r>
            <w:r w:rsidR="00C5347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A62B7F">
      <w:pPr>
        <w:pStyle w:val="Heading2Center"/>
        <w:rPr>
          <w:lang w:bidi="fa-IR"/>
        </w:rPr>
      </w:pPr>
      <w:bookmarkStart w:id="9" w:name="_Toc18255822"/>
      <w:r>
        <w:rPr>
          <w:rtl/>
          <w:lang w:bidi="fa-IR"/>
        </w:rPr>
        <w:t>المجلس الثالث والخمسون بعد المئة</w:t>
      </w:r>
      <w:bookmarkEnd w:id="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كان عبد الله بن بُديل الخزاعي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صفّين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62B7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وعليه سيفان ودرعان ، وجعل يضرب النّاس بسيفه قُدُماً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A62B7F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A62B7F" w:rsidRDefault="00A62B7F" w:rsidP="001B4F77">
            <w:pPr>
              <w:pStyle w:val="libPoem"/>
            </w:pPr>
            <w:r>
              <w:rPr>
                <w:rtl/>
                <w:lang w:bidi="fa-IR"/>
              </w:rPr>
              <w:t>لمْ يبقَ غيرُ الصَّبرِ والتَّوكُّلِ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2B7F" w:rsidRDefault="00A62B7F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2B7F" w:rsidRDefault="00A62B7F" w:rsidP="001B4F77">
            <w:pPr>
              <w:pStyle w:val="libPoem"/>
            </w:pPr>
            <w:r>
              <w:rPr>
                <w:rtl/>
                <w:lang w:bidi="fa-IR"/>
              </w:rPr>
              <w:t>والتِّرسِ والرُّمحِ وسيفٍ مِصقَلِ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2B7F" w:rsidTr="001B4F77">
        <w:trPr>
          <w:trHeight w:val="350"/>
        </w:trPr>
        <w:tc>
          <w:tcPr>
            <w:tcW w:w="3920" w:type="dxa"/>
          </w:tcPr>
          <w:p w:rsidR="00A62B7F" w:rsidRDefault="00A62B7F" w:rsidP="001B4F77">
            <w:pPr>
              <w:pStyle w:val="libPoem"/>
            </w:pPr>
            <w:r>
              <w:rPr>
                <w:rtl/>
                <w:lang w:bidi="fa-IR"/>
              </w:rPr>
              <w:t>ثُمّ التَّمشِّي في الرَّعيلِ الأوَّلِ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2B7F" w:rsidRDefault="00A62B7F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2B7F" w:rsidRDefault="00A62B7F" w:rsidP="001B4F77">
            <w:pPr>
              <w:pStyle w:val="libPoem"/>
            </w:pPr>
            <w:r>
              <w:rPr>
                <w:rtl/>
                <w:lang w:bidi="fa-IR"/>
              </w:rPr>
              <w:t>مَشِي الجمالِ في حِياضِ المنْهَلِ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فلمْ يزل يضرب بسيفه حتّى انتهى إلى معاوية ، فأزاله عن موقفه ، ومع معاوية عبد الله بن عامر واقفاً ، فأقبل أصحاب معاوية على عبد الله بن بديل يرضخونه بالصخر حتّى أث</w:t>
      </w:r>
      <w:r w:rsidR="004E0C8E">
        <w:rPr>
          <w:rtl/>
          <w:lang w:bidi="fa-IR"/>
        </w:rPr>
        <w:t>خنوه وقتلوه</w:t>
      </w:r>
      <w:r>
        <w:rPr>
          <w:rtl/>
          <w:lang w:bidi="fa-IR"/>
        </w:rPr>
        <w:t>، وأقبل إليه معاوية وعبد الله بن عامر ؛ فأمّا عبد الله بن عامر فألقى عمامته على وجهه وترحّم عليه ، وكان له أخاً وصديقاً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معاوية : اكشف عن وجهه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عبد الله : والله ، لا يُمثّل به وفيّ الروح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معاوية : اكشف عن وجهه ، فقد وهبته 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فكشف عن وجهه ، فقال معاوية : هذا كبش القوم وربّ الكعبة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ظفّرني بالأشتر النّخعي والأشعث </w:t>
      </w:r>
      <w:r w:rsidR="004E0C8E">
        <w:rPr>
          <w:rtl/>
          <w:lang w:bidi="fa-IR"/>
        </w:rPr>
        <w:t>الكندي ، والله ، ما مثل هذا إل</w:t>
      </w:r>
      <w:r w:rsidR="004E0C8E">
        <w:rPr>
          <w:rFonts w:hint="cs"/>
          <w:rtl/>
          <w:lang w:bidi="fa-IR"/>
        </w:rPr>
        <w:t>ّ</w:t>
      </w:r>
      <w:r w:rsidR="004E0C8E">
        <w:rPr>
          <w:rtl/>
          <w:lang w:bidi="fa-IR"/>
        </w:rPr>
        <w:t>ا</w:t>
      </w:r>
      <w:r>
        <w:rPr>
          <w:rtl/>
          <w:lang w:bidi="fa-IR"/>
        </w:rPr>
        <w:t xml:space="preserve"> كما قال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4E0C8E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أخو الحربِ إنْ عضَّتْ بهِ الحرْبُ عَضَّها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0C8E" w:rsidRDefault="004E0C8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وإنْ شمٍرتْ عنْ ساقِها الحربُ شمَّرا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0C8E" w:rsidTr="001B4F77">
        <w:trPr>
          <w:trHeight w:val="350"/>
        </w:trPr>
        <w:tc>
          <w:tcPr>
            <w:tcW w:w="3920" w:type="dxa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ويحْمِي إذا ما الموتُ كان لقَاؤهُ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0C8E" w:rsidRDefault="004E0C8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لدى الشرِّ يحْمِي الأنْفَ أنْ يتأخَّرا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0C8E" w:rsidTr="001B4F77">
        <w:trPr>
          <w:trHeight w:val="350"/>
        </w:trPr>
        <w:tc>
          <w:tcPr>
            <w:tcW w:w="3920" w:type="dxa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كليثِ هِزْبرٍ كانَ يحْمِي ذِمارَهُ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0C8E" w:rsidRDefault="004E0C8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0C8E" w:rsidRDefault="004E0C8E" w:rsidP="001B4F77">
            <w:pPr>
              <w:pStyle w:val="libPoem"/>
            </w:pPr>
            <w:r>
              <w:rPr>
                <w:rtl/>
                <w:lang w:bidi="fa-IR"/>
              </w:rPr>
              <w:t>رَمتْهُ المنايَا فصدَّها فتَقطَّرا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مع أنّ نساء خُزاعة لو قدرت على أن تقاتلني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فضلاً عن رجالها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فعلت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أمَا كان يوم كربلاء رجل مثل عبد الله بن عامر ، فيضع عمامته على وجه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ليمنع أهل الكوفة من أن يمثّلوا به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A72E19">
      <w:pPr>
        <w:pStyle w:val="libFootnote0"/>
        <w:rPr>
          <w:lang w:bidi="fa-IR"/>
        </w:rPr>
      </w:pPr>
      <w:r w:rsidRPr="00A72E19">
        <w:rPr>
          <w:rtl/>
        </w:rPr>
        <w:t>(1)</w:t>
      </w:r>
      <w:r>
        <w:rPr>
          <w:rtl/>
          <w:lang w:bidi="fa-IR"/>
        </w:rPr>
        <w:t xml:space="preserve"> قُدُماً ، بضمتين : الم</w:t>
      </w:r>
      <w:r w:rsidR="00A72E19">
        <w:rPr>
          <w:rtl/>
          <w:lang w:bidi="fa-IR"/>
        </w:rPr>
        <w:t>ضي أمام أمام</w:t>
      </w:r>
      <w:r w:rsidR="00343D55">
        <w:rPr>
          <w:rtl/>
          <w:lang w:bidi="fa-IR"/>
        </w:rPr>
        <w:t>.</w:t>
      </w:r>
      <w:r w:rsidR="00A72E19">
        <w:rPr>
          <w:rtl/>
          <w:lang w:bidi="fa-IR"/>
        </w:rPr>
        <w:t xml:space="preserve"> كذا في القاموس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8341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وبأصحابه ؛ وذلك ل</w:t>
      </w:r>
      <w:r w:rsidR="00C83414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أمر ابن سعد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لعنه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بقطع رأس الحسين (</w:t>
      </w:r>
      <w:r w:rsidR="00C83414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ورؤوس أصحابه ، ففعل أهل الكوفة ما أمرهم به ، فقطعوا الرؤوس وحملوها على رؤوس الرماح ، وبعث بها من كربلاء إلى الكوفة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إلى عبيد الله بن زياد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مع خولي بن يزيد الأصبحي ، وحميد بن مسلم ، وشمر بن ذي الجوشن ؟! ولمْ يكفهم ذلك حتّى نادى عمر بن سعد في أصحابه : مَن ينتدب للحسين ، فيوطئ الخيل صدره وظهره ؟ فانتدب منهم عشرة فوارس ، فداسوا جسد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بحوافر خيولهم حتّى رضّوا صدره وظهره ، وجاؤوا حتّى وقفوا على ابن زياد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لعنه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فقال أحدهم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F17EC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17EC1" w:rsidRDefault="00F17EC1" w:rsidP="001B4F77">
            <w:pPr>
              <w:pStyle w:val="libPoem"/>
            </w:pPr>
            <w:r>
              <w:rPr>
                <w:rtl/>
                <w:lang w:bidi="fa-IR"/>
              </w:rPr>
              <w:t>نحنُ رضَضْنا الصَّدرَ بعدَ الظَّهرِ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7EC1" w:rsidRDefault="00F17EC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7EC1" w:rsidRDefault="00F17EC1" w:rsidP="001B4F77">
            <w:pPr>
              <w:pStyle w:val="libPoem"/>
            </w:pPr>
            <w:r>
              <w:rPr>
                <w:rtl/>
                <w:lang w:bidi="fa-IR"/>
              </w:rPr>
              <w:t>بكلِّ يَعْبُوبٍ شدِيدِ الأسْرِ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24B5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8"/>
        <w:gridCol w:w="272"/>
        <w:gridCol w:w="3490"/>
      </w:tblGrid>
      <w:tr w:rsidR="00F17EC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17EC1" w:rsidRDefault="00A24B52" w:rsidP="001B4F77">
            <w:pPr>
              <w:pStyle w:val="libPoem"/>
            </w:pPr>
            <w:r>
              <w:rPr>
                <w:rtl/>
                <w:lang w:bidi="fa-IR"/>
              </w:rPr>
              <w:t>تطأُ الصَّواهلُ جسْمَهُ وعلى القنَا</w:t>
            </w:r>
            <w:r w:rsidR="00F17EC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7EC1" w:rsidRDefault="00F17EC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7EC1" w:rsidRDefault="00A24B52" w:rsidP="001B4F77">
            <w:pPr>
              <w:pStyle w:val="libPoem"/>
            </w:pPr>
            <w:r>
              <w:rPr>
                <w:rtl/>
                <w:lang w:bidi="fa-IR"/>
              </w:rPr>
              <w:t>منْ رأسِهِ المرْفُوعِ بدْرُ سمَاءِ</w:t>
            </w:r>
            <w:r w:rsidR="00F17EC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2D2A5F">
      <w:pPr>
        <w:pStyle w:val="Heading2Center"/>
        <w:rPr>
          <w:lang w:bidi="fa-IR"/>
        </w:rPr>
      </w:pPr>
      <w:bookmarkStart w:id="10" w:name="_Toc18255823"/>
      <w:r>
        <w:rPr>
          <w:rtl/>
          <w:lang w:bidi="fa-IR"/>
        </w:rPr>
        <w:t>المجلس الرابع والخمسون بعد المئة</w:t>
      </w:r>
      <w:bookmarkEnd w:id="1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روى غير واحد من المؤرخين ، عن أبي الأغر التميمي قال : إنّي لَواقف يوم صفّين ، إذ مرّ بي العبّاس بن ربيعة بن الحارث بن عبد المطلب وهو شاكٍ في السّلاح ؛ على رأسه مغفر ، وبيده صفيحة يمانية يقلّبها ، وهو على فرس له أدهم ، وكأنّ عيناه عيني أفعى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فبينا هو يروّض فرسه ويلين من عريكته ، إذ هتف به هاتف من أهل الشام يُقال له غرار : هلمّ يا عبّاس إلى البزاز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فالنّزول إذاً ؛ فإنّه أبأس من القفول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فنزل الشامي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F17EC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17EC1" w:rsidRDefault="002D2A5F" w:rsidP="001B4F77">
            <w:pPr>
              <w:pStyle w:val="libPoem"/>
            </w:pPr>
            <w:r>
              <w:rPr>
                <w:rtl/>
                <w:lang w:bidi="fa-IR"/>
              </w:rPr>
              <w:t>إنْ ترْكَبُوا فركوبُ الخيلِ عادتُنَا</w:t>
            </w:r>
            <w:r w:rsidR="00F17EC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7EC1" w:rsidRDefault="00F17EC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7EC1" w:rsidRDefault="002D2A5F" w:rsidP="001B4F77">
            <w:pPr>
              <w:pStyle w:val="libPoem"/>
            </w:pPr>
            <w:r>
              <w:rPr>
                <w:rtl/>
                <w:lang w:bidi="fa-IR"/>
              </w:rPr>
              <w:t>أو تَنْزلُوا فإنّا معْشرٌ نُزُلُ</w:t>
            </w:r>
            <w:r w:rsidR="00F17EC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وثنى العبّاس رجله ، ثمّ عصب فضلات درعه في حجزته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</w:t>
      </w:r>
    </w:p>
    <w:p w:rsidR="00F17EC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F17EC1">
      <w:pPr>
        <w:pStyle w:val="libFootnote0"/>
        <w:rPr>
          <w:lang w:bidi="fa-IR"/>
        </w:rPr>
      </w:pPr>
      <w:r w:rsidRPr="00F17EC1">
        <w:rPr>
          <w:rtl/>
        </w:rPr>
        <w:t>(1)</w:t>
      </w:r>
      <w:r>
        <w:rPr>
          <w:rtl/>
          <w:lang w:bidi="fa-IR"/>
        </w:rPr>
        <w:t xml:space="preserve"> أي : في وسطه</w:t>
      </w:r>
      <w:r w:rsidR="00343D55">
        <w:rPr>
          <w:rtl/>
          <w:lang w:bidi="fa-IR"/>
        </w:rPr>
        <w:t>.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D128E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ودفع فرسه إلى غلام له أسود ، ودلف كلّ واحد منهما إلى صاحبه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أبو الأغر : فذكرت قول أبي ذؤيب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D128E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D128E4" w:rsidRDefault="00D128E4" w:rsidP="001B4F77">
            <w:pPr>
              <w:pStyle w:val="libPoem"/>
            </w:pPr>
            <w:r>
              <w:rPr>
                <w:rtl/>
                <w:lang w:bidi="fa-IR"/>
              </w:rPr>
              <w:t>فتَنازلا وتواقَفتْ خيلاهُمَا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128E4" w:rsidRDefault="00D128E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128E4" w:rsidRDefault="00F068CE" w:rsidP="001B4F77">
            <w:pPr>
              <w:pStyle w:val="libPoem"/>
            </w:pPr>
            <w:r>
              <w:rPr>
                <w:rtl/>
                <w:lang w:bidi="fa-IR"/>
              </w:rPr>
              <w:t>وكلاهُمَا بطلُ اللّقاءِ مُجدِّع</w:t>
            </w:r>
            <w:r>
              <w:rPr>
                <w:rFonts w:hint="cs"/>
                <w:rtl/>
                <w:lang w:bidi="fa-IR"/>
              </w:rPr>
              <w:t>ُ</w:t>
            </w:r>
            <w:r w:rsidR="00D128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تكافحا بسيفهما مليّاً ، لا يصل واحد منهما إلى صاحبه ؛ لكمال لامته ، إلى أنْ لحظ العبّاس وهناً في درع الشامي ، فأهوى إليه بيده فهتكه إلى صدره ، ثمّ عاد لمجاولته وقد أصحر له مفتق الدرع ، فضربه العبّاس ضربة انتظم بها جوانح صدره ، وخرّ الشامي صريعاً لخلده ، وسما العبّاس في النّاس ، وكبّر النّاس تكبيرة ارتجّت لها الأرض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أبو الأغر : فسمعت قائلاً يقول من ورائي : </w:t>
      </w:r>
      <w:r w:rsidRPr="007772B6">
        <w:rPr>
          <w:rStyle w:val="libAlaemChar"/>
          <w:rtl/>
        </w:rPr>
        <w:t>(</w:t>
      </w:r>
      <w:r w:rsidRPr="007772B6">
        <w:rPr>
          <w:rStyle w:val="libAieChar"/>
          <w:rtl/>
        </w:rPr>
        <w:t xml:space="preserve"> يُعَذِّبْهُمُ اللَّهُ بِأَيْدِيكُمْ وَيُخْزِهِمْ وَيَنْصُرْكُمْ عَلَيْهِمْ وَيَشْفِ صُدُورَ قَوْمٍ مُؤْمِنِينَ * وَيُذْهِبْ غَيْظَ قُلُوبِهِمْ وَيَتُوبُ اللَّهُ عَلَى مَنْ يَشَاءُ </w:t>
      </w:r>
      <w:r w:rsidRPr="007772B6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 فإذا هو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: (( يا </w:t>
      </w:r>
      <w:r w:rsidR="00855F67">
        <w:rPr>
          <w:rtl/>
          <w:lang w:bidi="fa-IR"/>
        </w:rPr>
        <w:t>أبا الأغر ، مَن المبارز لعدوّنا</w:t>
      </w:r>
      <w:r>
        <w:rPr>
          <w:rtl/>
          <w:lang w:bidi="fa-IR"/>
        </w:rPr>
        <w:t>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قلت : العبّاس بن ربيعة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 عبّاس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لبيك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ألمْ أنهك ، وحسناً وحسيناً ، وعبد الله بن جعفر ، أنْ تخلّوا بمراكزكم وأنْ تُباشروا حرباً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أفاُدعى يا أمير المؤمنين إلى البزار ، فلا اُجيب جعلت فداك ؟!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نعم ، طاعةُ إمامِك أولى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ودّ معاوية أنّه ما</w:t>
      </w:r>
      <w:r w:rsidR="00855F67">
        <w:rPr>
          <w:rtl/>
          <w:lang w:bidi="fa-IR"/>
        </w:rPr>
        <w:t xml:space="preserve"> بقي من بني هاشم نافخُ ضرمة إل</w:t>
      </w:r>
      <w:r w:rsidR="00855F67">
        <w:rPr>
          <w:rFonts w:hint="cs"/>
          <w:rtl/>
          <w:lang w:bidi="fa-IR"/>
        </w:rPr>
        <w:t>ّ</w:t>
      </w:r>
      <w:r w:rsidR="00855F67">
        <w:rPr>
          <w:rtl/>
          <w:lang w:bidi="fa-IR"/>
        </w:rPr>
        <w:t>ا</w:t>
      </w:r>
      <w:r>
        <w:rPr>
          <w:rtl/>
          <w:lang w:bidi="fa-IR"/>
        </w:rPr>
        <w:t xml:space="preserve"> طُعن في قلبه ؛ </w:t>
      </w:r>
      <w:r w:rsidR="00855F67" w:rsidRPr="00855F67">
        <w:rPr>
          <w:rStyle w:val="libAlaemChar"/>
          <w:rFonts w:hint="cs"/>
          <w:rtl/>
        </w:rPr>
        <w:t>(</w:t>
      </w:r>
      <w:r w:rsidR="00855F67" w:rsidRPr="00855F67">
        <w:rPr>
          <w:rStyle w:val="libAieChar"/>
          <w:rFonts w:hint="cs"/>
          <w:rtl/>
        </w:rPr>
        <w:t xml:space="preserve"> </w:t>
      </w:r>
      <w:r w:rsidRPr="00855F67">
        <w:rPr>
          <w:rStyle w:val="libAieChar"/>
          <w:rtl/>
        </w:rPr>
        <w:t>إطفاءً لن</w:t>
      </w:r>
      <w:r w:rsidR="00855F67" w:rsidRPr="00855F67">
        <w:rPr>
          <w:rStyle w:val="libAieChar"/>
          <w:rtl/>
        </w:rPr>
        <w:t>ور الله ، وَيَأْبَى اللّهُ إِل</w:t>
      </w:r>
      <w:r w:rsidR="00855F67" w:rsidRPr="00855F67">
        <w:rPr>
          <w:rStyle w:val="libAieChar"/>
          <w:rFonts w:hint="cs"/>
          <w:rtl/>
        </w:rPr>
        <w:t>ّ</w:t>
      </w:r>
      <w:r w:rsidR="00855F67" w:rsidRPr="00855F67">
        <w:rPr>
          <w:rStyle w:val="libAieChar"/>
          <w:rtl/>
        </w:rPr>
        <w:t>ا</w:t>
      </w:r>
      <w:r w:rsidRPr="00855F67">
        <w:rPr>
          <w:rStyle w:val="libAieChar"/>
          <w:rtl/>
        </w:rPr>
        <w:t xml:space="preserve"> أَن يُتِمّ نُورَهُ وَلَوْ كَرِهَ الْكَافِرُونَ</w:t>
      </w:r>
      <w:r w:rsidR="00855F67" w:rsidRPr="00855F67">
        <w:rPr>
          <w:rStyle w:val="libAieChar"/>
          <w:rFonts w:hint="cs"/>
          <w:rtl/>
        </w:rPr>
        <w:t xml:space="preserve"> </w:t>
      </w:r>
      <w:r w:rsidR="00855F67" w:rsidRPr="00855F67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وبلغ الخبر إلى معاوية ، فقال : ألا رجل يطلب بدم غرار ؟ فانتدب له رجلان من لَخم ، فقال معاوية : أيّكما قتل العبّاس ، فله كذا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فأتيا العبّاس ، فقال : إنّ لي سيّداً اُؤامره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فأتى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فأخبره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ناقلني سلاحك بسلاحي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فناقله ، وركب عليٌ فرس العبّاس ، فلم يشكّ الشاميان أنّه العبّاس ، فقال</w:t>
      </w:r>
      <w:r w:rsidR="00B33EC3">
        <w:rPr>
          <w:rtl/>
          <w:lang w:bidi="fa-IR"/>
        </w:rPr>
        <w:t xml:space="preserve">ا له : أذنَ لك سيّدك ؟ فقال : </w:t>
      </w:r>
      <w:r w:rsidR="00B33EC3" w:rsidRPr="00B33EC3">
        <w:rPr>
          <w:rStyle w:val="libAlaemChar"/>
          <w:rtl/>
        </w:rPr>
        <w:t>(</w:t>
      </w:r>
      <w:r w:rsidRPr="00B33EC3">
        <w:rPr>
          <w:rStyle w:val="libAieChar"/>
          <w:rtl/>
        </w:rPr>
        <w:t xml:space="preserve"> أُذِنَ لِلّذِينَ يُقَاتَلُونَ بِأَنّهُمْ ظُلِمُوا وَإِنّ اللّ</w:t>
      </w:r>
      <w:r w:rsidR="00B33EC3" w:rsidRPr="00B33EC3">
        <w:rPr>
          <w:rStyle w:val="libAieChar"/>
          <w:rtl/>
        </w:rPr>
        <w:t xml:space="preserve">هَ عَلَى‏ نَصْرِهِمْ لَقَدِيرٌ </w:t>
      </w:r>
      <w:r w:rsidRPr="00B33EC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فبرز إليه أحدهما فكأنّما اختطفه ، ثمّ برز إليه الثاني فألحقه بالأوّل وانصرف ، و</w:t>
      </w:r>
      <w:r w:rsidR="00B33EC3">
        <w:rPr>
          <w:rtl/>
          <w:lang w:bidi="fa-IR"/>
        </w:rPr>
        <w:t xml:space="preserve">هو يقول : </w:t>
      </w:r>
      <w:r w:rsidRPr="00B33EC3">
        <w:rPr>
          <w:rStyle w:val="libAlaemChar"/>
          <w:rtl/>
        </w:rPr>
        <w:t>(</w:t>
      </w:r>
      <w:r w:rsidRPr="00B33EC3">
        <w:rPr>
          <w:rStyle w:val="libAieChar"/>
          <w:rtl/>
        </w:rPr>
        <w:t xml:space="preserve"> الشَّهْرُ</w:t>
      </w:r>
    </w:p>
    <w:p w:rsidR="00D128E4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D128E4">
      <w:pPr>
        <w:pStyle w:val="libFootnote0"/>
        <w:rPr>
          <w:lang w:bidi="fa-IR"/>
        </w:rPr>
      </w:pPr>
      <w:r w:rsidRPr="00D128E4">
        <w:rPr>
          <w:rtl/>
        </w:rPr>
        <w:t>(1)</w:t>
      </w:r>
      <w:r>
        <w:rPr>
          <w:rtl/>
          <w:lang w:bidi="fa-IR"/>
        </w:rPr>
        <w:t xml:space="preserve"> سورة التوبة / 14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15</w:t>
      </w:r>
      <w:r w:rsidR="00343D55">
        <w:rPr>
          <w:rtl/>
          <w:lang w:bidi="fa-IR"/>
        </w:rPr>
        <w:t>.</w:t>
      </w:r>
    </w:p>
    <w:p w:rsidR="00C92D11" w:rsidRDefault="00C92D11" w:rsidP="00D128E4">
      <w:pPr>
        <w:pStyle w:val="libFootnote0"/>
        <w:rPr>
          <w:lang w:bidi="fa-IR"/>
        </w:rPr>
      </w:pPr>
      <w:r w:rsidRPr="00D128E4">
        <w:rPr>
          <w:rtl/>
        </w:rPr>
        <w:t>(2)</w:t>
      </w:r>
      <w:r>
        <w:rPr>
          <w:rtl/>
          <w:lang w:bidi="fa-IR"/>
        </w:rPr>
        <w:t xml:space="preserve"> سورة التوبة / 32</w:t>
      </w:r>
      <w:r w:rsidR="00343D55">
        <w:rPr>
          <w:rtl/>
          <w:lang w:bidi="fa-IR"/>
        </w:rPr>
        <w:t>.</w:t>
      </w:r>
    </w:p>
    <w:p w:rsidR="00C92D11" w:rsidRDefault="00C92D11" w:rsidP="00D128E4">
      <w:pPr>
        <w:pStyle w:val="libFootnote0"/>
        <w:rPr>
          <w:lang w:bidi="fa-IR"/>
        </w:rPr>
      </w:pPr>
      <w:r w:rsidRPr="00D128E4">
        <w:rPr>
          <w:rtl/>
        </w:rPr>
        <w:t>(3)</w:t>
      </w:r>
      <w:r>
        <w:rPr>
          <w:rtl/>
          <w:lang w:bidi="fa-IR"/>
        </w:rPr>
        <w:t xml:space="preserve"> سورة الحجّ / 39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954B3">
      <w:pPr>
        <w:pStyle w:val="libNormal0"/>
        <w:rPr>
          <w:lang w:bidi="fa-IR"/>
        </w:rPr>
      </w:pPr>
      <w:r w:rsidRPr="009954B3">
        <w:rPr>
          <w:rStyle w:val="libAieChar"/>
          <w:rtl/>
        </w:rPr>
        <w:lastRenderedPageBreak/>
        <w:t>الْحَرَامُ بِالشّهْرِ الْحَرَامِ وَالْحُرُمَاتُ قِصَاصٌ فَمَنِ اعْتَدَى‏ عَلَيْكُمْ فَاعْتَدُوا عَلَيْهِ بِمِثْلِ مَا اعْتَد</w:t>
      </w:r>
      <w:r w:rsidR="009954B3" w:rsidRPr="009954B3">
        <w:rPr>
          <w:rStyle w:val="libAieChar"/>
          <w:rtl/>
        </w:rPr>
        <w:t xml:space="preserve">َى‏ عَلَيْكُمْ </w:t>
      </w:r>
      <w:r w:rsidRPr="009954B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فبلغ ذلك معاوية ، فقال : </w:t>
      </w:r>
      <w:r w:rsidR="0043232C">
        <w:rPr>
          <w:rtl/>
          <w:lang w:bidi="fa-IR"/>
        </w:rPr>
        <w:t>قبّح الله اللجاج ؛ ما ركبته أل</w:t>
      </w:r>
      <w:r w:rsidR="0043232C">
        <w:rPr>
          <w:rFonts w:hint="cs"/>
          <w:rtl/>
          <w:lang w:bidi="fa-IR"/>
        </w:rPr>
        <w:t>ّ</w:t>
      </w:r>
      <w:r w:rsidR="0043232C">
        <w:rPr>
          <w:rtl/>
          <w:lang w:bidi="fa-IR"/>
        </w:rPr>
        <w:t>ا</w:t>
      </w:r>
      <w:r>
        <w:rPr>
          <w:rtl/>
          <w:lang w:bidi="fa-IR"/>
        </w:rPr>
        <w:t xml:space="preserve"> خُذلت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عمرو بن العاص : المخذول والله ، اللخميان لا أنت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إنّ الذي خفته يا أمير المؤمنين على بني هاشم يوم صفّين ، فكنت تقيهم بنفسك ، ولا تأذن لهم في المبارزة ؛ خوفاً عليهم ، قد أدركه منهم بنو اُميّة يوم كربلاء ، فأفنوهم قتلاً ، ولمْ يتركوا منهم نافخ ضرمة ؛ قتلوا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وذبحوه كما يُذبح الكبش ، وقتلوا معه سبعة عشر رجلاً من أهل بيتك من بني هاشم ، ما لهم على وجه الأرض شبيه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ولئن نجا منهم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بسببك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ابن عمّك العبّاس بن ربيعة يوم صفّين ، فلم ينجُ منهم ولدك أبو الفضل العبّاس يوم كربلاء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43232C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43232C" w:rsidRDefault="0043232C" w:rsidP="001B4F77">
            <w:pPr>
              <w:pStyle w:val="libPoem"/>
            </w:pPr>
            <w:r>
              <w:rPr>
                <w:rtl/>
                <w:lang w:bidi="fa-IR"/>
              </w:rPr>
              <w:t>قطَعُوا يَديهِ وهامُهُ فَلَقُوهُ 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232C" w:rsidRDefault="0043232C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232C" w:rsidRDefault="0043232C" w:rsidP="001B4F77">
            <w:pPr>
              <w:pStyle w:val="libPoem"/>
            </w:pPr>
            <w:r>
              <w:rPr>
                <w:rtl/>
                <w:lang w:bidi="fa-IR"/>
              </w:rPr>
              <w:t>عَمَدِ الحديدِ فَخرَّ خيرُ طَعينِ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232C" w:rsidTr="001B4F77">
        <w:trPr>
          <w:trHeight w:val="350"/>
        </w:trPr>
        <w:tc>
          <w:tcPr>
            <w:tcW w:w="3920" w:type="dxa"/>
          </w:tcPr>
          <w:p w:rsidR="0043232C" w:rsidRDefault="00A953FC" w:rsidP="001B4F77">
            <w:pPr>
              <w:pStyle w:val="libPoem"/>
            </w:pPr>
            <w:r>
              <w:rPr>
                <w:rtl/>
                <w:lang w:bidi="fa-IR"/>
              </w:rPr>
              <w:t>ومشَى إليهِ السّبطُ ينْعاهُ كسَرْ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232C" w:rsidRDefault="0043232C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232C" w:rsidRDefault="00A953FC" w:rsidP="001B4F77">
            <w:pPr>
              <w:pStyle w:val="libPoem"/>
            </w:pPr>
            <w:r>
              <w:rPr>
                <w:rtl/>
                <w:lang w:bidi="fa-IR"/>
              </w:rPr>
              <w:t>تَ الآنَ ظهْري يا أخي ومُعيني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232C" w:rsidTr="001B4F77">
        <w:trPr>
          <w:trHeight w:val="350"/>
        </w:trPr>
        <w:tc>
          <w:tcPr>
            <w:tcW w:w="3920" w:type="dxa"/>
          </w:tcPr>
          <w:p w:rsidR="0043232C" w:rsidRDefault="00A953FC" w:rsidP="001B4F77">
            <w:pPr>
              <w:pStyle w:val="libPoem"/>
            </w:pPr>
            <w:r>
              <w:rPr>
                <w:rtl/>
                <w:lang w:bidi="fa-IR"/>
              </w:rPr>
              <w:t>عباسُ كبشَ كَتيْبَتي وكِنانَتي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232C" w:rsidRDefault="0043232C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232C" w:rsidRDefault="00A953FC" w:rsidP="001B4F77">
            <w:pPr>
              <w:pStyle w:val="libPoem"/>
            </w:pPr>
            <w:r>
              <w:rPr>
                <w:rtl/>
                <w:lang w:bidi="fa-IR"/>
              </w:rPr>
              <w:t>وسريَّ قومي بلْ أعزّ حُصوني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232C" w:rsidTr="001B4F77">
        <w:trPr>
          <w:trHeight w:val="350"/>
        </w:trPr>
        <w:tc>
          <w:tcPr>
            <w:tcW w:w="3920" w:type="dxa"/>
          </w:tcPr>
          <w:p w:rsidR="0043232C" w:rsidRDefault="00933F7F" w:rsidP="001B4F77">
            <w:pPr>
              <w:pStyle w:val="libPoem"/>
            </w:pPr>
            <w:r>
              <w:rPr>
                <w:rtl/>
                <w:lang w:bidi="fa-IR"/>
              </w:rPr>
              <w:t>فرسٌ ملكتَ بها الشَّريعةَ إنّها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232C" w:rsidRDefault="0043232C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232C" w:rsidRDefault="00933F7F" w:rsidP="001B4F77">
            <w:pPr>
              <w:pStyle w:val="libPoem"/>
            </w:pPr>
            <w:r>
              <w:rPr>
                <w:rtl/>
                <w:lang w:bidi="fa-IR"/>
              </w:rPr>
              <w:t>عادَتْ إليَّ بصفقةِ المغْبُونِ</w:t>
            </w:r>
            <w:r w:rsidR="0043232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41294B">
      <w:pPr>
        <w:pStyle w:val="Heading2Center"/>
        <w:rPr>
          <w:lang w:bidi="fa-IR"/>
        </w:rPr>
      </w:pPr>
      <w:bookmarkStart w:id="11" w:name="_Toc18255824"/>
      <w:r>
        <w:rPr>
          <w:rtl/>
          <w:lang w:bidi="fa-IR"/>
        </w:rPr>
        <w:t>المجلس الخامس والخمسون بعد المئة</w:t>
      </w:r>
      <w:bookmarkEnd w:id="1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روى نصر بن مزاحم في كتاب صفّين ، عن عمّار بن ربيعة قال : صلّى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بالنّاس صلاةَ الغَداة بصفّين ، ثمّ زحف إلى أهل الشام ، وكانت الحرب أكلت الفريقين ، ولكنّها في أهل الشام أشدّ نكايةً وأعظم وقعاً ، فقد ملّوا الحرب وكرهوا القتال ، وتضعضعت أركانهم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 من أهل العراق رجل على فرس كميت ذَنوب </w:t>
      </w:r>
      <w:r w:rsidR="0041294B">
        <w:rPr>
          <w:rtl/>
          <w:lang w:bidi="fa-IR"/>
        </w:rPr>
        <w:t>، عليه السّلاح ، لا يرى منه إل</w:t>
      </w:r>
      <w:r w:rsidR="0041294B">
        <w:rPr>
          <w:rFonts w:hint="cs"/>
          <w:rtl/>
          <w:lang w:bidi="fa-IR"/>
        </w:rPr>
        <w:t>ّ</w:t>
      </w:r>
      <w:r w:rsidR="0041294B">
        <w:rPr>
          <w:rtl/>
          <w:lang w:bidi="fa-IR"/>
        </w:rPr>
        <w:t>ا</w:t>
      </w:r>
      <w:r>
        <w:rPr>
          <w:rtl/>
          <w:lang w:bidi="fa-IR"/>
        </w:rPr>
        <w:t xml:space="preserve"> عيناه ، وبيده الرمح ، فجعل يضرب رؤوس أصحاب علي بالقناة ويقول : سوّوا</w:t>
      </w:r>
    </w:p>
    <w:p w:rsidR="0043232C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43232C">
      <w:pPr>
        <w:pStyle w:val="libFootnote0"/>
        <w:rPr>
          <w:lang w:bidi="fa-IR"/>
        </w:rPr>
      </w:pPr>
      <w:r w:rsidRPr="0043232C">
        <w:rPr>
          <w:rtl/>
        </w:rPr>
        <w:t>(1)</w:t>
      </w:r>
      <w:r>
        <w:rPr>
          <w:rtl/>
          <w:lang w:bidi="fa-IR"/>
        </w:rPr>
        <w:t xml:space="preserve"> سورة البقرة / 194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41294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صفوفكم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حتّى إذا عدّل الصفوف والرايات ، استقبلهم بوجهه وولّى أهل الشام ظهره ، ثمّ حمد الله وأثنى عليه ، ثمّ قال : الحمد لله الذي جعل فيكم ابن عم نبيّكم ، أقدمهم هجرة وأوّلهم إسلاماً ، سيفٌ من سيوف الله صبّه على أعدائه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فانظروا إليّ : إذا حمي الوطيس ، وثار القتام ، وتكسّر المرّان ، وجالت الخيل بالأبطال ، فلا أسمع إلاّ غمغمة أو همهمة ، [ فاتبعوني وكوني في إثري ]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حمل على أهل الشام وكسر فيهم رمحه ثمّ رجع ، فإذا هو الأشتر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وزحف النّاس بعضهم إلى بعض ، فارتموا بالنّبل حتّى فنيت ، ثمّ تطاعنوا بالرماح حتّى كُسرت واندقّت ، ثمّ مشى القوم بعضهم إلى بعض بالسّيوف وعمد الحديد ، فلم يسمع السّامع إلاّ وقع الحديد على الحديد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وانكسفت الشمس ، وثار القتام ، وضلّت الألوية والرايات ، والأشتر يسير فيما بين الميمنة والميسرة ، فيأمر كلّ قبيلة أو كتيبة من القرّاء بالإقدام على التي تليها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فاجتلدوا بالسّيوف وعمد الحديد من صلاة الغداة إلى نصف الليل ، لمْ يُصلّوا لله صلاة ، فلمْ يزل يفعل ذلك الأشتر بالنّاس ، وافترقوا على سبعين ألف قتيل في ذلك اليوم وتلك الليلة ، وهي ليلة الهرير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وقُتل يوم صفّين عبد الله بن كعب ، فمرّ به الأسود بن قيس بآخر رمق ، فقال : عزّ والله ، عليَّ مصرعك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أما والله ، لو شهدتك لآسيتك ولدافعت عنك ، ولو أعرف الذي صرعك ، لأحببت أن لا يزايلني حتّى يُلحقني بك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نزل إليه ، فقال : وا</w:t>
      </w:r>
      <w:r w:rsidR="0041294B">
        <w:rPr>
          <w:rtl/>
          <w:lang w:bidi="fa-IR"/>
        </w:rPr>
        <w:t>لله ، إنْ كان جارك ليأمن بواثقك</w:t>
      </w:r>
      <w:r>
        <w:rPr>
          <w:rtl/>
          <w:lang w:bidi="fa-IR"/>
        </w:rPr>
        <w:t>، وإنْ كنت من الذاكرين الله كثيراً ، أوصني رحمك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اُوصيك بتقوى الله ، وأن تناصح أمير المؤمنين ، وأنْ تُقاتل معه المحلّين حتّى يظهر الحقّ أو تلحق بالله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وأبلغه عنّي السّلام ، وقُل له : قاتل على المعركة حتّى تجعلها خلف ظهرك ؛ فإنّه من أصبح والمعركة خلف ظهره كان الغالب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لم يلبث أنْ مات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فأقبل الأسود إلى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فأخبره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: (( </w:t>
      </w:r>
      <w:r w:rsidR="00697159" w:rsidRPr="00697159">
        <w:rPr>
          <w:rStyle w:val="libAlaemChar"/>
          <w:rtl/>
        </w:rPr>
        <w:t>رحمه‌الله</w:t>
      </w:r>
      <w:r w:rsidR="00221DB4">
        <w:rPr>
          <w:rtl/>
          <w:lang w:bidi="fa-IR"/>
        </w:rPr>
        <w:t xml:space="preserve"> ، جاهد معنا عدونا في الحياة</w:t>
      </w:r>
      <w:r>
        <w:rPr>
          <w:rtl/>
          <w:lang w:bidi="fa-IR"/>
        </w:rPr>
        <w:t>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1294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ونصح لنا في الوفاة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ما أشبه وصيّة عبد الله للأسود بوصية مسلم بن عوسجة لحبيب بن مظاهر ؛ وذلك ل</w:t>
      </w:r>
      <w:r w:rsidR="00E4109B">
        <w:rPr>
          <w:rFonts w:hint="cs"/>
          <w:rtl/>
          <w:lang w:bidi="fa-IR"/>
        </w:rPr>
        <w:t>ـ</w:t>
      </w:r>
      <w:r>
        <w:rPr>
          <w:rtl/>
          <w:lang w:bidi="fa-IR"/>
        </w:rPr>
        <w:t>مّا صرع ابن عوسجة فمشى إليه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ومعه حبيب بن مظاهر ، فقال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رحمك الله يا مسلم ،</w:t>
      </w:r>
      <w:r w:rsidR="00E4109B" w:rsidRPr="00E4109B">
        <w:rPr>
          <w:rStyle w:val="libAlaemChar"/>
          <w:rFonts w:hint="cs"/>
          <w:rtl/>
        </w:rPr>
        <w:t>(</w:t>
      </w:r>
      <w:r w:rsidRPr="00E4109B">
        <w:rPr>
          <w:rStyle w:val="libAieChar"/>
          <w:rtl/>
        </w:rPr>
        <w:t xml:space="preserve"> فَمِنْهُم مّن قَضَى‏ نَحْبَهُ وَمِنْهُم مّن يَنتَظِرُ وَمَا بَدّلُوا تَبْدِيلاً</w:t>
      </w:r>
      <w:r w:rsidR="00E4109B" w:rsidRPr="00E4109B">
        <w:rPr>
          <w:rStyle w:val="libAieChar"/>
          <w:rFonts w:hint="cs"/>
          <w:rtl/>
        </w:rPr>
        <w:t xml:space="preserve"> </w:t>
      </w:r>
      <w:r w:rsidR="00E4109B" w:rsidRPr="00E4109B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ودنا منه حبيب ، فقال : عزّ عليَّ مصرعك يا مسلم ، أبشر بالجنّة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قولاً ضعيفاً : بشرّك الله بخير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له حبيب : لولا أنّي أعلم أنّي في الأثر من ساعتي هذه ، لأحببت أن توصيني بكلّ ما أهمّك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: فإنّي اُوصيك بهذا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وأشار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فقاتل دونه حتّى تموت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حبيب : لأنعمنّك عيناً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مات رضوان الله عليه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78789A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إنّ امرأً يمشِي لمصرَعِهِ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789A" w:rsidRDefault="0078789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سبطُ النَّبيِّ لَفاقدُ التِّربِ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89A" w:rsidTr="001B4F77">
        <w:trPr>
          <w:trHeight w:val="350"/>
        </w:trPr>
        <w:tc>
          <w:tcPr>
            <w:tcW w:w="3920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أوصَى حبيباً أنْ يجُودَ 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789A" w:rsidRDefault="0078789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بالنَّفسِ من مِقَةٍ ومنْ حُبِّ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89A" w:rsidTr="001B4F77">
        <w:trPr>
          <w:trHeight w:val="350"/>
        </w:trPr>
        <w:tc>
          <w:tcPr>
            <w:tcW w:w="3920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أعززْ علينا يابنَ عَوْسجةٍ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789A" w:rsidRDefault="0078789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منْ أنْ تفارقَ ساحةَ الحربِ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89A" w:rsidTr="001B4F77">
        <w:trPr>
          <w:trHeight w:val="350"/>
        </w:trPr>
        <w:tc>
          <w:tcPr>
            <w:tcW w:w="3920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عانقْتَ بيضَهُمُ وسمرهُمُ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789A" w:rsidRDefault="0078789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789A" w:rsidRDefault="0078789A" w:rsidP="001B4F77">
            <w:pPr>
              <w:pStyle w:val="libPoem"/>
            </w:pPr>
            <w:r>
              <w:rPr>
                <w:rtl/>
                <w:lang w:bidi="fa-IR"/>
              </w:rPr>
              <w:t>ورجعتَ بعدُ مُعانقَ التَّربِ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789A" w:rsidTr="001B4F77">
        <w:trPr>
          <w:trHeight w:val="350"/>
        </w:trPr>
        <w:tc>
          <w:tcPr>
            <w:tcW w:w="3920" w:type="dxa"/>
          </w:tcPr>
          <w:p w:rsidR="0078789A" w:rsidRDefault="00123EF1" w:rsidP="001B4F77">
            <w:pPr>
              <w:pStyle w:val="libPoem"/>
            </w:pPr>
            <w:r>
              <w:rPr>
                <w:rtl/>
                <w:lang w:bidi="fa-IR"/>
              </w:rPr>
              <w:t>أبكي عليكّ وما يُفيدُ بُكا</w:t>
            </w:r>
            <w:r w:rsidR="007878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789A" w:rsidRDefault="0078789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789A" w:rsidRDefault="00123EF1" w:rsidP="001B4F77">
            <w:pPr>
              <w:pStyle w:val="libPoem"/>
            </w:pPr>
            <w:r>
              <w:rPr>
                <w:rtl/>
                <w:lang w:bidi="fa-IR"/>
              </w:rPr>
              <w:t>عيني وقدْ أكلَ الأسَى قلبي</w:t>
            </w:r>
            <w:r w:rsidR="007878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8789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78789A">
      <w:pPr>
        <w:pStyle w:val="Heading2Center"/>
        <w:rPr>
          <w:lang w:bidi="fa-IR"/>
        </w:rPr>
      </w:pPr>
      <w:bookmarkStart w:id="12" w:name="_Toc18255825"/>
      <w:r>
        <w:rPr>
          <w:rtl/>
          <w:lang w:bidi="fa-IR"/>
        </w:rPr>
        <w:t>المجلس السّادس والخمسون بعد المئة</w:t>
      </w:r>
      <w:bookmarkEnd w:id="1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عن ابن عبّاس ، قال : عقمُت النّساء أنْ يأتين بمثل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! فوالله ، ما كشفت ذيولهنّ عن مثله ، وقد شهدته يوم صفّين وعلى رأسه عمامة سوداء ، وعيناه كأنّهما سراجاً سليطاً يتوقّدان من تحتها ، وهو يقف على كلّ شِرْذِمة يحرّضهم على الحرب ، إذْ طلعت علينا خيل لمعاوية ، وهي عشرة آلاف دارع على عشرة آلاف أشهب ، فاقشعرّ النّاس</w:t>
      </w:r>
    </w:p>
    <w:p w:rsidR="008D05AB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8D05AB">
      <w:pPr>
        <w:pStyle w:val="libFootnote0"/>
        <w:rPr>
          <w:rtl/>
          <w:lang w:bidi="fa-IR"/>
        </w:rPr>
      </w:pPr>
      <w:r w:rsidRPr="008D05AB">
        <w:rPr>
          <w:rtl/>
        </w:rPr>
        <w:t>(1)</w:t>
      </w:r>
      <w:r>
        <w:rPr>
          <w:rtl/>
          <w:lang w:bidi="fa-IR"/>
        </w:rPr>
        <w:t xml:space="preserve"> سورة الأحزاب / 23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E2BF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ل</w:t>
      </w:r>
      <w:r w:rsidR="00AE2BF3">
        <w:rPr>
          <w:rFonts w:hint="cs"/>
          <w:rtl/>
          <w:lang w:bidi="fa-IR"/>
        </w:rPr>
        <w:t>ـ</w:t>
      </w:r>
      <w:r>
        <w:rPr>
          <w:rtl/>
          <w:lang w:bidi="fa-IR"/>
        </w:rPr>
        <w:t>مّا رآوها ، وانحاز بعضهم إلى بعض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فيمَ الهلعُ والن</w:t>
      </w:r>
      <w:r w:rsidR="00752EC4">
        <w:rPr>
          <w:rtl/>
          <w:lang w:bidi="fa-IR"/>
        </w:rPr>
        <w:t>َّخعُ يا أهل العراق ! هل هي إل</w:t>
      </w:r>
      <w:r w:rsidR="00752EC4">
        <w:rPr>
          <w:rFonts w:hint="cs"/>
          <w:rtl/>
          <w:lang w:bidi="fa-IR"/>
        </w:rPr>
        <w:t>ّ</w:t>
      </w:r>
      <w:r w:rsidR="00752EC4">
        <w:rPr>
          <w:rtl/>
          <w:lang w:bidi="fa-IR"/>
        </w:rPr>
        <w:t>ا</w:t>
      </w:r>
      <w:r>
        <w:rPr>
          <w:rtl/>
          <w:lang w:bidi="fa-IR"/>
        </w:rPr>
        <w:t xml:space="preserve"> أشخاصٌ ماثلة فيها قلوبٌ طائرة ، لو مسّتها سيوف أهل الحقِّ لتهافتت تهافت الفراش في النّار ، سفّتها الريح في يوم عاصف ، فادَّرعوا الصَّبر وغُضّوا الأصوات ، وقلقلوا الأسياف في الأغماد ، وصلوا السّيوف بالخُطا ، والرماح بالنّبال ؛ فإنّكم بعين الله ومع أخي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وعليكم بهذا السّرادق الأدلم ، والرواق ال</w:t>
      </w:r>
      <w:r w:rsidR="00752EC4">
        <w:rPr>
          <w:rFonts w:hint="cs"/>
          <w:rtl/>
          <w:lang w:bidi="fa-IR"/>
        </w:rPr>
        <w:t>ـ</w:t>
      </w:r>
      <w:r>
        <w:rPr>
          <w:rtl/>
          <w:lang w:bidi="fa-IR"/>
        </w:rPr>
        <w:t>مُظلم ، فاضربوا ثبجه ؛ فإنّ الشيطان راقد في كسره ، نافج حضنيه ، مفترش ذراعيه ، قد قدّم للوثبة يداً ، وأخَّر للنكوص رجلاً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ألا إنّ خِضاب النّساء الحَنّاء ، وخضاب الرجال الدماء ، فصمداً صمداً حتّى ينجلي لكم عمود الحقِّ وأنتم الأعلَون ، فشِدّوا على اسم الله تعالى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حمل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وتبعته خويلة لم تبلغ المئة فارس ، وهو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2"/>
        <w:gridCol w:w="272"/>
        <w:gridCol w:w="3516"/>
      </w:tblGrid>
      <w:tr w:rsidR="00752EC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52EC4" w:rsidRDefault="00752EC4" w:rsidP="001B4F77">
            <w:pPr>
              <w:pStyle w:val="libPoem"/>
            </w:pPr>
            <w:r>
              <w:rPr>
                <w:rtl/>
                <w:lang w:bidi="fa-IR"/>
              </w:rPr>
              <w:t>دبُّوا دَبيْبَ النَّملِ لا تفُوتُوا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2EC4" w:rsidRDefault="00752EC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2EC4" w:rsidRDefault="00752EC4" w:rsidP="001B4F77">
            <w:pPr>
              <w:pStyle w:val="libPoem"/>
            </w:pPr>
            <w:r>
              <w:rPr>
                <w:rtl/>
                <w:lang w:bidi="fa-IR"/>
              </w:rPr>
              <w:t>وأصبِحُوا بحربِكُمْ وبيتُوا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2EC4" w:rsidTr="001B4F77">
        <w:trPr>
          <w:trHeight w:val="350"/>
        </w:trPr>
        <w:tc>
          <w:tcPr>
            <w:tcW w:w="3920" w:type="dxa"/>
          </w:tcPr>
          <w:p w:rsidR="00752EC4" w:rsidRDefault="00752EC4" w:rsidP="001B4F77">
            <w:pPr>
              <w:pStyle w:val="libPoem"/>
            </w:pPr>
            <w:r>
              <w:rPr>
                <w:rtl/>
                <w:lang w:bidi="fa-IR"/>
              </w:rPr>
              <w:t>حتّى تنالُوا الثأرَ أو تَموتُوا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2EC4" w:rsidRDefault="00752EC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2EC4" w:rsidRDefault="00752EC4" w:rsidP="001B4F77">
            <w:pPr>
              <w:pStyle w:val="libPoem"/>
            </w:pPr>
            <w:r>
              <w:rPr>
                <w:rtl/>
                <w:lang w:bidi="fa-IR"/>
              </w:rPr>
              <w:t>أو لا فإنّي طالما عُصِيت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فأجالها أبو الحسن جَوَلان الرّحا ، فارتفعت عج</w:t>
      </w:r>
      <w:r w:rsidR="00752EC4">
        <w:rPr>
          <w:rtl/>
          <w:lang w:bidi="fa-IR"/>
        </w:rPr>
        <w:t>اجة منعتني النّظر ، فلم أرَ إل</w:t>
      </w:r>
      <w:r w:rsidR="00752EC4">
        <w:rPr>
          <w:rFonts w:hint="cs"/>
          <w:rtl/>
          <w:lang w:bidi="fa-IR"/>
        </w:rPr>
        <w:t>ّ</w:t>
      </w:r>
      <w:r w:rsidR="00752EC4">
        <w:rPr>
          <w:rtl/>
          <w:lang w:bidi="fa-IR"/>
        </w:rPr>
        <w:t>ا</w:t>
      </w:r>
      <w:r>
        <w:rPr>
          <w:rtl/>
          <w:lang w:bidi="fa-IR"/>
        </w:rPr>
        <w:t xml:space="preserve"> رأساً نادراً ويداً طائحة ، فما كان أسرع من أنْ ولّى أهل الشام مدبرين : </w:t>
      </w:r>
      <w:r w:rsidRPr="00752EC4">
        <w:rPr>
          <w:rStyle w:val="libAlaemChar"/>
          <w:rtl/>
        </w:rPr>
        <w:t>(</w:t>
      </w:r>
      <w:r w:rsidRPr="00B2319D">
        <w:rPr>
          <w:rStyle w:val="libAieChar"/>
          <w:rtl/>
        </w:rPr>
        <w:t xml:space="preserve"> </w:t>
      </w:r>
      <w:r w:rsidRPr="00752EC4">
        <w:rPr>
          <w:rStyle w:val="libAieChar"/>
          <w:rtl/>
        </w:rPr>
        <w:t>كَأَنَّهُمْ حُمُرٌ مُسْتَنْف</w:t>
      </w:r>
      <w:r w:rsidR="00752EC4" w:rsidRPr="00752EC4">
        <w:rPr>
          <w:rStyle w:val="libAieChar"/>
          <w:rtl/>
        </w:rPr>
        <w:t>ِرَةٌ * فَرَّتْ مِنْ قَسْوَرَةٍ</w:t>
      </w:r>
      <w:r w:rsidRPr="00752EC4">
        <w:rPr>
          <w:rStyle w:val="libAieChar"/>
          <w:rtl/>
        </w:rPr>
        <w:t xml:space="preserve"> </w:t>
      </w:r>
      <w:r w:rsidRPr="00752EC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وإذا بأمير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يمسح العلق عن ذراعيه ، وسيفه ينطف دماً ، ووجهه </w:t>
      </w:r>
      <w:r w:rsidR="00B2319D">
        <w:rPr>
          <w:rtl/>
          <w:lang w:bidi="fa-IR"/>
        </w:rPr>
        <w:t xml:space="preserve">كشقة القمر الطالع ، وهو يقول : </w:t>
      </w:r>
      <w:r w:rsidRPr="00B2319D">
        <w:rPr>
          <w:rStyle w:val="libAlaemChar"/>
          <w:rtl/>
        </w:rPr>
        <w:t>(</w:t>
      </w:r>
      <w:r w:rsidRPr="00B2319D">
        <w:rPr>
          <w:rStyle w:val="libAieChar"/>
          <w:rtl/>
        </w:rPr>
        <w:t xml:space="preserve"> فَقَاتِلُوا أ</w:t>
      </w:r>
      <w:r w:rsidR="00B2319D" w:rsidRPr="00B2319D">
        <w:rPr>
          <w:rStyle w:val="libAieChar"/>
          <w:rtl/>
        </w:rPr>
        <w:t>َئِمَّةَ الْكُفْرِ إِنَّهُمْ ل</w:t>
      </w:r>
      <w:r w:rsidR="00B2319D" w:rsidRPr="00B2319D">
        <w:rPr>
          <w:rStyle w:val="libAieChar"/>
          <w:rFonts w:hint="cs"/>
          <w:rtl/>
        </w:rPr>
        <w:t>َ</w:t>
      </w:r>
      <w:r w:rsidR="00B2319D" w:rsidRPr="00B2319D">
        <w:rPr>
          <w:rStyle w:val="libAieChar"/>
          <w:rtl/>
        </w:rPr>
        <w:t>ا</w:t>
      </w:r>
      <w:r w:rsidRPr="00B2319D">
        <w:rPr>
          <w:rStyle w:val="libAieChar"/>
          <w:rtl/>
        </w:rPr>
        <w:t xml:space="preserve"> أَيْمَانَ</w:t>
      </w:r>
      <w:r w:rsidR="00B2319D" w:rsidRPr="00B2319D">
        <w:rPr>
          <w:rStyle w:val="libAieChar"/>
          <w:rtl/>
        </w:rPr>
        <w:t xml:space="preserve"> لَهُمْ لَعَلَّهُمْ يَنتَهُونَ </w:t>
      </w:r>
      <w:r w:rsidRPr="00B2319D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752EC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52EC4" w:rsidRDefault="00F53847" w:rsidP="001B4F77">
            <w:pPr>
              <w:pStyle w:val="libPoem"/>
            </w:pPr>
            <w:r>
              <w:rPr>
                <w:rtl/>
                <w:lang w:bidi="fa-IR"/>
              </w:rPr>
              <w:t>فلا سيْفَ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ذُو الفقَارِ ولا فَتَى</w:t>
            </w:r>
            <w:r w:rsidR="00752E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2EC4" w:rsidRDefault="00752EC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2EC4" w:rsidRDefault="00F53847" w:rsidP="001B4F77">
            <w:pPr>
              <w:pStyle w:val="libPoem"/>
            </w:pPr>
            <w:r>
              <w:rPr>
                <w:rtl/>
                <w:lang w:bidi="fa-IR"/>
              </w:rPr>
              <w:t>سوى حيدرِ الكرْارِ مُردي القسَاورِ</w:t>
            </w:r>
            <w:r w:rsidR="00752E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2EC4" w:rsidTr="001B4F77">
        <w:trPr>
          <w:trHeight w:val="350"/>
        </w:trPr>
        <w:tc>
          <w:tcPr>
            <w:tcW w:w="3920" w:type="dxa"/>
          </w:tcPr>
          <w:p w:rsidR="00752EC4" w:rsidRDefault="00F53847" w:rsidP="001B4F77">
            <w:pPr>
              <w:pStyle w:val="libPoem"/>
            </w:pPr>
            <w:r>
              <w:rPr>
                <w:rtl/>
                <w:lang w:bidi="fa-IR"/>
              </w:rPr>
              <w:t>فيا ليتَهُ لا غابَ عنْ يومِ كربَلا</w:t>
            </w:r>
            <w:r>
              <w:rPr>
                <w:rFonts w:hint="cs"/>
                <w:rtl/>
                <w:lang w:bidi="fa-IR"/>
              </w:rPr>
              <w:t>ْ</w:t>
            </w:r>
            <w:r w:rsidR="00752E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2EC4" w:rsidRDefault="00752EC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2EC4" w:rsidRDefault="00F53847" w:rsidP="001B4F77">
            <w:pPr>
              <w:pStyle w:val="libPoem"/>
            </w:pPr>
            <w:r>
              <w:rPr>
                <w:rtl/>
                <w:lang w:bidi="fa-IR"/>
              </w:rPr>
              <w:t>فتلكَ لعَمْرُ اللهِ اُمُّ الكبائِرِ</w:t>
            </w:r>
            <w:r w:rsidR="00752EC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52EC4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752EC4">
      <w:pPr>
        <w:pStyle w:val="libFootnote0"/>
        <w:rPr>
          <w:lang w:bidi="fa-IR"/>
        </w:rPr>
      </w:pPr>
      <w:r w:rsidRPr="00752EC4">
        <w:rPr>
          <w:rtl/>
        </w:rPr>
        <w:t>(1)</w:t>
      </w:r>
      <w:r>
        <w:rPr>
          <w:rtl/>
          <w:lang w:bidi="fa-IR"/>
        </w:rPr>
        <w:t xml:space="preserve"> سورة المدّثر / 50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51</w:t>
      </w:r>
      <w:r w:rsidR="00343D55">
        <w:rPr>
          <w:rtl/>
          <w:lang w:bidi="fa-IR"/>
        </w:rPr>
        <w:t>.</w:t>
      </w:r>
    </w:p>
    <w:p w:rsidR="00C92D11" w:rsidRDefault="00C92D11" w:rsidP="00752EC4">
      <w:pPr>
        <w:pStyle w:val="libFootnote0"/>
        <w:rPr>
          <w:lang w:bidi="fa-IR"/>
        </w:rPr>
      </w:pPr>
      <w:r w:rsidRPr="00752EC4">
        <w:rPr>
          <w:rtl/>
        </w:rPr>
        <w:t>(2)</w:t>
      </w:r>
      <w:r>
        <w:rPr>
          <w:rtl/>
          <w:lang w:bidi="fa-IR"/>
        </w:rPr>
        <w:t xml:space="preserve"> سورة التوبة / 12.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إي والله ، يا ليته لا غاب عن يوم كربلاء ليرى عزيزه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وقد أحاط به ثلاثون ألفاً من أهل الكوفة ، وهو ينادي : (( هل منْ ذابٍّ يذبُّ عن حرم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؟ هل منْ مُوحد يخاف الله فينا ؟ هل منْ مغيث يرجو الله في إغاثتنا ؟ هل منْ مُعين يرجو ما عند الله في إعانتنا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فارتفعت أصوات النّساء بالعويل ، وحمل النّاس عليه عن يمينه وشماله ، فحمل على الذين عن يمينه فتفرّقوا ، ثمّ حمل على الذين عن يساره فتفرّقوا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rtl/>
          <w:lang w:bidi="fa-IR"/>
        </w:rPr>
      </w:pPr>
      <w:r>
        <w:rPr>
          <w:rtl/>
          <w:lang w:bidi="fa-IR"/>
        </w:rPr>
        <w:t>قال بعض الرواة : فوالله ، ما رأيت مكثوراً ( أي : مغلوباً ) قطْ قد قُتل وُلده وأهل بيته وأصحابه ، أربط جأشاً ، ولا أمضى جناناً ، ولا أجرأ مقدماً منه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رأيت قبله ولا بعده مثله ؛ إنْ كانت الرجّالة لتشدّ عليه فيشدّ عليها بسيفه ، فتنكشف عن يمينه وعن شماله انكشاف المعزى إنْ شدّ فيها الذئب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ولقد كان يحمل فيهم ، وقد تكمّلوا ثلاثين ألفاً ، فينهزمون من بين يدَيه كأنّهم الجراد المنتشر ، ثمّ يرجع إلى مركزه وهو يقول : (( لا حول ولا قوّة إلا بالله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وهو في ذلك يطلب شربة من ماء فلا يجد ، وكلمّا حمل بفرسه على الفرات ، حملوا عليه بأجمعهم حتّى أجلوه عنه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BF3AA9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BF3AA9" w:rsidRDefault="00BF3AA9" w:rsidP="001B4F77">
            <w:pPr>
              <w:pStyle w:val="libPoem"/>
            </w:pPr>
            <w:r>
              <w:rPr>
                <w:rtl/>
                <w:lang w:bidi="fa-IR"/>
              </w:rPr>
              <w:t>وعادَ ريحانَةُ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مُختارِ مُنفرِداً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F3AA9" w:rsidRDefault="00BF3AA9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F3AA9" w:rsidRDefault="00BF3AA9" w:rsidP="001B4F77">
            <w:pPr>
              <w:pStyle w:val="libPoem"/>
            </w:pPr>
            <w:r>
              <w:rPr>
                <w:rtl/>
                <w:lang w:bidi="fa-IR"/>
              </w:rPr>
              <w:t>بينَ العِدى ما لَهُ حامٍ ولا عَضد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3AA9" w:rsidTr="001B4F77">
        <w:trPr>
          <w:trHeight w:val="350"/>
        </w:trPr>
        <w:tc>
          <w:tcPr>
            <w:tcW w:w="3920" w:type="dxa"/>
          </w:tcPr>
          <w:p w:rsidR="00BF3AA9" w:rsidRDefault="00BF3AA9" w:rsidP="001B4F77">
            <w:pPr>
              <w:pStyle w:val="libPoem"/>
            </w:pPr>
            <w:r>
              <w:rPr>
                <w:rtl/>
                <w:lang w:bidi="fa-IR"/>
              </w:rPr>
              <w:t>يكرُّ فيهِمْ بماضِيهِ فيهزمُهُمْ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3AA9" w:rsidRDefault="00BF3AA9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3AA9" w:rsidRDefault="00BF3AA9" w:rsidP="001B4F77">
            <w:pPr>
              <w:pStyle w:val="libPoem"/>
            </w:pPr>
            <w:r>
              <w:rPr>
                <w:rtl/>
                <w:lang w:bidi="fa-IR"/>
              </w:rPr>
              <w:t>وهُمْ ثلاثون ألفاً وهوَ مُنفَرد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BF3AA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BF3AA9">
      <w:pPr>
        <w:pStyle w:val="Heading2Center"/>
        <w:rPr>
          <w:lang w:bidi="fa-IR"/>
        </w:rPr>
      </w:pPr>
      <w:bookmarkStart w:id="13" w:name="_Toc18255826"/>
      <w:r>
        <w:rPr>
          <w:rtl/>
          <w:lang w:bidi="fa-IR"/>
        </w:rPr>
        <w:t>المجلس السّابع والخمسون بعد المئة</w:t>
      </w:r>
      <w:bookmarkEnd w:id="13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كان عمّار بن ياسر رضوان الله عليه من السّابقين الأوّلين ، ها</w:t>
      </w:r>
      <w:r w:rsidR="00BF3AA9">
        <w:rPr>
          <w:rtl/>
          <w:lang w:bidi="fa-IR"/>
        </w:rPr>
        <w:t>جر الهجرتين إلى الحبشة والمدينة</w:t>
      </w:r>
      <w:r>
        <w:rPr>
          <w:rtl/>
          <w:lang w:bidi="fa-IR"/>
        </w:rPr>
        <w:t>، وصلّى إلى القبلتين ، وشهد بدراً واليمامة وأبلى فيهما بلاءً حسناً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هو واُمّه ممّن يُعذَّب في الله ، فأعطاهم عمّار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D930F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ما أرادوا بلسانه ، فنزل فيه : </w:t>
      </w:r>
      <w:r w:rsidRPr="00D930F9">
        <w:rPr>
          <w:rStyle w:val="libAlaemChar"/>
          <w:rtl/>
        </w:rPr>
        <w:t>(</w:t>
      </w:r>
      <w:r w:rsidRPr="00D930F9">
        <w:rPr>
          <w:rStyle w:val="libAieChar"/>
          <w:rtl/>
        </w:rPr>
        <w:t xml:space="preserve"> </w:t>
      </w:r>
      <w:r w:rsidR="00D930F9" w:rsidRPr="00D930F9">
        <w:rPr>
          <w:rStyle w:val="libAieChar"/>
          <w:rtl/>
        </w:rPr>
        <w:t>إِل</w:t>
      </w:r>
      <w:r w:rsidR="00D930F9" w:rsidRPr="00D930F9">
        <w:rPr>
          <w:rStyle w:val="libAieChar"/>
          <w:rFonts w:hint="cs"/>
          <w:rtl/>
        </w:rPr>
        <w:t>ّ</w:t>
      </w:r>
      <w:r w:rsidR="00D930F9" w:rsidRPr="00D930F9">
        <w:rPr>
          <w:rStyle w:val="libAieChar"/>
          <w:rtl/>
        </w:rPr>
        <w:t>ا</w:t>
      </w:r>
      <w:r w:rsidRPr="00D930F9">
        <w:rPr>
          <w:rStyle w:val="libAieChar"/>
          <w:rtl/>
        </w:rPr>
        <w:t xml:space="preserve"> مَنْ أُكْرِهَ وَ</w:t>
      </w:r>
      <w:r w:rsidR="00D930F9" w:rsidRPr="00D930F9">
        <w:rPr>
          <w:rStyle w:val="libAieChar"/>
          <w:rFonts w:hint="cs"/>
          <w:rtl/>
        </w:rPr>
        <w:t xml:space="preserve"> </w:t>
      </w:r>
      <w:r w:rsidRPr="00D930F9">
        <w:rPr>
          <w:rStyle w:val="libAieChar"/>
          <w:rtl/>
        </w:rPr>
        <w:t xml:space="preserve">قَلْبُهُ مُطْمَئِنّ بِالإِيمَانِ </w:t>
      </w:r>
      <w:r w:rsidRPr="00D930F9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رواه ابن حجر في الإصابة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(( مَن عادى عمّاراً عاداه الله ، ومَن أبغض عمّاراً أبغضه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وتواترت الأحاديث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 عمّاراً تقتله الفئة الباغية))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وأجمعوا على أنّه قُتل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بصفّين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الإستيعاب : هذا من إخباره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بالغيب وإعلام نبوّته ، وهو من أصحّ الأحاديث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 عمّاراً مُلئَ إيماناً إلى مشاشه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ويُروى : (( إلى أخمص قدميه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عمّارٌ جلدةٌ ما بين عيني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ورآه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يوم بناء المسجد يحمل لبنتين لبنتين ، وغيره لبنة لبنة ، فجعل ينفض التراب عنه ، ويقول : (( ويح عمّار ! يدعوهم إلى الجنّة ، ويدعونه إلى النّار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وقيل لحذيفة حين احتضر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وقد ذكر الفتنة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إذا اختلف النّاس بمَن تأمرنا ؟ قال : عليكم بابن سُميّة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عمّاراً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؛ فإنّه لنْ يفارق الحقّ حتّى يموت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وروى نصر بن مزاحم : أنّه ل</w:t>
      </w:r>
      <w:r w:rsidR="003B2658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كانت وقعة صفّين ، ونظر عمّار إلى راية عمرو بن العاص ، قال : والله ، هذه الراية قد قاتلتها ثلاث عركات ، وما هذه بأرشدهن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3B2658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خرج عمّار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يا أخا رسول الله ، أتأذن لي في القتال ؟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مهلاً ، رحمك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كان بعد ساعة ، أعاد عليه الكلام ، فأجابه بمثله ، فأعاده ثالثاً ، فبكى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فنظر إليه عمّار ، فقال : يا أمير المؤمنين ، إنّه اليوم الذي وصفه لي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؟ فنزل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بغلته ، وعانق عمّاراً وودّعه ، ثمّ قال : (( يا أبا القيظان ، جزاك الله عن الله وعن نبيك خيراً ، فنعمَ الأخُ كُنتْ ! ونعمَ الصاحبُ كُنتْ 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بكى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وبكى عمّار ، ثمّ ركب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3B2658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3B2658">
      <w:pPr>
        <w:pStyle w:val="libFootnote0"/>
        <w:rPr>
          <w:lang w:bidi="fa-IR"/>
        </w:rPr>
      </w:pPr>
      <w:r w:rsidRPr="003B2658">
        <w:rPr>
          <w:rtl/>
        </w:rPr>
        <w:t>(1)</w:t>
      </w:r>
      <w:r>
        <w:rPr>
          <w:rtl/>
          <w:lang w:bidi="fa-IR"/>
        </w:rPr>
        <w:t xml:space="preserve"> سورة النّحَل / 106</w:t>
      </w:r>
      <w:r w:rsidR="00343D55">
        <w:rPr>
          <w:rtl/>
          <w:lang w:bidi="fa-IR"/>
        </w:rPr>
        <w:t>.</w:t>
      </w:r>
    </w:p>
    <w:p w:rsidR="00C92D11" w:rsidRDefault="00C92D11" w:rsidP="003B2658">
      <w:pPr>
        <w:pStyle w:val="libFootnote0"/>
        <w:rPr>
          <w:lang w:bidi="fa-IR"/>
        </w:rPr>
      </w:pPr>
      <w:r w:rsidRPr="003B2658">
        <w:rPr>
          <w:rtl/>
        </w:rPr>
        <w:t>(2)</w:t>
      </w:r>
      <w:r>
        <w:rPr>
          <w:rtl/>
          <w:lang w:bidi="fa-IR"/>
        </w:rPr>
        <w:t xml:space="preserve"> المشاش ، جمع مشاشة </w:t>
      </w:r>
      <w:r w:rsidR="003B2658">
        <w:rPr>
          <w:rtl/>
          <w:lang w:bidi="fa-IR"/>
        </w:rPr>
        <w:t>: وهي رأس العظم الممكن المضغ</w:t>
      </w:r>
      <w:r w:rsidR="00343D55">
        <w:rPr>
          <w:rtl/>
          <w:lang w:bidi="fa-IR"/>
        </w:rPr>
        <w:t>.</w:t>
      </w:r>
      <w:r w:rsidR="003B2658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9170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وركب عمّار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ما أشبه حالة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استأذنه عمّار في المبارزة ، بحالة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استأذنه ولده علي الأكبر في المبارزة ؛ وكان علي من أصبح النّاس وجهاً وأحسنهم خلقاً ، وكان عمره تسع عشرة سنة ، فاستأذن أباه في القتال فأذن</w:t>
      </w:r>
      <w:r w:rsidR="00E91707">
        <w:rPr>
          <w:rtl/>
          <w:lang w:bidi="fa-IR"/>
        </w:rPr>
        <w:t xml:space="preserve"> له ، ثمّ نظر إليه نظرة آيس منه</w:t>
      </w:r>
      <w:r>
        <w:rPr>
          <w:rtl/>
          <w:lang w:bidi="fa-IR"/>
        </w:rPr>
        <w:t>، وأرخى عينيه فبكى ، ثمّ رفع سبابتيه نحو السّماء ، وقال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اللهمّ ، كُنْ أنت الشهيد عليهم ، فقد برز إليهم غُلام أشبه النّاس خَلْقاً وخُلْقاً ومَنْطقاً بنبيّك ، وكنّا إذا اشتقنا إلى نبيّك نظرنا إليه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امنعهم بركات الأرض ، وفرِّقهم تفريقاً ومزِّقهم تمزيقاً ، واجعلهم طرائق قِدداً ، ولا تُرضِ الولاةَ عنهم أبداً ؛ فإنّهم دعونا لينصرونا ، ثمّ عدوا علينا يُقاتلوننا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وبرز عمّار إلى القتال ، وكان قد جاوز التسعين ، وأنشأ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E9170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E91707" w:rsidRDefault="00E91707" w:rsidP="001B4F77">
            <w:pPr>
              <w:pStyle w:val="libPoem"/>
            </w:pPr>
            <w:r>
              <w:rPr>
                <w:rtl/>
                <w:lang w:bidi="fa-IR"/>
              </w:rPr>
              <w:t>نحنُ ضربناكُمْ على تَنْزيلِهِ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1707" w:rsidRDefault="00E9170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1707" w:rsidRDefault="00E91707" w:rsidP="001B4F77">
            <w:pPr>
              <w:pStyle w:val="libPoem"/>
            </w:pPr>
            <w:r>
              <w:rPr>
                <w:rtl/>
                <w:lang w:bidi="fa-IR"/>
              </w:rPr>
              <w:t>فاليوم نضربكُمْ على تأويلِهِ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1707" w:rsidTr="001B4F77">
        <w:trPr>
          <w:trHeight w:val="350"/>
        </w:trPr>
        <w:tc>
          <w:tcPr>
            <w:tcW w:w="3920" w:type="dxa"/>
          </w:tcPr>
          <w:p w:rsidR="00E91707" w:rsidRDefault="00E91707" w:rsidP="001B4F77">
            <w:pPr>
              <w:pStyle w:val="libPoem"/>
            </w:pPr>
            <w:r>
              <w:rPr>
                <w:rtl/>
                <w:lang w:bidi="fa-IR"/>
              </w:rPr>
              <w:t>ضرباً يُزيلُ الهامَ عنْ مَقيلِهِ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1707" w:rsidRDefault="00E9170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1707" w:rsidRDefault="00E91707" w:rsidP="001B4F77">
            <w:pPr>
              <w:pStyle w:val="libPoem"/>
            </w:pPr>
            <w:r>
              <w:rPr>
                <w:rtl/>
                <w:lang w:bidi="fa-IR"/>
              </w:rPr>
              <w:t>ويُذهلُ الخليلَ عنْ خليلِهِ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595FB4">
      <w:pPr>
        <w:pStyle w:val="libPoemCenter"/>
        <w:rPr>
          <w:lang w:bidi="fa-IR"/>
        </w:rPr>
      </w:pPr>
      <w:r>
        <w:rPr>
          <w:rtl/>
          <w:lang w:bidi="fa-IR"/>
        </w:rPr>
        <w:t>أو يَرجِع الحقُّ إلى سبيلِهِ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قال : والله ، لو ضربونا حتّى يبلغوا بنا سعفات هَجَر ، لعلمنا أنّا على الحقِّ وأنّهم على الباطل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الجنّة تحت ظلال الأسنّة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E9170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E91707" w:rsidRDefault="00595FB4" w:rsidP="001B4F77">
            <w:pPr>
              <w:pStyle w:val="libPoem"/>
            </w:pPr>
            <w:r>
              <w:rPr>
                <w:rtl/>
                <w:lang w:bidi="fa-IR"/>
              </w:rPr>
              <w:t>اليومَ ألقَى الأحبَّهْ</w:t>
            </w:r>
            <w:r w:rsidR="00E917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1707" w:rsidRDefault="00E9170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1707" w:rsidRDefault="00595FB4" w:rsidP="001B4F77">
            <w:pPr>
              <w:pStyle w:val="libPoem"/>
            </w:pPr>
            <w:r>
              <w:rPr>
                <w:rtl/>
                <w:lang w:bidi="fa-IR"/>
              </w:rPr>
              <w:t>مُحمّداً ثُمّ حزْبَهْ</w:t>
            </w:r>
            <w:r w:rsidRPr="00800C80">
              <w:rPr>
                <w:rStyle w:val="libFootnotenumChar"/>
                <w:rtl/>
              </w:rPr>
              <w:t>(1)</w:t>
            </w:r>
            <w:r w:rsidR="00E9170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واشتدّ به العطش فاستسقى ، فاُتي إليه بلبن فشربه ، ثمّ قال : هكذا عَهد إليّ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أنْ يكون آخر زادي من الدّنيا شربة من لبن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وحمل عليه ابن جون السكسكي ، وأبو العادية الفزاري ؛ فأمّا أبو العادية فطعنه ؛ وأمّا ابن جون فاحتزّ رأسه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وكما حمل عمّار على النّاس وارتجز ، حمل علي بن 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على النّاس ، وجعل يرتجز ويقول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BE395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BE3957" w:rsidRDefault="00BE3957" w:rsidP="001B4F77">
            <w:pPr>
              <w:pStyle w:val="libPoem"/>
            </w:pPr>
            <w:r>
              <w:rPr>
                <w:rtl/>
                <w:lang w:bidi="fa-IR"/>
              </w:rPr>
              <w:t>أنا عليُ بنُ الحُسينِ بنِ عليْ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E3957" w:rsidRDefault="00BE395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E3957" w:rsidRDefault="00BE3957" w:rsidP="001B4F77">
            <w:pPr>
              <w:pStyle w:val="libPoem"/>
            </w:pPr>
            <w:r>
              <w:rPr>
                <w:rtl/>
                <w:lang w:bidi="fa-IR"/>
              </w:rPr>
              <w:t>نحنُ وبيتِ اللهِ أوْلَى بالنَّبيْ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91707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E91707">
      <w:pPr>
        <w:pStyle w:val="libFootnote0"/>
        <w:rPr>
          <w:lang w:bidi="fa-IR"/>
        </w:rPr>
      </w:pPr>
      <w:r w:rsidRPr="00E91707">
        <w:rPr>
          <w:rtl/>
        </w:rPr>
        <w:t>(1)</w:t>
      </w:r>
      <w:r>
        <w:rPr>
          <w:rtl/>
          <w:lang w:bidi="fa-IR"/>
        </w:rPr>
        <w:t xml:space="preserve"> لم تردْ ( ثُمّ ) في أصل الرَّجَز ، وقد أضفناها ؛ لاستقامة الوزن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الإمامَين الحسنَين 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EE0616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EE0616" w:rsidRDefault="00EE0616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تاللهِ لا يحكُمُ فيْنا ابنُ الدَّعيْ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0616" w:rsidRDefault="00EE0616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0616" w:rsidRDefault="00EE0616" w:rsidP="001B4F77">
            <w:pPr>
              <w:pStyle w:val="libPoem"/>
            </w:pPr>
            <w:r>
              <w:rPr>
                <w:rtl/>
                <w:lang w:bidi="fa-IR"/>
              </w:rPr>
              <w:t>أضربُ بالسَّيفِ اُحامِي عنْ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433DA6">
      <w:pPr>
        <w:pStyle w:val="libPoemCenter"/>
        <w:rPr>
          <w:lang w:bidi="fa-IR"/>
        </w:rPr>
      </w:pPr>
      <w:r>
        <w:rPr>
          <w:rtl/>
          <w:lang w:bidi="fa-IR"/>
        </w:rPr>
        <w:t>ضربَ غُلامٍ هاشِميٍّ عَلَوي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ولكن ل</w:t>
      </w:r>
      <w:r w:rsidR="00433DA6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اشتدّ العطش بعمّار رجع واستسقى فسُقي اللّبن ، ول</w:t>
      </w:r>
      <w:r w:rsidR="00433DA6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اشتدّ العطش بعلي الأكبر رجع إلى أبيه ، وهو يقول : يا أبتِ ، العطش قتلني ، وثقل الحديد أجهدني ، فهل إلى شربةٍ من الماء سبيل ؟ فبكى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وقال : (( وآ غوثاه ! يا بُنَي ، من أين آتي لك بالماء ؟ قاتِل قليلاً فما أسرع ما تلقى جدّك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فيسقيك بكأسه الأوفى شربةً لا تظمأ بعدها أبداً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فجعل يكرّ كرّة بعد كرّة والأعداء يتّقون قتله ، فطعنه مُرّة بن منقذ فصرعه ، فنادى : يا أبتاه عليك السّلام ، هذا جدّي يُقرِئك السّلام ، ويقول لك : (( عجّل القدوم علينا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واعتوره النّاس فقطّعوه بأسيافهم ، فجاء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حتّى وقف عليه وقال : (( قتل الله قوماً قتلوك يا بُنَي ، ما أجرأهم على الرّحمن وعلى انتهاك حُرمة الرّسول ! على الدّنيا بعدك العفا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وخرجت زينب بنت علي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وهي تنادي : يا حبيباه ! ويابن أخاه ! فأكبّت عليه ، فجاء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فأخذ بيدها وردّها إلى الفسطاط ، وأقبل بفتيانه ، وقال : (( احملوا أخاكم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فحملوه من مصرعه حتّى وضعوه بين يدَي الفسطاط الذي كانوا يقاتلون أمامه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E0616" w:rsidTr="00EE0616">
        <w:trPr>
          <w:trHeight w:val="350"/>
        </w:trPr>
        <w:tc>
          <w:tcPr>
            <w:tcW w:w="3536" w:type="dxa"/>
            <w:shd w:val="clear" w:color="auto" w:fill="auto"/>
          </w:tcPr>
          <w:p w:rsidR="00EE0616" w:rsidRDefault="00433DA6" w:rsidP="001B4F77">
            <w:pPr>
              <w:pStyle w:val="libPoem"/>
            </w:pPr>
            <w:r>
              <w:rPr>
                <w:rtl/>
                <w:lang w:bidi="fa-IR"/>
              </w:rPr>
              <w:t>يا كوكباً مَا كان أقصرَ عُمرَهُ</w:t>
            </w:r>
            <w:r w:rsidR="00EE06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E0616" w:rsidRDefault="00EE0616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E0616" w:rsidRDefault="00433DA6" w:rsidP="001B4F77">
            <w:pPr>
              <w:pStyle w:val="libPoem"/>
            </w:pPr>
            <w:r>
              <w:rPr>
                <w:rtl/>
                <w:lang w:bidi="fa-IR"/>
              </w:rPr>
              <w:t>وكذا تكونُ كواكِبُ الأسْحارِ</w:t>
            </w:r>
            <w:r w:rsidR="00EE06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0616" w:rsidTr="00EE0616">
        <w:tblPrEx>
          <w:tblLook w:val="04A0"/>
        </w:tblPrEx>
        <w:trPr>
          <w:trHeight w:val="350"/>
        </w:trPr>
        <w:tc>
          <w:tcPr>
            <w:tcW w:w="3536" w:type="dxa"/>
          </w:tcPr>
          <w:p w:rsidR="00EE0616" w:rsidRDefault="00433DA6" w:rsidP="001B4F77">
            <w:pPr>
              <w:pStyle w:val="libPoem"/>
            </w:pPr>
            <w:r>
              <w:rPr>
                <w:rtl/>
                <w:lang w:bidi="fa-IR"/>
              </w:rPr>
              <w:t>جاورتُ أعْدائي وجاوَر ربَّهُ</w:t>
            </w:r>
            <w:r w:rsidR="00EE06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E0616" w:rsidRDefault="00EE0616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E0616" w:rsidRDefault="00433DA6" w:rsidP="001B4F77">
            <w:pPr>
              <w:pStyle w:val="libPoem"/>
            </w:pPr>
            <w:r>
              <w:rPr>
                <w:rtl/>
                <w:lang w:bidi="fa-IR"/>
              </w:rPr>
              <w:t>شتّان بينَ جِوارِهِ وجِواري</w:t>
            </w:r>
            <w:r w:rsidR="00EE06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5B0C4F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عمّار صلّى عليه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ودفنه بثيابه ، وهو مقطوع الرأس ؛ وذلك لأنّ الشه</w:t>
      </w:r>
      <w:r w:rsidR="005B0C4F">
        <w:rPr>
          <w:rtl/>
          <w:lang w:bidi="fa-IR"/>
        </w:rPr>
        <w:t>يد يُدفن بثيابه ودمائه ، ولا تُ</w:t>
      </w:r>
      <w:r>
        <w:rPr>
          <w:rtl/>
          <w:lang w:bidi="fa-IR"/>
        </w:rPr>
        <w:t>نزع عنه ثيابه ولا يُغسّل ؛ ليخاصم مَن قتله بين يدي ربّه وهو كذلك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أجل ، فمَن صلّى على شهيد كربلاء أبي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وهو مقطوع الرأس ، ودفَنه ؟ لمْ يُصلِّ عليه أحد ولم يدفنه ، بل تُرِك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9246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ثلاثاً على وجه الصعيد بغير دفن ، ول</w:t>
      </w:r>
      <w:r w:rsidR="00B92467">
        <w:rPr>
          <w:rFonts w:hint="cs"/>
          <w:rtl/>
          <w:lang w:bidi="fa-IR"/>
        </w:rPr>
        <w:t>ـ</w:t>
      </w:r>
      <w:r>
        <w:rPr>
          <w:rtl/>
          <w:lang w:bidi="fa-IR"/>
        </w:rPr>
        <w:t>مّا دُفن لمْ يُدفن بثيابه ، لماذا ؟ لأنّه لم يكن عليه ثياب ، بل كان عارياً ، قد سُلبت منه ثيابُه كلُّها حتّى الثوب الذي خرقه ووضعه تحت ثيابه ؛ لئلاّ يُسلب منه ، فلم يتركوه له ، وسلبوه إيّاه وتركوه عارياً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9"/>
        <w:gridCol w:w="271"/>
        <w:gridCol w:w="3490"/>
      </w:tblGrid>
      <w:tr w:rsidR="00B9246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للهِ مُلقىً علَى الرَّمضاءِ غصَّ 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فَمُ الرَّدَى بين أقدامٍ وتشْمِيرِ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2467" w:rsidTr="001B4F77">
        <w:trPr>
          <w:trHeight w:val="350"/>
        </w:trPr>
        <w:tc>
          <w:tcPr>
            <w:tcW w:w="3920" w:type="dxa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تحنُو عليهِ الرُّبى ظلاّ ًوتسْترُهُ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عنْ النَّواظرِ أذيالُ الأعاصِيرِ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2467" w:rsidTr="001B4F77">
        <w:trPr>
          <w:trHeight w:val="350"/>
        </w:trPr>
        <w:tc>
          <w:tcPr>
            <w:tcW w:w="3920" w:type="dxa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تهابُهُ الوحشُ أنْ تدنُوا لمصرَعِهِ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92467" w:rsidRDefault="00B92467" w:rsidP="001B4F77">
            <w:pPr>
              <w:pStyle w:val="libPoem"/>
            </w:pPr>
            <w:r>
              <w:rPr>
                <w:rtl/>
                <w:lang w:bidi="fa-IR"/>
              </w:rPr>
              <w:t>وقدْ أقامَ ثلاثاً غيرَ مقْبُور</w:t>
            </w:r>
            <w:r w:rsidR="009708FC"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0725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707255">
      <w:pPr>
        <w:pStyle w:val="Heading2Center"/>
        <w:rPr>
          <w:lang w:bidi="fa-IR"/>
        </w:rPr>
      </w:pPr>
      <w:bookmarkStart w:id="14" w:name="_Toc18255827"/>
      <w:r>
        <w:rPr>
          <w:rtl/>
          <w:lang w:bidi="fa-IR"/>
        </w:rPr>
        <w:t>المجلس الثامن والخمسون بعد المئة</w:t>
      </w:r>
      <w:bookmarkEnd w:id="1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707255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دفع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الراية إلى هاشم بن عتبة بن أبي وقّاص ، ويُسمّى : المرقال ؛ لأنّه كان يرقل بالراية إرقالاً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عليه درعان ، وكان من خيار أصحاب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وشجعانهم ، وكان أعور ، فقال 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كال</w:t>
      </w:r>
      <w:r w:rsidR="00707255">
        <w:rPr>
          <w:rFonts w:hint="cs"/>
          <w:rtl/>
          <w:lang w:bidi="fa-IR"/>
        </w:rPr>
        <w:t>ـ</w:t>
      </w:r>
      <w:r>
        <w:rPr>
          <w:rtl/>
          <w:lang w:bidi="fa-IR"/>
        </w:rPr>
        <w:t>مُمازح : (( أمَا تخشى أنْ تكون أعورَ جباناً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ستعلم يا أمير المؤمنين ، والله ، لألفنّ بين جماجم القوم لفّ رجل ينوي الآخرة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رمحاً فهزّه فانكسر ، ثمّ أخذ آخر فوجده جاسياً فألقاه ، ثمّ أخذ رمحاً ليّناً فشدّ به اللواء وهزّه ،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B92467" w:rsidTr="00B92467">
        <w:trPr>
          <w:trHeight w:val="350"/>
        </w:trPr>
        <w:tc>
          <w:tcPr>
            <w:tcW w:w="3536" w:type="dxa"/>
            <w:shd w:val="clear" w:color="auto" w:fill="auto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أعْوَرُ يبْغي رُمْحهُ محَلاَّ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قَدْ عالجَ الحياةَ حتّى ملاَّ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2467" w:rsidTr="00B92467">
        <w:trPr>
          <w:trHeight w:val="350"/>
        </w:trPr>
        <w:tc>
          <w:tcPr>
            <w:tcW w:w="3536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لا بُدَّ أنْ يَغُلَّ أو يُغلاَّ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أشلُّهُمْ بذي الكُعوبِ شَلاَّ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2467" w:rsidTr="00B92467">
        <w:trPr>
          <w:trHeight w:val="350"/>
        </w:trPr>
        <w:tc>
          <w:tcPr>
            <w:tcW w:w="3536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معَ ابنِ عمِّ أحمدَ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مُعلَّى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فيهِ الرَّسولُ بالهُدَى استَهلاَّ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92467" w:rsidTr="00B92467">
        <w:tblPrEx>
          <w:tblLook w:val="04A0"/>
        </w:tblPrEx>
        <w:trPr>
          <w:trHeight w:val="350"/>
        </w:trPr>
        <w:tc>
          <w:tcPr>
            <w:tcW w:w="3536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أوّلُ مَنْ صَدَّقهُ وصلَّى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92467" w:rsidRDefault="00B92467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92467" w:rsidRDefault="00707255" w:rsidP="001B4F77">
            <w:pPr>
              <w:pStyle w:val="libPoem"/>
            </w:pPr>
            <w:r>
              <w:rPr>
                <w:rtl/>
                <w:lang w:bidi="fa-IR"/>
              </w:rPr>
              <w:t>فجاهدَ الكُفّارَ حتّى أبلَى</w:t>
            </w:r>
            <w:r w:rsidR="00B9246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وجعل عمّار بن ياسر يتناوله بالرمح ، ويقول : اقدم يا أعور ، لا خيرَ في أعور لا يأتي الفزعْ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هاشم عالماً بالحرب ، فجعل عمرو بن العاص يقول : إنّي لأرى لصاحب الراية السّوداء عملاً ، لئن دام على هذا ، ليفنينّ العرب اليوم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وزحف هاشم بالراية ، واقتتل النّاس قتالاً شديداً لم يُسمع بمثله ، وجعل هاشم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780C8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أعْوَرُ يبْغي نفسَهُ خَلاصَا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مثلُ الفنِيقِ لابِساً دِلاصَا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C84" w:rsidTr="001B4F77">
        <w:trPr>
          <w:trHeight w:val="350"/>
        </w:trPr>
        <w:tc>
          <w:tcPr>
            <w:tcW w:w="3920" w:type="dxa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قدْ جرَّبَ الحربَ ولا أناصَا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لا ديَّةً يخْشَى ولا قِصاصَا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C84" w:rsidTr="001B4F77">
        <w:trPr>
          <w:trHeight w:val="350"/>
        </w:trPr>
        <w:tc>
          <w:tcPr>
            <w:tcW w:w="3920" w:type="dxa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كلُّ إمرئٍ وإنْ كبَا وحاصَا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0C84" w:rsidRDefault="00441AE1" w:rsidP="001B4F77">
            <w:pPr>
              <w:pStyle w:val="libPoem"/>
            </w:pPr>
            <w:r>
              <w:rPr>
                <w:rtl/>
                <w:lang w:bidi="fa-IR"/>
              </w:rPr>
              <w:t>ليسَ يرَى منْ مَوتِهِ مَناصَا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وقاتل هاشم وأصحابه قتالاً شديداً ، فحمل عليه الحارث التنوخي فطعنه فسقط ، وبعث إليه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أنْ قدّم لواءَك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للرسول : انظر إلى بطني ، فإذا هو قد انشق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ومرّ عليه رجل وهو صريع ، فقال له : اقرأ أمير المؤمنين السّلا</w:t>
      </w:r>
      <w:r w:rsidR="00C27A0C">
        <w:rPr>
          <w:rtl/>
          <w:lang w:bidi="fa-IR"/>
        </w:rPr>
        <w:t>م ، وقُل له : أنشدك بالله ، إل</w:t>
      </w:r>
      <w:r w:rsidR="00C27A0C">
        <w:rPr>
          <w:rFonts w:hint="cs"/>
          <w:rtl/>
          <w:lang w:bidi="fa-IR"/>
        </w:rPr>
        <w:t>ّ</w:t>
      </w:r>
      <w:r w:rsidR="00C27A0C">
        <w:rPr>
          <w:rtl/>
          <w:lang w:bidi="fa-IR"/>
        </w:rPr>
        <w:t>ا</w:t>
      </w:r>
      <w:r>
        <w:rPr>
          <w:rtl/>
          <w:lang w:bidi="fa-IR"/>
        </w:rPr>
        <w:t xml:space="preserve"> أصبحت وقد ربطت مقاود خيلك بأرجل القتلى ؛ فإنّ الغلبة تكون ل</w:t>
      </w:r>
      <w:r w:rsidR="00C27A0C">
        <w:rPr>
          <w:rFonts w:hint="cs"/>
          <w:rtl/>
          <w:lang w:bidi="fa-IR"/>
        </w:rPr>
        <w:t>ـ</w:t>
      </w:r>
      <w:r>
        <w:rPr>
          <w:rtl/>
          <w:lang w:bidi="fa-IR"/>
        </w:rPr>
        <w:t>مَن غلب على القتلى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فسار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الليل حتّى جعل القتلى خلف ظهره ، وكانت له الغلبة عليهم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C27A0C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هاشم ، جزع النّاس عليه جزعاً شديداً ، وقُتل معه جماعة من [ قبيلة ] أسلَم من القُرّاء ، فمرّ بهم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وهم قتلى ، فقال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780C8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780C84" w:rsidRDefault="00C27A0C" w:rsidP="001B4F77">
            <w:pPr>
              <w:pStyle w:val="libPoem"/>
            </w:pPr>
            <w:r>
              <w:rPr>
                <w:rtl/>
                <w:lang w:bidi="fa-IR"/>
              </w:rPr>
              <w:t>جزَى اللهُ خَيراً عُصبةً أسلميَّةً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0C84" w:rsidRDefault="00C27A0C" w:rsidP="001B4F77">
            <w:pPr>
              <w:pStyle w:val="libPoem"/>
            </w:pPr>
            <w:r>
              <w:rPr>
                <w:rtl/>
                <w:lang w:bidi="fa-IR"/>
              </w:rPr>
              <w:t>صِباحَ الوجوهِ صُرِّعُوا حولَ هاشمِ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C84" w:rsidTr="001B4F77">
        <w:trPr>
          <w:trHeight w:val="350"/>
        </w:trPr>
        <w:tc>
          <w:tcPr>
            <w:tcW w:w="3920" w:type="dxa"/>
          </w:tcPr>
          <w:p w:rsidR="00780C84" w:rsidRDefault="00C27A0C" w:rsidP="001B4F77">
            <w:pPr>
              <w:pStyle w:val="libPoem"/>
            </w:pPr>
            <w:r>
              <w:rPr>
                <w:rtl/>
                <w:lang w:bidi="fa-IR"/>
              </w:rPr>
              <w:t>يزيدٌ وعبدُ اللهِ بشرٌ ومعْبدٌ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0C84" w:rsidRDefault="00C27A0C" w:rsidP="001B4F77">
            <w:pPr>
              <w:pStyle w:val="libPoem"/>
            </w:pPr>
            <w:r>
              <w:rPr>
                <w:rtl/>
                <w:lang w:bidi="fa-IR"/>
              </w:rPr>
              <w:t>وسُفيانَ وابنا هاشمٍ ذي المكَارمِ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C84" w:rsidTr="001B4F77">
        <w:trPr>
          <w:trHeight w:val="350"/>
        </w:trPr>
        <w:tc>
          <w:tcPr>
            <w:tcW w:w="3920" w:type="dxa"/>
          </w:tcPr>
          <w:p w:rsidR="00780C84" w:rsidRDefault="00E866D6" w:rsidP="001B4F77">
            <w:pPr>
              <w:pStyle w:val="libPoem"/>
            </w:pPr>
            <w:r>
              <w:rPr>
                <w:rtl/>
                <w:lang w:bidi="fa-IR"/>
              </w:rPr>
              <w:t>وعُرْوةُ لا يُبعَدْ ثَناهُ وذكْرُهُ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0C84" w:rsidRDefault="00780C8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0C84" w:rsidRDefault="00E866D6" w:rsidP="001B4F77">
            <w:pPr>
              <w:pStyle w:val="libPoem"/>
            </w:pPr>
            <w:r>
              <w:rPr>
                <w:rtl/>
                <w:lang w:bidi="fa-IR"/>
              </w:rPr>
              <w:t>إذا اختَرطتْ يوماً خفافُ الصَّوارمِ</w:t>
            </w:r>
            <w:r w:rsidR="00780C8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لله درّ هاشم المرقال ! ما أشد حبّه لأمير المؤمنين ، وأصدق ولاءه ! نصر أمير المؤمنين في حياته وعند مماته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ويُشبهه في ذلك من أنصار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مسلم بن عوسجة الأسدي ؛ فإنّه ل</w:t>
      </w:r>
      <w:r w:rsidR="00523B04">
        <w:rPr>
          <w:rFonts w:hint="cs"/>
          <w:rtl/>
          <w:lang w:bidi="fa-IR"/>
        </w:rPr>
        <w:t>ـ</w:t>
      </w:r>
      <w:r>
        <w:rPr>
          <w:rtl/>
          <w:lang w:bidi="fa-IR"/>
        </w:rPr>
        <w:t>مّا صُرع وبقي به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23B0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رمق ، فمشى إليه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ومعه حبيب بن مظاهر فقال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رحمك الله يا مسلم ،</w:t>
      </w:r>
      <w:r w:rsidR="003F3A26" w:rsidRPr="003F3A26">
        <w:rPr>
          <w:rStyle w:val="libAlaemChar"/>
          <w:rFonts w:hint="cs"/>
          <w:rtl/>
        </w:rPr>
        <w:t>(</w:t>
      </w:r>
      <w:r w:rsidRPr="003F3A26">
        <w:rPr>
          <w:rStyle w:val="libAieChar"/>
          <w:rtl/>
        </w:rPr>
        <w:t xml:space="preserve"> فَمِنْهُمْ مَنْ قَضَى نَحْبَهُ وَمِنْهُمْ مَنْ يَنْتَظِرُ وَمَا بَدَّلُوا تَبْدِيلاً</w:t>
      </w:r>
      <w:r w:rsidR="003F3A26" w:rsidRPr="003F3A26">
        <w:rPr>
          <w:rStyle w:val="libAieChar"/>
          <w:rFonts w:hint="cs"/>
          <w:rtl/>
        </w:rPr>
        <w:t xml:space="preserve"> </w:t>
      </w:r>
      <w:r w:rsidR="003F3A26" w:rsidRPr="003F3A26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ودنا منه حبيب فقال : عزّ عليّ مصرعك يا مسلم ، أبشر بالجنّة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قولاً ضعيفاً : بشّرك الله بخير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له حبيب : لولا أنّي أعلم أنّي في الأثر من ساعتي هذه لأ</w:t>
      </w:r>
      <w:r w:rsidR="00D64CAD">
        <w:rPr>
          <w:rtl/>
          <w:lang w:bidi="fa-IR"/>
        </w:rPr>
        <w:t>حببتُ أنْ توصيني بكلِّ ما أهمّك</w:t>
      </w:r>
      <w:r>
        <w:rPr>
          <w:rtl/>
          <w:lang w:bidi="fa-IR"/>
        </w:rPr>
        <w:t xml:space="preserve">. فقال له مسلم : فإنّي اُوصيك بهذا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وأشار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فقاتِل دونه حتّى تموت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حبيب : لأنعمنّك عيناً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مات رضوان الله عليه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3F3A26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3F3A26" w:rsidRDefault="00D64CAD" w:rsidP="001B4F77">
            <w:pPr>
              <w:pStyle w:val="libPoem"/>
            </w:pPr>
            <w:r>
              <w:rPr>
                <w:rtl/>
                <w:lang w:bidi="fa-IR"/>
              </w:rPr>
              <w:t>عانَقُوا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مُرْهفاتِ حتّى تهاوَوا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F3A26" w:rsidRDefault="003F3A26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F3A26" w:rsidRDefault="00D64CAD" w:rsidP="001B4F77">
            <w:pPr>
              <w:pStyle w:val="libPoem"/>
            </w:pPr>
            <w:r>
              <w:rPr>
                <w:rtl/>
                <w:lang w:bidi="fa-IR"/>
              </w:rPr>
              <w:t>صَرعَى في الثَّرى بحرِّ الصِّيوفِ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7011D" w:rsidRDefault="00A7011D" w:rsidP="00A1753E">
      <w:pPr>
        <w:pStyle w:val="Heading2Center"/>
        <w:rPr>
          <w:lang w:bidi="fa-IR"/>
        </w:rPr>
      </w:pPr>
      <w:bookmarkStart w:id="15" w:name="_Toc18255828"/>
      <w:r>
        <w:rPr>
          <w:rtl/>
          <w:lang w:bidi="fa-IR"/>
        </w:rPr>
        <w:t>المجلس التاسع والخمسون بعد المئة</w:t>
      </w:r>
      <w:bookmarkEnd w:id="15"/>
    </w:p>
    <w:p w:rsidR="00A7011D" w:rsidRDefault="00A7011D" w:rsidP="00A7011D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A1753E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، وقُتل هاشم بن عتبة المرقال ، وكانت معه راية أمير المؤمنين (</w:t>
      </w:r>
      <w:r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أخذ الراية ولده عبد الله بن هاشم ، وجعل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3F3A26" w:rsidTr="003F3A26">
        <w:trPr>
          <w:trHeight w:val="350"/>
        </w:trPr>
        <w:tc>
          <w:tcPr>
            <w:tcW w:w="3536" w:type="dxa"/>
            <w:shd w:val="clear" w:color="auto" w:fill="auto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أهاشمُ بنَ عُتبَةِ بنِ مالِكْ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F3A26" w:rsidRDefault="003F3A26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أعززْ بشيخٍ منْ قُريشٍ هالِكْ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A26" w:rsidTr="003F3A26">
        <w:tblPrEx>
          <w:tblLook w:val="04A0"/>
        </w:tblPrEx>
        <w:trPr>
          <w:trHeight w:val="350"/>
        </w:trPr>
        <w:tc>
          <w:tcPr>
            <w:tcW w:w="3536" w:type="dxa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تخبطُهُ الخيْلاتُ بالسَّنابِكْ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F3A26" w:rsidRDefault="003F3A26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في أسْوَدٍ منْ نقْعهِنَّ حالِكْ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3A26" w:rsidTr="003F3A26">
        <w:tblPrEx>
          <w:tblLook w:val="04A0"/>
        </w:tblPrEx>
        <w:trPr>
          <w:trHeight w:val="350"/>
        </w:trPr>
        <w:tc>
          <w:tcPr>
            <w:tcW w:w="3536" w:type="dxa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أبشرْ بحورِ العِينِ في الأرائِكْ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F3A26" w:rsidRDefault="003F3A26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F3A26" w:rsidRDefault="00A1753E" w:rsidP="001B4F77">
            <w:pPr>
              <w:pStyle w:val="libPoem"/>
            </w:pPr>
            <w:r>
              <w:rPr>
                <w:rtl/>
                <w:lang w:bidi="fa-IR"/>
              </w:rPr>
              <w:t>والرَّوحِ والرَّيحانِ عندَ ذلكْ</w:t>
            </w:r>
            <w:r w:rsidR="003F3A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7011D" w:rsidRDefault="00A7011D" w:rsidP="00A7011D">
      <w:pPr>
        <w:pStyle w:val="libNormal"/>
        <w:rPr>
          <w:lang w:bidi="fa-IR"/>
        </w:rPr>
      </w:pPr>
      <w:r>
        <w:rPr>
          <w:rtl/>
          <w:lang w:bidi="fa-IR"/>
        </w:rPr>
        <w:t>ثمّ إنّ عبد الله حمد الله وأثنى عليه ، ثمّ قال : أيها النّاس ، إنّ هاشماً كان عبداً من عباد الله الذين قدّر أرزاقهم ، وأحصى أعمالهم ، وقضى آجالهم ، فدعاه الله ربّه الذي لا يُعصى ، فأجابه وسلّم لأمر الله ، وجاهد في طاعة ابن عمِّ رسول الله ، وأوّل مَن آمن به ، وأفقههم في دين الله ، المخالف لأعداء</w:t>
      </w:r>
    </w:p>
    <w:p w:rsidR="00A96D7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0D15DA">
      <w:pPr>
        <w:pStyle w:val="libFootnote0"/>
        <w:rPr>
          <w:lang w:bidi="fa-IR"/>
        </w:rPr>
      </w:pPr>
      <w:r w:rsidRPr="000D15DA">
        <w:rPr>
          <w:rtl/>
        </w:rPr>
        <w:t>(1)</w:t>
      </w:r>
      <w:r>
        <w:rPr>
          <w:rtl/>
          <w:lang w:bidi="fa-IR"/>
        </w:rPr>
        <w:t xml:space="preserve"> سورة الأحزاب / 23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D15D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الله المستحلّين ما حرّم الله ، الذين عملوا في البلاد بالجور والفساد ، واستحوذ عليهم الشيطان فزيّن لهم الإثم والعدوان ، فحقّ عليكم جهاد مَن خالف سُنّة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وعطّل حدود الله ، وخالف أولياء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فجُودوا بمُهج أنفسكم في طاعة الله في هذه الدنيا ؛ تُصيبوا الآخرة والمنزل الأعلى وال</w:t>
      </w:r>
      <w:r w:rsidR="000D15DA">
        <w:rPr>
          <w:rFonts w:hint="cs"/>
          <w:rtl/>
          <w:lang w:bidi="fa-IR"/>
        </w:rPr>
        <w:t>ـ</w:t>
      </w:r>
      <w:r>
        <w:rPr>
          <w:rtl/>
          <w:lang w:bidi="fa-IR"/>
        </w:rPr>
        <w:t>مُلك الذي لا يبلى ، فلو لم يكن ثوابٌ ولا عقاب ، ولا جنّةٌ ولا نار ، لكان القتال مع عليٍّ أفضل من القتال مع معاوية ابن آكلة الأكباد ، فكيف وأنتم ترجون ما ترجون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انقضى أمر صفّين ، وسلّم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الأمر لمعاوية ، نادى منادي معاوية : أمِنَ </w:t>
      </w:r>
      <w:r w:rsidR="000D15DA">
        <w:rPr>
          <w:rtl/>
          <w:lang w:bidi="fa-IR"/>
        </w:rPr>
        <w:t>الأسود والأحمر بأمان الله ، إل</w:t>
      </w:r>
      <w:r w:rsidR="000D15DA">
        <w:rPr>
          <w:rFonts w:hint="cs"/>
          <w:rtl/>
          <w:lang w:bidi="fa-IR"/>
        </w:rPr>
        <w:t>ّ</w:t>
      </w:r>
      <w:r w:rsidR="000D15DA">
        <w:rPr>
          <w:rtl/>
          <w:lang w:bidi="fa-IR"/>
        </w:rPr>
        <w:t>ا</w:t>
      </w:r>
      <w:r>
        <w:rPr>
          <w:rtl/>
          <w:lang w:bidi="fa-IR"/>
        </w:rPr>
        <w:t xml:space="preserve"> عبد الله بن هاشم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فاختفى عبد الله عند امرأة بالبصرة من بني مخزوم ، فدُلّ عليه معاوية ، فبعث إلى زياد : أنْ ائتِ دار فلانة المخزوميّة ، فاستخرج عبد الله بن هاشم المرقال منها ، فاحلق رأسه ، والبسه جُبّة شعر ، وقيّده وغلّ يده إلى عنقه ، وأحمله على قتب بعيرٍ بغير وطاء ولا غطاء ، وأنفذ به إليّ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ففعل به زياد ذلك وأنفذه إلى معاوية ، فوصل إليه وقد لاقى تعباً كثيراً ، وغيّرت الشمس وجهه ، فعرفه معاوية و لمْ يعرفه عمرو بن العاص ، فقال معاوية : يا أبا عبد الله ، أتعرف هذا الفتى ؟ قال : 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هذا ابن الذين كان يقول في صفّين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0D15DA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0D15DA" w:rsidRDefault="000D15DA" w:rsidP="001B4F77">
            <w:pPr>
              <w:pStyle w:val="libPoem"/>
            </w:pPr>
            <w:r>
              <w:rPr>
                <w:rtl/>
                <w:lang w:bidi="fa-IR"/>
              </w:rPr>
              <w:t>أعْورُ يبْغِي أهلَهُ مَحَلاّ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15DA" w:rsidRDefault="000D15D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15DA" w:rsidRDefault="000D15DA" w:rsidP="001B4F77">
            <w:pPr>
              <w:pStyle w:val="libPoem"/>
            </w:pPr>
            <w:r>
              <w:rPr>
                <w:rtl/>
                <w:lang w:bidi="fa-IR"/>
              </w:rPr>
              <w:t>قدْ عالجَ الحياةَ حتّى مَلاّ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0D15DA">
      <w:pPr>
        <w:pStyle w:val="libPoemCenter"/>
        <w:rPr>
          <w:lang w:bidi="fa-IR"/>
        </w:rPr>
      </w:pPr>
      <w:r>
        <w:rPr>
          <w:rtl/>
          <w:lang w:bidi="fa-IR"/>
        </w:rPr>
        <w:t>لا بُدَّ أنْ يَغُلَّ أو يُغلاّ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عمرو : يا أمير المؤمنين ، هذا المحتال ابن المرقال ، فدونك الضبّ المضب ، فإنّ العصا من العصية ، وإنّما تَلد الحيّة حيّة ، وجزاء السيئة سيئة مثلها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هاشم : ما أنا بأوّل رجل خذله قومه وأدركه يومه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تلك ضغائن صفّين ، وما جنى عليك أبوك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عمرو : يا أمير المؤمنين ، أمكني فأشخب أوداجه على أثباجه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هاشم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D15D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فهلاّ كانت هذه الشجاعة منك يابن العاص أيام صفّين ، حين ندعوك إلى النّزال ، وقد ابتلّت أقدام الرجال من نقع الجريال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وقد تضايقتْ بك المسالك ، وأشرفتَ فيها على المهالك ؟ فاُعجب معاوية ما سمع من كلام ابن هاشم ، فأمر به إلى ا</w:t>
      </w:r>
      <w:r w:rsidR="000D15DA">
        <w:rPr>
          <w:rtl/>
          <w:lang w:bidi="fa-IR"/>
        </w:rPr>
        <w:t>لسجن ، وكفّ عن قتله ، فقال عمرو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EA090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أمرتُكَ أمراً حازِماً فعَصَيْتَني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وكانَ منَ التَّوفيقِ قتلُ ابنِ هاشمِ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1B4F77">
        <w:trPr>
          <w:trHeight w:val="350"/>
        </w:trPr>
        <w:tc>
          <w:tcPr>
            <w:tcW w:w="3920" w:type="dxa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أليسَ أبوُهُ يا مُعاويةُ الَّذِي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رَماكَ علَى جدٍّ بحزِّ الغلاصمِ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1B4F77">
        <w:trPr>
          <w:trHeight w:val="350"/>
        </w:trPr>
        <w:tc>
          <w:tcPr>
            <w:tcW w:w="3920" w:type="dxa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فما بَرحُوا حتّى جرتْ منْ دمائِنا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0901" w:rsidRDefault="00EA0901" w:rsidP="001B4F77">
            <w:pPr>
              <w:pStyle w:val="libPoem"/>
            </w:pPr>
            <w:r>
              <w:rPr>
                <w:rtl/>
                <w:lang w:bidi="fa-IR"/>
              </w:rPr>
              <w:t>بصفّين أمثالِ البُحورِ الخضَارمِ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1B4F77">
        <w:trPr>
          <w:trHeight w:val="350"/>
        </w:trPr>
        <w:tc>
          <w:tcPr>
            <w:tcW w:w="3920" w:type="dxa"/>
          </w:tcPr>
          <w:p w:rsidR="00EA0901" w:rsidRDefault="003426DC" w:rsidP="001B4F77">
            <w:pPr>
              <w:pStyle w:val="libPoem"/>
            </w:pPr>
            <w:r>
              <w:rPr>
                <w:rtl/>
                <w:lang w:bidi="fa-IR"/>
              </w:rPr>
              <w:t>وهذا ابنُهُ والمرءُ يُشْبهُ أصلَهُ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0901" w:rsidRDefault="003426DC" w:rsidP="001B4F77">
            <w:pPr>
              <w:pStyle w:val="libPoem"/>
            </w:pPr>
            <w:r>
              <w:rPr>
                <w:rtl/>
                <w:lang w:bidi="fa-IR"/>
              </w:rPr>
              <w:t>سنقرعُ إنْ أبقيتَهُ سِنَّ نادمِ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ابن هاشم يجيبه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A0901" w:rsidTr="00EA0901">
        <w:trPr>
          <w:trHeight w:val="350"/>
        </w:trPr>
        <w:tc>
          <w:tcPr>
            <w:tcW w:w="3536" w:type="dxa"/>
            <w:shd w:val="clear" w:color="auto" w:fill="auto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معاويَ إنّ المرْءَ عَمراً أبتْ لهُ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ضَغينةُ صَدْرٍ غِشُّها غيرُ سالمِ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rPr>
          <w:trHeight w:val="350"/>
        </w:trPr>
        <w:tc>
          <w:tcPr>
            <w:tcW w:w="3536" w:type="dxa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يَرى لكَ قتْلي يابنَ حرْبٍ وإنّما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يَرى ما يَرَى عمرٌو مُلوكُ الأعاجمِ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rPr>
          <w:trHeight w:val="350"/>
        </w:trPr>
        <w:tc>
          <w:tcPr>
            <w:tcW w:w="3536" w:type="dxa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على أنّهُم لا يَقتلُونَ أسيرَهُمْ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6665EB" w:rsidP="001B4F77">
            <w:pPr>
              <w:pStyle w:val="libPoem"/>
            </w:pPr>
            <w:r>
              <w:rPr>
                <w:rtl/>
                <w:lang w:bidi="fa-IR"/>
              </w:rPr>
              <w:t>إذا أثقلَ الأعْناقَ حَملُ المغَارمِ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rPr>
          <w:trHeight w:val="350"/>
        </w:trPr>
        <w:tc>
          <w:tcPr>
            <w:tcW w:w="3536" w:type="dxa"/>
          </w:tcPr>
          <w:p w:rsidR="00EA0901" w:rsidRDefault="00E50993" w:rsidP="001B4F77">
            <w:pPr>
              <w:pStyle w:val="libPoem"/>
            </w:pPr>
            <w:r>
              <w:rPr>
                <w:rtl/>
                <w:lang w:bidi="fa-IR"/>
              </w:rPr>
              <w:t>وقدْ كانَ منَّا يومَ صفّين نغْزةٌ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E50993" w:rsidP="001B4F77">
            <w:pPr>
              <w:pStyle w:val="libPoem"/>
            </w:pPr>
            <w:r>
              <w:rPr>
                <w:rtl/>
                <w:lang w:bidi="fa-IR"/>
              </w:rPr>
              <w:t>عليكَ جناهَا هاشمٌ وابنُ هاشمِ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blPrEx>
          <w:tblLook w:val="04A0"/>
        </w:tblPrEx>
        <w:trPr>
          <w:trHeight w:val="350"/>
        </w:trPr>
        <w:tc>
          <w:tcPr>
            <w:tcW w:w="3536" w:type="dxa"/>
          </w:tcPr>
          <w:p w:rsidR="00EA0901" w:rsidRDefault="00E50993" w:rsidP="001B4F77">
            <w:pPr>
              <w:pStyle w:val="libPoem"/>
            </w:pPr>
            <w:r>
              <w:rPr>
                <w:rtl/>
                <w:lang w:bidi="fa-IR"/>
              </w:rPr>
              <w:t>قَضى الله</w:t>
            </w:r>
            <w:r>
              <w:rPr>
                <w:rFonts w:hint="cs"/>
                <w:rtl/>
                <w:lang w:bidi="fa-IR"/>
              </w:rPr>
              <w:t>ُ</w:t>
            </w:r>
            <w:r>
              <w:rPr>
                <w:rtl/>
                <w:lang w:bidi="fa-IR"/>
              </w:rPr>
              <w:t xml:space="preserve"> فيها ما قَضى ثَمّة انْقَضى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E50993" w:rsidP="001B4F77">
            <w:pPr>
              <w:pStyle w:val="libPoem"/>
            </w:pPr>
            <w:r>
              <w:rPr>
                <w:rtl/>
                <w:lang w:bidi="fa-IR"/>
              </w:rPr>
              <w:t>ومَا ما مَضى إلاّ كأضغاثِ حالمِ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blPrEx>
          <w:tblLook w:val="04A0"/>
        </w:tblPrEx>
        <w:trPr>
          <w:trHeight w:val="350"/>
        </w:trPr>
        <w:tc>
          <w:tcPr>
            <w:tcW w:w="3536" w:type="dxa"/>
          </w:tcPr>
          <w:p w:rsidR="00EA0901" w:rsidRDefault="00C67514" w:rsidP="001B4F77">
            <w:pPr>
              <w:pStyle w:val="libPoem"/>
            </w:pPr>
            <w:r>
              <w:rPr>
                <w:rtl/>
                <w:lang w:bidi="fa-IR"/>
              </w:rPr>
              <w:t>هي الوقعةُ العُظْمَى الَّتي تعْرفونَها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D92C7C" w:rsidP="001B4F77">
            <w:pPr>
              <w:pStyle w:val="libPoem"/>
            </w:pPr>
            <w:r>
              <w:rPr>
                <w:rtl/>
                <w:lang w:bidi="fa-IR"/>
              </w:rPr>
              <w:t>وكلٌّ على ما قدْ مَضى غيرُ نادمِ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0901" w:rsidTr="00EA0901">
        <w:tblPrEx>
          <w:tblLook w:val="04A0"/>
        </w:tblPrEx>
        <w:trPr>
          <w:trHeight w:val="350"/>
        </w:trPr>
        <w:tc>
          <w:tcPr>
            <w:tcW w:w="3536" w:type="dxa"/>
          </w:tcPr>
          <w:p w:rsidR="00EA0901" w:rsidRDefault="00D92C7C" w:rsidP="001B4F77">
            <w:pPr>
              <w:pStyle w:val="libPoem"/>
            </w:pPr>
            <w:r>
              <w:rPr>
                <w:rtl/>
                <w:lang w:bidi="fa-IR"/>
              </w:rPr>
              <w:t>فإنْ تعفُ عنَّي تعفُ عنْ ذِي قرَابةٍ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A0901" w:rsidRDefault="00EA0901" w:rsidP="001B4F77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A0901" w:rsidRDefault="00D92C7C" w:rsidP="001B4F77">
            <w:pPr>
              <w:pStyle w:val="libPoem"/>
            </w:pPr>
            <w:r>
              <w:rPr>
                <w:rtl/>
                <w:lang w:bidi="fa-IR"/>
              </w:rPr>
              <w:t>وإنْ تَرَ قَتلي تَسْتحلُ مَحارمي</w:t>
            </w:r>
            <w:r w:rsidR="00EA09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وهكذا كانت معاملة معاوية لشيعة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بعد ما تمّ له الأمر ، فإنّه بعد ما شرط عليه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أنْ لا يتعرّض لشيعته وشيعة أبيه ، قتل حجرَ بن عدي وأصحابه ، وعمرو بن الحمق ، وتتبَّع شيعة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يُخيفهم ، ويسجنهم ، ويسومهم سوء العذاب ، وسلّط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925671">
      <w:pPr>
        <w:pStyle w:val="libFootnote0"/>
        <w:rPr>
          <w:lang w:bidi="fa-IR"/>
        </w:rPr>
      </w:pPr>
      <w:r w:rsidRPr="00925671">
        <w:rPr>
          <w:rtl/>
        </w:rPr>
        <w:t>(1)</w:t>
      </w:r>
      <w:r>
        <w:rPr>
          <w:rtl/>
          <w:lang w:bidi="fa-IR"/>
        </w:rPr>
        <w:t xml:space="preserve"> الجريال : صبغ أحمر ، وأراد به هنا : الدّم ، تشبيهاً له بذلك الصبغ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F5EA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عليهم زياد بن أبيه ففعل بهم الأفاعيل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ولقد أشار جلساء السّوء على يزيد بن معاوية </w:t>
      </w:r>
      <w:r w:rsidR="004F5EAF">
        <w:rPr>
          <w:rtl/>
          <w:lang w:bidi="fa-IR"/>
        </w:rPr>
        <w:t>–</w:t>
      </w:r>
      <w:r>
        <w:rPr>
          <w:rtl/>
          <w:lang w:bidi="fa-IR"/>
        </w:rPr>
        <w:t xml:space="preserve"> ل</w:t>
      </w:r>
      <w:r w:rsidR="004F5EA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جيء إليه باُسارى آل الرسول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بمثل ما أشار به عمرو بن العاص على أبيه معاوية ، وذلك أنّ يزيد ل</w:t>
      </w:r>
      <w:r w:rsidR="004F5EA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جيء إليه بالسبايا والاُسارى يوم كربلاء ، استشار أهلَ الشام فيما يصنع بهم ، فأشار بعضهم بقتلهم ، وتكلّم بكلمة لا يطيق اللسان التكلّم بها ، فقال له النّعمان بن بشير : انظر ما كان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يصنعه بهم ، فاصنعه بهم</w:t>
      </w:r>
      <w:r w:rsidR="00343D55">
        <w:rPr>
          <w:rtl/>
          <w:lang w:bidi="fa-IR"/>
        </w:rPr>
        <w:t>.</w:t>
      </w:r>
    </w:p>
    <w:p w:rsidR="00800C80" w:rsidRDefault="00C92D11" w:rsidP="004F5EAF">
      <w:pPr>
        <w:pStyle w:val="libNormal"/>
        <w:rPr>
          <w:lang w:bidi="fa-IR"/>
        </w:rPr>
      </w:pPr>
      <w:r>
        <w:rPr>
          <w:rtl/>
          <w:lang w:bidi="fa-IR"/>
        </w:rPr>
        <w:t>ونظر رجل من أهل الشام أحمر إلى فاطمة بنت الحسين (</w:t>
      </w:r>
      <w:r w:rsidR="004F5EAF" w:rsidRPr="004F5EAF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>) فقال : يا أمير المؤمنين ، هب لي هذه الجارية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فاطمة : فارتعدت وظننت أنّ ذلك جائز عندهم ، فأخذت بثياب عمّتي زينب ، وقلت : يا عمّتاه ! أوتمت واُستخدم ؟! وكانت عمّتي تعلم أنّ ذلك لا يكون ، فقالت عمّتي : لا حبّاً ولا كرامة لهذا الفاسق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وقالت للشامي : كذبت والله ولؤمت ، والله ما ذاك لك ولا 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فغضب يزيد وقال : كذبت ، إنّ ذلك لي ولو شئت أنْ أفعل لفعلت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زينب : كلاّ</w:t>
      </w:r>
      <w:r w:rsidR="003E61FA">
        <w:rPr>
          <w:rtl/>
          <w:lang w:bidi="fa-IR"/>
        </w:rPr>
        <w:t xml:space="preserve"> والله ، ما جعل الله لك ذلك إل</w:t>
      </w:r>
      <w:r w:rsidR="003E61FA">
        <w:rPr>
          <w:rFonts w:hint="cs"/>
          <w:rtl/>
          <w:lang w:bidi="fa-IR"/>
        </w:rPr>
        <w:t>ّ</w:t>
      </w:r>
      <w:r w:rsidR="003E61FA">
        <w:rPr>
          <w:rtl/>
          <w:lang w:bidi="fa-IR"/>
        </w:rPr>
        <w:t>ا</w:t>
      </w:r>
      <w:r>
        <w:rPr>
          <w:rtl/>
          <w:lang w:bidi="fa-IR"/>
        </w:rPr>
        <w:t xml:space="preserve"> أنْ تخرج من ملّتنا وتدين بغيرها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فاستطار يزيد غضباً وقال : إيّاي تستقبلين بهذا ! إنّما خرج من الدّين أبوك وأخوك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زينب : بدين الله ودين أبي ودين أخي اهتديت أنت وجدّك وأبوك إنْ كنت مسلماً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كذبتِ يا عدوّة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له : أنت أمير تشتم ظالماً وتقهر بسلطانك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فكأنّه استحيا وسكت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فعاد الشامي فقال : هب لي هذه الجارية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يزيد : اعزب ، وهب الله لك حتفاً قاضياً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فقال الشامي : مَن هذه الجارية ؟ فقال : هذه فاطمة بنت الحسين ، وتلك زينب بنت علي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الشامي : الحسين بن فاطمة وعلي بن أبي طالب ؟! فقال :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الشامي : لعنك الله يا يزيد ، تقتل عترة نبيّك وتسبي ذرّيّته ! والله ، </w:t>
      </w:r>
      <w:r w:rsidR="003E61FA">
        <w:rPr>
          <w:rtl/>
          <w:lang w:bidi="fa-IR"/>
        </w:rPr>
        <w:t>ما توهّمت إل</w:t>
      </w:r>
      <w:r w:rsidR="003E61FA">
        <w:rPr>
          <w:rFonts w:hint="cs"/>
          <w:rtl/>
          <w:lang w:bidi="fa-IR"/>
        </w:rPr>
        <w:t>ّ</w:t>
      </w:r>
      <w:r w:rsidR="003E61FA">
        <w:rPr>
          <w:rtl/>
          <w:lang w:bidi="fa-IR"/>
        </w:rPr>
        <w:t>ا</w:t>
      </w:r>
      <w:r>
        <w:rPr>
          <w:rtl/>
          <w:lang w:bidi="fa-IR"/>
        </w:rPr>
        <w:t xml:space="preserve"> أنّهم من سبي الروم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يزيد : والله لألحقنّك بهم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أمر به فضُربت عنقه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3E61FA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فقُلْ لسرايا شَيبةِ الحَمدِ ما لكمْ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E61FA" w:rsidRDefault="003E61F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t>قعدتُمْ وقدْ ساروا بنسوتِكُمْ أسرَى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1FA" w:rsidTr="001B4F77">
        <w:trPr>
          <w:trHeight w:val="350"/>
        </w:trPr>
        <w:tc>
          <w:tcPr>
            <w:tcW w:w="3920" w:type="dxa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t>وأعظمُ ما يُشجي الغيورَ دخولُها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E61FA" w:rsidRDefault="003E61F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t>إلى مجلسٍ ما بارحَ اللهوَ والخمْرا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61FA" w:rsidTr="001B4F77">
        <w:trPr>
          <w:trHeight w:val="350"/>
        </w:trPr>
        <w:tc>
          <w:tcPr>
            <w:tcW w:w="3920" w:type="dxa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t>يقارضُها فيهِ يزيدُ مَسبَّةً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E61FA" w:rsidRDefault="003E61FA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E61FA" w:rsidRDefault="003E61FA" w:rsidP="001B4F77">
            <w:pPr>
              <w:pStyle w:val="libPoem"/>
            </w:pPr>
            <w:r>
              <w:rPr>
                <w:rtl/>
                <w:lang w:bidi="fa-IR"/>
              </w:rPr>
              <w:t>ويَصرفُ عنها وجهَهُ مُعرضاً كِبرا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58567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585673">
      <w:pPr>
        <w:pStyle w:val="Heading2Center"/>
        <w:rPr>
          <w:lang w:bidi="fa-IR"/>
        </w:rPr>
      </w:pPr>
      <w:bookmarkStart w:id="16" w:name="_Toc18255829"/>
      <w:r>
        <w:rPr>
          <w:rtl/>
          <w:lang w:bidi="fa-IR"/>
        </w:rPr>
        <w:t>المجلس الستّون بعد المئة</w:t>
      </w:r>
      <w:bookmarkEnd w:id="1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585673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صفّين ، نادى أبو شجاع الحِميري ، وكان من ذوي البصائر ، وكان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يا معشر حِمْيَر ، أترون معاوية خيراً من علي ؟! أضلّ الله سعيكم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أنت يا ذا الكلاع ، فوالله ، إنْ كنّا نرى أنّ لك نيّة في الدين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ذو الك</w:t>
      </w:r>
      <w:r w:rsidR="00585673">
        <w:rPr>
          <w:rtl/>
          <w:lang w:bidi="fa-IR"/>
        </w:rPr>
        <w:t>لاع : إيهاً يا أبا شجاع ، والله</w:t>
      </w:r>
      <w:r>
        <w:rPr>
          <w:rtl/>
          <w:lang w:bidi="fa-IR"/>
        </w:rPr>
        <w:t>، ما معاوية بأفضل من علي ، ولكن إنّما اُقاتل على دم عثمان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وعُبّئت قبائل حمير مع ذي الكلاع ، وفيهم عبيد الله بن عمر بن الخطاب ، لتقاتل قبيلة بكر بن وائل من قبائل ربيعة ، وكانت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فقاتلوا قتالاً شديداً حتّى خافوا الهلاك ، فقال رجل لعبد القيس : لا بكر بعد اليوم ؛ إنّ ذا الكلاع وعبيد الله</w:t>
      </w:r>
      <w:r w:rsidR="00585673">
        <w:rPr>
          <w:rtl/>
          <w:lang w:bidi="fa-IR"/>
        </w:rPr>
        <w:t xml:space="preserve"> أبادا ربيعة ! فانهضوا لهم وإل</w:t>
      </w:r>
      <w:r w:rsidR="00585673">
        <w:rPr>
          <w:rFonts w:hint="cs"/>
          <w:rtl/>
          <w:lang w:bidi="fa-IR"/>
        </w:rPr>
        <w:t>ّ</w:t>
      </w:r>
      <w:r w:rsidR="00585673">
        <w:rPr>
          <w:rtl/>
          <w:lang w:bidi="fa-IR"/>
        </w:rPr>
        <w:t>ا</w:t>
      </w:r>
      <w:r>
        <w:rPr>
          <w:rtl/>
          <w:lang w:bidi="fa-IR"/>
        </w:rPr>
        <w:t xml:space="preserve"> هلكوا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فركبت عبد القيس وجاءت كأنها غمامة سوداء ، فشدّت إزاء </w:t>
      </w:r>
      <w:r w:rsidR="00585673">
        <w:rPr>
          <w:rtl/>
          <w:lang w:bidi="fa-IR"/>
        </w:rPr>
        <w:t>الميسرة ، فعظم القتال</w:t>
      </w:r>
      <w:r>
        <w:rPr>
          <w:rtl/>
          <w:lang w:bidi="fa-IR"/>
        </w:rPr>
        <w:t>، وقُتل ذو الكلاع الحميري ، قتله رجل من بكر بن وائل ، اسمه خندف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وتضعضعت أركان حمير ، وثبتت بعد ذي الكلاع تحارب مع عبيد الله بن عمر ، وبعث عبيد الله بن عمر إلى الحسن بن علي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فقال : إنّ لي إليك حاجة فالقني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فلقيه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له عبيد الله : إنّ أباك قد وتر قريشاً أوّلاً وآخراً ، وقد أبغضوه ، فهل لك إلى أنْ تخلعه ونولّيك هذا الأمر ؟ قال : (( كلاّ والله ، لا يكون ذلك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له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(( لكأنّي أنظر إليك مقتولاً في يومك أو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8567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غدك ، أما إنّ الشيطانَ قد زيّن لك ، وخدعك حتّى أخرجك مخلَّقاً بالخلوق ، تُري نساء أهل الشام موقفك ، وسيصرعك الله ويبطحك لوجهك قتيلاً ))</w:t>
      </w:r>
      <w:r w:rsidR="00343D55">
        <w:rPr>
          <w:rtl/>
          <w:lang w:bidi="fa-IR"/>
        </w:rPr>
        <w:t>.</w:t>
      </w:r>
    </w:p>
    <w:p w:rsidR="00800C80" w:rsidRDefault="00585673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فوالله ، ما كان 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كيوم أو كالغد ، وكان القتال ، فخرج عبيد الله في كتيبة رقطاء ، وهي الخُضريّة ، كانوا أربعة آلاف عليهم ثياب خضر ، إذ مرّ الحسن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فإذا هو برجل متوسّد رجلاً قتيلاً ، قد ركز رمحه في عينه ، وربط فرسه برجله ، فقال الحسن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ل</w:t>
      </w:r>
      <w:r>
        <w:rPr>
          <w:rFonts w:hint="cs"/>
          <w:rtl/>
          <w:lang w:bidi="fa-IR"/>
        </w:rPr>
        <w:t>ـ</w:t>
      </w:r>
      <w:r w:rsidR="00C92D11">
        <w:rPr>
          <w:rtl/>
          <w:lang w:bidi="fa-IR"/>
        </w:rPr>
        <w:t>مَن معه : (( انظروا مَن هذا ؟ ))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فإذا هو برجل من همدان ، فإذا القتيل عبيد الله ، قد قتله وبات عليه حتّى أصبح ، ثمّ سلبه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ذو الكلاع سمع عمرو بن العاص يقول : 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لعمّار : (( تقتلك الفئة الباغية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سمع ذو الكلاع أنّ عمّاراً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اضطرب ، فقال له عمرو : إنّه سيرجع إلينا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قُتل ذو الكلاع في اليوم الذي قُتل فيه عمّار ، فقال عمرو : والله يا معاوية ، ما أدري بقتل أيّهما أنا أشدّ فرحاً ، والله ، لو بقي ذو الكلاع حتّى يُقتل عمّار ، لمال بعامّة قومه إلى علي ، ولأفسد علينا جندنا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معاوية : لأنا أشدّ فرحاً بقتل ذي الكلاع مني بفتح مصر لو فُتحت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585673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ذو الكلاع ، أقبل ولده إلى سعيد بن قيس الهمداني ، واستأذنه في أخذ جُثّة أبيه فأذن له ، فدخل من قِبل الميمنة ، فطاف في العسكر فلم يجده ، ثمّ أتى الميسرة فطاف في العسكر ، فوجده قد ربط رجله بطنب من أطناب فساطي</w:t>
      </w:r>
      <w:r w:rsidR="00585673">
        <w:rPr>
          <w:rtl/>
          <w:lang w:bidi="fa-IR"/>
        </w:rPr>
        <w:t>ط العسكر ، فوقف على باب الفسطاط</w:t>
      </w:r>
      <w:r>
        <w:rPr>
          <w:rtl/>
          <w:lang w:bidi="fa-IR"/>
        </w:rPr>
        <w:t>، فقال : السّلام عليكم يا أهل البيت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فقيل له : وعليك السّلام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معه عبد له أسود لم يكن معه غيره ، فقال : أتأذنون لنا في طنب من أطناب فسطاطكم ؟ قالوا : قد أذنّا لكم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قالوا : معذرة إلى ربّنا عزّ وجل وإليكم ، أما إنّه لولا بغيه علينا ما صنعنا به ما ترَون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فنزل ابنه والعبد الذي معه إليه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من أعظم النّاس خلقاً ، وقد انتفخ شيئاً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فلم يستطيعا احتماله ، فقال ابنه : هل من فتىً مِعوان ؟ فخرج إليه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8567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خندف البكري ، فقال : تنحّوا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ذي الكلاع : ومَن يحمله إذا تنحّينا ؟ قال : يحمله الذي 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فاحتمله خندف ، ثمّ رمى به على ظهر البغل ، ثمّ شدّه بالحبال فانطلقوا 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يمثّل خِطاب ابن ذي الكلاع لأهل الفسطاط ، واعتذارهم إليه ، الرقَّة والشهامة ، والآداب والأخلاق الكريمة العربيّة ، وكانت النّاس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لا سيّما العرب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تحافظ على الميّت أو القتيل ، فتتوسل بكلّ وسيلة إلى دفنه وحفظ جسده ، لا سيّما إذا كان من أجلاّء النّاس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الدين الإسلامي بذلك ، فجعل حرمة المؤمن ميتاً كحرمته حيّاً ، لكنّ ابن سعد وابن زياد وحزبهما ، ل</w:t>
      </w:r>
      <w:r w:rsidR="005E1137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قتلوا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، شوّهوا وجه الأخلاق العربيّة ، ولم يراعوا حرمة الدّين وحرمة الإسلام ، ولا حرمة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وهم يدّعون الإسلام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فأقبل ابن سعد على قتلاه فدفنهم ، وترك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بلا دفن ، مطرّحين على وجه الأرض جثثاً بلا رؤوس ، تصهرهم الشمس ، وتسفي عليهم السّوافي من الرمال حتّى بقوا على هذه الحالة ثلاثة أيام ، إلى أن جاء بنو أسد فدفنوهم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5E113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E1137" w:rsidRDefault="005E1137" w:rsidP="001B4F77">
            <w:pPr>
              <w:pStyle w:val="libPoem"/>
            </w:pPr>
            <w:r>
              <w:rPr>
                <w:rtl/>
                <w:lang w:bidi="fa-IR"/>
              </w:rPr>
              <w:t>ثَوَوا عَطاشَى على البوغاءِ تحسَبُهُمْ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1137" w:rsidRDefault="005E11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1137" w:rsidRDefault="005E1137" w:rsidP="001B4F77">
            <w:pPr>
              <w:pStyle w:val="libPoem"/>
            </w:pPr>
            <w:r>
              <w:rPr>
                <w:rtl/>
                <w:lang w:bidi="fa-IR"/>
              </w:rPr>
              <w:t>تحتَ الدُّجَى في الفيافي الأنجُمَ الشُّهبَا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137" w:rsidTr="001B4F77">
        <w:trPr>
          <w:trHeight w:val="350"/>
        </w:trPr>
        <w:tc>
          <w:tcPr>
            <w:tcW w:w="3920" w:type="dxa"/>
          </w:tcPr>
          <w:p w:rsidR="005E1137" w:rsidRDefault="0090402B" w:rsidP="001B4F77">
            <w:pPr>
              <w:pStyle w:val="libPoem"/>
            </w:pPr>
            <w:r>
              <w:rPr>
                <w:rtl/>
                <w:lang w:bidi="fa-IR"/>
              </w:rPr>
              <w:t>مُجرَّدينَ على الرمضاءِ قدْ لبسُوا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1137" w:rsidRDefault="005E11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1137" w:rsidRDefault="0090402B" w:rsidP="001B4F77">
            <w:pPr>
              <w:pStyle w:val="libPoem"/>
            </w:pPr>
            <w:r>
              <w:rPr>
                <w:rtl/>
                <w:lang w:bidi="fa-IR"/>
              </w:rPr>
              <w:t>منَ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مَهابةِ أبراداً لها قُشبا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1137" w:rsidTr="001B4F77">
        <w:trPr>
          <w:trHeight w:val="350"/>
        </w:trPr>
        <w:tc>
          <w:tcPr>
            <w:tcW w:w="3920" w:type="dxa"/>
          </w:tcPr>
          <w:p w:rsidR="005E1137" w:rsidRDefault="00D0058D" w:rsidP="001B4F77">
            <w:pPr>
              <w:pStyle w:val="libPoem"/>
            </w:pPr>
            <w:r>
              <w:rPr>
                <w:rtl/>
                <w:lang w:bidi="fa-IR"/>
              </w:rPr>
              <w:t>مضرَّجينَ بمُحْمرِّ النَّجيعِ بنَى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1137" w:rsidRDefault="005E11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1137" w:rsidRDefault="00D0058D" w:rsidP="001B4F77">
            <w:pPr>
              <w:pStyle w:val="libPoem"/>
            </w:pPr>
            <w:r>
              <w:rPr>
                <w:rtl/>
                <w:lang w:bidi="fa-IR"/>
              </w:rPr>
              <w:t>نَبلُ العِدى والقنَا منْ فوقِهمْ قُبَبا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B573E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5E113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E1137" w:rsidRDefault="00B573E8" w:rsidP="001B4F77">
            <w:pPr>
              <w:pStyle w:val="libPoem"/>
            </w:pPr>
            <w:r>
              <w:rPr>
                <w:rtl/>
                <w:lang w:bidi="fa-IR"/>
              </w:rPr>
              <w:t>ما إنْ بقيتَ مِن الهوانِ على الثَّرى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1137" w:rsidRDefault="005E11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1137" w:rsidRDefault="00B573E8" w:rsidP="001B4F77">
            <w:pPr>
              <w:pStyle w:val="libPoem"/>
            </w:pPr>
            <w:r>
              <w:rPr>
                <w:rtl/>
                <w:lang w:bidi="fa-IR"/>
              </w:rPr>
              <w:t>مُلقىً ثلاثاً في رُبىً ووهادِ</w:t>
            </w:r>
            <w:r w:rsidR="005E11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FA7C3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لكنْ لكَي تَقضي عليكَ صلاتَهَا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7C37" w:rsidRDefault="00FA7C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زُمَرُ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مَلائكِ فوْقَ سبعِ شِدادِ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FA7C3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FA7C37">
      <w:pPr>
        <w:pStyle w:val="Heading2Center"/>
        <w:rPr>
          <w:lang w:bidi="fa-IR"/>
        </w:rPr>
      </w:pPr>
      <w:bookmarkStart w:id="17" w:name="_Toc18255830"/>
      <w:r>
        <w:rPr>
          <w:rtl/>
          <w:lang w:bidi="fa-IR"/>
        </w:rPr>
        <w:t>المجلس الحادي والستّون بعد المئة</w:t>
      </w:r>
      <w:bookmarkEnd w:id="1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في شرح نهج البلاغة لابن أبي الحديد : إنّ معاوية دعا بُسر بن </w:t>
      </w:r>
      <w:r w:rsidR="00FA7C37">
        <w:rPr>
          <w:rtl/>
          <w:lang w:bidi="fa-IR"/>
        </w:rPr>
        <w:t>أبي أرطأة ، وكان قاسي القلب</w:t>
      </w:r>
      <w:r>
        <w:rPr>
          <w:rtl/>
          <w:lang w:bidi="fa-IR"/>
        </w:rPr>
        <w:t>، فظّاً سفّاكاً للدماء ، لا رأفة عنده ولا رحمة ، فأمره أنْ يذهب إلى المدينة ومكّة واليمن ، وقال له : اقتل شيعة علي حيث كانوا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فمضى في ألفين وستمئة حتّى دخل المدينة ، وعامل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عليها أبو أيوب الأنصاري ، فخرج عنها هارباً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ودخلها بُسر ، فشتمهم وهدّدهم وأحرق دوراً كثيرة ، ثمّ خر</w:t>
      </w:r>
      <w:r w:rsidR="00FA7C37">
        <w:rPr>
          <w:rtl/>
          <w:lang w:bidi="fa-IR"/>
        </w:rPr>
        <w:t>ج إلى مكّة وقتل في طريقه رجالا</w:t>
      </w:r>
      <w:r w:rsidR="00FA7C37">
        <w:rPr>
          <w:rFonts w:hint="cs"/>
          <w:rtl/>
          <w:lang w:bidi="fa-IR"/>
        </w:rPr>
        <w:t>ً</w:t>
      </w:r>
      <w:r>
        <w:rPr>
          <w:rtl/>
          <w:lang w:bidi="fa-IR"/>
        </w:rPr>
        <w:t xml:space="preserve"> وأخذ أموالاً ، فلمّا قرب من مكّة ، هرب قثم بن العبّاس عامل علي (</w:t>
      </w:r>
      <w:r w:rsidR="00800C80" w:rsidRPr="00800C80">
        <w:rPr>
          <w:rStyle w:val="libAlaemChar"/>
          <w:rtl/>
        </w:rPr>
        <w:t>عليه‌السلام</w:t>
      </w:r>
      <w:r w:rsidR="00FA7C37">
        <w:rPr>
          <w:rtl/>
          <w:lang w:bidi="fa-IR"/>
        </w:rPr>
        <w:t>) عليها ، ودخل بُسر</w:t>
      </w:r>
      <w:r>
        <w:rPr>
          <w:rtl/>
          <w:lang w:bidi="fa-IR"/>
        </w:rPr>
        <w:t>، فشتم أهلها وأنّبهم ، ثمّ خرج إلى الطائف ، ثمّ خرج منها إلى اليمن ، فقتل أبا كرب الهمداني سيّدَ مَن بالبادية من همدان ، وكان يتّشيع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الذين قتلهم بُسر في وجهه ذلك ثلاثين ألفاً ، وحرق قوماً بالنّار ، وأتى صنعاء فهرب منها عبيد الله بن العبّاس ، ودخلها بُسر ، فأخذ ولدين صغيرين لعبيد الله بن العبّاس ، فذبحهما على درج صنعاء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المبرد في الكامل : فيقال : أنّه أخذهما من تحت ذيل اُمّهما فقتلهما ، فقالت اُمّهما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2"/>
        <w:gridCol w:w="272"/>
        <w:gridCol w:w="3516"/>
      </w:tblGrid>
      <w:tr w:rsidR="00FA7C3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ها مَنْ أحسَّ بابنَي اللَذَينِ هُمَا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7C37" w:rsidRDefault="00FA7C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كالدُّرَّتينِ تشظَّى عنهُما الصَّدَف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7C37" w:rsidTr="001B4F77">
        <w:trPr>
          <w:trHeight w:val="350"/>
        </w:trPr>
        <w:tc>
          <w:tcPr>
            <w:tcW w:w="3920" w:type="dxa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ها مَنْ أحسَّ بابنَي اللَذَينِ هُمَا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7C37" w:rsidRDefault="00FA7C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سمْعِي وقلبي فقلبي اليومَ مُختطَف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7C37" w:rsidTr="001B4F77">
        <w:trPr>
          <w:trHeight w:val="350"/>
        </w:trPr>
        <w:tc>
          <w:tcPr>
            <w:tcW w:w="3920" w:type="dxa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ها مَنْ أحسَّ بابنَي اللَذَينِ هُمَا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7C37" w:rsidRDefault="00FA7C3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7C37" w:rsidRDefault="00FA7C37" w:rsidP="001B4F77">
            <w:pPr>
              <w:pStyle w:val="libPoem"/>
            </w:pPr>
            <w:r>
              <w:rPr>
                <w:rtl/>
                <w:lang w:bidi="fa-IR"/>
              </w:rPr>
              <w:t>مُخُّ العظامِ فمخِّي اليوم مزدهَف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AE450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AE4501" w:rsidRDefault="00AE4501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نُبّئتُ بُسراً وما صدَّقتُ ما زَعِموا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4501" w:rsidRDefault="00AE45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4501" w:rsidRDefault="00AE4501" w:rsidP="001B4F77">
            <w:pPr>
              <w:pStyle w:val="libPoem"/>
            </w:pPr>
            <w:r>
              <w:rPr>
                <w:rtl/>
                <w:lang w:bidi="fa-IR"/>
              </w:rPr>
              <w:t>منْ قِيلهمْ ومن الإفكِ الذي اقتَرفُوا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4501" w:rsidTr="001B4F77">
        <w:trPr>
          <w:trHeight w:val="350"/>
        </w:trPr>
        <w:tc>
          <w:tcPr>
            <w:tcW w:w="3920" w:type="dxa"/>
          </w:tcPr>
          <w:p w:rsidR="00AE4501" w:rsidRDefault="00AE4501" w:rsidP="001B4F77">
            <w:pPr>
              <w:pStyle w:val="libPoem"/>
            </w:pPr>
            <w:r>
              <w:rPr>
                <w:rtl/>
                <w:lang w:bidi="fa-IR"/>
              </w:rPr>
              <w:t>أنحَى على وَدَجَي طفلَيَّ مُرهَفةً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4501" w:rsidRDefault="00AE45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4501" w:rsidRDefault="00AE4501" w:rsidP="001B4F77">
            <w:pPr>
              <w:pStyle w:val="libPoem"/>
            </w:pPr>
            <w:r>
              <w:rPr>
                <w:rtl/>
                <w:lang w:bidi="fa-IR"/>
              </w:rPr>
              <w:t>مَشحُوذةً وكذاك الإثمُ يُقتَرفُ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4501" w:rsidTr="001B4F77">
        <w:trPr>
          <w:trHeight w:val="350"/>
        </w:trPr>
        <w:tc>
          <w:tcPr>
            <w:tcW w:w="3920" w:type="dxa"/>
          </w:tcPr>
          <w:p w:rsidR="00AE4501" w:rsidRDefault="00EE452D" w:rsidP="001B4F77">
            <w:pPr>
              <w:pStyle w:val="libPoem"/>
            </w:pPr>
            <w:r>
              <w:rPr>
                <w:rtl/>
                <w:lang w:bidi="fa-IR"/>
              </w:rPr>
              <w:t>مَنْ دلَّ والهةً حرَّى مُفجَّعةً</w:t>
            </w:r>
            <w:r w:rsidR="00AE45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4501" w:rsidRDefault="00AE45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4501" w:rsidRDefault="00EE452D" w:rsidP="001B4F77">
            <w:pPr>
              <w:pStyle w:val="libPoem"/>
            </w:pPr>
            <w:r>
              <w:rPr>
                <w:rtl/>
                <w:lang w:bidi="fa-IR"/>
              </w:rPr>
              <w:t>على صبيَّين ضلاّ إذ مضَى السَّلفُ</w:t>
            </w:r>
            <w:r w:rsidR="00AE45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وقد اتّخذ أتباع بني اُميّة ذبح الأطفال عادة لهم ؛ بغياً منهم وعتوّاً حتّى آل الأمر إلى يزيد بن معاوية ، وجهّز عبيد الله بن زياد الجيوش بأمره لقتال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وقُتلت أنصار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وأهل بيته ، وبقي وحيداً فريداً ، فتقدّم إلى باب الخيمة ، وقال لزينب : (( ناوليني ولدي الرضيع حتّى اُودعه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فاُتي بابنه عبد الله ، فأخذه وأجلسه في حجره ، وأومأ إليه ليقبّله ، فرماه حرملة بن كاهل الأسدي بسهم فوقع في نحره فذبحه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لزينب : (( خُذيه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تلّقى الدم بكفّيه ، فلمّا امتلأتا ، رمى بالدم نحو السّماء ، ثمّ قال : ((هوّن عليّ ما نزل به ، أنّه بعين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أنّه قال : (( اللهمّ ، لا يكون أهون عليك من فصيل</w:t>
      </w:r>
      <w:r w:rsidR="00343D55">
        <w:rPr>
          <w:rtl/>
          <w:lang w:bidi="fa-IR"/>
        </w:rPr>
        <w:t>...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الإمام الباقر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فلم يسقط من ذلك الدم قطرة إلى الأرض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أنّه صبّه في الأرض ، ثمّ قال : (( يا ربّ ، إنْ كنتَ حسبتَ عنّا النَّصر من السّماء ، فاجعل ذلك لما هو خير منه ، وانتقم لنا من هؤلاء القوم الظالمين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حمله حتّى وضعه مع قتلى أهل بيته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أنّه حفر له بجفن سيفه ، ورمّله بدمه فدفنه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AE4501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AE4501" w:rsidRDefault="00B52B11" w:rsidP="001B4F77">
            <w:pPr>
              <w:pStyle w:val="libPoem"/>
            </w:pPr>
            <w:r>
              <w:rPr>
                <w:rtl/>
                <w:lang w:bidi="fa-IR"/>
              </w:rPr>
              <w:t>صبيٌ وهو بينَ يَدَي أبيهِ</w:t>
            </w:r>
            <w:r w:rsidR="00AE45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4501" w:rsidRDefault="00AE4501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4501" w:rsidRDefault="00B52B11" w:rsidP="001B4F77">
            <w:pPr>
              <w:pStyle w:val="libPoem"/>
            </w:pPr>
            <w:r>
              <w:rPr>
                <w:rtl/>
                <w:lang w:bidi="fa-IR"/>
              </w:rPr>
              <w:t>اُصيبَ فأيُّ ذنبٍ للصبيِّ</w:t>
            </w:r>
            <w:r w:rsidR="00AE45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 الأطفال الذين قتلهم أتباع بني اُميّة يوم طفّ كربلاء ؛ بغياً وعتوّاً وجرأة على الله ورسوله ، غلام خرج من خباء من أخبية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فأخذ بعود من عيدان الخباء وهو مذعور ، فجعل يلتفت يميناً وشمالاً وقرطاه يتذبذبان ، فحمل عليه هانئ بن ثبيت الحضرمي فضربه بالسيف فقتله ، فصارت اُمّه شهربانويه تنظر إليه ولا تتكلم كالمدهوشة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52277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22774" w:rsidRDefault="00522774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كَمْ لَكمْ منْ صِبيةٍ ما أبدَلتْ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22774" w:rsidRDefault="0052277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22774" w:rsidRDefault="00522774" w:rsidP="001B4F77">
            <w:pPr>
              <w:pStyle w:val="libPoem"/>
            </w:pPr>
            <w:r>
              <w:rPr>
                <w:rtl/>
                <w:lang w:bidi="fa-IR"/>
              </w:rPr>
              <w:t>ثَمّ منْ حاضنةٍ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رمَالا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774" w:rsidTr="001B4F77">
        <w:trPr>
          <w:trHeight w:val="350"/>
        </w:trPr>
        <w:tc>
          <w:tcPr>
            <w:tcW w:w="3920" w:type="dxa"/>
          </w:tcPr>
          <w:p w:rsidR="00522774" w:rsidRDefault="00522774" w:rsidP="001B4F77">
            <w:pPr>
              <w:pStyle w:val="libPoem"/>
            </w:pPr>
            <w:r>
              <w:rPr>
                <w:rtl/>
                <w:lang w:bidi="fa-IR"/>
              </w:rPr>
              <w:t>سَلْ بحِجرِ الحربِ ماذا رَضَعتْ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22774" w:rsidRDefault="0052277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22774" w:rsidRDefault="00522774" w:rsidP="001B4F77">
            <w:pPr>
              <w:pStyle w:val="libPoem"/>
            </w:pPr>
            <w:r>
              <w:rPr>
                <w:rtl/>
                <w:lang w:bidi="fa-IR"/>
              </w:rPr>
              <w:t>فَثديُّ الحربِ قدْ كُنَّ نِصالا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22774" w:rsidTr="001B4F77">
        <w:trPr>
          <w:trHeight w:val="350"/>
        </w:trPr>
        <w:tc>
          <w:tcPr>
            <w:tcW w:w="3920" w:type="dxa"/>
          </w:tcPr>
          <w:p w:rsidR="00522774" w:rsidRDefault="00921085" w:rsidP="001B4F77">
            <w:pPr>
              <w:pStyle w:val="libPoem"/>
            </w:pPr>
            <w:r>
              <w:rPr>
                <w:rtl/>
                <w:lang w:bidi="fa-IR"/>
              </w:rPr>
              <w:t>رضَعتْ منْ دَمِها الموتَ فيَا</w:t>
            </w:r>
            <w:r w:rsidR="005227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22774" w:rsidRDefault="0052277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22774" w:rsidRDefault="00921085" w:rsidP="001B4F77">
            <w:pPr>
              <w:pStyle w:val="libPoem"/>
            </w:pPr>
            <w:r>
              <w:rPr>
                <w:rtl/>
                <w:lang w:bidi="fa-IR"/>
              </w:rPr>
              <w:t>لرضاعٍ عادَ بالرّغمِ فِصالا</w:t>
            </w:r>
            <w:r w:rsidR="0052277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 الأطفال الذين قتلهم جيش يزيد يوم كربلاء ؛ بغياً وعناداً واجتراءً على الله تعالى ، عبد الله بن الحسن بن علي بن أبي طالب ، وذلك ل</w:t>
      </w:r>
      <w:r w:rsidR="00E0205D">
        <w:rPr>
          <w:rFonts w:hint="cs"/>
          <w:rtl/>
          <w:lang w:bidi="fa-IR"/>
        </w:rPr>
        <w:t>ـ</w:t>
      </w:r>
      <w:r>
        <w:rPr>
          <w:rtl/>
          <w:lang w:bidi="fa-IR"/>
        </w:rPr>
        <w:t>مّا ضعف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القتال ، وجلس على الأرض ، فخرج عبد الله ، وهو غلام لمْ يراهق ، من عند النّساء ، فلحقته زينب بنت علي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لتحبسه ، فقال لها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احبسيه يا اُختي )) ؛ وذلك لعلمه ببغي أهل الكوفة وجرأتهم على قتل الأطفال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فأبى الطفل وامتنع عليها امتناعاً شديداً ، وجاء يشتدّ إلى عمّه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حتّى وقف إلى جنبه ، وقال : لا اُفارق عمّي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فأهوى بحر بن كعب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بالسيف ، فقال الغلام : ويلك يابن الخبيثة ! أتقتل عمّي ؟! فضربه بحر بالسيف فاتّقاها الغلام بيده فأطنّها إلى الجلد ، فإذا هي معلّقة ، فنادى الغلام : يا عمّاه !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يا اُمّاه !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فأخذه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فضمّه إلى صدره ، وقال : (( يابن أخي ، اصبر على ما نزل بك واحتسب في ذلك الخير ، فإنّ الله يلحقك بآبائك الصالحين ؛ برسول الله وعلي وحمزة وجعفر والحسن صلّى الله عليهم أجمعين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فرماه حرملة بسهم فذبحه ، وهو في حجر عمّه ، فرفع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يدَيه وقال : (( اللهمّ ، امسك عنهم قطرَ السّماء ، وامنعهم بركات الأرض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فإنْ متّعتهم إلى حين ، ففرّقهم فرقاً ، واجعلهم طرائقَ قِدداً ، ولا تُرضِ الولاة منهم أبداً ؛ فإنّهم دعونا لين</w:t>
      </w:r>
      <w:r w:rsidR="00E0205D">
        <w:rPr>
          <w:rtl/>
          <w:lang w:bidi="fa-IR"/>
        </w:rPr>
        <w:t>صرونا ثمّ عدوا علينا فقتلونا ))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522774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22774" w:rsidRDefault="00E0205D" w:rsidP="001B4F77">
            <w:pPr>
              <w:pStyle w:val="libPoem"/>
            </w:pPr>
            <w:r>
              <w:rPr>
                <w:rtl/>
                <w:lang w:bidi="fa-IR"/>
              </w:rPr>
              <w:t>هَبُوا أنّكُمْ قاتلتمُ فقتلتُمُ</w:t>
            </w:r>
            <w:r w:rsidR="0052277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22774" w:rsidRDefault="00522774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22774" w:rsidRDefault="00E0205D" w:rsidP="001B4F77">
            <w:pPr>
              <w:pStyle w:val="libPoem"/>
            </w:pPr>
            <w:r>
              <w:rPr>
                <w:rtl/>
                <w:lang w:bidi="fa-IR"/>
              </w:rPr>
              <w:t>فما بالُ أطفال تُقاسي نبالَها</w:t>
            </w:r>
            <w:r w:rsidR="0052277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ودعا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بُسر ، فقال : (( اللهمّ ، لا تمته حتّى تسلبه عقله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7611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، ولا توجب له رحمتك ولا ساعة من نهار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يلبث بعد</w:t>
      </w:r>
      <w:r w:rsidR="00F76117">
        <w:rPr>
          <w:rtl/>
          <w:lang w:bidi="fa-IR"/>
        </w:rPr>
        <w:t xml:space="preserve"> ذلك ألا يسيراً</w:t>
      </w:r>
      <w:r>
        <w:rPr>
          <w:rtl/>
          <w:lang w:bidi="fa-IR"/>
        </w:rPr>
        <w:t xml:space="preserve"> حتّى ذهب عقله ، وكان يهذي بالسيف ويقول : أعطوني سيفاً اُقتل 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ولا يزال يردّد ذلك حتّى اتّخذ سيفاً من خشب ، وكانوا يدنون منه المرفقة ، فلا يزال يضربها حتّى يغ</w:t>
      </w:r>
      <w:r w:rsidR="00F76117">
        <w:rPr>
          <w:rtl/>
          <w:lang w:bidi="fa-IR"/>
        </w:rPr>
        <w:t>شى عليه ، فلبث كذلك إلى أنْ مات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وقد كان مسلم بن عقبة وعبيد الله بن زياد ليزيد ، كما كان ب</w:t>
      </w:r>
      <w:r w:rsidR="00F76117">
        <w:rPr>
          <w:rtl/>
          <w:lang w:bidi="fa-IR"/>
        </w:rPr>
        <w:t>ُسر لمعاوية ؛ أمّا مسلم بن عقبة</w:t>
      </w:r>
      <w:r>
        <w:rPr>
          <w:rtl/>
          <w:lang w:bidi="fa-IR"/>
        </w:rPr>
        <w:t>، فهو صاحب وقعة الحَرّة التي أباح فيها المدينة ثلاثاً ، وبايع النّاس على أنّهم عبيداً رقّاً ليزيد بن معاوية ؛ وأمّا عبيد الله بن زياد ، فهو الذي بعث العساكر لقتال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إرضاءً ليزيد بن معاوية ، ولم يكفهِ ذلك حتّى أمرهم بمنع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</w:t>
      </w:r>
      <w:r w:rsidR="00F76117">
        <w:rPr>
          <w:rtl/>
          <w:lang w:bidi="fa-IR"/>
        </w:rPr>
        <w:t>صحابه الماء ، فنفّذ ذلك ابن سعد</w:t>
      </w:r>
      <w:r>
        <w:rPr>
          <w:rtl/>
          <w:lang w:bidi="fa-IR"/>
        </w:rPr>
        <w:t>، ومنع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وعياله وأطفاله الماء ، وجعل يطلب شربة من الماء فلا يجاب ، وكلّما حمل بفرسه على الفرات ، حملوا عليه حتّى كشفوه عنه إلى أنْ قتلوه عطشانَ ظامياً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 يكفهم ذلك ، حتّى أمر ابن زياد أنْ يُوطئوا الخيل صدرَ الحسين (</w:t>
      </w:r>
      <w:r w:rsidR="00800C80" w:rsidRPr="00800C80">
        <w:rPr>
          <w:rStyle w:val="libAlaemChar"/>
          <w:rtl/>
        </w:rPr>
        <w:t>عليه‌السلام</w:t>
      </w:r>
      <w:r w:rsidR="00F76117">
        <w:rPr>
          <w:rtl/>
          <w:lang w:bidi="fa-IR"/>
        </w:rPr>
        <w:t>) وظهره بعد القتل</w:t>
      </w:r>
      <w:r>
        <w:rPr>
          <w:rtl/>
          <w:lang w:bidi="fa-IR"/>
        </w:rPr>
        <w:t>، ففعل ابن سعد ذلك ، ولم يكفهم هذا كلّه حتّى حملوا رأسه الشريف ، ورؤوس أصحابه وأهل بيته على أطراف الرماح ، وسبوا نساءه وعياله وبنات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بلد إلى بلد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F76117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F76117" w:rsidRDefault="00F76117" w:rsidP="001B4F77">
            <w:pPr>
              <w:pStyle w:val="libPoem"/>
            </w:pPr>
            <w:r>
              <w:rPr>
                <w:rtl/>
                <w:lang w:bidi="fa-IR"/>
              </w:rPr>
              <w:t>بَنى لَهُمُ الماضونَ آساسَ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6117" w:rsidRDefault="00F7611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6117" w:rsidRDefault="00F76117" w:rsidP="001B4F77">
            <w:pPr>
              <w:pStyle w:val="libPoem"/>
            </w:pPr>
            <w:r>
              <w:rPr>
                <w:rtl/>
                <w:lang w:bidi="fa-IR"/>
              </w:rPr>
              <w:t>هَذِهِ فَعَلّوا عَلى آساسِ تِلكَ القَواعِدِ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6117" w:rsidTr="001B4F77">
        <w:trPr>
          <w:trHeight w:val="350"/>
        </w:trPr>
        <w:tc>
          <w:tcPr>
            <w:tcW w:w="3920" w:type="dxa"/>
          </w:tcPr>
          <w:p w:rsidR="00F76117" w:rsidRDefault="00F76117" w:rsidP="001B4F77">
            <w:pPr>
              <w:pStyle w:val="libPoem"/>
            </w:pPr>
            <w:r>
              <w:rPr>
                <w:rtl/>
                <w:lang w:bidi="fa-IR"/>
              </w:rPr>
              <w:t>أَلا لَيسَ فِعلُ الأَوَّلينَ وَإِنْ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6117" w:rsidRDefault="00F76117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6117" w:rsidRDefault="00F76117" w:rsidP="001B4F77">
            <w:pPr>
              <w:pStyle w:val="libPoem"/>
            </w:pPr>
            <w:r>
              <w:rPr>
                <w:rtl/>
                <w:lang w:bidi="fa-IR"/>
              </w:rPr>
              <w:t>عَلا عَلى قُبحِ فِعلِ الأَخَرينَ بِزائِدِ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111025">
      <w:pPr>
        <w:pStyle w:val="Heading2Center"/>
        <w:rPr>
          <w:lang w:bidi="fa-IR"/>
        </w:rPr>
      </w:pPr>
      <w:bookmarkStart w:id="18" w:name="_Toc18255831"/>
      <w:r>
        <w:rPr>
          <w:rtl/>
          <w:lang w:bidi="fa-IR"/>
        </w:rPr>
        <w:t>المجلس الثاني والستّون بعد المئة</w:t>
      </w:r>
      <w:bookmarkEnd w:id="18"/>
    </w:p>
    <w:p w:rsidR="00800C80" w:rsidRDefault="00C92D11" w:rsidP="0011102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F76117">
      <w:pPr>
        <w:pStyle w:val="libNormal"/>
        <w:rPr>
          <w:lang w:bidi="fa-IR"/>
        </w:rPr>
      </w:pPr>
      <w:r>
        <w:rPr>
          <w:rtl/>
          <w:lang w:bidi="fa-IR"/>
        </w:rPr>
        <w:t>ذكر غير واحد من المؤرّخين : إنّ عليّاً (</w:t>
      </w:r>
      <w:r w:rsidR="00F76117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</w:t>
      </w:r>
      <w:r w:rsidR="00111025">
        <w:rPr>
          <w:rFonts w:hint="cs"/>
          <w:rtl/>
          <w:lang w:bidi="fa-IR"/>
        </w:rPr>
        <w:t>ـ</w:t>
      </w:r>
      <w:r>
        <w:rPr>
          <w:rtl/>
          <w:lang w:bidi="fa-IR"/>
        </w:rPr>
        <w:t>مّا عاد من صفّين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1102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إلى الكوفة بعد أمر الحكمين ، قام ينتظر انقضاء المدّة التي كانت </w:t>
      </w:r>
      <w:r w:rsidR="00111025">
        <w:rPr>
          <w:rtl/>
          <w:lang w:bidi="fa-IR"/>
        </w:rPr>
        <w:t>بينه وبين معاوية ليرجع إلى حربه</w:t>
      </w:r>
      <w:r>
        <w:rPr>
          <w:rtl/>
          <w:lang w:bidi="fa-IR"/>
        </w:rPr>
        <w:t>، إذ انعزلت طائفة من أصحابه في أربعة آلاف ، وهم من العبّاد والنسّاك ، فخرجوا من الكوفة وأنكروا أمر</w:t>
      </w:r>
      <w:r w:rsidR="00111025">
        <w:rPr>
          <w:rtl/>
          <w:lang w:bidi="fa-IR"/>
        </w:rPr>
        <w:t xml:space="preserve"> التحكيم ، وقالوا : لا حكمَ إل</w:t>
      </w:r>
      <w:r w:rsidR="00111025">
        <w:rPr>
          <w:rFonts w:hint="cs"/>
          <w:rtl/>
          <w:lang w:bidi="fa-IR"/>
        </w:rPr>
        <w:t>ّ</w:t>
      </w:r>
      <w:r w:rsidR="00111025">
        <w:rPr>
          <w:rtl/>
          <w:lang w:bidi="fa-IR"/>
        </w:rPr>
        <w:t>ا</w:t>
      </w:r>
      <w:r>
        <w:rPr>
          <w:rtl/>
          <w:lang w:bidi="fa-IR"/>
        </w:rPr>
        <w:t xml:space="preserve"> 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كلمة حقٍّ يُراد بها باطل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وانحاز إليهم نحو من ثمانية آلاف ، فصاروا في اثني عشر ألفاً ، ونزلوا مكاناً يُسمى حروراء ؛ فسُمّوا : الحروريّة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واحتجّ عليهم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(( ألم اَقُلْ لكم في يوم رفع المصاحف : إنّ أهل الشام يخدعونكم بها ؛ فإنّ الحرب قد عضّتهم ، فذروني اُناجزهم فأبيتم ؟ ألم اُردْ أنْ أبعث ابن عمّي عبد الله بن عباس ليكون حكماً ؛ فإنّه رجل لا يُخدع ، فأبيتم وجئتموني بأبي موسى وقلتم رضينا به ؟ ثمّ شرطتُ على الحكمين أنْ يحكما بما أنزل الله في القرآن ، من فاتحته إلى خاتمته ، وأنّهما إنْ لمْ يفعلا فلا طاعة لهما عليَّ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صدقت ، فلمَ لا ترجع إلى حرب القوم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حتّى تنقضي المدّة التي بيننا وبينهم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فرجع منهم طائفة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اجتمعوا بالنهروان ، ولقيهم عبد الله بن خباب صاحب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وفي عنقه مصحف ، ومعه امرأته ، فقالوا : ما تقول في عليٍّ قبل التحكيم وبعده ؟ قال : إنّه أعلم بالله منكم ، وأشدّ توقّياً على دينه ، وأنفذ بصيرة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إنّك تتبع الهوى ، وتوالي الرجال على أسمائها لا على أفعالها ، والله ، لنقتلنّك قتلةً ما قتلناها أحداً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فأخذوه وكتّفوه ، ثمّ أقبلوا به وبامرأته ، وهي حبلى متم ، فنزلوا تحت نخل ، فسقطت منه رطبة ، فوضعها أحدهم في فيه ، فقال له الآخر : أخذتها بغير ثمن ! فألقاها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ومرّ بهم خنزير </w:t>
      </w:r>
      <w:r w:rsidR="00111025">
        <w:rPr>
          <w:rtl/>
          <w:lang w:bidi="fa-IR"/>
        </w:rPr>
        <w:t>لأهل الذمّة ، فضربه أحدهم بسيفه</w:t>
      </w:r>
      <w:r>
        <w:rPr>
          <w:rtl/>
          <w:lang w:bidi="fa-IR"/>
        </w:rPr>
        <w:t>، فقالوا : هذا فساد في الأرض ، فارضِ صاحب الخنزير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رأى ذلك عبد الله بن خباب ، قال : إنّي مسلم ، ما أحدثت في الإسلام حدثاً ، ولقد أمّنتموني قلتم لا روع عليك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يلتفتوا إلى كلامه ، وقالوا له : هذا الذي في عنقك يأمرنا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1102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بقتلك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قرّبوه إلى شاطئ النّهر ، فأضجعوه وذبحوه ، فسال دمه في الماء ، وأقبلوا إلى امرأته ، فقالت : أنا امرأة ، ألاَ تتّقون الله ؟ فبقروا بطنها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وخرج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بأصحابه حتّى نزل على فرسخين من النّهروان ، فأرسل إليهم أوّلاً ابن عبّاس ، ثمّ جاء إليهم بنفسه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ما الذي نقمتم به علي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نقمنا عليك أنّك أبحتنا عسكر أهل البصرة ، ومنعتنا النّساء والذرّيّة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لهم : (( إنّ أهل البصرة قاتلونا ، فاقتسمتم سلب مَن قاتلكم ، والنّساء لم تُقاتل ، والذرّيّة ولدوا على الفطرة ، ولم ينكثوا ولا ذنب لهم ، ولقد مَنّ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على المشركين ، فلا تعجبوا إنْ مننتُ على نسائهم وذريّاتهم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ونقمنا عليك أنّك حكمت في دين الله برأينا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أما تعلمون أنّ الله تعالى قد أمر بالتحكيم في شقاق بين الرجل وامرأته ، فقال :</w:t>
      </w:r>
      <w:r w:rsidR="00111025" w:rsidRPr="00111025">
        <w:rPr>
          <w:rStyle w:val="libAlaemChar"/>
          <w:rFonts w:hint="cs"/>
          <w:rtl/>
        </w:rPr>
        <w:t>(</w:t>
      </w:r>
      <w:r w:rsidRPr="00111025">
        <w:rPr>
          <w:rStyle w:val="libAieChar"/>
          <w:rtl/>
        </w:rPr>
        <w:t xml:space="preserve"> فَابْعَثُوا حَكَمًا مِنْ أَهْلِهِ وَحَكَمًا مِنْ أَهْلِهَا</w:t>
      </w:r>
      <w:r w:rsidR="00111025" w:rsidRPr="00111025">
        <w:rPr>
          <w:rStyle w:val="libAieChar"/>
          <w:rFonts w:hint="cs"/>
          <w:rtl/>
        </w:rPr>
        <w:t xml:space="preserve"> </w:t>
      </w:r>
      <w:r w:rsidR="00111025" w:rsidRPr="00111025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صيد اُصيب [ في الحرم ] كأرنب يساوي نصف درهم ، فقال :</w:t>
      </w:r>
      <w:r w:rsidR="00111025" w:rsidRPr="00111025">
        <w:rPr>
          <w:rStyle w:val="libAlaemChar"/>
          <w:rFonts w:hint="cs"/>
          <w:rtl/>
        </w:rPr>
        <w:t>(</w:t>
      </w:r>
      <w:r w:rsidRPr="00111025">
        <w:rPr>
          <w:rStyle w:val="libAieChar"/>
          <w:rtl/>
        </w:rPr>
        <w:t xml:space="preserve"> يَحْكُمُ بِهِ ذَوَا عَدْلٍ مِنْكُمْ</w:t>
      </w:r>
      <w:r w:rsidR="00111025" w:rsidRPr="00111025">
        <w:rPr>
          <w:rStyle w:val="libAieChar"/>
          <w:rFonts w:hint="cs"/>
          <w:rtl/>
        </w:rPr>
        <w:t xml:space="preserve"> </w:t>
      </w:r>
      <w:r w:rsidR="00111025" w:rsidRPr="00111025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ونقمنا عليك أنّك محوت اسمك من إمارة المؤمنين يوم صفّين حين كُتب كتاب الصلح ؛ وذلك أنّه قال لكاتبه : (( اكتب ، هذا ما تقاضى عليه أمير المؤمنين علي بن أبي طالب ، ومعاوية بن أبي سفيان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يقبل معاوية ، فقال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للكاتب : (( اكتب ، هذا ما تقاضى عليه علي بن أبي طالب ، ومعاوية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لهم : (( أنا كنت كاتب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يوم الحديبيّة ، فقال لي : اكتب ، هذا ما اصطلح عليه محمّد رسول الله ، وسهيل بن عمرو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سُهيل : لو علمنا أنّك رسول الله ، ل</w:t>
      </w:r>
      <w:r w:rsidR="001B25E4">
        <w:rPr>
          <w:rFonts w:hint="cs"/>
          <w:rtl/>
          <w:lang w:bidi="fa-IR"/>
        </w:rPr>
        <w:t>ـ</w:t>
      </w:r>
      <w:r>
        <w:rPr>
          <w:rtl/>
          <w:lang w:bidi="fa-IR"/>
        </w:rPr>
        <w:t>مَا صددناك ولا قاتلناك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فأمرني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فمحوت ذلك وكتبت : هذا ما اصطلح عليه محمّد بن عبد الله ، وسهيل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وإنّما محوت اسمي من إمرة المؤمنين ، كما محا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اسمه من الرسالة ، وكان لي به اُسوة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قالوا : وإنّك قلت للحكمين : (( انظرا في كتاب الله ، فإنْ كنتُ أفضل من معاو</w:t>
      </w:r>
      <w:r w:rsidR="001B25E4">
        <w:rPr>
          <w:rtl/>
          <w:lang w:bidi="fa-IR"/>
        </w:rPr>
        <w:t>ية ، فأثبتاني في الخلافة ، وإل</w:t>
      </w:r>
      <w:r w:rsidR="001B25E4">
        <w:rPr>
          <w:rFonts w:hint="cs"/>
          <w:rtl/>
          <w:lang w:bidi="fa-IR"/>
        </w:rPr>
        <w:t>ّ</w:t>
      </w:r>
      <w:r w:rsidR="001B25E4">
        <w:rPr>
          <w:rtl/>
          <w:lang w:bidi="fa-IR"/>
        </w:rPr>
        <w:t>ا</w:t>
      </w:r>
      <w:r>
        <w:rPr>
          <w:rtl/>
          <w:lang w:bidi="fa-IR"/>
        </w:rPr>
        <w:t xml:space="preserve"> فأثبتاه ))</w:t>
      </w:r>
      <w:r w:rsidR="00343D55">
        <w:rPr>
          <w:rtl/>
          <w:lang w:bidi="fa-IR"/>
        </w:rPr>
        <w:t>.</w:t>
      </w:r>
    </w:p>
    <w:p w:rsidR="001B25E4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1B25E4">
      <w:pPr>
        <w:pStyle w:val="libFootnote0"/>
        <w:rPr>
          <w:lang w:bidi="fa-IR"/>
        </w:rPr>
      </w:pPr>
      <w:r w:rsidRPr="001B25E4">
        <w:rPr>
          <w:rtl/>
        </w:rPr>
        <w:t>(1)</w:t>
      </w:r>
      <w:r>
        <w:rPr>
          <w:rtl/>
          <w:lang w:bidi="fa-IR"/>
        </w:rPr>
        <w:t xml:space="preserve"> سورة النساء / 35</w:t>
      </w:r>
      <w:r w:rsidR="00343D55">
        <w:rPr>
          <w:rtl/>
          <w:lang w:bidi="fa-IR"/>
        </w:rPr>
        <w:t>.</w:t>
      </w:r>
    </w:p>
    <w:p w:rsidR="00C92D11" w:rsidRDefault="00C92D11" w:rsidP="001B25E4">
      <w:pPr>
        <w:pStyle w:val="libFootnote0"/>
        <w:rPr>
          <w:lang w:bidi="fa-IR"/>
        </w:rPr>
      </w:pPr>
      <w:r w:rsidRPr="001B25E4">
        <w:rPr>
          <w:rtl/>
        </w:rPr>
        <w:t>(2)</w:t>
      </w:r>
      <w:r>
        <w:rPr>
          <w:rtl/>
          <w:lang w:bidi="fa-IR"/>
        </w:rPr>
        <w:t xml:space="preserve"> سورة المائدة / 95</w:t>
      </w:r>
      <w:r w:rsidR="00343D55">
        <w:rPr>
          <w:rtl/>
          <w:lang w:bidi="fa-IR"/>
        </w:rPr>
        <w:t>.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فإنْ كنت شاكّاً ، فنحن فيك أعظم شكّاً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إنّما أردت بذلك النّصفة ، كما 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لنصارى نجران :</w:t>
      </w:r>
      <w:r w:rsidR="0022433E" w:rsidRPr="0022433E">
        <w:rPr>
          <w:rStyle w:val="libAlaemChar"/>
          <w:rFonts w:hint="cs"/>
          <w:rtl/>
        </w:rPr>
        <w:t>(</w:t>
      </w:r>
      <w:r w:rsidRPr="0022433E">
        <w:rPr>
          <w:rStyle w:val="libAieChar"/>
          <w:rtl/>
        </w:rPr>
        <w:t xml:space="preserve">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="0022433E" w:rsidRPr="0022433E">
        <w:rPr>
          <w:rStyle w:val="libAieChar"/>
          <w:rFonts w:hint="cs"/>
          <w:rtl/>
        </w:rPr>
        <w:t xml:space="preserve"> </w:t>
      </w:r>
      <w:r w:rsidR="0022433E" w:rsidRPr="0022433E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ونقمنا عليك أنّك حكمت حُكماً في حقّ هو 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حكّم سعد بن معاذ في بني قُريظة ، ولو شاء لم يفعل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فصاح منهم جماعة من كلّ ناحية : التوبة التوبة يا أمير المؤمنين ! فاستأمن منهم ثمانية آلاف ، وبقي أربعة آلاف مصّرين على حربه ، فقاتلهم حتّى أفناهم ، ولم يَسلَم منهم غير تسعة أنفس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فياليت :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الذي أفنى الخوارج بسيفه ، لا غاب عن يوم كربلاء ، ليرى خوارج أهل الكوفة الذين حاربوا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بل كانوا شرّاً من الخوارج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ولم تفعل فرقة من الفرق الضالّة ، مهما بلغت في الضلال وقساوة القلب ، ما فعله أهل الكوفة مع أهل بيت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ولم يجرِ في حرب من حروب الدنيا من الفظاعة ما جرى من أهل الكوفة في حرب ذرّيّة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؛ فكم من طفل بالسهام ذبحوه ! وآخر بالسيوف قطعوه ! ذبحوا عبد الله الرضيع بالسهم ، وهو بين يدي أبيه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وذبحوا عبد ال</w:t>
      </w:r>
      <w:r w:rsidR="00F734B6">
        <w:rPr>
          <w:rtl/>
          <w:lang w:bidi="fa-IR"/>
        </w:rPr>
        <w:t>له بن الحسن بالسهم</w:t>
      </w:r>
      <w:r>
        <w:rPr>
          <w:rtl/>
          <w:lang w:bidi="fa-IR"/>
        </w:rPr>
        <w:t>، وهو في حجر عمّه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بعدما ضربوه على يمينه بالسيف فقطعوها وبقيت معلّقة ، ومنعوا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وعياله وأطفاله من ورود الماء ، وتركوه وأصحابه على وجه الصعيد جُثثاً بلا رؤوس ، تصهرهم الشمس ، وتسفي عليهم الرياح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5"/>
        <w:gridCol w:w="272"/>
        <w:gridCol w:w="3493"/>
      </w:tblGrid>
      <w:tr w:rsidR="00F734B6" w:rsidTr="00F827EE">
        <w:trPr>
          <w:trHeight w:val="350"/>
        </w:trPr>
        <w:tc>
          <w:tcPr>
            <w:tcW w:w="3545" w:type="dxa"/>
            <w:shd w:val="clear" w:color="auto" w:fill="auto"/>
          </w:tcPr>
          <w:p w:rsidR="00F734B6" w:rsidRDefault="00F734B6" w:rsidP="001B4F77">
            <w:pPr>
              <w:pStyle w:val="libPoem"/>
            </w:pPr>
            <w:r>
              <w:rPr>
                <w:rtl/>
                <w:lang w:bidi="fa-IR"/>
              </w:rPr>
              <w:t>فيا وقعةً لمْ يُحدثْ الدَّهرُ مثْلَها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734B6" w:rsidRDefault="00F734B6" w:rsidP="001B4F77">
            <w:pPr>
              <w:pStyle w:val="libPoem"/>
              <w:rPr>
                <w:rtl/>
              </w:rPr>
            </w:pPr>
          </w:p>
        </w:tc>
        <w:tc>
          <w:tcPr>
            <w:tcW w:w="3493" w:type="dxa"/>
            <w:shd w:val="clear" w:color="auto" w:fill="auto"/>
          </w:tcPr>
          <w:p w:rsidR="00F734B6" w:rsidRDefault="00F734B6" w:rsidP="001B4F77">
            <w:pPr>
              <w:pStyle w:val="libPoem"/>
            </w:pPr>
            <w:r>
              <w:rPr>
                <w:rtl/>
                <w:lang w:bidi="fa-IR"/>
              </w:rPr>
              <w:t>يَبيدُ الليالي ذكرُهَا وهو خالدُ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34B6" w:rsidTr="00F827EE">
        <w:trPr>
          <w:trHeight w:val="350"/>
        </w:trPr>
        <w:tc>
          <w:tcPr>
            <w:tcW w:w="3545" w:type="dxa"/>
          </w:tcPr>
          <w:p w:rsidR="00F734B6" w:rsidRDefault="00F734B6" w:rsidP="001B4F77">
            <w:pPr>
              <w:pStyle w:val="libPoem"/>
            </w:pPr>
            <w:r>
              <w:rPr>
                <w:rtl/>
                <w:lang w:bidi="fa-IR"/>
              </w:rPr>
              <w:t>لألبستِ هذا الدِّينَ أثوابَ ذلَّةٍ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734B6" w:rsidRDefault="00F734B6" w:rsidP="001B4F77">
            <w:pPr>
              <w:pStyle w:val="libPoem"/>
              <w:rPr>
                <w:rtl/>
              </w:rPr>
            </w:pPr>
          </w:p>
        </w:tc>
        <w:tc>
          <w:tcPr>
            <w:tcW w:w="3493" w:type="dxa"/>
          </w:tcPr>
          <w:p w:rsidR="00F734B6" w:rsidRDefault="00F734B6" w:rsidP="001B4F77">
            <w:pPr>
              <w:pStyle w:val="libPoem"/>
            </w:pPr>
            <w:r>
              <w:rPr>
                <w:rtl/>
                <w:lang w:bidi="fa-IR"/>
              </w:rPr>
              <w:t>ترثُّ لها الأيامُ وهيَ جدَائدُ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827EE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800C80" w:rsidRDefault="00C92D11" w:rsidP="00F827EE">
      <w:pPr>
        <w:pStyle w:val="libFootnote0"/>
        <w:rPr>
          <w:lang w:bidi="fa-IR"/>
        </w:rPr>
      </w:pPr>
      <w:r w:rsidRPr="00F827EE">
        <w:rPr>
          <w:rtl/>
        </w:rPr>
        <w:t>(1)</w:t>
      </w:r>
      <w:r>
        <w:rPr>
          <w:rtl/>
          <w:lang w:bidi="fa-IR"/>
        </w:rPr>
        <w:t xml:space="preserve"> سورة آل عمران / 61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167ACE">
      <w:pPr>
        <w:pStyle w:val="Heading2Center"/>
        <w:rPr>
          <w:lang w:bidi="fa-IR"/>
        </w:rPr>
      </w:pPr>
      <w:bookmarkStart w:id="19" w:name="_Toc18255832"/>
      <w:r>
        <w:rPr>
          <w:rtl/>
          <w:lang w:bidi="fa-IR"/>
        </w:rPr>
        <w:lastRenderedPageBreak/>
        <w:t>المجلس الثالث والستّون بعد المئة</w:t>
      </w:r>
      <w:bookmarkEnd w:id="1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وغيره ، عن الشعبي ، قال : وفدت سودة بنت عُمارة بن الأشتر الهمدانيّة على معاوية بن أبي سفيان ، فاستأذنت عليه فأذن لها ، فلمّا دخلت عليه سلّمت ، فقال لها : كيف أنت يابنة الأشتر ؟ قالت : بخير يا أمير المؤمنين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لها : أنت القائلة لأخيك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167ACE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شَمِّر كفعلِ أبيكَ يابنَ عُمارةٍ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7ACE" w:rsidRDefault="00167AC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يومَ الطَّعانِ ومُلتقَى الأقرانِ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ACE" w:rsidTr="001B4F77">
        <w:trPr>
          <w:trHeight w:val="350"/>
        </w:trPr>
        <w:tc>
          <w:tcPr>
            <w:tcW w:w="3920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وانصُر عليّاً والحُسينَ ورهطَهُ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ACE" w:rsidRDefault="00167AC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واقْصُدْ لهندٍ وابنِها بهوانِ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ACE" w:rsidTr="001B4F77">
        <w:trPr>
          <w:trHeight w:val="350"/>
        </w:trPr>
        <w:tc>
          <w:tcPr>
            <w:tcW w:w="3920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إنّ الإمامَ أخا النّبيِّ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ACE" w:rsidRDefault="00167AC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عَلمُ الهُدى ومنارةُ الإيمانِ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ACE" w:rsidTr="001B4F77">
        <w:trPr>
          <w:trHeight w:val="350"/>
        </w:trPr>
        <w:tc>
          <w:tcPr>
            <w:tcW w:w="3920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فَقُدِ الجيوشَ وسُرْ أمامَ لوائِهِ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ACE" w:rsidRDefault="00167AC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ACE" w:rsidRDefault="00167ACE" w:rsidP="001B4F77">
            <w:pPr>
              <w:pStyle w:val="libPoem"/>
            </w:pPr>
            <w:r>
              <w:rPr>
                <w:rtl/>
                <w:lang w:bidi="fa-IR"/>
              </w:rPr>
              <w:t>قُدُماً بأبيضَ صارمٍ وسنانِ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قالت : مات الرأس ، وبُتر الذنب ، فدَعْ عنك تذكار ما قد نسي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هيهات ! ليس مثل مقام أخيك يُنسى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صدقت والله ، ما كان أخي خفي المقام ، ذليل المكان ، ولكن كما قالت الخنساء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167ACE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167ACE" w:rsidRDefault="004E1D5E" w:rsidP="001B4F77">
            <w:pPr>
              <w:pStyle w:val="libPoem"/>
            </w:pPr>
            <w:r>
              <w:rPr>
                <w:rtl/>
                <w:lang w:bidi="fa-IR"/>
              </w:rPr>
              <w:t>وإنّ صَخْراً لتأتمُّ الهُداةُ بهِ</w:t>
            </w:r>
            <w:r w:rsidR="00167A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7ACE" w:rsidRDefault="00167ACE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7ACE" w:rsidRDefault="004E1D5E" w:rsidP="001B4F77">
            <w:pPr>
              <w:pStyle w:val="libPoem"/>
            </w:pPr>
            <w:r>
              <w:rPr>
                <w:rtl/>
                <w:lang w:bidi="fa-IR"/>
              </w:rPr>
              <w:t>كأنّهُ عَلمٌ في رأسهِ نارُ</w:t>
            </w:r>
            <w:r w:rsidR="00167AC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وبالله أسأل اعفائي ممّا استعفيته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قد فعلت ، فقولي حاجتك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إنّ الله سائلك عمّا افترض عليك من حقّنا ، ولا تزال تُقدّم علينا مَن ينهض بعزّك ، ويبسط بسلطانك ، فيحصدنا حصاد السُّنبل ويدوسنا دياس البقر ، ويسومنا الخسيسة ويسألنا الجليلة ؛ هذا ابن أبي أرطأة قدم بلادي ، وقتل رجالي وأخذ مالي ، ولولا الطاعة ، لكان فينا عزٌّ ومنعة ، فإمّا عزلته فشكرناك ، وإمّا لا ، فعرفناك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إيّاي تهدّدين بقومك ! والله ، لقد هممت أنْ أردّك إليه على قتب أشرس ، فينفذ حكمه فيك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فسكتت ، ثمّ قالت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B80BF6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B80BF6" w:rsidRDefault="00B80BF6" w:rsidP="001B4F77">
            <w:pPr>
              <w:pStyle w:val="libPoem"/>
            </w:pPr>
            <w:r>
              <w:rPr>
                <w:rtl/>
                <w:lang w:bidi="fa-IR"/>
              </w:rPr>
              <w:lastRenderedPageBreak/>
              <w:t>صلَّى الإلهُ على روحٍ تضمَّنهُ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BF6" w:rsidRDefault="00B80BF6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BF6" w:rsidRDefault="00B80BF6" w:rsidP="001B4F77">
            <w:pPr>
              <w:pStyle w:val="libPoem"/>
            </w:pPr>
            <w:r>
              <w:rPr>
                <w:rtl/>
                <w:lang w:bidi="fa-IR"/>
              </w:rPr>
              <w:t>قبرٌ فأصبحَ فيه العدلُ مدْفُونا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BF6" w:rsidTr="001B4F77">
        <w:trPr>
          <w:trHeight w:val="350"/>
        </w:trPr>
        <w:tc>
          <w:tcPr>
            <w:tcW w:w="3920" w:type="dxa"/>
          </w:tcPr>
          <w:p w:rsidR="00B80BF6" w:rsidRDefault="00B80BF6" w:rsidP="001B4F77">
            <w:pPr>
              <w:pStyle w:val="libPoem"/>
            </w:pPr>
            <w:r>
              <w:rPr>
                <w:rtl/>
                <w:lang w:bidi="fa-IR"/>
              </w:rPr>
              <w:t>قدْ حالفَ الحقَّ لا يبغِي به ثَمناً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BF6" w:rsidRDefault="00B80BF6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BF6" w:rsidRDefault="00B80BF6" w:rsidP="001B4F77">
            <w:pPr>
              <w:pStyle w:val="libPoem"/>
            </w:pPr>
            <w:r>
              <w:rPr>
                <w:rtl/>
                <w:lang w:bidi="fa-IR"/>
              </w:rPr>
              <w:t>فصارَ بالحقِّ والإيمانِ مقرُونا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ومَن ذلك ؟ قالت :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</w:t>
      </w:r>
      <w:r w:rsidR="00E514CF">
        <w:rPr>
          <w:rtl/>
          <w:lang w:bidi="fa-IR"/>
        </w:rPr>
        <w:t xml:space="preserve"> : ما أرى عليك منه أثراً ؟ قالت</w:t>
      </w:r>
      <w:r>
        <w:rPr>
          <w:rtl/>
          <w:lang w:bidi="fa-IR"/>
        </w:rPr>
        <w:t>: بلى ، أتيته يوماً في رجل ولاّه صدقاتنا ، فكان بيننا وبينه ما بين الغثّ والسّمين ، فوجدته قائماً يُصلّي ، فانفتل من الصلاة ، وقال برأفة وتعطّف : (( ألك حاجة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فأخبرته خبر الرجل ، فبكى ، ثم رفع يديه إلى السّماء ، فقال : (( اللهمّ ، إنّي لمْ آمرهمْ بظُلم خلقك ، وترك حقّك))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أخرج من جيبه قطعة من جراب ، فكتب فيها : ((</w:t>
      </w:r>
      <w:r w:rsidR="00E514CF">
        <w:rPr>
          <w:rFonts w:hint="cs"/>
          <w:rtl/>
          <w:lang w:bidi="fa-IR"/>
        </w:rPr>
        <w:t xml:space="preserve"> </w:t>
      </w:r>
      <w:r w:rsidR="00E514CF" w:rsidRPr="00E514CF">
        <w:rPr>
          <w:rStyle w:val="libAlaemChar"/>
          <w:rFonts w:hint="cs"/>
          <w:rtl/>
        </w:rPr>
        <w:t>(</w:t>
      </w:r>
      <w:r w:rsidRPr="00E514CF">
        <w:rPr>
          <w:rStyle w:val="libAieChar"/>
          <w:rtl/>
        </w:rPr>
        <w:t xml:space="preserve"> بسم الله الرحمن الرحيم ، قَدْ جَاءَتْكُمْ بَيّنَةٌ مِنْ رَبّكُمْ فَأَوْفُ</w:t>
      </w:r>
      <w:r w:rsidR="00E514CF" w:rsidRPr="00E514CF">
        <w:rPr>
          <w:rStyle w:val="libAieChar"/>
          <w:rtl/>
        </w:rPr>
        <w:t>وا الْكَيْلَ وَالْمِيزَانَ وَل</w:t>
      </w:r>
      <w:r w:rsidR="00E514CF" w:rsidRPr="00E514CF">
        <w:rPr>
          <w:rStyle w:val="libAieChar"/>
          <w:rFonts w:hint="cs"/>
          <w:rtl/>
        </w:rPr>
        <w:t>َ</w:t>
      </w:r>
      <w:r w:rsidR="00E514CF" w:rsidRPr="00E514CF">
        <w:rPr>
          <w:rStyle w:val="libAieChar"/>
          <w:rtl/>
        </w:rPr>
        <w:t>ا</w:t>
      </w:r>
      <w:r w:rsidRPr="00E514CF">
        <w:rPr>
          <w:rStyle w:val="libAieChar"/>
          <w:rtl/>
        </w:rPr>
        <w:t xml:space="preserve"> تَبْخَسُوا النّاسَ أَشْيَاءَهُمْ</w:t>
      </w:r>
      <w:r w:rsidR="00E514CF" w:rsidRPr="00E514CF">
        <w:rPr>
          <w:rStyle w:val="libAieChar"/>
          <w:rFonts w:hint="cs"/>
          <w:rtl/>
        </w:rPr>
        <w:t xml:space="preserve"> </w:t>
      </w:r>
      <w:r w:rsidR="00E514CF" w:rsidRPr="00E514CF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 w:rsidR="00E514CF" w:rsidRPr="00E514CF">
        <w:rPr>
          <w:rStyle w:val="libAlaemChar"/>
          <w:rFonts w:hint="cs"/>
          <w:rtl/>
        </w:rPr>
        <w:t>(</w:t>
      </w:r>
      <w:r w:rsidR="00E514CF" w:rsidRPr="00E514CF">
        <w:rPr>
          <w:rStyle w:val="libAieChar"/>
          <w:rtl/>
        </w:rPr>
        <w:t xml:space="preserve"> وَل</w:t>
      </w:r>
      <w:r w:rsidR="00E514CF" w:rsidRPr="00E514CF">
        <w:rPr>
          <w:rStyle w:val="libAieChar"/>
          <w:rFonts w:hint="cs"/>
          <w:rtl/>
        </w:rPr>
        <w:t>َ</w:t>
      </w:r>
      <w:r w:rsidR="00E514CF" w:rsidRPr="00E514CF">
        <w:rPr>
          <w:rStyle w:val="libAieChar"/>
          <w:rtl/>
        </w:rPr>
        <w:t>ا</w:t>
      </w:r>
      <w:r w:rsidRPr="00E514CF">
        <w:rPr>
          <w:rStyle w:val="libAieChar"/>
          <w:rtl/>
        </w:rPr>
        <w:t xml:space="preserve"> تَعْثَوْا فِي الأرْضِ مُفْسِدِينَ</w:t>
      </w:r>
      <w:r w:rsidR="00E514CF" w:rsidRPr="00E514CF">
        <w:rPr>
          <w:rStyle w:val="libAieChar"/>
          <w:rFonts w:hint="cs"/>
          <w:rtl/>
        </w:rPr>
        <w:t xml:space="preserve"> </w:t>
      </w:r>
      <w:r w:rsidR="00E514CF" w:rsidRPr="00E514CF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 w:rsidR="00E514CF" w:rsidRPr="00E514CF">
        <w:rPr>
          <w:rStyle w:val="libAlaemChar"/>
          <w:rFonts w:hint="cs"/>
          <w:rtl/>
        </w:rPr>
        <w:t>(</w:t>
      </w:r>
      <w:r w:rsidRPr="00E514CF">
        <w:rPr>
          <w:rStyle w:val="libAieChar"/>
          <w:rtl/>
        </w:rPr>
        <w:t xml:space="preserve"> بَقِيّتُ اللّهِ خَيْرٌ لَكُمْ إِن كُنتُم مُؤْمِنِينَ وَمَا أَنَا عَلَيْكُمْ بِحَفِيظٍ</w:t>
      </w:r>
      <w:r w:rsidR="00E514CF" w:rsidRPr="00E514CF">
        <w:rPr>
          <w:rStyle w:val="libAieChar"/>
          <w:rFonts w:hint="cs"/>
          <w:rtl/>
        </w:rPr>
        <w:t xml:space="preserve"> </w:t>
      </w:r>
      <w:r w:rsidR="00E514CF" w:rsidRPr="00E514CF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إذا أتاك كتابي هذا ، فاحتفظ بما في يديك حتّى ي</w:t>
      </w:r>
      <w:r w:rsidR="005B7AB2">
        <w:rPr>
          <w:rtl/>
          <w:lang w:bidi="fa-IR"/>
        </w:rPr>
        <w:t>أتي مَن يقبضه منك ، والسّلام ))</w:t>
      </w:r>
      <w:r>
        <w:rPr>
          <w:rtl/>
          <w:lang w:bidi="fa-IR"/>
        </w:rPr>
        <w:t>. فعزله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معاوية : اكتبوا لها بالإنصاف لها ، والعدل عليها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5B7AB2">
        <w:rPr>
          <w:rtl/>
          <w:lang w:bidi="fa-IR"/>
        </w:rPr>
        <w:t>فقالت : ألي خاصة أم لقومي عامّة</w:t>
      </w:r>
      <w:r>
        <w:rPr>
          <w:rtl/>
          <w:lang w:bidi="fa-IR"/>
        </w:rPr>
        <w:t>؟ قال : وما أنت وغيرك ؟ قالت : والله ، هي إذاً الفحشاء واللؤ</w:t>
      </w:r>
      <w:r w:rsidR="005B7AB2">
        <w:rPr>
          <w:rtl/>
          <w:lang w:bidi="fa-IR"/>
        </w:rPr>
        <w:t>م</w:t>
      </w:r>
      <w:r w:rsidR="00343D55">
        <w:rPr>
          <w:rtl/>
          <w:lang w:bidi="fa-IR"/>
        </w:rPr>
        <w:t>.</w:t>
      </w:r>
      <w:r w:rsidR="005B7AB2">
        <w:rPr>
          <w:rtl/>
          <w:lang w:bidi="fa-IR"/>
        </w:rPr>
        <w:t xml:space="preserve"> إنْ كان عدلاً شاملاً ، وإل</w:t>
      </w:r>
      <w:r w:rsidR="005B7AB2">
        <w:rPr>
          <w:rFonts w:hint="cs"/>
          <w:rtl/>
          <w:lang w:bidi="fa-IR"/>
        </w:rPr>
        <w:t>ّ</w:t>
      </w:r>
      <w:r w:rsidR="005B7AB2">
        <w:rPr>
          <w:rtl/>
          <w:lang w:bidi="fa-IR"/>
        </w:rPr>
        <w:t>ا</w:t>
      </w:r>
      <w:r>
        <w:rPr>
          <w:rtl/>
          <w:lang w:bidi="fa-IR"/>
        </w:rPr>
        <w:t xml:space="preserve"> يسعني ما يسع قومي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هيهات ! علّمكم ابن أبي طالب الجُرأة ، وغرّكم قوله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5B7AB2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فلو كُنتُ بوَّاباً على بابِ جنَّةٍ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B7AB2" w:rsidRDefault="005B7AB2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لقلتُ لهمدانَ ادخُلي بسلامِ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وقوله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4"/>
        <w:gridCol w:w="272"/>
        <w:gridCol w:w="3484"/>
      </w:tblGrid>
      <w:tr w:rsidR="005B7AB2" w:rsidTr="001B4F77">
        <w:trPr>
          <w:trHeight w:val="350"/>
        </w:trPr>
        <w:tc>
          <w:tcPr>
            <w:tcW w:w="3920" w:type="dxa"/>
            <w:shd w:val="clear" w:color="auto" w:fill="auto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ناديتَ همدانَ والأبوابُ مُغلقةٌ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B7AB2" w:rsidRDefault="005B7AB2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ومثلُ همدان سنَّى فتحةَ البابِ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7AB2" w:rsidTr="001B4F77">
        <w:trPr>
          <w:trHeight w:val="350"/>
        </w:trPr>
        <w:tc>
          <w:tcPr>
            <w:tcW w:w="3920" w:type="dxa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كالهُندُوانيِّ لمْ تُغلَلْ مضاربُهُ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7AB2" w:rsidRDefault="005B7AB2" w:rsidP="001B4F7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7AB2" w:rsidRDefault="005B7AB2" w:rsidP="001B4F77">
            <w:pPr>
              <w:pStyle w:val="libPoem"/>
            </w:pPr>
            <w:r>
              <w:rPr>
                <w:rtl/>
                <w:lang w:bidi="fa-IR"/>
              </w:rPr>
              <w:t>وجهٌ جميلٌ وقلبٌ غيرُ وجَّابِ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اكتبوا لها حاجتها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هكذا كانت عادة الملوك والاُمراء في الحلم عن النّساء ، وإكرامهنّ والرأفة بهنّ ، وعدم مؤاخذتهنّ بشيء من القول ؛ لأنّهن ضعيفات ، إلى أنْ آل الأمر إلى ابن زياد ، واُدخلت عليه حوراء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__</w:t>
      </w:r>
    </w:p>
    <w:p w:rsidR="00800C80" w:rsidRDefault="00C92D11" w:rsidP="00131E66">
      <w:pPr>
        <w:pStyle w:val="libFootnote0"/>
        <w:rPr>
          <w:lang w:bidi="fa-IR"/>
        </w:rPr>
      </w:pPr>
      <w:r w:rsidRPr="00131E66">
        <w:rPr>
          <w:rtl/>
        </w:rPr>
        <w:t>(1)</w:t>
      </w:r>
      <w:r>
        <w:rPr>
          <w:rtl/>
          <w:lang w:bidi="fa-IR"/>
        </w:rPr>
        <w:t xml:space="preserve"> سورة الأعراف / 85</w:t>
      </w:r>
      <w:r w:rsidR="00343D55">
        <w:rPr>
          <w:rtl/>
          <w:lang w:bidi="fa-IR"/>
        </w:rPr>
        <w:t>.</w:t>
      </w:r>
    </w:p>
    <w:p w:rsidR="00800C80" w:rsidRDefault="00C92D11" w:rsidP="00131E66">
      <w:pPr>
        <w:pStyle w:val="libFootnote0"/>
        <w:rPr>
          <w:lang w:bidi="fa-IR"/>
        </w:rPr>
      </w:pPr>
      <w:r w:rsidRPr="00131E66">
        <w:rPr>
          <w:rtl/>
        </w:rPr>
        <w:t>(2)</w:t>
      </w:r>
      <w:r>
        <w:rPr>
          <w:rtl/>
          <w:lang w:bidi="fa-IR"/>
        </w:rPr>
        <w:t xml:space="preserve"> سورة البقرة / 60</w:t>
      </w:r>
      <w:r w:rsidR="00343D55">
        <w:rPr>
          <w:rtl/>
          <w:lang w:bidi="fa-IR"/>
        </w:rPr>
        <w:t>.</w:t>
      </w:r>
    </w:p>
    <w:p w:rsidR="00800C80" w:rsidRDefault="00C92D11" w:rsidP="00131E66">
      <w:pPr>
        <w:pStyle w:val="libFootnote0"/>
        <w:rPr>
          <w:lang w:bidi="fa-IR"/>
        </w:rPr>
      </w:pPr>
      <w:r w:rsidRPr="00131E66">
        <w:rPr>
          <w:rtl/>
        </w:rPr>
        <w:t>(3)</w:t>
      </w:r>
      <w:r>
        <w:rPr>
          <w:rtl/>
          <w:lang w:bidi="fa-IR"/>
        </w:rPr>
        <w:t xml:space="preserve"> سورة هود / 86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31E6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النّساء زينب بنت علي (</w:t>
      </w:r>
      <w:r w:rsidR="00C638D3" w:rsidRPr="00C638D3">
        <w:rPr>
          <w:rStyle w:val="libAlaemChar"/>
          <w:rtl/>
        </w:rPr>
        <w:t>عليهما‌السلام</w:t>
      </w:r>
      <w:r w:rsidR="00131E66">
        <w:rPr>
          <w:rtl/>
          <w:lang w:bidi="fa-IR"/>
        </w:rPr>
        <w:t>) ، فإنّه لم يُكرمها بشيء ، إل</w:t>
      </w:r>
      <w:r w:rsidR="00131E66">
        <w:rPr>
          <w:rFonts w:hint="cs"/>
          <w:rtl/>
          <w:lang w:bidi="fa-IR"/>
        </w:rPr>
        <w:t>ّ</w:t>
      </w:r>
      <w:r w:rsidR="00131E66">
        <w:rPr>
          <w:rtl/>
          <w:lang w:bidi="fa-IR"/>
        </w:rPr>
        <w:t>ا</w:t>
      </w:r>
      <w:r>
        <w:rPr>
          <w:rtl/>
          <w:lang w:bidi="fa-IR"/>
        </w:rPr>
        <w:t xml:space="preserve"> أنّه التفت إليها ، وقال لها : الحمد لله الذي قتلكم وفضحكم وأكذب اُحدوثتكم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: كيف رأيت صنع الله بأخيك الحسين ، وأهل بيتك ؟ قال</w:t>
      </w:r>
      <w:r w:rsidR="00131E66">
        <w:rPr>
          <w:rtl/>
          <w:lang w:bidi="fa-IR"/>
        </w:rPr>
        <w:t>ت : ما رأيت إل</w:t>
      </w:r>
      <w:r w:rsidR="00131E66">
        <w:rPr>
          <w:rFonts w:hint="cs"/>
          <w:rtl/>
          <w:lang w:bidi="fa-IR"/>
        </w:rPr>
        <w:t>ّ</w:t>
      </w:r>
      <w:r w:rsidR="00131E66">
        <w:rPr>
          <w:rtl/>
          <w:lang w:bidi="fa-IR"/>
        </w:rPr>
        <w:t>ا</w:t>
      </w:r>
      <w:r>
        <w:rPr>
          <w:rtl/>
          <w:lang w:bidi="fa-IR"/>
        </w:rPr>
        <w:t xml:space="preserve"> جميلاً ، هؤلاء قوم كتب الله عليهم القتل فبرزوا إلى مضاجعهم ، وسيجمع الله بينك وبينهم فتُحاج وتُخاصم ، فانظر ل</w:t>
      </w:r>
      <w:r w:rsidR="00343D55">
        <w:rPr>
          <w:rFonts w:hint="cs"/>
          <w:rtl/>
        </w:rPr>
        <w:t>ـ</w:t>
      </w:r>
      <w:r>
        <w:rPr>
          <w:rtl/>
          <w:lang w:bidi="fa-IR"/>
        </w:rPr>
        <w:t>مَن الفلج يومئذ ، هبلتك اُمّك يابن مرجانة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فغضب ابن زياد واستشاط ، وكأنّه همّ بها ، فقام اليه عمرو بن حريث ، وقال : إنّها امرأة ، والمرأة لا تؤاخذ بشيء من منطقها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ابن زياد : لقد</w:t>
      </w:r>
      <w:r w:rsidR="00131E66">
        <w:rPr>
          <w:rtl/>
          <w:lang w:bidi="fa-IR"/>
        </w:rPr>
        <w:t xml:space="preserve"> شفى الله قلبي من طاغيتك الحسين</w:t>
      </w:r>
      <w:r>
        <w:rPr>
          <w:rtl/>
          <w:lang w:bidi="fa-IR"/>
        </w:rPr>
        <w:t>، والعصاة ال</w:t>
      </w:r>
      <w:r w:rsidR="00131E66">
        <w:rPr>
          <w:rFonts w:hint="cs"/>
          <w:rtl/>
          <w:lang w:bidi="fa-IR"/>
        </w:rPr>
        <w:t>ـ</w:t>
      </w:r>
      <w:r>
        <w:rPr>
          <w:rtl/>
          <w:lang w:bidi="fa-IR"/>
        </w:rPr>
        <w:t>مَرَدة من أهل بيتك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فرقّتْ زينب وبكتْ ، وقالت له : لعمري ، لقد قتلتَ كهلي وأبرزتَ أهلي ، وقطعتَ فرعي واجتثثتَ أصلي ، فإنْ كان هذا شفاؤك فقد اشتفيت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 هذه سجّاعة ، ولَعمري ، لقد كان أبوها سجّاعاً شاعراً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يابن زياد ، ما للمرأة وللسجعْ 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0"/>
        <w:gridCol w:w="272"/>
        <w:gridCol w:w="3488"/>
      </w:tblGrid>
      <w:tr w:rsidR="00131E6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احْتَجْنَ تكلِيمَ الأجانبِ وهي لمْ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تُفكّكْ لهُمْ أفْواهَها بشظاظِ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66" w:rsidTr="008C3E0B">
        <w:trPr>
          <w:trHeight w:val="350"/>
        </w:trPr>
        <w:tc>
          <w:tcPr>
            <w:tcW w:w="3920" w:type="dxa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كمْ حُرمةٍ للمُصطفَى هُتكتْ 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أيدي شِدادٍ في العتوِّ غِلاظ</w:t>
            </w:r>
            <w:r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131E6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131E66">
      <w:pPr>
        <w:pStyle w:val="Heading2Center"/>
        <w:rPr>
          <w:lang w:bidi="fa-IR"/>
        </w:rPr>
      </w:pPr>
      <w:bookmarkStart w:id="20" w:name="_Toc18255833"/>
      <w:r>
        <w:rPr>
          <w:rtl/>
          <w:lang w:bidi="fa-IR"/>
        </w:rPr>
        <w:t>المجلس الرابع والستّون بعد المئة</w:t>
      </w:r>
      <w:bookmarkEnd w:id="2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: عن الشعبي ، قال : استأذنت بكارة الهلاليّة على معاوية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31E6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ابن أبي سفيان ، فأذن لها ، وهو يومئذ بالمدينة ، فدخلت عليه ، وكانت امرأة قد أسنّت ، وغشي بصرها وضعفت قوّتها ، ترعش بين خادمين لها ، فسلّمت وجلست ، فردّ عليها معاوية السّلام ، وقال : كيف أنت يا خالة ؟ فقالت : بخير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غيّرك الدهر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كذلك هو ذو غِيَر ، مَن عاش كبُر ، ومَن مات فُقد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عمرو بن العاص : هي والله ، القائلة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131E6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يا زيدُ دونَكَ فاحتفِرْ منْ دارِنا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سيْفاً حُساماً في التُّرابِ دَفينا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66" w:rsidTr="008C3E0B">
        <w:trPr>
          <w:trHeight w:val="350"/>
        </w:trPr>
        <w:tc>
          <w:tcPr>
            <w:tcW w:w="3920" w:type="dxa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قدْ كُنتُ أذخرُهُ ليومِ كريهةٍ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E66" w:rsidRDefault="00131E66" w:rsidP="008C3E0B">
            <w:pPr>
              <w:pStyle w:val="libPoem"/>
            </w:pPr>
            <w:r>
              <w:rPr>
                <w:rtl/>
                <w:lang w:bidi="fa-IR"/>
              </w:rPr>
              <w:t>فاليومَ أبرزَهُ الزَّمانُ مَصُونا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مروان : وهي والله ، القائلة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131E6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أترَى ابن هندٍ للخلافةِ مالكاً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هيهاتَ ذاك وإنْ أرادَ بعيدُ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66" w:rsidTr="008C3E0B">
        <w:trPr>
          <w:trHeight w:val="350"/>
        </w:trPr>
        <w:tc>
          <w:tcPr>
            <w:tcW w:w="3920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منَّتكَ نفسُكَ في الخلاءِ ضلالةً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أغراكَ عمرٌو للشقا وسَعيدُ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سعيد بن العاص : هي والله ، القائلة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131E66" w:rsidTr="00131E66">
        <w:trPr>
          <w:trHeight w:val="350"/>
        </w:trPr>
        <w:tc>
          <w:tcPr>
            <w:tcW w:w="3536" w:type="dxa"/>
            <w:shd w:val="clear" w:color="auto" w:fill="auto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قدْ كنتُ أطمعُ أنْ أموتَ ولا أرَى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فوقَ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مَنابرِ من اُميّةَ خاطِبا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66" w:rsidTr="00131E66">
        <w:trPr>
          <w:trHeight w:val="350"/>
        </w:trPr>
        <w:tc>
          <w:tcPr>
            <w:tcW w:w="3536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فاللهُ أخّرَ مُدّتي فتطاوَلَتْ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حتّى رأيتُ منَ الزمانِ عجائِبا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E66" w:rsidTr="00131E66">
        <w:tblPrEx>
          <w:tblLook w:val="04A0"/>
        </w:tblPrEx>
        <w:trPr>
          <w:trHeight w:val="350"/>
        </w:trPr>
        <w:tc>
          <w:tcPr>
            <w:tcW w:w="3536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في كلِّ يومٍ لا يزالُ خطيبُهُمْ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31E66" w:rsidRDefault="00131E66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131E66" w:rsidRDefault="008D0E62" w:rsidP="008C3E0B">
            <w:pPr>
              <w:pStyle w:val="libPoem"/>
            </w:pPr>
            <w:r>
              <w:rPr>
                <w:rtl/>
                <w:lang w:bidi="fa-IR"/>
              </w:rPr>
              <w:t>بين الجميعِ لآلِ أحمدَ عائِبا</w:t>
            </w:r>
            <w:r w:rsidR="00131E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سكتوا ، فقالت : يا معاوية ، أنا والله ، قائلة ما قالوا ، وما خفي عليك منّي أكثر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فضحك ، وقال : ليس يمنعنا ذلك من برّك ، اذكري حاجتك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أمّا الآن ، فلا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هكذا يكون الإباء وعزّة النّفس ، هذه بكارة الهلاليّة ، بعد أنْ أجابت معاوية بما أجابته ، لم تقبل منه برّاً ولا عطاءً ؛ أنفة منها وحمية ؛ لأنّها علمت أنّه أراد بذلك اسكاتها ، ومع ذلك فقد أظهر الحلم عنها ، كما هي عادة الاُمراء في الإحسان إلى النّساء ولو كانت المرأة من أعدى الأعداء ، وكثيراً ما كان الأمير يحلم عن المرأة وإنْ سبّته وشتمته ، ويرى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726B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من العار أنْ يضربها أو يشتمها ، حتّى آل الأمر إلى ابن مرجانة وابن هند , فإنّه ما كفاهما حمل بنات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سبايا على أقتاب المطايا من بلد إلى بلد ، كما تُحمل سبايا الروم ، حتّى قابلوهنّ من الشتم والجفاء والغلظة ، بما تقشعرّ منه الجلود ، وتنفطر له القلوب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أمّا عبيد الله بن زياد ، فإنّه ل</w:t>
      </w:r>
      <w:r w:rsidR="00F726B9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اُدخلت عليه سبايا آل الرسول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قال لزينب بنت علي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 جملة ما قال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الحمد لله الذي قتلكم وفضحكم وأكذب اُحدوثتكم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زينب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كيف </w:t>
      </w:r>
      <w:r w:rsidR="00F726B9">
        <w:rPr>
          <w:rtl/>
          <w:lang w:bidi="fa-IR"/>
        </w:rPr>
        <w:t>رأيت فعل الله بأخيك ، وأهل بيتك؟ قالت : ما رأيت إل</w:t>
      </w:r>
      <w:r w:rsidR="00F726B9">
        <w:rPr>
          <w:rFonts w:hint="cs"/>
          <w:rtl/>
          <w:lang w:bidi="fa-IR"/>
        </w:rPr>
        <w:t>ّ</w:t>
      </w:r>
      <w:r w:rsidR="00F726B9">
        <w:rPr>
          <w:rtl/>
          <w:lang w:bidi="fa-IR"/>
        </w:rPr>
        <w:t>ا</w:t>
      </w:r>
      <w:r>
        <w:rPr>
          <w:rtl/>
          <w:lang w:bidi="fa-IR"/>
        </w:rPr>
        <w:t xml:space="preserve"> جميلاً ، هؤلاء قوم كتب الله عليهم القتل فبرزوا إلى مضاجعهم ، وسيجمع الله بينك وبينهم فتُحاج وتُخاصم ، فانظر لمَن الفلج ، هبلتك اُمّك يابن مرجانة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فاستشاط غضباً ، وكأنّه همّ بضربها ، فقال له عمرو بن حريث : إنّها امرأة ، والمرأة لا تؤاخذ بشيء من منطقها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ابن زياد : لقد شفى الله قلبي من طاغيتك الحسين ، والعصاة ال</w:t>
      </w:r>
      <w:r w:rsidR="00F726B9">
        <w:rPr>
          <w:rFonts w:hint="cs"/>
          <w:rtl/>
          <w:lang w:bidi="fa-IR"/>
        </w:rPr>
        <w:t>ـ</w:t>
      </w:r>
      <w:r>
        <w:rPr>
          <w:rtl/>
          <w:lang w:bidi="fa-IR"/>
        </w:rPr>
        <w:t>مَرَدة من أهل بيتك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فرقّتْ زينب وبكتْ ، وقالت له : لَعمري ، لقد قتلتَ كهلي و</w:t>
      </w:r>
      <w:r w:rsidR="00F726B9">
        <w:rPr>
          <w:rtl/>
          <w:lang w:bidi="fa-IR"/>
        </w:rPr>
        <w:t>أبرزت أهلي</w:t>
      </w:r>
      <w:r>
        <w:rPr>
          <w:rtl/>
          <w:lang w:bidi="fa-IR"/>
        </w:rPr>
        <w:t>، وقطعت فرعي واجتثثت أصلي ، فإنْ كان هذا شفاؤك ، فقد اشتفيت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وأمّا يزيد ، فإنّه ل</w:t>
      </w:r>
      <w:r w:rsidR="00F726B9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اُدخلت عليه نساء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التفت إلى سكينة بنت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وقال لها : كيف رأيتِ صُنع الله بكم ؟ قالت : أقصر عن كلامك يابن الطليق ، حرمُك وجوارك خلف السّتور ، وبنات رسول الله سبايا 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F726B9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فقُلْ لسرايا شَيبةِ الحَمدِ ما لكمْ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26B9" w:rsidRDefault="00F726B9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قعدتُمْ وقدْ ساروا بنسوتِكُمْ أسرَى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6B9" w:rsidTr="008C3E0B">
        <w:trPr>
          <w:trHeight w:val="350"/>
        </w:trPr>
        <w:tc>
          <w:tcPr>
            <w:tcW w:w="3920" w:type="dxa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وأعظمُ ما يُشجي الغيورَ دخولُها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6B9" w:rsidRDefault="00F726B9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إلى مجلسٍ ما بارحَ اللهوَ والخمْرا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6B9" w:rsidTr="008C3E0B">
        <w:trPr>
          <w:trHeight w:val="350"/>
        </w:trPr>
        <w:tc>
          <w:tcPr>
            <w:tcW w:w="3920" w:type="dxa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يقارضُها فيهِ يزيدُ مَسبَّةً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6B9" w:rsidRDefault="00F726B9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6B9" w:rsidRDefault="00F726B9" w:rsidP="008C3E0B">
            <w:pPr>
              <w:pStyle w:val="libPoem"/>
            </w:pPr>
            <w:r>
              <w:rPr>
                <w:rtl/>
                <w:lang w:bidi="fa-IR"/>
              </w:rPr>
              <w:t>ويَصرفُ عنها وجهَهُ مُعرضاً كِبرا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8214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782147">
      <w:pPr>
        <w:pStyle w:val="Heading2Center"/>
        <w:rPr>
          <w:lang w:bidi="fa-IR"/>
        </w:rPr>
      </w:pPr>
      <w:bookmarkStart w:id="21" w:name="_Toc18255834"/>
      <w:r>
        <w:rPr>
          <w:rtl/>
          <w:lang w:bidi="fa-IR"/>
        </w:rPr>
        <w:lastRenderedPageBreak/>
        <w:t>المجلس الخامس والستّون بعد المئة</w:t>
      </w:r>
      <w:bookmarkEnd w:id="2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كتاب المستطرف : إنّ معاوية ل</w:t>
      </w:r>
      <w:r w:rsidR="00782147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ولي الخلافة ، وانتظمت له الاُمور ، وامتلأت منه الصدور ، واُذعن لأمره الجمهور ، وساعده في مراده القَدر المقدور ، استحضر ليلةً خواصّ أصحابه وذاكرهم وقائع صفّين ، ومَن كان يتولّى كبر الكراهية من المعروفين ، فانهمكوا في القول الصحيح والمريض ، وآلَ حديثهم إلى م‍َن كان يجتهد في إيقاد نار الحرب عليه بزيادة التحريض ، فقالوا : امرأة من أهل الكوفة تُسمّى : الزرقاء بنت عدي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كانت تتعمّد الوقوف بين الصفّين ، وترفع صوتها صارخةً بأصحاب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تُسمعهم كلاماً كالصوارم ، مستحثّة لهم بقولٍ لو سمعه الجبان لقاتل ، والمُدبر لأقبل ، وال</w:t>
      </w:r>
      <w:r w:rsidR="00782147">
        <w:rPr>
          <w:rFonts w:hint="cs"/>
          <w:rtl/>
          <w:lang w:bidi="fa-IR"/>
        </w:rPr>
        <w:t>ـ</w:t>
      </w:r>
      <w:r>
        <w:rPr>
          <w:rtl/>
          <w:lang w:bidi="fa-IR"/>
        </w:rPr>
        <w:t>مُسالم لحارب ، والفارّ لكرّ ، والمتزلزل لاستقرّ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لهم معاوية : أيّكم يحفظ كلامها ؟ فقالوا : كلّنا نحفظه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فما تشيرون عليّ فيها ؟ قالوا : نشير بقتلها ؛ فإنّها أهل لذلك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لهم : بئس ما أشرتم ! وقبحاً لِما قلتم ! أيحسن أن يشتهر عنّي ، أنّني بعد ما ضفرت وقدرت ، قتلت امرأة قد وفت لصاحبها ؟ إنّي إذاً للئيم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دعا بكاتبه ، فكتب كتاباً إلى واليه بالكوفة : أنْ أنفذ إليّ الزّرقاء بنت عدي مع نفر من عشيرتها ، وفرسان من قومها ، ومهّد لها وطاءً ليّناً ، ومركباً ذلولاً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ورد عليه الكتاب ، ركب إليها وقرأه عليها ، فقالت : ما أنا بزائغة عن الطاعة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فحملها في هودج ، وجعل غشاءه خزّاً مُبطّناً ، ثمّ أحسن صحبتها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قدمت على معاوية ، قال لها : مرحباً وأهلاً ، قدمتِ خيرَ مقدمٍ قدمهُ وافد ، كيف حالك يا خالة ؟ وكيف رأيت مسيرك ؟ قالت : خيرُ مسير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هل تعلمين لِمَ بعثتُ </w:t>
      </w:r>
      <w:r w:rsidR="00782147">
        <w:rPr>
          <w:rtl/>
          <w:lang w:bidi="fa-IR"/>
        </w:rPr>
        <w:t>إليك ؟ قالت : لا يعلم الغيب إل</w:t>
      </w:r>
      <w:r w:rsidR="00782147">
        <w:rPr>
          <w:rFonts w:hint="cs"/>
          <w:rtl/>
          <w:lang w:bidi="fa-IR"/>
        </w:rPr>
        <w:t>ّ</w:t>
      </w:r>
      <w:r w:rsidR="00782147">
        <w:rPr>
          <w:rtl/>
          <w:lang w:bidi="fa-IR"/>
        </w:rPr>
        <w:t>ا</w:t>
      </w:r>
      <w:r>
        <w:rPr>
          <w:rtl/>
          <w:lang w:bidi="fa-IR"/>
        </w:rPr>
        <w:t xml:space="preserve"> الله سبحانه وتعالى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ألستَ راكبة الجمل الأحمر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78214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يوم صفّين ، وأنت بين الصفوف توقدين نار الحرب ، وتحرّضي</w:t>
      </w:r>
      <w:r w:rsidR="00782147">
        <w:rPr>
          <w:rtl/>
          <w:lang w:bidi="fa-IR"/>
        </w:rPr>
        <w:t>ن على القتال ؟ قالت : نعم</w:t>
      </w:r>
      <w:r w:rsidR="00343D55">
        <w:rPr>
          <w:rtl/>
          <w:lang w:bidi="fa-IR"/>
        </w:rPr>
        <w:t>.</w:t>
      </w:r>
      <w:r w:rsidR="00782147">
        <w:rPr>
          <w:rtl/>
          <w:lang w:bidi="fa-IR"/>
        </w:rPr>
        <w:t xml:space="preserve"> قال</w:t>
      </w:r>
      <w:r>
        <w:rPr>
          <w:rtl/>
          <w:lang w:bidi="fa-IR"/>
        </w:rPr>
        <w:t>: فما حملك على ذلك ؟ قالت : إنّه قد مات الرأس ، وبُتر الذنب ، والدّهر ذو غِيَر ، ومَن تفكّر أبصر ، والأمر يحدث بعده الأمر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صدقتِ ، فهل تحفظين ما قلتِ ؟ قالت : لا والله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لله أبوك ! فلقد سمعتك تقولين : أيها النّاس ، إنّ المصباح لا يضيء في الشمس ، وإنّ الكواكب لا تُضيء مع القمر ، وإنّ البغل لا ي</w:t>
      </w:r>
      <w:r w:rsidR="00782147">
        <w:rPr>
          <w:rtl/>
          <w:lang w:bidi="fa-IR"/>
        </w:rPr>
        <w:t>سبق الفرس ، ولا يقطع الحديد إل</w:t>
      </w:r>
      <w:r w:rsidR="00782147">
        <w:rPr>
          <w:rFonts w:hint="cs"/>
          <w:rtl/>
          <w:lang w:bidi="fa-IR"/>
        </w:rPr>
        <w:t>ّ</w:t>
      </w:r>
      <w:r w:rsidR="00782147">
        <w:rPr>
          <w:rtl/>
          <w:lang w:bidi="fa-IR"/>
        </w:rPr>
        <w:t>ا</w:t>
      </w:r>
      <w:r>
        <w:rPr>
          <w:rtl/>
          <w:lang w:bidi="fa-IR"/>
        </w:rPr>
        <w:t xml:space="preserve"> الحديد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ألا مَن استرشد أرشدناه ، ومَن سألنا أخبرناه ، إنّ الحقّ كان يطلب ضالّة فأصابها ، فصبراً يا معشر المهاجرين والأنصار ، فكأنّكم وقد التأم شمل الشتات ، وظهرت</w:t>
      </w:r>
      <w:r w:rsidR="00782147">
        <w:rPr>
          <w:rtl/>
          <w:lang w:bidi="fa-IR"/>
        </w:rPr>
        <w:t xml:space="preserve"> كلمة العدل ، وغلب الحقُّ باطله</w:t>
      </w:r>
      <w:r>
        <w:rPr>
          <w:rtl/>
          <w:lang w:bidi="fa-IR"/>
        </w:rPr>
        <w:t>، فإنّه لا يستوي المحقُّ والمبطل</w:t>
      </w:r>
      <w:r w:rsidR="00343D55">
        <w:rPr>
          <w:rtl/>
          <w:lang w:bidi="fa-IR"/>
        </w:rPr>
        <w:t>.</w:t>
      </w:r>
      <w:r w:rsidR="00782147" w:rsidRPr="00782147">
        <w:rPr>
          <w:rStyle w:val="libAlaemChar"/>
          <w:rFonts w:hint="cs"/>
          <w:rtl/>
        </w:rPr>
        <w:t>(</w:t>
      </w:r>
      <w:r w:rsidRPr="00782147">
        <w:rPr>
          <w:rStyle w:val="libAieChar"/>
          <w:rtl/>
        </w:rPr>
        <w:t xml:space="preserve"> أَفَمَنْ كَانَ مُؤ</w:t>
      </w:r>
      <w:r w:rsidR="00782147" w:rsidRPr="00782147">
        <w:rPr>
          <w:rStyle w:val="libAieChar"/>
          <w:rtl/>
        </w:rPr>
        <w:t>ْمِنًا كَمَنْ كَانَ فَاسِقًا ل</w:t>
      </w:r>
      <w:r w:rsidR="00782147" w:rsidRPr="00782147">
        <w:rPr>
          <w:rStyle w:val="libAieChar"/>
          <w:rFonts w:hint="cs"/>
          <w:rtl/>
        </w:rPr>
        <w:t>َ</w:t>
      </w:r>
      <w:r w:rsidR="00782147" w:rsidRPr="00782147">
        <w:rPr>
          <w:rStyle w:val="libAieChar"/>
          <w:rtl/>
        </w:rPr>
        <w:t>ا</w:t>
      </w:r>
      <w:r w:rsidRPr="00782147">
        <w:rPr>
          <w:rStyle w:val="libAieChar"/>
          <w:rtl/>
        </w:rPr>
        <w:t xml:space="preserve"> يَسْتَوُونَ</w:t>
      </w:r>
      <w:r w:rsidR="00782147" w:rsidRPr="00782147">
        <w:rPr>
          <w:rStyle w:val="libAieChar"/>
          <w:rFonts w:hint="cs"/>
          <w:rtl/>
        </w:rPr>
        <w:t xml:space="preserve"> </w:t>
      </w:r>
      <w:r w:rsidR="00782147" w:rsidRPr="00782147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فالنّزال النّزال ! والصبر الصبر ! ألا وإنّ خضاب النّساء الحنّاء ، وخضاب الرجال الدماء ، والصبر خير الاُمور عاقبةً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ائتوا الحرب غير ناكصين ، فهذا يوم له ما بعده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يا زرقاء ، أليس هذا قولك وتحريضك ؟ قالت : لقد كان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لقد شاركت عليّاً في كلّ دم سفكه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أحسن الله بشارتك ، مثلك مَن يُبشّر ويسرّ جليسه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وقد سرّك ذلك ؟! قالت : أي والله ، وأنّى لي بتصديقه ؟ فقال : والله ، لوفاؤكم لعلي بعد موته ، أعجب إليّ من حبكم له في حياته ، فاذكري حوائجك ، تُقضى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إنّي آليت على نفسي أنْ لا أسأل أحداً بعد عليٍّ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حاجة ، ومثلك مَن أعطى من غير مسألة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فأعطاها كسوةً ودراهم ، وأعادها إلى وطنها سالمةً مكرمة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هكذا جرت عادة الملوك والاُمراء ، إنّهم إذا قدمت عليهم امرأة جليلة القدر ، يأمرون بإكرامها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أجل ، أيّ نساء أجلّ قدراً من بنات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ونساء ولده أبي عبدالله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؟! وأيّ امرأة أجلّ قدراً ، وأرفع شأناً من زينب بنت أمير المؤمنين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؟! جدّها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أبوها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اُمّها</w:t>
      </w:r>
    </w:p>
    <w:p w:rsidR="00ED0BC3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ED0BC3">
        <w:rPr>
          <w:rtl/>
          <w:lang w:bidi="fa-IR"/>
        </w:rPr>
        <w:t>__</w:t>
      </w:r>
    </w:p>
    <w:p w:rsidR="00800C80" w:rsidRDefault="00C92D11" w:rsidP="00ED0BC3">
      <w:pPr>
        <w:pStyle w:val="libFootnote0"/>
        <w:rPr>
          <w:rtl/>
          <w:lang w:bidi="fa-IR"/>
        </w:rPr>
      </w:pPr>
      <w:r w:rsidRPr="00ED0BC3">
        <w:rPr>
          <w:rtl/>
        </w:rPr>
        <w:t>(1)</w:t>
      </w:r>
      <w:r>
        <w:rPr>
          <w:rtl/>
          <w:lang w:bidi="fa-IR"/>
        </w:rPr>
        <w:t xml:space="preserve"> سورة السّجدة / 18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D0BC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فاطمة الزهراء بنت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أخواها وشقيقاها الحسن والحسين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مع ما لها من الفضل في نفسها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ومع ذلك فإنّ الدعي ابن الدعي ، عبيد الله بن زياد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لعنه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لمْ يُكرّمها بشيء ، بل أمر بإحضارها في مجلسه مع سائر عيالات أبي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وأسمعها أخشن الكلام وأسوأه ، فكان ممّا قاله لها : الحمد لله ال</w:t>
      </w:r>
      <w:r w:rsidR="00ED0BC3">
        <w:rPr>
          <w:rtl/>
          <w:lang w:bidi="fa-IR"/>
        </w:rPr>
        <w:t>ذي قتلكم وفضحكم وأكذب اُحدوثتكم</w:t>
      </w:r>
      <w:r>
        <w:rPr>
          <w:rtl/>
          <w:lang w:bidi="fa-IR"/>
        </w:rPr>
        <w:t>. فقالت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: كيف رأيت صنع الله بأخيك ، </w:t>
      </w:r>
      <w:r w:rsidR="00ED0BC3">
        <w:rPr>
          <w:rtl/>
          <w:lang w:bidi="fa-IR"/>
        </w:rPr>
        <w:t>وأهل بيتك ؟ فقالت : ما رأيت إل</w:t>
      </w:r>
      <w:r w:rsidR="00ED0BC3">
        <w:rPr>
          <w:rFonts w:hint="cs"/>
          <w:rtl/>
          <w:lang w:bidi="fa-IR"/>
        </w:rPr>
        <w:t>ّ</w:t>
      </w:r>
      <w:r w:rsidR="00ED0BC3">
        <w:rPr>
          <w:rtl/>
          <w:lang w:bidi="fa-IR"/>
        </w:rPr>
        <w:t>ا</w:t>
      </w:r>
      <w:r>
        <w:rPr>
          <w:rtl/>
          <w:lang w:bidi="fa-IR"/>
        </w:rPr>
        <w:t xml:space="preserve"> جميلاً ، هؤلاء قوم كتب الله عليهم القتل فبرزوا إلى مضاجعهم ، وسيجمع الله بينك وبينهم فتُحاج وتُخاصم ، فانظر ل</w:t>
      </w:r>
      <w:r w:rsidR="00ED0BC3">
        <w:rPr>
          <w:rFonts w:hint="cs"/>
          <w:rtl/>
          <w:lang w:bidi="fa-IR"/>
        </w:rPr>
        <w:t>ـ</w:t>
      </w:r>
      <w:r>
        <w:rPr>
          <w:rtl/>
          <w:lang w:bidi="fa-IR"/>
        </w:rPr>
        <w:t>مَن الفلج ي</w:t>
      </w:r>
      <w:r w:rsidR="00ED0BC3">
        <w:rPr>
          <w:rtl/>
          <w:lang w:bidi="fa-IR"/>
        </w:rPr>
        <w:t>ومئذ ، هبلتك اُمّك يابن مرجانة</w:t>
      </w:r>
      <w:r>
        <w:rPr>
          <w:rtl/>
          <w:lang w:bidi="fa-IR"/>
        </w:rPr>
        <w:t>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فغضب ابن زياد واستشاط ، وكأنّه همّ بها ، فقال له عمرو بن حريث : إنّها امرأة ، والمرأة لا تؤاخذ بشيء من منطقها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فاراد ابن زياد ان يُحرق قلبها ، فقال لها : لقد شفى الله قلبي من طاغيتك الحسين ، والعصاة ال</w:t>
      </w:r>
      <w:r w:rsidR="0062583B">
        <w:rPr>
          <w:rFonts w:hint="cs"/>
          <w:rtl/>
          <w:lang w:bidi="fa-IR"/>
        </w:rPr>
        <w:t>ـ</w:t>
      </w:r>
      <w:r>
        <w:rPr>
          <w:rtl/>
          <w:lang w:bidi="fa-IR"/>
        </w:rPr>
        <w:t>مَرَدة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فرقّتْ زينب وبكتْ ، وقالت له : لَعمري ، لقد قتلتَ كهلي وأبرزتَ أهلي ، وقطعتَ فرعي واجتثثتَ أصلي ، فإنْ كان هذا شفاؤك فقد اشتفيت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3"/>
        <w:gridCol w:w="272"/>
        <w:gridCol w:w="3485"/>
      </w:tblGrid>
      <w:tr w:rsidR="0062583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تُصانُ بنتُ الدَّعيِّ في كللِ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مُلْ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583B" w:rsidRDefault="0062583B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كِ وبنتُ الرَّسولِ تُبتَذل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83B" w:rsidTr="008C3E0B">
        <w:trPr>
          <w:trHeight w:val="350"/>
        </w:trPr>
        <w:tc>
          <w:tcPr>
            <w:tcW w:w="3920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يُرجى رضَى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مُصطَفَى فواعجباً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تُقتَلُ أولادُهُ ويحتَمل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2583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62583B">
      <w:pPr>
        <w:pStyle w:val="Heading2Center"/>
        <w:rPr>
          <w:lang w:bidi="fa-IR"/>
        </w:rPr>
      </w:pPr>
      <w:bookmarkStart w:id="22" w:name="_Toc18255835"/>
      <w:r>
        <w:rPr>
          <w:rtl/>
          <w:lang w:bidi="fa-IR"/>
        </w:rPr>
        <w:t>المجلس السّادس والستّون بعد المئة</w:t>
      </w:r>
      <w:bookmarkEnd w:id="2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، وبلاغات النّساء ، قال : حبس مروان ، وهو</w:t>
      </w:r>
      <w:r w:rsidR="0062583B">
        <w:rPr>
          <w:rtl/>
          <w:lang w:bidi="fa-IR"/>
        </w:rPr>
        <w:t xml:space="preserve"> والي المدينة ، غلاماً في جناية</w:t>
      </w:r>
      <w:r>
        <w:rPr>
          <w:rtl/>
          <w:lang w:bidi="fa-IR"/>
        </w:rPr>
        <w:t>، فأتته اُمّ سنان بنت خيثمة المذحجيّة ، جدّة الغلام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2583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اُمّ أبيه ، فكلّمته فيه ، فأغلظ لها ، فخرجت إلى معاوية ، فدخلت عليه فعرفها ، فقال لها : مرحباً يابنة خيثمة ، ما أقدمك أرضنا ، وقد عهدتك تشتميننا ، وتحضّين علينا عدونا ؟! قالت : إنّ لبني عبد مناف أخلاقاً طاهرةً ، وأحلاماً وافرةً ، لا يجهلون بعد علم ، ولا يسفهون بعد حلم ، ولا ينتقمون بعد عفو ، وإنّ أولى النّاس باتّباع ما سَنّ آباؤه لأنت</w:t>
      </w:r>
      <w:r w:rsidR="00343D55">
        <w:rPr>
          <w:rtl/>
          <w:lang w:bidi="fa-IR"/>
        </w:rPr>
        <w:t>.</w:t>
      </w:r>
      <w:r w:rsidR="00221DB4">
        <w:rPr>
          <w:rtl/>
          <w:lang w:bidi="fa-IR"/>
        </w:rPr>
        <w:t xml:space="preserve"> قال : صدقت ، فكيف قولك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62583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عَزَب الرُّقادُ فمقْلَتي لا تَرقدُ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والليلُ يُصدِرُ بالهُمومِ ويُورد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83B" w:rsidTr="008C3E0B">
        <w:trPr>
          <w:trHeight w:val="350"/>
        </w:trPr>
        <w:tc>
          <w:tcPr>
            <w:tcW w:w="3920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يا آلَ مَذْحجَ لا مُقامَ فشَمِّروا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إنّ العدوَّ لآلِ أحمدَ يَ-قصد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83B" w:rsidTr="008C3E0B">
        <w:trPr>
          <w:trHeight w:val="350"/>
        </w:trPr>
        <w:tc>
          <w:tcPr>
            <w:tcW w:w="3920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هذا عليٌّ كالهِلالِ تَحُفُّهُ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وسطَ السَّماءِ منَ الكواكبِ أسعد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83B" w:rsidTr="008C3E0B">
        <w:trPr>
          <w:trHeight w:val="350"/>
        </w:trPr>
        <w:tc>
          <w:tcPr>
            <w:tcW w:w="3920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خيرُ الخلائقِ وابنُ عمِّ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إنْ يهدكُمْ بالنُّورِ منهُ تَهتَدُوا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83B" w:rsidTr="008C3E0B">
        <w:trPr>
          <w:trHeight w:val="350"/>
        </w:trPr>
        <w:tc>
          <w:tcPr>
            <w:tcW w:w="3920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ما زالَ مُذْ عرفَ الحُروبَ مُظَفَّراً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83B" w:rsidRDefault="0062583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83B" w:rsidRDefault="0062583B" w:rsidP="008C3E0B">
            <w:pPr>
              <w:pStyle w:val="libPoem"/>
            </w:pPr>
            <w:r>
              <w:rPr>
                <w:rtl/>
                <w:lang w:bidi="fa-IR"/>
              </w:rPr>
              <w:t>والنَّصرُ فوقَ لِوائِهِ ما يُفْقَد</w:t>
            </w:r>
            <w:r w:rsidR="00316608"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قالت : كان ذلك ، وأرجو أنْ تكون لنا خَلفاً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رج</w:t>
      </w:r>
      <w:r w:rsidR="00221DB4">
        <w:rPr>
          <w:rtl/>
          <w:lang w:bidi="fa-IR"/>
        </w:rPr>
        <w:t>ل من جلسائه : كيف ، وهي القائلة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C5362C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إمَّا هلكتَ أبا الحُسينِ فلَمْ تَزلْ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362C" w:rsidRDefault="00C5362C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بالحقِّ تُعْرَفُ هادياً مهْدِيّا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62C" w:rsidTr="008C3E0B">
        <w:trPr>
          <w:trHeight w:val="350"/>
        </w:trPr>
        <w:tc>
          <w:tcPr>
            <w:tcW w:w="3920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فاذهَبْ عليك صلاةُ ربِّكَ ما دَعَتْ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362C" w:rsidRDefault="00C5362C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فوقَ الغُصونِ حمامةٌ قُمْريّا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62C" w:rsidTr="008C3E0B">
        <w:trPr>
          <w:trHeight w:val="350"/>
        </w:trPr>
        <w:tc>
          <w:tcPr>
            <w:tcW w:w="3920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قدْ كُنتَ بعدَ مُحمّدٍ خَلَفاً كما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362C" w:rsidRDefault="00C5362C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أوصَى إليكَ بنا فكُنتَ وفيّا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362C" w:rsidTr="008C3E0B">
        <w:trPr>
          <w:trHeight w:val="350"/>
        </w:trPr>
        <w:tc>
          <w:tcPr>
            <w:tcW w:w="3920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فاليوم لا خلفاً نُؤمِّلُ بعدَهُ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362C" w:rsidRDefault="00C5362C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362C" w:rsidRDefault="00C5362C" w:rsidP="008C3E0B">
            <w:pPr>
              <w:pStyle w:val="libPoem"/>
            </w:pPr>
            <w:r>
              <w:rPr>
                <w:rtl/>
                <w:lang w:bidi="fa-IR"/>
              </w:rPr>
              <w:t>هيهات نمدحُ بعدَهُ إنسيّا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قالت : لسان نطق وقول صدق ، ولئن تحقق ما ظننّا ، فحظّك الأوفر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و</w:t>
      </w:r>
      <w:r w:rsidR="002F613E">
        <w:rPr>
          <w:rtl/>
          <w:lang w:bidi="fa-IR"/>
        </w:rPr>
        <w:t>رثك الشنآن في قلوب المسلمين إل</w:t>
      </w:r>
      <w:r w:rsidR="002F613E">
        <w:rPr>
          <w:rFonts w:hint="cs"/>
          <w:rtl/>
          <w:lang w:bidi="fa-IR"/>
        </w:rPr>
        <w:t>ّ</w:t>
      </w:r>
      <w:r w:rsidR="002F613E">
        <w:rPr>
          <w:rtl/>
          <w:lang w:bidi="fa-IR"/>
        </w:rPr>
        <w:t>ا</w:t>
      </w:r>
      <w:r>
        <w:rPr>
          <w:rtl/>
          <w:lang w:bidi="fa-IR"/>
        </w:rPr>
        <w:t xml:space="preserve"> هؤلاء ، فادحض مقالتهم وأبعد منزلتهم ؛ فإنّك إنْ فعلت ذلك ، تزدد من الله قُرباً ، ومن المؤمنين حبّاً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وإنّكِ لتقولين ذلك ؟! قالت : سبحان الله ! والله ، ما مثلك مُدح بباطل ، ولا اعتُذر إليه بكذب ، وإنّك لتعلم ذلك من رأينا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كان والله ، عليٌّ أحبّ إلينا منك ، وأنت أحبّ إلينا من غيرك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فما حاجتك ؟ قالت : إنّ مروان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F613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تبنَّك بالمدينة تبنُّك مَن لا يُريد منها البراح ؛ لا يحكم بعدل ، ولا يقضي بسُنّة ، حبس ابن ابني فأتيته ، فقال : كيت وكيت ، فأسمعته أخشن من الحجر ، وألقمته أمرّ من الصّاب ، ثمّ رجعت إلى نفسي باللائمة ، وقلت : لمَ لا أصرف ذلك إلى مَن هو أولى بالعفو منه ، فأتيتك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صدقتِ ، لا أسألك عن ذنبه ، والقيام بحجّته ، اكتبوا لها بإطلاقه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يا أمير المؤمنين ، وأنّى لي بالرجعة ، وقد نفد زادي وكلّت راحلتي ؟! فأمر لها براحلة ، وخمسة آلاف درهم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وولده يزيد ، ل</w:t>
      </w:r>
      <w:r w:rsidR="002F613E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قَدمت عليه نساء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كان إكرامه لهنّ أنْ التفت إلى سكينة بنت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وقال لها : كيف رأيت صنع الله بكم ؟ قالت له : اقصر عن كلامك يا بن الطليق ، حرمُك وجوارك خلف السّتور ، وبنات رسول الله سبايا ! ثمّ التفت إلى اُمّ كلثوم ، وقال : كيف رأيت صنع الله بأخيك الحسين ، الذي أراد أن يأخذ مُلكي ، فخيّب الله أمله وقطع رجاه ؟ فقالت : يا يزيد ، لا تفرح بقتل أخي الحسين ؛ فإنّه كان مطيعاً لله ولرسوله ، ودعاه الله إليه فأجابه ؛ وأمّا أنت يا يزيد ، فاستعدَّ للمسألة جواباً ، وأنّى لك بالجواب 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6"/>
        <w:gridCol w:w="272"/>
        <w:gridCol w:w="3492"/>
      </w:tblGrid>
      <w:tr w:rsidR="002F613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F613E" w:rsidRDefault="002F613E" w:rsidP="008C3E0B">
            <w:pPr>
              <w:pStyle w:val="libPoem"/>
            </w:pPr>
            <w:r>
              <w:rPr>
                <w:rtl/>
                <w:lang w:bidi="fa-IR"/>
              </w:rPr>
              <w:t>فويلُ يزيدٍ منْ عذابِ جهنَّمِ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613E" w:rsidRDefault="002F613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613E" w:rsidRDefault="002F613E" w:rsidP="008C3E0B">
            <w:pPr>
              <w:pStyle w:val="libPoem"/>
            </w:pPr>
            <w:r>
              <w:rPr>
                <w:rtl/>
                <w:lang w:bidi="fa-IR"/>
              </w:rPr>
              <w:t>إذا أقبلَتْ في الحشرِ فاطمةُ الطّهرُ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13E" w:rsidTr="008C3E0B">
        <w:trPr>
          <w:trHeight w:val="350"/>
        </w:trPr>
        <w:tc>
          <w:tcPr>
            <w:tcW w:w="3920" w:type="dxa"/>
          </w:tcPr>
          <w:p w:rsidR="002F613E" w:rsidRDefault="002F613E" w:rsidP="008C3E0B">
            <w:pPr>
              <w:pStyle w:val="libPoem"/>
            </w:pPr>
            <w:r>
              <w:rPr>
                <w:rtl/>
                <w:lang w:bidi="fa-IR"/>
              </w:rPr>
              <w:t>ملابِسُها ثوبٌ منَ السُّمِ أخضرُ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13E" w:rsidRDefault="002F613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13E" w:rsidRDefault="002F613E" w:rsidP="008C3E0B">
            <w:pPr>
              <w:pStyle w:val="libPoem"/>
            </w:pPr>
            <w:r>
              <w:rPr>
                <w:rtl/>
                <w:lang w:bidi="fa-IR"/>
              </w:rPr>
              <w:t>وآخرُ قانٍ منْ دمِ السِّبطِ مُحمَرُ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676311">
      <w:pPr>
        <w:pStyle w:val="Heading2Center"/>
        <w:rPr>
          <w:lang w:bidi="fa-IR"/>
        </w:rPr>
      </w:pPr>
      <w:bookmarkStart w:id="23" w:name="_Toc18255836"/>
      <w:r>
        <w:rPr>
          <w:rtl/>
          <w:lang w:bidi="fa-IR"/>
        </w:rPr>
        <w:t>المجلس السّابع والستّون بعد المئة</w:t>
      </w:r>
      <w:bookmarkEnd w:id="23"/>
    </w:p>
    <w:p w:rsidR="00800C80" w:rsidRDefault="00C92D11" w:rsidP="00A003F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: دخلت عكرشة بنت الأطرش على معاوية متوكّئة على عكّاز ، فسلّمت عليه بالخلافة ، ثمّ جلست ، فقال معاوية : الآن صرتُ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عندكِ أمير المؤمنين ! قالت : نعم ، إذ لا عليٌّ حيٌّ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ألستِ المتقلّدة حمائل السّيوف بصفّين ، وأنت واقفة بين الصفّين تقولين : أيها النّاس ، عليكم أنفسكم ، لا يضرّكم مَن ضلَّ إذا اهتديتم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إنّ الجنّة لا يرحل مَن أوطنها ، ولا يهرم مَن سكنها ، ولا يموت مَن دخلها ، فابتاعوها بدارٍ لا يدوم نعيمُها ، ولا تنصرم همومُها ، وكونوا قوماً مستبصرين في دينهم ، مستظهرين بالصبر على طلب حقّهم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إنّ معاوية دَلف إليكم بعجم العرب ، غُلف القلوب ، لا يفقهون الإيمان ولا يدرون ما الحكمة ؛ دعاهم بالدّنيا فأجابوه ، واستدعاهم إلى الباطل فلبّوه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فالله الله عباد الله في دين الله ! إيّاكم والتواكل ؛ فإنّ ذلك ينقض عُرى الإسلام ، ويُطفئ نور الحقّ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هذه بدر الصغرى ، والعقبة الاُخرى يا معشر المهاجرين والأنصار ، امضوا على بصيرتكم ، واصبروا على عزيمتكم ، فكأنّي بكم غداً وقد لقيتم أهل الشام كالحُمُر الناهقة [ تصقع صقع البقر ، وتروث روث العتاق ]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فكأني أراكِ على عصاك هذه ، وقد انكفأ عليك العسكران يقولون : هذه عكرشة بنت ال</w:t>
      </w:r>
      <w:r w:rsidR="00A23942">
        <w:rPr>
          <w:rtl/>
          <w:lang w:bidi="fa-IR"/>
        </w:rPr>
        <w:t>أطرش</w:t>
      </w:r>
      <w:r>
        <w:rPr>
          <w:rtl/>
          <w:lang w:bidi="fa-IR"/>
        </w:rPr>
        <w:t>، فإنْ كدتِ لتقتلين أهل الشام ، لولا قدّر الله ، وكان أمر الله قدَراً مقدوراً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فما حملك على ذلك ؟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قالت : إنّ اللبيب إذا كره أمراً لا يُحب إعادته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صدقت ، اذكري حاجتك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إنّها كانت صدقاتنا تؤخذ من أغنيائنا فتُردّ على فقرائنا ، وإنّا قد فقدنا ذلك ؛ فما يجير لنا كسير ، ولا ينعش لنا فقير ، فإنْ كان ذلك عن رأيك ، فمثلك تنبّه عن الغفلة وراجع التوبة ، وإنْ كان عن غير رأيك ، فما مثلك استعان بالخَوَنة ولا استعمل الظَّلَمة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يا هذه ، إنّه ينوبنا من اُمور رعيتنا اُمور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يا سبحان الله ! والله ، ما فرض الله لنا حقّاً ، فجعل فيه ضرراً على غيرنا ، وهو علاّم الغيوب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يا أهل العراق ، نبّهكم علي بن أبي طالب فلم تُطاقوا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أمر بردّ صدقاتهم فيهم ، وأنصفها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وهكذا جرت عادة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2394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الملوك والحكّام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وإنْ كانوا من الظلمة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 الإحسان إلى النّساء ، وإنْ كُنّ من أعدى الأعداء ، حتّى آل الأمر إلى يزيد بن معاوية ، وعامله عبيد الله بن زياد ، فلم يجريا على ما يوجبه الدّين الإسلامي من إكرام نساء آل الرسول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ولا على ما تقتضيه الشيمة العربيّة حتّى قابلوا بنات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بما تقشعرّ منه الجلود ، وينفطر منه قلب كلّ مسلم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فمن ذلك ، قول عبيد الله بن زياد لزينب بنت أمير المؤمنين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: الحمد لله الذي قتلكم وفضحكم وأكذب اُحدوثتكم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زينب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 ذلك ، قول يزيد لسكينة بنت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كيف رأيت صنع الله بكم ؟ قالت له : اقصر عن كلامك يا بن الطليق ، حرمُك وجوارك خلف الستور ، وبنات رسول الله سبايا ! ثمّ التفت إلى اُمّ كلثوم ، وقال : كيف رأيت صنع الله بأخيك الحسين ، الذي أراد أن يأخذ مُلكي ، فخيّب الله أمله وقطع رجاه ؟ فقالت : يا يزيد ، لا تفرح بقتل أخي الحسين ؛ فإنّه كان مطيعاً لله ولرسوله ، ودعاه الله إليه فأجابه ؛ وأمّا أنت يا يزيد ، فاستعدَّ للمسألة جواباً ، وأنّى لك ب</w:t>
      </w:r>
      <w:r w:rsidR="00A23942">
        <w:rPr>
          <w:rtl/>
          <w:lang w:bidi="fa-IR"/>
        </w:rPr>
        <w:t>الجواب</w:t>
      </w:r>
      <w:r>
        <w:rPr>
          <w:rtl/>
          <w:lang w:bidi="fa-IR"/>
        </w:rPr>
        <w:t>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A2394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23942" w:rsidRDefault="00A23942" w:rsidP="008C3E0B">
            <w:pPr>
              <w:pStyle w:val="libPoem"/>
            </w:pPr>
            <w:r>
              <w:rPr>
                <w:rtl/>
                <w:lang w:bidi="fa-IR"/>
              </w:rPr>
              <w:t>وأعظمُ ما يُشجي الغيورَ دخولُها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3942" w:rsidRDefault="00A2394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3942" w:rsidRDefault="00A23942" w:rsidP="008C3E0B">
            <w:pPr>
              <w:pStyle w:val="libPoem"/>
            </w:pPr>
            <w:r>
              <w:rPr>
                <w:rtl/>
                <w:lang w:bidi="fa-IR"/>
              </w:rPr>
              <w:t>إلى مجلسٍ ما بارحَ اللهوَ والخمْرا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942" w:rsidTr="008C3E0B">
        <w:trPr>
          <w:trHeight w:val="350"/>
        </w:trPr>
        <w:tc>
          <w:tcPr>
            <w:tcW w:w="3920" w:type="dxa"/>
          </w:tcPr>
          <w:p w:rsidR="00A23942" w:rsidRDefault="00A23942" w:rsidP="008C3E0B">
            <w:pPr>
              <w:pStyle w:val="libPoem"/>
            </w:pPr>
            <w:r>
              <w:rPr>
                <w:rtl/>
                <w:lang w:bidi="fa-IR"/>
              </w:rPr>
              <w:t>يقارضُها فيهِ يزيدُ مَسبَّةً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23942" w:rsidRDefault="00A2394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23942" w:rsidRDefault="00A23942" w:rsidP="008C3E0B">
            <w:pPr>
              <w:pStyle w:val="libPoem"/>
            </w:pPr>
            <w:r>
              <w:rPr>
                <w:rtl/>
                <w:lang w:bidi="fa-IR"/>
              </w:rPr>
              <w:t>ويَصرفُ عنها وجهَهُ مُعرضاً كِبرا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5B5DC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5B5DC9">
      <w:pPr>
        <w:pStyle w:val="Heading2Center"/>
        <w:rPr>
          <w:lang w:bidi="fa-IR"/>
        </w:rPr>
      </w:pPr>
      <w:bookmarkStart w:id="24" w:name="_Toc18255837"/>
      <w:r>
        <w:rPr>
          <w:rtl/>
          <w:lang w:bidi="fa-IR"/>
        </w:rPr>
        <w:t>المجلس الثامن والستّون بعد المئة</w:t>
      </w:r>
      <w:bookmarkEnd w:id="2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: حجّ معاوية ، فسأل عن امرأة من بني كنانة كانت تنزل</w:t>
      </w:r>
      <w:r w:rsidR="005B5DC9">
        <w:rPr>
          <w:rtl/>
          <w:lang w:bidi="fa-IR"/>
        </w:rPr>
        <w:t xml:space="preserve"> بالحُجون ، يقال لها</w:t>
      </w:r>
      <w:r>
        <w:rPr>
          <w:rtl/>
          <w:lang w:bidi="fa-IR"/>
        </w:rPr>
        <w:t>: دارميّة الحجونيّة ، وكانت سوداء كثيرة اللحم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فاُخبر بسلامتها ، فبعث إليها فجيء بها ، فقال : ما جاء بك يابنة حام ؟ فقالت : لستُ لحامٍ إنْ عبتني ؛ أنا امرأة من بني كنانة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صدقت ، أتدرين لمَ بعثت إليك ؟ قالت : لا يعلم الغيب إل</w:t>
      </w:r>
      <w:r w:rsidR="003A7FFD">
        <w:rPr>
          <w:rFonts w:hint="cs"/>
          <w:rtl/>
          <w:lang w:bidi="fa-IR"/>
        </w:rPr>
        <w:t>ّ</w:t>
      </w:r>
      <w:r>
        <w:rPr>
          <w:rtl/>
          <w:lang w:bidi="fa-IR"/>
        </w:rPr>
        <w:t>ا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بعثت إليك لأسألك : عَلامَ أحببتِ علي</w:t>
      </w:r>
      <w:r w:rsidR="003A7FFD">
        <w:rPr>
          <w:rtl/>
          <w:lang w:bidi="fa-IR"/>
        </w:rPr>
        <w:t>ّاً وأبغضتني ؟ وواليته وعاديتني</w:t>
      </w:r>
      <w:r>
        <w:rPr>
          <w:rtl/>
          <w:lang w:bidi="fa-IR"/>
        </w:rPr>
        <w:t>؟ قالت : أوَتعفيني ؟ قال : لا أعفيك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أمّا إذا أبيت ، فإنّي أحببتُ عليّاً على عدله في الرعيّة ، وقسمه بالسويّة ، وأبغضتك على قتال مَن هو أولى منك بالأمر ، وطلبتك ما ليس لك بحقّ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وواليتُ عليّاً على ما عقد له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الولاء ، وحبّه المساكين ، وإعظامه لأهل الدين ، وعاديتك على سفك الدماء ، وجورك في القضاء ، وحكمك في الهوى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فلذلك انتفخ بطنك ، وعظم ثدياك ، وربت عجيزتك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يا هذا ، بهند والله ، كان يُضرب المثل في ذلك لا بي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ي</w:t>
      </w:r>
      <w:r w:rsidR="003A7FFD">
        <w:rPr>
          <w:rtl/>
          <w:lang w:bidi="fa-IR"/>
        </w:rPr>
        <w:t>ا هذه ، أربعي فإنّا لم نقلْ إل</w:t>
      </w:r>
      <w:r w:rsidR="003A7FFD">
        <w:rPr>
          <w:rFonts w:hint="cs"/>
          <w:rtl/>
          <w:lang w:bidi="fa-IR"/>
        </w:rPr>
        <w:t>ّ</w:t>
      </w:r>
      <w:r w:rsidR="003A7FFD">
        <w:rPr>
          <w:rtl/>
          <w:lang w:bidi="fa-IR"/>
        </w:rPr>
        <w:t>ا</w:t>
      </w:r>
      <w:r>
        <w:rPr>
          <w:rtl/>
          <w:lang w:bidi="fa-IR"/>
        </w:rPr>
        <w:t xml:space="preserve"> خيراً ، إنّه إذا انتفخ بطن المرأة تمّ خلق ولدها ، وإذا عظم ثدياها تروّى رضيعها ، وإذا عظمت عجيزتها رَزن مجلسها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فرجعت وسكتت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[ ثم ] قال لها : يا هذه ، هل رأيت عليّاً ؟ قالت : إي والله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فكيف رأيته ؟ قالت : رأيته والله ، لم يفتنه الملك الذي فتنك ، ولم تشغله النّعمة ال</w:t>
      </w:r>
      <w:r w:rsidR="00F57435">
        <w:rPr>
          <w:rtl/>
          <w:lang w:bidi="fa-IR"/>
        </w:rPr>
        <w:t>تي شغلتك</w:t>
      </w:r>
      <w:r w:rsidR="00343D55">
        <w:rPr>
          <w:rtl/>
          <w:lang w:bidi="fa-IR"/>
        </w:rPr>
        <w:t>.</w:t>
      </w:r>
      <w:r w:rsidR="00F57435">
        <w:rPr>
          <w:rtl/>
          <w:lang w:bidi="fa-IR"/>
        </w:rPr>
        <w:t xml:space="preserve"> قال : فهل سمعت كلامه</w:t>
      </w:r>
      <w:r>
        <w:rPr>
          <w:rtl/>
          <w:lang w:bidi="fa-IR"/>
        </w:rPr>
        <w:t>؟ قالت : نعم والله ، فكان يجلو القلوب من العمى كما يجلو الزيتُ صدأ الطست</w:t>
      </w:r>
      <w:r w:rsidR="00343D55">
        <w:rPr>
          <w:rtl/>
          <w:lang w:bidi="fa-IR"/>
        </w:rPr>
        <w:t>.</w:t>
      </w:r>
      <w:r w:rsidR="00221DB4">
        <w:rPr>
          <w:rtl/>
          <w:lang w:bidi="fa-IR"/>
        </w:rPr>
        <w:t xml:space="preserve"> قال : صدقت</w:t>
      </w:r>
      <w:r>
        <w:rPr>
          <w:rtl/>
          <w:lang w:bidi="fa-IR"/>
        </w:rPr>
        <w:t>، فهل لك من حاجة ؟ قالت : أوَتفعل إذا سألتك ؟ قال :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تعطيني مئة ناقة حمراء ، فيها فحلها وراعيها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تصنعين بها ماذا ؟ قالت : أغذو بألبانها الصغار واستحيي بها الكبار ، واكتسب بها المكارم وأصلح بها بين العشائر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فإنْ أعطيتك ذلك ، فهل أحلُّ عندكِ محلَّ علي بن أبي طالب ؟ قالت : سبحان الله </w:t>
      </w:r>
      <w:r w:rsidR="005F14E0">
        <w:rPr>
          <w:rtl/>
          <w:lang w:bidi="fa-IR"/>
        </w:rPr>
        <w:t>! أوَ دونه ؟! فأنشأ معاوية يقول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5F14E0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5F14E0" w:rsidRDefault="005F14E0" w:rsidP="008C3E0B">
            <w:pPr>
              <w:pStyle w:val="libPoem"/>
            </w:pPr>
            <w:r>
              <w:rPr>
                <w:rtl/>
                <w:lang w:bidi="fa-IR"/>
              </w:rPr>
              <w:t>إذا لمْ أعدْ بالحلمِّ مني عليكُمُ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F14E0" w:rsidRDefault="005F14E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F14E0" w:rsidRDefault="005F14E0" w:rsidP="008C3E0B">
            <w:pPr>
              <w:pStyle w:val="libPoem"/>
            </w:pPr>
            <w:r>
              <w:rPr>
                <w:rtl/>
                <w:lang w:bidi="fa-IR"/>
              </w:rPr>
              <w:t>فمَنْ ذا الذي بعدي يُؤمَّلُ للحلمِ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14E0" w:rsidTr="008C3E0B">
        <w:trPr>
          <w:trHeight w:val="350"/>
        </w:trPr>
        <w:tc>
          <w:tcPr>
            <w:tcW w:w="3920" w:type="dxa"/>
          </w:tcPr>
          <w:p w:rsidR="005F14E0" w:rsidRDefault="005F14E0" w:rsidP="008C3E0B">
            <w:pPr>
              <w:pStyle w:val="libPoem"/>
            </w:pPr>
            <w:r>
              <w:rPr>
                <w:rtl/>
                <w:lang w:bidi="fa-IR"/>
              </w:rPr>
              <w:t>خُذِيها هَنيئاً واذكُرِي فِعلَ ماجدٍ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F14E0" w:rsidRDefault="005F14E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F14E0" w:rsidRDefault="005F14E0" w:rsidP="008C3E0B">
            <w:pPr>
              <w:pStyle w:val="libPoem"/>
            </w:pPr>
            <w:r>
              <w:rPr>
                <w:rtl/>
                <w:lang w:bidi="fa-IR"/>
              </w:rPr>
              <w:t>جزاكِ على حربِ العداوةِ بالسّلمِ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ثمّ قال : أما والله ، لو كان عليٌّ حيّاً ما أعطاك منها شيئاً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لا والله ، ولا وبرة من مال المسلمين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وحِلْم ولده يزيد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لعنه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على بنات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أنْ أمر بهنّ فحُملن إليه من كربلاء إلى الكوفة ، ومن الكوفة إلى الشام ، سبايا على أقتاب المطايا ، كأنّهنّ من سبايا الروم ! وهنّ حرم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وأهل البيت الذين أذهب الله عنهم الرجس وطهّرهم تطهيراً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أمر بهنّ فاُدخلن إلى مجلسه على حالة تنفجّر لها العيون ، وتتصدّع لها القلوب ، وهم مُقرَّنون في الحبال ، وزين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مغلول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وقفوا بين يديه ، وهم على تلك الحال ، قال له علي بن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أنشدك الله يا يزيد ، ما ظنّك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لو رآنا على هذه الصفة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 يبق في القوم أحد إلاّ وبكى ، فأمر يزيد بالحبال فقُطعت ، وأمر بفكّ الغلّ عن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ED553F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ED553F" w:rsidRDefault="00ED553F" w:rsidP="008C3E0B">
            <w:pPr>
              <w:pStyle w:val="libPoem"/>
            </w:pPr>
            <w:r>
              <w:rPr>
                <w:rtl/>
                <w:lang w:bidi="fa-IR"/>
              </w:rPr>
              <w:t>أبناتُ النّبيِّ تُهدَى سبايا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D553F" w:rsidRDefault="00ED553F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D553F" w:rsidRDefault="00ED553F" w:rsidP="008C3E0B">
            <w:pPr>
              <w:pStyle w:val="libPoem"/>
            </w:pPr>
            <w:r>
              <w:rPr>
                <w:rtl/>
                <w:lang w:bidi="fa-IR"/>
              </w:rPr>
              <w:t>لبني الأدْعِيا تُقاسي جفاهَا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53F" w:rsidTr="008C3E0B">
        <w:trPr>
          <w:trHeight w:val="350"/>
        </w:trPr>
        <w:tc>
          <w:tcPr>
            <w:tcW w:w="3920" w:type="dxa"/>
          </w:tcPr>
          <w:p w:rsidR="00ED553F" w:rsidRDefault="00ED553F" w:rsidP="008C3E0B">
            <w:pPr>
              <w:pStyle w:val="libPoem"/>
            </w:pPr>
            <w:r>
              <w:rPr>
                <w:rtl/>
                <w:lang w:bidi="fa-IR"/>
              </w:rPr>
              <w:t>لابنِ مرجانةَ الدَّعيِّ وطَوراً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D553F" w:rsidRDefault="00ED553F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D553F" w:rsidRDefault="00ED553F" w:rsidP="008C3E0B">
            <w:pPr>
              <w:pStyle w:val="libPoem"/>
            </w:pPr>
            <w:r>
              <w:rPr>
                <w:rtl/>
                <w:lang w:bidi="fa-IR"/>
              </w:rPr>
              <w:t>لابنِ هندٍ تُهدى بذلِّ سباهَا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45748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457489">
      <w:pPr>
        <w:pStyle w:val="Heading2Center"/>
        <w:rPr>
          <w:lang w:bidi="fa-IR"/>
        </w:rPr>
      </w:pPr>
      <w:bookmarkStart w:id="25" w:name="_Toc18255838"/>
      <w:r>
        <w:rPr>
          <w:rtl/>
          <w:lang w:bidi="fa-IR"/>
        </w:rPr>
        <w:t>المجلس التاسع والستّون بعد المئة</w:t>
      </w:r>
      <w:bookmarkEnd w:id="2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، عن الشعبي قال : كتب معاوية إلى واليه بالكوفة أنْ يحمل إليه اُمّ الخير بنت الحريش بن سراقة البارقية ، وأعلمه أنّه مجازيه بالخير خيراً ، وبالشرِّ شرّاً بقولها فيه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فركب إليها وأقرأها الكتاب ، فقالت : أمّا أنا فغير زائغة عن طاعة ، ولا معتلّة بكذب ، ولقد كنت اُحبّ لقاءه لاُمورٍ تختلج في صدري ، فلمّا شيّعها وأراد مفارقتها ، قال لها : يا اُمّ الخير ، إنّ معاوية كتب إليّ أنّه مجازيني بالخير خيراً ، وبالشرّ شراً ، فمالي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1248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عندَكِ ؟ قالت : يا هذا ، لا يُطمعك برّك بي أنْ أسرّك بباطل ، ولا تؤيسك معرفتي بك أنْ أقول فيك غير الحقّ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فسارت خير مسير حتّى قدمت على معاوية ، فأنزلها مع حرمه ثلاثاً ، ثمّ أدخلها عليه في اليوم الرابع ، وعنده جلساؤه ، فسلّمت عليه بالخلافة ، فقال : وعليك السّلام يا اُمّ الخير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بحقٍّ ما دعوتني بهذا الاسم ؟ قالت : لكل أجلٍ كتاب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صدقت ، فكيف حالك يا خالة ؟ وكيف كنت في مسيرك ؟ قالت : لم أزل في خير وعافية حتّى صرتُ إليك ، فأنا في مجلس أنيق ، عند ملك رفيق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بحسن نيّتي ظفرت بكم ؟ قالت : يعيذك الله من دحض المقال وما تؤدّي عاقبته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ليس هذا أردنا ، أخبرينا كيف كان كلا</w:t>
      </w:r>
      <w:r w:rsidR="00D70016">
        <w:rPr>
          <w:rtl/>
          <w:lang w:bidi="fa-IR"/>
        </w:rPr>
        <w:t>مك إذ قُتل عمّار بن ياسر ؟ قالت</w:t>
      </w:r>
      <w:r>
        <w:rPr>
          <w:rtl/>
          <w:lang w:bidi="fa-IR"/>
        </w:rPr>
        <w:t>: لم أكنْ زوّرته قبلُ ولا رويته بعدُ ، وإنّما كانت كلمات نفثها لساني عند الصدمة ، فإنْ أحببت أنْ أحدث لك مقالاً غير ذلك فعلت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 معاوية إلى جلسائه ، فقال : أيّكم يحفظ كلامها ؟ فقال رجل منهم : أنا أحفظ بعض كلامها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هات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كأنّي بها بين بردين كثيفي النسيج ، وهي على جمل أرمك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بيدها سوط منتشر الظفيرة ، وهي كالفحل يهدر في شقشقته ، تقول : </w:t>
      </w:r>
      <w:r w:rsidRPr="00D70016">
        <w:rPr>
          <w:rStyle w:val="libAlaemChar"/>
          <w:rtl/>
        </w:rPr>
        <w:t>(</w:t>
      </w:r>
      <w:r w:rsidRPr="00D70016">
        <w:rPr>
          <w:rStyle w:val="libAieChar"/>
          <w:rtl/>
        </w:rPr>
        <w:t xml:space="preserve"> يَا أَيُّهَا النَّاسُ اتَّقُوا رَبَّكُمْ إِنَّ زَلْزَلَةَ السَّاعَةِ شَيْءٌ عَظِيمٌ </w:t>
      </w:r>
      <w:r w:rsidRPr="00D70016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إنّ الله أوضح لكم الحقّ ، وأبان الدليل وبيّن السبيل ، ولم يدعكم في عمياء مدلهمّة ، فأين تريدون رحمكم الله ؟ أفراراً عن أمير المؤمنين ؟ أمْ فراراً من الزحف ؟ أمْ رغبة عن الإسلام ؟ أمْ ارتداداً عن الحقّ ؟ أمَا سمعتم الله جلّ ثناؤه ، يقول : </w:t>
      </w:r>
      <w:r w:rsidRPr="00D92410">
        <w:rPr>
          <w:rStyle w:val="libAlaemChar"/>
          <w:rtl/>
        </w:rPr>
        <w:t>(</w:t>
      </w:r>
      <w:r w:rsidRPr="00D92410">
        <w:rPr>
          <w:rStyle w:val="libAieChar"/>
          <w:rtl/>
        </w:rPr>
        <w:t xml:space="preserve"> وَ</w:t>
      </w:r>
      <w:r w:rsidR="00D92410" w:rsidRPr="00D92410">
        <w:rPr>
          <w:rStyle w:val="libAieChar"/>
          <w:rFonts w:hint="cs"/>
          <w:rtl/>
        </w:rPr>
        <w:t xml:space="preserve"> </w:t>
      </w:r>
      <w:r w:rsidRPr="00D92410">
        <w:rPr>
          <w:rStyle w:val="libAieChar"/>
          <w:rtl/>
        </w:rPr>
        <w:t>لَنَبْلُوَنّكُمْ حَتّى‏ نَعْلَمَ الْمُجَاهِدِينَ مِنكُمْ وَ</w:t>
      </w:r>
      <w:r w:rsidR="00D92410" w:rsidRPr="00D92410">
        <w:rPr>
          <w:rStyle w:val="libAieChar"/>
          <w:rFonts w:hint="cs"/>
          <w:rtl/>
        </w:rPr>
        <w:t xml:space="preserve"> </w:t>
      </w:r>
      <w:r w:rsidRPr="00D92410">
        <w:rPr>
          <w:rStyle w:val="libAieChar"/>
          <w:rtl/>
        </w:rPr>
        <w:t>الصّابِرِينَ وَ</w:t>
      </w:r>
      <w:r w:rsidR="00D92410" w:rsidRPr="00D92410">
        <w:rPr>
          <w:rStyle w:val="libAieChar"/>
          <w:rFonts w:hint="cs"/>
          <w:rtl/>
        </w:rPr>
        <w:t xml:space="preserve"> </w:t>
      </w:r>
      <w:r w:rsidRPr="00D92410">
        <w:rPr>
          <w:rStyle w:val="libAieChar"/>
          <w:rtl/>
        </w:rPr>
        <w:t xml:space="preserve">نَبْلُوَا أَخْبَارَكُمْ </w:t>
      </w:r>
      <w:r w:rsidRPr="00D92410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رفعت رأسها إلى السّماء ، وهي تقول : اللهمّ ، قد عيل الصبر ، وضعف اليقين ، وانتشرت الرغبة ، وبيدك يا ربّ أزمّة القلوب ، فاجمع اللهمّ ، بها الكلمة على التّقوى ، وألّف القلوب على الهدى ، واردد الحقّ إلى أهله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هلّموا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رحمكم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إلى الإمام العادل ، والرضي التّقي ، والصدّيق الأكبر ؛ إنّها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</w:t>
      </w:r>
    </w:p>
    <w:p w:rsidR="00C92D11" w:rsidRDefault="00C92D11" w:rsidP="00617594">
      <w:pPr>
        <w:pStyle w:val="libFootnote0"/>
        <w:rPr>
          <w:lang w:bidi="fa-IR"/>
        </w:rPr>
      </w:pPr>
      <w:r w:rsidRPr="00617594">
        <w:rPr>
          <w:rtl/>
        </w:rPr>
        <w:t>(1)</w:t>
      </w:r>
      <w:r>
        <w:rPr>
          <w:rtl/>
          <w:lang w:bidi="fa-IR"/>
        </w:rPr>
        <w:t xml:space="preserve"> الأرمك : الرمادي اللون</w:t>
      </w:r>
      <w:r w:rsidR="00343D55">
        <w:rPr>
          <w:rtl/>
          <w:lang w:bidi="fa-IR"/>
        </w:rPr>
        <w:t>.</w:t>
      </w:r>
    </w:p>
    <w:p w:rsidR="00C92D11" w:rsidRDefault="00C92D11" w:rsidP="00617594">
      <w:pPr>
        <w:pStyle w:val="libFootnote0"/>
        <w:rPr>
          <w:lang w:bidi="fa-IR"/>
        </w:rPr>
      </w:pPr>
      <w:r w:rsidRPr="00617594">
        <w:rPr>
          <w:rtl/>
        </w:rPr>
        <w:t>(2)</w:t>
      </w:r>
      <w:r>
        <w:rPr>
          <w:rtl/>
          <w:lang w:bidi="fa-IR"/>
        </w:rPr>
        <w:t xml:space="preserve"> سورة الحجّ / 1</w:t>
      </w:r>
      <w:r w:rsidR="00343D55">
        <w:rPr>
          <w:rtl/>
          <w:lang w:bidi="fa-IR"/>
        </w:rPr>
        <w:t>.</w:t>
      </w:r>
    </w:p>
    <w:p w:rsidR="00C92D11" w:rsidRDefault="00C92D11" w:rsidP="00617594">
      <w:pPr>
        <w:pStyle w:val="libFootnote0"/>
        <w:rPr>
          <w:lang w:bidi="fa-IR"/>
        </w:rPr>
      </w:pPr>
      <w:r w:rsidRPr="00617594">
        <w:rPr>
          <w:rtl/>
        </w:rPr>
        <w:t>(3)</w:t>
      </w:r>
      <w:r>
        <w:rPr>
          <w:rtl/>
          <w:lang w:bidi="fa-IR"/>
        </w:rPr>
        <w:t xml:space="preserve"> سورة محمّد / 31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2028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إحنٌ بدرية ، وأحقاد جاهليّة ، وثب بها واثبٌ حين الغفلة ، ليدرك ثارات بني عبد شمس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ثمّ قالت : </w:t>
      </w:r>
      <w:r w:rsidRPr="00520282">
        <w:rPr>
          <w:rStyle w:val="libAlaemChar"/>
          <w:rtl/>
        </w:rPr>
        <w:t>(</w:t>
      </w:r>
      <w:r w:rsidRPr="00520282">
        <w:rPr>
          <w:rStyle w:val="libAieChar"/>
          <w:rtl/>
        </w:rPr>
        <w:t xml:space="preserve"> فَقَاتِلُوا أ</w:t>
      </w:r>
      <w:r w:rsidR="00520282" w:rsidRPr="00520282">
        <w:rPr>
          <w:rStyle w:val="libAieChar"/>
          <w:rtl/>
        </w:rPr>
        <w:t>َئِمَّةَ الْكُفْرِ إِنَّهُمْ ل</w:t>
      </w:r>
      <w:r w:rsidR="00520282" w:rsidRPr="00520282">
        <w:rPr>
          <w:rStyle w:val="libAieChar"/>
          <w:rFonts w:hint="cs"/>
          <w:rtl/>
        </w:rPr>
        <w:t>َ</w:t>
      </w:r>
      <w:r w:rsidR="00520282" w:rsidRPr="00520282">
        <w:rPr>
          <w:rStyle w:val="libAieChar"/>
          <w:rtl/>
        </w:rPr>
        <w:t>ا</w:t>
      </w:r>
      <w:r w:rsidRPr="00520282">
        <w:rPr>
          <w:rStyle w:val="libAieChar"/>
          <w:rtl/>
        </w:rPr>
        <w:t xml:space="preserve"> أَيْمَانَ لَهُمْ لَعَلَّهُمْ يَنتَهُونَ </w:t>
      </w:r>
      <w:r w:rsidRPr="0052028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صبراً يا معشر المهاجرين والأنصار ، قاتلوا على بصيرة من ربّكم ، وثبات من دينكم ، فكأنّي بكم غداً ، وقد لقيتم أهل الشام كحُمرٍ مستنفرةٍ فرّت من قسورة ، لا تدري أين يُسلك بها من فجاج الأرض ، باعوا الآخرة بالدّنيا ، واشتروا الضلالة بالهدى ، وعمّا قليل ليصبح</w:t>
      </w:r>
      <w:r w:rsidR="006E1982">
        <w:rPr>
          <w:rtl/>
          <w:lang w:bidi="fa-IR"/>
        </w:rPr>
        <w:t>نّ نادمين حين تحلّ بهم النّدامة</w:t>
      </w:r>
      <w:r>
        <w:rPr>
          <w:rtl/>
          <w:lang w:bidi="fa-IR"/>
        </w:rPr>
        <w:t>، فيطلبون الإقالة ، ولات حين مناص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إنّه مَن ضلّ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والله </w:t>
      </w:r>
      <w:r w:rsidR="00800C80">
        <w:rPr>
          <w:rtl/>
          <w:lang w:bidi="fa-IR"/>
        </w:rPr>
        <w:t>-</w:t>
      </w:r>
      <w:r w:rsidR="006E1982">
        <w:rPr>
          <w:rtl/>
          <w:lang w:bidi="fa-IR"/>
        </w:rPr>
        <w:t xml:space="preserve"> عن الحقّ وقع في الباطل ، أل</w:t>
      </w:r>
      <w:r w:rsidR="006E1982">
        <w:rPr>
          <w:rFonts w:hint="cs"/>
          <w:rtl/>
          <w:lang w:bidi="fa-IR"/>
        </w:rPr>
        <w:t>َ</w:t>
      </w:r>
      <w:r w:rsidR="006E1982">
        <w:rPr>
          <w:rtl/>
          <w:lang w:bidi="fa-IR"/>
        </w:rPr>
        <w:t>ا</w:t>
      </w:r>
      <w:r>
        <w:rPr>
          <w:rtl/>
          <w:lang w:bidi="fa-IR"/>
        </w:rPr>
        <w:t xml:space="preserve"> إنّ أولياء الله استصغروا عمر الدنيا فرفضوها ، واستطابوا الآخرة فسمَوا لها ، فالله الله أيها النّاس ، قبل أنْ تُبطل الحقوق ، وتُعطّل الحدود ، وتقوى كلمة الشيطان ، فإلى أين تريدون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رحمكم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عن ابن عمّ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وصهره ، وأبي سبطيه ؟ خُلق من طينته ، وتفرّع عن نبعته ، وجعله باب دينه ، وأبان ببغضه المنافقين ، وها هو ذا مفلّق الهام ومكسّر الأصنام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صلّى والنّاس مشركون ، وأطاع والنّاس كارهون ، فلم يزل في ذلك حتّى قتل مبارزيه ، وأفنى أهل اُحد ، وهزم الأحزاب ، وقتل الله به أهل خيبر ، فيالها من وقائع زرعت في القلوب نفاقاً وردّة وشقاقاً ، وزادت المؤمنين إيماناً ! قد اجتهدتُ في القول وبالغت في النّصيحة ، وبالله التوفيق ، والسّلام عليكم ورحمة الله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فقال معاوية : يا اُمّ </w:t>
      </w:r>
      <w:r w:rsidR="006E1982">
        <w:rPr>
          <w:rtl/>
          <w:lang w:bidi="fa-IR"/>
        </w:rPr>
        <w:t>الخير ، ما أردت بهذا الكلام إل</w:t>
      </w:r>
      <w:r w:rsidR="006E1982">
        <w:rPr>
          <w:rFonts w:hint="cs"/>
          <w:rtl/>
          <w:lang w:bidi="fa-IR"/>
        </w:rPr>
        <w:t>ّ</w:t>
      </w:r>
      <w:r w:rsidR="006E1982">
        <w:rPr>
          <w:rtl/>
          <w:lang w:bidi="fa-IR"/>
        </w:rPr>
        <w:t>ا</w:t>
      </w:r>
      <w:r>
        <w:rPr>
          <w:rtl/>
          <w:lang w:bidi="fa-IR"/>
        </w:rPr>
        <w:t xml:space="preserve"> قتلي ، ولو قتلتكِ ما حُرجت في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والله ، ما يسؤني أنْ يجري قتلي على يدي مَن يُسعدني الله بشقائه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هيهات يا كثيرة الفضول ! ما تقولين في عثمان ؟ قالت : وما عسيت أنْ أقول فيه ! استخلفه النّاس وهم به راضون ، وقتلوه وهم له كارهون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هذا ثناؤك الذي تثنين ؟ ثمّ سألها عن الزّبير ، فأجابته ، ثمّ قالت : أسألك بحقّ الله أنْ تعفيني من هذه المسائل ، وتسأ</w:t>
      </w:r>
      <w:r w:rsidR="006E1982">
        <w:rPr>
          <w:rtl/>
          <w:lang w:bidi="fa-IR"/>
        </w:rPr>
        <w:t>لني عمّا شئت من غيرها</w:t>
      </w:r>
      <w:r w:rsidR="00343D55">
        <w:rPr>
          <w:rtl/>
          <w:lang w:bidi="fa-IR"/>
        </w:rPr>
        <w:t>.</w:t>
      </w:r>
      <w:r w:rsidR="006E1982">
        <w:rPr>
          <w:rtl/>
          <w:lang w:bidi="fa-IR"/>
        </w:rPr>
        <w:t xml:space="preserve"> فأعفاها</w:t>
      </w:r>
      <w:r>
        <w:rPr>
          <w:rtl/>
          <w:lang w:bidi="fa-IR"/>
        </w:rPr>
        <w:t>، وأمر لها</w:t>
      </w:r>
    </w:p>
    <w:p w:rsidR="00D623D5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D623D5">
        <w:rPr>
          <w:rtl/>
          <w:lang w:bidi="fa-IR"/>
        </w:rPr>
        <w:t>_</w:t>
      </w:r>
    </w:p>
    <w:p w:rsidR="00800C80" w:rsidRDefault="00C92D11" w:rsidP="00D623D5">
      <w:pPr>
        <w:pStyle w:val="libFootnote0"/>
        <w:rPr>
          <w:lang w:bidi="fa-IR"/>
        </w:rPr>
      </w:pPr>
      <w:r w:rsidRPr="00D623D5">
        <w:rPr>
          <w:rtl/>
        </w:rPr>
        <w:t>(1)</w:t>
      </w:r>
      <w:r>
        <w:rPr>
          <w:rtl/>
          <w:lang w:bidi="fa-IR"/>
        </w:rPr>
        <w:t xml:space="preserve"> سورة التوبة / 12.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D623D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بجائزة رفيعة ، ورّدها مُكرّمة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وابن زياد ، ل</w:t>
      </w:r>
      <w:r w:rsidR="00D623D5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اُدخلت عليه حوراء النّساء ، زينب بنت أمير المؤمنين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لم يعفها من مخاطبته ، فإنّها ل</w:t>
      </w:r>
      <w:r w:rsidR="00D623D5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جلست متنكّرة ، وعليها أرذل ثيابها ، قال ابن زياد : مَن هذه ؟ فلمْ تجبه ، فأعاد القول ثانياً ، وثالثاً يسأل عنها ، فلمْ تجبه ، فقال له بعض إمائها : هذه زينب بنت فاطمة بنت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فأقبل عليها ابن زياد ، فقال : الحمد لله الذي قتلكم وفضحكم وأكذب اُحدوثتكم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: كيف رأيت صنع الله بأخيك ، </w:t>
      </w:r>
      <w:r w:rsidR="00D623D5">
        <w:rPr>
          <w:rtl/>
          <w:lang w:bidi="fa-IR"/>
        </w:rPr>
        <w:t>وأهل بيتك ؟ فقالت : ما رأيت إل</w:t>
      </w:r>
      <w:r w:rsidR="00D623D5">
        <w:rPr>
          <w:rFonts w:hint="cs"/>
          <w:rtl/>
          <w:lang w:bidi="fa-IR"/>
        </w:rPr>
        <w:t>ّ</w:t>
      </w:r>
      <w:r w:rsidR="00D623D5">
        <w:rPr>
          <w:rtl/>
          <w:lang w:bidi="fa-IR"/>
        </w:rPr>
        <w:t>ا</w:t>
      </w:r>
      <w:r>
        <w:rPr>
          <w:rtl/>
          <w:lang w:bidi="fa-IR"/>
        </w:rPr>
        <w:t xml:space="preserve"> جميلاً ، هؤلاء قوم كتب الله عليهم القتل فبرزوا إلى مضاجعهم ، وسيجمع الله بينك وبينهم فتُحاج وتُخاصم ، فانظر ل</w:t>
      </w:r>
      <w:r w:rsidR="00D623D5">
        <w:rPr>
          <w:rFonts w:hint="cs"/>
          <w:rtl/>
          <w:lang w:bidi="fa-IR"/>
        </w:rPr>
        <w:t>ـ</w:t>
      </w:r>
      <w:r>
        <w:rPr>
          <w:rtl/>
          <w:lang w:bidi="fa-IR"/>
        </w:rPr>
        <w:t>مَن الفلج يومئذ ، هبلتك اُمّك يابن مرجانة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فاستشاط اللعين غضباً ، وكأنّه همّ بها ، فقال له عمرو بن حريث : إنّها امرأة ، والمرأة لا تؤاخذ بشيء من منطقها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 لقد شفى الله قلبي من طاغيتك الحسين ، والعصاة ال</w:t>
      </w:r>
      <w:r w:rsidR="00D623D5">
        <w:rPr>
          <w:rFonts w:hint="cs"/>
          <w:rtl/>
          <w:lang w:bidi="fa-IR"/>
        </w:rPr>
        <w:t>ـ</w:t>
      </w:r>
      <w:r>
        <w:rPr>
          <w:rtl/>
          <w:lang w:bidi="fa-IR"/>
        </w:rPr>
        <w:t>مَرَدة من أهل بيتك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فرقّتْ زينب وبكتْ ، وقالت له : لَعمر</w:t>
      </w:r>
      <w:r w:rsidR="00D623D5">
        <w:rPr>
          <w:rtl/>
          <w:lang w:bidi="fa-IR"/>
        </w:rPr>
        <w:t>ي ، لقد قتلتَ كهلي وأبرزتَ أهلي</w:t>
      </w:r>
      <w:r>
        <w:rPr>
          <w:rtl/>
          <w:lang w:bidi="fa-IR"/>
        </w:rPr>
        <w:t>، وقطعتَ فرعي واجتثثتَ أصلي ، فإنْ كان هذا شفاؤك فقد اشتفيت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D623D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D623D5" w:rsidRDefault="00D623D5" w:rsidP="008C3E0B">
            <w:pPr>
              <w:pStyle w:val="libPoem"/>
            </w:pPr>
            <w:r>
              <w:rPr>
                <w:rtl/>
                <w:lang w:bidi="fa-IR"/>
              </w:rPr>
              <w:t>أبنتُ رسولِ اللهِ تُهدَى سبيّةً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23D5" w:rsidRDefault="00D623D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23D5" w:rsidRDefault="00D623D5" w:rsidP="008C3E0B">
            <w:pPr>
              <w:pStyle w:val="libPoem"/>
            </w:pPr>
            <w:r>
              <w:rPr>
                <w:rtl/>
                <w:lang w:bidi="fa-IR"/>
              </w:rPr>
              <w:t>لنغلِ زيادِ الرّجسْ أعظِمْ بهِ خطبَا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D1173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D11738">
      <w:pPr>
        <w:pStyle w:val="Heading2Center"/>
        <w:rPr>
          <w:lang w:bidi="fa-IR"/>
        </w:rPr>
      </w:pPr>
      <w:bookmarkStart w:id="26" w:name="_Toc18255839"/>
      <w:r>
        <w:rPr>
          <w:rtl/>
          <w:lang w:bidi="fa-IR"/>
        </w:rPr>
        <w:t>المجلس السّبعون بعد المئة</w:t>
      </w:r>
      <w:bookmarkEnd w:id="2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، بسنده : إنّ أروى بنت الحارث بن عبد المطلب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86CB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دخلت على معاوية ، وهي عجوز كبيرة ، فلمّا رآها معاوية ، قال : مرحباً بك وأهلاً يا خالة ، فكيف كنت بعدنا ؟ فقالت يابن أخي ، لقد كفرتَ يد النعمة ، وأسأت لابن عمّك الصُحبة ، وتسمّيت بغير اسمك ، وأخذت غير حقّك ، من غير دين كان منك ولا من آبائك ، ولا سابقة في الإسلام بعد أنْ كفرتم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فأتعس الله منكم الجدود ، وأضرع منكم الخدود ، وردّ الحقّ إلى أهله ولو كره المشركون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وكانت كلمتنا هي العليا ، ونبيّنا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هو المنصور ، فوليتم علينا من بعده ، وتحتجّون بقرابتكم من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ونحن أقرب إليه منكم وأولى بهذا الأمر ، فكنّا فيكم بمنزلة بني إسرائيل في آل فرعون ، وكان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بعد نبيّنا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بمنزلة هارون من موسى ، فغايتنا الجنّة ، وغايتكم النّار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لها عمرو بن العاص : كُفّي أيتها العجوز الضالّ</w:t>
      </w:r>
      <w:r w:rsidR="00F86CB6">
        <w:rPr>
          <w:rtl/>
          <w:lang w:bidi="fa-IR"/>
        </w:rPr>
        <w:t>ة ، واقصري عن قولك مع ذهاب عقلك</w:t>
      </w:r>
      <w:r>
        <w:rPr>
          <w:rtl/>
          <w:lang w:bidi="fa-IR"/>
        </w:rPr>
        <w:t>، إذ لا تجوز شهادتك وحدك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له : وأنت يابن النّابغة ، تتكلم واُمّك كانت أشهر امرأة تُغنّي بمكّة ، وآخذهنّ لاُجرة ! إدعاك خمسةُ نفرٍ من قريش ، فسُئلت اُمّك عنهم ، فقالت : كلّهم أتاني ، فانظروا أشبههم 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فألحقوه به ، فغَلب عليك شبه العاص بن وائل ، فلحقت 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مروان : كُفّي أيتها العجوز ، واقصري لما جئت 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وأنت أيضاً يابن الزرقاء ، تتكلم ! ثمّ التفتت إلى معاوية ، فقالت : والله ، ما جرّأ عليّ هؤلاء غيرك ، فإنّ اُمّك القائلة في قتل حمزة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F86CB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F86CB6" w:rsidRDefault="00F86CB6" w:rsidP="008C3E0B">
            <w:pPr>
              <w:pStyle w:val="libPoem"/>
            </w:pPr>
            <w:r>
              <w:rPr>
                <w:rtl/>
                <w:lang w:bidi="fa-IR"/>
              </w:rPr>
              <w:t>نحنُ جزيْناكُمْ بيَومِ بدْرِ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86CB6" w:rsidRDefault="00F86CB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86CB6" w:rsidRDefault="00F86CB6" w:rsidP="008C3E0B">
            <w:pPr>
              <w:pStyle w:val="libPoem"/>
            </w:pPr>
            <w:r>
              <w:rPr>
                <w:rtl/>
                <w:lang w:bidi="fa-IR"/>
              </w:rPr>
              <w:t>والحرْبُ بعدَ الحرْبِ ذاتَ سَعْرِ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6CB6" w:rsidTr="008C3E0B">
        <w:trPr>
          <w:trHeight w:val="350"/>
        </w:trPr>
        <w:tc>
          <w:tcPr>
            <w:tcW w:w="3920" w:type="dxa"/>
          </w:tcPr>
          <w:p w:rsidR="00F86CB6" w:rsidRDefault="00F86CB6" w:rsidP="008C3E0B">
            <w:pPr>
              <w:pStyle w:val="libPoem"/>
            </w:pPr>
            <w:r>
              <w:rPr>
                <w:rtl/>
                <w:lang w:bidi="fa-IR"/>
              </w:rPr>
              <w:t>ما كانَ عنْ عُتبةَ ليْ مِنْ صبْرِ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86CB6" w:rsidRDefault="00F86CB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86CB6" w:rsidRDefault="00F86CB6" w:rsidP="008C3E0B">
            <w:pPr>
              <w:pStyle w:val="libPoem"/>
            </w:pPr>
            <w:r>
              <w:rPr>
                <w:rtl/>
                <w:lang w:bidi="fa-IR"/>
              </w:rPr>
              <w:t>وشُكْر وحشيٍّ عليَّ دَهْري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B85B4A">
      <w:pPr>
        <w:pStyle w:val="libPoemCenter"/>
        <w:rPr>
          <w:lang w:bidi="fa-IR"/>
        </w:rPr>
      </w:pPr>
      <w:r>
        <w:rPr>
          <w:rtl/>
          <w:lang w:bidi="fa-IR"/>
        </w:rPr>
        <w:t>حتى ترمَّ أعظُمِي في قبري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فأجابتها بنت عمّي ، وهي تقول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B85B4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B85B4A" w:rsidRDefault="00B85B4A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خُزِيتِ في بدرٍ وبعدَ بدرِ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5B4A" w:rsidRDefault="00B85B4A" w:rsidP="008C3E0B">
            <w:pPr>
              <w:pStyle w:val="libPoem"/>
            </w:pPr>
            <w:r>
              <w:rPr>
                <w:rtl/>
                <w:lang w:bidi="fa-IR"/>
              </w:rPr>
              <w:t>يابنةَ جبَّارٍ عظيمِ الكُفرِ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معاوية : عفا الله عمّا سلف يا خالة ، هاتِ حاجتك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ما لي إليك حاجة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وخرجت عنه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هذه أروى بنت الحارث بن عبد المطلب ، حرّكتها الغيرة الهاشميّة ، وهي امرأة ، فقابلت معاوية وعمراً ومروان ، بما قابلتهم 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كما حرّكت الغيرة الهاشميّة زينب بنت أمير المؤمنين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ل</w:t>
      </w:r>
      <w:r w:rsidR="003E3E12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وضع رأس أخيها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بين يدي يزيد بن معاوية ، وجعل ينكثه بقضيب الخيزران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B85B4A" w:rsidTr="00B85B4A">
        <w:trPr>
          <w:trHeight w:val="350"/>
        </w:trPr>
        <w:tc>
          <w:tcPr>
            <w:tcW w:w="3536" w:type="dxa"/>
            <w:shd w:val="clear" w:color="auto" w:fill="auto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ليتَ أشياخي ببدرٍ شَهدوا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جَزعَ الخزْرجِ منْ وقْعِ الأسلْ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5B4A" w:rsidTr="00B85B4A">
        <w:tblPrEx>
          <w:tblLook w:val="04A0"/>
        </w:tblPrEx>
        <w:trPr>
          <w:trHeight w:val="350"/>
        </w:trPr>
        <w:tc>
          <w:tcPr>
            <w:tcW w:w="3536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لأهلّوا واسْتهلّوا فرحاً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ثمّ قالوا يا يزيدُ لا تشلْ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5B4A" w:rsidTr="00B85B4A">
        <w:tblPrEx>
          <w:tblLook w:val="04A0"/>
        </w:tblPrEx>
        <w:trPr>
          <w:trHeight w:val="350"/>
        </w:trPr>
        <w:tc>
          <w:tcPr>
            <w:tcW w:w="3536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قدْ قتلْنا القَرمَ منْ ساداتِهمْ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وعدلْناهُ ببدْرٍ فاعتَدَلْ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5B4A" w:rsidTr="00B85B4A">
        <w:tblPrEx>
          <w:tblLook w:val="04A0"/>
        </w:tblPrEx>
        <w:trPr>
          <w:trHeight w:val="350"/>
        </w:trPr>
        <w:tc>
          <w:tcPr>
            <w:tcW w:w="3536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لعبتْ هاشمُ بال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مُلكِ فلا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خبرٌ جاء ولا وحيٌ نَزلْ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5B4A" w:rsidTr="00B85B4A">
        <w:tblPrEx>
          <w:tblLook w:val="04A0"/>
        </w:tblPrEx>
        <w:trPr>
          <w:trHeight w:val="350"/>
        </w:trPr>
        <w:tc>
          <w:tcPr>
            <w:tcW w:w="3536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لستُ من خِندفَ إنْ لم أنتقمْ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85B4A" w:rsidRDefault="00B85B4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85B4A" w:rsidRDefault="003E3E12" w:rsidP="008C3E0B">
            <w:pPr>
              <w:pStyle w:val="libPoem"/>
            </w:pPr>
            <w:r>
              <w:rPr>
                <w:rtl/>
                <w:lang w:bidi="fa-IR"/>
              </w:rPr>
              <w:t>مِن بني أحمدَ ما كانَ فعلْ</w:t>
            </w:r>
            <w:r w:rsidR="00B85B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فقامت زينب بنت أمير المؤمنين عليها وعلى أبيها السّلام ، وخطبت تلك الخطبة العظيمة المشهورة ، إلى أنْ قالت في آخر خطبتها : تهتف بأشياخك ، زعمت أنّك تناديهم ، فلتردنّ وشيكاً موردهم ، ولتودّنّ أنّك شُللت وبُكمت ، ولم تكن قلتَ ما قُلتْ ، وفعلتَ ما فعلت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اللهمّ ، خذ لنا بحقّنا ، وانتقم ممّن ظلمنا ، واحلل غضبك بمَن سفك دماءنا وقت</w:t>
      </w:r>
      <w:r w:rsidR="00BC0D27">
        <w:rPr>
          <w:rtl/>
          <w:lang w:bidi="fa-IR"/>
        </w:rPr>
        <w:t>ل حماتنا</w:t>
      </w:r>
      <w:r w:rsidR="00343D55">
        <w:rPr>
          <w:rtl/>
          <w:lang w:bidi="fa-IR"/>
        </w:rPr>
        <w:t>.</w:t>
      </w:r>
      <w:r w:rsidR="00BC0D27">
        <w:rPr>
          <w:rtl/>
          <w:lang w:bidi="fa-IR"/>
        </w:rPr>
        <w:t xml:space="preserve"> فوالله ، ما فريت إل</w:t>
      </w:r>
      <w:r w:rsidR="00BC0D27">
        <w:rPr>
          <w:rFonts w:hint="cs"/>
          <w:rtl/>
          <w:lang w:bidi="fa-IR"/>
        </w:rPr>
        <w:t>ّ</w:t>
      </w:r>
      <w:r w:rsidR="00BC0D27">
        <w:rPr>
          <w:rtl/>
          <w:lang w:bidi="fa-IR"/>
        </w:rPr>
        <w:t>ا جلدك ، وما حززت إل</w:t>
      </w:r>
      <w:r w:rsidR="00BC0D27">
        <w:rPr>
          <w:rFonts w:hint="cs"/>
          <w:rtl/>
          <w:lang w:bidi="fa-IR"/>
        </w:rPr>
        <w:t>ّ</w:t>
      </w:r>
      <w:r w:rsidR="00BC0D27">
        <w:rPr>
          <w:rtl/>
          <w:lang w:bidi="fa-IR"/>
        </w:rPr>
        <w:t>ا</w:t>
      </w:r>
      <w:r>
        <w:rPr>
          <w:rtl/>
          <w:lang w:bidi="fa-IR"/>
        </w:rPr>
        <w:t xml:space="preserve"> لحمك ، ولتردنّ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بما تحمّلت من سفك دماء ذرّيّته ، وانتهكت من حرمته في عترته ولُحمته ، حيث يجمع الله شمل</w:t>
      </w:r>
      <w:r w:rsidR="00BC0D27">
        <w:rPr>
          <w:rtl/>
          <w:lang w:bidi="fa-IR"/>
        </w:rPr>
        <w:t xml:space="preserve">هم ، ويأخذ لهم بحقِّهم : </w:t>
      </w:r>
      <w:r w:rsidR="00BC0D27" w:rsidRPr="00BC0D27">
        <w:rPr>
          <w:rStyle w:val="libAlaemChar"/>
          <w:rtl/>
        </w:rPr>
        <w:t>(</w:t>
      </w:r>
      <w:r w:rsidR="00BC0D27" w:rsidRPr="00BC0D27">
        <w:rPr>
          <w:rStyle w:val="libAieChar"/>
          <w:rtl/>
        </w:rPr>
        <w:t xml:space="preserve"> وَل</w:t>
      </w:r>
      <w:r w:rsidR="00BC0D27" w:rsidRPr="00BC0D27">
        <w:rPr>
          <w:rStyle w:val="libAieChar"/>
          <w:rFonts w:hint="cs"/>
          <w:rtl/>
        </w:rPr>
        <w:t>َ</w:t>
      </w:r>
      <w:r w:rsidR="00BC0D27" w:rsidRPr="00BC0D27">
        <w:rPr>
          <w:rStyle w:val="libAieChar"/>
          <w:rtl/>
        </w:rPr>
        <w:t>ا</w:t>
      </w:r>
      <w:r w:rsidRPr="00BC0D27">
        <w:rPr>
          <w:rStyle w:val="libAieChar"/>
          <w:rtl/>
        </w:rPr>
        <w:t xml:space="preserve"> تَحْسَبَنّ الّذِينَ قُتِلُوا فِي سَبِيلِ اللّهِ أَمْوَاتاً بَلْ أَحْيَاءٌ عِنْدَ رَبّهِمْ يُرْزَقُونَ </w:t>
      </w:r>
      <w:r w:rsidRPr="00BC0D27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يزيد متشمّتاً بها :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________________</w:t>
      </w:r>
    </w:p>
    <w:p w:rsidR="00800C80" w:rsidRDefault="00C92D11" w:rsidP="000E58EB">
      <w:pPr>
        <w:pStyle w:val="libFootnote0"/>
        <w:rPr>
          <w:lang w:bidi="fa-IR"/>
        </w:rPr>
      </w:pPr>
      <w:r w:rsidRPr="000E58EB">
        <w:rPr>
          <w:rtl/>
        </w:rPr>
        <w:t>(1)</w:t>
      </w:r>
      <w:r>
        <w:rPr>
          <w:rtl/>
          <w:lang w:bidi="fa-IR"/>
        </w:rPr>
        <w:t xml:space="preserve"> سورة آل عمران / 169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0E58E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E58EB" w:rsidRDefault="000E58EB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يا صيْحةً تُحمْدُ منْ صوائحِ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58EB" w:rsidRDefault="000E58E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58EB" w:rsidRDefault="000E58EB" w:rsidP="008C3E0B">
            <w:pPr>
              <w:pStyle w:val="libPoem"/>
            </w:pPr>
            <w:r>
              <w:rPr>
                <w:rtl/>
                <w:lang w:bidi="fa-IR"/>
              </w:rPr>
              <w:t>ما أهونَ النَّوحِ على النَّوائحِ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0E58E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0E58EB">
      <w:pPr>
        <w:pStyle w:val="Heading2Center"/>
        <w:rPr>
          <w:lang w:bidi="fa-IR"/>
        </w:rPr>
      </w:pPr>
      <w:bookmarkStart w:id="27" w:name="_Toc18255840"/>
      <w:r>
        <w:rPr>
          <w:rtl/>
          <w:lang w:bidi="fa-IR"/>
        </w:rPr>
        <w:t>المجلس الحادي والسّبعون بعد المئة</w:t>
      </w:r>
      <w:bookmarkEnd w:id="2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عن رجل من بني اُميّة قال : حضرت معاوية يوماً وقد أذن للناس إذناً عامّاً ، فدخلوا عليه لمطالبهم وحوائجهم ، فدخلت عليه امرأة من بني ذكوان كأنّها قلعة ، ومعها جاريتان لها ، ثمّ قالت : الحمد 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يا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الذي خلق اللّسان فجعل فيه البيان ، ودلّ به على النِّعم ، وأجرى به القلم فيما أبرم وحتم ، وذرأ وبرأ ، وحكم وقضى ، وصرف الكلام باللّغات المختلفة على المعاني المتفرقّة ، ألّفها بالتقديم والتأخير ، والأشباه والمناكر ، والموافقة والتزايد ؛ فأدّته الآذان إلى القلوب ، وأدّته القلوب إلى الألسن بالبيان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استدلّ به على العلم ، وعُبد به الربّ ، واُبرم به الأمر ، وعُرفت به الأقدار ، وتمّت به النِّعم ، وكان من قضاء الله وقدره أنْ قرّبتَ زياد ، وجعلت له بين آل أبي سفيان نسباً ، ثمّ ولّيته أحكام العباد ؛ يسفك الدماء بغير حلّها ولا حقّها ، ويهتك الحرم بلا مراقبة الله فيها ؛ خؤون غشوم ، كافر ظلوم ، يتخيّر من المعاصي أعظمها ، ولا يرى لله وقاراً ، ولا يظنّ أنّ له معاداً ، وغداً يُعرض عمله في صحيفتك ، وتُوقف على ما اجترم بين يدي ربّك ، ولك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اُسوة ، وبينك وبينه صهر ، فلا الماضين من أئمة الهدى اتبعت ، ولا طريقتهم سلكت ؛ جعلت عبد ثقيف على رقاب اُمّة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يدبر اُمورهم ، ويسفك دماءهم ، فماذا تقول لربّك يا معاوية ، وقد مضى من أجلك أكثره ، وذهب خيره وبقي وِزره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إنّي امرأة من بني ذكوان ، وثب زياد ال</w:t>
      </w:r>
      <w:r w:rsidR="002948A3">
        <w:rPr>
          <w:rFonts w:hint="cs"/>
          <w:rtl/>
          <w:lang w:bidi="fa-IR"/>
        </w:rPr>
        <w:t>ـ</w:t>
      </w:r>
      <w:r>
        <w:rPr>
          <w:rtl/>
          <w:lang w:bidi="fa-IR"/>
        </w:rPr>
        <w:t>مُدَّعى إلى أبي سفيان على ضيعتي التي ورثتها عن أبي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948A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واُمّي ، فغصبنيها وحال بيني وبينها ، وقتل مَن نازعه فيها من رجالي ، فأتيتك مس</w:t>
      </w:r>
      <w:r w:rsidR="002948A3">
        <w:rPr>
          <w:rtl/>
          <w:lang w:bidi="fa-IR"/>
        </w:rPr>
        <w:t>تصرخة ، فإنْ أنصفت وعدلت ، وإل</w:t>
      </w:r>
      <w:r w:rsidR="002948A3">
        <w:rPr>
          <w:rFonts w:hint="cs"/>
          <w:rtl/>
          <w:lang w:bidi="fa-IR"/>
        </w:rPr>
        <w:t>ّ</w:t>
      </w:r>
      <w:r w:rsidR="002948A3">
        <w:rPr>
          <w:rtl/>
          <w:lang w:bidi="fa-IR"/>
        </w:rPr>
        <w:t>ا</w:t>
      </w:r>
      <w:r>
        <w:rPr>
          <w:rtl/>
          <w:lang w:bidi="fa-IR"/>
        </w:rPr>
        <w:t xml:space="preserve"> وكلتك أنت وزياد إلى الله عزوجل ، فلنْ تبطل ظلامتي عندك ولا عنده ، والمُنصف لي منكما حكم عدل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فبُهت معاوية ، ينظر إليها متعجباً من كلامها ، ثمّ قال : ما لزياد ! لعن الله زياداً ؛ فإنّه لا يزال يبعث على مثالبه مَن ينشرها ، وعلى مساويه من يُثيرها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أمر كاتبه بالكتاب إلى زياد ، يأمره بالخروج </w:t>
      </w:r>
      <w:r w:rsidR="002948A3">
        <w:rPr>
          <w:rtl/>
          <w:lang w:bidi="fa-IR"/>
        </w:rPr>
        <w:t>إليها من حقِّها ، وإل</w:t>
      </w:r>
      <w:r w:rsidR="002948A3">
        <w:rPr>
          <w:rFonts w:hint="cs"/>
          <w:rtl/>
          <w:lang w:bidi="fa-IR"/>
        </w:rPr>
        <w:t>ّ</w:t>
      </w:r>
      <w:r w:rsidR="002948A3">
        <w:rPr>
          <w:rtl/>
          <w:lang w:bidi="fa-IR"/>
        </w:rPr>
        <w:t>ا</w:t>
      </w:r>
      <w:r>
        <w:rPr>
          <w:rtl/>
          <w:lang w:bidi="fa-IR"/>
        </w:rPr>
        <w:t xml:space="preserve"> صرفه مذموماً مدحوراً ، ثمّ أمر لها بعشرين ألف درهم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وعجب معاوية ، وجميع مَن حضره من مقالتها ، وبلوغها حاجتها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هكذا جرت سيرة الملوك والاُمراء في الحلم عن النّساء والضعفاء ، والإحسان إليهنّ في الجاهليّة والإسلام ، حتّى آل الأمر إلى ابن زياد ، واُدخلت عليه حوراء ال</w:t>
      </w:r>
      <w:r w:rsidR="002948A3">
        <w:rPr>
          <w:rtl/>
          <w:lang w:bidi="fa-IR"/>
        </w:rPr>
        <w:t>نّساء زينب ، فأقبل إليها ، وقال</w:t>
      </w:r>
      <w:r>
        <w:rPr>
          <w:rtl/>
          <w:lang w:bidi="fa-IR"/>
        </w:rPr>
        <w:t>: الحمد لله الذي قتلكم وفضحكم وأكذب اُحدوثتكم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الحمد لله الذي أكرمنا بنبيّه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وطهّرنا من الرجس تطهيراً ، إنّما يُفتضح الفاسق ويكذب الفاجر ، وهو غيرنا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: كيف رأيت فعل الله بأخيك ، </w:t>
      </w:r>
      <w:r w:rsidR="00C65780">
        <w:rPr>
          <w:rtl/>
          <w:lang w:bidi="fa-IR"/>
        </w:rPr>
        <w:t>وأهل بيتك ؟ فقالت : ما رأيت إل</w:t>
      </w:r>
      <w:r w:rsidR="00C65780">
        <w:rPr>
          <w:rFonts w:hint="cs"/>
          <w:rtl/>
          <w:lang w:bidi="fa-IR"/>
        </w:rPr>
        <w:t>ّ</w:t>
      </w:r>
      <w:r w:rsidR="00C65780">
        <w:rPr>
          <w:rtl/>
          <w:lang w:bidi="fa-IR"/>
        </w:rPr>
        <w:t>ا</w:t>
      </w:r>
      <w:r>
        <w:rPr>
          <w:rtl/>
          <w:lang w:bidi="fa-IR"/>
        </w:rPr>
        <w:t xml:space="preserve"> جميلاً ، هؤلاء قوم كتب الله عليهم القتل فبرزوا إلى مضاجعهم ، وسيجمع الله بينك وبينهم فتُحاج وتُخاصم ، فانظر لمَن الفلج يومئذ ، هبلتك اُمّك يابن مرجانة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فغضب ابن زياد واستشاط ، وكأنّه همّ بها ، فقال له عمرو بن ح</w:t>
      </w:r>
      <w:r w:rsidR="00C65780">
        <w:rPr>
          <w:rtl/>
          <w:lang w:bidi="fa-IR"/>
        </w:rPr>
        <w:t>ريث : أيها الأمير ، إنّها امرأة</w:t>
      </w:r>
      <w:r>
        <w:rPr>
          <w:rtl/>
          <w:lang w:bidi="fa-IR"/>
        </w:rPr>
        <w:t>، والمرأة لا تؤاخذ بشيء من منطقها ، ولا تُذم على خطئها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ابن زياد : لقد شفى الله قلبي من طاغيتك الحسين ، والعصاة ال</w:t>
      </w:r>
      <w:r w:rsidR="00C65780">
        <w:rPr>
          <w:rFonts w:hint="cs"/>
          <w:rtl/>
          <w:lang w:bidi="fa-IR"/>
        </w:rPr>
        <w:t>ـ</w:t>
      </w:r>
      <w:r>
        <w:rPr>
          <w:rtl/>
          <w:lang w:bidi="fa-IR"/>
        </w:rPr>
        <w:t>مَرَدة من أهل بيتك</w:t>
      </w:r>
      <w:r w:rsidR="00343D55">
        <w:rPr>
          <w:rtl/>
          <w:lang w:bidi="fa-IR"/>
        </w:rPr>
        <w:t>.</w:t>
      </w:r>
      <w:r w:rsidR="00C65780">
        <w:rPr>
          <w:rtl/>
          <w:lang w:bidi="fa-IR"/>
        </w:rPr>
        <w:t xml:space="preserve"> فرقّتْ زينب وبكتْ ، وقالت له</w:t>
      </w:r>
      <w:r>
        <w:rPr>
          <w:rtl/>
          <w:lang w:bidi="fa-IR"/>
        </w:rPr>
        <w:t>: لَعمري ، لقد قتلتَ كهلي وأبرزتَ أهلي ، وقطعتَ فرعي واجتثثتَ أصلي ، فإنْ كان هذا شفاؤك فقد اشتفيت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 هذه سجّاعة ، ولَعمري ، لقد ك</w:t>
      </w:r>
      <w:r w:rsidR="00C65780">
        <w:rPr>
          <w:rtl/>
          <w:lang w:bidi="fa-IR"/>
        </w:rPr>
        <w:t>ان أبوها سجّاعاً شاعراً</w:t>
      </w:r>
      <w:r w:rsidR="00343D55">
        <w:rPr>
          <w:rtl/>
          <w:lang w:bidi="fa-IR"/>
        </w:rPr>
        <w:t>.</w:t>
      </w:r>
      <w:r w:rsidR="00C65780">
        <w:rPr>
          <w:rtl/>
          <w:lang w:bidi="fa-IR"/>
        </w:rPr>
        <w:t xml:space="preserve"> فقالت</w:t>
      </w:r>
      <w:r>
        <w:rPr>
          <w:rtl/>
          <w:lang w:bidi="fa-IR"/>
        </w:rPr>
        <w:t>: ما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43001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للمرأة والسّجاعة ؟! إنّ لي عن السّجاعة لشغلاً ، ولكنّ صدري نفث بما قلت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3"/>
        <w:gridCol w:w="272"/>
        <w:gridCol w:w="3485"/>
      </w:tblGrid>
      <w:tr w:rsidR="00043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3001" w:rsidRDefault="000D1439" w:rsidP="008C3E0B">
            <w:pPr>
              <w:pStyle w:val="libPoem"/>
            </w:pPr>
            <w:r>
              <w:rPr>
                <w:rtl/>
                <w:lang w:bidi="fa-IR"/>
              </w:rPr>
              <w:t>تُصانُ بنتُ الدَّعيِّ في كللِ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مُلْ</w:t>
            </w:r>
            <w:r>
              <w:rPr>
                <w:rFonts w:hint="cs"/>
                <w:rtl/>
                <w:lang w:bidi="fa-IR"/>
              </w:rPr>
              <w:t>ـ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3001" w:rsidRDefault="000D1439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كِ وبنتُ الرَّسولِ تُبتَذل</w:t>
            </w:r>
            <w:r>
              <w:rPr>
                <w:rFonts w:hint="cs"/>
                <w:rtl/>
                <w:lang w:bidi="fa-IR"/>
              </w:rPr>
              <w:t>ُ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3001" w:rsidTr="008C3E0B">
        <w:trPr>
          <w:trHeight w:val="350"/>
        </w:trPr>
        <w:tc>
          <w:tcPr>
            <w:tcW w:w="3920" w:type="dxa"/>
          </w:tcPr>
          <w:p w:rsidR="00043001" w:rsidRDefault="000D1439" w:rsidP="008C3E0B">
            <w:pPr>
              <w:pStyle w:val="libPoem"/>
            </w:pPr>
            <w:r>
              <w:rPr>
                <w:rtl/>
                <w:lang w:bidi="fa-IR"/>
              </w:rPr>
              <w:t>يُرجى رضَى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مُصطَفَى فواعجباً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3001" w:rsidRDefault="000D1439" w:rsidP="008C3E0B">
            <w:pPr>
              <w:pStyle w:val="libPoem"/>
            </w:pPr>
            <w:r>
              <w:rPr>
                <w:rtl/>
                <w:lang w:bidi="fa-IR"/>
              </w:rPr>
              <w:t>تُقتَلُ أولادُهُ ويحتَمل</w:t>
            </w:r>
            <w:r>
              <w:rPr>
                <w:rFonts w:hint="cs"/>
                <w:rtl/>
                <w:lang w:bidi="fa-IR"/>
              </w:rPr>
              <w:t>ُ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0D143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0D1439">
      <w:pPr>
        <w:pStyle w:val="Heading2Center"/>
        <w:rPr>
          <w:lang w:bidi="fa-IR"/>
        </w:rPr>
      </w:pPr>
      <w:bookmarkStart w:id="28" w:name="_Toc18255841"/>
      <w:r>
        <w:rPr>
          <w:rtl/>
          <w:lang w:bidi="fa-IR"/>
        </w:rPr>
        <w:t>المجلس الثاني والسّبعون بعد المئة</w:t>
      </w:r>
      <w:bookmarkEnd w:id="28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المحاسن والمساوئ للبيهقي ، قيل : ل</w:t>
      </w:r>
      <w:r w:rsidR="00936F9A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بلغ غانمة بنت غانم سبُّ معاوية وعمرو بن العاص بني هاشم ، قالت لأهل مكّة : أيها النّاس ، إنّ بني هاشم أطول ال</w:t>
      </w:r>
      <w:r w:rsidR="000D1439">
        <w:rPr>
          <w:rtl/>
          <w:lang w:bidi="fa-IR"/>
        </w:rPr>
        <w:t>نّاس باعاً ، وأمجد النّاس أصلاً</w:t>
      </w:r>
      <w:r>
        <w:rPr>
          <w:rtl/>
          <w:lang w:bidi="fa-IR"/>
        </w:rPr>
        <w:t>، وأحلم النّاس حلماً ، وأكثر النّاس عطاءً ، منّا عبد مناف الذي يقول فيه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043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3001" w:rsidRDefault="000D1439" w:rsidP="008C3E0B">
            <w:pPr>
              <w:pStyle w:val="libPoem"/>
            </w:pPr>
            <w:r>
              <w:rPr>
                <w:rtl/>
                <w:lang w:bidi="fa-IR"/>
              </w:rPr>
              <w:t>كانتْ قُريشٌ بيْضةً فتَفلَّقتْ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3001" w:rsidRDefault="000D1439" w:rsidP="008C3E0B">
            <w:pPr>
              <w:pStyle w:val="libPoem"/>
            </w:pPr>
            <w:r>
              <w:rPr>
                <w:rtl/>
                <w:lang w:bidi="fa-IR"/>
              </w:rPr>
              <w:t>فال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مُحّ</w:t>
            </w:r>
            <w:r w:rsidRPr="00800C80">
              <w:rPr>
                <w:rStyle w:val="libFootnotenumChar"/>
                <w:rtl/>
              </w:rPr>
              <w:t>(1)</w:t>
            </w:r>
            <w:r>
              <w:rPr>
                <w:rtl/>
                <w:lang w:bidi="fa-IR"/>
              </w:rPr>
              <w:t xml:space="preserve"> خالصه لعبدِ مُنافِ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وولده هاشم الذي هَشم الثريد لقومه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043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هَشَمَ الثّريدَ لقومِهِ وأجارَهُمْ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ورجالُ مكّةَ مُسنتونَ عِجافُ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منّا عبد المطلب الذي سُقينا به الغيث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043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ونحنُ سنيَّ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مَحْلِ قامَ شَفِيعُنا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بمكّةَ يدعُو والمياهُ تغُورُ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أبو طالب عظيم قريش وسيّدها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043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وأتيتُهُ مَلِكاً فقامَ بحاجَتي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3001" w:rsidRDefault="00043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3001" w:rsidRDefault="009B3079" w:rsidP="008C3E0B">
            <w:pPr>
              <w:pStyle w:val="libPoem"/>
            </w:pPr>
            <w:r>
              <w:rPr>
                <w:rtl/>
                <w:lang w:bidi="fa-IR"/>
              </w:rPr>
              <w:t>وترَى العُلَيِّجَ خائباً مذْموماً</w:t>
            </w:r>
            <w:r w:rsidR="00043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العبّاس بن عبد المطلب ، أردفه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فأعطاه ماله ، وفيه يقول الشاعر :</w:t>
      </w:r>
    </w:p>
    <w:p w:rsidR="00043001" w:rsidRDefault="00043001" w:rsidP="00043001">
      <w:pPr>
        <w:pStyle w:val="libNormal"/>
        <w:rPr>
          <w:lang w:bidi="fa-IR"/>
        </w:rPr>
      </w:pPr>
      <w:r>
        <w:rPr>
          <w:rtl/>
          <w:lang w:bidi="fa-IR"/>
        </w:rPr>
        <w:t>________________</w:t>
      </w:r>
    </w:p>
    <w:p w:rsidR="00C92D11" w:rsidRDefault="00C92D11" w:rsidP="00043001">
      <w:pPr>
        <w:pStyle w:val="libFootnote0"/>
        <w:rPr>
          <w:lang w:bidi="fa-IR"/>
        </w:rPr>
      </w:pPr>
      <w:r w:rsidRPr="00043001">
        <w:rPr>
          <w:rtl/>
        </w:rPr>
        <w:t>(1)</w:t>
      </w:r>
      <w:r>
        <w:rPr>
          <w:rtl/>
          <w:lang w:bidi="fa-IR"/>
        </w:rPr>
        <w:t xml:space="preserve"> ال</w:t>
      </w:r>
      <w:r w:rsidR="00043001">
        <w:rPr>
          <w:rFonts w:hint="cs"/>
          <w:rtl/>
          <w:lang w:bidi="fa-IR"/>
        </w:rPr>
        <w:t>ـ</w:t>
      </w:r>
      <w:r>
        <w:rPr>
          <w:rtl/>
          <w:lang w:bidi="fa-IR"/>
        </w:rPr>
        <w:t>مُح ، بالميم المضمومة والح</w:t>
      </w:r>
      <w:r w:rsidR="00043001">
        <w:rPr>
          <w:rtl/>
          <w:lang w:bidi="fa-IR"/>
        </w:rPr>
        <w:t>اء المهملة : صفرة البيض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رديفُ رسولِ اللهِ لمْ أرَ مثلَهُ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t>ولا مثلُهُ حتّى القيامةِ يُوجد</w:t>
            </w:r>
            <w:r w:rsidRPr="00800C80">
              <w:rPr>
                <w:rStyle w:val="libFootnotenumChar"/>
                <w:rtl/>
              </w:rPr>
              <w:t>(1)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حمزة سيّد الشهداء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t>أبا يَعْلَى لكَ الأركانُ هُدّتْ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t>وأنتَ الماجدُ البرُّ الوَصول</w:t>
            </w:r>
            <w:r>
              <w:rPr>
                <w:rFonts w:hint="cs"/>
                <w:rtl/>
                <w:lang w:bidi="fa-IR"/>
              </w:rPr>
              <w:t>ُ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جعفر ذو الجناحين ، أحسن النّاس حسناً ، وأكملهم كمالاً ، ليس بغدّار ولا ختّار ، بدّله الله جلّ وعزّ بكل يدٍ له جناحاً يطير به في الجنة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t>هاتُوا كجعْفَرِنا ومثلِ عليِّنا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D816AF" w:rsidP="008C3E0B">
            <w:pPr>
              <w:pStyle w:val="libPoem"/>
            </w:pPr>
            <w:r>
              <w:rPr>
                <w:rtl/>
                <w:lang w:bidi="fa-IR"/>
              </w:rPr>
              <w:t>أليسا أعزَّ النّاسِ عندَ الخلائقِ</w:t>
            </w:r>
            <w:r w:rsidRPr="00800C80">
              <w:rPr>
                <w:rStyle w:val="libFootnotenumChar"/>
                <w:rtl/>
              </w:rPr>
              <w:t>(2)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أبو الحسن علي بن أبي طالب ، أفرس بني هاشم ، وأكرم من احتفى وانتعل بعد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ومن فضائله ما قصر عنكم أنباؤها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2D0F2B" w:rsidP="008C3E0B">
            <w:pPr>
              <w:pStyle w:val="libPoem"/>
            </w:pPr>
            <w:r>
              <w:rPr>
                <w:rtl/>
                <w:lang w:bidi="fa-IR"/>
              </w:rPr>
              <w:t>وهذا عليٌّ سيّدُ النّاسِ فاتَّقُوا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2D0F2B" w:rsidP="008C3E0B">
            <w:pPr>
              <w:pStyle w:val="libPoem"/>
            </w:pPr>
            <w:r>
              <w:rPr>
                <w:rtl/>
                <w:lang w:bidi="fa-IR"/>
              </w:rPr>
              <w:t>عليّاً بإسلامٍ تقدَّمَ منْ قبل</w:t>
            </w:r>
            <w:r>
              <w:rPr>
                <w:rFonts w:hint="cs"/>
                <w:rtl/>
                <w:lang w:bidi="fa-IR"/>
              </w:rPr>
              <w:t>ُ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221DB4">
      <w:pPr>
        <w:pStyle w:val="libNormal"/>
        <w:rPr>
          <w:lang w:bidi="fa-IR"/>
        </w:rPr>
      </w:pPr>
      <w:r>
        <w:rPr>
          <w:rtl/>
          <w:lang w:bidi="fa-IR"/>
        </w:rPr>
        <w:t>ومنّا الحسن بن علي ، سبط رسول الله (</w:t>
      </w:r>
      <w:r w:rsidR="00221DB4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وسيّد شباب أهل الجنة ، وفيه</w:t>
      </w:r>
      <w:r w:rsidR="00834232">
        <w:rPr>
          <w:rtl/>
          <w:lang w:bidi="fa-IR"/>
        </w:rPr>
        <w:t xml:space="preserve"> يقول الشاعر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2"/>
        <w:gridCol w:w="272"/>
        <w:gridCol w:w="3516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834232" w:rsidP="008C3E0B">
            <w:pPr>
              <w:pStyle w:val="libPoem"/>
            </w:pPr>
            <w:r>
              <w:rPr>
                <w:rtl/>
                <w:lang w:bidi="fa-IR"/>
              </w:rPr>
              <w:t>ومَنْ يكُ جدُّهُ حقّاً نبيّاً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834232" w:rsidP="008C3E0B">
            <w:pPr>
              <w:pStyle w:val="libPoem"/>
            </w:pPr>
            <w:r>
              <w:rPr>
                <w:rtl/>
                <w:lang w:bidi="fa-IR"/>
              </w:rPr>
              <w:t>فإنّ لهُ الفضيلةَ في الأنامِ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ومنّا الحسين بن علي ، حمله جبرائيل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عاتقه ، وكفى بذلك فخراً ، وفيه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936F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36F9A" w:rsidRDefault="00A65054" w:rsidP="008C3E0B">
            <w:pPr>
              <w:pStyle w:val="libPoem"/>
            </w:pPr>
            <w:r>
              <w:rPr>
                <w:rtl/>
                <w:lang w:bidi="fa-IR"/>
              </w:rPr>
              <w:t>نفَى عنهُ عيبَ الآدميينَ ربُّهُ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6F9A" w:rsidRDefault="00936F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6F9A" w:rsidRDefault="00A65054" w:rsidP="008C3E0B">
            <w:pPr>
              <w:pStyle w:val="libPoem"/>
            </w:pPr>
            <w:r>
              <w:rPr>
                <w:rtl/>
                <w:lang w:bidi="fa-IR"/>
              </w:rPr>
              <w:t>ومِنْ مجدِهِ مجدُ الحُسينِ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مُطهَّرِ</w:t>
            </w:r>
            <w:r w:rsidR="00936F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قالت : يا معشر قريش ، والله ، ما معاوية بأمير المؤمنين ، ولا هو كما يزعم ، هو والله ، شانئ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إنّي آتية معاوية وقائلة له بما يعرق منه جبينُه ، ويكثر منه عويلُه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فكتب عامل معاوية إليه بذلك ، فلمّا قربت من المدينة ، استقبلها يزيد في حشمه ومماليكه ، فلمّا دخلت المدينة ، أتت</w:t>
      </w:r>
    </w:p>
    <w:p w:rsidR="00936F9A" w:rsidRDefault="00936F9A" w:rsidP="00936F9A">
      <w:pPr>
        <w:pStyle w:val="libNormal"/>
        <w:rPr>
          <w:lang w:bidi="fa-IR"/>
        </w:rPr>
      </w:pPr>
      <w:r>
        <w:rPr>
          <w:rtl/>
          <w:lang w:bidi="fa-IR"/>
        </w:rPr>
        <w:t>________________</w:t>
      </w:r>
    </w:p>
    <w:p w:rsidR="00C92D11" w:rsidRDefault="00C92D11" w:rsidP="005B12DC">
      <w:pPr>
        <w:pStyle w:val="libFootnote0"/>
        <w:rPr>
          <w:lang w:bidi="fa-IR"/>
        </w:rPr>
      </w:pPr>
      <w:r w:rsidRPr="005B12DC">
        <w:rPr>
          <w:rtl/>
        </w:rPr>
        <w:t>(1)</w:t>
      </w:r>
      <w:r>
        <w:rPr>
          <w:rtl/>
          <w:lang w:bidi="fa-IR"/>
        </w:rPr>
        <w:t xml:space="preserve"> وردتْ مفردة ( حتّى ) في المصدر الأساس ( يوم ) ، ولعل ما أثبتناه أوفق لمقصود</w:t>
      </w:r>
      <w:r w:rsidR="005B12DC">
        <w:rPr>
          <w:rtl/>
          <w:lang w:bidi="fa-IR"/>
        </w:rPr>
        <w:t xml:space="preserve"> الشاعر إنْ لم يكُن هو المراد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الإمامَين الحسنَين )</w:t>
      </w:r>
    </w:p>
    <w:p w:rsidR="00C92D11" w:rsidRDefault="00C92D11" w:rsidP="005B12DC">
      <w:pPr>
        <w:pStyle w:val="libFootnote0"/>
        <w:rPr>
          <w:lang w:bidi="fa-IR"/>
        </w:rPr>
      </w:pPr>
      <w:r w:rsidRPr="005B12DC">
        <w:rPr>
          <w:rtl/>
        </w:rPr>
        <w:t>(2)</w:t>
      </w:r>
      <w:r>
        <w:rPr>
          <w:rtl/>
          <w:lang w:bidi="fa-IR"/>
        </w:rPr>
        <w:t xml:space="preserve"> ورد المصراع الثاني من البيت بهذا النحو : إنّا أعزُّ النّاسِ عندَ الخالقِ ، وال</w:t>
      </w:r>
      <w:r w:rsidR="005B12DC">
        <w:rPr>
          <w:rtl/>
          <w:lang w:bidi="fa-IR"/>
        </w:rPr>
        <w:t>تغيير من بعض المصادر الاُخرى</w:t>
      </w:r>
      <w:r w:rsidR="00343D55">
        <w:rPr>
          <w:rtl/>
          <w:lang w:bidi="fa-IR"/>
        </w:rPr>
        <w:t>.</w:t>
      </w:r>
      <w:r w:rsidR="005B12DC">
        <w:rPr>
          <w:rtl/>
          <w:lang w:bidi="fa-IR"/>
        </w:rPr>
        <w:t xml:space="preserve"> </w:t>
      </w:r>
      <w:r>
        <w:rPr>
          <w:rtl/>
          <w:lang w:bidi="fa-IR"/>
        </w:rPr>
        <w:t>( موقع معهد الإمامَين الحسنَين 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B12D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دار أخيها عمرو بن غانم ، فقال لها يزيد : إنّ أبا عبد الرحمن يأمرك أن تصيري إلى دار ضيافته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وكانت لا تعرفه </w:t>
      </w:r>
      <w:r w:rsidR="00800C80">
        <w:rPr>
          <w:rtl/>
          <w:lang w:bidi="fa-IR"/>
        </w:rPr>
        <w:t>-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له : مَن أنت ؟ قال : يزيد بن معاوية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فلا رعاك الله يا ناقص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فأتى أباه فأخبره ، فقال : هي أسنّ قريش وأعظمهم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كانت تعدّ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أربعمئة عاماً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كان من الغد ، أتاها معاوية فسلّم عليها ، فقالت : على المؤمنين السّلام ، وعلى الكافرين الهوان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قالت : مَن منكم ابن العاص ؟ قال عمرو : ها أنا ذا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وأنت تسبّ قريشاً وبني هاشم ، وأنت أهل السبّ يا عمرو ! إنّي والله ، لعارفة بعيوبك وعيوب اُمّك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وأمّا أنت يا معاوية ، فما كنت في خير ولا ربيت في خير ، فما لك ولبني هاشم ؟ أنساء بني اُميّة كنسائهم ؟ أمْ اُعطي اُميّة ما اُعطي هاشم في الجاهليّة والإسلام ؟ وكفى فخراً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أيّتها الكبيرة ، أنا كافٍّ عن بني هاشم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ذكّرني خطاب غانمة الهاشميّة بذلك اللسان العضب الهاشمي ، والقلب الجريء ، غير هيّابة ولا وجلة ، خطاب فخر الهاشميّات زينب بنت علي (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)) ، شبيهة أبيها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، لولده يزيد حين خطبت تلك الخطبة العظيمة ، </w:t>
      </w:r>
      <w:r w:rsidR="00836E94">
        <w:rPr>
          <w:rtl/>
          <w:lang w:bidi="fa-IR"/>
        </w:rPr>
        <w:t>وخاطبت يزيد بكلام كحدود السّيوف</w:t>
      </w:r>
      <w:r>
        <w:rPr>
          <w:rtl/>
          <w:lang w:bidi="fa-IR"/>
        </w:rPr>
        <w:t xml:space="preserve">، مستحقرة له ، غير مبالية بما هو فيه من الملك والسّلطان ، قائلةً 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من جملة كلامها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ولئن جرّت عليّ الدواهي مخاطبتك ، إنّي لأستصغر قدرك ، وأستعظم تقريعك ، وأستكبر توبيخك ، لكن العيون عَبرى والصدور حَرّى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ألا فالعجب كلّ العجب لقتل حزب الله النّجباء بحزب الشيطان الطلقاء ! ولئن اتخذتنا مغنماً لتجدنّنا وش</w:t>
      </w:r>
      <w:r w:rsidR="00836E94">
        <w:rPr>
          <w:rtl/>
          <w:lang w:bidi="fa-IR"/>
        </w:rPr>
        <w:t>يكاً مغرماً ، حين لا تجد إل</w:t>
      </w:r>
      <w:r w:rsidR="00836E94">
        <w:rPr>
          <w:rFonts w:hint="cs"/>
          <w:rtl/>
          <w:lang w:bidi="fa-IR"/>
        </w:rPr>
        <w:t>ّ</w:t>
      </w:r>
      <w:r w:rsidR="00836E94">
        <w:rPr>
          <w:rtl/>
          <w:lang w:bidi="fa-IR"/>
        </w:rPr>
        <w:t>ا</w:t>
      </w:r>
      <w:r>
        <w:rPr>
          <w:rtl/>
          <w:lang w:bidi="fa-IR"/>
        </w:rPr>
        <w:t xml:space="preserve"> ما قدّمت يداك ، وما ربّك بظلاّم للعبيد ، فإلى الله المشتكى وعليه المعوّل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فكد كيدك ، واسعَ سعيك ، وناصب جهدك ، فوالله ، لا تمحو ذكرنا ولا تُميت وحينا ، ولا تدرك أمدنا ولا</w:t>
      </w:r>
      <w:r w:rsidR="00836E94">
        <w:rPr>
          <w:rtl/>
          <w:lang w:bidi="fa-IR"/>
        </w:rPr>
        <w:t xml:space="preserve"> تدحض عنك عارها ، وهل رأيك إل</w:t>
      </w:r>
      <w:r w:rsidR="00836E94">
        <w:rPr>
          <w:rFonts w:hint="cs"/>
          <w:rtl/>
          <w:lang w:bidi="fa-IR"/>
        </w:rPr>
        <w:t>ّ</w:t>
      </w:r>
      <w:r w:rsidR="00836E94">
        <w:rPr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836E94">
        <w:rPr>
          <w:rtl/>
          <w:lang w:bidi="fa-IR"/>
        </w:rPr>
        <w:t>فَنَد ، وأيّامك إل</w:t>
      </w:r>
      <w:r w:rsidR="00836E94">
        <w:rPr>
          <w:rFonts w:hint="cs"/>
          <w:rtl/>
          <w:lang w:bidi="fa-IR"/>
        </w:rPr>
        <w:t>ّ</w:t>
      </w:r>
      <w:r w:rsidR="00836E94">
        <w:rPr>
          <w:rtl/>
          <w:lang w:bidi="fa-IR"/>
        </w:rPr>
        <w:t>ا</w:t>
      </w:r>
      <w:r>
        <w:rPr>
          <w:rtl/>
          <w:lang w:bidi="fa-IR"/>
        </w:rPr>
        <w:t xml:space="preserve"> عد</w:t>
      </w:r>
      <w:r w:rsidR="00836E94">
        <w:rPr>
          <w:rtl/>
          <w:lang w:bidi="fa-IR"/>
        </w:rPr>
        <w:t>د ، وجمعك إل</w:t>
      </w:r>
      <w:r w:rsidR="00836E94">
        <w:rPr>
          <w:rFonts w:hint="cs"/>
          <w:rtl/>
          <w:lang w:bidi="fa-IR"/>
        </w:rPr>
        <w:t>ّ</w:t>
      </w:r>
      <w:r w:rsidR="00836E94">
        <w:rPr>
          <w:rtl/>
          <w:lang w:bidi="fa-IR"/>
        </w:rPr>
        <w:t>ا</w:t>
      </w:r>
      <w:r>
        <w:rPr>
          <w:rtl/>
          <w:lang w:bidi="fa-IR"/>
        </w:rPr>
        <w:t xml:space="preserve"> بدد ، يوم يُنادي المنادي : ألا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D42D0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لعنة الله على الظالمين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5"/>
        <w:gridCol w:w="272"/>
        <w:gridCol w:w="3493"/>
      </w:tblGrid>
      <w:tr w:rsidR="000D42D0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D42D0" w:rsidRDefault="000D42D0" w:rsidP="008C3E0B">
            <w:pPr>
              <w:pStyle w:val="libPoem"/>
            </w:pPr>
            <w:r>
              <w:rPr>
                <w:rtl/>
                <w:lang w:bidi="fa-IR"/>
              </w:rPr>
              <w:t>فيا وقعةً لمْ يُحدثْ الدَّهرُ مثْلَها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42D0" w:rsidRDefault="000D42D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42D0" w:rsidRDefault="000D42D0" w:rsidP="008C3E0B">
            <w:pPr>
              <w:pStyle w:val="libPoem"/>
            </w:pPr>
            <w:r>
              <w:rPr>
                <w:rtl/>
                <w:lang w:bidi="fa-IR"/>
              </w:rPr>
              <w:t>يَبيدُ الليالي ذكرُهَا وهو خالدُ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42D0" w:rsidTr="008C3E0B">
        <w:trPr>
          <w:trHeight w:val="350"/>
        </w:trPr>
        <w:tc>
          <w:tcPr>
            <w:tcW w:w="3920" w:type="dxa"/>
          </w:tcPr>
          <w:p w:rsidR="000D42D0" w:rsidRDefault="000D42D0" w:rsidP="008C3E0B">
            <w:pPr>
              <w:pStyle w:val="libPoem"/>
            </w:pPr>
            <w:r>
              <w:rPr>
                <w:rtl/>
                <w:lang w:bidi="fa-IR"/>
              </w:rPr>
              <w:t>لألبستِ هذا الدِّينَ أثوابَ ذلَّةٍ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D42D0" w:rsidRDefault="000D42D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D42D0" w:rsidRDefault="000D42D0" w:rsidP="008C3E0B">
            <w:pPr>
              <w:pStyle w:val="libPoem"/>
            </w:pPr>
            <w:r>
              <w:rPr>
                <w:rtl/>
                <w:lang w:bidi="fa-IR"/>
              </w:rPr>
              <w:t>ترثُّ لها الأيامُ وهيَ جدَائدُ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E317E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E317E8">
      <w:pPr>
        <w:pStyle w:val="Heading2Center"/>
        <w:rPr>
          <w:lang w:bidi="fa-IR"/>
        </w:rPr>
      </w:pPr>
      <w:bookmarkStart w:id="29" w:name="_Toc18255842"/>
      <w:r>
        <w:rPr>
          <w:rtl/>
          <w:lang w:bidi="fa-IR"/>
        </w:rPr>
        <w:t>المجلس الثالث والسّبعون بعد المئة</w:t>
      </w:r>
      <w:bookmarkEnd w:id="2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كتاب بلاغات النّساء : إنّه ل</w:t>
      </w:r>
      <w:r w:rsidR="00763A09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بعث معاوية في طلب شيعته ، فكان في مَن طلب عمرو بن الحمق الخزاعي ، فراغ منه ، فأرسل إلى امرأته آمنة بنت الشريد ، فحبسها في سجن دمشق سنتين ، ثمّ إنّ عبد الرحمن بن الحكم ظفر بعمرو بن الحمق في بعض الجزيرة ، فقتله وبعث برأسه الى معاوية ، وهو أوّل رأس حُمل في الإسلام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الأعمش : أوّل رأس اُهدي من بلد إلى بلد في الإسلام ، رأس عمرو بن الحمق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أتى معاوية الرسولُ بالرأس ، بعث به إلى آمنة في السجن ، وقال للحرَسي : احفظ ما تتكلم به حتّى تؤدّيه إليّ ، واطرح الرأس في حجرها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ففعل هذا ، فارتاعت له ساعةً ، ثمّ وضعت يدها على رأسها وقالت : نفيتموه عنّي طويلاً ، وأهديتموه إليّ قتيلا ً، فأهلاً وسهلاً بمَن كنتُ له غير قالية ، وأنا له اليوم غير ناسية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ارجع به أيها الرسول إلى معاوية ، فقل له : أيتمَ الله وُلدك ، وأوحش منك أهلك ، ولا غفر لك ذنباً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فرجع الرسول إلى معاوية فأخبره بما قالت ، فأرسل إليها فأتته ، وعنده نفر فيهم أياس بن حسل ، وكان في شدقيه انتفاخ لعظم كان في لسانه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لها معاوية : أأنت يا عدوّة الله ، صاحبة الكلام الذي بلغني ؟ قالت : نعم ، غير نازعة عنه ولا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763A0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معتذرة منه ولا منكرة له ، فلَعمري ، لقد اجتهدت في الدعاء إنْ نفع الإجتهاد ، وإنّ الحقّ ل</w:t>
      </w:r>
      <w:r w:rsidR="00763A09">
        <w:rPr>
          <w:rFonts w:hint="cs"/>
          <w:rtl/>
          <w:lang w:bidi="fa-IR"/>
        </w:rPr>
        <w:t>ـ</w:t>
      </w:r>
      <w:r>
        <w:rPr>
          <w:rtl/>
          <w:lang w:bidi="fa-IR"/>
        </w:rPr>
        <w:t>مِن وراء العباد ، وما بلغت شيئاً من جزائك ، وإنّ الله بالنّقمة من ورائك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فأعرض عنها معاوية ، فقال أياس : اقتل هذه يا أمير المؤمنين ، فوالله ، ما كان زوجها أحقّ بالقتل منها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فالتفتت إليه ، وقالت : تباً لك ! ويلك ! بين لحييك كجثمان الضفدع ، ثمّ أنت تدعوه إلى قتلي كما قتل زوج</w:t>
      </w:r>
      <w:r w:rsidR="00763A09">
        <w:rPr>
          <w:rtl/>
          <w:lang w:bidi="fa-IR"/>
        </w:rPr>
        <w:t xml:space="preserve">ي بالأمس ، </w:t>
      </w:r>
      <w:r w:rsidR="00763A09" w:rsidRPr="00763A09">
        <w:rPr>
          <w:rStyle w:val="libAlaemChar"/>
          <w:rtl/>
        </w:rPr>
        <w:t>(</w:t>
      </w:r>
      <w:r w:rsidR="00763A09" w:rsidRPr="00763A09">
        <w:rPr>
          <w:rStyle w:val="libAieChar"/>
          <w:rtl/>
        </w:rPr>
        <w:t xml:space="preserve"> إِنْ تُرِيدُ إِل</w:t>
      </w:r>
      <w:r w:rsidR="00763A09" w:rsidRPr="00763A09">
        <w:rPr>
          <w:rStyle w:val="libAieChar"/>
          <w:rFonts w:hint="cs"/>
          <w:rtl/>
        </w:rPr>
        <w:t>َّ</w:t>
      </w:r>
      <w:r w:rsidR="00763A09" w:rsidRPr="00763A09">
        <w:rPr>
          <w:rStyle w:val="libAieChar"/>
          <w:rtl/>
        </w:rPr>
        <w:t>ا</w:t>
      </w:r>
      <w:r w:rsidRPr="00763A09">
        <w:rPr>
          <w:rStyle w:val="libAieChar"/>
          <w:rtl/>
        </w:rPr>
        <w:t xml:space="preserve"> أَنْ تَكُونَ جَبَّارًا فِي الأَرْضِ وَ</w:t>
      </w:r>
      <w:r w:rsidR="00763A09" w:rsidRPr="00763A09">
        <w:rPr>
          <w:rStyle w:val="libAieChar"/>
          <w:rFonts w:hint="cs"/>
          <w:rtl/>
        </w:rPr>
        <w:t xml:space="preserve"> </w:t>
      </w:r>
      <w:r w:rsidRPr="00763A09">
        <w:rPr>
          <w:rStyle w:val="libAieChar"/>
          <w:rtl/>
        </w:rPr>
        <w:t xml:space="preserve">مَا تُرِيدُ أَنْ تَكُونَ مِنَ الْمُصْلِحِينَ </w:t>
      </w:r>
      <w:r w:rsidRPr="00763A09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! فضحك معاوية ، ثم قال : لله درّك ! اخرجي ، ثمّ لا أسمع بك في شيء من الشام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وأبي ، لأخرجنّ ، ثمّ لا تسمع بي في شيء من الشام ، فما الشام لي بحبيب ، ولا أعرج فيها على حميم ، وما هي لي بوطن ، ولا أحنّ فيها إلى سكن ، ولقد عظم فيها ديني ، وما قرّت فيها عيني ، وما أنا فيها إليك بعائدة ، ولا حيث كنت بحامدة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فأشار معاوية إليها ببنانه اخرجي ، فخرجت وهي تقول : و</w:t>
      </w:r>
      <w:r w:rsidR="00763A09">
        <w:rPr>
          <w:rtl/>
          <w:lang w:bidi="fa-IR"/>
        </w:rPr>
        <w:t>آعجبي لمعاوية ! يكفّ عنّي لسانه</w:t>
      </w:r>
      <w:r>
        <w:rPr>
          <w:rtl/>
          <w:lang w:bidi="fa-IR"/>
        </w:rPr>
        <w:t>، وهو يشير إلى الخروج ببنانه ! أما والله ، ليعارضنّه عمرو بكلام مؤيّد سديد ، أوجع من نوافذ الحديد ، أو ما أنا بابنة الشريد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فخرجت وتلقّاها الأسود الهلالي ، وكان أسود أصلع أبرص ، فسمع مقالها ، فقال : لمَن تعني هذه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عليها لعنة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؟ فقالت : خزياً لك وجدعاً ، أتلعنني واللعنة بين جنبيك ! وما بين قرنيك إلى قدميك ! اخسأ يا هلمة الصعل ، ووجه الجعل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فبهت الأسود ينظر إليها ، ثمّ سأل عنها فاُخبر ، فأقبل يعتذر إليها ؛ خوفاً من لسانها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التفت معاوية إلى عبيد بن أوس ، فقال : ابعث إليها ما تقطع به عنّا لسانها ، وتقضي به ما ذكرت من دَينها ، وتخفّ به إلى بلادها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أتاها الرسول بما أمر به معاوية ، قالت : يا عجبي لمعاوية ! يقتل زوجي ، ويبعث إليّ بالجوائز ! فأخذت ذلك وخرجت تريد الجزيرة ، فمرّت بحِمص فقتلها الطاعون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فبلغ ذلك الأسود ، فأقبل إلى معاوية كالمبشرّ له ،</w:t>
      </w:r>
    </w:p>
    <w:p w:rsidR="0037616E" w:rsidRDefault="0037616E" w:rsidP="0037616E">
      <w:pPr>
        <w:pStyle w:val="libNormal"/>
        <w:rPr>
          <w:lang w:bidi="fa-IR"/>
        </w:rPr>
      </w:pPr>
      <w:r>
        <w:rPr>
          <w:rtl/>
          <w:lang w:bidi="fa-IR"/>
        </w:rPr>
        <w:t>________________</w:t>
      </w:r>
    </w:p>
    <w:p w:rsidR="00C92D11" w:rsidRDefault="00C92D11" w:rsidP="0037616E">
      <w:pPr>
        <w:pStyle w:val="libFootnote0"/>
        <w:rPr>
          <w:lang w:bidi="fa-IR"/>
        </w:rPr>
      </w:pPr>
      <w:r w:rsidRPr="0037616E">
        <w:rPr>
          <w:rtl/>
        </w:rPr>
        <w:t>(1)</w:t>
      </w:r>
      <w:r>
        <w:rPr>
          <w:rtl/>
          <w:lang w:bidi="fa-IR"/>
        </w:rPr>
        <w:t xml:space="preserve"> سورة القصص / 19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C60B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فقال : قد استُجيبت دعوتك في ابنة الشريد ، وقد كُفيتَ شرّ لسانها ، مرّت بحِمص فقتلها الطاعون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فنفسك فبشرّ ؛ فإنّ موتها لم يكن </w:t>
      </w:r>
      <w:r w:rsidR="000C60B6">
        <w:rPr>
          <w:rtl/>
          <w:lang w:bidi="fa-IR"/>
        </w:rPr>
        <w:t>على أحد أروح منه عليك ، ولَعمري</w:t>
      </w:r>
      <w:r>
        <w:rPr>
          <w:rtl/>
          <w:lang w:bidi="fa-IR"/>
        </w:rPr>
        <w:t>، ما انتصفت منها حين أفرغت عليك شؤبوباً وبيلاً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الأسود : ما أ</w:t>
      </w:r>
      <w:r w:rsidR="000C60B6">
        <w:rPr>
          <w:rtl/>
          <w:lang w:bidi="fa-IR"/>
        </w:rPr>
        <w:t>صابني من حرارة لسانها شيء ، إل</w:t>
      </w:r>
      <w:r w:rsidR="000C60B6">
        <w:rPr>
          <w:rFonts w:hint="cs"/>
          <w:rtl/>
          <w:lang w:bidi="fa-IR"/>
        </w:rPr>
        <w:t>ّ</w:t>
      </w:r>
      <w:r w:rsidR="000C60B6">
        <w:rPr>
          <w:rtl/>
          <w:lang w:bidi="fa-IR"/>
        </w:rPr>
        <w:t>ا</w:t>
      </w:r>
      <w:r>
        <w:rPr>
          <w:rtl/>
          <w:lang w:bidi="fa-IR"/>
        </w:rPr>
        <w:t xml:space="preserve"> وقد أصابك مثله ، وأشدّ منه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وعمرو بن الحمق هذا من خيار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ومن السّابقين الذين رجعوا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وأخلصوا في محبته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وكتب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إلى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 قتله عمرو بن الحمق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جواباً عن كتاب : (( أوَلست قاتلَ عمرو بن الحمق صاحب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العبد الصالح الذي أبلته العبادة ، فنحُل جسمه واصفرّ لونه ، بعدما أمّنته وأعطيته من عهود الله ومواثيقه ما لَو أعطيته طائراً لنزل إليك من رأس جبل ، ثمّ قتلته ؛ جرأةً على ربّك ، واستخفافاً بذلك العهد ؟!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وقُتل عمرو ببلاد الموصل ، وقُطع رأسه واُرسل إلى معاوية ، فأرسله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سمعت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إلى امرأته وهي في السجن ، وأمر أنْ يُطرح في حجرها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وبه اقتدى ولده يزيد في قطع رؤوس سادات المسلمين ، وحملها إليه من بلد إلى بلد ، فإنّه ل</w:t>
      </w:r>
      <w:r w:rsidR="000C60B6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، أمر عامله عبيد الله بن زياد أنْ يحمل إليه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ورؤوس أصحابه ، وسبايا أهل بيت النّبوّة ففعل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الرأس الشريف بمرأى ومنظر من نساء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وأخواته ، وبناته طول مدة الطريق ، من العراق إلى الشام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وكما طرح معاوية رأس عمرو بن الحمق في حجر زوجته بعد قتله ؛ بغياً وعتوّاً ، وشدّة بغضه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وشيعته ، أحضر ولده يزيد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بين يديه ، بمحضرٍ من نساء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وأخواته وبناته ، فأخذت الرباب زوجة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45C5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الرأسَ الشريف ، ووضعته في حجرها وقبّلته ، وقالت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E45C5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E45C52" w:rsidRDefault="00E45C52" w:rsidP="008C3E0B">
            <w:pPr>
              <w:pStyle w:val="libPoem"/>
            </w:pPr>
            <w:r>
              <w:rPr>
                <w:rtl/>
                <w:lang w:bidi="fa-IR"/>
              </w:rPr>
              <w:t>وآ حُسينا فلا نَسيتُ حُسيناً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5C52" w:rsidRDefault="00E45C5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5C52" w:rsidRDefault="00E45C52" w:rsidP="008C3E0B">
            <w:pPr>
              <w:pStyle w:val="libPoem"/>
            </w:pPr>
            <w:r>
              <w:rPr>
                <w:rtl/>
                <w:lang w:bidi="fa-IR"/>
              </w:rPr>
              <w:t>أقصَدتْهُ أسنَّةُ الأعداءِ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5C52" w:rsidTr="008C3E0B">
        <w:trPr>
          <w:trHeight w:val="350"/>
        </w:trPr>
        <w:tc>
          <w:tcPr>
            <w:tcW w:w="3920" w:type="dxa"/>
          </w:tcPr>
          <w:p w:rsidR="00E45C52" w:rsidRDefault="00E45C52" w:rsidP="008C3E0B">
            <w:pPr>
              <w:pStyle w:val="libPoem"/>
            </w:pPr>
            <w:r>
              <w:rPr>
                <w:rtl/>
                <w:lang w:bidi="fa-IR"/>
              </w:rPr>
              <w:t>غادَرُوهُ بكربَلاءَ صَريعاً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5C52" w:rsidRDefault="00E45C5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5C52" w:rsidRDefault="00E45C52" w:rsidP="008C3E0B">
            <w:pPr>
              <w:pStyle w:val="libPoem"/>
            </w:pPr>
            <w:r>
              <w:rPr>
                <w:rtl/>
                <w:lang w:bidi="fa-IR"/>
              </w:rPr>
              <w:t>لا سقَى اللهُ جانِبي كربلاءِ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وأما زينب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، ل</w:t>
      </w:r>
      <w:r w:rsidR="0031068C">
        <w:rPr>
          <w:rFonts w:hint="cs"/>
          <w:rtl/>
          <w:lang w:bidi="fa-IR"/>
        </w:rPr>
        <w:t>ـ</w:t>
      </w:r>
      <w:r>
        <w:rPr>
          <w:rtl/>
          <w:lang w:bidi="fa-IR"/>
        </w:rPr>
        <w:t>مّا رأت رأس أخيها بين يدي يزيد ، هوت إلى جيبها فشقّته ، ثمّ نادت بصوت حزين يقرح القلوب : يا حسيناه ! يا حبيب رسول الله ! يابن مكّة ومنى ! يا بن فاطمة الزهراء سيّدة النّساء ! يابن بنت المصطفى ! فأبكت كلّ مَن كان حاضراً في المجلس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45C5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E45C52" w:rsidRDefault="0031068C" w:rsidP="008C3E0B">
            <w:pPr>
              <w:pStyle w:val="libPoem"/>
            </w:pPr>
            <w:r>
              <w:rPr>
                <w:rtl/>
                <w:lang w:bidi="fa-IR"/>
              </w:rPr>
              <w:t>رقَّ لهَا الشامتُ ممّا بِها</w:t>
            </w:r>
            <w:r w:rsidR="00E45C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5C52" w:rsidRDefault="00E45C5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5C52" w:rsidRDefault="0031068C" w:rsidP="008C3E0B">
            <w:pPr>
              <w:pStyle w:val="libPoem"/>
            </w:pPr>
            <w:r>
              <w:rPr>
                <w:rtl/>
                <w:lang w:bidi="fa-IR"/>
              </w:rPr>
              <w:t>ما حالُ مَنْ رقَّ لها الشامتُ</w:t>
            </w:r>
            <w:r w:rsidR="00E45C5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9D05E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9D05E0">
      <w:pPr>
        <w:pStyle w:val="Heading2Center"/>
        <w:rPr>
          <w:lang w:bidi="fa-IR"/>
        </w:rPr>
      </w:pPr>
      <w:bookmarkStart w:id="30" w:name="_Toc18255843"/>
      <w:r>
        <w:rPr>
          <w:rtl/>
          <w:lang w:bidi="fa-IR"/>
        </w:rPr>
        <w:t>المجلس الرابع والسّبعون بعد المئة</w:t>
      </w:r>
      <w:bookmarkEnd w:id="3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9D05E0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، قال الحسن البصري : أربع خصال كنّ</w:t>
      </w:r>
      <w:r w:rsidR="0014610D">
        <w:rPr>
          <w:rtl/>
          <w:lang w:bidi="fa-IR"/>
        </w:rPr>
        <w:t xml:space="preserve"> في معاوية ، لو لم يكنّ فيه إل</w:t>
      </w:r>
      <w:r w:rsidR="0014610D">
        <w:rPr>
          <w:rFonts w:hint="cs"/>
          <w:rtl/>
          <w:lang w:bidi="fa-IR"/>
        </w:rPr>
        <w:t>ّ</w:t>
      </w:r>
      <w:r w:rsidR="0014610D">
        <w:rPr>
          <w:rtl/>
          <w:lang w:bidi="fa-IR"/>
        </w:rPr>
        <w:t>ا</w:t>
      </w:r>
      <w:r>
        <w:rPr>
          <w:rtl/>
          <w:lang w:bidi="fa-IR"/>
        </w:rPr>
        <w:t xml:space="preserve"> واحدة منهن ، كانت موبقة : انتزاؤه على هذه الاُمّة بالسُفهاء ، وفيها بقايا الصحابة وذوو الفضل ، وادّعاؤه زياداً ، وقد 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الولد للفراش ، وللعاهر الحجر )) ، واستخلافه يزيداً من بعده ، سكّيراً خمّيراً ، يزوج بين الدّب والذئب ، والكلب والضبع ؛ ينظر ما يخرج بينهما ، وقتله حجر بن عدي وأصحابه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فيا ويله ! ثمّ يا ويله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A94E17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مُرزُباني : كان حِجر بن عدي بن الأدبر الكندي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رحمة الله عليه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وفد على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وشهد القادسية ، وهو الذي فتح مَرج عذراء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وشهد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الجمل وصفّين ، وهو من العُبّاد الثقات المعروفين ، روى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وتكلّم زياد بن أبيه يوماً على المنبر ، فقال : إنّ من حقّ أمير المؤمنين ، أعادها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345E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مراراً ، فقال حِجر : كذبت ، ليس كذلك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فسكت زياد ساعة ، ثمّ أخذ في كلامه حتّى غاب عنه ما جرى ، فقال : إنّ من حقّ أمير المؤمنين ، فأخذ حِجر كفاً من حصى فحصبه ، وقال : كذبت ، عليك لعنة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فانحدر زياد عن المنبر ودخل دار الإمارة ، وانصرف حِجر ، فبعث إليه زياد الخيل والرجال ، فقالوا : أجب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إنّي والله ، ما أنا بالذي يخاف ، ولا آتيه أخافه على نفسي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ابن سيرين : لو مال لمال أهل الكوفة معه ، غير أنّه كان رجلاً ورعاً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وأبى زياد أنْ يرفع عنه الخيل حتّى سلسله ، وأنفذه مع اُناس من أصحابه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وكانوا ثلاثة عشر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إلى معاوية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سار حِجر ، أتبعه زياد بريداً ، فقال : اركض إلى معاوية ، وقل له : إنْ كان لك في سلطانك حاجة ، فاكفني حِجراً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قدم عليه حِجر ، قال : السّلام عليك يا أمير المؤمنين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وأمير المؤمنين أنا ! وجعل يكرر ذلك ، وأمر بإخراج حِجر وأصحابه إلى عذراء ، وقتلهم هناك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ابن الأثير : كان حجر وأصحابه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الذين بعث بهم زياد إلى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أربعة عشر رجلاً ، فحُبسوا بمرج عذراء ، وتشفّع أصحاب معاوية في ستّة منهم فأطلقهم ، وتشفّع بعضهم في حِجر فلم يطلقه ، وطلب اثنان منهم أنْ يرسلوهما إلى معاوية ، وقالا : إنّا نقول في هذا الرجل </w:t>
      </w:r>
      <w:r w:rsidR="00800C80">
        <w:rPr>
          <w:rtl/>
          <w:lang w:bidi="fa-IR"/>
        </w:rPr>
        <w:t>-</w:t>
      </w:r>
      <w:r w:rsidR="00777CCE">
        <w:rPr>
          <w:rtl/>
          <w:lang w:bidi="fa-IR"/>
        </w:rPr>
        <w:t xml:space="preserve"> أي</w:t>
      </w:r>
      <w:r>
        <w:rPr>
          <w:rtl/>
          <w:lang w:bidi="fa-IR"/>
        </w:rPr>
        <w:t xml:space="preserve">:علي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مثل مقالته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لأحدهما : ما تقول في علي ؟ قال : أقول فيه قولك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أتبرأ من دين علي الذي يدين الله به ؟ فسكت ، فتشفّع فيه بعض الحاضرين ، فنفاه إلى الموصل فمات بها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للآخر : ما تقول في علي ؟ قال دعني لا تسألني ، ف</w:t>
      </w:r>
      <w:r w:rsidR="00777CCE">
        <w:rPr>
          <w:rtl/>
          <w:lang w:bidi="fa-IR"/>
        </w:rPr>
        <w:t>هو خير لك</w:t>
      </w:r>
      <w:r w:rsidR="00343D55">
        <w:rPr>
          <w:rtl/>
          <w:lang w:bidi="fa-IR"/>
        </w:rPr>
        <w:t>.</w:t>
      </w:r>
      <w:r w:rsidR="00777CCE">
        <w:rPr>
          <w:rtl/>
          <w:lang w:bidi="fa-IR"/>
        </w:rPr>
        <w:t xml:space="preserve"> قال : والله لا أدعك</w:t>
      </w:r>
      <w:r>
        <w:rPr>
          <w:rtl/>
          <w:lang w:bidi="fa-IR"/>
        </w:rPr>
        <w:t>. قال : أشهد أنّه كان من الذاكرين الله كثيراً ، من الآمرين بالحقّ ، والقائمين بالقسط ، والعافين عن النّاس</w:t>
      </w:r>
      <w:r w:rsidR="00343D55">
        <w:rPr>
          <w:rtl/>
          <w:lang w:bidi="fa-IR"/>
        </w:rPr>
        <w:t>...</w:t>
      </w:r>
      <w:r>
        <w:rPr>
          <w:rtl/>
          <w:lang w:bidi="fa-IR"/>
        </w:rPr>
        <w:t xml:space="preserve"> إلى أنْ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</w:t>
      </w:r>
    </w:p>
    <w:p w:rsidR="00C92D11" w:rsidRDefault="00C92D11" w:rsidP="00777CCE">
      <w:pPr>
        <w:pStyle w:val="libFootnote0"/>
        <w:rPr>
          <w:lang w:bidi="fa-IR"/>
        </w:rPr>
      </w:pPr>
      <w:r w:rsidRPr="00777CCE">
        <w:rPr>
          <w:rtl/>
        </w:rPr>
        <w:t>(1)</w:t>
      </w:r>
      <w:r>
        <w:rPr>
          <w:rtl/>
          <w:lang w:bidi="fa-IR"/>
        </w:rPr>
        <w:t xml:space="preserve"> سيأتي في رواية ابن الأثير : إنّهم أربعة عشر ، فلعّل مراد المُرزُباني : إنّهم ثلاثة عشر ، ما عدى حجر ، ومعه أربعة عشر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C325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قال له معاوية : قتلت نفسك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بل إيّاك قتلت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فردّه إلى زياد وأمره أن يقتله شرّ قتلة ، فدفنه حيّاً ، ثمّ قُتل حجر وأصحابه بمرج عذراء ، وكانوا ستّة ، والذي دفنه زياد حيّاً ، فهؤلاء سبعة ونجا منهم سبعة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وبعث معاوية رجلاً أعور اسمه هدبة القضاعي ، ومعه رجلان ليقتلوا مَن أمروا بقتله ، فأتوا مساءً ، فقالوا لهم : إنّا قد اُمرنا أنْ نعرض عليكم البراءة من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واللّعن له ، فإنْ فعلتم تركناكم ، وإنْ أبيتم قتلناكم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فقالوا : لسنا فاعلي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</w:t>
      </w:r>
      <w:r w:rsidR="000C3257">
        <w:rPr>
          <w:rtl/>
          <w:lang w:bidi="fa-IR"/>
        </w:rPr>
        <w:t>ُفرت لهم القبور واُحضرت الأكفان</w:t>
      </w:r>
      <w:r>
        <w:rPr>
          <w:rtl/>
          <w:lang w:bidi="fa-IR"/>
        </w:rPr>
        <w:t>، وقام حِجر وأصحابه يُصلّون عامّة الليل ، كما قام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ليلة العاشر من ال</w:t>
      </w:r>
      <w:r w:rsidR="000C3257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يصلّون عامّة الليل ، ويذكرون الله تعالى ويدعون ويستغفرون ، وهم يعلمون أنّهم في صبيحة تلك الليلة مقتولون لا محالة ، كما يعلم حِجر وأصحابه أنّهم في صبيحة ليلتهم مقتولون لا محالة ، فما أشبه الأبناء بالآباء ، والخلف بالسلف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للحسين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في تلك الليلة دوي كدوي النّحل ، وباتوا ما بين قائم وقاعد وراكع وساجد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0C3257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C3257" w:rsidRDefault="000C3257" w:rsidP="008C3E0B">
            <w:pPr>
              <w:pStyle w:val="libPoem"/>
            </w:pPr>
            <w:r>
              <w:rPr>
                <w:rtl/>
                <w:lang w:bidi="fa-IR"/>
              </w:rPr>
              <w:t>سمةُ العبيدِ منَ الخشوعِ عليهمُ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3257" w:rsidRDefault="000C325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3257" w:rsidRDefault="000C3257" w:rsidP="008C3E0B">
            <w:pPr>
              <w:pStyle w:val="libPoem"/>
            </w:pPr>
            <w:r>
              <w:rPr>
                <w:rtl/>
                <w:lang w:bidi="fa-IR"/>
              </w:rPr>
              <w:t>للهِ إنْ ضمَّتهُمُ الأسحارُ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257" w:rsidTr="008C3E0B">
        <w:trPr>
          <w:trHeight w:val="350"/>
        </w:trPr>
        <w:tc>
          <w:tcPr>
            <w:tcW w:w="3920" w:type="dxa"/>
          </w:tcPr>
          <w:p w:rsidR="000C3257" w:rsidRDefault="000C3257" w:rsidP="008C3E0B">
            <w:pPr>
              <w:pStyle w:val="libPoem"/>
            </w:pPr>
            <w:r>
              <w:rPr>
                <w:rtl/>
                <w:lang w:bidi="fa-IR"/>
              </w:rPr>
              <w:t>فإذا ترجَّلت الضُّحَى شهِدتْ لهُمْ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3257" w:rsidRDefault="000C325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3257" w:rsidRDefault="000C3257" w:rsidP="008C3E0B">
            <w:pPr>
              <w:pStyle w:val="libPoem"/>
            </w:pPr>
            <w:r>
              <w:rPr>
                <w:rtl/>
                <w:lang w:bidi="fa-IR"/>
              </w:rPr>
              <w:t>بيضُ القواضبِ أنّهمْ أحرارُ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C44E5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الغد ، قُدّم حجر وأصحابه الستّة فقُتلوا ، وصُلّي عليهم ودُفنوا ، ول</w:t>
      </w:r>
      <w:r w:rsidR="00C44E5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الغد من يوم عاشوراء ، وقُتل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، لم يُصلّى عليهم ولم يُدفنوا ، بل إنّ عمر بن سعد صلّى على أصحابه ودفنهم ، وترك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مطرَّحين على الرمضاء بغير دفن ، جثثاً بلا رؤوس حتّى جاء بنو أسد بعد ثلاثة أيام ، فصلّوا على تلك الجثث الطواهر الزواكي ودفنوها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0C3257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C3257" w:rsidRDefault="00C44E54" w:rsidP="008C3E0B">
            <w:pPr>
              <w:pStyle w:val="libPoem"/>
            </w:pPr>
            <w:r>
              <w:rPr>
                <w:rtl/>
                <w:lang w:bidi="fa-IR"/>
              </w:rPr>
              <w:t>فيا أقبُراً خُطَّتْ على أنجُمٍ هوتْ</w:t>
            </w:r>
            <w:r w:rsidR="000C32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3257" w:rsidRDefault="000C325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3257" w:rsidRDefault="00C44E54" w:rsidP="008C3E0B">
            <w:pPr>
              <w:pStyle w:val="libPoem"/>
            </w:pPr>
            <w:r>
              <w:rPr>
                <w:rtl/>
                <w:lang w:bidi="fa-IR"/>
              </w:rPr>
              <w:t>وفُرّقنَ في الأطرافِ مُغترباتِ</w:t>
            </w:r>
            <w:r w:rsidR="000C32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257" w:rsidTr="008C3E0B">
        <w:trPr>
          <w:trHeight w:val="350"/>
        </w:trPr>
        <w:tc>
          <w:tcPr>
            <w:tcW w:w="3920" w:type="dxa"/>
          </w:tcPr>
          <w:p w:rsidR="000C3257" w:rsidRDefault="00C44E54" w:rsidP="008C3E0B">
            <w:pPr>
              <w:pStyle w:val="libPoem"/>
            </w:pPr>
            <w:r>
              <w:rPr>
                <w:rtl/>
                <w:lang w:bidi="fa-IR"/>
              </w:rPr>
              <w:t>وليسَ قبوراً هُنّ بل هُنّ روضةٌ</w:t>
            </w:r>
            <w:r w:rsidR="000C32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3257" w:rsidRDefault="000C325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3257" w:rsidRDefault="00C44E54" w:rsidP="008C3E0B">
            <w:pPr>
              <w:pStyle w:val="libPoem"/>
            </w:pPr>
            <w:r>
              <w:rPr>
                <w:rtl/>
                <w:lang w:bidi="fa-IR"/>
              </w:rPr>
              <w:t>مُنوَّرةٌ مُخضرَّةُ الجنباتِ</w:t>
            </w:r>
            <w:r w:rsidR="000C325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0E323F">
      <w:pPr>
        <w:pStyle w:val="Heading2Center"/>
        <w:rPr>
          <w:lang w:bidi="fa-IR"/>
        </w:rPr>
      </w:pPr>
      <w:bookmarkStart w:id="31" w:name="_Toc18255844"/>
      <w:r>
        <w:rPr>
          <w:rtl/>
          <w:lang w:bidi="fa-IR"/>
        </w:rPr>
        <w:lastRenderedPageBreak/>
        <w:t>المجلس الخامس والسّبعون بعد المئة</w:t>
      </w:r>
      <w:bookmarkEnd w:id="3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الأعمش : أوّل قتيل قُتل في الإسلام صبراً حِجر بن عدي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0E323F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: ل</w:t>
      </w:r>
      <w:r w:rsidR="000E323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بعث زياد بن أبيه بحِجر بن عدي وأصحابه إلى معاوية بالشام ، أمر معاوية بإخراجهم إلى عذراء وقتلهم هناك ، فلمّا قدم حِجر عذر</w:t>
      </w:r>
      <w:r w:rsidR="000E323F">
        <w:rPr>
          <w:rtl/>
          <w:lang w:bidi="fa-IR"/>
        </w:rPr>
        <w:t>اء ، قال : ما هذه القرية ؟ فقيل</w:t>
      </w:r>
      <w:r>
        <w:rPr>
          <w:rtl/>
          <w:lang w:bidi="fa-IR"/>
        </w:rPr>
        <w:t>: عذراء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الحمد لله ، أما والله ، إنّي لأوّل مسلم ذكر الله فيها وسجد ، وأوّل مسلم نبح عليه كلابها في سبيل الله ، ثمّ أنا اليوم اُحمل إليها مُصفّداً في الحديد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ثمّ قال حجر للذي أمر بقتلهم : دعني اُصلّي ركعتين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فصلّى ركعتين خفيفتين ، فلمّا سلّم انفتل إلى النّاس ، فقال : لولا أنْ يقولوا جزع من الموت ، لأحببت أنْ تكونا أنفس ممّا كانتا ، وأيم الله ، لئن لم تكن صلاتي فيما مضى تنفعني ، ما هاتان بنافعتي شيئاً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أخذ ثوبه فتحزّم به ، ثمّ قال ل</w:t>
      </w:r>
      <w:r w:rsidR="000E323F">
        <w:rPr>
          <w:rFonts w:hint="cs"/>
          <w:rtl/>
          <w:lang w:bidi="fa-IR"/>
        </w:rPr>
        <w:t>ـ</w:t>
      </w:r>
      <w:r>
        <w:rPr>
          <w:rtl/>
          <w:lang w:bidi="fa-IR"/>
        </w:rPr>
        <w:t>مَن حوله من أصحابه : لا تحلّوا قيودي ، فإنّي أجتمع أنا ومعاوية على هذه المحجّة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ثم مشى إليه هدبة الأعور بالسيف ، فشخص له حجر ، فقال : ألم تقل إنّك لا تجزع من الموت ؟ فقال : أرى كفناً منشوراً ، وقبراً محفوراً ، وسيفاً مشهوراً ، فما لي لا أجزع ؟! أما والله ، لئن جزعت ، لا أقول ما يسخط الربّ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: فابرأ من عليٍّ ، وقد أعدّ لك معاوية جميع ما تريد إنْ فعلت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ألم أقل إنّي لا أقول ما يسخط الربّ ؟ والله ، لقد أخبرني حبيبي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بيومي هذا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إنْ كنتَ أمرت بقتل ولدي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فقدّمه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فقدّمه فضربت عنقه ، فقيل له :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</w:p>
    <w:p w:rsidR="00C92D11" w:rsidRDefault="00C92D11" w:rsidP="000E323F">
      <w:pPr>
        <w:pStyle w:val="libFootnote0"/>
        <w:rPr>
          <w:lang w:bidi="fa-IR"/>
        </w:rPr>
      </w:pPr>
      <w:r w:rsidRPr="000E323F">
        <w:rPr>
          <w:rtl/>
        </w:rPr>
        <w:t>(1)</w:t>
      </w:r>
      <w:r>
        <w:rPr>
          <w:rtl/>
          <w:lang w:bidi="fa-IR"/>
        </w:rPr>
        <w:t xml:space="preserve"> لم يذكر غير ال</w:t>
      </w:r>
      <w:r w:rsidR="000E323F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إنّ ولد حِجر كان من جملة المقتولين ، ولعلّه جاء مع أبيه لوداعه أو لغير ذلك فقُتل ، ولم يكن من الذين بعث بهم زياد ؛ فلذلك لم</w:t>
      </w:r>
      <w:r w:rsidR="000E323F">
        <w:rPr>
          <w:rtl/>
          <w:lang w:bidi="fa-IR"/>
        </w:rPr>
        <w:t xml:space="preserve"> يذكره المؤرّخون ، والله أعلم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211B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تعجّلت الثكل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خفت أنْ يرى هول السّيف على عنقي فيرجع عن ولاية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فلا نجتمع في دار المقامة التي وعدها الله الصابرين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فلله درّ حِجر ! ما أعظم نفسه ، وأجلّ مقامه ، وأشدّ تهالكه في حبّ أهل بيت نبيّه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وفي طاعة ربه 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3211B8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211B8" w:rsidRDefault="003211B8" w:rsidP="008C3E0B">
            <w:pPr>
              <w:pStyle w:val="libPoem"/>
            </w:pPr>
            <w:r>
              <w:rPr>
                <w:rtl/>
                <w:lang w:bidi="fa-IR"/>
              </w:rPr>
              <w:t>وإذا كانتْ النّفوسُ كِباراً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11B8" w:rsidRDefault="003211B8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11B8" w:rsidRDefault="003211B8" w:rsidP="008C3E0B">
            <w:pPr>
              <w:pStyle w:val="libPoem"/>
            </w:pPr>
            <w:r>
              <w:rPr>
                <w:rtl/>
                <w:lang w:bidi="fa-IR"/>
              </w:rPr>
              <w:t>تعبتْ في جِوارها الأجسامُ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فانظر إليه كيف ثبت في هذا المقام الرهيب وسلّم نفسه للقتل ، ولم يبرأ من أمير المؤمنين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! مقام عظيم وأيَم الله ، وأيُّ مقام ! فتسليم</w:t>
      </w:r>
      <w:r w:rsidR="00917404">
        <w:rPr>
          <w:rtl/>
          <w:lang w:bidi="fa-IR"/>
        </w:rPr>
        <w:t xml:space="preserve"> النّفس للقتل ليس بالأمر الهيّن</w:t>
      </w:r>
      <w:r>
        <w:rPr>
          <w:rtl/>
          <w:lang w:bidi="fa-IR"/>
        </w:rPr>
        <w:t>. ولم يكتفِ بتسليم نفسه للقتل حتّى قدّم ابنه للقتل أمامه ؛ خوفاً عليه من أنْ يرجع عن ولاية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والولد قطعة من الكبد ، ول</w:t>
      </w:r>
      <w:r w:rsidR="00917404">
        <w:rPr>
          <w:rtl/>
          <w:lang w:bidi="fa-IR"/>
        </w:rPr>
        <w:t>ا يعدل النفس شيئاً إل</w:t>
      </w:r>
      <w:r w:rsidR="00917404">
        <w:rPr>
          <w:rFonts w:hint="cs"/>
          <w:rtl/>
          <w:lang w:bidi="fa-IR"/>
        </w:rPr>
        <w:t>ّ</w:t>
      </w:r>
      <w:r w:rsidR="00917404">
        <w:rPr>
          <w:rtl/>
          <w:lang w:bidi="fa-IR"/>
        </w:rPr>
        <w:t>ا</w:t>
      </w:r>
      <w:r>
        <w:rPr>
          <w:rtl/>
          <w:lang w:bidi="fa-IR"/>
        </w:rPr>
        <w:t xml:space="preserve"> الولد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ولهذا ل</w:t>
      </w:r>
      <w:r w:rsidR="00917404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برز علي الأكبر يوم كربلاء ، لم يملك أبوه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دمعته مع ما اُوتيه من الصبر العظيم ، وأرخى عينيه بالدموع وبكى ، ثمّ رفع سبابتيه نحو السّماء ، وقال : (( اللهمّ ، كُنْ أنت الشهيد عليهم ، فقد برز إليهم غلام أشبه النّاس خَلْقاً وخُلقاً برسولك ، وكنّا إذا اشتقنا إلى نبيَّك نظرنا إليه ))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1"/>
        <w:gridCol w:w="272"/>
        <w:gridCol w:w="3517"/>
      </w:tblGrid>
      <w:tr w:rsidR="00917404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17404" w:rsidRDefault="00917404" w:rsidP="008C3E0B">
            <w:pPr>
              <w:pStyle w:val="libPoem"/>
            </w:pPr>
            <w:r>
              <w:rPr>
                <w:rtl/>
                <w:lang w:bidi="fa-IR"/>
              </w:rPr>
              <w:t>يا كوكباً ما كان أقصرَ عُمرُهُ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17404" w:rsidRDefault="0091740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17404" w:rsidRDefault="00917404" w:rsidP="008C3E0B">
            <w:pPr>
              <w:pStyle w:val="libPoem"/>
            </w:pPr>
            <w:r>
              <w:rPr>
                <w:rtl/>
                <w:lang w:bidi="fa-IR"/>
              </w:rPr>
              <w:t>وكذا تكونُ كواكبُ الأسحارِ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ولهذا أيضاً ، ل</w:t>
      </w:r>
      <w:r w:rsidR="0091740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وصل الخبر إلى بشر بن عمرو الحضرمي يوم عاشوراء : أنّ ابنه اُسّر بثغر الري ، قال : عند الله أحتسبه ونفسي ، ما كنت أحبّ أنْ يُؤسر وأبقى بعده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فسمع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مقالته ، فقال له : (( رحمك الله ، أنت في حلٍّ من بيعتي ، فاذهب واعمل في فكاك ابنك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أكلتني السباع حيّاً إنْ فارقتك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فأعطِ ابنك هذا هذه الأثواب البُرود ؛ يستعين بها في فداء أخيه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فأعطاه خمسة أثواب بُرود قيمتها ألف دينار ، فحملها مع ولده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2911F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911F6" w:rsidRDefault="002911F6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لقدْ صَبرُوا صبْرَ الكرامِ وقدْ قضَوا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11F6" w:rsidRDefault="002911F6" w:rsidP="008C3E0B">
            <w:pPr>
              <w:pStyle w:val="libPoem"/>
            </w:pPr>
            <w:r>
              <w:rPr>
                <w:rtl/>
                <w:lang w:bidi="fa-IR"/>
              </w:rPr>
              <w:t>على رغبةٍ منهُمْ حقوقَ المكارمِ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11F6" w:rsidTr="008C3E0B">
        <w:trPr>
          <w:trHeight w:val="350"/>
        </w:trPr>
        <w:tc>
          <w:tcPr>
            <w:tcW w:w="3920" w:type="dxa"/>
          </w:tcPr>
          <w:p w:rsidR="002911F6" w:rsidRDefault="002911F6" w:rsidP="008C3E0B">
            <w:pPr>
              <w:pStyle w:val="libPoem"/>
            </w:pPr>
            <w:r>
              <w:rPr>
                <w:rtl/>
                <w:lang w:bidi="fa-IR"/>
              </w:rPr>
              <w:t>قساورةٌ يومَ القراعِ رماحُهُمْ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11F6" w:rsidRDefault="002911F6" w:rsidP="008C3E0B">
            <w:pPr>
              <w:pStyle w:val="libPoem"/>
            </w:pPr>
            <w:r>
              <w:rPr>
                <w:rtl/>
                <w:lang w:bidi="fa-IR"/>
              </w:rPr>
              <w:t>تكفَّلنَ أرزاقَ النّسورِ القشاعمِ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16002F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16002F">
      <w:pPr>
        <w:pStyle w:val="Heading2Center"/>
        <w:rPr>
          <w:lang w:bidi="fa-IR"/>
        </w:rPr>
      </w:pPr>
      <w:bookmarkStart w:id="32" w:name="_Toc18255845"/>
      <w:r>
        <w:rPr>
          <w:rtl/>
          <w:lang w:bidi="fa-IR"/>
        </w:rPr>
        <w:t>المجلس السّادس والسّبعون بعد المائة</w:t>
      </w:r>
      <w:bookmarkEnd w:id="3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16002F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بعث زياد بن أبيه بحِجر بن عدي الكندي وأصحابه إلى معاوية بالشام ، أمر معاوية بأخذهم إلى عذراء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وهي قرية شرقي دمشق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وقتلهم هناك ، فحُملوا إليها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16002F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: فلمّا أرادوا قتلهم ، اجتمع إلى حِجر أصحابه ليودّعوه ، فأنشأ حِجر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16"/>
        <w:gridCol w:w="272"/>
        <w:gridCol w:w="3522"/>
      </w:tblGrid>
      <w:tr w:rsidR="002911F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911F6" w:rsidRDefault="0016002F" w:rsidP="008C3E0B">
            <w:pPr>
              <w:pStyle w:val="libPoem"/>
            </w:pPr>
            <w:r>
              <w:rPr>
                <w:rtl/>
                <w:lang w:bidi="fa-IR"/>
              </w:rPr>
              <w:t>فمَنْ لكُمُ مثلي لدَى كلِّ غارةٍ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11F6" w:rsidRDefault="0016002F" w:rsidP="008C3E0B">
            <w:pPr>
              <w:pStyle w:val="libPoem"/>
            </w:pPr>
            <w:r>
              <w:rPr>
                <w:rtl/>
                <w:lang w:bidi="fa-IR"/>
              </w:rPr>
              <w:t>ومَنْ لكمُ مثلي إذا البأسُ أصحَرا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11F6" w:rsidTr="008C3E0B">
        <w:trPr>
          <w:trHeight w:val="350"/>
        </w:trPr>
        <w:tc>
          <w:tcPr>
            <w:tcW w:w="3920" w:type="dxa"/>
          </w:tcPr>
          <w:p w:rsidR="002911F6" w:rsidRDefault="0016002F" w:rsidP="008C3E0B">
            <w:pPr>
              <w:pStyle w:val="libPoem"/>
            </w:pPr>
            <w:r>
              <w:rPr>
                <w:rtl/>
                <w:lang w:bidi="fa-IR"/>
              </w:rPr>
              <w:t>ومَن لكُمُ مثلي إذا الحربُ قُلّصتْ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11F6" w:rsidRDefault="0016002F" w:rsidP="008C3E0B">
            <w:pPr>
              <w:pStyle w:val="libPoem"/>
            </w:pPr>
            <w:r>
              <w:rPr>
                <w:rtl/>
                <w:lang w:bidi="fa-IR"/>
              </w:rPr>
              <w:t>وأوضع فيها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مُسْتميتُ وشمَّرا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</w:t>
      </w:r>
      <w:r w:rsidR="00176DD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176DDE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حُمل عبد الرحمن بن حسّان العنزي ، وكريم بن عفيف الخثعمي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وكانا من أصحاب حجر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قال العنزي : يا حِجر ، لا تبعُد ولا يبعُد ثوابك ، فنعم أخو الإسلام كنت ! وقال الخثعمي : يا حِجر ، لا تبعُد ولا تُفقد ، ولقد كنت تأمر بالمعروف وتنهى عن المنكر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ذُهب بهما إلى القتل ، فأتبعهما حِجر بصره ،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2911F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911F6" w:rsidRDefault="00176DDE" w:rsidP="008C3E0B">
            <w:pPr>
              <w:pStyle w:val="libPoem"/>
            </w:pPr>
            <w:r>
              <w:rPr>
                <w:rtl/>
                <w:lang w:bidi="fa-IR"/>
              </w:rPr>
              <w:t>كفَى بسفاهِ القبرِ بُعداً لهالكٍ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11F6" w:rsidRDefault="00176DDE" w:rsidP="008C3E0B">
            <w:pPr>
              <w:pStyle w:val="libPoem"/>
            </w:pPr>
            <w:r>
              <w:rPr>
                <w:rtl/>
                <w:lang w:bidi="fa-IR"/>
              </w:rPr>
              <w:t>وبالموتِ قطّاعاً لحبلِ القرائِنِ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176DDE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: ل</w:t>
      </w:r>
      <w:r w:rsidR="00176DDE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قُتل حِجر بنُ عدي ، قالت امرأة من كندة ترثيه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2911F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911F6" w:rsidRDefault="00A90D00" w:rsidP="008C3E0B">
            <w:pPr>
              <w:pStyle w:val="libPoem"/>
            </w:pPr>
            <w:r>
              <w:rPr>
                <w:rtl/>
                <w:lang w:bidi="fa-IR"/>
              </w:rPr>
              <w:t>ترفَّعْ أيُّها القمرُ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مُنيرُ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11F6" w:rsidRDefault="002911F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11F6" w:rsidRDefault="00A90D00" w:rsidP="008C3E0B">
            <w:pPr>
              <w:pStyle w:val="libPoem"/>
            </w:pPr>
            <w:r>
              <w:rPr>
                <w:rtl/>
                <w:lang w:bidi="fa-IR"/>
              </w:rPr>
              <w:t>لعلّكَ أنْ ترَى حِجْراً يسيرُ</w:t>
            </w:r>
            <w:r w:rsidR="002911F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08640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يسيرُ إلى معاويةَ بنِ صخرٍ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ليقتلُهُ كما زعمَ الأميرُ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640B" w:rsidTr="008C3E0B">
        <w:trPr>
          <w:trHeight w:val="350"/>
        </w:trPr>
        <w:tc>
          <w:tcPr>
            <w:tcW w:w="3920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ألا يا حجْرُ حجْرَ بني عديٍّ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ومَنْ أخلاقُهُ كرمٌ وخيرُ</w:t>
            </w:r>
            <w:r w:rsidRPr="00800C80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640B" w:rsidTr="008C3E0B">
        <w:trPr>
          <w:trHeight w:val="350"/>
        </w:trPr>
        <w:tc>
          <w:tcPr>
            <w:tcW w:w="3920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ألا يا ليتَ حِجراً مات موتاً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ولمْ يُنحرْ كما نُحرَ البعيرُ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640B" w:rsidTr="008C3E0B">
        <w:trPr>
          <w:trHeight w:val="350"/>
        </w:trPr>
        <w:tc>
          <w:tcPr>
            <w:tcW w:w="3920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تجبَّرتْ الجبابرُ بعد حِجْرٍ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640B" w:rsidRDefault="0008640B" w:rsidP="008C3E0B">
            <w:pPr>
              <w:pStyle w:val="libPoem"/>
            </w:pPr>
            <w:r>
              <w:rPr>
                <w:rtl/>
                <w:lang w:bidi="fa-IR"/>
              </w:rPr>
              <w:t>وطابَ لها الخورنقُ والسَّديرُ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وقالت عائشة لمعاوية حين قتل حِجراً وأصحابه : أما والله ، لقد بلغني أنّه سيُقتل بعذراء سبعة نفر ، يغضب الله لهم وأهل السّماء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الأثير : كان النّاس يقولون : أوّل ذلّ دخل الكوفة موت الحسن بن علي ، وقتل حِجر ، ودعوة زياد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وقيل : إنّ حِجراً ل</w:t>
      </w:r>
      <w:r w:rsidR="005A3347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قُدّم ليُقتل ، قيل له : مد عنقك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ما كنتُ لأعين الظالمين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ما أشبه ما جرى لحِجر بما جرى لهاني بن عُروة ، الذي قُتل في حبّ أهل البيت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ونصرتهم ؛ فإنّه ل</w:t>
      </w:r>
      <w:r w:rsidR="005A3347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جيء به ليُقتل ، قيل له : امدد عنقك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ما أنا بها سخي ، وما أنا بمعينكم على نفسي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فضربه مولى لعبيد الله بن زياد تركي ، اسم</w:t>
      </w:r>
      <w:r w:rsidR="005A3347">
        <w:rPr>
          <w:rtl/>
          <w:lang w:bidi="fa-IR"/>
        </w:rPr>
        <w:t>ه رشيد ، بالسّيف فلم يصنع شيئاً</w:t>
      </w:r>
      <w:r>
        <w:rPr>
          <w:rtl/>
          <w:lang w:bidi="fa-IR"/>
        </w:rPr>
        <w:t>، فقال له هاني : إلى الله المعاد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إلى رحمتك ورضوانك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ضربه اُخرى فقتله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08640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فإنْ كُنتِ لا تدرينَ ما الموتُ فانظُري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إلى هانئٍ في السّوقِ وابنِ عقيلِ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640B" w:rsidTr="008C3E0B">
        <w:trPr>
          <w:trHeight w:val="350"/>
        </w:trPr>
        <w:tc>
          <w:tcPr>
            <w:tcW w:w="3920" w:type="dxa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إلى بطلٍ قدْ هشَّمَ السَّيفُ وجهَهُ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وآخرَ يهوِي منْ طمارِ قتيلِ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640B" w:rsidTr="008C3E0B">
        <w:trPr>
          <w:trHeight w:val="350"/>
        </w:trPr>
        <w:tc>
          <w:tcPr>
            <w:tcW w:w="3920" w:type="dxa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تَرَي جسداً قدْ غيَّرَ الموتُ لونَهُ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640B" w:rsidRDefault="0008640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640B" w:rsidRDefault="005A3347" w:rsidP="008C3E0B">
            <w:pPr>
              <w:pStyle w:val="libPoem"/>
            </w:pPr>
            <w:r>
              <w:rPr>
                <w:rtl/>
                <w:lang w:bidi="fa-IR"/>
              </w:rPr>
              <w:t>ونضْحَ دمٍ قدْ سال كلَّ مسيلِ</w:t>
            </w:r>
            <w:r w:rsidR="0008640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__</w:t>
      </w:r>
    </w:p>
    <w:p w:rsidR="00C92D11" w:rsidRDefault="00C92D11" w:rsidP="00DA323A">
      <w:pPr>
        <w:pStyle w:val="libFootnote0"/>
        <w:rPr>
          <w:lang w:bidi="fa-IR"/>
        </w:rPr>
      </w:pPr>
      <w:r w:rsidRPr="00DA323A">
        <w:rPr>
          <w:rtl/>
        </w:rPr>
        <w:t>(1)</w:t>
      </w:r>
      <w:r>
        <w:rPr>
          <w:rtl/>
          <w:lang w:bidi="fa-IR"/>
        </w:rPr>
        <w:t xml:space="preserve"> هذا البيت لم يذكره ال</w:t>
      </w:r>
      <w:r w:rsidR="00DA323A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، وأورد ابن الأثير بدل الشطر الأخير :</w:t>
      </w:r>
      <w:r w:rsidR="00DA323A">
        <w:rPr>
          <w:rtl/>
          <w:lang w:bidi="fa-IR"/>
        </w:rPr>
        <w:t xml:space="preserve"> ( تلقّتك السلامة والسُّرور 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5"/>
        <w:gridCol w:w="272"/>
        <w:gridCol w:w="3513"/>
      </w:tblGrid>
      <w:tr w:rsidR="00C71C7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C71C75" w:rsidRDefault="00C71C75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فتىً كانَ أحَيا منْ فتاةٍ حييَّةٍ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1C75" w:rsidRDefault="00C71C7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1C75" w:rsidRDefault="00C71C75" w:rsidP="008C3E0B">
            <w:pPr>
              <w:pStyle w:val="libPoem"/>
            </w:pPr>
            <w:r>
              <w:rPr>
                <w:rtl/>
                <w:lang w:bidi="fa-IR"/>
              </w:rPr>
              <w:t>وأقطعَ منْ ذي شفْرَتينِ صَقيلِ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9715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697159">
      <w:pPr>
        <w:pStyle w:val="Heading2Center"/>
        <w:rPr>
          <w:lang w:bidi="fa-IR"/>
        </w:rPr>
      </w:pPr>
      <w:bookmarkStart w:id="33" w:name="_Toc18255846"/>
      <w:r>
        <w:rPr>
          <w:rtl/>
          <w:lang w:bidi="fa-IR"/>
        </w:rPr>
        <w:t>المجلس السّابع والسّبعون بعد المئة</w:t>
      </w:r>
      <w:bookmarkEnd w:id="33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697159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مُرزُباني : كان الأحنف بن قيس التميمي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697159" w:rsidRPr="00697159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من خيار أصحاب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روي : أنّ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أنفذ رجلاً يدعو بني سعد إلى الإسلام ، والأحنف فيهم ، فقال : والله ، إ</w:t>
      </w:r>
      <w:r w:rsidR="00697159">
        <w:rPr>
          <w:rtl/>
          <w:lang w:bidi="fa-IR"/>
        </w:rPr>
        <w:t>نّه يدعو إلى خير ، وما أسمع إل</w:t>
      </w:r>
      <w:r w:rsidR="00697159">
        <w:rPr>
          <w:rFonts w:hint="cs"/>
          <w:rtl/>
          <w:lang w:bidi="fa-IR"/>
        </w:rPr>
        <w:t>ّ</w:t>
      </w:r>
      <w:r w:rsidR="00697159">
        <w:rPr>
          <w:rtl/>
          <w:lang w:bidi="fa-IR"/>
        </w:rPr>
        <w:t>ا</w:t>
      </w:r>
      <w:r>
        <w:rPr>
          <w:rtl/>
          <w:lang w:bidi="fa-IR"/>
        </w:rPr>
        <w:t xml:space="preserve"> حسناً ، وإنّه ليدعو إلى مكارم الأخلاق ، وينهى عن ملائمها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فذُكر ذلك الرجل للنبيِّ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مقاله ،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اللهمّ ، اغفر للأحنف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يقول : هذا منْ أرجى عملي عندي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وحضر عند معاية فتكلّم جلساؤه ، والأحنف ساكت ، فقال له معاوية : ما لك لا تتكلّم يا أبا بحر ؟ فقال : أخاف الله إنْ كذبت ، وأخافكم إنْ صدقت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 معاوية مرّة : أنت صاحبنا بصفّين ، ومخذّل النّاس عن اُمّ المؤمنين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والله ، إنّ قلوبنا التي أبغضناك بها يومئذ لفي صدورنا ، وإنّ سيوفنا التي قاتلناك بها لعلى عواتقنا ، ولئن دنوت إلينا شبراً من غدر ، لندنونّ إليك ذراعاً من ختر ، ولئن شئت لتصفونّ لك قلوبنا بحلمك عنّا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قد شئت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عنده يوماً ، إذ دخل رجل من أهل الشام ، فقام خطيباً ، فكان آخر كلامه أنْ سبّ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فأطرق النّاس ، فتكلم الأحنف وقال مخاطباً لمعاوية : إنّ هذا القائل ما قال لو يعلم أنّ رضاك في شتم الأنبياء والمرسلين لما توقّف عن شتمهم ، فاتّقِ الله ودع عنك عليّاً ؛ فقد لقي ربّه بأحسن ما عمل عامل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كان والله ، المبرّز في سبقه ، الطاهر في خُلُقه ، الميمون النقيبة ، العظيم المصيبة ، أعلم العلماء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9715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وأحلم الحلماء ، وأفضل الفضلاء ، ووصي خير الأنبياء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لقد أغضيت العين عن القذى ، وقلت بما لا ترى ، وأيَم الله ، لتصعدنّ المنبر فتلعنه طوعاً أو كرهاً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إنْ تعفيني ، فهو خير لك ، وإنْ تجبرني على ذلك ، فوالله ، لا يجري به لساني أبداً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لا بدّ أنْ تركب المنبر وتلعن عليّاً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إذاً والله ، لأنصفنّك وأنصفنّ عليّاً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تفعل ماذا ؟ قال : أحمد الله واُثني عليه واُصلّي على نبيّه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وأقول : أيها النّاس ، إنّ معاوية أمرني أنْ ألعن عليّاً ، وأنّ عليّاً ومعاوية اقتتلا وادّعى كلّ منهما أنّه كان مبغياً عليه وعلى فئته ، فإذا دعوت فأمّنوا على دعائي ، ثمّ أقول : اللهمّ ، العن أنت وملائكتك ، وأنبياؤك ورسلك ، وجميع خلقك ، الباغي منهما على الآخر ، والعن اللهمّ ، الفئة الباغية على الفئة المبغي عليها آمين ربّ العالمين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العنهم لعناً وبيلاً ، وجدد العذاب عليهم بكرة وأصيلاً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بل أعفيناك يا أبا بحر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يوماً معاوية لجلسائه : ألستم تعلمون كتاب الله ؟ قالوا : بلى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فتلا قوله ت</w:t>
      </w:r>
      <w:r w:rsidR="00697159">
        <w:rPr>
          <w:rtl/>
          <w:lang w:bidi="fa-IR"/>
        </w:rPr>
        <w:t xml:space="preserve">عالى : </w:t>
      </w:r>
      <w:r w:rsidR="00697159" w:rsidRPr="00697159">
        <w:rPr>
          <w:rStyle w:val="libAlaemChar"/>
          <w:rtl/>
        </w:rPr>
        <w:t>(</w:t>
      </w:r>
      <w:r w:rsidR="00697159" w:rsidRPr="00697159">
        <w:rPr>
          <w:rStyle w:val="libAieChar"/>
          <w:rtl/>
        </w:rPr>
        <w:t xml:space="preserve"> وَإِن مّن شَيْ‏ءٍ إِل</w:t>
      </w:r>
      <w:r w:rsidR="00697159" w:rsidRPr="00697159">
        <w:rPr>
          <w:rStyle w:val="libAieChar"/>
          <w:rFonts w:hint="cs"/>
          <w:rtl/>
        </w:rPr>
        <w:t>ّ</w:t>
      </w:r>
      <w:r w:rsidR="00697159" w:rsidRPr="00697159">
        <w:rPr>
          <w:rStyle w:val="libAieChar"/>
          <w:rtl/>
        </w:rPr>
        <w:t>ا</w:t>
      </w:r>
      <w:r w:rsidRPr="00697159">
        <w:rPr>
          <w:rStyle w:val="libAieChar"/>
          <w:rtl/>
        </w:rPr>
        <w:t xml:space="preserve"> عِنْدَنَا خَ</w:t>
      </w:r>
      <w:r w:rsidR="00697159" w:rsidRPr="00697159">
        <w:rPr>
          <w:rStyle w:val="libAieChar"/>
          <w:rtl/>
        </w:rPr>
        <w:t>زَائِنُهُ وَمَا نُنَزّلُهُ إِل</w:t>
      </w:r>
      <w:r w:rsidR="00697159" w:rsidRPr="00697159">
        <w:rPr>
          <w:rStyle w:val="libAieChar"/>
          <w:rFonts w:hint="cs"/>
          <w:rtl/>
        </w:rPr>
        <w:t>ّ</w:t>
      </w:r>
      <w:r w:rsidR="00697159" w:rsidRPr="00697159">
        <w:rPr>
          <w:rStyle w:val="libAieChar"/>
          <w:rtl/>
        </w:rPr>
        <w:t>ا</w:t>
      </w:r>
      <w:r w:rsidRPr="00697159">
        <w:rPr>
          <w:rStyle w:val="libAieChar"/>
          <w:rtl/>
        </w:rPr>
        <w:t xml:space="preserve"> بِقَدَرٍ مَعْلُومِ </w:t>
      </w:r>
      <w:r w:rsidRPr="00697159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كيف تلومونني بعد هذا ؟ فقام الأحنف ، فقال : ما نلومك على ما في خزائن الله ، إنّما نلومك على ما أنزل الله لنا من خزائنه فأغلقت عليه بابك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فسكت معاوية ولم يحرِ جواباً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هكذا تكون حال المخلصين في ولائهم ، الذين أخذوا على أنفسهم نصرة الحقّ في حالتي الأمن والخوف ، والشدّة والرخاء ، أمثال الأحنف من أهل النفوس الكبيرة والهمم السامية ، وأمثال أنصار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الذين تلقّوا السيوف والرماح و</w:t>
      </w:r>
      <w:r w:rsidR="00147A0A">
        <w:rPr>
          <w:rtl/>
          <w:lang w:bidi="fa-IR"/>
        </w:rPr>
        <w:t>السّهام بنحورهم ووجوههم وصدورهم</w:t>
      </w:r>
      <w:r>
        <w:rPr>
          <w:rtl/>
          <w:lang w:bidi="fa-IR"/>
        </w:rPr>
        <w:t>، لم يثنهم عن نصرة الحقّ خوف الردى ، ولم تتغير حالهم في تلك المواقف الرهيبة المخيفة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147A0A">
        <w:rPr>
          <w:rFonts w:hint="cs"/>
          <w:rtl/>
          <w:lang w:bidi="fa-IR"/>
        </w:rPr>
        <w:t>ـ</w:t>
      </w:r>
      <w:r>
        <w:rPr>
          <w:rtl/>
          <w:lang w:bidi="fa-IR"/>
        </w:rPr>
        <w:t>مّا خطبهم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بكربلاء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إنّه قد نزل بنا من الأمر ما قد ترون ، وإنّ الدنيا قد تغيّرت وتنكّرت وأ</w:t>
      </w:r>
      <w:r w:rsidR="00147A0A">
        <w:rPr>
          <w:rtl/>
          <w:lang w:bidi="fa-IR"/>
        </w:rPr>
        <w:t>دبر معروفها ، ولم يبقَ منها إل</w:t>
      </w:r>
      <w:r w:rsidR="00147A0A">
        <w:rPr>
          <w:rFonts w:hint="cs"/>
          <w:rtl/>
          <w:lang w:bidi="fa-IR"/>
        </w:rPr>
        <w:t>ّ</w:t>
      </w:r>
      <w:r w:rsidR="00147A0A">
        <w:rPr>
          <w:rtl/>
          <w:lang w:bidi="fa-IR"/>
        </w:rPr>
        <w:t>ا</w:t>
      </w:r>
      <w:r>
        <w:rPr>
          <w:rtl/>
          <w:lang w:bidi="fa-IR"/>
        </w:rPr>
        <w:t xml:space="preserve"> صُبابة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</w:p>
    <w:p w:rsidR="00800C80" w:rsidRDefault="00C92D11" w:rsidP="00147A0A">
      <w:pPr>
        <w:pStyle w:val="libFootnote0"/>
        <w:rPr>
          <w:lang w:bidi="fa-IR"/>
        </w:rPr>
      </w:pPr>
      <w:r w:rsidRPr="00147A0A">
        <w:rPr>
          <w:rtl/>
        </w:rPr>
        <w:t>(1)</w:t>
      </w:r>
      <w:r>
        <w:rPr>
          <w:rtl/>
          <w:lang w:bidi="fa-IR"/>
        </w:rPr>
        <w:t xml:space="preserve"> سورة الحِجر / 21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47A0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كصبابة الإناء ،</w:t>
      </w:r>
      <w:r w:rsidR="00574C19">
        <w:rPr>
          <w:rtl/>
          <w:lang w:bidi="fa-IR"/>
        </w:rPr>
        <w:t xml:space="preserve"> وخسيس عيش كالمرعى الوبيل</w:t>
      </w:r>
      <w:r w:rsidR="00343D55">
        <w:rPr>
          <w:rtl/>
          <w:lang w:bidi="fa-IR"/>
        </w:rPr>
        <w:t>.</w:t>
      </w:r>
      <w:r w:rsidR="00574C19">
        <w:rPr>
          <w:rtl/>
          <w:lang w:bidi="fa-IR"/>
        </w:rPr>
        <w:t xml:space="preserve"> أل</w:t>
      </w:r>
      <w:r w:rsidR="00574C19">
        <w:rPr>
          <w:rFonts w:hint="cs"/>
          <w:rtl/>
          <w:lang w:bidi="fa-IR"/>
        </w:rPr>
        <w:t>َ</w:t>
      </w:r>
      <w:r w:rsidR="00574C19">
        <w:rPr>
          <w:rtl/>
          <w:lang w:bidi="fa-IR"/>
        </w:rPr>
        <w:t>ا</w:t>
      </w:r>
      <w:r>
        <w:rPr>
          <w:rtl/>
          <w:lang w:bidi="fa-IR"/>
        </w:rPr>
        <w:t xml:space="preserve"> ترون إلى الحقّ لا يُعمل به ، وإلى الباطل لا يُتناهى عنه ؟! ليرغب المؤمن في لقاء ربه</w:t>
      </w:r>
      <w:r w:rsidR="00574C19">
        <w:rPr>
          <w:rtl/>
          <w:lang w:bidi="fa-IR"/>
        </w:rPr>
        <w:t xml:space="preserve"> محقاً ؛ فإنّي لا أرى الموت إل</w:t>
      </w:r>
      <w:r w:rsidR="00574C19">
        <w:rPr>
          <w:rFonts w:hint="cs"/>
          <w:rtl/>
          <w:lang w:bidi="fa-IR"/>
        </w:rPr>
        <w:t>ّ</w:t>
      </w:r>
      <w:r w:rsidR="00574C19">
        <w:rPr>
          <w:rtl/>
          <w:lang w:bidi="fa-IR"/>
        </w:rPr>
        <w:t>ا سعادة والحياة مع الظالمين إل</w:t>
      </w:r>
      <w:r w:rsidR="00574C19">
        <w:rPr>
          <w:rFonts w:hint="cs"/>
          <w:rtl/>
          <w:lang w:bidi="fa-IR"/>
        </w:rPr>
        <w:t>ّ</w:t>
      </w:r>
      <w:r w:rsidR="00574C19">
        <w:rPr>
          <w:rtl/>
          <w:lang w:bidi="fa-IR"/>
        </w:rPr>
        <w:t>ا</w:t>
      </w:r>
      <w:r>
        <w:rPr>
          <w:rtl/>
          <w:lang w:bidi="fa-IR"/>
        </w:rPr>
        <w:t xml:space="preserve"> برماً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قام زهير بن القين ، فقال : قد سمعنا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هداك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يابن رسول الله مقالتك ، ولو كانت الدنيا لنا باقية ، وكنّا فيها مخلّدين لآثرنا النّهوض معك على الإقامة فيها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ووثب نافع بن هلال الجملي ، فقال : والله ، ما كرهنا لقاء ربّنا ، وإنّا على نياتّنا وبصائرنا نوالي مَن والآك ، ونُعادي مَن عاداك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وقام برير بن خضير ، فقال : والله يابن رسول الله ، لقد منّ الله بك علينا أنْ نقاتل بين يديك ، وتُقطع فيك أعضاؤنا ، ثمّ يكون جدك شفيعنا يوم القيامة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وخطبهم ليلة العاشر من ال</w:t>
      </w:r>
      <w:r w:rsidR="006811E9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من جملة خطبته </w:t>
      </w:r>
      <w:r w:rsidR="00800C80">
        <w:rPr>
          <w:rtl/>
          <w:lang w:bidi="fa-IR"/>
        </w:rPr>
        <w:t>-</w:t>
      </w:r>
      <w:r w:rsidR="00926773">
        <w:rPr>
          <w:rtl/>
          <w:lang w:bidi="fa-IR"/>
        </w:rPr>
        <w:t xml:space="preserve"> : (( أل</w:t>
      </w:r>
      <w:r w:rsidR="00926773">
        <w:rPr>
          <w:rFonts w:hint="cs"/>
          <w:rtl/>
          <w:lang w:bidi="fa-IR"/>
        </w:rPr>
        <w:t>ّ</w:t>
      </w:r>
      <w:r w:rsidR="00926773">
        <w:rPr>
          <w:rtl/>
          <w:lang w:bidi="fa-IR"/>
        </w:rPr>
        <w:t>ا</w:t>
      </w:r>
      <w:r>
        <w:rPr>
          <w:rtl/>
          <w:lang w:bidi="fa-IR"/>
        </w:rPr>
        <w:t xml:space="preserve"> وإنّي قد أذنت لكم ، فانطلقوا جميعاً في حلٍّ ليس عليكم مني ذمام ، وهذا الليل قد غشيكم فاتّخذوه جملاً ، وليأخذ كلّ واحد منكم بيد رجل من أهل بيتي ، وتفرّقوا في سوا</w:t>
      </w:r>
      <w:r w:rsidR="00926773">
        <w:rPr>
          <w:rtl/>
          <w:lang w:bidi="fa-IR"/>
        </w:rPr>
        <w:t>د هذا الليل وذروني وهؤلاء القوم</w:t>
      </w:r>
      <w:r>
        <w:rPr>
          <w:rtl/>
          <w:lang w:bidi="fa-IR"/>
        </w:rPr>
        <w:t>؛ فإنّهم لا يُريدون غيري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إخوته وأبناؤه ، وبنو أخيه وأبناء عبد الله بن جعفر : ولِمَ نفعل ذلك ؟ لنبقى بعدك ! لا أرانا الله ذلك أبداً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بدأهم بهذا القول العبّاس بن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وأتبعه الجماعة عليه ، فتكلّموا بمثله ونحوه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وقام مسلم بن عوسجة الأسدي فقال : أنحن نخلّي عنك وقد أحاط بك هذا العدو ؟! وبمَ نعتذر إلى الله في أداء حقّك ؟! لا والله ، لا يراني الله أبداً وأنا أفعل ذلك حتّى أكسر في صدورهم رمحي ، واُضاربهم بسيفي ما ثبت قائمه بيدي ، ولو لم يكن معي سلاح اُقاتلهم به ، لقذفتهم بالحجارة ولم اُفارقك أو أموت معك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وقام سعيد بن عبد الله الحنفي ، فقال : لا والله يابن رسول الله ، لا نخلّيك أبداً حتّى يعلم الله إنّا قد حفظنا فيك وصية رسول الله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لو علمت أنّي اُ</w:t>
      </w:r>
      <w:r w:rsidR="00926773">
        <w:rPr>
          <w:rtl/>
          <w:lang w:bidi="fa-IR"/>
        </w:rPr>
        <w:t>قتل فيك ثمّ اُحيا ، ثمّ اُحرق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67C9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حيّاً ثمّ اُذرّى ، يُفعل فيَّ ذلك سبعين مرّة ، ما فارقتك حتّى ألقى حمامي دونك ، وكيف لا أفعل ذلك وإنّما هي قتلة واحدة ، ثمّ أنال الكرامة التي لا انقضاء لها أبدا</w:t>
      </w:r>
      <w:r w:rsidR="00867C93">
        <w:rPr>
          <w:rtl/>
          <w:lang w:bidi="fa-IR"/>
        </w:rPr>
        <w:t>ً ؟! وقام زهير بن القَين ، وقال</w:t>
      </w:r>
      <w:r>
        <w:rPr>
          <w:rtl/>
          <w:lang w:bidi="fa-IR"/>
        </w:rPr>
        <w:t>: والله يابن رسول الله ، لوددت أنّي قُتلت ثمّ نُشرت ألف مرّة وأنّ الله تعالى يدفع بذلك القتل عن نفسك ، وعن أنفس هولاء الفتيان من إخوانك وولدك وأهل بيتك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وتكلّم جماعة أصحابه بكلام يشبه بعضه بعضاً ، وقالوا : أنفسنا لك الفداء ! نقيك بأيدينا ووجوهنا ، فإذا نحن قُتلنا بين يديك ، نكون قد وفّينا لربّنا وقضينا ما علينا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867C9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867C93" w:rsidRDefault="00867C93" w:rsidP="008C3E0B">
            <w:pPr>
              <w:pStyle w:val="libPoem"/>
            </w:pPr>
            <w:r>
              <w:rPr>
                <w:rtl/>
                <w:lang w:bidi="fa-IR"/>
              </w:rPr>
              <w:t>قَلَّ الصّحابةُ غيرَ أنّ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67C93" w:rsidRDefault="00867C9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67C93" w:rsidRDefault="00867C93" w:rsidP="008C3E0B">
            <w:pPr>
              <w:pStyle w:val="libPoem"/>
            </w:pPr>
            <w:r>
              <w:rPr>
                <w:rtl/>
                <w:lang w:bidi="fa-IR"/>
              </w:rPr>
              <w:t>قليلهُمْ غيرُ القَليلِ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7C93" w:rsidTr="008C3E0B">
        <w:trPr>
          <w:trHeight w:val="350"/>
        </w:trPr>
        <w:tc>
          <w:tcPr>
            <w:tcW w:w="3920" w:type="dxa"/>
          </w:tcPr>
          <w:p w:rsidR="00867C93" w:rsidRDefault="00867C93" w:rsidP="008C3E0B">
            <w:pPr>
              <w:pStyle w:val="libPoem"/>
            </w:pPr>
            <w:r>
              <w:rPr>
                <w:rtl/>
                <w:lang w:bidi="fa-IR"/>
              </w:rPr>
              <w:t>منْ كلِّ أبيضَ واضحِ ال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7C93" w:rsidRDefault="00867C9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7C93" w:rsidRDefault="00867C93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حَسَبينِ مَعدُومِ المثيلِ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A7D4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7A7D42">
      <w:pPr>
        <w:pStyle w:val="Heading2Center"/>
        <w:rPr>
          <w:lang w:bidi="fa-IR"/>
        </w:rPr>
      </w:pPr>
      <w:bookmarkStart w:id="34" w:name="_Toc18255847"/>
      <w:r>
        <w:rPr>
          <w:rtl/>
          <w:lang w:bidi="fa-IR"/>
        </w:rPr>
        <w:t>المجلس الثامن والسّبعون بعد المئة</w:t>
      </w:r>
      <w:bookmarkEnd w:id="3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قتيبة في الإمامة والسياسة : لم يكن أحد أحبّ إلى معاوية أنْ يلقاه من أبي الطفيل الكناني ، وهو عامر بن وائلة ، وكان فارس أهل صفّين وشاعرهم ، وكان من أخصّ النّاس بعلي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فقدم أبو الطفيل الشام يزور ابن أخ له من رجال معاوية ، فاُخبر معاوية بقدومه ، فأرسل إليه فأتاه ، وهو شيخ كبير ، فلمّا دخل عليه ، قال له معاوية : أنت أبو الطفيل عامر بن وائلة ؟ قال :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أكنت ممّن قتل أمير المؤمنين عثمان ؟ قال : لا ، ولكن ممّن شهده فلم ينصره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ولمَ ؟ قال : لم ينصره المهاجرون والأنصار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أما والله ، إنّ نُصرته كانت عليك وعليهم حقّاً واجباً ، وفرضاً لازماً ، فإذا ضيّعتموه فقد فعل الله بكم ما أنتم أهله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7A7D4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وأصاركم إلى ما رأيتم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أبو الطفيل : فما منعك يا أمير الم</w:t>
      </w:r>
      <w:r w:rsidR="007A7D42">
        <w:rPr>
          <w:rtl/>
          <w:lang w:bidi="fa-IR"/>
        </w:rPr>
        <w:t>ؤمنين ، إذ تربّصت به ريب المنون</w:t>
      </w:r>
      <w:r>
        <w:rPr>
          <w:rtl/>
          <w:lang w:bidi="fa-IR"/>
        </w:rPr>
        <w:t>، أنْ تنصره ، ومعك أهل الشام ؟ فقال معاوية : أوَما ترى طلبي لدمه ؟! فضحك أبو الطفيل ، وقال : ويلي ! ولكنّي وإيّاك كما قال عبيد بن الأبرص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7"/>
        <w:gridCol w:w="272"/>
        <w:gridCol w:w="3491"/>
      </w:tblGrid>
      <w:tr w:rsidR="007A7D4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7A7D42" w:rsidRDefault="007A7D42" w:rsidP="008C3E0B">
            <w:pPr>
              <w:pStyle w:val="libPoem"/>
            </w:pPr>
            <w:r>
              <w:rPr>
                <w:rtl/>
                <w:lang w:bidi="fa-IR"/>
              </w:rPr>
              <w:t>لأعرِفنّكَ بعدَ الموتِ تنْدبُني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7D42" w:rsidRDefault="007A7D4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7D42" w:rsidRDefault="007A7D42" w:rsidP="008C3E0B">
            <w:pPr>
              <w:pStyle w:val="libPoem"/>
            </w:pPr>
            <w:r>
              <w:rPr>
                <w:rtl/>
                <w:lang w:bidi="fa-IR"/>
              </w:rPr>
              <w:t>وفي حَياتي ما زَوَّدتَني زادِي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فدخل مروان بن الحكم وسعيد بن العاص وعبد الرحمن بن الحكم ، فلمّا جلسوا نظر إليهم معاوية ، ثمّ قال : أتعرفون هذا الشيخ ؟ قالوا : 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</w:t>
      </w:r>
      <w:r w:rsidR="009D365E">
        <w:rPr>
          <w:rtl/>
          <w:lang w:bidi="fa-IR"/>
        </w:rPr>
        <w:t>اوية : هذا خليل علي بن أبي طالب</w:t>
      </w:r>
      <w:r>
        <w:rPr>
          <w:rtl/>
          <w:lang w:bidi="fa-IR"/>
        </w:rPr>
        <w:t>، وفارس صفّين ، وشاعر أهل العراق ، هذا أبو الطفيل</w:t>
      </w:r>
      <w:r w:rsidR="00343D55">
        <w:rPr>
          <w:rtl/>
          <w:lang w:bidi="fa-IR"/>
        </w:rPr>
        <w:t>.</w:t>
      </w:r>
      <w:r w:rsidR="009D365E">
        <w:rPr>
          <w:rtl/>
          <w:lang w:bidi="fa-IR"/>
        </w:rPr>
        <w:t xml:space="preserve"> قال سعيد بن العاص : قد عرفناه</w:t>
      </w:r>
      <w:r>
        <w:rPr>
          <w:rtl/>
          <w:lang w:bidi="fa-IR"/>
        </w:rPr>
        <w:t>، فما يمنعك منه وشتمه القوم ؟ فزجرهم معاوية ، وقال : مهلاً ، فربَّ يومٍ ارتفع عن السُّباب ، قد ضقتم به ذرعاً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أتعرف هؤلاء يا أبا </w:t>
      </w:r>
      <w:r w:rsidR="009D365E">
        <w:rPr>
          <w:rtl/>
          <w:lang w:bidi="fa-IR"/>
        </w:rPr>
        <w:t>الطفيل ؟ قال : ما أنكرهم من سوء</w:t>
      </w:r>
      <w:r>
        <w:rPr>
          <w:rtl/>
          <w:lang w:bidi="fa-IR"/>
        </w:rPr>
        <w:t>، ولا أعرفهم بخير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وأنشد شعراً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9D365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D365E" w:rsidRDefault="009D365E" w:rsidP="008C3E0B">
            <w:pPr>
              <w:pStyle w:val="libPoem"/>
            </w:pPr>
            <w:r>
              <w:rPr>
                <w:rtl/>
                <w:lang w:bidi="fa-IR"/>
              </w:rPr>
              <w:t>فإنْ تكنْ العداوةُ قدْ أكنَّتْ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365E" w:rsidRDefault="009D365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365E" w:rsidRDefault="009D365E" w:rsidP="008C3E0B">
            <w:pPr>
              <w:pStyle w:val="libPoem"/>
            </w:pPr>
            <w:r>
              <w:rPr>
                <w:rtl/>
                <w:lang w:bidi="fa-IR"/>
              </w:rPr>
              <w:t>فشرُّ عداوةِ المرءِ السُّبابُ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معاوية : يا أبا الطفيل ، ما أبقى لك الدهر من حبّ علي ؟ قال : حبّ اُمّ موسى ، وأشكو إلى الله التقصير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فضحك معاوية ، وقال : ولكن والله ، هؤلاء الذين حولك لو سُئلوا عنّي ما قالوا هذا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مروان : أجل ، والله ، لا نقول الباطل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ولا الحقّ تقولون ؟ ثمّ جهّزه معاوية وألحقه بالكوفة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وسعيد بن العاص هذا ، هو والد عمرو بن سعيد بن العاص الذي كان والياً على المدينة من قِبل يزيد حين قُتل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فلمّا بلغه قتله ، وسمع واعية بني هاشم في دورهم على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سمعوا النداء بقتله ، ضحك وتمثّل بقول عمرو بن معد يكرب الزبيدي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9D365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D365E" w:rsidRDefault="00D55F46" w:rsidP="008C3E0B">
            <w:pPr>
              <w:pStyle w:val="libPoem"/>
            </w:pPr>
            <w:r>
              <w:rPr>
                <w:rtl/>
                <w:lang w:bidi="fa-IR"/>
              </w:rPr>
              <w:t>عجَّتْ نساءُ بني زيادٍ عجَّة</w:t>
            </w:r>
            <w:r>
              <w:rPr>
                <w:rFonts w:hint="cs"/>
                <w:rtl/>
                <w:lang w:bidi="fa-IR"/>
              </w:rPr>
              <w:t>ً</w:t>
            </w:r>
            <w:r w:rsidR="009D365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365E" w:rsidRDefault="009D365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365E" w:rsidRDefault="00D55F46" w:rsidP="008C3E0B">
            <w:pPr>
              <w:pStyle w:val="libPoem"/>
            </w:pPr>
            <w:r>
              <w:rPr>
                <w:rtl/>
                <w:lang w:bidi="fa-IR"/>
              </w:rPr>
              <w:t>كعجيجِ نسوتُنا غداةَ الأرنَبِ</w:t>
            </w:r>
            <w:r w:rsidR="009D365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ثمّ قال عمرو : هذه واعية بواعية عثمان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صعد المنبر وخطب النّاس ، وأعلمهم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وقال في خطبته : إنّها لدمَة بلدمة وصدمة بصدمة ، كم خطبة بعد خطبة وموعظة بعد موعظة ، حكمة بالغة فما تُغني النّذر ، والله ، لوددت أنّ رأسه في بدنه وروحه في جسده ، أحياناً كان يسبّنا ونمدحه ، ويقطعنا ونصله كعادتنا وعادته ، ولمْ يكن من أمره ما كان ، ولكن كيف نص</w:t>
      </w:r>
      <w:r w:rsidR="00AE13D6">
        <w:rPr>
          <w:rtl/>
          <w:lang w:bidi="fa-IR"/>
        </w:rPr>
        <w:t>نع بمَن سلّ سيفه يريد قتلنا إل</w:t>
      </w:r>
      <w:r w:rsidR="00AE13D6">
        <w:rPr>
          <w:rFonts w:hint="cs"/>
          <w:rtl/>
          <w:lang w:bidi="fa-IR"/>
        </w:rPr>
        <w:t>ّ</w:t>
      </w:r>
      <w:r w:rsidR="00AE13D6">
        <w:rPr>
          <w:rtl/>
          <w:lang w:bidi="fa-IR"/>
        </w:rPr>
        <w:t>ا</w:t>
      </w:r>
      <w:r>
        <w:rPr>
          <w:rtl/>
          <w:lang w:bidi="fa-IR"/>
        </w:rPr>
        <w:t xml:space="preserve"> أنْ ندفعه عن أنفسنا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فقام عبد الله بن السائب ، فقال : لو كانت فاطمة حيّةً ، فرأت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لبكت عليه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فجبهه عمرو بن سعيد ، وقال : نحن أحقّ بفاطمة منك ؛ أبوها عمّنا ، وزوجها أخونا ، وابنها ابننا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لو كانت فاطمة حيّةً ، لبكت عينها ، وحرّت كبدها ، وما لامت مَن قتله ودفعه عن نفسه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6"/>
        <w:gridCol w:w="272"/>
        <w:gridCol w:w="3512"/>
      </w:tblGrid>
      <w:tr w:rsidR="00AE13D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E13D6" w:rsidRDefault="00AE13D6" w:rsidP="008C3E0B">
            <w:pPr>
              <w:pStyle w:val="libPoem"/>
            </w:pPr>
            <w:r>
              <w:rPr>
                <w:rtl/>
                <w:lang w:bidi="fa-IR"/>
              </w:rPr>
              <w:t>وأحالُوا على المقاديرِ في قَتْ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13D6" w:rsidRDefault="00AE13D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13D6" w:rsidRDefault="00AE13D6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لِكَ لو أنّ عذرَهُمْ مقبولُ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3D6" w:rsidTr="008C3E0B">
        <w:trPr>
          <w:trHeight w:val="350"/>
        </w:trPr>
        <w:tc>
          <w:tcPr>
            <w:tcW w:w="3920" w:type="dxa"/>
          </w:tcPr>
          <w:p w:rsidR="00AE13D6" w:rsidRDefault="00AE13D6" w:rsidP="008C3E0B">
            <w:pPr>
              <w:pStyle w:val="libPoem"/>
            </w:pPr>
            <w:r>
              <w:rPr>
                <w:rtl/>
                <w:lang w:bidi="fa-IR"/>
              </w:rPr>
              <w:t>ما أطاعُوا فيكَ النَّبيَّ وقدْ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13D6" w:rsidRDefault="00AE13D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13D6" w:rsidRDefault="00AE13D6" w:rsidP="008C3E0B">
            <w:pPr>
              <w:pStyle w:val="libPoem"/>
            </w:pPr>
            <w:r>
              <w:rPr>
                <w:rtl/>
                <w:lang w:bidi="fa-IR"/>
              </w:rPr>
              <w:t>لتْ بأسيافهمْ إليكَ الدُخولُ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E13D6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343C1A">
      <w:pPr>
        <w:pStyle w:val="Heading2Center"/>
        <w:rPr>
          <w:lang w:bidi="fa-IR"/>
        </w:rPr>
      </w:pPr>
      <w:bookmarkStart w:id="35" w:name="_Toc18255848"/>
      <w:r>
        <w:rPr>
          <w:rtl/>
          <w:lang w:bidi="fa-IR"/>
        </w:rPr>
        <w:t>المجلس التاسع والسّبعون بعد المئة</w:t>
      </w:r>
      <w:bookmarkEnd w:id="3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كان خُزيمة بن ثابت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343C1A" w:rsidRPr="00343C1A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من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الذين رجعوا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شهد بدراً وما بعدها من المشاهد ، وجعل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شهادته كشهادة رجلين ؛ فسُمّي : ( ذو الشهادتين 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شهد مع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الجمل وصفّين ، واستشهد بين يديه بصفّين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AE13D6">
        <w:rPr>
          <w:rFonts w:hint="cs"/>
          <w:rtl/>
          <w:lang w:bidi="fa-IR"/>
        </w:rPr>
        <w:t>ـ</w:t>
      </w:r>
      <w:r>
        <w:rPr>
          <w:rtl/>
          <w:lang w:bidi="fa-IR"/>
        </w:rPr>
        <w:t>مُرزُباني : روي : أنّ ابن أبي ليلى قال : كنت بصفّين ، فرأيت رجلاً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43C1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أبيض اللحية معت</w:t>
      </w:r>
      <w:r w:rsidR="00343C1A">
        <w:rPr>
          <w:rtl/>
          <w:lang w:bidi="fa-IR"/>
        </w:rPr>
        <w:t>مّاً متلثّماً ، لا يُرى منه إل</w:t>
      </w:r>
      <w:r w:rsidR="00343C1A">
        <w:rPr>
          <w:rFonts w:hint="cs"/>
          <w:rtl/>
          <w:lang w:bidi="fa-IR"/>
        </w:rPr>
        <w:t>ّ</w:t>
      </w:r>
      <w:r w:rsidR="00343C1A">
        <w:rPr>
          <w:rtl/>
          <w:lang w:bidi="fa-IR"/>
        </w:rPr>
        <w:t>ا</w:t>
      </w:r>
      <w:r>
        <w:rPr>
          <w:rtl/>
          <w:lang w:bidi="fa-IR"/>
        </w:rPr>
        <w:t xml:space="preserve"> أطراف لحيته ، يُقاتل أشدّ قتال ، فقلت : يا شيخ ، تُقاتل المسلمين ؟! فحسر لثامه ، وقال : أنا خُزيمة ، سمعت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يقول : (( قاتل مع عليٍّ جميعَ مَن يقاتل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ولخُزيمة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343C1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43C1A" w:rsidRDefault="00343C1A" w:rsidP="008C3E0B">
            <w:pPr>
              <w:pStyle w:val="libPoem"/>
            </w:pPr>
            <w:r>
              <w:rPr>
                <w:rtl/>
                <w:lang w:bidi="fa-IR"/>
              </w:rPr>
              <w:t>إذا نحنُ بايَعْنا عليّاً فحسبُنا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43C1A" w:rsidRDefault="00343C1A" w:rsidP="008C3E0B">
            <w:pPr>
              <w:pStyle w:val="libPoem"/>
            </w:pPr>
            <w:r>
              <w:rPr>
                <w:rtl/>
                <w:lang w:bidi="fa-IR"/>
              </w:rPr>
              <w:t>أبو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حسنٍ ممَّا نخافُ منَ الفِتَنْ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8C3E0B">
        <w:trPr>
          <w:trHeight w:val="350"/>
        </w:trPr>
        <w:tc>
          <w:tcPr>
            <w:tcW w:w="3920" w:type="dxa"/>
          </w:tcPr>
          <w:p w:rsidR="00343C1A" w:rsidRDefault="00343C1A" w:rsidP="008C3E0B">
            <w:pPr>
              <w:pStyle w:val="libPoem"/>
            </w:pPr>
            <w:r>
              <w:rPr>
                <w:rtl/>
                <w:lang w:bidi="fa-IR"/>
              </w:rPr>
              <w:t>وجدناهُ أولَى النّاسِ بالنّاسِ إنّهُ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3C1A" w:rsidRDefault="00343C1A" w:rsidP="008C3E0B">
            <w:pPr>
              <w:pStyle w:val="libPoem"/>
            </w:pPr>
            <w:r>
              <w:rPr>
                <w:rtl/>
                <w:lang w:bidi="fa-IR"/>
              </w:rPr>
              <w:t>أطبُّ قُريشٍ بالكتابِ وبالسُّننْ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8C3E0B">
        <w:trPr>
          <w:trHeight w:val="350"/>
        </w:trPr>
        <w:tc>
          <w:tcPr>
            <w:tcW w:w="3920" w:type="dxa"/>
          </w:tcPr>
          <w:p w:rsidR="00343C1A" w:rsidRDefault="0073085C" w:rsidP="008C3E0B">
            <w:pPr>
              <w:pStyle w:val="libPoem"/>
            </w:pPr>
            <w:r>
              <w:rPr>
                <w:rtl/>
                <w:lang w:bidi="fa-IR"/>
              </w:rPr>
              <w:t>وفيه الذي فيهمْ من الخيرِ كلِّهِ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3C1A" w:rsidRDefault="0073085C" w:rsidP="008C3E0B">
            <w:pPr>
              <w:pStyle w:val="libPoem"/>
            </w:pPr>
            <w:r>
              <w:rPr>
                <w:rtl/>
                <w:lang w:bidi="fa-IR"/>
              </w:rPr>
              <w:t>وما فيهمُ بعضُ الذي فيهِ منْ حَسَنْ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وله أيضاً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343C1A" w:rsidTr="00343C1A">
        <w:trPr>
          <w:trHeight w:val="350"/>
        </w:trPr>
        <w:tc>
          <w:tcPr>
            <w:tcW w:w="3536" w:type="dxa"/>
            <w:shd w:val="clear" w:color="auto" w:fill="auto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ما كنتُ أحسبُ هذا الأمرَ مُنتقلاً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عنْ هاشمٍ ثُمَّ منها عنْ أبي حَسنِ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343C1A">
        <w:trPr>
          <w:trHeight w:val="350"/>
        </w:trPr>
        <w:tc>
          <w:tcPr>
            <w:tcW w:w="3536" w:type="dxa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أليسَ أوّلَ مَنْ صلَّى لقبلتِهمْ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وأعلمَ النّاسِ بالقُرآن والسُّننِ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343C1A">
        <w:trPr>
          <w:trHeight w:val="350"/>
        </w:trPr>
        <w:tc>
          <w:tcPr>
            <w:tcW w:w="3536" w:type="dxa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وآخرَ النّاسِ عَهداً بالنَّبيِّ ومَنْ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3C1A" w:rsidRDefault="001447A6" w:rsidP="008C3E0B">
            <w:pPr>
              <w:pStyle w:val="libPoem"/>
            </w:pPr>
            <w:r>
              <w:rPr>
                <w:rtl/>
                <w:lang w:bidi="fa-IR"/>
              </w:rPr>
              <w:t>جبريلُ عونٌ لهُ في الغُسلِ والكَفَنِ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343C1A">
        <w:tblPrEx>
          <w:tblLook w:val="04A0"/>
        </w:tblPrEx>
        <w:trPr>
          <w:trHeight w:val="350"/>
        </w:trPr>
        <w:tc>
          <w:tcPr>
            <w:tcW w:w="3536" w:type="dxa"/>
          </w:tcPr>
          <w:p w:rsidR="00343C1A" w:rsidRDefault="007764F0" w:rsidP="008C3E0B">
            <w:pPr>
              <w:pStyle w:val="libPoem"/>
            </w:pPr>
            <w:r>
              <w:rPr>
                <w:rtl/>
                <w:lang w:bidi="fa-IR"/>
              </w:rPr>
              <w:t>وفيهِ ما فيهمُ لا يَمتَرون بهِ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3C1A" w:rsidRDefault="007764F0" w:rsidP="008C3E0B">
            <w:pPr>
              <w:pStyle w:val="libPoem"/>
            </w:pPr>
            <w:r>
              <w:rPr>
                <w:rtl/>
                <w:lang w:bidi="fa-IR"/>
              </w:rPr>
              <w:t>وليس في القومِ ما فيهِ منَ الحَسَنِ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3C1A" w:rsidTr="00343C1A">
        <w:tblPrEx>
          <w:tblLook w:val="04A0"/>
        </w:tblPrEx>
        <w:trPr>
          <w:trHeight w:val="350"/>
        </w:trPr>
        <w:tc>
          <w:tcPr>
            <w:tcW w:w="3536" w:type="dxa"/>
          </w:tcPr>
          <w:p w:rsidR="00343C1A" w:rsidRDefault="007764F0" w:rsidP="008C3E0B">
            <w:pPr>
              <w:pStyle w:val="libPoem"/>
            </w:pPr>
            <w:r>
              <w:rPr>
                <w:rtl/>
                <w:lang w:bidi="fa-IR"/>
              </w:rPr>
              <w:t>ماذا الذي ردَّكُمْ عنهُ فنعلَمُهُ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43C1A" w:rsidRDefault="00343C1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43C1A" w:rsidRDefault="007764F0" w:rsidP="008C3E0B">
            <w:pPr>
              <w:pStyle w:val="libPoem"/>
            </w:pPr>
            <w:r>
              <w:rPr>
                <w:rtl/>
                <w:lang w:bidi="fa-IR"/>
              </w:rPr>
              <w:t>ها إنَّ بيعتكُمْ منْ أغبنِ الغبَنِ</w:t>
            </w:r>
            <w:r w:rsidRPr="00800C80">
              <w:rPr>
                <w:rStyle w:val="libFootnotenumChar"/>
                <w:rtl/>
              </w:rPr>
              <w:t>(1)</w:t>
            </w:r>
            <w:r w:rsidR="00343C1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وعن الأصبغ بن نباتة ، قال : نشد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النّاس : (( مَن سمع النبيَّ (</w:t>
      </w:r>
      <w:r w:rsidR="00C638D3" w:rsidRPr="00C638D3">
        <w:rPr>
          <w:rStyle w:val="libAlaemChar"/>
          <w:rtl/>
        </w:rPr>
        <w:t>صلى‌الله‌عليه‌وآله</w:t>
      </w:r>
      <w:r w:rsidR="002E0A91">
        <w:rPr>
          <w:rtl/>
          <w:lang w:bidi="fa-IR"/>
        </w:rPr>
        <w:t>) قال يوم غدير خُمٍّ ما قال إل</w:t>
      </w:r>
      <w:r w:rsidR="002E0A91">
        <w:rPr>
          <w:rFonts w:hint="cs"/>
          <w:rtl/>
          <w:lang w:bidi="fa-IR"/>
        </w:rPr>
        <w:t>ّ</w:t>
      </w:r>
      <w:r w:rsidR="002E0A91">
        <w:rPr>
          <w:rtl/>
          <w:lang w:bidi="fa-IR"/>
        </w:rPr>
        <w:t>ا</w:t>
      </w:r>
      <w:r>
        <w:rPr>
          <w:rtl/>
          <w:lang w:bidi="fa-IR"/>
        </w:rPr>
        <w:t xml:space="preserve"> قام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بضعة عشر رجلاً ، فيهم : أبو أيوب الأنصاري ، وخُزيمة بن ثابت ذو الشهادتين ، وسهل بن حنيف الأنصاري وغيرهم ، فقالوا : نشهد إنّا سمعنا رسول الله (</w:t>
      </w:r>
      <w:r w:rsidR="00C638D3" w:rsidRPr="00C638D3">
        <w:rPr>
          <w:rStyle w:val="libAlaemChar"/>
          <w:rtl/>
        </w:rPr>
        <w:t>صلى‌الله‌عليه‌وآله</w:t>
      </w:r>
      <w:r w:rsidR="002E0A91">
        <w:rPr>
          <w:rtl/>
          <w:lang w:bidi="fa-IR"/>
        </w:rPr>
        <w:t>) ، يقول : (( أل</w:t>
      </w:r>
      <w:r w:rsidR="002E0A91">
        <w:rPr>
          <w:rFonts w:hint="cs"/>
          <w:rtl/>
          <w:lang w:bidi="fa-IR"/>
        </w:rPr>
        <w:t>َ</w:t>
      </w:r>
      <w:r w:rsidR="002E0A91">
        <w:rPr>
          <w:rtl/>
          <w:lang w:bidi="fa-IR"/>
        </w:rPr>
        <w:t>ا</w:t>
      </w:r>
      <w:r>
        <w:rPr>
          <w:rtl/>
          <w:lang w:bidi="fa-IR"/>
        </w:rPr>
        <w:t xml:space="preserve"> إنّ</w:t>
      </w:r>
    </w:p>
    <w:p w:rsidR="00343C1A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343C1A">
        <w:rPr>
          <w:rtl/>
          <w:lang w:bidi="fa-IR"/>
        </w:rPr>
        <w:t>_</w:t>
      </w:r>
    </w:p>
    <w:p w:rsidR="00C92D11" w:rsidRDefault="00C92D11" w:rsidP="00343C1A">
      <w:pPr>
        <w:pStyle w:val="libFootnote0"/>
        <w:rPr>
          <w:lang w:bidi="fa-IR"/>
        </w:rPr>
      </w:pPr>
      <w:r w:rsidRPr="00343C1A">
        <w:rPr>
          <w:rtl/>
        </w:rPr>
        <w:t>(1)</w:t>
      </w:r>
      <w:r>
        <w:rPr>
          <w:rtl/>
          <w:lang w:bidi="fa-IR"/>
        </w:rPr>
        <w:t xml:space="preserve"> ورد المصراع الثاني بنحو آخر ، هو : ها إنّ ذا غَبَنٌ منْ أعظمِ الغَبَنِ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E0A91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الله عزّ وجل ولي</w:t>
      </w:r>
      <w:r w:rsidR="008E7798">
        <w:rPr>
          <w:rtl/>
          <w:lang w:bidi="fa-IR"/>
        </w:rPr>
        <w:t>ِّي ، وأنا وليُّ المؤمنين ، أل</w:t>
      </w:r>
      <w:r w:rsidR="008E7798">
        <w:rPr>
          <w:rFonts w:hint="cs"/>
          <w:rtl/>
          <w:lang w:bidi="fa-IR"/>
        </w:rPr>
        <w:t>َ</w:t>
      </w:r>
      <w:r w:rsidR="008E7798">
        <w:rPr>
          <w:rtl/>
          <w:lang w:bidi="fa-IR"/>
        </w:rPr>
        <w:t>ا</w:t>
      </w:r>
      <w:r>
        <w:rPr>
          <w:rtl/>
          <w:lang w:bidi="fa-IR"/>
        </w:rPr>
        <w:t xml:space="preserve"> فمَن كنتُ مولاه ، فعليٌّ </w:t>
      </w:r>
      <w:r w:rsidR="008E7798">
        <w:rPr>
          <w:rtl/>
          <w:lang w:bidi="fa-IR"/>
        </w:rPr>
        <w:t>مولاه</w:t>
      </w:r>
      <w:r w:rsidR="00343D55">
        <w:rPr>
          <w:rtl/>
          <w:lang w:bidi="fa-IR"/>
        </w:rPr>
        <w:t>.</w:t>
      </w:r>
      <w:r w:rsidR="008E7798">
        <w:rPr>
          <w:rtl/>
          <w:lang w:bidi="fa-IR"/>
        </w:rPr>
        <w:t xml:space="preserve"> اللهمّ ، والِ مَن والاه</w:t>
      </w:r>
      <w:r>
        <w:rPr>
          <w:rtl/>
          <w:lang w:bidi="fa-IR"/>
        </w:rPr>
        <w:t>، وعادِ مَن عاداه ، وأحبَّ مَن أحبَّه ، وأبغض مَن أبغضه ، وأعنْ مَن أعانه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كما عن اُسد الغابة في أحوال الصحابة وغيره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 الصحابة الذين رجعوا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قرظة ب</w:t>
      </w:r>
      <w:r w:rsidR="008E7798">
        <w:rPr>
          <w:rtl/>
          <w:lang w:bidi="fa-IR"/>
        </w:rPr>
        <w:t>ن كعب الأنصاري ، كان من الرّواة</w:t>
      </w:r>
      <w:r>
        <w:rPr>
          <w:rtl/>
          <w:lang w:bidi="fa-IR"/>
        </w:rPr>
        <w:t>، وحارب مع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وولاّه فارس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وولدُهُ عمرو بن قرظة الأنصاري كان من أنصار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الذين بالغوا في نصرته ، ول</w:t>
      </w:r>
      <w:r w:rsidR="00362AD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عاشوراء ، استأذن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القتال فأذن له ، فبرز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362AD4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62AD4" w:rsidRDefault="00362AD4" w:rsidP="008C3E0B">
            <w:pPr>
              <w:pStyle w:val="libPoem"/>
            </w:pPr>
            <w:r>
              <w:rPr>
                <w:rtl/>
                <w:lang w:bidi="fa-IR"/>
              </w:rPr>
              <w:t>قدْ عَلمَتْ كتيبَةُ الأنصارِ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2AD4" w:rsidRDefault="00362AD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2AD4" w:rsidRDefault="00362AD4" w:rsidP="008C3E0B">
            <w:pPr>
              <w:pStyle w:val="libPoem"/>
            </w:pPr>
            <w:r>
              <w:rPr>
                <w:rtl/>
                <w:lang w:bidi="fa-IR"/>
              </w:rPr>
              <w:t>أنّي سأحمي حوزةَ الذُّمّارِ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AD4" w:rsidTr="008C3E0B">
        <w:trPr>
          <w:trHeight w:val="350"/>
        </w:trPr>
        <w:tc>
          <w:tcPr>
            <w:tcW w:w="3920" w:type="dxa"/>
          </w:tcPr>
          <w:p w:rsidR="00362AD4" w:rsidRDefault="00362AD4" w:rsidP="008C3E0B">
            <w:pPr>
              <w:pStyle w:val="libPoem"/>
            </w:pPr>
            <w:r>
              <w:rPr>
                <w:rtl/>
                <w:lang w:bidi="fa-IR"/>
              </w:rPr>
              <w:t>ضربَ غُلامٍ غيرِ نكسٍ شاري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2AD4" w:rsidRDefault="00362AD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2AD4" w:rsidRDefault="00362AD4" w:rsidP="008C3E0B">
            <w:pPr>
              <w:pStyle w:val="libPoem"/>
            </w:pPr>
            <w:r>
              <w:rPr>
                <w:rtl/>
                <w:lang w:bidi="fa-IR"/>
              </w:rPr>
              <w:t>دونَ حُسينٍ مُهجَتي وداري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فقاتل قتال المشتاقين إلى الجزاء ، وبالغ في خدمة سلطان السّماء حتّى قتل جمعاً كثيراً من حزب ابن زياد ، وجمع بين سداد وجهاد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لا يأتي إلى الحسين (</w:t>
      </w:r>
      <w:r w:rsidR="00800C80" w:rsidRPr="00800C80">
        <w:rPr>
          <w:rStyle w:val="libAlaemChar"/>
          <w:rtl/>
        </w:rPr>
        <w:t>عليه‌السلام</w:t>
      </w:r>
      <w:r w:rsidR="00426C8B">
        <w:rPr>
          <w:rtl/>
          <w:lang w:bidi="fa-IR"/>
        </w:rPr>
        <w:t>) سهمٌ إل</w:t>
      </w:r>
      <w:r w:rsidR="00426C8B">
        <w:rPr>
          <w:rFonts w:hint="cs"/>
          <w:rtl/>
          <w:lang w:bidi="fa-IR"/>
        </w:rPr>
        <w:t>ّ</w:t>
      </w:r>
      <w:r w:rsidR="00426C8B">
        <w:rPr>
          <w:rtl/>
          <w:lang w:bidi="fa-IR"/>
        </w:rPr>
        <w:t>ا</w:t>
      </w:r>
      <w:r>
        <w:rPr>
          <w:rtl/>
          <w:lang w:bidi="fa-IR"/>
        </w:rPr>
        <w:t xml:space="preserve"> اتّقاه بيده ، ولا سيف إلا تلقّاه بمهجته ، فلم يكن يصل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سوء حتّى اُثخن بالجراح ، فالتفت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وقال : يابن رسول الله ، أوَفيت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نعم ، أنت أمامي في الجنّة ، فاقرأ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عنّي السّلام ، وأعلمه أنّي في الأثر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فقاتل حتّى قُتل رضوان الله عليه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362AD4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62AD4" w:rsidRDefault="00426C8B" w:rsidP="008C3E0B">
            <w:pPr>
              <w:pStyle w:val="libPoem"/>
            </w:pPr>
            <w:r>
              <w:rPr>
                <w:rtl/>
                <w:lang w:bidi="fa-IR"/>
              </w:rPr>
              <w:t>وتبادَرتْ تلْقَى الأسنَّةَ لا تَرى الْ</w:t>
            </w:r>
            <w:r>
              <w:rPr>
                <w:rFonts w:hint="cs"/>
                <w:rtl/>
                <w:lang w:bidi="fa-IR"/>
              </w:rPr>
              <w:t>ـ</w:t>
            </w:r>
            <w:r w:rsidR="0036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2AD4" w:rsidRDefault="00362AD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2AD4" w:rsidRDefault="00426C8B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غمرات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المائِساتِ الغيدَا</w:t>
            </w:r>
            <w:r w:rsidR="0036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AD4" w:rsidTr="008C3E0B">
        <w:trPr>
          <w:trHeight w:val="350"/>
        </w:trPr>
        <w:tc>
          <w:tcPr>
            <w:tcW w:w="3920" w:type="dxa"/>
          </w:tcPr>
          <w:p w:rsidR="00362AD4" w:rsidRDefault="00426C8B" w:rsidP="008C3E0B">
            <w:pPr>
              <w:pStyle w:val="libPoem"/>
            </w:pPr>
            <w:r>
              <w:rPr>
                <w:rtl/>
                <w:lang w:bidi="fa-IR"/>
              </w:rPr>
              <w:t>وكأنّما قصدَ القنّا بنحورِهمْ</w:t>
            </w:r>
            <w:r w:rsidR="0036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2AD4" w:rsidRDefault="00362AD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2AD4" w:rsidRDefault="00426C8B" w:rsidP="008C3E0B">
            <w:pPr>
              <w:pStyle w:val="libPoem"/>
            </w:pPr>
            <w:r>
              <w:rPr>
                <w:rtl/>
                <w:lang w:bidi="fa-IR"/>
              </w:rPr>
              <w:t>دُرراً يُفصِّلُها الفناءُ عُقودَا</w:t>
            </w:r>
            <w:r w:rsidR="0036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9156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A9156B">
      <w:pPr>
        <w:pStyle w:val="Heading2Center"/>
        <w:rPr>
          <w:lang w:bidi="fa-IR"/>
        </w:rPr>
      </w:pPr>
      <w:bookmarkStart w:id="36" w:name="_Toc18255849"/>
      <w:r>
        <w:rPr>
          <w:rtl/>
          <w:lang w:bidi="fa-IR"/>
        </w:rPr>
        <w:lastRenderedPageBreak/>
        <w:t>المجلس الثمانون بعد المئة</w:t>
      </w:r>
      <w:bookmarkEnd w:id="3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كان قيس بن سعد بن عبادة الأنصاري من أجلاّء الصحابة ، ومن المتفانين في حبّ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ونصره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الإستيعاب ، قال الواقدي : كان قيس بن سعد من كرام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وأسخيائهم ودهاتهم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أبو عمرو : كان أحد الفضلاء الأجلّة ، وأحد دهاة العرب ، وأهل الرأي والمكيدة في الحرب ، مع النّجدة والبسالة ، والسخاء وا</w:t>
      </w:r>
      <w:r w:rsidR="00A9156B">
        <w:rPr>
          <w:rtl/>
          <w:lang w:bidi="fa-IR"/>
        </w:rPr>
        <w:t>لكرم ، وكان شريف قومه غير مدافع</w:t>
      </w:r>
      <w:r>
        <w:rPr>
          <w:rtl/>
          <w:lang w:bidi="fa-IR"/>
        </w:rPr>
        <w:t xml:space="preserve">، وكان يقول : اللهمّ ، ارزقني </w:t>
      </w:r>
      <w:r w:rsidR="00A9156B">
        <w:rPr>
          <w:rtl/>
          <w:lang w:bidi="fa-IR"/>
        </w:rPr>
        <w:t>حمداً ومجداً ؛ فإنّه لا حمد إل</w:t>
      </w:r>
      <w:r w:rsidR="00A9156B">
        <w:rPr>
          <w:rFonts w:hint="cs"/>
          <w:rtl/>
          <w:lang w:bidi="fa-IR"/>
        </w:rPr>
        <w:t>ّ</w:t>
      </w:r>
      <w:r w:rsidR="00A9156B">
        <w:rPr>
          <w:rtl/>
          <w:lang w:bidi="fa-IR"/>
        </w:rPr>
        <w:t>ا بفعال ، ولا مجد إل</w:t>
      </w:r>
      <w:r w:rsidR="00A9156B">
        <w:rPr>
          <w:rFonts w:hint="cs"/>
          <w:rtl/>
          <w:lang w:bidi="fa-IR"/>
        </w:rPr>
        <w:t>ّ</w:t>
      </w:r>
      <w:r w:rsidR="00A9156B">
        <w:rPr>
          <w:rtl/>
          <w:lang w:bidi="fa-IR"/>
        </w:rPr>
        <w:t>ا</w:t>
      </w:r>
      <w:r>
        <w:rPr>
          <w:rtl/>
          <w:lang w:bidi="fa-IR"/>
        </w:rPr>
        <w:t xml:space="preserve"> بمال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واستقرض منه رجل ثلاثين ألفاً ، فلمّا ردّها عليه أبى أنْ يقبلها ، وقال : إنّا لا نعود في شيء أعطيناه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وشكت إليه عجوز أنّه ليس في بيتها جرذ ، فقال : ما أحسن ما سألت ! أما والله ، لأكثرنّ جرذان بيتك ، فملأ بيتها طعاماً وأداماً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A9156B">
        <w:rPr>
          <w:rFonts w:hint="cs"/>
          <w:rtl/>
          <w:lang w:bidi="fa-IR"/>
        </w:rPr>
        <w:t>ـ</w:t>
      </w:r>
      <w:r>
        <w:rPr>
          <w:rtl/>
          <w:lang w:bidi="fa-IR"/>
        </w:rPr>
        <w:t>مّا خرج أبوه من المدينة ، قسّم ماله بين أولاده ، وكان له حمل لا يعلم به ، فلمّا توفي أبوه ، طلبوا إلى قيس أنْ ينقض القسمة ، فقال : نصيبي للمولود ، ولا أنقض ما صنع أبي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لقيس دَينٌ كثيرعلى النّاس ، فمرض واستبطأ عوّاده ، فقيل : إنّهم يستحون من أجل دينك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فأمر فنودي : مَن كان لقيس عليه دَين فهو له ، فتزاحم النّاس على عيادته حتّى هدموا درجة كانوا يصعدون عليها إليه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أنس بن مالك : كان قيس من النبيّ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بمنزلة صاحب الشرطة من الأمير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صحب قيس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وشهد معه الجمل وصفّين والنّهروان هو وقومه ، ولم يفارقه حتّى قُتل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قد ولاّه على مصر ، فضاق به معاوية وكايد فيه عليّاً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9156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ففطن له ، فلم يزل به الأشعث وأهل الكوفة حتّى عزله ، وولّى محمّد بن أبي بكر ففسدت عليه مصر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قيس مع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مقدّمته ، ومعه خمسة آلاف قد حلقوا رؤوسهم وتبايعوا على الموت ، فلمّا دخل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بيعة معاوية أبى قيس أنْ يدخل</w:t>
      </w:r>
      <w:r w:rsidR="00343D55">
        <w:rPr>
          <w:rtl/>
          <w:lang w:bidi="fa-IR"/>
        </w:rPr>
        <w:t>.</w:t>
      </w:r>
      <w:r>
        <w:rPr>
          <w:lang w:bidi="fa-IR"/>
        </w:rPr>
        <w:cr/>
      </w:r>
      <w:r>
        <w:rPr>
          <w:rtl/>
          <w:lang w:bidi="fa-IR"/>
        </w:rPr>
        <w:t>قال أبو الفرج : إنّه نهض بمَن معه لقتال معاوية ، وخرج إليهم بُسر بن أرطأة في عشرين ألفاً ، فصاحوا بهم : هذا أميركم قد بايع ، وهذا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قد صالح ، فعَلامَ تقتلون أنفسكم ؟ فقال لهم قيس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أي : لأصحابه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اختاروا أحد اثنين ؛ إمّا القتال مع غير إمام ، أو تبايعون بيعة ضلال ؟ فقالوا : بل نُقاتل بلا إمام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فخرجوا وضربوا أهل الشام حتّى ردّوهم إلى مصافهم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وكتب معاوية إلى قيس يدعوه ويمنّيه ، فكتب إليه قيس :</w:t>
      </w:r>
      <w:r w:rsidR="00673554">
        <w:rPr>
          <w:rtl/>
          <w:lang w:bidi="fa-IR"/>
        </w:rPr>
        <w:t xml:space="preserve"> لا والله ، لا تلقاني أبداً إل</w:t>
      </w:r>
      <w:r w:rsidR="00673554">
        <w:rPr>
          <w:rFonts w:hint="cs"/>
          <w:rtl/>
          <w:lang w:bidi="fa-IR"/>
        </w:rPr>
        <w:t>ّ</w:t>
      </w:r>
      <w:r w:rsidR="00673554">
        <w:rPr>
          <w:rtl/>
          <w:lang w:bidi="fa-IR"/>
        </w:rPr>
        <w:t>ا</w:t>
      </w:r>
      <w:r>
        <w:rPr>
          <w:rtl/>
          <w:lang w:bidi="fa-IR"/>
        </w:rPr>
        <w:t xml:space="preserve"> وبيني وبينك السّيف والرمح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وجرت بنيهما مكاتبات أغلظ كلّ منهما فيها لصاحبه ، فقال عمرو بن العاص لمعاوية : مهلاً ، إنْ كاتبته أجابك بأشدّ من هذا ، وإنْ تركته دخل فيما يدخل فيه النّاس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قيس لأصحابه : إنْ شئتم جالدت بكم ، وإنْ شئتم أخذت لكم أماناً ؟ فقالوا : خذ لنا أماناً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لهم وله أماناً ، ولم يأخذ لنفسه خاصّة شيئاً ، ثمّ لزم المدينة وأقبل على العبادة حتّى مات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أقول : شتّان بين عبيد الله بن العبّاس وقيس بن سعد ، فهذا يسالم معاوية بعدما ذبح بُسر بن أرطأة أولاده الصغار على درج صنعاء حين أرسله معاوية ، ويبيع شرفه بالمال ، ويرضى بالذلّ والعار ، وقيس بن </w:t>
      </w:r>
      <w:r w:rsidR="00673554">
        <w:rPr>
          <w:rtl/>
          <w:lang w:bidi="fa-IR"/>
        </w:rPr>
        <w:t>سعد يحلف أنْ لا يلقى معاوية إل</w:t>
      </w:r>
      <w:r w:rsidR="00673554">
        <w:rPr>
          <w:rFonts w:hint="cs"/>
          <w:rtl/>
          <w:lang w:bidi="fa-IR"/>
        </w:rPr>
        <w:t>ّ</w:t>
      </w:r>
      <w:r w:rsidR="00673554">
        <w:rPr>
          <w:rtl/>
          <w:lang w:bidi="fa-IR"/>
        </w:rPr>
        <w:t>ا</w:t>
      </w:r>
      <w:r>
        <w:rPr>
          <w:rtl/>
          <w:lang w:bidi="fa-IR"/>
        </w:rPr>
        <w:t xml:space="preserve"> بينه الرمح والسيف ، بعد ما بلغه أنّ الحسن قد صالح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673554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673554" w:rsidRDefault="00673554" w:rsidP="008C3E0B">
            <w:pPr>
              <w:pStyle w:val="libPoem"/>
            </w:pPr>
            <w:r>
              <w:rPr>
                <w:rtl/>
                <w:lang w:bidi="fa-IR"/>
              </w:rPr>
              <w:t>أبتْ الحميَّةُ أنْ تُفارقَ أهلَهَا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73554" w:rsidRDefault="00673554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73554" w:rsidRDefault="00673554" w:rsidP="008C3E0B">
            <w:pPr>
              <w:pStyle w:val="libPoem"/>
            </w:pPr>
            <w:r>
              <w:rPr>
                <w:rtl/>
                <w:lang w:bidi="fa-IR"/>
              </w:rPr>
              <w:t>وأبَى العزِيزُ بأنْ يعيشَ ذلِيلا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673554">
        <w:rPr>
          <w:rFonts w:hint="cs"/>
          <w:rtl/>
          <w:lang w:bidi="fa-IR"/>
        </w:rPr>
        <w:t>ـ</w:t>
      </w:r>
      <w:r>
        <w:rPr>
          <w:rtl/>
          <w:lang w:bidi="fa-IR"/>
        </w:rPr>
        <w:t>مّا نشر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لواءه يوم صفّين ، قال قيس : هذا والله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A1C8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اللواء الذي كنّا نحفّ به 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وجبرائيل لنا مدد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5A1C8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هذا اللّواءُ الذي كُنّا نحفُّ 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A1C83" w:rsidRDefault="005A1C8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معَ النّبيِّ وجبرائيلٌ لنا مددُ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C83" w:rsidTr="008C3E0B">
        <w:trPr>
          <w:trHeight w:val="350"/>
        </w:trPr>
        <w:tc>
          <w:tcPr>
            <w:tcW w:w="3920" w:type="dxa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ما ضرَّ مَن كانَت الأنصارُ عَيبَتَهُ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A1C83" w:rsidRDefault="005A1C8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أنْ لا يكونَ لهُ منْ غيرِهمْ أحدُ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A1C83" w:rsidTr="008C3E0B">
        <w:trPr>
          <w:trHeight w:val="350"/>
        </w:trPr>
        <w:tc>
          <w:tcPr>
            <w:tcW w:w="3920" w:type="dxa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قومٌ إذا حارَبُوا طالتْ أكفُّهُمُ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A1C83" w:rsidRDefault="005A1C8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A1C83" w:rsidRDefault="005A1C83" w:rsidP="008C3E0B">
            <w:pPr>
              <w:pStyle w:val="libPoem"/>
            </w:pPr>
            <w:r>
              <w:rPr>
                <w:rtl/>
                <w:lang w:bidi="fa-IR"/>
              </w:rPr>
              <w:t>بالمشرفيَّةِ حتّى يُفتحَ البلدُ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يقول قيس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697159" w:rsidRPr="00697159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سمعت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1"/>
        <w:gridCol w:w="272"/>
        <w:gridCol w:w="3517"/>
      </w:tblGrid>
      <w:tr w:rsidR="009B72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B729A" w:rsidRDefault="009B729A" w:rsidP="008C3E0B">
            <w:pPr>
              <w:pStyle w:val="libPoem"/>
            </w:pPr>
            <w:r>
              <w:rPr>
                <w:rtl/>
                <w:lang w:bidi="fa-IR"/>
              </w:rPr>
              <w:t>هذا اللّواءُ الذي كُنّا نحفُّ 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729A" w:rsidRDefault="009B729A" w:rsidP="008C3E0B">
            <w:pPr>
              <w:pStyle w:val="libPoem"/>
            </w:pPr>
            <w:r>
              <w:rPr>
                <w:rtl/>
                <w:lang w:bidi="fa-IR"/>
              </w:rPr>
              <w:t>معَ النّبيِّ وجبرائيلٌ لنا مددُ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أجل ، إنّ اللّواء الذي حفّت به الأنصار يوم بدر هو الذي حفّت به يوم صفّين ؛ ولهذا كانت تقول عكرشة بنت الأطرش يوم صفّين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وكانت مع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هذه بدر الصغرى والعقبة الكبرى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واللّواء الذي حفّت به جماعة من الأنصار مع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كربلاء ، هو الذي حفّوا به مع أبيه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صفّين ، وحفّوا به مع جدّه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يوم بدر ، ولولا تلك الإحن البدريّة ، والأحقاد الجاهليّة لما كان حرب صفّين وواقعة كربلاء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قالت اُمّ الخير البارقيّة يوم صفّين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وكانت مع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إنّها إحن بدريّة ، وأحقاد جاهليّة وثب بها واثب حين الغفلة ، ليُدرك ثارات بني عبد شمس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وصرّح بذلك يزيد بن معاوية ل</w:t>
      </w:r>
      <w:r w:rsidR="00A7544A">
        <w:rPr>
          <w:rFonts w:hint="cs"/>
          <w:rtl/>
          <w:lang w:bidi="fa-IR"/>
        </w:rPr>
        <w:t>ـ</w:t>
      </w:r>
      <w:r>
        <w:rPr>
          <w:rtl/>
          <w:lang w:bidi="fa-IR"/>
        </w:rPr>
        <w:t>مّا وضع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بين يديه ، فجعل ينكت ثناياه بقضيب خيزران ، ويقول : يوم بيوم بدر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أيضاً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B729A" w:rsidTr="009B729A">
        <w:trPr>
          <w:trHeight w:val="350"/>
        </w:trPr>
        <w:tc>
          <w:tcPr>
            <w:tcW w:w="3536" w:type="dxa"/>
            <w:shd w:val="clear" w:color="auto" w:fill="auto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ليتَ أشياخي ببدرٍ شَهدوا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جَزعَ الخزْرجِ منْ وقْعِ الأسلْ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29A" w:rsidTr="009B729A">
        <w:tblPrEx>
          <w:tblLook w:val="04A0"/>
        </w:tblPrEx>
        <w:trPr>
          <w:trHeight w:val="350"/>
        </w:trPr>
        <w:tc>
          <w:tcPr>
            <w:tcW w:w="3536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لأهلّوا واسْتهلّوا فرحاً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ثمّ قالوا يا يزيدُ لا تشلْ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29A" w:rsidTr="009B729A">
        <w:tblPrEx>
          <w:tblLook w:val="04A0"/>
        </w:tblPrEx>
        <w:trPr>
          <w:trHeight w:val="350"/>
        </w:trPr>
        <w:tc>
          <w:tcPr>
            <w:tcW w:w="3536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قدْ قتلْنا القَرمَ منْ ساداتِهمْ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وعَدلْناهُ ببدْرٍ فاعتَدَلْ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29A" w:rsidTr="009B729A">
        <w:tblPrEx>
          <w:tblLook w:val="04A0"/>
        </w:tblPrEx>
        <w:trPr>
          <w:trHeight w:val="350"/>
        </w:trPr>
        <w:tc>
          <w:tcPr>
            <w:tcW w:w="3536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لعبتْ هاشمُ بال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مُلكِ فلا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B729A" w:rsidRDefault="00A7544A" w:rsidP="008C3E0B">
            <w:pPr>
              <w:pStyle w:val="libPoem"/>
            </w:pPr>
            <w:r>
              <w:rPr>
                <w:rtl/>
                <w:lang w:bidi="fa-IR"/>
              </w:rPr>
              <w:t>خبرٌ جاء ولا وحيٌ نَزلْ</w:t>
            </w:r>
          </w:p>
        </w:tc>
      </w:tr>
    </w:tbl>
    <w:p w:rsidR="00C92D11" w:rsidRDefault="00C92D11" w:rsidP="000D5FB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9B729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B729A" w:rsidRDefault="000D5FB4" w:rsidP="008C3E0B">
            <w:pPr>
              <w:pStyle w:val="libPoem"/>
            </w:pPr>
            <w:r>
              <w:rPr>
                <w:rtl/>
                <w:lang w:bidi="fa-IR"/>
              </w:rPr>
              <w:t>ثاراتُ بدرٍ اُدرِكتْ في كرْبَلا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729A" w:rsidRDefault="009B729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729A" w:rsidRDefault="000D5FB4" w:rsidP="008C3E0B">
            <w:pPr>
              <w:pStyle w:val="libPoem"/>
            </w:pPr>
            <w:r>
              <w:rPr>
                <w:rtl/>
                <w:lang w:bidi="fa-IR"/>
              </w:rPr>
              <w:t>لبني اُميّةَ من بني الزهراءِ</w:t>
            </w:r>
            <w:r w:rsidR="009B72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B6562E">
      <w:pPr>
        <w:pStyle w:val="Heading2Center"/>
        <w:rPr>
          <w:lang w:bidi="fa-IR"/>
        </w:rPr>
      </w:pPr>
      <w:bookmarkStart w:id="37" w:name="_Toc18255850"/>
      <w:r>
        <w:rPr>
          <w:rtl/>
          <w:lang w:bidi="fa-IR"/>
        </w:rPr>
        <w:lastRenderedPageBreak/>
        <w:t>المجلس الحادي والثمانون بعد المئة</w:t>
      </w:r>
      <w:bookmarkEnd w:id="3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أبي الحديد : روي أنّ الوليد بن جابر بن ظالم الطائي كان ممّن وفد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فأسلم ، ثمّ صحب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وشهد معه صفّين ، وكان من رجاله المشهورين ، ثمّ وفد على معاوية بعد وفاة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ودخل عليه في جملة النّاس ، فاستنسبه فانتسب له ، فعرفه معاوية ، فقال له : أنت صاحب ليلة الهرير ؟ قال :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والله ، لا تخلو مسامعي من رجزك تلك الليلة ، وقد علا صوتك أصوات النّاس ، وأنت تقول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2"/>
        <w:gridCol w:w="272"/>
        <w:gridCol w:w="3486"/>
      </w:tblGrid>
      <w:tr w:rsidR="00B6562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شُدّوا فداءً لكُمُ اُمِّي وأبِ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562E" w:rsidRDefault="00B6562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فإنّما الأمرُ غَداً 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مَنْ غلَبْ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62E" w:rsidTr="008C3E0B">
        <w:trPr>
          <w:trHeight w:val="350"/>
        </w:trPr>
        <w:tc>
          <w:tcPr>
            <w:tcW w:w="3920" w:type="dxa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هذا ابنُ عمِّ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وال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مُنتَجبْ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62E" w:rsidRDefault="00B6562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تنْميهِ للعلياءِ ساداتُ العربْ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62E" w:rsidTr="008C3E0B">
        <w:trPr>
          <w:trHeight w:val="350"/>
        </w:trPr>
        <w:tc>
          <w:tcPr>
            <w:tcW w:w="3920" w:type="dxa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ليسَ بموصُومٍ إذا نُصَّ النَّسبْ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62E" w:rsidRDefault="00B6562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62E" w:rsidRDefault="00B6562E" w:rsidP="008C3E0B">
            <w:pPr>
              <w:pStyle w:val="libPoem"/>
            </w:pPr>
            <w:r>
              <w:rPr>
                <w:rtl/>
                <w:lang w:bidi="fa-IR"/>
              </w:rPr>
              <w:t>أوّلُ مَنْ صلَّى وصامَ واقتَرَبْ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نعم ، أنا قائلها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فلماذا قلتها ؟ قال : لأنّا كنّا مع رجل لا نعلم خصلة توجب الخلافة ،</w:t>
      </w:r>
      <w:r w:rsidR="00D37C75">
        <w:rPr>
          <w:rtl/>
          <w:lang w:bidi="fa-IR"/>
        </w:rPr>
        <w:t xml:space="preserve"> ولا فضيلة تصير إلى التقدمة إل</w:t>
      </w:r>
      <w:r w:rsidR="00D37C75">
        <w:rPr>
          <w:rFonts w:hint="cs"/>
          <w:rtl/>
          <w:lang w:bidi="fa-IR"/>
        </w:rPr>
        <w:t>ّ</w:t>
      </w:r>
      <w:r w:rsidR="00D37C75">
        <w:rPr>
          <w:rtl/>
          <w:lang w:bidi="fa-IR"/>
        </w:rPr>
        <w:t>ا</w:t>
      </w:r>
      <w:r>
        <w:rPr>
          <w:rtl/>
          <w:lang w:bidi="fa-IR"/>
        </w:rPr>
        <w:t xml:space="preserve"> وهي مجموعة 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كان أوّل النّاس سلماً ، وأكثرهم علماً ، وأرجحهم حلماً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فات الجياد فلا يشقّ غباره ، واستولى على الأمد فلا يخاف عثاره ، وأوضح منهج الهدى فلا يبيد مناره ، وسلك القصد فلا تدرس آثاره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ابتلانا الله تعالى بافتقاده ، وحوّل الأمر إلى مَن يشاء من عباده ، دخلنا في جملة المسلمين ، فلم ننزع يداً عن طاعة ، ولم نصدع صفاة جماعة ، على أنّ لك منّا ما ظهر ، وقلوبنا بيد الله وهو أملك بها منك ، فاقبل صفونا وأعرض عن كدرنا ، ولا تُثر كوامن الأحقاد ؛ فإنّ النار تقدح بالزناد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معاوية : وإنّك لتهددني يا أخا طيء ، بأوباش العراق ؟! أهل النفاق ومعدن الشقاق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يا معاوية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D37C7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هم الذين أشرقوك بالرّيق ، وحبسوك بالمضيق ، وذادوك عن سُنن الطريق حتّى لذت منهم بالمصاحف ، ودعوت إليها مَن صدّق بها وكذّبت ، وآمن بمنزلها وكفرت ، وعرف من تأويلها ما أنكرت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فغضب معاوية ، وأدار طرفه فيمَن حوله فإذا جلّهم من مضر ، ونفر قليل من اليمن ، وحيث إنّ الوليد يمانيّ ، واليمانيّون قليلون في مجلسه ، لم يخف من الوليد ، فقال : أيها الشقي الخائن ، إنّي لأخال أنّ هذا آخر كلام تفوّهت 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وكان عفير بن سيف بن ذي يزن بباب معاوية حينئذٍ ، وكان يمانيّاً ، فعرف موقف الطائي ومراد معاوية ، فخافه عليه ، فهجمَ عليهم الدار وأقبل على اليمانيّة ، فقال : شاهت الوجوه ذلاّ ًوقلاّ ً، وجدعاً وفلاّ ً. ثمّ التفت إلى معاوية ، فقال : لقد رأيتك بالأمس خاطبت أخا ربيعة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صعصعة بن صوحان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وهو أعظم جرماً عندك من هذا ، ثمّ أثبتّه وسرّحته ، وأنت الآن مجمع على قتل هذا ، زعمت استصغاراً لجماعتنا ، ولَعمري ، لو وكلتك أبناء قحطان إلى قومك ، لكان جدّك العاثر وذكرك الداثر ، وحدّك المفلول وعرشك المثلول ، فأربع على ظلعك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؛ فإنّا لا نرام بوقع الضيم ، ولا نتلمّط جرع الخسف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معاوية : الغضب شيطان ، فأربع على نفسك أيّها الإنسان ؛ فإنّا لم نؤتِ إلى صاحبك مكروهاً ، فدونكه ؛ فإنّه لم يضق عنه حلمنا ويسع غيره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عفير بيد الوليد وخرج به إلى منزله ، ثمّ جمع مَن بدمشق من اليمانيّة ، وفرض على كلّ رجل دينارين في عطائه ، فبلغت أربعين ألفاً ، فجعلها من بيت المال ودفعها إلى الوليد وردّه إلى العراق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ولو كان معاوية حليماً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يدّعي ويُدّعى 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لما قَتل حِجراً وأصحاب حِجر حيث لم يتبرّؤوا من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ل</w:t>
      </w:r>
      <w:r w:rsidR="00D37C75">
        <w:rPr>
          <w:rFonts w:hint="cs"/>
          <w:rtl/>
          <w:lang w:bidi="fa-IR"/>
        </w:rPr>
        <w:t>ـ</w:t>
      </w:r>
      <w:r>
        <w:rPr>
          <w:rtl/>
          <w:lang w:bidi="fa-IR"/>
        </w:rPr>
        <w:t>مَا قتل عمرو بن الحمق الخزاعي بعد ما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D37C75">
      <w:pPr>
        <w:pStyle w:val="libFootnote0"/>
        <w:rPr>
          <w:lang w:bidi="fa-IR"/>
        </w:rPr>
      </w:pPr>
      <w:r w:rsidRPr="00D37C75">
        <w:rPr>
          <w:rtl/>
        </w:rPr>
        <w:t>(1)</w:t>
      </w:r>
      <w:r>
        <w:rPr>
          <w:rtl/>
          <w:lang w:bidi="fa-IR"/>
        </w:rPr>
        <w:t xml:space="preserve"> أي : إنّك ضعيف ، فانته عمّا لا تطيقه</w:t>
      </w:r>
      <w:r w:rsidR="00343D55">
        <w:rPr>
          <w:rtl/>
          <w:lang w:bidi="fa-IR"/>
        </w:rPr>
        <w:t>.</w:t>
      </w:r>
    </w:p>
    <w:p w:rsidR="00C92D11" w:rsidRDefault="00C92D11" w:rsidP="00D37C75">
      <w:pPr>
        <w:pStyle w:val="libFootnote0"/>
        <w:rPr>
          <w:lang w:bidi="fa-IR"/>
        </w:rPr>
      </w:pPr>
      <w:r w:rsidRPr="00D37C75">
        <w:rPr>
          <w:rtl/>
        </w:rPr>
        <w:t>(2)</w:t>
      </w:r>
      <w:r w:rsidR="00D37C75">
        <w:rPr>
          <w:rtl/>
          <w:lang w:bidi="fa-IR"/>
        </w:rPr>
        <w:t xml:space="preserve"> أي : الذّل</w:t>
      </w:r>
      <w:r w:rsidR="00343D55">
        <w:rPr>
          <w:rtl/>
          <w:lang w:bidi="fa-IR"/>
        </w:rPr>
        <w:t>.</w:t>
      </w:r>
      <w:r w:rsidR="00D37C75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7414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حبس زوجته سنتين في سجن دمشق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87414B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جاءه رأسه ، أرسله إليها ووضعه في حجرها ، هذا بعد ما أعطى الحسن بن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العهود والمواثيق أنْ لا يتعرض لشيعته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وإنّما كان يظهر الحلم حين يرى فيه مصلحة لدنياه ، وحين يخاف من عاقبة البطش ، فيدعه ويُظهر أنّ ذلك ع</w:t>
      </w:r>
      <w:r w:rsidR="0087414B">
        <w:rPr>
          <w:rtl/>
          <w:lang w:bidi="fa-IR"/>
        </w:rPr>
        <w:t>ن حلم ، وإنّما هو عن خوف ، وإل</w:t>
      </w:r>
      <w:r w:rsidR="0087414B">
        <w:rPr>
          <w:rFonts w:hint="cs"/>
          <w:rtl/>
          <w:lang w:bidi="fa-IR"/>
        </w:rPr>
        <w:t>ّ</w:t>
      </w:r>
      <w:r w:rsidR="0087414B">
        <w:rPr>
          <w:rtl/>
          <w:lang w:bidi="fa-IR"/>
        </w:rPr>
        <w:t>ا</w:t>
      </w:r>
      <w:r>
        <w:rPr>
          <w:rtl/>
          <w:lang w:bidi="fa-IR"/>
        </w:rPr>
        <w:t xml:space="preserve"> فما باله وقد ملك الأمر ، وانقادت له النّاس بعد صلح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يسلّط زياد بن أبيه على شيعة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فيسومهم سوء العذاب بالقتل والنّفي ، وسلب الأموال وهدم الدور ؟ وما بالُه يستحضر مَن يعرفهم بحبّ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من نساء ورجال ، من الأمكنة البعيدة ، فيتهدّدهم ويتوعّدهم ويؤنّبهم ، ثمّ يُظهر الحلم عنهم حينما يخاف عاقبة البطش ؟ وما بالُه يُحمل عبد الله بن هاشم المرقال إليه أسيراً ، بعد صلح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فيسجنه ويُهدّده بالقتل ؟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ولو كان حليماً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يقول ويُقال فيه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لفعل كما فعل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فعفا عن أهل الجمل ل</w:t>
      </w:r>
      <w:r w:rsidR="0087414B">
        <w:rPr>
          <w:rFonts w:hint="cs"/>
          <w:rtl/>
          <w:lang w:bidi="fa-IR"/>
        </w:rPr>
        <w:t>ـ</w:t>
      </w:r>
      <w:r>
        <w:rPr>
          <w:rtl/>
          <w:lang w:bidi="fa-IR"/>
        </w:rPr>
        <w:t>مّا ظفر بهم ، وفيهم أعدى النّاس له ، ولم يجازهم بشيء ، وأصدر عفواً عامّاً عن جميع أهل البصرة الذين حاربوه</w:t>
      </w:r>
      <w:r w:rsidR="00343D55">
        <w:rPr>
          <w:rtl/>
          <w:lang w:bidi="fa-IR"/>
        </w:rPr>
        <w:t>.</w:t>
      </w:r>
      <w:r w:rsidR="0087414B">
        <w:rPr>
          <w:rtl/>
          <w:lang w:bidi="fa-IR"/>
        </w:rPr>
        <w:t xml:space="preserve"> وما حلمُ معاوية الذي يظهر إل</w:t>
      </w:r>
      <w:r w:rsidR="0087414B">
        <w:rPr>
          <w:rFonts w:hint="cs"/>
          <w:rtl/>
          <w:lang w:bidi="fa-IR"/>
        </w:rPr>
        <w:t>ّ</w:t>
      </w:r>
      <w:r w:rsidR="0087414B">
        <w:rPr>
          <w:rtl/>
          <w:lang w:bidi="fa-IR"/>
        </w:rPr>
        <w:t>ا</w:t>
      </w:r>
      <w:r>
        <w:rPr>
          <w:rtl/>
          <w:lang w:bidi="fa-IR"/>
        </w:rPr>
        <w:t xml:space="preserve"> كحلم ولده يزيد عن أهل بيت الرسالة ، فإنّه بعدما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وسبى نساءه وأطفاله ، وحملهم إليه من الكوفة إلى الشام ، وأدخل النّساء إلى مجلسه العام ، أراد أنْ يتلافى ما فرّط منه حين خشي سوء العاقبة في الدنيا ، ل</w:t>
      </w:r>
      <w:r w:rsidR="0087414B">
        <w:rPr>
          <w:rFonts w:hint="cs"/>
          <w:rtl/>
          <w:lang w:bidi="fa-IR"/>
        </w:rPr>
        <w:t>ـ</w:t>
      </w:r>
      <w:r>
        <w:rPr>
          <w:rtl/>
          <w:lang w:bidi="fa-IR"/>
        </w:rPr>
        <w:t>مّا رأى النّاس تنقم عليه ، فقال لزين العابدين (</w:t>
      </w:r>
      <w:r w:rsidR="00800C80" w:rsidRPr="00800C80">
        <w:rPr>
          <w:rStyle w:val="libAlaemChar"/>
          <w:rtl/>
        </w:rPr>
        <w:t>عليه‌السلام</w:t>
      </w:r>
      <w:r w:rsidR="0087414B">
        <w:rPr>
          <w:rtl/>
          <w:lang w:bidi="fa-IR"/>
        </w:rPr>
        <w:t>) : إنْ شئت أقمت عندنا فبررناك</w:t>
      </w:r>
      <w:r>
        <w:rPr>
          <w:rtl/>
          <w:lang w:bidi="fa-IR"/>
        </w:rPr>
        <w:t>، وإنْ شئت رددناك الى المدينة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 w:rsidR="0087414B">
        <w:rPr>
          <w:rtl/>
          <w:lang w:bidi="fa-IR"/>
        </w:rPr>
        <w:t>) : (( لا اُريد إل</w:t>
      </w:r>
      <w:r w:rsidR="0087414B">
        <w:rPr>
          <w:rFonts w:hint="cs"/>
          <w:rtl/>
          <w:lang w:bidi="fa-IR"/>
        </w:rPr>
        <w:t>ّ</w:t>
      </w:r>
      <w:r w:rsidR="0087414B">
        <w:rPr>
          <w:rtl/>
          <w:lang w:bidi="fa-IR"/>
        </w:rPr>
        <w:t>ا</w:t>
      </w:r>
      <w:r>
        <w:rPr>
          <w:rtl/>
          <w:lang w:bidi="fa-IR"/>
        </w:rPr>
        <w:t xml:space="preserve"> المدينة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فأرسلهم إليها ، وأرسل معهم النّعمان بن بشير الأنصاري في جماعة وأمره بالرّفق بهم ، وأنْ ينزل بعيداً عنهم حين ينزلون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ولكن ما يفيده ذلك بعد أنْ فعل ما فعل ، وارتكب ما ارتكب؟!</w:t>
      </w:r>
    </w:p>
    <w:p w:rsidR="0087414B" w:rsidRDefault="0087414B" w:rsidP="0087414B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7A0D4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وودَّ أنْ يتلافَى ما جنتْ يدُهُ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وكانَ ذلك كسْراً غيرَ مَجْبُورِ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0D41" w:rsidTr="008C3E0B">
        <w:trPr>
          <w:trHeight w:val="350"/>
        </w:trPr>
        <w:tc>
          <w:tcPr>
            <w:tcW w:w="3920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تُسبَى بناتُ رسولِ الله بينَهُمُ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والدِّينُ غضُّ المبادي غيرُ مستورِ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A0D4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7A0D41">
      <w:pPr>
        <w:pStyle w:val="Heading2Center"/>
        <w:rPr>
          <w:lang w:bidi="fa-IR"/>
        </w:rPr>
      </w:pPr>
      <w:bookmarkStart w:id="38" w:name="_Toc18255851"/>
      <w:r>
        <w:rPr>
          <w:rtl/>
          <w:lang w:bidi="fa-IR"/>
        </w:rPr>
        <w:t>المجلس الثاني والثمانون بعد المئة</w:t>
      </w:r>
      <w:bookmarkEnd w:id="38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</w:t>
      </w:r>
      <w:r w:rsidR="007A0D41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مُرزُباني : دخل عدي بن حاتم الطائي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697159" w:rsidRPr="00697159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، وكانت عينه ذهبت يوم الجمل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على معاوية وعنده ابن الزّبير ، فقال ابن الزّبير : يا أبا طريف ، متى ذهبت عينُك ؟ قال : يوم فرّ أبوك مُنهزماً فقُتل ، وضُربتَ على قفاك وأنت هارب ، وأنا مع الحقّ وأنت مع الباطل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معاوية : ما فعل الطُّرفات ؟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طريفاً وطُرافاً وطُرْفة أبناءه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قال : قُتلوا مع أمير المؤمنين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: ما أنصفك علي ؛ إذ قدّم أبناءك وأخّر أبناءه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بل أنا ما أنصفته ؛ إذ قُتل وبقيت بعده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له معاوية : أما أنّه قد بقي</w:t>
      </w:r>
      <w:r w:rsidR="007A0D41">
        <w:rPr>
          <w:rtl/>
          <w:lang w:bidi="fa-IR"/>
        </w:rPr>
        <w:t>ت قطرة من دم عثمان ، ما لها إل</w:t>
      </w:r>
      <w:r w:rsidR="007A0D41">
        <w:rPr>
          <w:rFonts w:hint="cs"/>
          <w:rtl/>
          <w:lang w:bidi="fa-IR"/>
        </w:rPr>
        <w:t>ّ</w:t>
      </w:r>
      <w:r w:rsidR="007A0D41">
        <w:rPr>
          <w:rtl/>
          <w:lang w:bidi="fa-IR"/>
        </w:rPr>
        <w:t>ا</w:t>
      </w:r>
      <w:r>
        <w:rPr>
          <w:rtl/>
          <w:lang w:bidi="fa-IR"/>
        </w:rPr>
        <w:t xml:space="preserve"> كذا ، وأومأ بيده إليه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عدي : إنّ السّيوف التي اُغمدتْ اُغمدتْ على حسّك في الصدور ، ولعلّك تسلُّ سيفاً تسلُّ به سيوفاً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 معاوية إلى عمرو بن العاص ، فقال : كلمة شدَّها في قَرنك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خرج عدي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7A0D4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يحاولُنِي مُعاويةُ بن صخْرٍ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وليسَ إلى التي يَبغِي سبيل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0D41" w:rsidTr="008C3E0B">
        <w:trPr>
          <w:trHeight w:val="350"/>
        </w:trPr>
        <w:tc>
          <w:tcPr>
            <w:tcW w:w="3920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يُذكِّرُني أبا حَسنٍ عليّاً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وخَطْبي في أبي حسنٍ جليل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0D41" w:rsidTr="008C3E0B">
        <w:trPr>
          <w:trHeight w:val="350"/>
        </w:trPr>
        <w:tc>
          <w:tcPr>
            <w:tcW w:w="3920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وقال ابنُ الزُّبيرِ وقال عمرٌو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عديٌّ بعدَ صفّين ذليل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0D41" w:rsidTr="008C3E0B">
        <w:trPr>
          <w:trHeight w:val="350"/>
        </w:trPr>
        <w:tc>
          <w:tcPr>
            <w:tcW w:w="3920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فقُلتُ صدقتُما قدْ هدَّ ُكني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وفارقَني الذينَ بهِمْ أصول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0D41" w:rsidTr="008C3E0B">
        <w:trPr>
          <w:trHeight w:val="350"/>
        </w:trPr>
        <w:tc>
          <w:tcPr>
            <w:tcW w:w="3920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ولكنّي على ما كانَ منِّي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0D41" w:rsidRDefault="007A0D4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0D41" w:rsidRDefault="007A0D41" w:rsidP="008C3E0B">
            <w:pPr>
              <w:pStyle w:val="libPoem"/>
            </w:pPr>
            <w:r>
              <w:rPr>
                <w:rtl/>
                <w:lang w:bidi="fa-IR"/>
              </w:rPr>
              <w:t>اُخبِّرُ صاحبيَّ بما أقول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6"/>
        <w:gridCol w:w="272"/>
        <w:gridCol w:w="3492"/>
      </w:tblGrid>
      <w:tr w:rsidR="00EC7EC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EC7EC3" w:rsidRDefault="00EC7EC3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وإنّ أخاكُما في كلِّ يومٍ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7EC3" w:rsidRDefault="00EC7EC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7EC3" w:rsidRDefault="00EC7EC3" w:rsidP="008C3E0B">
            <w:pPr>
              <w:pStyle w:val="libPoem"/>
            </w:pPr>
            <w:r>
              <w:rPr>
                <w:rtl/>
                <w:lang w:bidi="fa-IR"/>
              </w:rPr>
              <w:t>من الأيامِ محمِلُهُ ثقيلُ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كلّ مَن كان عريقاً في ولاء أهل البيت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) يهون </w:t>
      </w:r>
      <w:r w:rsidR="00CA769D">
        <w:rPr>
          <w:rtl/>
          <w:lang w:bidi="fa-IR"/>
        </w:rPr>
        <w:t>عليه فداء نفسه وولده في محبّتهم</w:t>
      </w:r>
      <w:r>
        <w:rPr>
          <w:rtl/>
          <w:lang w:bidi="fa-IR"/>
        </w:rPr>
        <w:t>؛ ألاَ ترى إلى بشر بن عمرو الحضرمي حين قيل له يوم الطفِّ : إنّ ابنه اُسّر بثغر الري ، فقال : عند الله أحتسبه ونفسي ، ما كنت أحبّ أنْ يُؤسر وأبقى بعده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فسمع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قوله ، فقال له : (( رحمك الله ، أنت في حلٍّ من بيعتي ، فاذهب واعمل في فكاك ابنك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أكلتني السباع حيّاً إنْ فارقتك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فأعطِ ابنك هذا هذه الأثواب البُرود ؛ يستعين بها في فداء أخيه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فأعطاه خمسة أثواب بُرود قيمتها ألف دينار ، فحملها مع ولده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فحيّا الله هذه النّفوس الكريمة التي سخت بدمائها وأبنائها في فداء أهل بيت نبيّها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، وحفظت وصية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في آله وذرّيّته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C7EC3" w:rsidTr="00EC7EC3">
        <w:trPr>
          <w:trHeight w:val="350"/>
        </w:trPr>
        <w:tc>
          <w:tcPr>
            <w:tcW w:w="3536" w:type="dxa"/>
            <w:shd w:val="clear" w:color="auto" w:fill="auto"/>
          </w:tcPr>
          <w:p w:rsidR="00EC7EC3" w:rsidRDefault="00CA769D" w:rsidP="008C3E0B">
            <w:pPr>
              <w:pStyle w:val="libPoem"/>
            </w:pPr>
            <w:r>
              <w:rPr>
                <w:rtl/>
                <w:lang w:bidi="fa-IR"/>
              </w:rPr>
              <w:t>مِنْ كُلِّ مُكتهلٍ في عزمِ مُقتَبلِ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C7EC3" w:rsidRDefault="00EC7EC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C7EC3" w:rsidRDefault="00CA769D" w:rsidP="008C3E0B">
            <w:pPr>
              <w:pStyle w:val="libPoem"/>
            </w:pPr>
            <w:r>
              <w:rPr>
                <w:rtl/>
                <w:lang w:bidi="fa-IR"/>
              </w:rPr>
              <w:t>وكُلِّ مُقتَبلٍ في حزمِ مُكتَهلِ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EC3" w:rsidTr="00EC7EC3">
        <w:tblPrEx>
          <w:tblLook w:val="04A0"/>
        </w:tblPrEx>
        <w:trPr>
          <w:trHeight w:val="350"/>
        </w:trPr>
        <w:tc>
          <w:tcPr>
            <w:tcW w:w="3536" w:type="dxa"/>
          </w:tcPr>
          <w:p w:rsidR="00EC7EC3" w:rsidRDefault="008D43FE" w:rsidP="008C3E0B">
            <w:pPr>
              <w:pStyle w:val="libPoem"/>
            </w:pPr>
            <w:r>
              <w:rPr>
                <w:rtl/>
                <w:lang w:bidi="fa-IR"/>
              </w:rPr>
              <w:t>قَرمٌ إذا الموتُ أبدَى عنْ نواجذِهِ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EC3" w:rsidRDefault="00EC7EC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EC3" w:rsidRDefault="008D43FE" w:rsidP="008C3E0B">
            <w:pPr>
              <w:pStyle w:val="libPoem"/>
            </w:pPr>
            <w:r>
              <w:rPr>
                <w:rtl/>
                <w:lang w:bidi="fa-IR"/>
              </w:rPr>
              <w:t>ثنّى لهُ عطفَ مسْرورٍ بهِ جذلِ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EC3" w:rsidTr="00EC7EC3">
        <w:tblPrEx>
          <w:tblLook w:val="04A0"/>
        </w:tblPrEx>
        <w:trPr>
          <w:trHeight w:val="350"/>
        </w:trPr>
        <w:tc>
          <w:tcPr>
            <w:tcW w:w="3536" w:type="dxa"/>
          </w:tcPr>
          <w:p w:rsidR="00EC7EC3" w:rsidRDefault="008D43FE" w:rsidP="008C3E0B">
            <w:pPr>
              <w:pStyle w:val="libPoem"/>
            </w:pPr>
            <w:r>
              <w:rPr>
                <w:rtl/>
                <w:lang w:bidi="fa-IR"/>
              </w:rPr>
              <w:t>أبتْ لهُ نفسُهُ يومَ الوغَى شرَفاً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EC3" w:rsidRDefault="00EC7EC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EC3" w:rsidRDefault="008D43FE" w:rsidP="008C3E0B">
            <w:pPr>
              <w:pStyle w:val="libPoem"/>
            </w:pPr>
            <w:r>
              <w:rPr>
                <w:rtl/>
                <w:lang w:bidi="fa-IR"/>
              </w:rPr>
              <w:t>أنْ لا تسيلَ على الخِرصانِ والأسَلِ</w:t>
            </w:r>
            <w:r w:rsidR="00EC7E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22560A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22560A">
      <w:pPr>
        <w:pStyle w:val="Heading2Center"/>
        <w:rPr>
          <w:lang w:bidi="fa-IR"/>
        </w:rPr>
      </w:pPr>
      <w:bookmarkStart w:id="39" w:name="_Toc18255852"/>
      <w:r>
        <w:rPr>
          <w:rtl/>
          <w:lang w:bidi="fa-IR"/>
        </w:rPr>
        <w:t>المجلس الثالث والثمانون بعد المئة</w:t>
      </w:r>
      <w:bookmarkEnd w:id="3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الفصول المهمة لابن الصباغ المالكي ، عن الأصبغ بن نباتة ، قال : دخل ضرار بن ضمرة على معاوية بعد وفاة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له : يا ضرار ، صف لي عليّاً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أعفني من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أقسمتُ عليك لتصفنّه 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إنْ كان لا بُدّ من ذلك ، فإنّه كان والله ، بعيد المدى شديد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2560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القوى ، يقول فصلاً ويحكم عدلاً ، يتفجّر العلم من جوانبه وتُنطق الحكمة من لسانه ، يستوحش من الدنيا وزهرتها ويأنس بالليل ووحشته ، وكان غزير الدمعة طويل الفكرة ، يُعجبه من اللباس ما خشن ، ومن الطعام ما جشب ، وكان فينا كأحدنا ؛ يُجيبنا إنْ سألناه ، ويأتينا إذا دعوناه ، ونحن والله ، مع قُربنا منه وقربه منّا لا نكاد نُكلّمه ؛ هيبة له ، يُعظّم أهل الدّين ، ويحب المساكين ، لا يطمع القوي في باطله ، ولا ييأس الضعيف من عدله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وأشهد بالله يا معاوية ، لقد رأيته في بعض مواقفه ، وقد أرخى الليل سدوله وغارت نجومه ، قابضاً على لحيته الشريفة ، يتململ تململ السليم ، ويبكي بكاء الحزين ، وهو يقول : (( إليك عنّي يا دُنيا ، غرّي غيري ، ألي تعرضتِ أمْ إليّ تشوّقت ؟ هيهات هيهات ! فإنّي قد طلقتُك ثلاثاً لا رجعة لي فيك ؛ فعمرك قصير ، وخطرك كبير ، وعيشك حقير))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آهٍ آهٍ ! من قلة الزاد ، وبُعد السّفر ، ووحشة الطّريق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بكى ضرار ، وبكى معاوية وقال : رحم الله أبا الحسن ، كان والله ، كذلك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فكيف حزنك عليه يا ضرار ؟ قال : حزن مَن ذُبح ولدُها في حِجرها ؛ فهي لا ترقى لها دمعة ، ولا تسكن لها زفرة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خبر : ترصّد عمرو بن حريث غذاء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فأتته فضّة بجراب مختوم ، ففكّه واستخرج منه خبزاً متغير اللّون ، خشناً ج</w:t>
      </w:r>
      <w:r w:rsidR="0022560A">
        <w:rPr>
          <w:rtl/>
          <w:lang w:bidi="fa-IR"/>
        </w:rPr>
        <w:t>شباً ، فقال عمرو : يا فضة ، أل</w:t>
      </w:r>
      <w:r w:rsidR="0022560A">
        <w:rPr>
          <w:rFonts w:hint="cs"/>
          <w:rtl/>
          <w:lang w:bidi="fa-IR"/>
        </w:rPr>
        <w:t>َ</w:t>
      </w:r>
      <w:r w:rsidR="0022560A">
        <w:rPr>
          <w:rtl/>
          <w:lang w:bidi="fa-IR"/>
        </w:rPr>
        <w:t>ا تتّقين الله في هذا الشيخ ؟ أل</w:t>
      </w:r>
      <w:r w:rsidR="0022560A">
        <w:rPr>
          <w:rFonts w:hint="cs"/>
          <w:rtl/>
          <w:lang w:bidi="fa-IR"/>
        </w:rPr>
        <w:t>َ</w:t>
      </w:r>
      <w:r w:rsidR="0022560A">
        <w:rPr>
          <w:rtl/>
          <w:lang w:bidi="fa-IR"/>
        </w:rPr>
        <w:t>ا</w:t>
      </w:r>
      <w:r>
        <w:rPr>
          <w:rtl/>
          <w:lang w:bidi="fa-IR"/>
        </w:rPr>
        <w:t xml:space="preserve"> تنخلين له دقيق هذا الخبز وتُطيّبينه ؟ فقالت : قد كنت أفعل ذلك فنهاني ، وكنتُ أضع في جرابه طعاماً طيّباً فختم جرابه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ثمّ إنّ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فتّ ذلك الخبز في قصعة ، وصبّ عليه الماء ، وحسّر عن ذراعيه وجعل يأكل </w:t>
      </w:r>
      <w:r w:rsidR="0022560A">
        <w:rPr>
          <w:rtl/>
          <w:lang w:bidi="fa-IR"/>
        </w:rPr>
        <w:t>حتّى اكتفى ، فلمّا فرغ من الأكل</w:t>
      </w:r>
      <w:r>
        <w:rPr>
          <w:rtl/>
          <w:lang w:bidi="fa-IR"/>
        </w:rPr>
        <w:t xml:space="preserve">، التفت إليّ ، وقال : (( لقد خابت هذه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ومدّ يده إلى لحيته الكريمة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وخسرت هذه ، إنْ أدخلتُها النّار من أجل الطعام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ورآه عدي بن حاتم ، وبين يديه شُنّة وفيها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2560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قراح ماء وكسرات من خبز الشعير ، فقال له : [ إنّي لا ] أرى لك ذلك يا أمير المؤمنين ، أنْ تظلّ نهارك صائماً مجاهداً ، وبالليل ساهراً مكابداً ، ثمّ يكون هذا فطورك !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22560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علِّلْ النَّفسَ بالقنُوعِ 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2560A" w:rsidRDefault="0022560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طلَبتْ منكَ فوقَ ما يكْفِيها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يزلْ هذا دأبه ، وهذه سجيّته حتّى أتى إليه ابن ملجم المرادي ، وضربه بالسّيف على اُمّ رأسه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22560A" w:rsidTr="0022560A">
        <w:trPr>
          <w:trHeight w:val="350"/>
        </w:trPr>
        <w:tc>
          <w:tcPr>
            <w:tcW w:w="3536" w:type="dxa"/>
            <w:shd w:val="clear" w:color="auto" w:fill="auto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ألمْ يعْلَمِ الْجاني على اللّيثِ أنّه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2560A" w:rsidRDefault="0022560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أتَى اللّيثَ في محرابِهِ وهو ساجدُ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560A" w:rsidTr="0022560A">
        <w:tblPrEx>
          <w:tblLook w:val="04A0"/>
        </w:tblPrEx>
        <w:trPr>
          <w:trHeight w:val="350"/>
        </w:trPr>
        <w:tc>
          <w:tcPr>
            <w:tcW w:w="3536" w:type="dxa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ولو جاءهُ من حيثُ ما اللّيثُ مُبصرٌ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2560A" w:rsidRDefault="0022560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2560A" w:rsidRDefault="0022560A" w:rsidP="008C3E0B">
            <w:pPr>
              <w:pStyle w:val="libPoem"/>
            </w:pPr>
            <w:r>
              <w:rPr>
                <w:rtl/>
                <w:lang w:bidi="fa-IR"/>
              </w:rPr>
              <w:t>لخانتهُ عن حملِ الحُسامِ السَّواعدُ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حضرته الوفاة ، دعا أولاده كلّهم صغيراً وكبيراً ، وجعل يودّعهم ويقول : (( الله خليفتي عليكم ، أستودعكم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وهم يبكون ، ثمّ التفت إلى ولده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(( يا أبا محمّد ، اُوصيك بأبي عبد الله خيراً ؛ فأنتما منّي وأنا منكُما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كأنّي بكم وقد خرجت عليكم الفتن من ها هنا وها هنا ، فعليكم بالصبر ؛ فهو محمود العاقبة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يا أبا عبد الله ، أنت شهيد هذه الاُمّة ، فعليك بتقوى الله ، والصبر على بلائه ))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22560A" w:rsidTr="0022560A">
        <w:trPr>
          <w:trHeight w:val="350"/>
        </w:trPr>
        <w:tc>
          <w:tcPr>
            <w:tcW w:w="3536" w:type="dxa"/>
            <w:shd w:val="clear" w:color="auto" w:fill="auto"/>
          </w:tcPr>
          <w:p w:rsidR="0022560A" w:rsidRDefault="004973D4" w:rsidP="008C3E0B">
            <w:pPr>
              <w:pStyle w:val="libPoem"/>
            </w:pPr>
            <w:r>
              <w:rPr>
                <w:rtl/>
                <w:lang w:bidi="fa-IR"/>
              </w:rPr>
              <w:t>أبا حَسنٍ أبناؤكَ اليومَ حلَّقْتْ</w:t>
            </w:r>
            <w:r w:rsidR="002256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2560A" w:rsidRDefault="0022560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22560A" w:rsidRDefault="004973D4" w:rsidP="008C3E0B">
            <w:pPr>
              <w:pStyle w:val="libPoem"/>
            </w:pPr>
            <w:r>
              <w:rPr>
                <w:rtl/>
                <w:lang w:bidi="fa-IR"/>
              </w:rPr>
              <w:t>بقادمةِ الأسيافِ عن خطَّةِ الخسْفِ</w:t>
            </w:r>
            <w:r w:rsidR="002256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560A" w:rsidTr="0022560A">
        <w:tblPrEx>
          <w:tblLook w:val="04A0"/>
        </w:tblPrEx>
        <w:trPr>
          <w:trHeight w:val="350"/>
        </w:trPr>
        <w:tc>
          <w:tcPr>
            <w:tcW w:w="3536" w:type="dxa"/>
          </w:tcPr>
          <w:p w:rsidR="0022560A" w:rsidRDefault="004973D4" w:rsidP="008C3E0B">
            <w:pPr>
              <w:pStyle w:val="libPoem"/>
            </w:pPr>
            <w:r>
              <w:rPr>
                <w:rtl/>
                <w:lang w:bidi="fa-IR"/>
              </w:rPr>
              <w:t>سلْ الطَّفَّ عنهُمْ أينَ بالأمسِ طنَّبُوا</w:t>
            </w:r>
            <w:r w:rsidR="002256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2560A" w:rsidRDefault="0022560A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2560A" w:rsidRDefault="004973D4" w:rsidP="008C3E0B">
            <w:pPr>
              <w:pStyle w:val="libPoem"/>
            </w:pPr>
            <w:r>
              <w:rPr>
                <w:rtl/>
                <w:lang w:bidi="fa-IR"/>
              </w:rPr>
              <w:t>وأينَ اسْتَقلُّوا اليومَ عنْ عرْصَةِ الطَّفِّ</w:t>
            </w:r>
            <w:r w:rsidR="0022560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7634B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7634B9">
      <w:pPr>
        <w:pStyle w:val="Heading2Center"/>
        <w:rPr>
          <w:lang w:bidi="fa-IR"/>
        </w:rPr>
      </w:pPr>
      <w:bookmarkStart w:id="40" w:name="_Toc18255853"/>
      <w:r>
        <w:rPr>
          <w:rtl/>
          <w:lang w:bidi="fa-IR"/>
        </w:rPr>
        <w:t>المجلس الرابع والثمانون بعد المئة</w:t>
      </w:r>
      <w:bookmarkEnd w:id="4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روى الشيخ المفيد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عليه الرحمة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 كتاب الإختصاص ، بسنده قال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7634B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قَدِم وفد العراقيّين على معاوية ، فقدم في وفد أهل الكوفة عدي بن حاتم الطائي ، وفي وفد أهل البصرة الأحنف بن قيس وصعصعة بن صوحان ، فقال عمرو بن العاص لمعاوية : هؤلاء رجال الدّنيا ، وهم شيعة علي الذين قاتلوا معه يوم الجمل ويوم صفّين ، فكن منهم على حذر</w:t>
      </w:r>
      <w:r w:rsidR="00343D55">
        <w:rPr>
          <w:rtl/>
          <w:lang w:bidi="fa-IR"/>
        </w:rPr>
        <w:t>.</w:t>
      </w:r>
    </w:p>
    <w:p w:rsidR="00800C80" w:rsidRDefault="00C92D11" w:rsidP="003910F3">
      <w:pPr>
        <w:pStyle w:val="libNormal"/>
        <w:rPr>
          <w:lang w:bidi="fa-IR"/>
        </w:rPr>
      </w:pPr>
      <w:r>
        <w:rPr>
          <w:rtl/>
          <w:lang w:bidi="fa-IR"/>
        </w:rPr>
        <w:t xml:space="preserve">فأمر لكلِّ رجل منهم بمجلس سري واستقبل القوم بالكرامة ، فلمّا دخلوا عليه ، قال لهم : أهلاً وسهلاً ، قدمتم الأرض المقدّسة ، وأرض الأنبياء والرُّسل </w:t>
      </w:r>
      <w:r w:rsidR="003910F3">
        <w:rPr>
          <w:rtl/>
          <w:lang w:bidi="fa-IR"/>
        </w:rPr>
        <w:t>، والحشر والنّشر</w:t>
      </w:r>
      <w:r w:rsidR="00343D55">
        <w:rPr>
          <w:rtl/>
          <w:lang w:bidi="fa-IR"/>
        </w:rPr>
        <w:t>.</w:t>
      </w:r>
      <w:r w:rsidR="003910F3">
        <w:rPr>
          <w:rtl/>
          <w:lang w:bidi="fa-IR"/>
        </w:rPr>
        <w:t xml:space="preserve"> فتكلّم صعصعة</w:t>
      </w:r>
      <w:r>
        <w:rPr>
          <w:rtl/>
          <w:lang w:bidi="fa-IR"/>
        </w:rPr>
        <w:t>، وكان من أحضر النّاس جواباً ، فقال : أمّا قولك الأرض المقدّسة ، فإنّ الأرض لا تُقدّس أهلها ، وإنّما تُقدّسهم الأعمال الصالحة ؛ وأمّا قولك أرض الأنبياء والرسل ، فمَنْ بها من أهل النّفاق والشرك ، والفراعنة والجبابرة ، أكثر من الأنبياء والرسل ؛ وأمّا قولك أرض الحشر والنّشر ، فإنّ المؤمن لا يضرّه بُعد المحشر ، والمنافق لا ينفعه قربُه</w:t>
      </w:r>
      <w:r w:rsidR="00343D55">
        <w:rPr>
          <w:rtl/>
          <w:lang w:bidi="fa-IR"/>
        </w:rPr>
        <w:t>.</w:t>
      </w:r>
      <w:r>
        <w:rPr>
          <w:lang w:bidi="fa-IR"/>
        </w:rPr>
        <w:cr/>
      </w:r>
      <w:r>
        <w:rPr>
          <w:rtl/>
          <w:lang w:bidi="fa-IR"/>
        </w:rPr>
        <w:t xml:space="preserve">فقال معاوية : لو كان النّاس كلّهم أولدهم </w:t>
      </w:r>
      <w:r w:rsidR="003910F3">
        <w:rPr>
          <w:rtl/>
          <w:lang w:bidi="fa-IR"/>
        </w:rPr>
        <w:t>أبو سفيان ، لا كان فيهم إل</w:t>
      </w:r>
      <w:r w:rsidR="003910F3">
        <w:rPr>
          <w:rFonts w:hint="cs"/>
          <w:rtl/>
          <w:lang w:bidi="fa-IR"/>
        </w:rPr>
        <w:t>ّ</w:t>
      </w:r>
      <w:r w:rsidR="003910F3">
        <w:rPr>
          <w:rtl/>
          <w:lang w:bidi="fa-IR"/>
        </w:rPr>
        <w:t>ا</w:t>
      </w:r>
      <w:r>
        <w:rPr>
          <w:rtl/>
          <w:lang w:bidi="fa-IR"/>
        </w:rPr>
        <w:t xml:space="preserve"> كيّساً رشيداً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صعصعة : قد أولد النّاس مَن كان خيراً من أبي سفيان ، وهو آدم أبو البشر ، فأولد الأحمق ، والفاجر والفاسق ، والمعتوه والمجنون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فخجل معاوية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وروى المفيد أيضاً في الكتاب المذكور ، بسنده عن السائب قال : خطب النّاس يوماً معاوية بمسجد دمشق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وفي الجامع يومئذ من الوفود علماء قريش ، وخطباء ربيعة ، وصناديد اليمن وملوكها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فقال : إنّ الله تعالى أكرم خلفاءه ، فأوجب لهم الجنّة وأنقذهم من النّار ، ثمّ جعلني منهم ، وجعل أنصاري أهل الشام الذابّين عن حرم الله ، المؤيَّدين بظفر الله ، المنصورين على أعداء الله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في الجامع من أهل العراق الأحنف بن قيس وصعصعة بن صوحان ، فقال الأحنف لصعصعة : أتكفيني ، أمْ أقوم إليه أنا ؟ فقال صعصعة : بل أكفيكه أنا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صعصعة ، فقال : يابن أبي سفيان ، تكلّمت فأبلغت ولم تقصر دون ما أردت ، وكيف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910F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يكون ما تقول وقد غلبتنا قسراً ، وملكتنا تجبّراً ، ودِنتنا بغير الحقّ ؟ فأمّا إطراؤك لأهل الشام ، فما رأيت أطوع لمخلوق ولا أعصى لخالق منهم ، ابتعت منهم دينهم وأبدانهم بالمال ، فإنْ أعطيتهم حاموا عنك ونصروك ، وإنْ منعتهم قعدوا عنك ورفضوك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معاوية : اسكت يابن صوحان ، فوالله ، لولا أنّي لمْ اتجرّع غصةَ غيظٍ قط أفضل من</w:t>
      </w:r>
      <w:r w:rsidR="003910F3">
        <w:rPr>
          <w:rtl/>
          <w:lang w:bidi="fa-IR"/>
        </w:rPr>
        <w:t xml:space="preserve"> حلم ، لَما عدتَ إلى مثل مقالتك</w:t>
      </w:r>
      <w:r>
        <w:rPr>
          <w:rtl/>
          <w:lang w:bidi="fa-IR"/>
        </w:rPr>
        <w:t>. فقعد صعصعة ، فأنشأ معاوية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7"/>
        <w:gridCol w:w="272"/>
        <w:gridCol w:w="3491"/>
      </w:tblGrid>
      <w:tr w:rsidR="003910F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910F3" w:rsidRDefault="003910F3" w:rsidP="008C3E0B">
            <w:pPr>
              <w:pStyle w:val="libPoem"/>
            </w:pPr>
            <w:r>
              <w:rPr>
                <w:rtl/>
                <w:lang w:bidi="fa-IR"/>
              </w:rPr>
              <w:t>قبِلتُ جاهلَهُمْ حِلماً ومكْرُمةً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10F3" w:rsidRDefault="003910F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10F3" w:rsidRDefault="003910F3" w:rsidP="008C3E0B">
            <w:pPr>
              <w:pStyle w:val="libPoem"/>
            </w:pPr>
            <w:r>
              <w:rPr>
                <w:rtl/>
                <w:lang w:bidi="fa-IR"/>
              </w:rPr>
              <w:t>والحلمُ عنْ قُدرةٍ فضلٌ مِنَ الكَرَمِ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وهذا الحلم الذي كان يظهره معاوية ، إنّما كان حيث تقتضيه السّي</w:t>
      </w:r>
      <w:r w:rsidR="00A56927">
        <w:rPr>
          <w:rtl/>
          <w:lang w:bidi="fa-IR"/>
        </w:rPr>
        <w:t>اسة ويخاف من عاقبة البطش ، وإل</w:t>
      </w:r>
      <w:r w:rsidR="00A56927">
        <w:rPr>
          <w:rFonts w:hint="cs"/>
          <w:rtl/>
          <w:lang w:bidi="fa-IR"/>
        </w:rPr>
        <w:t>ّ</w:t>
      </w:r>
      <w:r w:rsidR="00A56927">
        <w:rPr>
          <w:rtl/>
          <w:lang w:bidi="fa-IR"/>
        </w:rPr>
        <w:t>ا</w:t>
      </w:r>
      <w:r>
        <w:rPr>
          <w:rtl/>
          <w:lang w:bidi="fa-IR"/>
        </w:rPr>
        <w:t xml:space="preserve"> فما باله قتل حِجر بن عدي وأصحابه ؟ وعمرو بن الحمق وأمثاله ؟ وبعث أحد أصحاب حِجر إلى زياد فدفنه حيّاً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رواه ابن الأثير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بعدما كان أمّن هؤلاء كلّهم ؟ وحُمل عبد الله بن هاشم المرقال إليه مُكبّلاً بالحديد ؟ ونادى مناديه بعد صلح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أنْ برئت الذمّة ممّن يروي حديثاً من مناقب علي وفضل أهل بيته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واستعمل زياداً على الكوفة والبصرة ، فجعل يتتبّع الشيعة ويقتلهم تحت كلّ حجر ومدر ، وأخافهم ، وقطّع الأيدي والأرجل ، وصلبهم في جذوع النخل ، وسَمل أعينهم ، وطردهم وشرّدهم حتّى نُفوا من العراق ، فلم يبقَ بها أحد معروف ، وكتب إلى عمّاله بقتلهم على التهمة والظنّة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واقتدى به ولده يزيد ، فولّى الكوفة والبصرة عبيد الله بن زياد ، كما ولاّهما أبوه زياداً ، فقتل الشيعة وأخافهم ، وصلبهم في جذوع النخل ، كما فعل بميثم التمّار وأمثاله ، حتّى آل أمره إلى قتل مسلم بن عقيل ورميه من أعلى القصر ، وإلى قتل ريحانة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وأهل بيته وأصحابه ، ومنعه من الماء ، ورضّ جسده الشريف بعد القتل بحوافر الخيل ، وحمل رأسه ورؤوس أصحابه من بلد إلى بلد ، وسبي نساء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5692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بيت النّبوّة والرسالة ، ومقابلته لهنّ بأفظِّ القول وأجفاه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A56927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56927" w:rsidRDefault="00A56927" w:rsidP="008C3E0B">
            <w:pPr>
              <w:pStyle w:val="libPoem"/>
            </w:pPr>
            <w:r>
              <w:rPr>
                <w:rtl/>
                <w:lang w:bidi="fa-IR"/>
              </w:rPr>
              <w:t>بَنى لَهُمُ الماضونَ آساسَ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6927" w:rsidRDefault="00A5692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6927" w:rsidRDefault="00A56927" w:rsidP="008C3E0B">
            <w:pPr>
              <w:pStyle w:val="libPoem"/>
            </w:pPr>
            <w:r>
              <w:rPr>
                <w:rtl/>
                <w:lang w:bidi="fa-IR"/>
              </w:rPr>
              <w:t>هَذِهِ فَعَلّوا عَلى آساسِ تِلكَ القَواعِدِ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6927" w:rsidTr="008C3E0B">
        <w:trPr>
          <w:trHeight w:val="350"/>
        </w:trPr>
        <w:tc>
          <w:tcPr>
            <w:tcW w:w="3920" w:type="dxa"/>
          </w:tcPr>
          <w:p w:rsidR="00A56927" w:rsidRDefault="00A56927" w:rsidP="008C3E0B">
            <w:pPr>
              <w:pStyle w:val="libPoem"/>
            </w:pPr>
            <w:r>
              <w:rPr>
                <w:rtl/>
                <w:lang w:bidi="fa-IR"/>
              </w:rPr>
              <w:t>أَلا لَيسَ فِعلُ الأَوَّلينَ وَإِنْ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6927" w:rsidRDefault="00A5692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6927" w:rsidRDefault="00A56927" w:rsidP="008C3E0B">
            <w:pPr>
              <w:pStyle w:val="libPoem"/>
            </w:pPr>
            <w:r>
              <w:rPr>
                <w:rtl/>
                <w:lang w:bidi="fa-IR"/>
              </w:rPr>
              <w:t>عَلا عَلى قُبحِ فِعلِ الأَخَرينَ بِزائِدِ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9800D1">
      <w:pPr>
        <w:pStyle w:val="libCenter"/>
        <w:rPr>
          <w:lang w:bidi="fa-IR"/>
        </w:rPr>
      </w:pPr>
      <w:r>
        <w:rPr>
          <w:rtl/>
          <w:lang w:bidi="fa-IR"/>
        </w:rPr>
        <w:t xml:space="preserve"> * * *</w:t>
      </w:r>
    </w:p>
    <w:p w:rsidR="00C92D11" w:rsidRDefault="00C92D11" w:rsidP="001D5436">
      <w:pPr>
        <w:pStyle w:val="Heading2Center"/>
        <w:rPr>
          <w:lang w:bidi="fa-IR"/>
        </w:rPr>
      </w:pPr>
      <w:bookmarkStart w:id="41" w:name="_Toc18255854"/>
      <w:r>
        <w:rPr>
          <w:rtl/>
          <w:lang w:bidi="fa-IR"/>
        </w:rPr>
        <w:t>المجلس الخامس والثمانون بعد المئة</w:t>
      </w:r>
      <w:bookmarkEnd w:id="4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العقد الفريد : ل</w:t>
      </w:r>
      <w:r w:rsidR="001D5436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قدم عقيل بن أبي طالب على معاوية ، أكرمه ، وقضى حوائجه وقضى دينه ، ثمّ قال له يوماً : إنّ عليّاً قطع قرابتك وما وصلك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عقيل : والله ، لقد أجزل العطيّة وأعظمها ، ووصل القرابة وحفظها ، وحسن ظنّه بالله إذ ساء به ظنّك ، وحفظ أمانته وأصلح رعيته إذ خنتم وأفسدتم وجرتم ، فاكففْ لا أباً لك ! فإنّه عمّا تقول بمعزل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معاوية يوماً ، وعقيل عنده : هذا أبو يزيد ، لولا علمه أنّني خير له من أخيه ، لَمَا أقام عندنا وتركه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عقيل : أخي خيرٌ لي في ديني ، وأنت خيرٌ لي في دنياي ، وقد آثرت دنياي ، وأسأل الله خاتمة خير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 يوماً : أنتم يا بني هاشم ، تُصابون في أبصاركم !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عقيل مكفوف البصر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فقال : وأنتم يا بني اُميّة ، تصابون في بصائركم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ودخل عقيل يوماً على معاوية ، فقال معاوية لأصحابه : هذا عقيل عمّه أبو لهب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عقيل : وهذا معاوية عمّته حمّالة الحطب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 معاوية : أين ترى عمّك أبا لهب ؟ فقال عقيل : إذا دخلت النّار ، فخذ على يسارك ، تجده مفترشاً عمّتك حمّالة الحطب ، فانظر أيّهما شر ؟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المدائني قال : قال معاوية يوماً لعقيل بن أبي طالب : هل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D543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من حاجة فأقضيها لك ؟ قال : نعم ، جارية عرضت عل</w:t>
      </w:r>
      <w:r w:rsidR="00BE2BFE">
        <w:rPr>
          <w:rtl/>
          <w:lang w:bidi="fa-IR"/>
        </w:rPr>
        <w:t>يّ وأبى أصحابها أنْ يبيعوها إل</w:t>
      </w:r>
      <w:r w:rsidR="00BE2BFE">
        <w:rPr>
          <w:rFonts w:hint="cs"/>
          <w:rtl/>
          <w:lang w:bidi="fa-IR"/>
        </w:rPr>
        <w:t>ّ</w:t>
      </w:r>
      <w:r w:rsidR="00BE2BFE">
        <w:rPr>
          <w:rtl/>
          <w:lang w:bidi="fa-IR"/>
        </w:rPr>
        <w:t>ا</w:t>
      </w:r>
      <w:r>
        <w:rPr>
          <w:rtl/>
          <w:lang w:bidi="fa-IR"/>
        </w:rPr>
        <w:t xml:space="preserve"> بأربعين ألفاً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فأحبّ معاوية أنْ يُمازحه ، فقال : وما تصنع بجارية قيمتها أربعون ألفاً ، وأنت أعمى تجتزي بجارية قيمتها خمسون درهماً ؟ قال عقيل : أرجو أنْ تلد لي غُلاماً ، إذا أغضبتَه يضرب عنقك بالسّيف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فضحك معاوية ، وقال : مازحناك يا أبا يزيد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وأمر فابتعيت له الجارية التي أولد منها مُسلماً !</w:t>
      </w:r>
      <w:r w:rsidRPr="00800C80">
        <w:rPr>
          <w:rStyle w:val="libFootnotenumChar"/>
          <w:rtl/>
        </w:rPr>
        <w:t>(1)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أتت على مسلم ثماني عشرة سنة ، وقد مات أبوه عقيل ، قال لمعاوية : إنّ لي أرضاً بمكان كذا في المدينة ، وإنّي اُعطيت بها مئة ألفٍ وقد أحببت أنْ أبيعك إيّاها ، فادفع إليّ ثمنها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فأمر معاوية بقبض الأرض ودفع الثمن إليه ، فبلغ ذلك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فكتب إلى معاوية : (( أمّا بعد ، فإنّك غررت غُلاماً من بني هاشم ، فابتعت منه أرضاً لا يملكها ، فاقبض من الغُلام ما دفعته إليه ، واردد إلينا أرضنا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فبعث معاوية إلى مسلم فأخبره ذلك ، وأقرأه كتاب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وقال : اردد علينا مالنا ، وخُذ أرضك ؛ فإنّك بِعت ما لا تملك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مسلم : أمّا دون أنْ أضرب رأسك بالسّيف فلا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فاستلقى معاوية ضاحكاً يضرب برجليه ، ثمّ قال : يا بُني ، هذا والله ، كلامٌ قاله لي أبوك حين ابتعت له اُمّك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كتب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إنّي قد رددت عليكم الأرض ، وسوّغت مسلماً ما أخذ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ومناقب مسلم وفضائله كثيرة ، وشجاعته عظيمة شهيرة ، وهو الذي قال في حقّه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</w:t>
      </w:r>
      <w:r w:rsidR="00BE2BFE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بعثه إلى أهل الكوفة ، فكتب إليهم : (( أنا باعثٌ إليكم أخي وابنَ عمّي وثقتي من أهل بيتي ، مسلم بن عقيل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وهو الذي أجاب عبيد الله بن زياد بتلك الأجوبة العظيمة ، وذلك حين اُخذ مسلم أسيراً واُدخل على ابن زياد ، فقال له الحرسيّ : سلّم على الأمير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اسكت ويحك ! والله ، ما هو لي بأمير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ابن زياد : لا عليك ، سلّمت أم لمْ تسلّم فإنّك مقتول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: إنْ قتلتني ، فلقد قتل مَن هو شرّ منك مَن هو خيرٌ</w:t>
      </w:r>
    </w:p>
    <w:p w:rsidR="00BE2BFE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BE2BFE">
        <w:rPr>
          <w:rtl/>
          <w:lang w:bidi="fa-IR"/>
        </w:rPr>
        <w:t>_</w:t>
      </w:r>
    </w:p>
    <w:p w:rsidR="00C92D11" w:rsidRDefault="00C92D11" w:rsidP="00BE2BFE">
      <w:pPr>
        <w:pStyle w:val="libFootnote0"/>
        <w:rPr>
          <w:lang w:bidi="fa-IR"/>
        </w:rPr>
      </w:pPr>
      <w:r w:rsidRPr="00BE2BFE">
        <w:rPr>
          <w:rtl/>
        </w:rPr>
        <w:t>(1)</w:t>
      </w:r>
      <w:r>
        <w:rPr>
          <w:rtl/>
          <w:lang w:bidi="fa-IR"/>
        </w:rPr>
        <w:t xml:space="preserve"> لا يخفى ما في الرّواية من منافاة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إنْ صحّت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بين ما ورد فيها ، وبين ولادة مسلم السّابقة لوفود أبيه عقيل على معاوية أيام خلافة أمير المؤمنين (</w:t>
      </w:r>
      <w:r w:rsidR="00800C80" w:rsidRPr="00BE2BFE">
        <w:rPr>
          <w:rStyle w:val="libFootnoteAlaemChar"/>
          <w:rtl/>
        </w:rPr>
        <w:t>عليه‌السلام</w:t>
      </w:r>
      <w:r>
        <w:rPr>
          <w:rtl/>
          <w:lang w:bidi="fa-IR"/>
        </w:rPr>
        <w:t>) ، اللهمّ الاّ اذا قلنا بوفود عقيل هذا زمن عمر أو عثمان ووقعت الحادثة آنذاك ، وإنْ كان هذا بعيداً أيضاً ؛ خصوصاً بعدما وجدنا لمسلم هذا حضوراً في الفتوحات أيام عمر بن الخطاب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الإمامَين الحسنَين 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E2BF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منّي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زياد : قتلني الله إنْ لمْ أقتلك قتلة لم يقتلها أحد في الإسلام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: أما إنّك أحقّ مَن أحدث في الإسلام ما لمْ يكن ، وإنّك لا تدع سوء القتلة وقبح ال</w:t>
      </w:r>
      <w:r w:rsidR="00BE2BFE">
        <w:rPr>
          <w:rFonts w:hint="cs"/>
          <w:rtl/>
          <w:lang w:bidi="fa-IR"/>
        </w:rPr>
        <w:t>ـ</w:t>
      </w:r>
      <w:r>
        <w:rPr>
          <w:rtl/>
          <w:lang w:bidi="fa-IR"/>
        </w:rPr>
        <w:t>مُثلة ، وخبث السّريرة ولؤم الغلبة لأحد أولى بها منك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</w:t>
      </w:r>
      <w:r w:rsidR="00BE2BFE">
        <w:rPr>
          <w:rtl/>
          <w:lang w:bidi="fa-IR"/>
        </w:rPr>
        <w:t xml:space="preserve"> يا عاق يا شاق ، خرجت على إمامك</w:t>
      </w:r>
      <w:r>
        <w:rPr>
          <w:rtl/>
          <w:lang w:bidi="fa-IR"/>
        </w:rPr>
        <w:t>، وشققت عصا المسلمين ، وألقحت الفتنة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مسلم : كذبت إنّما شقّ عصا المسلمين معاوية وابنه يزيد ، وأمّا الفتنة فإنّما ألقحتها أنت وأبوك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 منّتك نفسك أمراً حال الله دونه ، وجعله لأهله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مسلم : ومَن أهله يابن مرجانة إذا لم نكن نحن أهله ؟! فقال ابن زياد : أهله أمير المؤمنين يزيد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مسلم : الحمد لله على كلّ حال ، رضينا بالله حكماً بيننا وبينكم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زياد : أتظنّ أنّ لك في الأمر شيئاً ؟ فقال له مسلم : والله ، ما هو الظنّ ولكنّه اليقين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 ابن زياد : أتيت النّاس وهم جميع ، فشتتّ أمرهم ، وفرّقت كلمتهم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كلاّ لست لذلك أتيت ، ولكنّكم أظهرتم المنكر ودفنتم المعروف ، وتأ</w:t>
      </w:r>
      <w:r w:rsidR="00BE2BFE">
        <w:rPr>
          <w:rtl/>
          <w:lang w:bidi="fa-IR"/>
        </w:rPr>
        <w:t>مّرتم على النّاس بغير رضىً منهم</w:t>
      </w:r>
      <w:r>
        <w:rPr>
          <w:rtl/>
          <w:lang w:bidi="fa-IR"/>
        </w:rPr>
        <w:t>، وعملتم فيهم بأعمال كسرى وقيصر ؛ فأتيناهم لنأمرهم بالمعروف وننهى عن المنكر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ابن زياد : لِم لمْ تعمل بذلك إذ أنت بالمدينة تشرب الخمر ؟ قال مسلم : أنا أشرب الخمر ؟! أما والله ، إنّ الله ليعلم أنّك تعلم أنّك غير صادق ، وأنّ أحقّ بشرب الخمر منّي مَنْ يقتل النّفس التي حرّم الله على الغضب ، والعداوة ، وسوء الظن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فاقبل ابن زياد يشتمه ويشتم عليّاً والحسن والحسين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وعقيلاً ، فقال له مسلم : أنت وأبوك أحقّ بالشتيمة ، فاقضِ ما أنت قاضٍ يا عدوّ الله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ابن زياد : اصعدوا به فوق القصر واضربوا عنقه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فصعد به بكر بن حمران ، وهو يكبّر ويستغفر الله ويُسبّحه ، ويصلّي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ويقول : اللهمّ ، احكم بيننا وبين قوم غرّونا وكذّبونا وخذلونا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فضرب عنقه واتبع رأسه جسده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بلغ خبره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استعبر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E2BF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باكياً ، ثمّ قال : (( رحم الله مُسلماً ، فلقد صار إلى رَوح الله وريحانه ، وتحيّاته ورضوانه ، أما أنّه قد قضى ما عليه وبقي ما علينا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أنشأ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BE2BF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فإنْ تكُنْ الدُّنيا تعدُّ نفيسةً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E2BFE" w:rsidRDefault="00BE2BF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فإنّ ثوابَ اللهِ أعلى وأنبلُ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2BFE" w:rsidTr="008C3E0B">
        <w:trPr>
          <w:trHeight w:val="350"/>
        </w:trPr>
        <w:tc>
          <w:tcPr>
            <w:tcW w:w="3920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وإنْ تكُنْ الأبدانُ للموتِ اُنشئتْ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E2BFE" w:rsidRDefault="00BE2BF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فقتلُ امرئٍ بالسّيفِ في اللهِ أفضلُ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2BFE" w:rsidTr="008C3E0B">
        <w:trPr>
          <w:trHeight w:val="350"/>
        </w:trPr>
        <w:tc>
          <w:tcPr>
            <w:tcW w:w="3920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وإنْ تكُنْ الأرزاقُ قِسْماً مُقدّراً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E2BFE" w:rsidRDefault="00BE2BF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فقلّةُ حِرصِ المرءِ في السَّعي أجملُ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2BFE" w:rsidTr="008C3E0B">
        <w:trPr>
          <w:trHeight w:val="350"/>
        </w:trPr>
        <w:tc>
          <w:tcPr>
            <w:tcW w:w="3920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وإنْ تكُنْ الأموالُ للتّركِ جَمعُها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E2BFE" w:rsidRDefault="00BE2BF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E2BFE" w:rsidRDefault="00BE2BFE" w:rsidP="008C3E0B">
            <w:pPr>
              <w:pStyle w:val="libPoem"/>
            </w:pPr>
            <w:r>
              <w:rPr>
                <w:rtl/>
                <w:lang w:bidi="fa-IR"/>
              </w:rPr>
              <w:t>فما بالُ متروكٍ به المرءُ يبخلُ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07D9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607D93">
      <w:pPr>
        <w:pStyle w:val="Heading2Center"/>
        <w:rPr>
          <w:lang w:bidi="fa-IR"/>
        </w:rPr>
      </w:pPr>
      <w:bookmarkStart w:id="42" w:name="_Toc18255855"/>
      <w:r>
        <w:rPr>
          <w:rtl/>
          <w:lang w:bidi="fa-IR"/>
        </w:rPr>
        <w:t>المجلس السّادس والثمانون بعد المئة</w:t>
      </w:r>
      <w:bookmarkEnd w:id="4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ذكر غير واحد من المؤرّخين ، منهم : ابن أبي الحديد في ( شرح نهج البلاغة) : إنّ عبد الله بن الزّبير ل</w:t>
      </w:r>
      <w:r w:rsidR="00607D93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قطع ذكر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الخطبة ، لامهُ النّاس ، فقال : إنّ له اُهيلَ سوءٍ ، إذا ذكرته أتلعوا أعناقهم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فاُحبّ أنْ أكبتهم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وعاتبه قوم من خاصّته على ذل</w:t>
      </w:r>
      <w:r w:rsidR="00607D93">
        <w:rPr>
          <w:rtl/>
          <w:lang w:bidi="fa-IR"/>
        </w:rPr>
        <w:t>ك ، فقال : ما تركته علانيّة إل</w:t>
      </w:r>
      <w:r w:rsidR="00607D93">
        <w:rPr>
          <w:rFonts w:hint="cs"/>
          <w:rtl/>
          <w:lang w:bidi="fa-IR"/>
        </w:rPr>
        <w:t>ّ</w:t>
      </w:r>
      <w:r w:rsidR="00607D93">
        <w:rPr>
          <w:rtl/>
          <w:lang w:bidi="fa-IR"/>
        </w:rPr>
        <w:t>ا</w:t>
      </w:r>
      <w:r>
        <w:rPr>
          <w:rtl/>
          <w:lang w:bidi="fa-IR"/>
        </w:rPr>
        <w:t xml:space="preserve"> وأنا أقوله سرّاً ، ولكنّي رأيت بني هاشم إذا سمعوا ذكره ، أشرأبّوا واحمرّت ألوانهم وطالت رقابهم ، والله ، ما كنت آتي لهم سروراً وأنا اقدر عليه</w:t>
      </w:r>
      <w:r w:rsidR="00343D55">
        <w:rPr>
          <w:rtl/>
          <w:lang w:bidi="fa-IR"/>
        </w:rPr>
        <w:t>...</w:t>
      </w:r>
      <w:r>
        <w:rPr>
          <w:rtl/>
          <w:lang w:bidi="fa-IR"/>
        </w:rPr>
        <w:t xml:space="preserve"> إلى أنْ قال : بيت سوء لا أوّل لهم ولا آخر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فبلغ ذلك ابن عبّاس ، فخرج مغضباً ومعه ابنه حتّى أتى المسجد ، فصعد المنبر ، فحمد الله وأثنى عليه ، وصلّى على رسوله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ثمّ قال : أيّها النّاس ، إنّ الزّبير يزعم أنّه لا أوّل لرسول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ولا آخر ، فيا عجباً كلّ العجب لافترائه وكذبه ! إنّ أوّل مَن أخذ الإيلاف وحمى عِيرَ قريشٍ لهاشم ، وإنّ أوّل مَن سقى بمكة عَذِباً ، وجعل باب الكعبة ذهباً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__</w:t>
      </w:r>
    </w:p>
    <w:p w:rsidR="00800C80" w:rsidRDefault="00C92D11" w:rsidP="00B7508E">
      <w:pPr>
        <w:pStyle w:val="libFootnote0"/>
        <w:rPr>
          <w:lang w:bidi="fa-IR"/>
        </w:rPr>
      </w:pPr>
      <w:r w:rsidRPr="00B7508E">
        <w:rPr>
          <w:rtl/>
        </w:rPr>
        <w:t>(1)</w:t>
      </w:r>
      <w:r>
        <w:rPr>
          <w:rtl/>
          <w:lang w:bidi="fa-IR"/>
        </w:rPr>
        <w:t xml:space="preserve"> أي : رفعوا أعناقهم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7508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لعبد المطلب ، والله ، لقد نشأت ناشئتنا مع ناشئة قريش ، وإنّا كنّا لقالتهم إذا قالوا ، وخطباءهم إذا خطبوا ، وما عُدّ مجدٌ كمجد أوّلنا ، ولا كان في قريش مجد لغيرنا ؛ لأنّها كانت في كفر ماحق ودين فاسق ، وضلة وضلالة ، في عشواء عمياء حتّى اختار الله لنا نوراً ، وبعث لنا سراجاً ، فانتجبه طيّباً من طيّبين ، فكان أحدَنا وولدَنا ، وعمَّنا وابنَ عمّنا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إنّ أسبق السابقين إليه منّا ابن عمنّا ، ثُمّ تلاه في السّبق أهلنا ولحمتنا ، واحداً بعد واحد ، ثمّ إنّا لَخير النّاس بعده ؛ أكرمهم أدباً ، وأشرفهم حسباً ، وأقربهم منه رحماً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وأعجباً كلّ العجب لابن الزّبير ! يَعيب بني هاشم ، وإنّما شرُفَ هو وأبوه وجدّه بمصاهرتهم ! أما والله ، إنّه لمسلوب قريش ، ومتى كان العوّام بن خويلد يطمع في صفيّة بنت عبد المطلب ؟ قيل للبغل : مَن أبوك ؟ فقال : خالي الفرس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نزل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وخطب ابن الزّبير بمكّة ، وابن عباس تحت المنبر ، فقال : إنّ ههنا رجلاً قد أعمى الله قلبه كما أعمى بصره ؛ يُفتي في القملة والنّملة ، وقد قاتل اُمّ المؤمنين وحواري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عباس لقائده : استقبل بي وجه ابن الزّبير ، وارفع من صدري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قد كُفّ بصرُه </w:t>
      </w:r>
      <w:r w:rsidR="00800C80">
        <w:rPr>
          <w:rtl/>
          <w:lang w:bidi="fa-IR"/>
        </w:rPr>
        <w:t>-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فاستقبل به وجهه ، فحسر عن ذراعيه ، ثمّ قال : يابن الزّبير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CD169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CD1693" w:rsidRDefault="00CD1693" w:rsidP="008C3E0B">
            <w:pPr>
              <w:pStyle w:val="libPoem"/>
            </w:pPr>
            <w:r>
              <w:rPr>
                <w:rtl/>
                <w:lang w:bidi="fa-IR"/>
              </w:rPr>
              <w:t>قدْ أنصفَ القارَةَ مَنْ رامَاهَا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D1693" w:rsidRDefault="00CD169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D1693" w:rsidRDefault="00CD1693" w:rsidP="008C3E0B">
            <w:pPr>
              <w:pStyle w:val="libPoem"/>
            </w:pPr>
            <w:r>
              <w:rPr>
                <w:rtl/>
                <w:lang w:bidi="fa-IR"/>
              </w:rPr>
              <w:t>إنّا إذا ما فئةً نلقاهَا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1693" w:rsidTr="008C3E0B">
        <w:trPr>
          <w:trHeight w:val="350"/>
        </w:trPr>
        <w:tc>
          <w:tcPr>
            <w:tcW w:w="3920" w:type="dxa"/>
          </w:tcPr>
          <w:p w:rsidR="00CD1693" w:rsidRDefault="00CD1693" w:rsidP="008C3E0B">
            <w:pPr>
              <w:pStyle w:val="libPoem"/>
            </w:pPr>
            <w:r>
              <w:rPr>
                <w:rtl/>
                <w:lang w:bidi="fa-IR"/>
              </w:rPr>
              <w:t>نردُّ اُولاهَا على اُخراهَا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1693" w:rsidRDefault="00CD169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1693" w:rsidRDefault="00CD1693" w:rsidP="008C3E0B">
            <w:pPr>
              <w:pStyle w:val="libPoem"/>
            </w:pPr>
            <w:r>
              <w:rPr>
                <w:rtl/>
                <w:lang w:bidi="fa-IR"/>
              </w:rPr>
              <w:t>حتّى تصيرَ حَرضاً دَعْواها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فأمّا العمى ، فإنّ ا</w:t>
      </w:r>
      <w:r w:rsidR="009A2B1D">
        <w:rPr>
          <w:rtl/>
          <w:lang w:bidi="fa-IR"/>
        </w:rPr>
        <w:t xml:space="preserve">لله تعالى يقول : </w:t>
      </w:r>
      <w:r w:rsidR="009A2B1D" w:rsidRPr="009A2B1D">
        <w:rPr>
          <w:rStyle w:val="libAlaemChar"/>
          <w:rtl/>
        </w:rPr>
        <w:t>(</w:t>
      </w:r>
      <w:r w:rsidR="009A2B1D" w:rsidRPr="009A2B1D">
        <w:rPr>
          <w:rStyle w:val="libAieChar"/>
          <w:rtl/>
        </w:rPr>
        <w:t xml:space="preserve"> فَإِنّهَا ل</w:t>
      </w:r>
      <w:r w:rsidR="009A2B1D" w:rsidRPr="009A2B1D">
        <w:rPr>
          <w:rStyle w:val="libAieChar"/>
          <w:rFonts w:hint="cs"/>
          <w:rtl/>
        </w:rPr>
        <w:t>َ</w:t>
      </w:r>
      <w:r w:rsidR="009A2B1D" w:rsidRPr="009A2B1D">
        <w:rPr>
          <w:rStyle w:val="libAieChar"/>
          <w:rtl/>
        </w:rPr>
        <w:t>ا</w:t>
      </w:r>
      <w:r w:rsidRPr="009A2B1D">
        <w:rPr>
          <w:rStyle w:val="libAieChar"/>
          <w:rtl/>
        </w:rPr>
        <w:t xml:space="preserve"> تَعْمَى‏ الْأَبْصَارُ وَلَكِن تَعْمَي الْقُلُوبُ الّتِي فِي الصّدُور </w:t>
      </w:r>
      <w:r w:rsidRPr="009A2B1D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؛ وأمّا فُتياي في القملة والنّملة ، فإنّ فيهما [ حكمين ] لا تعلمهما أنت ولا أصحابك ؛ وأمّا قتالنا اُمّ المؤمنين ، فبنا سُمّيت اُمّ المؤمنين ، لا بك ولا بأبيك ، فانطلق أبوك وخالك إلى حجاب مدّه الله عليها ، فهتكاه عنها ، ثمّ اتخذاها فتنة يقاتلان دونها ، وصانا حلائلهما ، فلا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__</w:t>
      </w:r>
    </w:p>
    <w:p w:rsidR="00800C80" w:rsidRDefault="00C92D11" w:rsidP="00002FB0">
      <w:pPr>
        <w:pStyle w:val="libFootnote0"/>
        <w:rPr>
          <w:lang w:bidi="fa-IR"/>
        </w:rPr>
      </w:pPr>
      <w:r w:rsidRPr="00002FB0">
        <w:rPr>
          <w:rtl/>
        </w:rPr>
        <w:t>(1)</w:t>
      </w:r>
      <w:r>
        <w:rPr>
          <w:rtl/>
          <w:lang w:bidi="fa-IR"/>
        </w:rPr>
        <w:t xml:space="preserve"> سورة الحجّ / 46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7160AD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أنصفا الله ولا محمّداً من أنفسها ؛ إذ أبرزا زوجة نبيّهما وصانا حلائلهما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وأمّا قتالنا إيّاكم ، فإنّا لقيناكم زحفاً ، فإنْ كنّا كفّاراً ، فقد كفرتم بفراركم منّا ، وإنْ كنّا مؤمنين ، فقد كفرتم بقتالكم إيّانا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وأيَم الله ، لولا مكان صفيّة فيكم ، ومكان خديجة فينا ، لَمَا تركت لب</w:t>
      </w:r>
      <w:r w:rsidR="007160AD">
        <w:rPr>
          <w:rtl/>
          <w:lang w:bidi="fa-IR"/>
        </w:rPr>
        <w:t>ني أسد بن عبد العُزّى عظماً إل</w:t>
      </w:r>
      <w:r w:rsidR="007160AD">
        <w:rPr>
          <w:rFonts w:hint="cs"/>
          <w:rtl/>
          <w:lang w:bidi="fa-IR"/>
        </w:rPr>
        <w:t>ّ</w:t>
      </w:r>
      <w:r w:rsidR="007160AD">
        <w:rPr>
          <w:rtl/>
          <w:lang w:bidi="fa-IR"/>
        </w:rPr>
        <w:t>ا</w:t>
      </w:r>
      <w:r>
        <w:rPr>
          <w:rtl/>
          <w:lang w:bidi="fa-IR"/>
        </w:rPr>
        <w:t xml:space="preserve"> كسرتُه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في ذلك أيمن بن خريم الأسدي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7160AD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7160AD" w:rsidRDefault="007160AD" w:rsidP="008C3E0B">
            <w:pPr>
              <w:pStyle w:val="libPoem"/>
            </w:pPr>
            <w:r>
              <w:rPr>
                <w:rtl/>
                <w:lang w:bidi="fa-IR"/>
              </w:rPr>
              <w:t>يا بنَ الزُّبيرِ لقدْ لاقيتَ بائقةً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160AD" w:rsidRDefault="007160AD" w:rsidP="008C3E0B">
            <w:pPr>
              <w:pStyle w:val="libPoem"/>
            </w:pPr>
            <w:r>
              <w:rPr>
                <w:rtl/>
                <w:lang w:bidi="fa-IR"/>
              </w:rPr>
              <w:t>من البوائقِ فالطُفْ لُطفَ مُحتالِ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rPr>
          <w:trHeight w:val="350"/>
        </w:trPr>
        <w:tc>
          <w:tcPr>
            <w:tcW w:w="3920" w:type="dxa"/>
          </w:tcPr>
          <w:p w:rsidR="007160AD" w:rsidRDefault="007160AD" w:rsidP="008C3E0B">
            <w:pPr>
              <w:pStyle w:val="libPoem"/>
            </w:pPr>
            <w:r>
              <w:rPr>
                <w:rtl/>
                <w:lang w:bidi="fa-IR"/>
              </w:rPr>
              <w:t>لاقيْتهُ هاشميّاً طاب مَنْبتُهُ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7160AD" w:rsidP="008C3E0B">
            <w:pPr>
              <w:pStyle w:val="libPoem"/>
            </w:pPr>
            <w:r>
              <w:rPr>
                <w:rtl/>
                <w:lang w:bidi="fa-IR"/>
              </w:rPr>
              <w:t>في مغرسيهِ كريمَ العمِّ والخالِ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rPr>
          <w:trHeight w:val="350"/>
        </w:trPr>
        <w:tc>
          <w:tcPr>
            <w:tcW w:w="3920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ما زالَ يقرعُ منكَ العظْمَ مُقتَدِراً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على الجوابِ بصوتٍ مُسمعٍ عالي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rPr>
          <w:trHeight w:val="350"/>
        </w:trPr>
        <w:tc>
          <w:tcPr>
            <w:tcW w:w="3920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حتّى رأيتُكَ بينَ النّاسِ مُحتَجِراً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خلفَ الغبيطِ وكُنتَ الباذخَ العالي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rPr>
          <w:trHeight w:val="350"/>
        </w:trPr>
        <w:tc>
          <w:tcPr>
            <w:tcW w:w="3920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إنّ ابنَ عبّاسٍ المعْرُوفُ حكمتُهُ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خيرُ الأنامِ له حالٌ مِنَ الحالِ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blPrEx>
          <w:tblLook w:val="04A0"/>
        </w:tblPrEx>
        <w:trPr>
          <w:trHeight w:val="350"/>
        </w:trPr>
        <w:tc>
          <w:tcPr>
            <w:tcW w:w="3920" w:type="dxa"/>
          </w:tcPr>
          <w:p w:rsidR="007160AD" w:rsidRDefault="001E71D5" w:rsidP="008C3E0B">
            <w:pPr>
              <w:pStyle w:val="libPoem"/>
            </w:pPr>
            <w:r>
              <w:rPr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مّا رماكَ على رُسلٍ بأسْهُمِهِ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CB59B9" w:rsidP="008C3E0B">
            <w:pPr>
              <w:pStyle w:val="libPoem"/>
            </w:pPr>
            <w:r>
              <w:rPr>
                <w:rtl/>
                <w:lang w:bidi="fa-IR"/>
              </w:rPr>
              <w:t>جرتْ عليكَ كسوفُ الحالِ والبالِ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AD" w:rsidTr="008C3E0B">
        <w:tblPrEx>
          <w:tblLook w:val="04A0"/>
        </w:tblPrEx>
        <w:trPr>
          <w:trHeight w:val="350"/>
        </w:trPr>
        <w:tc>
          <w:tcPr>
            <w:tcW w:w="3920" w:type="dxa"/>
          </w:tcPr>
          <w:p w:rsidR="007160AD" w:rsidRDefault="00773E51" w:rsidP="008C3E0B">
            <w:pPr>
              <w:pStyle w:val="libPoem"/>
            </w:pPr>
            <w:r>
              <w:rPr>
                <w:rtl/>
                <w:lang w:bidi="fa-IR"/>
              </w:rPr>
              <w:t>واعلمْ بأنّكَ إنْ عاودْتَ عيبتَهُ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AD" w:rsidRDefault="007160AD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AD" w:rsidRDefault="00773E51" w:rsidP="008C3E0B">
            <w:pPr>
              <w:pStyle w:val="libPoem"/>
            </w:pPr>
            <w:r>
              <w:rPr>
                <w:rtl/>
                <w:lang w:bidi="fa-IR"/>
              </w:rPr>
              <w:t>عادَتْ عليكَ مخازٍ ذاتِ أذيالِ</w:t>
            </w:r>
            <w:r w:rsidR="007160A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فرحم الله ابن عبّاس ، فلقد كان من علماء بني هاشم وخطبائهم ، وله مواقف مشهورة ، ومقامات معدودة في نُصرة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وولده ، والذبّ عن حوزة الحقّ ، وفي المناظرة والاحتجاج مع عائشة اُمّ المؤمنين بالبصرة ، ومع أهل النّهروان ، ومع معاوية وابن العاص وابن الزّبير وغيرهم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يبعثه في المهمات ، واختاره للحك</w:t>
      </w:r>
      <w:r w:rsidR="005E0FD6">
        <w:rPr>
          <w:rtl/>
          <w:lang w:bidi="fa-IR"/>
        </w:rPr>
        <w:t>ومة يوم الحكمين فأبى أهل العراق</w:t>
      </w:r>
      <w:r>
        <w:rPr>
          <w:rtl/>
          <w:lang w:bidi="fa-IR"/>
        </w:rPr>
        <w:t>، وكان تلميذ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وبه تخرّج ومنه تعلّم ، وكان مُخلصاً في ولائه وولاء ذرّيّته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5E0FD6">
        <w:rPr>
          <w:rFonts w:hint="cs"/>
          <w:rtl/>
          <w:lang w:bidi="fa-IR"/>
        </w:rPr>
        <w:t>ـ</w:t>
      </w:r>
      <w:r>
        <w:rPr>
          <w:rtl/>
          <w:lang w:bidi="fa-IR"/>
        </w:rPr>
        <w:t>مّا حضرته الوفاة ، قال : اللهمّ ، إنّي أتقرّب إليك بولائي لعلي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يمسك بركاب الحسنين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حتّى يركبا ، ويقول : هُما ولدا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له معاوية ل</w:t>
      </w:r>
      <w:r w:rsidR="005E0FD6">
        <w:rPr>
          <w:rFonts w:hint="cs"/>
          <w:rtl/>
          <w:lang w:bidi="fa-IR"/>
        </w:rPr>
        <w:t>ـ</w:t>
      </w:r>
      <w:r>
        <w:rPr>
          <w:rtl/>
          <w:lang w:bidi="fa-IR"/>
        </w:rPr>
        <w:t>مّا قُبض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أصبحت سيّد بني هاشم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أما وأبو عبد الله حيّ فلا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5E0FD6">
        <w:rPr>
          <w:rFonts w:hint="cs"/>
          <w:rtl/>
          <w:lang w:bidi="fa-IR"/>
        </w:rPr>
        <w:t>ـ</w:t>
      </w:r>
      <w:r>
        <w:rPr>
          <w:rtl/>
          <w:lang w:bidi="fa-IR"/>
        </w:rPr>
        <w:t>مّا عزم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14001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الخروج إلى العراق ، جاءه عبدالله بن عباس فنهاه عن الخروج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): (( أستخير الله وانظر ما يكون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أتاه مرّة ثانية فأعاد عل</w:t>
      </w:r>
      <w:r w:rsidR="00314001">
        <w:rPr>
          <w:rtl/>
          <w:lang w:bidi="fa-IR"/>
        </w:rPr>
        <w:t>يه النَهي ، وقال : إنْ أبيت إل</w:t>
      </w:r>
      <w:r w:rsidR="00314001">
        <w:rPr>
          <w:rFonts w:hint="cs"/>
          <w:rtl/>
          <w:lang w:bidi="fa-IR"/>
        </w:rPr>
        <w:t>ّ</w:t>
      </w:r>
      <w:r w:rsidR="00314001">
        <w:rPr>
          <w:rtl/>
          <w:lang w:bidi="fa-IR"/>
        </w:rPr>
        <w:t>ا</w:t>
      </w:r>
      <w:r>
        <w:rPr>
          <w:rtl/>
          <w:lang w:bidi="fa-IR"/>
        </w:rPr>
        <w:t xml:space="preserve"> الخروج فاخرج إلى اليمن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يابن عمّ ، والله ، إنّي لأعلمُ أنّك ناصحٌ مشفق ، وقد ازمعتُ وأجمعت المسير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 ابن عبّاس ومرّ بابن الزّبير ، وأنشد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6"/>
        <w:gridCol w:w="272"/>
        <w:gridCol w:w="3512"/>
      </w:tblGrid>
      <w:tr w:rsidR="0031400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14001" w:rsidRDefault="00314001" w:rsidP="008C3E0B">
            <w:pPr>
              <w:pStyle w:val="libPoem"/>
            </w:pPr>
            <w:r>
              <w:rPr>
                <w:rtl/>
                <w:lang w:bidi="fa-IR"/>
              </w:rPr>
              <w:t>يا لكِ منْ قُبَّرةٍ بمَعْمَرِ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14001" w:rsidRDefault="00314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14001" w:rsidRDefault="00314001" w:rsidP="008C3E0B">
            <w:pPr>
              <w:pStyle w:val="libPoem"/>
            </w:pPr>
            <w:r>
              <w:rPr>
                <w:rtl/>
                <w:lang w:bidi="fa-IR"/>
              </w:rPr>
              <w:t>خلا لكِ الجوُّ فبيضِي واصفرِي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4001" w:rsidTr="008C3E0B">
        <w:trPr>
          <w:trHeight w:val="350"/>
        </w:trPr>
        <w:tc>
          <w:tcPr>
            <w:tcW w:w="3920" w:type="dxa"/>
          </w:tcPr>
          <w:p w:rsidR="00314001" w:rsidRDefault="00314001" w:rsidP="008C3E0B">
            <w:pPr>
              <w:pStyle w:val="libPoem"/>
            </w:pPr>
            <w:r>
              <w:rPr>
                <w:rtl/>
                <w:lang w:bidi="fa-IR"/>
              </w:rPr>
              <w:t>ونقِّري ما شِئْتِ أنْ تُنقِّري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14001" w:rsidRDefault="0031400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14001" w:rsidRDefault="00FA61FE" w:rsidP="008C3E0B">
            <w:pPr>
              <w:pStyle w:val="libPoem"/>
            </w:pPr>
            <w:r>
              <w:rPr>
                <w:rtl/>
                <w:lang w:bidi="fa-IR"/>
              </w:rPr>
              <w:t>هذا حسينٌ خارجٌ فأبشِري</w:t>
            </w:r>
            <w:r w:rsidR="003140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ثُمّ أتاه هو وابن الزّبير ، وأشار عليه بالإمساك عن المسير إلى الكوفة ، فقال لهما : (( إنّ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قد أمرني بأمرٍ وأنا ماضٍ فيه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فخرج ابن عبّاس ، وهو يقول : وا حُسيناه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1C592B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دعاه ابن الزّبير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إلى بيعته فامتنع ، وكتب إليه يزيد يشكره على ذلك ، ويَعدُه البرّ والصّلة ، كتب ابن عبّاس إلى يزيد ذلك الكتاب العظيم ، الذي يقول من جملته : إنّك تسألني نصرتك وقد قتلتَ حسيناً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وفتيان عبد المطّلب مصابيح الهدى ونجوم الأعلام ، غادرتْهم خيولك بأمرك في صعيد واحد ، مرمّلين بالدّماء ، مسلوبين بالعراء ، لا مُكفّنين ولا موسّدين ، تسفي عليهم الرياح وتنتابهم عرج الضّباع ، وما أنسى من الأشياء فلستُ بناسٍ طردك حسيناً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من حرم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إلى حرم الله ، وتسييرك إليه الرجال لتقتله في الحرم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ألا وإنّ من أعجب الأعاجيب ، وما عسى أنْ أعجب ، حملك بنات عبد المطّلب وأطفالاً صغاراً من ولده إليك بالشام كالسبي المجلوب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3"/>
        <w:gridCol w:w="272"/>
        <w:gridCol w:w="3515"/>
      </w:tblGrid>
      <w:tr w:rsidR="001C592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C592B" w:rsidRDefault="001C592B" w:rsidP="008C3E0B">
            <w:pPr>
              <w:pStyle w:val="libPoem"/>
            </w:pPr>
            <w:r>
              <w:rPr>
                <w:rtl/>
                <w:lang w:bidi="fa-IR"/>
              </w:rPr>
              <w:t>نصرتَ ابنُ عبّاسٍ حسينَ بنَ فاطمٍ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C592B" w:rsidRDefault="001C592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C592B" w:rsidRDefault="001C592B" w:rsidP="008C3E0B">
            <w:pPr>
              <w:pStyle w:val="libPoem"/>
            </w:pPr>
            <w:r>
              <w:rPr>
                <w:rtl/>
                <w:lang w:bidi="fa-IR"/>
              </w:rPr>
              <w:t>بحدِّ لسانٍ ما عنْ السّيفِ يَنقصُ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592B" w:rsidTr="008C3E0B">
        <w:trPr>
          <w:trHeight w:val="350"/>
        </w:trPr>
        <w:tc>
          <w:tcPr>
            <w:tcW w:w="3920" w:type="dxa"/>
          </w:tcPr>
          <w:p w:rsidR="001C592B" w:rsidRDefault="001C592B" w:rsidP="008C3E0B">
            <w:pPr>
              <w:pStyle w:val="libPoem"/>
            </w:pPr>
            <w:r>
              <w:rPr>
                <w:rtl/>
                <w:lang w:bidi="fa-IR"/>
              </w:rPr>
              <w:t>دعتْكَ إليه شِيمةٌ هاشميّةٌ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C592B" w:rsidRDefault="001C592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C592B" w:rsidRDefault="001C592B" w:rsidP="008C3E0B">
            <w:pPr>
              <w:pStyle w:val="libPoem"/>
            </w:pPr>
            <w:r>
              <w:rPr>
                <w:rtl/>
                <w:lang w:bidi="fa-IR"/>
              </w:rPr>
              <w:t>فحقّاً لأنتَ الهاشميُّ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مُخلَصُ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BA446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4D4408">
      <w:pPr>
        <w:pStyle w:val="Heading2Center"/>
        <w:rPr>
          <w:lang w:bidi="fa-IR"/>
        </w:rPr>
      </w:pPr>
      <w:bookmarkStart w:id="43" w:name="_Toc18255856"/>
      <w:r>
        <w:rPr>
          <w:rtl/>
          <w:lang w:bidi="fa-IR"/>
        </w:rPr>
        <w:lastRenderedPageBreak/>
        <w:t>المجلس السّابع والثمانون بعد المئة</w:t>
      </w:r>
      <w:bookmarkEnd w:id="43"/>
    </w:p>
    <w:p w:rsidR="00800C80" w:rsidRDefault="00C92D11" w:rsidP="00254168">
      <w:pPr>
        <w:pStyle w:val="libNormal"/>
        <w:rPr>
          <w:lang w:bidi="fa-IR"/>
        </w:rPr>
      </w:pPr>
      <w:r>
        <w:rPr>
          <w:rtl/>
          <w:lang w:bidi="fa-IR"/>
        </w:rPr>
        <w:t>روى ال</w:t>
      </w:r>
      <w:r w:rsidR="004D4408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مُرزُباني : أنّ عبد الله بن العبّاس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343C1A" w:rsidRPr="00343C1A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مرّ بمكّة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بعدما كُفّ بصره </w:t>
      </w:r>
      <w:r w:rsidR="00800C80">
        <w:rPr>
          <w:rtl/>
          <w:lang w:bidi="fa-IR"/>
        </w:rPr>
        <w:t>-</w:t>
      </w:r>
      <w:r w:rsidR="004D4408">
        <w:rPr>
          <w:rtl/>
          <w:lang w:bidi="fa-IR"/>
        </w:rPr>
        <w:t xml:space="preserve"> بصفة زمزم</w:t>
      </w:r>
      <w:r>
        <w:rPr>
          <w:rtl/>
          <w:lang w:bidi="fa-IR"/>
        </w:rPr>
        <w:t>، وإذا قوم من أهل الشام يسبّون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فوقف عليهم ، فقال : أيّكم السّاب الله ؟ قالوا : سبحان الله ! ما فينا أحد سبّ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فأيّكم السّاب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؟ قالوا : سبحان الله ! ما فينا أحد سبّ رسول الله (</w:t>
      </w:r>
      <w:r w:rsidR="00254168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فأيّكم السّاب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؟ قالوا : أمّا هذا فقد كان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أشهد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لسمعتُه يقول : (( مَن سبّ عليّاً فقد سبّني ، ومَن سبّني فقد سبّ الله ، ومَن سبّ الله أكبّه الله على منخره في نار جهنّم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توّلى عنهم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لابنه : كيف تراهم ؟ فقال له ابنه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4D4408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4D4408" w:rsidRDefault="004D4408" w:rsidP="008C3E0B">
            <w:pPr>
              <w:pStyle w:val="libPoem"/>
            </w:pPr>
            <w:r>
              <w:rPr>
                <w:rtl/>
                <w:lang w:bidi="fa-IR"/>
              </w:rPr>
              <w:t>نَظَرُوا إليك بأعْينٍ مُحمرَّةٍ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4408" w:rsidRDefault="004D4408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4408" w:rsidRDefault="004D4408" w:rsidP="008C3E0B">
            <w:pPr>
              <w:pStyle w:val="libPoem"/>
            </w:pPr>
            <w:r>
              <w:rPr>
                <w:rtl/>
                <w:lang w:bidi="fa-IR"/>
              </w:rPr>
              <w:t>نظرَ التّيوسِ إلى شفارِ الجازِرِ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لابنه : زدني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4D4408" w:rsidTr="007B5E18">
        <w:trPr>
          <w:trHeight w:val="350"/>
        </w:trPr>
        <w:tc>
          <w:tcPr>
            <w:tcW w:w="3536" w:type="dxa"/>
            <w:shd w:val="clear" w:color="auto" w:fill="auto"/>
          </w:tcPr>
          <w:p w:rsidR="004D4408" w:rsidRDefault="007B5E18" w:rsidP="008C3E0B">
            <w:pPr>
              <w:pStyle w:val="libPoem"/>
            </w:pPr>
            <w:r>
              <w:rPr>
                <w:rtl/>
                <w:lang w:bidi="fa-IR"/>
              </w:rPr>
              <w:t>خزرُ العُيونِ نواكسٌ أبصارُهُمْ</w:t>
            </w:r>
            <w:r w:rsidR="004D44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4D4408" w:rsidRDefault="004D440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4D4408" w:rsidRDefault="007B5E18" w:rsidP="008C3E0B">
            <w:pPr>
              <w:pStyle w:val="libPoem"/>
            </w:pPr>
            <w:r>
              <w:rPr>
                <w:rtl/>
                <w:lang w:bidi="fa-IR"/>
              </w:rPr>
              <w:t>نظًرُ الذَّليلِ إلى العزيزِ القاهِرِ</w:t>
            </w:r>
            <w:r w:rsidR="004D440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 : زدني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ليس عندي زيادة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عبد الله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7F788C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7F788C" w:rsidRDefault="007F788C" w:rsidP="008C3E0B">
            <w:pPr>
              <w:pStyle w:val="libPoem"/>
            </w:pPr>
            <w:r>
              <w:rPr>
                <w:rtl/>
                <w:lang w:bidi="fa-IR"/>
              </w:rPr>
              <w:t>أحياؤُهُمْ عارٌ على أمواتِهمْ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88C" w:rsidRDefault="007F788C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88C" w:rsidRDefault="007F788C" w:rsidP="008C3E0B">
            <w:pPr>
              <w:pStyle w:val="libPoem"/>
            </w:pPr>
            <w:r>
              <w:rPr>
                <w:rtl/>
                <w:lang w:bidi="fa-IR"/>
              </w:rPr>
              <w:t>والميِّتونَ مسبَّةٌ للغابِرِ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وكان ابن عباس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697159" w:rsidRPr="00697159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مبرّزاً في الفقه والتفسير ، والشعر </w:t>
      </w:r>
      <w:r w:rsidR="00A10205">
        <w:rPr>
          <w:rtl/>
          <w:lang w:bidi="fa-IR"/>
        </w:rPr>
        <w:t>والأنساب ، وأيام العرب ووقائعها</w:t>
      </w:r>
      <w:r>
        <w:rPr>
          <w:rtl/>
          <w:lang w:bidi="fa-IR"/>
        </w:rPr>
        <w:t>، وكان يُسمّى الحَبْر ؛ لكثرة علمه ، وكان فصيحاً قوي الحُجّة ، ثابت الجنان ، وله مواقف مشهورة في ذلك مع معاوية وعبد الله بن الزّبير وعائشة ، ومع الخوارج وغيرهم ، وشهد مع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حروب الجمل وصفّين والنّهروان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وأراد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1020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أنْ يختاره يوم الحكمين ، فلمْ يمكّنه أهل العراق من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ونظر إليه معاوية يوماً ، وهو يتكلم ، فقال : متمثّلاً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A1020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10205" w:rsidRDefault="00A10205" w:rsidP="008C3E0B">
            <w:pPr>
              <w:pStyle w:val="libPoem"/>
            </w:pPr>
            <w:r>
              <w:rPr>
                <w:rtl/>
                <w:lang w:bidi="fa-IR"/>
              </w:rPr>
              <w:t>إذا قالَ لَمْ يتْرُكْ مقالاً لقائلٍ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10205" w:rsidRDefault="00A1020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10205" w:rsidRDefault="00A10205" w:rsidP="008C3E0B">
            <w:pPr>
              <w:pStyle w:val="libPoem"/>
            </w:pPr>
            <w:r>
              <w:rPr>
                <w:rtl/>
                <w:lang w:bidi="fa-IR"/>
              </w:rPr>
              <w:t>مُصيبٍ ولَمْ يَثنِ اللّسانَ على هُجرِ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0205" w:rsidTr="008C3E0B">
        <w:trPr>
          <w:trHeight w:val="350"/>
        </w:trPr>
        <w:tc>
          <w:tcPr>
            <w:tcW w:w="3920" w:type="dxa"/>
          </w:tcPr>
          <w:p w:rsidR="00A10205" w:rsidRDefault="00A10205" w:rsidP="008C3E0B">
            <w:pPr>
              <w:pStyle w:val="libPoem"/>
            </w:pPr>
            <w:r>
              <w:rPr>
                <w:rtl/>
                <w:lang w:bidi="fa-IR"/>
              </w:rPr>
              <w:t>يُصرِّفُ بالقولِ اللّسانَ إذا انْتَحَى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0205" w:rsidRDefault="00A1020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0205" w:rsidRDefault="00A10205" w:rsidP="008C3E0B">
            <w:pPr>
              <w:pStyle w:val="libPoem"/>
            </w:pPr>
            <w:r>
              <w:rPr>
                <w:rtl/>
                <w:lang w:bidi="fa-IR"/>
              </w:rPr>
              <w:t>وينظرُ في أعْطَافِهِ نَظَرَ الصَّقْرِ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وكُفّ بصره في آخر عمره ، فقال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3"/>
        <w:gridCol w:w="272"/>
        <w:gridCol w:w="3515"/>
      </w:tblGrid>
      <w:tr w:rsidR="00A1020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10205" w:rsidRDefault="002605AA" w:rsidP="008C3E0B">
            <w:pPr>
              <w:pStyle w:val="libPoem"/>
            </w:pPr>
            <w:r>
              <w:rPr>
                <w:rtl/>
                <w:lang w:bidi="fa-IR"/>
              </w:rPr>
              <w:t>إنْ يأخذْ اللهُ منْ عينيَّ نُورَهُمَا</w:t>
            </w:r>
            <w:r w:rsidR="00A102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10205" w:rsidRDefault="00A1020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10205" w:rsidRDefault="002605AA" w:rsidP="008C3E0B">
            <w:pPr>
              <w:pStyle w:val="libPoem"/>
            </w:pPr>
            <w:r>
              <w:rPr>
                <w:rtl/>
                <w:lang w:bidi="fa-IR"/>
              </w:rPr>
              <w:t>ففي لسانِي وقَلبِي منهُما نُورُ</w:t>
            </w:r>
            <w:r w:rsidR="00A102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0205" w:rsidTr="008C3E0B">
        <w:trPr>
          <w:trHeight w:val="350"/>
        </w:trPr>
        <w:tc>
          <w:tcPr>
            <w:tcW w:w="3920" w:type="dxa"/>
          </w:tcPr>
          <w:p w:rsidR="00A10205" w:rsidRDefault="002605AA" w:rsidP="008C3E0B">
            <w:pPr>
              <w:pStyle w:val="libPoem"/>
            </w:pPr>
            <w:r>
              <w:rPr>
                <w:rtl/>
                <w:lang w:bidi="fa-IR"/>
              </w:rPr>
              <w:t>قلبِي ذكيٌّ وعقلي غيرُ ذي دَخَلٍ</w:t>
            </w:r>
            <w:r w:rsidR="00A102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0205" w:rsidRDefault="00A1020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0205" w:rsidRDefault="002605AA" w:rsidP="008C3E0B">
            <w:pPr>
              <w:pStyle w:val="libPoem"/>
            </w:pPr>
            <w:r>
              <w:rPr>
                <w:rtl/>
                <w:lang w:bidi="fa-IR"/>
              </w:rPr>
              <w:t>وفي فمي صارمٌ كالسَّيفِ مأثُورُ</w:t>
            </w:r>
            <w:r w:rsidR="00A1020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وهو الذي كتب إلى يزيد بن معاوية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ذلك الكتاب العظيم ، وذلك أنّ عبد الله بن الزّبير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بعد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دعا ابن عبّاس إلى بيعته ، فامتنع ، فظنّ يزيد أنّ امتناعه تمسك منه ببيعته ، فكتب إليه كتاباً يشكره فيه على ذلك ، ويَعده البرّ والصلة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فأجابه ابن عبّاس بكتاب يقول فيه : أتراني ناسياً لك قتل الحسين بن علي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وفتيان بني عبد المطلب ، مضرَّجين بالدماء ، مسلوبين بالعراء ، تسفي عليهم الرياح وتنتابهم الذئاب والضّباع حتّى أتاح الله لهم قوماً أجنوهم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ومهما نسيتُ فما أنسى لك طرد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من حرم الله ، وكتابك إلى ابن مرجانة أنْ يتلّقاه بالجيوش طمعاً في 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وإنّي لأرجو أنْ يأخذك الله حين قتلت ذرّيّة نبيّه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[ الذين ] أذهب الله عنهم الرجس وطهّرهم تطهيراً ، لا كآبائك الأجلاف الجفاة ، أشباه الحمير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فطلب إليكم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الموادعة ، فاغتنمتم قلّة أنصاره وأعوانه ، فتعاونتم عليه كأنّكم قتلتم أهل بيتٍ من التُرك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ولا شيء أعجب عندي من طلبك وُدّي وقد قتلتَ وُلدَ أبي ، وسيفك يقطر من دمي ، وأنت أحد ثأري ! فإنْ شاء الله لا يُطلّ لديك دمي ، ولا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F713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تسبقني بثأري ، وإنْ سبقتني في الدّنيا فقبل ذلك ما قُتل النبيّون وأبناء النبيّين ، والله الطالب بدمائهم ، وكفى بالله للمظلومين ناصراً ، ومن الظالمين منتقماً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إلى أنْ قال : ألا وإنّ من أعجب العجب ، وما عسى أنْ أعجب ، حملك آل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وأطفالاً صغاراً من ولده إليك إلى الشام كالاُسارى المجلوبين ، تُري الأوباش ومَن خرج عن ملّة جدّهم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أنّك قهرتنا وأنك تمنّ علينا ، وبنا مَنّ الله عليك وعلى أبيك ! ولَعمر الله ، لئن تُصبح آمناً من جراحة يدي فقد عظّم الله جرحك من لساني ، ونقضي وإبرامي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أنا بآيس من بعد قتلك عترة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أنْ يأخذك الله أخذاً أليماً ، ويُخرجك من الدّنيا مذموماً مدحوراً ، فعش لا أباً لك ما استطعت ، فقد والله ، أرداك ما اقترفت ، والسّلام على من اتّبع الهدى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3"/>
        <w:gridCol w:w="272"/>
        <w:gridCol w:w="3515"/>
      </w:tblGrid>
      <w:tr w:rsidR="00FF713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إذا ما ابنُ عبّاسٍ بدَا لكَ وجهُهُ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F7132" w:rsidRDefault="00FF713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رأيتَ لهُ في كلِّ أحوالِهِ فَضْلا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132" w:rsidTr="008C3E0B">
        <w:trPr>
          <w:trHeight w:val="350"/>
        </w:trPr>
        <w:tc>
          <w:tcPr>
            <w:tcW w:w="3920" w:type="dxa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إذا قالَ لمْ يتْرُكْ مقالاً لقائلٍ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7132" w:rsidRDefault="00FF713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بمُنتظماتٍ لا ترَى بينَها فَصْلا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7132" w:rsidTr="008C3E0B">
        <w:trPr>
          <w:trHeight w:val="350"/>
        </w:trPr>
        <w:tc>
          <w:tcPr>
            <w:tcW w:w="3920" w:type="dxa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كفَى وشفَى ما في النُّفوسِ فلَمْ يدعَ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7132" w:rsidRDefault="00FF713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7132" w:rsidRDefault="00FF7132" w:rsidP="008C3E0B">
            <w:pPr>
              <w:pStyle w:val="libPoem"/>
            </w:pPr>
            <w:r>
              <w:rPr>
                <w:rtl/>
                <w:lang w:bidi="fa-IR"/>
              </w:rPr>
              <w:t>لذي إربةٍ في القولِ جدَّاً ولا هَزْلا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FF7132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FF7132">
      <w:pPr>
        <w:pStyle w:val="Heading2Center"/>
        <w:rPr>
          <w:lang w:bidi="fa-IR"/>
        </w:rPr>
      </w:pPr>
      <w:bookmarkStart w:id="44" w:name="_Toc18255857"/>
      <w:r>
        <w:rPr>
          <w:rtl/>
          <w:lang w:bidi="fa-IR"/>
        </w:rPr>
        <w:t>المجلس الثامن والثمانون بعد المئة</w:t>
      </w:r>
      <w:bookmarkEnd w:id="4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الله تعالى في كتابه العزيز : </w:t>
      </w:r>
      <w:r w:rsidRPr="00FF7132">
        <w:rPr>
          <w:rStyle w:val="libAlaemChar"/>
          <w:rtl/>
        </w:rPr>
        <w:t>(</w:t>
      </w:r>
      <w:r w:rsidRPr="00FF7132">
        <w:rPr>
          <w:rStyle w:val="libAieChar"/>
          <w:rtl/>
        </w:rPr>
        <w:t xml:space="preserve"> إِنّمَا يُرِيدُ اللّهُ لِيُذْهِبَ عَنكُمُ الرّجْسَ أَهْلَ الْبَيْتِ وَيُطَهّرَكُمْ تَطْهِيراً </w:t>
      </w:r>
      <w:r w:rsidRPr="00FF713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السّيوطي في كتاب الدرّ المنثور في تفسير كتاب الله بالمأثور</w:t>
      </w:r>
      <w:r w:rsidR="00765901">
        <w:rPr>
          <w:rtl/>
          <w:lang w:bidi="fa-IR"/>
        </w:rPr>
        <w:t xml:space="preserve"> : أخرج ابن جَرير ، وابن المنذر</w:t>
      </w:r>
      <w:r>
        <w:rPr>
          <w:rtl/>
          <w:lang w:bidi="fa-IR"/>
        </w:rPr>
        <w:t xml:space="preserve">، وابن أبي حاتم ، والطبراني ، وابن مردويه ، عن اُمّ سلمة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زوج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كان ببيتها على منامة له ، عليه كساء خيبري ، فجاءت فاطمة ببرمة</w:t>
      </w:r>
      <w:r w:rsidRPr="00800C80">
        <w:rPr>
          <w:rStyle w:val="libFootnotenumChar"/>
          <w:rtl/>
        </w:rPr>
        <w:t>(2)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  <w:r w:rsidR="00C92D11">
        <w:rPr>
          <w:rtl/>
          <w:lang w:bidi="fa-IR"/>
        </w:rPr>
        <w:t>__</w:t>
      </w:r>
    </w:p>
    <w:p w:rsidR="00C92D11" w:rsidRDefault="00C92D11" w:rsidP="00765901">
      <w:pPr>
        <w:pStyle w:val="libFootnote0"/>
        <w:rPr>
          <w:lang w:bidi="fa-IR"/>
        </w:rPr>
      </w:pPr>
      <w:r w:rsidRPr="00765901">
        <w:rPr>
          <w:rtl/>
        </w:rPr>
        <w:t>(1)</w:t>
      </w:r>
      <w:r>
        <w:rPr>
          <w:rtl/>
          <w:lang w:bidi="fa-IR"/>
        </w:rPr>
        <w:t xml:space="preserve"> سورة الأحزاب / 32</w:t>
      </w:r>
      <w:r w:rsidR="00343D55">
        <w:rPr>
          <w:rtl/>
          <w:lang w:bidi="fa-IR"/>
        </w:rPr>
        <w:t>.</w:t>
      </w:r>
    </w:p>
    <w:p w:rsidR="00C92D11" w:rsidRDefault="00C92D11" w:rsidP="00765901">
      <w:pPr>
        <w:pStyle w:val="libFootnote0"/>
        <w:rPr>
          <w:lang w:bidi="fa-IR"/>
        </w:rPr>
      </w:pPr>
      <w:r w:rsidRPr="00765901">
        <w:rPr>
          <w:rtl/>
        </w:rPr>
        <w:t>(2)</w:t>
      </w:r>
      <w:r>
        <w:rPr>
          <w:rtl/>
          <w:lang w:bidi="fa-IR"/>
        </w:rPr>
        <w:t xml:space="preserve"> أي : إناء مخصوص</w:t>
      </w:r>
      <w:r w:rsidR="00343D55">
        <w:rPr>
          <w:rtl/>
          <w:lang w:bidi="fa-IR"/>
        </w:rPr>
        <w:t>.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9153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فيها خزيرة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للطبراني : جاءت فاطمة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إلى أبيها بثريدة تحملها في طبق لها حتّى وضعتها بين يديه ،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لها : (( أين ابنُ عمِّك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(( هو في البيت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C638D3" w:rsidRPr="00C638D3">
        <w:rPr>
          <w:rStyle w:val="libAlaemChar"/>
          <w:rtl/>
        </w:rPr>
        <w:t>صلى‌الله‌عليه‌وآله</w:t>
      </w:r>
      <w:r w:rsidR="00254168">
        <w:rPr>
          <w:rtl/>
          <w:lang w:bidi="fa-IR"/>
        </w:rPr>
        <w:t>)</w:t>
      </w:r>
      <w:r>
        <w:rPr>
          <w:rtl/>
          <w:lang w:bidi="fa-IR"/>
        </w:rPr>
        <w:t>: (( اذهبي ، فادعيه وابنيك حسناً وحسيناً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فجاءت تقود ابناها ، كلّ واحد منهما في يد ، وعليٌّ يمشي في إثرهما حتّى دخلوا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فاجلسهما في حجره ، وجلس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يمينه ، وجلست فاطمة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عن يساره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فبينما هم يأكلون ، إذ نزلت على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: </w:t>
      </w:r>
      <w:r w:rsidRPr="00E91538">
        <w:rPr>
          <w:rStyle w:val="libAlaemChar"/>
          <w:rtl/>
        </w:rPr>
        <w:t>(</w:t>
      </w:r>
      <w:r w:rsidRPr="00E91538">
        <w:rPr>
          <w:rStyle w:val="libAieChar"/>
          <w:rtl/>
        </w:rPr>
        <w:t xml:space="preserve"> إِنّمَا يُرِيدُ اللّهُ لِيُذْهِبَ عَنكُمُ الرّجْسَ أَهْلَ الْبَيْتِ وَيُطَهّرَكُمْ تَطْهِيراً </w:t>
      </w:r>
      <w:r w:rsidRPr="00E91538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بفضلة إزاره فغشاهم إيّاها ، ثمّ أخرج يده من الكساء وأومأ بها إلى السّماء ، ثمّ قال : (( هؤلاء أهل بيتي وخاصّتي ، فاذهب عنهم الرجس وطهّرهم تطهيراً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قالها ثلاث مرات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اُمّ سلمة : فأدخلت رأسي في السّتر ، فقلت : يا رسول الله ، وأنا معكم ؟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إنّك إلى خير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مرّتين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فرفعت الكساء لأدخل معهم ، فجذبه من يدي ، وقال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إنّك إلى خير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قالت اُمّ سلمة : فأنا معكم يا رسول الله ؟ قال (</w:t>
      </w:r>
      <w:r w:rsidR="00C638D3" w:rsidRPr="00C638D3">
        <w:rPr>
          <w:rStyle w:val="libAlaemChar"/>
          <w:rtl/>
        </w:rPr>
        <w:t>صلى‌الله‌عليه‌وآله</w:t>
      </w:r>
      <w:r w:rsidR="00BE1FFD">
        <w:rPr>
          <w:rtl/>
          <w:lang w:bidi="fa-IR"/>
        </w:rPr>
        <w:t>) : (( أنت مكانك</w:t>
      </w:r>
      <w:r>
        <w:rPr>
          <w:rtl/>
          <w:lang w:bidi="fa-IR"/>
        </w:rPr>
        <w:t>، وإنّك على خير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وأخرج ابن مردويه ، عن أبي سعيد الخدري قال : ل</w:t>
      </w:r>
      <w:r w:rsidR="00BE1FFD">
        <w:rPr>
          <w:rFonts w:hint="cs"/>
          <w:rtl/>
          <w:lang w:bidi="fa-IR"/>
        </w:rPr>
        <w:t>ـ</w:t>
      </w:r>
      <w:r>
        <w:rPr>
          <w:rtl/>
          <w:lang w:bidi="fa-IR"/>
        </w:rPr>
        <w:t>مّا دخل علي بفاطمة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جاء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أربعين صباحاً إلى بابها ، يقول : (( السّلام عليكم أهل البيت ورحمة الله وبركاته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الصلاة رحمكم الله ،</w:t>
      </w:r>
      <w:r w:rsidR="00BE1FFD" w:rsidRPr="00BE1FFD">
        <w:rPr>
          <w:rStyle w:val="libAlaemChar"/>
          <w:rFonts w:hint="cs"/>
          <w:rtl/>
        </w:rPr>
        <w:t>(</w:t>
      </w:r>
      <w:r w:rsidRPr="00BE1FFD">
        <w:rPr>
          <w:rStyle w:val="libAieChar"/>
          <w:rtl/>
        </w:rPr>
        <w:t xml:space="preserve"> إِنّمَا يُرِيدُ اللّهُ لِيُذْهِبَ عَنكُمُ الرّجْسَ أَهْلَ الْبَيْتِ وَيُطَهّرَكُمْ تَطْهِيراً </w:t>
      </w:r>
      <w:r w:rsidR="00BE1FFD" w:rsidRPr="00BE1FFD">
        <w:rPr>
          <w:rStyle w:val="libAlaemChar"/>
          <w:rFonts w:hint="cs"/>
          <w:rtl/>
        </w:rPr>
        <w:t>)</w:t>
      </w:r>
      <w:r>
        <w:rPr>
          <w:rtl/>
          <w:lang w:bidi="fa-IR"/>
        </w:rPr>
        <w:t>. أنا حربٌ لمَنْ حاربتم ، وأنا سلمٌ ل</w:t>
      </w:r>
      <w:r w:rsidR="00BE1FFD">
        <w:rPr>
          <w:rFonts w:hint="cs"/>
          <w:rtl/>
          <w:lang w:bidi="fa-IR"/>
        </w:rPr>
        <w:t>ـ</w:t>
      </w:r>
      <w:r>
        <w:rPr>
          <w:rtl/>
          <w:lang w:bidi="fa-IR"/>
        </w:rPr>
        <w:t>مَنْ سالمتم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وأخرج ابن جرير وابن مردويه ، عن أبي الحمراء [ قال ] : حفظت من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ثمانية أشهر بالمدينة ، ليس م</w:t>
      </w:r>
      <w:r w:rsidR="00B12FF6">
        <w:rPr>
          <w:rtl/>
          <w:lang w:bidi="fa-IR"/>
        </w:rPr>
        <w:t>ن مرّة يخرج إلى صلاة الغداة إل</w:t>
      </w:r>
      <w:r w:rsidR="00B12FF6">
        <w:rPr>
          <w:rFonts w:hint="cs"/>
          <w:rtl/>
          <w:lang w:bidi="fa-IR"/>
        </w:rPr>
        <w:t>ّ</w:t>
      </w:r>
      <w:r w:rsidR="00B12FF6">
        <w:rPr>
          <w:rtl/>
          <w:lang w:bidi="fa-IR"/>
        </w:rPr>
        <w:t>ا</w:t>
      </w:r>
      <w:r>
        <w:rPr>
          <w:rtl/>
          <w:lang w:bidi="fa-IR"/>
        </w:rPr>
        <w:t xml:space="preserve"> أتى إلى باب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فوضع يده على جنبتي الباب ، ثمّ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الصلاة الصلاة !</w:t>
      </w:r>
      <w:r w:rsidR="00B12FF6" w:rsidRPr="00B12FF6">
        <w:rPr>
          <w:rStyle w:val="libAlaemChar"/>
          <w:rFonts w:hint="cs"/>
          <w:rtl/>
        </w:rPr>
        <w:t>(</w:t>
      </w:r>
      <w:r w:rsidRPr="00B12FF6">
        <w:rPr>
          <w:rStyle w:val="libAieChar"/>
          <w:rtl/>
        </w:rPr>
        <w:t xml:space="preserve"> إِنّمَا يُرِيدُ اللّهُ لِيُذْهِبَ عَنكُمُ الرّجْسَ أَهْلَ الْبَيْتِ وَيُطَهّرَكُمْ تَطْهِيراً </w:t>
      </w:r>
      <w:r w:rsidR="00B12FF6" w:rsidRPr="00B12FF6">
        <w:rPr>
          <w:rStyle w:val="libAlaemChar"/>
          <w:rFonts w:hint="cs"/>
          <w:rtl/>
        </w:rPr>
        <w:t>)</w:t>
      </w:r>
      <w:r w:rsidR="00B12FF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وأخرج ابن مردويه ، عن ابن عبّاس [ قال ] : شهدنا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تسعة أشهر ، يأتي كلّ يوم باب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وقت كلّ صلاة ، فيقول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السّلام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  <w:r w:rsidR="00C92D11">
        <w:rPr>
          <w:rtl/>
          <w:lang w:bidi="fa-IR"/>
        </w:rPr>
        <w:t>__</w:t>
      </w:r>
    </w:p>
    <w:p w:rsidR="00800C80" w:rsidRDefault="00C92D11" w:rsidP="005F1998">
      <w:pPr>
        <w:pStyle w:val="libFootnote0"/>
        <w:rPr>
          <w:lang w:bidi="fa-IR"/>
        </w:rPr>
      </w:pPr>
      <w:r w:rsidRPr="005F1998">
        <w:rPr>
          <w:rtl/>
        </w:rPr>
        <w:t>(1)</w:t>
      </w:r>
      <w:r>
        <w:rPr>
          <w:rtl/>
          <w:lang w:bidi="fa-IR"/>
        </w:rPr>
        <w:t xml:space="preserve"> أي : الثريد</w:t>
      </w:r>
      <w:r w:rsidR="00343D55">
        <w:rPr>
          <w:rtl/>
          <w:lang w:bidi="fa-IR"/>
        </w:rPr>
        <w:t>.</w:t>
      </w:r>
    </w:p>
    <w:p w:rsidR="00800C80" w:rsidRDefault="00C92D11" w:rsidP="005F1998">
      <w:pPr>
        <w:pStyle w:val="libFootnote0"/>
        <w:rPr>
          <w:lang w:bidi="fa-IR"/>
        </w:rPr>
      </w:pPr>
      <w:r w:rsidRPr="005F1998">
        <w:rPr>
          <w:rtl/>
        </w:rPr>
        <w:t>(2)</w:t>
      </w:r>
      <w:r>
        <w:rPr>
          <w:rtl/>
          <w:lang w:bidi="fa-IR"/>
        </w:rPr>
        <w:t xml:space="preserve"> سورة الأحزاب / 32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F199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عليكم ورحمة الله وبركاته أهل البيت ،</w:t>
      </w:r>
      <w:r w:rsidR="005F1998" w:rsidRPr="005F1998">
        <w:rPr>
          <w:rStyle w:val="libAlaemChar"/>
          <w:rFonts w:hint="cs"/>
          <w:rtl/>
        </w:rPr>
        <w:t>(</w:t>
      </w:r>
      <w:r w:rsidRPr="005F1998">
        <w:rPr>
          <w:rStyle w:val="libAieChar"/>
          <w:rtl/>
        </w:rPr>
        <w:t xml:space="preserve"> إِنّمَا يُرِيدُ اللّهُ لِيُذْهِبَ عَنكُمُ الرّجْسَ أَهْلَ الْبَيْتِ وَيُطَهّرَكُمْ تَطْهِيراً </w:t>
      </w:r>
      <w:r w:rsidR="005F1998" w:rsidRPr="005F1998">
        <w:rPr>
          <w:rStyle w:val="libAlaemChar"/>
          <w:rFonts w:hint="cs"/>
          <w:rtl/>
        </w:rPr>
        <w:t>)</w:t>
      </w:r>
      <w:r>
        <w:rPr>
          <w:rtl/>
          <w:lang w:bidi="fa-IR"/>
        </w:rPr>
        <w:t>. الصلاة رحمكم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كلّ يوم خمس مرّات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أصحاب الكساء ، يقول الشاعر مخاطباً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397DE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أنتَ ثاني ذَوي الكِساءِ ولَعمْري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أفضلُ الخلقِ مَن حواهُ الكِساءُ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آخر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397DE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يُزاحمُهُ جبْريلُ تحتَ عباءةٍ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لها قيلَ: كلُّ الصَّيدِ في جانبِ الفرَا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وفيهم يقول المؤلّف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397DE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وكانَ لهُمْ جبريلُ في الفضلِ سادِساً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وهُمْ خمسةٌ مِنْ فوقِهمْ مُدَّتْ العَبا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وفيهم يقول الآخر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397DE3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ذُرِّيَّةٌ مثلُ ماءِ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مُزنِ قدْ طَهُرُوا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وطُهِّروا فصفتْ أخلاقُ ذاتِهمُ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وكفى شرفاً وفضلاً لأهل البيت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نزول آية الطهارة فيهم ، شرف ما فوقه شرف ، وفضل لا يُدانيهِ فضل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فالويل ثمّ الويل لاُمّة أخّرتهم عن مقامهم ! ودفعتهم عن مراتبهم التي رتَّبهم الله فيها ! وظلمتهم وقتلتهم ! فمضى أمير المؤمنين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شهيداً بالسّيف في محرابه ، ومضت زوجتُه البضعة الزهراء ، سيّدة النّساء ، حزينة كئيبة مغضبة ، لَمْ تُرَ بعد وفاة أبيها ضاحكةً ولا كاشرةً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397DE3" w:rsidTr="00397DE3">
        <w:trPr>
          <w:trHeight w:val="350"/>
        </w:trPr>
        <w:tc>
          <w:tcPr>
            <w:tcW w:w="3536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وهيَ العُرْوةُ التي ليسَ ينجُو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غيرُ مُسْتعصمٍ بحبلِ وَلاهَا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E3" w:rsidTr="00397DE3">
        <w:tblPrEx>
          <w:tblLook w:val="04A0"/>
        </w:tblPrEx>
        <w:trPr>
          <w:trHeight w:val="350"/>
        </w:trPr>
        <w:tc>
          <w:tcPr>
            <w:tcW w:w="3536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لمْ يَرَ اللهُ الرِّسالةَ أجراً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غيرَ حفظِ الزَّهراءِ في قُرباهَا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E3" w:rsidTr="00397DE3">
        <w:tblPrEx>
          <w:tblLook w:val="04A0"/>
        </w:tblPrEx>
        <w:trPr>
          <w:trHeight w:val="350"/>
        </w:trPr>
        <w:tc>
          <w:tcPr>
            <w:tcW w:w="3536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فَمَضتْ وهيَ أعظمُ النّاسِ وجْدَاً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في فمِ الدَّهرِ غصةً منْ جواهَا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DE3" w:rsidTr="00397DE3">
        <w:tblPrEx>
          <w:tblLook w:val="04A0"/>
        </w:tblPrEx>
        <w:trPr>
          <w:trHeight w:val="350"/>
        </w:trPr>
        <w:tc>
          <w:tcPr>
            <w:tcW w:w="3536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وثوَتْ لا يَرى لها النّاسُ مثوىً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397DE3" w:rsidRDefault="00397DE3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397DE3" w:rsidRDefault="00397DE3" w:rsidP="008C3E0B">
            <w:pPr>
              <w:pStyle w:val="libPoem"/>
            </w:pPr>
            <w:r>
              <w:rPr>
                <w:rtl/>
                <w:lang w:bidi="fa-IR"/>
              </w:rPr>
              <w:t>أيُّ قُدسٍ يضمُّهُ مثْواهَا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ومضى ولداها الحسن والحسين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ريحانتا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وسيّدا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66CC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شباب أهل الجنة ، أحدهما شهيداً بالسُمّ ، ومُنع من دفنه عند جدّه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ومضى أخوه الحسين شهيداً بالسّيف ، غريباً ظامياً بأرض كربٍ وبلاءٍ ، وسُبيت عيالُه وأطفالُه ، وداروا برأسه في البلدان مِنْ فوق عالي السّنان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A66CC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ليسَ هذا لرسولِ اللهِ 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6CC5" w:rsidRDefault="00A66CC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اُمَّةَ الطُّغيانِ والبغْي جَزَا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66CC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A66CC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فَعلْتم</w:t>
            </w:r>
            <w:r>
              <w:rPr>
                <w:rFonts w:hint="cs"/>
                <w:rtl/>
                <w:lang w:bidi="fa-IR"/>
              </w:rPr>
              <w:t>ْ</w:t>
            </w:r>
            <w:r>
              <w:rPr>
                <w:rtl/>
                <w:lang w:bidi="fa-IR"/>
              </w:rPr>
              <w:t xml:space="preserve"> بأبناءِ النَّبيِّ ورهطِهِ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6CC5" w:rsidRDefault="00A66CC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أفاعيلَ أدْناهَا الخيانةُ والغدْرُ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66CC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A66CC5">
      <w:pPr>
        <w:pStyle w:val="Heading2Center"/>
        <w:rPr>
          <w:lang w:bidi="fa-IR"/>
        </w:rPr>
      </w:pPr>
      <w:bookmarkStart w:id="45" w:name="_Toc18255858"/>
      <w:r>
        <w:rPr>
          <w:rtl/>
          <w:lang w:bidi="fa-IR"/>
        </w:rPr>
        <w:t>المجلس التاسع والثمانون بعد المئة</w:t>
      </w:r>
      <w:bookmarkEnd w:id="4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روى مسلم في ( صحيحه ) ، وأحمد بن حنبل في ( مسنده ) بسنديهما ، عن زيد بن أرقم قال : قام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فينا خطيباً بماء يُدعى : خماساً ، بين مكّة والمدينة ، فحمد الله وأثنى عليه ، ووعظ وذكّر ، ثمّ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أمّا بعد ، أيّها النّاس ، فإنّما أنا بشر يوشك أنْ يأتيني رسول ربّي فاُجيب ، وأنا تاركٌ فيكم ثِقْلين ؛ أوّلهما كتاب الله فيه الهدى ، فخذوا بكتاب الله واستمسكوا به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فحثّ على كتاب الله ورغّب فيه ، ثمّ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وأهل بيتي ، اُذكّركم الله في أهل بيتي ! اُذكّركم الله في أهل بيتي ! اُذكّركم الله في أهل بيتي 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الراوي : ومَن أهل بيته يا زيد ؟ نساؤه من أهل بيته ؟ فقال : لا ، ولكن أهل بيته من حرم الصدقة بعده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وروى مسلم حديث الثقلين بثلاثة طرق اُخرى ، وفي أحدهما </w:t>
      </w:r>
      <w:r w:rsidR="00A66CC5">
        <w:rPr>
          <w:rtl/>
          <w:lang w:bidi="fa-IR"/>
        </w:rPr>
        <w:t>قلنا : منْ أهل بيته نساؤه ؟ قال</w:t>
      </w:r>
      <w:r>
        <w:rPr>
          <w:rtl/>
          <w:lang w:bidi="fa-IR"/>
        </w:rPr>
        <w:t>: لا ، إنّ المرأة تكون مع الرجل العصر من الدهر ، ثمّ يُطلّقها فترجع إلى أبيها وقومها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أهل بيته أصلُه وعصبته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وأخرج أحمد بن حنبل في ( مسنده ) حديث الثقلين بعدّة طرق ،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أنّه قال : (( إنّي قد تركتُ فيكم ما إنْ أخذتم 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تمسكتم 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لنْ تضلَوا بعدي ، الثقلين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66CC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أحدهما أكبر من الآخر ؛ كتاب الله عزَّ وجل حبلٌ ممدودٌ من السّماء إلى الأرض ، وعترتي أهل بيتي ، وإنّ اللطيف الخبير أخبرني أنّهما لَنْ يفترقا حتّى يردا عليّ الحوض</w:t>
      </w:r>
      <w:r w:rsidR="00A66CC5">
        <w:rPr>
          <w:rtl/>
          <w:lang w:bidi="fa-IR"/>
        </w:rPr>
        <w:t xml:space="preserve"> ، فانظروا بِمَ تُخلّفوني فيهما</w:t>
      </w:r>
      <w:r>
        <w:rPr>
          <w:rtl/>
          <w:lang w:bidi="fa-IR"/>
        </w:rPr>
        <w:t>؟ )) أو (( كيف تُخلّفوني فيهما ؟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دلّت هذه الأحاديث على عصمة أهل البيت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؛ لأنّه عليه الصلاة والسّلام أوجب التمسك بالعترة كما أوجب التمسك بالكتاب ، وأخبر أنّ المتمسك بهما لنْ يضلّ ، وأنّهما لنْ يفترقا ، فلا يفارق الكتاب العترةَ ، ولا تفارق العترةُ الكتابَ إلى</w:t>
      </w:r>
      <w:r w:rsidR="00A66CC5">
        <w:rPr>
          <w:rtl/>
          <w:lang w:bidi="fa-IR"/>
        </w:rPr>
        <w:t xml:space="preserve"> يوم القيامة ، ولا يكون ذلك إل</w:t>
      </w:r>
      <w:r w:rsidR="00A66CC5">
        <w:rPr>
          <w:rFonts w:hint="cs"/>
          <w:rtl/>
          <w:lang w:bidi="fa-IR"/>
        </w:rPr>
        <w:t>ّ</w:t>
      </w:r>
      <w:r w:rsidR="00A66CC5">
        <w:rPr>
          <w:rtl/>
          <w:lang w:bidi="fa-IR"/>
        </w:rPr>
        <w:t>ا</w:t>
      </w:r>
      <w:r>
        <w:rPr>
          <w:rtl/>
          <w:lang w:bidi="fa-IR"/>
        </w:rPr>
        <w:t xml:space="preserve"> مع عصمة العترة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فدلّ على أنّ المراد بالعترة : ليس جميع بني هاشم ؛ لأنّ كثيراً منهم تصدر منهم الذنوب ، ويفارقون القرآن ، فالمتمسك بهم لا يأمن من ا</w:t>
      </w:r>
      <w:r w:rsidR="00A66CC5">
        <w:rPr>
          <w:rtl/>
          <w:lang w:bidi="fa-IR"/>
        </w:rPr>
        <w:t>لضلال ، بل هم الأئمة الاثنا عشر</w:t>
      </w:r>
      <w:r>
        <w:rPr>
          <w:rtl/>
          <w:lang w:bidi="fa-IR"/>
        </w:rPr>
        <w:t>؛ للاتّفاق على عدم عصمة غيرهم من بني هاشم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وقد دلّ قوله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أنّهما لن يفترقا حتّى يردا عليّ الحوض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على وجود إمام معصوم من العترة في كلّ زمان ، ولا توجد هذه الصفة في غير الأئمة الاثني عشر بالاتّفاق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ولشدّة اهتمام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بأهل بيته ، وتخوّفه من أنْ لا تقوم الاُمّة بواجب حقّهم ، كرّر قوله : (( اُذكّركم الله في أهل بيتي )) ثلاثاً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فانظروا بِمَ تُخلّفوني فيهما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أنا اُخبرك يا رسول الله بما خلّفتك الاُمّة في أهل بيتك : قتلوا وصيَّك وصهرك وابن عمّك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وهو في محرابه بعدما دفعوه عن حقّه ، وحاربوه وجرّعوه الغصص ، وسمّوا ولدك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حتّى تقيّأ كبده في الطست ، وقتلوا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أفظع قتلةٍ وأفجعها ، وسبوا ذرّيّتك وبناتك على أقتاب الجمال من بلد إلى بلد حتّى صار جلساء يزيد يطلبون منه بعض بنات النّبوّة أنْ تكون خادمة لهم ؛ وحتى قال له طغام أهل الشام ل</w:t>
      </w:r>
      <w:r w:rsidR="00A66CC5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استشارهم ما يصنع بأهل بيتك ؟ قالوا ممّا لا يطيق اللسان النّطق 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وحُملت رؤوس أبنائك وذرّيّتك على الرماح ، وجعل ابن مرجانة وابن هند ينكتان ثغر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الذي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66CC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طالما قبّلته وشممته ، بالخيزران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A66CC5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جاشَتْ على آلهِ ما ارتاحَ واحدُهُمْ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6CC5" w:rsidRDefault="00A66CC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منْ قهرِ أعداه حتّى ماتَ مَقْهُورا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6CC5" w:rsidTr="008C3E0B">
        <w:trPr>
          <w:trHeight w:val="350"/>
        </w:trPr>
        <w:tc>
          <w:tcPr>
            <w:tcW w:w="3920" w:type="dxa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قضَى أخوهُ خضيبَ الرأسِ وابْنتُهُ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6CC5" w:rsidRDefault="00A66CC5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6CC5" w:rsidRDefault="00A66CC5" w:rsidP="008C3E0B">
            <w:pPr>
              <w:pStyle w:val="libPoem"/>
            </w:pPr>
            <w:r>
              <w:rPr>
                <w:rtl/>
                <w:lang w:bidi="fa-IR"/>
              </w:rPr>
              <w:t>غَضْبَى وسبطاهُ مَسْموماً ومنْحُورا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66CC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A66CC5">
      <w:pPr>
        <w:pStyle w:val="Heading2Center"/>
        <w:rPr>
          <w:lang w:bidi="fa-IR"/>
        </w:rPr>
      </w:pPr>
      <w:bookmarkStart w:id="46" w:name="_Toc18255859"/>
      <w:r>
        <w:rPr>
          <w:rtl/>
          <w:lang w:bidi="fa-IR"/>
        </w:rPr>
        <w:t>المجلس التسعون بعد المئة</w:t>
      </w:r>
      <w:bookmarkEnd w:id="4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حجر في ( صواعقه ) : جاء من طرق عديدة كثيرة يقوّي بعضُها بعضاً ،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أنّه قال : (( إنّما مثل أهل بيتي فيكم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مثل أهل بيتي فيكم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كمثل سفينة نوح ، مَن ركبها نجا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مسلم : (( ومَن تخلّف عنها غرق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(( هَلك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وأنّه قال : (( إنّما مثل أهل بيتي فيكم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مثل أهل بيتي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مثل باب حطّة في بني إسرائيل ، مَن دخله غُفر له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ابن حجر في (صواعقه) عن أحمد بن حنبل وغيره ،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: (( النّجوم أمانٌ لأهل السّماء ، إذا ذهبت النّجوم ذهبوا ، وأهل بيتي أمانٌ لأهل الأرض ، إنْ ذهب أهلُ بيتي ذهب أهل الأرض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ابن حجر : إنّه صحّ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: (( النّجوم أمانٌ لأهل الأرض من الغرق ، وأهل بيتي أمانٌ لاُمّتي من الاختلاف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ولله در القائل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A66CC5" w:rsidTr="00136BE3">
        <w:trPr>
          <w:trHeight w:val="350"/>
        </w:trPr>
        <w:tc>
          <w:tcPr>
            <w:tcW w:w="3536" w:type="dxa"/>
            <w:shd w:val="clear" w:color="auto" w:fill="auto"/>
          </w:tcPr>
          <w:p w:rsidR="00A66CC5" w:rsidRDefault="00136BE3" w:rsidP="008C3E0B">
            <w:pPr>
              <w:pStyle w:val="libPoem"/>
            </w:pPr>
            <w:r>
              <w:rPr>
                <w:rtl/>
                <w:lang w:bidi="fa-IR"/>
              </w:rPr>
              <w:t>هُمُ السَّفينةُ فازَ الرَّاكبُونَ بهَا</w:t>
            </w:r>
            <w:r w:rsidR="00A66C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A66CC5" w:rsidRDefault="00A66CC5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A66CC5" w:rsidRDefault="00136BE3" w:rsidP="008C3E0B">
            <w:pPr>
              <w:pStyle w:val="libPoem"/>
            </w:pPr>
            <w:r>
              <w:rPr>
                <w:rtl/>
                <w:lang w:bidi="fa-IR"/>
              </w:rPr>
              <w:t>ومَنْ تخلَّفَ عنها ضلَّ في تَيهِ</w:t>
            </w:r>
            <w:r w:rsidR="00A66C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وقد ورد في عدّة روايات ،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: (( إنّي تارك فيكم ما إنْ تمسكتم به لنْ تضلّوا بعدي ، الثقلين ؛ كتاب الله وعترتي أهل بيتي ، وإنّهما لن يفترقا حتّى يردا عليَّ الحوض ، فانظروا بما تُخلّفوني فيهما ؟ )) أو (( كيف تُخلّفوني فيهما ؟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أنا اُخبرك يا رسول الله ، إنّ اُمّتك لم يُخلّفوك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9347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بخير في عترتك وأهل بيتك ، تركوهم بين قتيل وشريد ، وأعظم ما فعلوه يا رسول الله ، قتلهم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ونساؤه ينظُرنّ إليه ، بعد أنْ منعوه من ماء الفرات الجاري ، تشربه اليهود والنّصارى ، وتلِغ فيه خنازير السّواد وكلابه ، وحملوا أبناءك ونساء أهل بيتك سبايا على أقتاب المطايا من بلد إلى بلد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F9347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F9347A" w:rsidRDefault="00F9347A" w:rsidP="008C3E0B">
            <w:pPr>
              <w:pStyle w:val="libPoem"/>
            </w:pPr>
            <w:r>
              <w:rPr>
                <w:rtl/>
                <w:lang w:bidi="fa-IR"/>
              </w:rPr>
              <w:t>فَعلْتم</w:t>
            </w:r>
            <w:r>
              <w:rPr>
                <w:rFonts w:hint="cs"/>
                <w:rtl/>
                <w:lang w:bidi="fa-IR"/>
              </w:rPr>
              <w:t xml:space="preserve">ْ </w:t>
            </w:r>
            <w:r>
              <w:rPr>
                <w:rtl/>
                <w:lang w:bidi="fa-IR"/>
              </w:rPr>
              <w:t>بأبناءِ النَّبيِّ ورهطِهِ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47A" w:rsidRDefault="00F9347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47A" w:rsidRDefault="00F9347A" w:rsidP="008C3E0B">
            <w:pPr>
              <w:pStyle w:val="libPoem"/>
            </w:pPr>
            <w:r>
              <w:rPr>
                <w:rtl/>
                <w:lang w:bidi="fa-IR"/>
              </w:rPr>
              <w:t>أفاعيلَ أدْناهَا الخيانةُ والغدْرُ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47A" w:rsidTr="008C3E0B">
        <w:trPr>
          <w:trHeight w:val="350"/>
        </w:trPr>
        <w:tc>
          <w:tcPr>
            <w:tcW w:w="3920" w:type="dxa"/>
          </w:tcPr>
          <w:p w:rsidR="00F9347A" w:rsidRDefault="00F9347A" w:rsidP="008C3E0B">
            <w:pPr>
              <w:pStyle w:val="libPoem"/>
            </w:pPr>
            <w:r>
              <w:rPr>
                <w:rtl/>
                <w:lang w:bidi="fa-IR"/>
              </w:rPr>
              <w:t>فجئتُمْ بها بكراً عواناً ولمْ يكنْ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47A" w:rsidRDefault="00F9347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47A" w:rsidRDefault="00F9347A" w:rsidP="008C3E0B">
            <w:pPr>
              <w:pStyle w:val="libPoem"/>
            </w:pPr>
            <w:r>
              <w:rPr>
                <w:rtl/>
                <w:lang w:bidi="fa-IR"/>
              </w:rPr>
              <w:t>لها قبلَها مَثلاً عونٌ ولا بكرُ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82162">
      <w:pPr>
        <w:pStyle w:val="Heading2Center"/>
        <w:rPr>
          <w:lang w:bidi="fa-IR"/>
        </w:rPr>
      </w:pPr>
      <w:bookmarkStart w:id="47" w:name="_Toc18255860"/>
      <w:r>
        <w:rPr>
          <w:rtl/>
          <w:lang w:bidi="fa-IR"/>
        </w:rPr>
        <w:t>المجلس الحادي والتسعون بعد المئة</w:t>
      </w:r>
      <w:bookmarkEnd w:id="4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ينبغ في الأزمان على تعاقبها نوابغ يمتازون عن سائر أهل زمانهم ، ولكن هؤلاء النوابغ متفاوتون في نبوغهم وصفاتهم التي ميّزتهم عمّن سواهم ، سُنّة الله في خلقه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ومهما تكثّر النابغون في الأزمان المتطاولة ، فنابغة الإسلام ، بل نابغة الكون المتفرّد في صفاته الفاضلة ومزاياه الكاملة ، في علمه وحلمه ، وسياسته وعدله ، وفصاحته وبلاغته ، وشجاعته وإقدامه ، وجهاده وصبره ، وجلده وقوته ، وأيده وزهده ، وعبادته واجتماع محاسن الأضداد فيه ؛ هو أمير المؤمنين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ربيب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أكمل الخلائق ، وخرّيجُه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ذات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ذاتٌ فذّة ، يعسر أو يمتنع على الإنسان ، مهما أطال ومهما دقّق ، أنْ يُحيط بجميع ما فيها من سموٍّ وتميّز على سائر الخلق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ومهما حاول الإنسان أنْ يُحيط بجميع صفاته قعد به العجز ، واستولى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8216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عليه البهر ، ولكن لا يُترك الميسور بالمعسور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نشأ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حجر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وتأدّب بآدابه ورُبّي بتربيته ، وسبق النّاس إلى الإسلام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بُعث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يوم الاثنين ، وأسلم عليٌّ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682162">
        <w:rPr>
          <w:rtl/>
          <w:lang w:bidi="fa-IR"/>
        </w:rPr>
        <w:t xml:space="preserve"> يوم الثلاثاء ، ثمّ أسلمت خديجة</w:t>
      </w:r>
      <w:r>
        <w:rPr>
          <w:rtl/>
          <w:lang w:bidi="fa-IR"/>
        </w:rPr>
        <w:t>، وأقام مع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بعد البعثة ثلاثاً وعشرين سنة ، منها : ثلاث عشرة سنة في مكّة قبل الهجرة ، مشاركاً له في مِحنه كلّها ، متحملاً عنه أكثر أثقاله ، وعشر سنين بالمدينة بعد الهجرة يُكافح عنه ويُجاهد دونه ، وقتل الأبطال ، وضرب بالسيف بين يدي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وهو بين العشرين إلى الخمس والعشرين سنة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هاجر إلى المدينة في المهاجرين الأوّلين ، وشهد بدراً واُحداً ، والخندق وبيعة الرّضوان ، وجميع المشاهد 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إلاّ تبوك ، وله في الجميع بلاء </w:t>
      </w:r>
      <w:r w:rsidR="00682162">
        <w:rPr>
          <w:rtl/>
          <w:lang w:bidi="fa-IR"/>
        </w:rPr>
        <w:t>عظيم وأثر لم يكن لأحد من النّاس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وإذا نظرنا إلى علمه ، وجدناه العالم الربّاني الذي يقول على ملاء من النّاس : (( سلوني قبل أنْ تفقدوني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ومَن ذا الذي يجرؤ من النّاس أنْ يقول هذا الكلام ، فوق المنبر ، على حشدٍ من اُلوف الخلق ؟ وما يُؤمنه أنْ يسأله سائل سؤالاً لا يكون عنده جوابه فيخجله </w:t>
      </w:r>
      <w:r w:rsidR="00682162">
        <w:rPr>
          <w:rtl/>
          <w:lang w:bidi="fa-IR"/>
        </w:rPr>
        <w:t>فيه ، لا يجرؤ على هذا القول إل</w:t>
      </w:r>
      <w:r w:rsidR="00682162">
        <w:rPr>
          <w:rFonts w:hint="cs"/>
          <w:rtl/>
          <w:lang w:bidi="fa-IR"/>
        </w:rPr>
        <w:t>ّ</w:t>
      </w:r>
      <w:r w:rsidR="00682162">
        <w:rPr>
          <w:rtl/>
          <w:lang w:bidi="fa-IR"/>
        </w:rPr>
        <w:t>ا</w:t>
      </w:r>
      <w:r>
        <w:rPr>
          <w:rtl/>
          <w:lang w:bidi="fa-IR"/>
        </w:rPr>
        <w:t xml:space="preserve"> مَن يكون واثقاً من نفسه بأنّ عنده جواب كلّ ما يُسأل عنه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وهل تنحصر المسألة في علم من العلوم ، أو ناحية من النّواحي حتّى يجرؤ أحد على هذا القول ، لا يكون مؤيَّداً بتأييد إلهي ، وواثقاً من نفسه كلّ الوثوق بأنّه لا يغيب عنه جواب مسألة مهما دقّت واُشكلت ؟ إنّ هذا المقام يقصر العقل عن الإحاطة به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ويُسأل ، وهو على المنبر ، عن مسافة ما بين المشرق والمغرب ، فيُجيب ب</w:t>
      </w:r>
      <w:r w:rsidR="00682162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 (( إنّه مسير يوم للشمس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ويُسأل عمّا بين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8216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الحقّ والباطل ، فيقول : (( مسافة أربع أصابع ؛ الحقّ أنْ تقول رأيت بعيني ، والباطل أنْ تقول سمعت باُذني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ويُسأل عن رجلين جلسا يتغدّيان ، ومع أحدهما خمسة أرغفة ، ومع الآخر ثلاثة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فجلس معهما رجل وأكلوا الأرغفة الثمانية ، فطرح إليهما الرجل ثمانية دراهم عوضاً عمّا أكل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صاحب الخمسة الأرغفة : لي خمسة دراهم ولك ثلاثة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صاح</w:t>
      </w:r>
      <w:r w:rsidR="00682162">
        <w:rPr>
          <w:rtl/>
          <w:lang w:bidi="fa-IR"/>
        </w:rPr>
        <w:t>ب الثلاثة الأرغفة : لا أرضى إل</w:t>
      </w:r>
      <w:r w:rsidR="00682162">
        <w:rPr>
          <w:rFonts w:hint="cs"/>
          <w:rtl/>
          <w:lang w:bidi="fa-IR"/>
        </w:rPr>
        <w:t>ّ</w:t>
      </w:r>
      <w:r w:rsidR="00682162">
        <w:rPr>
          <w:rtl/>
          <w:lang w:bidi="fa-IR"/>
        </w:rPr>
        <w:t>ا</w:t>
      </w:r>
      <w:r>
        <w:rPr>
          <w:rtl/>
          <w:lang w:bidi="fa-IR"/>
        </w:rPr>
        <w:t xml:space="preserve"> أنْ تكون الدراهم بيننا نصفّين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فيحكم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 لصاحب الثلاثة درهماً وا</w:t>
      </w:r>
      <w:r w:rsidR="00682162">
        <w:rPr>
          <w:rtl/>
          <w:lang w:bidi="fa-IR"/>
        </w:rPr>
        <w:t>حداً ، ولصاحب الخمسة سبعة دراهم</w:t>
      </w:r>
      <w:r>
        <w:rPr>
          <w:rtl/>
          <w:lang w:bidi="fa-IR"/>
        </w:rPr>
        <w:t xml:space="preserve">)) ؛ وذلك لأنّ الثمانية الأرغفة : أربعة وعشرون ثُلثاً </w:t>
      </w:r>
      <w:r w:rsidR="00682162">
        <w:rPr>
          <w:rtl/>
          <w:lang w:bidi="fa-IR"/>
        </w:rPr>
        <w:t>، لصاحب الثلاثة منها تسعة أثلاث</w:t>
      </w:r>
      <w:r>
        <w:rPr>
          <w:rtl/>
          <w:lang w:bidi="fa-IR"/>
        </w:rPr>
        <w:t>، أكل منها ثمانية وأكل الضيف واحداً ، ولصاحب الخمسة خمسة عشر ثُلثاً ، أكل منها ثمانية وأكل الضيف سبعة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فهذه المسألة لو أجاب عنها أمهر رجل في الحساب بعد طول الفكرة والرويّة ، وأصاب فيها ، لكان له الفخر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ويُؤتى عمر بن الخطاب بامرأة ولدت لستّة أشهر ، فيهّم برجمها ، فيقول 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: (( إنْ خاصمتك بكتاب الله خصمتك ؛ إنّ الله تعالى يقول : </w:t>
      </w:r>
      <w:r w:rsidRPr="00682162">
        <w:rPr>
          <w:rStyle w:val="libAlaemChar"/>
          <w:rtl/>
        </w:rPr>
        <w:t>(</w:t>
      </w:r>
      <w:r w:rsidRPr="00682162">
        <w:rPr>
          <w:rStyle w:val="libAieChar"/>
          <w:rtl/>
        </w:rPr>
        <w:t xml:space="preserve"> وَ</w:t>
      </w:r>
      <w:r w:rsidR="00682162" w:rsidRPr="00682162">
        <w:rPr>
          <w:rStyle w:val="libAieChar"/>
          <w:rFonts w:hint="cs"/>
          <w:rtl/>
        </w:rPr>
        <w:t xml:space="preserve"> </w:t>
      </w:r>
      <w:r w:rsidRPr="00682162">
        <w:rPr>
          <w:rStyle w:val="libAieChar"/>
          <w:rtl/>
        </w:rPr>
        <w:t xml:space="preserve">حَمْلُهُ وَفِصَالُهُ ثَلاَثُونَ شَهْراً </w:t>
      </w:r>
      <w:r w:rsidRPr="0068216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. ويقول : </w:t>
      </w:r>
      <w:r w:rsidRPr="00682162">
        <w:rPr>
          <w:rStyle w:val="libAlaemChar"/>
          <w:rtl/>
        </w:rPr>
        <w:t>(</w:t>
      </w:r>
      <w:r w:rsidRPr="00682162">
        <w:rPr>
          <w:rStyle w:val="libAieChar"/>
          <w:rtl/>
        </w:rPr>
        <w:t xml:space="preserve"> وَ</w:t>
      </w:r>
      <w:r w:rsidR="00682162" w:rsidRPr="00682162">
        <w:rPr>
          <w:rStyle w:val="libAieChar"/>
          <w:rFonts w:hint="cs"/>
          <w:rtl/>
        </w:rPr>
        <w:t xml:space="preserve"> </w:t>
      </w:r>
      <w:r w:rsidRPr="00682162">
        <w:rPr>
          <w:rStyle w:val="libAieChar"/>
          <w:rtl/>
        </w:rPr>
        <w:t xml:space="preserve">الْوَالِدَاتُ يُرْضِعْنَ أَوْلاَدَهُنّ حَوْلَيْنِ كَامِلَيْنِ </w:t>
      </w:r>
      <w:r w:rsidRPr="0068216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فإنْ كانت مدّة الرّضاعة حولين كاملين ، والحمل والفصال ثلاثون شهراً ، كان الحمل فيها ستّة أشهر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فخلّى عمر سبيلها ، وثبت الحكم بذلك ، فعمل به الصحابة والتابعون ، ومَن أخذ عنهم إلى يومنا هذا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ويُؤتى عمر بمجنونة زنت ، فيأمر بجلدها الحدّ ، فيقول 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قد رفع القلم عن المجنون حتّى يفيق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فيقول عمر : فرّج الله عنك ، لقد كدتُ أهلك في جلدها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ويُؤتى عمر بحامل قد زنت ، فيأمر برجمها ، فيقول 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هبْ أنّ لك سبيلاً عليها ، أي سبيل لك على ما في بطنها ؟ احتط عليها</w:t>
      </w:r>
    </w:p>
    <w:p w:rsidR="00A80D6F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A80D6F">
        <w:rPr>
          <w:rtl/>
          <w:lang w:bidi="fa-IR"/>
        </w:rPr>
        <w:t>___</w:t>
      </w:r>
    </w:p>
    <w:p w:rsidR="00800C80" w:rsidRDefault="00C92D11" w:rsidP="00A80D6F">
      <w:pPr>
        <w:pStyle w:val="libFootnote0"/>
        <w:rPr>
          <w:lang w:bidi="fa-IR"/>
        </w:rPr>
      </w:pPr>
      <w:r w:rsidRPr="00A80D6F">
        <w:rPr>
          <w:rtl/>
        </w:rPr>
        <w:t>(1)</w:t>
      </w:r>
      <w:r>
        <w:rPr>
          <w:rtl/>
          <w:lang w:bidi="fa-IR"/>
        </w:rPr>
        <w:t xml:space="preserve"> سورة الأحقاف / 15</w:t>
      </w:r>
      <w:r w:rsidR="00343D55">
        <w:rPr>
          <w:rtl/>
          <w:lang w:bidi="fa-IR"/>
        </w:rPr>
        <w:t>.</w:t>
      </w:r>
    </w:p>
    <w:p w:rsidR="00800C80" w:rsidRDefault="00C92D11" w:rsidP="00A80D6F">
      <w:pPr>
        <w:pStyle w:val="libFootnote0"/>
        <w:rPr>
          <w:lang w:bidi="fa-IR"/>
        </w:rPr>
      </w:pPr>
      <w:r w:rsidRPr="00A80D6F">
        <w:rPr>
          <w:rtl/>
        </w:rPr>
        <w:t>(2)</w:t>
      </w:r>
      <w:r>
        <w:rPr>
          <w:rtl/>
          <w:lang w:bidi="fa-IR"/>
        </w:rPr>
        <w:t xml:space="preserve"> سورة البقرة / 233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80D6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حتّى تلد ، فإذا ولدت ، ووجدت لولدها مَن يكفّله ، فأقم عليها الحدّ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فيقول عمر : لا عشت لمعضلة لا يكون لها أبو الحسن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ويجيء أبو الأسود الدُّؤلي فيُخبره بأنّه سمع مَن يُلحن في القرآن ، فيضع له أصول النّحو في كلمات معروفة ، ويقول له : (( انحُ هذا النّحو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فيزيد عليها أبو الأسود ، وتُضبط لغة العرب بعلم النَّحو إلى اليوم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وإذا نظرنا إلى شجاعته ، وقد ضُربت بها الأمثال ، وجدنا أنّه باشر الحرب وعمره عشرون سنة أو فوقها بقليل ، وظهرت شجاعته الخارقة في مبيته على الفراش ليلة الغار ، والنّفر من قريش محيطون بالدار ليفتكوا بمَن في الفراش ، وظهرت شجاعته الخارقة أيضاً ل</w:t>
      </w:r>
      <w:r w:rsidR="00A80D6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سار بال</w:t>
      </w:r>
      <w:r w:rsidR="00A80D6F">
        <w:rPr>
          <w:rtl/>
          <w:lang w:bidi="fa-IR"/>
        </w:rPr>
        <w:t>فواطم عند الهجرة ، وليس معه إل</w:t>
      </w:r>
      <w:r w:rsidR="00A80D6F">
        <w:rPr>
          <w:rFonts w:hint="cs"/>
          <w:rtl/>
          <w:lang w:bidi="fa-IR"/>
        </w:rPr>
        <w:t>ّ</w:t>
      </w:r>
      <w:r w:rsidR="00A80D6F">
        <w:rPr>
          <w:rtl/>
          <w:lang w:bidi="fa-IR"/>
        </w:rPr>
        <w:t>ا</w:t>
      </w:r>
      <w:r>
        <w:rPr>
          <w:rtl/>
          <w:lang w:bidi="fa-IR"/>
        </w:rPr>
        <w:t xml:space="preserve"> أيمن بن اُمّ أيمن وأبو واقد الليثي ، فلحقه سبعة فرسان من قريش أمامهم جناح مولى حرب بن اُميّة ، فأهوى إليه جناح بالسّيف ، وهو فارس وعلي راجل ، فحاد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ضربته ، وضربه ل</w:t>
      </w:r>
      <w:r w:rsidR="00A80D6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انحنى على كتفه فقطعه نصفّين حتّى وصلت الضربة إلى قربوس فرسه ، وانهزم الباقون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وقتل يوم بدر الوليد بن عتبة ، وشرك في قتل عتبة ، وقتل جماعة من صناديد المشركين حتّى رُوي أنّه قتل نصف المقتولين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يوم أحد قتل أصحاب اللواء ، وهم سبعة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A80D6F">
        <w:rPr>
          <w:rFonts w:hint="cs"/>
          <w:rtl/>
          <w:lang w:bidi="fa-IR"/>
        </w:rPr>
        <w:t>ـ</w:t>
      </w:r>
      <w:r w:rsidR="00A80D6F">
        <w:rPr>
          <w:rtl/>
          <w:lang w:bidi="fa-IR"/>
        </w:rPr>
        <w:t>مّا فرّ المسلمون</w:t>
      </w:r>
      <w:r>
        <w:rPr>
          <w:rtl/>
          <w:lang w:bidi="fa-IR"/>
        </w:rPr>
        <w:t>، ثبت فيمن ثبت مع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يحامي عنه ، وكلّما شدّ جماعة على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تقدّم إليهم فقاتلهم وقتل فيهم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يوم الخندق بارز عمرو بن عبد ود بعدما جبن عنه النّاس جميعاً ، وانهزم المشركون بقتله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يوم خيبر قتل مرحباً وهزم اليهود ، واقتلع الباب</w:t>
      </w:r>
      <w:r w:rsidR="00A80D6F">
        <w:rPr>
          <w:rtl/>
          <w:lang w:bidi="fa-IR"/>
        </w:rPr>
        <w:t xml:space="preserve"> وفتح الحصن</w:t>
      </w:r>
      <w:r>
        <w:rPr>
          <w:rtl/>
          <w:lang w:bidi="fa-IR"/>
        </w:rPr>
        <w:t>، وكان الفتح على يديه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جميع الوقائع والغزوات كان له المقام الأسمى في الشجاعة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80D6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والثبات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يوم الجمل وصفّين والنّهروان باشر الحرب بنفسه ، وقتل صناديد الأبطال وجدّل أبطال الرجال ، ولم يهرب في موطن قط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وكانت ضرباته وتراً ، إذا علا قدَّ ، وإذا اعترض قطَّ</w:t>
      </w:r>
      <w:r w:rsidR="00343D55">
        <w:rPr>
          <w:rtl/>
          <w:lang w:bidi="fa-IR"/>
        </w:rPr>
        <w:t>.</w:t>
      </w:r>
    </w:p>
    <w:p w:rsidR="00800C80" w:rsidRDefault="00C92D11" w:rsidP="00A80D6F">
      <w:pPr>
        <w:pStyle w:val="libNormal"/>
        <w:rPr>
          <w:lang w:bidi="fa-IR"/>
        </w:rPr>
      </w:pPr>
      <w:r>
        <w:rPr>
          <w:rtl/>
          <w:lang w:bidi="fa-IR"/>
        </w:rPr>
        <w:t>ولم يُبارز قَرناً فسلم القرن منه ، ولا دُعي إلى مبارزة فنكل ، وهذا كلّه من الاُمور العجيبة التي لمْ تتفق لغير علي بن أبي طالب (</w:t>
      </w:r>
      <w:r w:rsidR="00A80D6F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وشجاعته ملحقة بالبديهات ، يقبح بالإنسان إطالة الكلام فيها ، وإكثار الشواهد عليها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وإذا نظرنا إلى حلمه ، كفانا لإثبات بلوغه أعلى درجات الحلم حلمه عن أهل الجمل عموماً ، وعن مروان بن الحكم وعبد الله بن الزّبير خصوصاً ، وشدّة عداوتهما له معلومة ، وإيصاؤه جيوشه بأنْ لا يتبعوا مُدبراً ، ولا يجهزوا على جريح ، وعدم منعه الماء لعسكر معاوية يوم صفّين ل</w:t>
      </w:r>
      <w:r w:rsidR="00C818C8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استولى عليه بعدما منعوه منه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وإذا نظرنا إلى عدله لمْ نجد له نظيراً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( الإستيعاب ) : إنّه كان إذا ورد ع</w:t>
      </w:r>
      <w:r w:rsidR="00C818C8">
        <w:rPr>
          <w:rtl/>
          <w:lang w:bidi="fa-IR"/>
        </w:rPr>
        <w:t>ليه مال لمْ يُبقِ منه شيئاً إل</w:t>
      </w:r>
      <w:r w:rsidR="00C818C8">
        <w:rPr>
          <w:rFonts w:hint="cs"/>
          <w:rtl/>
          <w:lang w:bidi="fa-IR"/>
        </w:rPr>
        <w:t>ّ</w:t>
      </w:r>
      <w:r w:rsidR="00C818C8">
        <w:rPr>
          <w:rtl/>
          <w:lang w:bidi="fa-IR"/>
        </w:rPr>
        <w:t>ا</w:t>
      </w:r>
      <w:r>
        <w:rPr>
          <w:rtl/>
          <w:lang w:bidi="fa-IR"/>
        </w:rPr>
        <w:t xml:space="preserve"> قسّمه </w:t>
      </w:r>
      <w:r w:rsidR="00C818C8">
        <w:rPr>
          <w:rtl/>
          <w:lang w:bidi="fa-IR"/>
        </w:rPr>
        <w:t>، ولا يترك في بيت المال منه إل</w:t>
      </w:r>
      <w:r w:rsidR="00C818C8">
        <w:rPr>
          <w:rFonts w:hint="cs"/>
          <w:rtl/>
          <w:lang w:bidi="fa-IR"/>
        </w:rPr>
        <w:t>ّ</w:t>
      </w:r>
      <w:r w:rsidR="00C818C8">
        <w:rPr>
          <w:rtl/>
          <w:lang w:bidi="fa-IR"/>
        </w:rPr>
        <w:t>ا</w:t>
      </w:r>
      <w:r>
        <w:rPr>
          <w:rtl/>
          <w:lang w:bidi="fa-IR"/>
        </w:rPr>
        <w:t xml:space="preserve"> ما يعجزعن قسمته في يومه ذلك ، ولمْ يكن يستأثر من الفيء بشيء ، ولا يخصّ به حميماً ولا </w:t>
      </w:r>
      <w:r w:rsidR="00C818C8">
        <w:rPr>
          <w:rtl/>
          <w:lang w:bidi="fa-IR"/>
        </w:rPr>
        <w:t>قريباً ، ولا يخصّ بالولايات أل</w:t>
      </w:r>
      <w:r w:rsidR="00C818C8">
        <w:rPr>
          <w:rFonts w:hint="cs"/>
          <w:rtl/>
          <w:lang w:bidi="fa-IR"/>
        </w:rPr>
        <w:t>ّ</w:t>
      </w:r>
      <w:r w:rsidR="00C818C8">
        <w:rPr>
          <w:rtl/>
          <w:lang w:bidi="fa-IR"/>
        </w:rPr>
        <w:t>ا</w:t>
      </w:r>
      <w:r>
        <w:rPr>
          <w:rtl/>
          <w:lang w:bidi="fa-IR"/>
        </w:rPr>
        <w:t xml:space="preserve"> أهل الديانات والأمانات ، واذا بلغه عن أحدهم خيانة ، كتب إليه : ((</w:t>
      </w:r>
      <w:r w:rsidR="00C818C8">
        <w:rPr>
          <w:rFonts w:hint="cs"/>
          <w:rtl/>
          <w:lang w:bidi="fa-IR"/>
        </w:rPr>
        <w:t xml:space="preserve"> </w:t>
      </w:r>
      <w:r w:rsidR="00C818C8" w:rsidRPr="00C818C8">
        <w:rPr>
          <w:rStyle w:val="libAlaemChar"/>
          <w:rFonts w:hint="cs"/>
          <w:rtl/>
        </w:rPr>
        <w:t>(</w:t>
      </w:r>
      <w:r w:rsidRPr="00C818C8">
        <w:rPr>
          <w:rStyle w:val="libAieChar"/>
          <w:rtl/>
        </w:rPr>
        <w:t xml:space="preserve"> قَدْ جَاءَتْكُمْ مَوْعِظَةٌ مِنْ رَبِّكُمْ</w:t>
      </w:r>
      <w:r w:rsidR="00C818C8" w:rsidRPr="00C818C8">
        <w:rPr>
          <w:rStyle w:val="libAieChar"/>
          <w:rFonts w:hint="cs"/>
          <w:rtl/>
        </w:rPr>
        <w:t xml:space="preserve"> </w:t>
      </w:r>
      <w:r w:rsidR="00C818C8" w:rsidRPr="00C818C8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 w:rsidR="00C818C8" w:rsidRPr="00C818C8">
        <w:rPr>
          <w:rStyle w:val="libAlaemChar"/>
          <w:rFonts w:hint="cs"/>
          <w:rtl/>
        </w:rPr>
        <w:t>(</w:t>
      </w:r>
      <w:r w:rsidRPr="00C818C8">
        <w:rPr>
          <w:rStyle w:val="libAieChar"/>
          <w:rtl/>
        </w:rPr>
        <w:t xml:space="preserve"> أَوْفُوا الْمِكْيَالَ</w:t>
      </w:r>
      <w:r w:rsidR="00C818C8" w:rsidRPr="00C818C8">
        <w:rPr>
          <w:rStyle w:val="libAieChar"/>
          <w:rtl/>
        </w:rPr>
        <w:t xml:space="preserve"> وَالْمِيزَانَ بِالْقِسْطِ وَل</w:t>
      </w:r>
      <w:r w:rsidR="00C818C8" w:rsidRPr="00C818C8">
        <w:rPr>
          <w:rStyle w:val="libAieChar"/>
          <w:rFonts w:hint="cs"/>
          <w:rtl/>
        </w:rPr>
        <w:t>َ</w:t>
      </w:r>
      <w:r w:rsidR="00C818C8" w:rsidRPr="00C818C8">
        <w:rPr>
          <w:rStyle w:val="libAieChar"/>
          <w:rtl/>
        </w:rPr>
        <w:t>ا</w:t>
      </w:r>
      <w:r w:rsidRPr="00C818C8">
        <w:rPr>
          <w:rStyle w:val="libAieChar"/>
          <w:rtl/>
        </w:rPr>
        <w:t xml:space="preserve"> تَبْخَس</w:t>
      </w:r>
      <w:r w:rsidR="00C818C8" w:rsidRPr="00C818C8">
        <w:rPr>
          <w:rStyle w:val="libAieChar"/>
          <w:rtl/>
        </w:rPr>
        <w:t>ُوا النَّاسَ أَشْيَاءَهُمْ وَل</w:t>
      </w:r>
      <w:r w:rsidR="00C818C8" w:rsidRPr="00C818C8">
        <w:rPr>
          <w:rStyle w:val="libAieChar"/>
          <w:rFonts w:hint="cs"/>
          <w:rtl/>
        </w:rPr>
        <w:t>َ</w:t>
      </w:r>
      <w:r w:rsidR="00C818C8" w:rsidRPr="00C818C8">
        <w:rPr>
          <w:rStyle w:val="libAieChar"/>
          <w:rtl/>
        </w:rPr>
        <w:t>ا</w:t>
      </w:r>
      <w:r w:rsidRPr="00C818C8">
        <w:rPr>
          <w:rStyle w:val="libAieChar"/>
          <w:rtl/>
        </w:rPr>
        <w:t xml:space="preserve"> تَعْثَوْا فِي الأَرْضِ مُفْسِدِينَ * بَقِيَّتُ اللَّهِ خَيْرٌ لَكُمْ إِنْ كُنتُمْ مُؤْمِنِينَ وَمَا أَنَا عَلَيْكُمْ بِحَفِيظٍ</w:t>
      </w:r>
      <w:r w:rsidR="00C818C8" w:rsidRPr="00C818C8">
        <w:rPr>
          <w:rStyle w:val="libAieChar"/>
          <w:rFonts w:hint="cs"/>
          <w:rtl/>
        </w:rPr>
        <w:t xml:space="preserve"> </w:t>
      </w:r>
      <w:r w:rsidR="00C818C8" w:rsidRPr="00C818C8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أذا أتاك كتابي هذا ، فاحتفظ بما في يديك من عملنا حتّى نبعث إليك مَن يتسلّمه منك ))</w:t>
      </w:r>
      <w:r w:rsidR="00343D55">
        <w:rPr>
          <w:rtl/>
          <w:lang w:bidi="fa-IR"/>
        </w:rPr>
        <w:t>.</w:t>
      </w:r>
    </w:p>
    <w:p w:rsidR="00800C80" w:rsidRDefault="00C92D11" w:rsidP="00BE4FE5">
      <w:pPr>
        <w:pStyle w:val="libNormal"/>
        <w:rPr>
          <w:lang w:bidi="fa-IR"/>
        </w:rPr>
      </w:pPr>
      <w:r>
        <w:rPr>
          <w:rtl/>
          <w:lang w:bidi="fa-IR"/>
        </w:rPr>
        <w:t>وإذا نظرنا إلى فصاحته وبلاغته ، وجدناه إمام الفصحاء وسيّد البلغاء ، وحسبُك أنْ يُقال في كلامه : إنّه بعد كلام الرسول (</w:t>
      </w:r>
      <w:r w:rsidR="00BE4FE5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فوق كلام</w:t>
      </w:r>
    </w:p>
    <w:p w:rsidR="00B4469C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B4469C">
        <w:rPr>
          <w:rtl/>
          <w:lang w:bidi="fa-IR"/>
        </w:rPr>
        <w:t>___</w:t>
      </w:r>
    </w:p>
    <w:p w:rsidR="00C92D11" w:rsidRDefault="00C92D11" w:rsidP="00B4469C">
      <w:pPr>
        <w:pStyle w:val="libFootnote0"/>
        <w:rPr>
          <w:lang w:bidi="fa-IR"/>
        </w:rPr>
      </w:pPr>
      <w:r w:rsidRPr="00B4469C">
        <w:rPr>
          <w:rtl/>
        </w:rPr>
        <w:t>(1)</w:t>
      </w:r>
      <w:r>
        <w:rPr>
          <w:rtl/>
          <w:lang w:bidi="fa-IR"/>
        </w:rPr>
        <w:t xml:space="preserve"> سورة يونس / 57</w:t>
      </w:r>
      <w:r w:rsidR="00343D55">
        <w:rPr>
          <w:rtl/>
          <w:lang w:bidi="fa-IR"/>
        </w:rPr>
        <w:t>.</w:t>
      </w:r>
    </w:p>
    <w:p w:rsidR="00C92D11" w:rsidRDefault="00C92D11" w:rsidP="00B4469C">
      <w:pPr>
        <w:pStyle w:val="libFootnote0"/>
        <w:rPr>
          <w:lang w:bidi="fa-IR"/>
        </w:rPr>
      </w:pPr>
      <w:r w:rsidRPr="00B4469C">
        <w:rPr>
          <w:rtl/>
        </w:rPr>
        <w:t>(2)</w:t>
      </w:r>
      <w:r>
        <w:rPr>
          <w:rtl/>
          <w:lang w:bidi="fa-IR"/>
        </w:rPr>
        <w:t xml:space="preserve"> سورة هود / 85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86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C167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المخلوق ودون كلام الخالق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ويقبح بنا أنْ نُقيم شيئاً من الشواهد والأدلّة على ذلك ؛ فإنّه كإقامة الدليل على الشمس الضاحية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5"/>
        <w:gridCol w:w="272"/>
        <w:gridCol w:w="3493"/>
      </w:tblGrid>
      <w:tr w:rsidR="005C167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5C167A" w:rsidRDefault="005C167A" w:rsidP="008C3E0B">
            <w:pPr>
              <w:pStyle w:val="libPoem"/>
            </w:pPr>
            <w:r>
              <w:rPr>
                <w:rtl/>
                <w:lang w:bidi="fa-IR"/>
              </w:rPr>
              <w:t>وليسَ يصحُّ في الأذهانِ شيءٌ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C167A" w:rsidRDefault="005C167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C167A" w:rsidRDefault="005C167A" w:rsidP="008C3E0B">
            <w:pPr>
              <w:pStyle w:val="libPoem"/>
            </w:pPr>
            <w:r>
              <w:rPr>
                <w:rtl/>
                <w:lang w:bidi="fa-IR"/>
              </w:rPr>
              <w:t>إذا احتاجَ النَّهارُ الى دليلِ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ولا أدلّ على ذلك ممّا اُثر عنه وجمع من كلامه ، كنهج البلاغة وغيره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وإذا نظرنا إلى زهده في الدّنيا ، أخذَنا العجب والبهر من رجل في يده الدنيا كلّها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عدا الشام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؛ العراق وفارس ، والحجاز ومصر ، وهو يلبس الخ</w:t>
      </w:r>
      <w:r w:rsidR="00403DDA">
        <w:rPr>
          <w:rtl/>
          <w:lang w:bidi="fa-IR"/>
        </w:rPr>
        <w:t>شن ويأكل الجشب ؛ مواساة للفقراء</w:t>
      </w:r>
      <w:r>
        <w:rPr>
          <w:rtl/>
          <w:lang w:bidi="fa-IR"/>
        </w:rPr>
        <w:t>، ويقول (( يا دُنيا غرِّي غيري ))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ومِن عجيب أحواله ، إنّه اجتمعت في صفاته الأضداد ، فبينما هو يمارس الحروب ، ويبارز الأقران ويقتل الشجعان ، ومَن تكون هذه صفته لابدّ أنْ يكون قاسي القلب شرس الخُلق ، بينا نراه كذلك ، إذا به أعبد العُبّاد ؛ يقضي ليله بالصلاة والعبادة ، والتضرع والإبتهال والخشوع لله تعالى ، وإذا به أحسن النّاس خُلقاً ، وأرقّهم طبعاً ، وألينهم عَريكة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لمْ يكن جهاد أمير المؤمنين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وحروبه في الإسلام لغاية دنيويّة ؛ من طلب إمارة أو شهرة بين النّاس أو منزلة عندهم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403DDA">
        <w:rPr>
          <w:rtl/>
          <w:lang w:bidi="fa-IR"/>
        </w:rPr>
        <w:t>ما كان جهاده ولا كانت حروبه إل</w:t>
      </w:r>
      <w:r w:rsidR="00403DDA">
        <w:rPr>
          <w:rFonts w:hint="cs"/>
          <w:rtl/>
          <w:lang w:bidi="fa-IR"/>
        </w:rPr>
        <w:t>ّ</w:t>
      </w:r>
      <w:r w:rsidR="00403DDA">
        <w:rPr>
          <w:rtl/>
          <w:lang w:bidi="fa-IR"/>
        </w:rPr>
        <w:t>ا</w:t>
      </w:r>
      <w:r>
        <w:rPr>
          <w:rtl/>
          <w:lang w:bidi="fa-IR"/>
        </w:rPr>
        <w:t xml:space="preserve"> نصرة للحقّ ومحاماة عن الدين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ولم يكن زهده في الدنيا طلباً لمدح أو منزلة في قلوب النّاس ، بل إرشاداً للاُمّة إلى ما يُصلحها ، وتعليماً لها ما ينفعها ، كيف لا ، وهو القائل لابن عبّاس في نعل كان يخصفها : (( والله ، لهي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أي : النعل </w:t>
      </w:r>
      <w:r w:rsidR="00800C80">
        <w:rPr>
          <w:rtl/>
          <w:lang w:bidi="fa-IR"/>
        </w:rPr>
        <w:t>-</w:t>
      </w:r>
      <w:r w:rsidR="00403DDA">
        <w:rPr>
          <w:rtl/>
          <w:lang w:bidi="fa-IR"/>
        </w:rPr>
        <w:t xml:space="preserve"> أحبّ إليّ منْ إمرتكم هذه ، إل</w:t>
      </w:r>
      <w:r w:rsidR="00403DDA">
        <w:rPr>
          <w:rFonts w:hint="cs"/>
          <w:rtl/>
          <w:lang w:bidi="fa-IR"/>
        </w:rPr>
        <w:t>ّ</w:t>
      </w:r>
      <w:r w:rsidR="00403DDA">
        <w:rPr>
          <w:rtl/>
          <w:lang w:bidi="fa-IR"/>
        </w:rPr>
        <w:t>ا</w:t>
      </w:r>
      <w:r>
        <w:rPr>
          <w:rtl/>
          <w:lang w:bidi="fa-IR"/>
        </w:rPr>
        <w:t xml:space="preserve"> أنْ اُقيم حقّاً أو أدفع باطلاً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لكن هذه الاُمّة لمْ تعرف لعلي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حقّه في جهاده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03DD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ومحاماته عن الدّين في سبيل سعادتها ، وإرشادها إلى ما يُصلحها ، ولمْ تحفظه في أولاده وذرّيّته ، ولمْ ترعَ لهم حرمة من بعده ، فأخّرته عن مقامه ، وآل بها الأمر إلى أنْ قتلته وهو يُصلّي في محرابه ، بيد أشقى الأوّلين والآخرين ؛ عبد الرحمن بن ملجم المرادي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وتركت ولديه من بعده ، سيّدي شباب أهل الجنّة ، بين قتيل بالسُّم ، ومُضرّج بالدّم ، فدسّت إلى ولده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أحد السّبطين والريحانتين ، السُّمَّ على يد جعدة بنت الأشعث بن قيس حتّى لفظ كبده في الطست قطعاً ، وجهّزت الجيوش إلى أخيه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ثاني السّبطين والريحانتين ، بعدما قدّمت عليه يزيد الخمور والفجور ، اللاعب بالقرود والفهود ، وأحاطت به من كلّ جانب ، ومنعته الذهاب في بلاد الله العريضة ، وقتلت آله وأنصاره ، ومنعته من ورود الماء حتّى قتلته عطشان ظامياً ، وذبحت أطفاله ، وسبت نساءه وعياله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403DD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403DDA" w:rsidRDefault="00403DDA" w:rsidP="008C3E0B">
            <w:pPr>
              <w:pStyle w:val="libPoem"/>
            </w:pPr>
            <w:r>
              <w:rPr>
                <w:rtl/>
                <w:lang w:bidi="fa-IR"/>
              </w:rPr>
              <w:t>يا اُمّةً باعتْ بضائعَ ديْنِها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03DDA" w:rsidRDefault="00403DD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3DDA" w:rsidRDefault="00403DDA" w:rsidP="008C3E0B">
            <w:pPr>
              <w:pStyle w:val="libPoem"/>
            </w:pPr>
            <w:r>
              <w:rPr>
                <w:rtl/>
                <w:lang w:bidi="fa-IR"/>
              </w:rPr>
              <w:t>يومَ الطُّفوفِ بخيْبةٍ وشَقاءِ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DDA" w:rsidTr="008C3E0B">
        <w:trPr>
          <w:trHeight w:val="350"/>
        </w:trPr>
        <w:tc>
          <w:tcPr>
            <w:tcW w:w="3920" w:type="dxa"/>
          </w:tcPr>
          <w:p w:rsidR="00403DDA" w:rsidRDefault="00403DDA" w:rsidP="008C3E0B">
            <w:pPr>
              <w:pStyle w:val="libPoem"/>
            </w:pPr>
            <w:r>
              <w:rPr>
                <w:rtl/>
                <w:lang w:bidi="fa-IR"/>
              </w:rPr>
              <w:t>خانتْ عهودَ محمّدٍ في آلهِ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3DDA" w:rsidRDefault="00403DD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3DDA" w:rsidRDefault="00403DDA" w:rsidP="008C3E0B">
            <w:pPr>
              <w:pStyle w:val="libPoem"/>
            </w:pPr>
            <w:r>
              <w:rPr>
                <w:rtl/>
                <w:lang w:bidi="fa-IR"/>
              </w:rPr>
              <w:t>من بعدِهِ وجزتْهُ شرَّ جزاءِ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38463B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38463B">
      <w:pPr>
        <w:pStyle w:val="Heading2Center"/>
        <w:rPr>
          <w:lang w:bidi="fa-IR"/>
        </w:rPr>
      </w:pPr>
      <w:bookmarkStart w:id="48" w:name="_Toc18255861"/>
      <w:r>
        <w:rPr>
          <w:rtl/>
          <w:lang w:bidi="fa-IR"/>
        </w:rPr>
        <w:t>المجلس الثاني والتسعون بعد المئة</w:t>
      </w:r>
      <w:bookmarkEnd w:id="48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عُروة بن الزّبير : كنّا جلوساً في مجلس في مسجد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فتذاكرنا أحوال أهل بدر ، وبيعة الرضوان ، فقال أبو</w:t>
      </w:r>
      <w:r w:rsidR="0038463B">
        <w:rPr>
          <w:rtl/>
          <w:lang w:bidi="fa-IR"/>
        </w:rPr>
        <w:t xml:space="preserve"> الدّرداء : يا قوم ، أل</w:t>
      </w:r>
      <w:r w:rsidR="0038463B">
        <w:rPr>
          <w:rFonts w:hint="cs"/>
          <w:rtl/>
          <w:lang w:bidi="fa-IR"/>
        </w:rPr>
        <w:t>َ</w:t>
      </w:r>
      <w:r w:rsidR="0038463B">
        <w:rPr>
          <w:rtl/>
          <w:lang w:bidi="fa-IR"/>
        </w:rPr>
        <w:t>ا</w:t>
      </w:r>
      <w:r>
        <w:rPr>
          <w:rtl/>
          <w:lang w:bidi="fa-IR"/>
        </w:rPr>
        <w:t xml:space="preserve"> اُخبركم بأقلِّ القوم مالاً ، وأكثرهم ورعاً ، وأشدهم اجتهاداً في العبادة ؟ قالوا : مَن هو ؟ قال : علي بن أبي طالب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فوالله ، إنْ كان في جماعة أهل المجلس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38463B" w:rsidP="0038463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معرض عنه بوجهه ، ثمّ انتُدب له رجل من الأنصار ، فقال له : يا عُويمر ، لقد تكلّمت بكلمة ما وافقك عليها أحد منذ أتيت بها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فقال أبو الدرداء : يا قوم ، إنّي قائل ما رأيته ، وليقل كلُّ قوم ما رأوا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شهدت علي بن أبي طالب (</w:t>
      </w:r>
      <w:r w:rsidR="00800C80" w:rsidRPr="00800C80">
        <w:rPr>
          <w:rStyle w:val="libAlaemChar"/>
          <w:rtl/>
        </w:rPr>
        <w:t>عليه‌السلام</w:t>
      </w:r>
      <w:r w:rsidR="00C92D11">
        <w:rPr>
          <w:rtl/>
          <w:lang w:bidi="fa-IR"/>
        </w:rPr>
        <w:t>) بسويحات بني النّجار ، وقد اعتزل عن مواليه ، واختفى ممّن يليه ، واستتر ببُعيلات النّخل ، فافتقدته وبعُد عليَّ مكانه ، فقلت : لحق بمنزله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فإذا أنا بصوت حزين ونغمة شجي ، وهو يقول : (( إلهي ، كمْ من موبقةٍ حملتُها فقابلتَها بنعمتك ، وكم من جريرة تكرّمتَ عن كشفها بكرمك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إلهي ، إنْ طال في عصيانك عُمري ، وعظم في الصُّحف ذنبي ، فما أنا مؤمّلٌ غير غفرانك ، ولا أنا براجٍ غير رضوانك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فشغلني الصوت ، واقتفيت الأثر ، فإذا هو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بعينه ، فاستترت له لأسمع كلامه ، وأخملت الحركة ، فركع ركعات في جوف الليل الغابر ، ثمّ فزع إلى الدعاء والتّضرع والبكاء ، والبثّ والشكوى ، فكان ممّا به ناجى أنْ قال : (( إلهي ، اُفكّر في عفوك فتهون عليَّ خطيئتي ، ثمّ أذكر العظيم من أخذك فتعظم عليّ بليتي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آهٍ إنْ أنا قرأت في الصحف سيئةً ، أنا ناسيها وأنت مُحصيها ! فتقول : خذوه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فيا</w:t>
      </w:r>
      <w:r w:rsidR="0038463B">
        <w:rPr>
          <w:rtl/>
          <w:lang w:bidi="fa-IR"/>
        </w:rPr>
        <w:t xml:space="preserve"> له من مأخوذٍ لا تُنجيه عشيرتُه</w:t>
      </w:r>
      <w:r>
        <w:rPr>
          <w:rtl/>
          <w:lang w:bidi="fa-IR"/>
        </w:rPr>
        <w:t>، ولا تنفعه قبيلتُه ، يرحمه الملأ إذا أذن فيه بالنّداء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آهٍ من نار تنضج الأكباد والكِلى ! آهٍ من نار نزّاعة للشوى ! آهٍ من غمرةٍ من مُلتهبات لظى 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انغمر في البكاء ، فلمْ أسمع له حسّاً ولا حركة ، فقلتُ : غلب عليه النّوم لطول السهر ، اُوقظه لصلاة الفجر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أبو الدّرداء : فأتيته ، فإذا هو كالخشبة ال</w:t>
      </w:r>
      <w:r w:rsidR="0038463B">
        <w:rPr>
          <w:rFonts w:hint="cs"/>
          <w:rtl/>
          <w:lang w:bidi="fa-IR"/>
        </w:rPr>
        <w:t>ـ</w:t>
      </w:r>
      <w:r>
        <w:rPr>
          <w:rtl/>
          <w:lang w:bidi="fa-IR"/>
        </w:rPr>
        <w:t>مُلقاة ، فحرّكته فلمْ يتحرّك ، وزويته فلم ينزوِ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قلت : إنّا لله وإنّا إليه راجعون ، مات والله ، علي بن أبي طالب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38463B">
        <w:rPr>
          <w:rtl/>
          <w:lang w:bidi="fa-IR"/>
        </w:rPr>
        <w:t>فأتيت منزله مبادراً أنعاه إليهم</w:t>
      </w:r>
      <w:r>
        <w:rPr>
          <w:rtl/>
          <w:lang w:bidi="fa-IR"/>
        </w:rPr>
        <w:t>، فقالت فاطمة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(( يا أبا الدّرداء ، أخبرنا ما كان من شأنه وقصّته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فأخبرتها الخبر ، فقالت : ((هي والله ، الغشية التي تأخذه من خشية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أتوه بماء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8463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فنضحوه على وجهه ، فأفاق ونظر إليَّ وأنا أبكي ، فقال : (( ممّ بكاؤك يا أبا الدّرداء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فقلت : ممّا أراه تُنزله بنفسك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(( يا أبا الدّرداء ، فكيف لو رأيتني وقد دُعي بي إلى الحساب ، وأيقن أهل الجرائم بالعذاب ، واحتوشتني ملائكةٌ غلاظ وزبانية فظاظ ، فوقفتُ بين يدَي الملك الجبّار ، قد أسلمتني الأحبّاء ، ورحمني أهل الدنيا ، لكنتَ أشدَّ رحمة لي بين يديّ مَنْ لا تخفى عليه خافية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أبو الدّرداء : فوالله ، ما رأيتُ ذلك لأحد من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أقول : كلّ مَنْ يُغمى عليه يؤتى إليه بالماء ، </w:t>
      </w:r>
      <w:r w:rsidR="00B305CB">
        <w:rPr>
          <w:rtl/>
          <w:lang w:bidi="fa-IR"/>
        </w:rPr>
        <w:t>فيُنضح على وجهه حتّى يفيق ، إل</w:t>
      </w:r>
      <w:r w:rsidR="00B305CB">
        <w:rPr>
          <w:rFonts w:hint="cs"/>
          <w:rtl/>
          <w:lang w:bidi="fa-IR"/>
        </w:rPr>
        <w:t>ّ</w:t>
      </w:r>
      <w:r w:rsidR="00B305CB">
        <w:rPr>
          <w:rtl/>
          <w:lang w:bidi="fa-IR"/>
        </w:rPr>
        <w:t>ا</w:t>
      </w:r>
      <w:r>
        <w:rPr>
          <w:rtl/>
          <w:lang w:bidi="fa-IR"/>
        </w:rPr>
        <w:t xml:space="preserve"> غريب كربلاء أبو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فإنّه ل</w:t>
      </w:r>
      <w:r w:rsidR="00B305CB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سقط عن ظهر جواده إلى الأرض ، واُغمي عليه ساعة ، لمْ يُنضح على وجهه الماء حتّى يفيق ، وإنّما أفاق على ضرب السّيوف وطعن الرماح ، وهو مع ذلك يطلب جرعة من الماء ، وهم يقولون : لنْ تذوق الماء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أبا عبد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حتّى تذوق الموت عطشاً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B305C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B305CB" w:rsidRDefault="00B305CB" w:rsidP="008C3E0B">
            <w:pPr>
              <w:pStyle w:val="libPoem"/>
            </w:pPr>
            <w:r>
              <w:rPr>
                <w:rtl/>
                <w:lang w:bidi="fa-IR"/>
              </w:rPr>
              <w:t>فعزَّ أنْ تتلظَّى بينَهُمْ عَطشاً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305CB" w:rsidRDefault="00B305C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305CB" w:rsidRDefault="00B305CB" w:rsidP="008C3E0B">
            <w:pPr>
              <w:pStyle w:val="libPoem"/>
            </w:pPr>
            <w:r>
              <w:rPr>
                <w:rtl/>
                <w:lang w:bidi="fa-IR"/>
              </w:rPr>
              <w:t>والماءُ يصدرُ عنه الوحشُ ريّانا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ونظر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ذات يوم إلى امرأة وعلى كتفها قربة ماء مملوءة ، فحملها معها إلى منزلها ، ثمّ سألها عن شأنها ، قالت : بعث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بصاحبي إلى بعض الثغور فقُتل ، وترك عليّ صبياناً يتامى وليس عندي شيء ، وقد ألجأتني الضرورة إلى خدمة النّاس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فمضى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وبات تلك الليلة قلقاً ، فلمّا أصبح حمل زنبيلاً مملوءاً من الدقيق واللحم والتمر على كتفه ، فقال له بعض أصحابه : أعطني أحمل عنك هذا ؟ فقال : (( مَن يحمل عنّي وزري يوم القيامة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أتى إلى باب تلك الامرأة وقرع الباب ، قالت : مَن في الباب ؟ قال : (( أنا العبد الذي حمل معك القربة ، افتحي الباب ؛ فإنّ معي شيئاً للصبيان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رضي الله عنك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45A4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وحكم بيني وبين علي بن أبي طالب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فتحت له الباب ودخل ، وقال لها : (( يا أمة الله ، إنّي أحببت اكتساب الثواب ، فاختاري بين أنْ تعجني وتخبزي ، وبين أ</w:t>
      </w:r>
      <w:r w:rsidR="00045A4A">
        <w:rPr>
          <w:rtl/>
          <w:lang w:bidi="fa-IR"/>
        </w:rPr>
        <w:t>نْ تُعللي الصبيان لأخبز أنا لهم</w:t>
      </w:r>
      <w:r>
        <w:rPr>
          <w:rtl/>
          <w:lang w:bidi="fa-IR"/>
        </w:rPr>
        <w:t>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: يا عبد الله ، أنا بالخبز أبصر وعليه أقدر ، دونك الصبيان فعلّلهم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فعمدت الامرأة إلى الدقيق تعجنه ، وعمد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إلى اللحم فطبخه ، وجعل يُلقم الصبيان من ذلك اللحم والتمر ، وكلّما ناول صبياً منهم ، قال له : (( يا بُني ، اجعل علي بن أبي طالب في حلّ ممّا أمر في أمركم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ولمّا اختمر العجين ، قالت الامرأة : قُم يا عبد الله ، اسجر التّنور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أشعل النّار لفحت وجهه ، فجعل يقول : (( ذُق يا علي ، هذا جزاء مَن ضيَّع الأرامل واليتامى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فدخلت امرأة من خارج الدار فعرفته ، فقالت : ويحك ! هذا الإمام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فبادرت إليه الامرأة ووقعت على قدميه تُقبّلهما ، وهي تقول : وا حيائي منك يا أبا الحسن ! فقال : (( بل وا حيائي منك يا أمة الله ، فيما قص</w:t>
      </w:r>
      <w:r w:rsidR="00045A4A">
        <w:rPr>
          <w:rtl/>
          <w:lang w:bidi="fa-IR"/>
        </w:rPr>
        <w:t>ّرتُ في أمرك ! ))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حمل اللحم والتمر والدقيق إلى يتامى بعض أصحابه ، فأين كان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عن يتامى ولده أبي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ليلة الحادي عشر من ال</w:t>
      </w:r>
      <w:r w:rsidR="00045A4A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، حين باتوا تلك الليلة بلا محامٍ ولا كفيل ، وهم عطاشى جياعى 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045A4A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قمْ يا عليُّ فما هذا القعْودُ وما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5A4A" w:rsidRDefault="00045A4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عَهْدي تَغضُّ على الأقذاءِ أجفانَا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4A" w:rsidTr="008C3E0B">
        <w:trPr>
          <w:trHeight w:val="350"/>
        </w:trPr>
        <w:tc>
          <w:tcPr>
            <w:tcW w:w="3920" w:type="dxa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وانهضْ لعلّكَ منْ أسرٍ أضرَّ بنَا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5A4A" w:rsidRDefault="00045A4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تَفكَّنا أو تولَّى دفْنَ قتلانَا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A4A" w:rsidTr="008C3E0B">
        <w:trPr>
          <w:trHeight w:val="350"/>
        </w:trPr>
        <w:tc>
          <w:tcPr>
            <w:tcW w:w="3920" w:type="dxa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هذا حسينٌ بلا غُسلٍ ولا كَفنٍ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5A4A" w:rsidRDefault="00045A4A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5A4A" w:rsidRDefault="00045A4A" w:rsidP="008C3E0B">
            <w:pPr>
              <w:pStyle w:val="libPoem"/>
            </w:pPr>
            <w:r>
              <w:rPr>
                <w:rtl/>
                <w:lang w:bidi="fa-IR"/>
              </w:rPr>
              <w:t>عارٍ تجولُ عليه الخيلُ ميدانَا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E74F86">
      <w:pPr>
        <w:pStyle w:val="Heading2Center"/>
        <w:rPr>
          <w:lang w:bidi="fa-IR"/>
        </w:rPr>
      </w:pPr>
      <w:bookmarkStart w:id="49" w:name="_Toc18255862"/>
      <w:r>
        <w:rPr>
          <w:rtl/>
          <w:lang w:bidi="fa-IR"/>
        </w:rPr>
        <w:lastRenderedPageBreak/>
        <w:t>المجلس الثالث والتسعون بعد المئة</w:t>
      </w:r>
      <w:bookmarkEnd w:id="4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(غاية المرام) ، عن ابن المغازلي الشافعي في ( المناقب ) ، بعدّة طرق ، عن جابر بن عبد الله الأنصاري قال : أخذ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بعضد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، وقال : (( هذا أمير البررة ، وقاتل الكفرة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الفجرة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منصور مَن نصره ، مخذول مَن خذله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مدّ بها صوته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قال : مدّ بصوته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فقال : (( أنا مدينة العلم وعليٌّ بابها ، فمَن أراد العلم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أو فمَن أراد المدينة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فليأتِ الباب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(( أنا مدينة وعلي</w:t>
      </w:r>
      <w:r w:rsidR="00E74F86">
        <w:rPr>
          <w:rtl/>
          <w:lang w:bidi="fa-IR"/>
        </w:rPr>
        <w:t>ٌّ بابها ، ولا تُؤتى البيوت إل</w:t>
      </w:r>
      <w:r w:rsidR="00E74F86">
        <w:rPr>
          <w:rFonts w:hint="cs"/>
          <w:rtl/>
          <w:lang w:bidi="fa-IR"/>
        </w:rPr>
        <w:t>ّ</w:t>
      </w:r>
      <w:r w:rsidR="00E74F86">
        <w:rPr>
          <w:rtl/>
          <w:lang w:bidi="fa-IR"/>
        </w:rPr>
        <w:t>ا</w:t>
      </w:r>
      <w:r>
        <w:rPr>
          <w:rtl/>
          <w:lang w:bidi="fa-IR"/>
        </w:rPr>
        <w:t xml:space="preserve"> من أبوابها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(( يا علي ، أنا مدينة العلم وأنت الباب ، كذب م</w:t>
      </w:r>
      <w:r w:rsidR="00E74F86">
        <w:rPr>
          <w:rtl/>
          <w:lang w:bidi="fa-IR"/>
        </w:rPr>
        <w:t>َن زعم أنّه يصل إلى المدينة إل</w:t>
      </w:r>
      <w:r w:rsidR="00E74F86">
        <w:rPr>
          <w:rFonts w:hint="cs"/>
          <w:rtl/>
          <w:lang w:bidi="fa-IR"/>
        </w:rPr>
        <w:t>ّ</w:t>
      </w:r>
      <w:r w:rsidR="00E74F86">
        <w:rPr>
          <w:rtl/>
          <w:lang w:bidi="fa-IR"/>
        </w:rPr>
        <w:t>ا</w:t>
      </w:r>
      <w:r>
        <w:rPr>
          <w:rtl/>
          <w:lang w:bidi="fa-IR"/>
        </w:rPr>
        <w:t xml:space="preserve"> من الباب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ذلك يقول الصفي الحلّي </w:t>
      </w:r>
      <w:r w:rsidR="00E74F86">
        <w:rPr>
          <w:rtl/>
          <w:lang w:bidi="fa-IR"/>
        </w:rPr>
        <w:t>–</w:t>
      </w:r>
      <w:r>
        <w:rPr>
          <w:rtl/>
          <w:lang w:bidi="fa-IR"/>
        </w:rPr>
        <w:t xml:space="preserve"> </w:t>
      </w:r>
      <w:r w:rsidR="00697159" w:rsidRPr="00E74F86">
        <w:rPr>
          <w:rtl/>
        </w:rPr>
        <w:t>رحمه</w:t>
      </w:r>
      <w:r w:rsidR="00E74F86">
        <w:rPr>
          <w:rFonts w:hint="cs"/>
          <w:rtl/>
        </w:rPr>
        <w:t xml:space="preserve"> </w:t>
      </w:r>
      <w:r w:rsidR="00697159" w:rsidRPr="00E74F86">
        <w:rPr>
          <w:rtl/>
        </w:rPr>
        <w:t>‌الله</w:t>
      </w:r>
      <w:r w:rsidRPr="00E74F86">
        <w:rPr>
          <w:rtl/>
        </w:rPr>
        <w:t xml:space="preserve"> تعالى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E74F86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E74F86" w:rsidRDefault="00E74F86" w:rsidP="008C3E0B">
            <w:pPr>
              <w:pStyle w:val="libPoem"/>
            </w:pPr>
            <w:r>
              <w:rPr>
                <w:rtl/>
                <w:lang w:bidi="fa-IR"/>
              </w:rPr>
              <w:t>مدينةُ علمٍ وابنُ عمِّكَ بابُها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74F86" w:rsidRDefault="00E74F86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74F86" w:rsidRDefault="00E74F86" w:rsidP="008C3E0B">
            <w:pPr>
              <w:pStyle w:val="libPoem"/>
            </w:pPr>
            <w:r>
              <w:rPr>
                <w:rtl/>
                <w:lang w:bidi="fa-IR"/>
              </w:rPr>
              <w:t>فمِنْ غيرِ ذاكَ البابِ لمْ يُؤتَ سُورُها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(غاية المرام) ، عن مسند أحمد بن حنبل بسنده عن زيد بن أرقم ، قال : كان لنفر من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أبواب شارعة في المسجد ، فقال ي</w:t>
      </w:r>
      <w:r w:rsidR="00813FA1">
        <w:rPr>
          <w:rtl/>
          <w:lang w:bidi="fa-IR"/>
        </w:rPr>
        <w:t>وماً : (( سدّوا هذه الأبواب إل</w:t>
      </w:r>
      <w:r w:rsidR="00813FA1">
        <w:rPr>
          <w:rFonts w:hint="cs"/>
          <w:rtl/>
          <w:lang w:bidi="fa-IR"/>
        </w:rPr>
        <w:t>ّ</w:t>
      </w:r>
      <w:r w:rsidR="00813FA1">
        <w:rPr>
          <w:rtl/>
          <w:lang w:bidi="fa-IR"/>
        </w:rPr>
        <w:t>ا</w:t>
      </w:r>
      <w:r>
        <w:rPr>
          <w:rtl/>
          <w:lang w:bidi="fa-IR"/>
        </w:rPr>
        <w:t xml:space="preserve"> باب علي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فتكلّم في ذلك اُناس ، فقام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فحمد الله وأثنى عليه ، ثمّ قال : (( أمّا بعد ، فإنّي أمرت بسدّ هذه الأبواب غير باب علي ، فقال فيه قائلكم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سددتُ شيئاً ولا فتحتُه ، ولكنّي اُمرتُ بشيء فاتّبعتُه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ابن المغازلي الشافعي : فأتاه العبّاس ، فقال : يا رسول الله ، سددت أبوابنا وتركت باب علي ؟! قال : (( ما أنا فتحتُها ، ولا أنا سددتُها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ابن المغازلي الشافعي بسنده عن سعد بن أبي وقاص ، قال : كانت لعليٍّ مناقبُ لمْ تكن لأحد ؛ كان يبيت في المسجد ، وأعطاه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الراية يو</w:t>
      </w:r>
      <w:r w:rsidR="003D7E7E">
        <w:rPr>
          <w:rtl/>
          <w:lang w:bidi="fa-IR"/>
        </w:rPr>
        <w:t>م خيبر ، وسدّ الأبواب كلّها إل</w:t>
      </w:r>
      <w:r w:rsidR="003D7E7E">
        <w:rPr>
          <w:rFonts w:hint="cs"/>
          <w:rtl/>
          <w:lang w:bidi="fa-IR"/>
        </w:rPr>
        <w:t>ّ</w:t>
      </w:r>
      <w:r w:rsidR="003D7E7E">
        <w:rPr>
          <w:rtl/>
          <w:lang w:bidi="fa-IR"/>
        </w:rPr>
        <w:t>ا</w:t>
      </w:r>
      <w:r>
        <w:rPr>
          <w:rtl/>
          <w:lang w:bidi="fa-IR"/>
        </w:rPr>
        <w:t xml:space="preserve"> باب علي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في عدّة روايات ،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: (( يا علي ، أنت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13FA1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قسيم النّار ؛ تقول : هذا لي ، وهذا لكِ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رواية : (( إنّك قسيم الجنّة والنّار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ذلك يقول الشاعر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7"/>
        <w:gridCol w:w="272"/>
        <w:gridCol w:w="3481"/>
      </w:tblGrid>
      <w:tr w:rsidR="00813FA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813FA1" w:rsidRDefault="00813FA1" w:rsidP="008C3E0B">
            <w:pPr>
              <w:pStyle w:val="libPoem"/>
            </w:pPr>
            <w:r>
              <w:rPr>
                <w:rtl/>
                <w:lang w:bidi="fa-IR"/>
              </w:rPr>
              <w:t>عليٌّ حُبهُ جُنَّةْ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3FA1" w:rsidRDefault="00813FA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3FA1" w:rsidRDefault="00813FA1" w:rsidP="008C3E0B">
            <w:pPr>
              <w:pStyle w:val="libPoem"/>
            </w:pPr>
            <w:r>
              <w:rPr>
                <w:rtl/>
                <w:lang w:bidi="fa-IR"/>
              </w:rPr>
              <w:t>قسيمُ النَّارِ والجَنَّةْ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FA1" w:rsidTr="008C3E0B">
        <w:trPr>
          <w:trHeight w:val="350"/>
        </w:trPr>
        <w:tc>
          <w:tcPr>
            <w:tcW w:w="3920" w:type="dxa"/>
          </w:tcPr>
          <w:p w:rsidR="00813FA1" w:rsidRDefault="00813FA1" w:rsidP="008C3E0B">
            <w:pPr>
              <w:pStyle w:val="libPoem"/>
            </w:pPr>
            <w:r>
              <w:rPr>
                <w:rtl/>
                <w:lang w:bidi="fa-IR"/>
              </w:rPr>
              <w:t>وصيُّ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حقَّاً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FA1" w:rsidRDefault="00813FA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FA1" w:rsidRDefault="00813FA1" w:rsidP="008C3E0B">
            <w:pPr>
              <w:pStyle w:val="libPoem"/>
            </w:pPr>
            <w:r>
              <w:rPr>
                <w:rtl/>
                <w:lang w:bidi="fa-IR"/>
              </w:rPr>
              <w:t>إمامُ الإنسِ والجِنَّةْ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(غاية المرام) ، عن موفق بن أحمد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لعلي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أنا أوّل مَن تنشقُّ الأرض عنه يوم القيامة وأنت معي ، ومعي لواء الحمد ، وهو بيدك تسير به أمامي ، وتسبق به الأوّلين والآخرين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وفيه ، عن الزمخشري في الفائق : إنّ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قال لعلي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أنت الذائدُ عن حوضي يوم القيامة ، تذود عنه الرجالَ كما يُذاد البعير الصاد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ولهذا ل</w:t>
      </w:r>
      <w:r w:rsidR="003D7E7E">
        <w:rPr>
          <w:rFonts w:hint="cs"/>
          <w:rtl/>
          <w:lang w:bidi="fa-IR"/>
        </w:rPr>
        <w:t>ـ</w:t>
      </w:r>
      <w:r>
        <w:rPr>
          <w:rtl/>
          <w:lang w:bidi="fa-IR"/>
        </w:rPr>
        <w:t>مّا ضيّق أهل الكوفة على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يوم كربلاء ، ومنعوه من الماء حتّى نال العطش منه ومن أصحابه ، قام متوكّئاً على قائم سيفه ، وذكّرهم </w:t>
      </w:r>
      <w:r w:rsidR="003D7E7E">
        <w:rPr>
          <w:rtl/>
          <w:lang w:bidi="fa-IR"/>
        </w:rPr>
        <w:t>بفضائله فاعترفوا بها ، فقال لهم</w:t>
      </w:r>
      <w:r>
        <w:rPr>
          <w:rtl/>
          <w:lang w:bidi="fa-IR"/>
        </w:rPr>
        <w:t xml:space="preserve">: (( فبِمَ تستحلّون دمي وأبي الذائد عن الحوض ، يذود عنه رجالاً </w:t>
      </w:r>
      <w:r w:rsidR="003D7E7E">
        <w:rPr>
          <w:rtl/>
          <w:lang w:bidi="fa-IR"/>
        </w:rPr>
        <w:t>كما يُذاد البعير الصاد عن الماء</w:t>
      </w:r>
      <w:r>
        <w:rPr>
          <w:rtl/>
          <w:lang w:bidi="fa-IR"/>
        </w:rPr>
        <w:t>، ولواء الحمد في يد أبي يوم القيامة ؟!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قد علمنا ذلك كلّه ، ونحن غير تاركيك حتّى تذوق الموت عطشاً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3D7E7E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3D7E7E" w:rsidRDefault="003D7E7E" w:rsidP="008C3E0B">
            <w:pPr>
              <w:pStyle w:val="libPoem"/>
            </w:pPr>
            <w:r>
              <w:rPr>
                <w:rtl/>
                <w:lang w:bidi="fa-IR"/>
              </w:rPr>
              <w:t>قسَتْ القلوبُ فلمْ تَملْ لهدايةٍ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D7E7E" w:rsidRDefault="003D7E7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D7E7E" w:rsidRDefault="003D7E7E" w:rsidP="008C3E0B">
            <w:pPr>
              <w:pStyle w:val="libPoem"/>
            </w:pPr>
            <w:r>
              <w:rPr>
                <w:rtl/>
                <w:lang w:bidi="fa-IR"/>
              </w:rPr>
              <w:t>تبّاً لهاتيكَ القُلوبِ القاسيَهْ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7E7E" w:rsidTr="008C3E0B">
        <w:trPr>
          <w:trHeight w:val="350"/>
        </w:trPr>
        <w:tc>
          <w:tcPr>
            <w:tcW w:w="3920" w:type="dxa"/>
          </w:tcPr>
          <w:p w:rsidR="003D7E7E" w:rsidRDefault="003D7E7E" w:rsidP="008C3E0B">
            <w:pPr>
              <w:pStyle w:val="libPoem"/>
            </w:pPr>
            <w:r>
              <w:rPr>
                <w:rtl/>
                <w:lang w:bidi="fa-IR"/>
              </w:rPr>
              <w:t>ما ذاقَ طعْمَ فُراتِهمْ حتَّى قَضَى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7E7E" w:rsidRDefault="003D7E7E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7E7E" w:rsidRDefault="003D7E7E" w:rsidP="008C3E0B">
            <w:pPr>
              <w:pStyle w:val="libPoem"/>
            </w:pPr>
            <w:r>
              <w:rPr>
                <w:rtl/>
                <w:lang w:bidi="fa-IR"/>
              </w:rPr>
              <w:t>عَطشاً وغُسِّلَ بالدِّماءِ القَانِيهْ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7E7E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3D7E7E">
        <w:rPr>
          <w:rtl/>
          <w:lang w:bidi="fa-IR"/>
        </w:rPr>
        <w:t>___</w:t>
      </w:r>
    </w:p>
    <w:p w:rsidR="00800C80" w:rsidRDefault="00C92D11" w:rsidP="003D7E7E">
      <w:pPr>
        <w:pStyle w:val="libFootnote0"/>
        <w:rPr>
          <w:lang w:bidi="fa-IR"/>
        </w:rPr>
      </w:pPr>
      <w:r w:rsidRPr="003D7E7E">
        <w:rPr>
          <w:rtl/>
        </w:rPr>
        <w:t>(1)</w:t>
      </w:r>
      <w:r>
        <w:rPr>
          <w:rtl/>
          <w:lang w:bidi="fa-IR"/>
        </w:rPr>
        <w:t xml:space="preserve"> أي : الذي به الصَّيَد ، وهو داء يلوي العُنق</w:t>
      </w:r>
      <w:r w:rsidR="00343D55">
        <w:rPr>
          <w:rtl/>
          <w:lang w:bidi="fa-IR"/>
        </w:rPr>
        <w:t>.</w:t>
      </w:r>
    </w:p>
    <w:p w:rsidR="00800C80" w:rsidRDefault="00C92D11" w:rsidP="003D7E7E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3D7E7E" w:rsidRDefault="003D7E7E" w:rsidP="003D7E7E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3033B4">
      <w:pPr>
        <w:pStyle w:val="Heading2Center"/>
        <w:rPr>
          <w:lang w:bidi="fa-IR"/>
        </w:rPr>
      </w:pPr>
      <w:bookmarkStart w:id="50" w:name="_Toc18255863"/>
      <w:r>
        <w:rPr>
          <w:rtl/>
          <w:lang w:bidi="fa-IR"/>
        </w:rPr>
        <w:lastRenderedPageBreak/>
        <w:t>المجلس الرابع والتسعون بعد المئة</w:t>
      </w:r>
      <w:bookmarkEnd w:id="5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غاية المرام : عن مسند أحمد بن حنبل بسنده ، عن سفينة مولى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قال : أهدت امرأة من الأنصار إلى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طيرين بين رغيفين ، فقال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اللهمّ ، ائتني بأحبّ خلقك إليك وإلى رسولك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فجاء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فرفع صوته ، فقال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مَن هذا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فقلت : علي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فافتح 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ففتحت له فأكل مع النّبيِّ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الطيرين حتّى كفيا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غاية المرام : عن ابن المغازلي الشافعي في المناقب بسنده ، عن أنس بن مالك قال : اُهدي إلى النِّبيِّ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نُحامة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اللهمّ ، ابعث إليّ أحبّ خلقك إليك وإلى نبيّك ، يأكل معنا هذه المائدة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فأتى علي ، فقال : (( اس</w:t>
      </w:r>
      <w:r w:rsidR="003033B4">
        <w:rPr>
          <w:rtl/>
          <w:lang w:bidi="fa-IR"/>
        </w:rPr>
        <w:t>تأذن لي على رسول الله ))</w:t>
      </w:r>
      <w:r w:rsidR="00343D55">
        <w:rPr>
          <w:rtl/>
          <w:lang w:bidi="fa-IR"/>
        </w:rPr>
        <w:t>.</w:t>
      </w:r>
      <w:r w:rsidR="003033B4">
        <w:rPr>
          <w:rtl/>
          <w:lang w:bidi="fa-IR"/>
        </w:rPr>
        <w:t xml:space="preserve"> فقلت</w:t>
      </w:r>
      <w:r>
        <w:rPr>
          <w:rtl/>
          <w:lang w:bidi="fa-IR"/>
        </w:rPr>
        <w:t>: النّبيُّ عنك مشغول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فرجع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ولمْ يلبث أنْ جاء ، فقال : (( استأذن لي على رسول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فقلت : النّبيُّ عنك مشغول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فرجع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ولمْ يلبث أنْ جاء ، فهممت أنْ أقول مثل قولي الأوّل والثاني ، فسمع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داخل الحجرة كلام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(( ادخل يا أبا الحسن ، ما الذي أبطأ بك عنّي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قد جئتُ يا رسول الله مرّتين وهذه الثالثة ، كلّ ذلك يردّني أنس ، يقول : النّبيّ عنك مشغول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يا أنس ، ما حملك على هذا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فقلت : يا رسول الله ، سمعت الدعوة فأحببت أن يكون رجلاً من قومي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كلٌ يُحبّ قومه يا أنس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وروي حديث الطائر المشوي في غاية المرام أيضاً ، عن سنن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__</w:t>
      </w:r>
      <w:r w:rsidR="00C92D11">
        <w:rPr>
          <w:rtl/>
          <w:lang w:bidi="fa-IR"/>
        </w:rPr>
        <w:t>_</w:t>
      </w:r>
    </w:p>
    <w:p w:rsidR="00C92D11" w:rsidRDefault="00C92D11" w:rsidP="003033B4">
      <w:pPr>
        <w:pStyle w:val="libFootnote0"/>
        <w:rPr>
          <w:lang w:bidi="fa-IR"/>
        </w:rPr>
      </w:pPr>
      <w:r w:rsidRPr="003033B4">
        <w:rPr>
          <w:rtl/>
        </w:rPr>
        <w:t>(1)</w:t>
      </w:r>
      <w:r>
        <w:rPr>
          <w:rtl/>
          <w:lang w:bidi="fa-IR"/>
        </w:rPr>
        <w:t xml:space="preserve"> النُّحَام : طائر كالأوز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وغلّظ الجوهري : في فتحه وشدّه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المرلف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033B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أبي داود وموفّق بن أحمد الحموئي والسّمعاني وغيرهم ، بطرق كثيرة تبلغ الستّة وثلاثين طريقاً ، كلّها من طرق أهل السُّنّة ، ورواه بثمانية طرق من طرق أهل الشيعة خاصّة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الصاحب بن عبّاد </w:t>
      </w:r>
      <w:r w:rsidR="005B794C">
        <w:rPr>
          <w:rtl/>
        </w:rPr>
        <w:t>–</w:t>
      </w:r>
      <w:r w:rsidRPr="005B794C">
        <w:rPr>
          <w:rtl/>
        </w:rPr>
        <w:t xml:space="preserve"> </w:t>
      </w:r>
      <w:r w:rsidR="00697159" w:rsidRPr="005B794C">
        <w:rPr>
          <w:rtl/>
        </w:rPr>
        <w:t>رحمه</w:t>
      </w:r>
      <w:r w:rsidR="005B794C">
        <w:rPr>
          <w:rFonts w:hint="cs"/>
          <w:rtl/>
        </w:rPr>
        <w:t xml:space="preserve"> </w:t>
      </w:r>
      <w:r w:rsidR="00697159" w:rsidRPr="005B794C">
        <w:rPr>
          <w:rtl/>
        </w:rPr>
        <w:t>‌الله</w:t>
      </w:r>
      <w:r w:rsidRPr="005B794C">
        <w:rPr>
          <w:rtl/>
        </w:rPr>
        <w:t xml:space="preserve"> تعالى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1"/>
        <w:gridCol w:w="3502"/>
      </w:tblGrid>
      <w:tr w:rsidR="00FD229B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يا أميرَ المؤمنينَ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مُرتَضى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229B" w:rsidRDefault="00FD229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إنّ قلبي عندكُمْ قدْ وَقَفَا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229B" w:rsidTr="008C3E0B">
        <w:trPr>
          <w:trHeight w:val="350"/>
        </w:trPr>
        <w:tc>
          <w:tcPr>
            <w:tcW w:w="3920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مَنْ كمولايَ عليٍّ زاهدٌ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229B" w:rsidRDefault="00FD229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طلَّقَ الدُّنيا ثلاثاً ووفَى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229B" w:rsidTr="008C3E0B">
        <w:trPr>
          <w:trHeight w:val="350"/>
        </w:trPr>
        <w:tc>
          <w:tcPr>
            <w:tcW w:w="3920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مَنْ دُعِي للطِّيرِ كيْ يأكلُهُ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229B" w:rsidRDefault="00FD229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ولنَا في بعضِ هذا مُكتَفَى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229B" w:rsidTr="008C3E0B">
        <w:trPr>
          <w:trHeight w:val="350"/>
        </w:trPr>
        <w:tc>
          <w:tcPr>
            <w:tcW w:w="3920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مَنْ وصيُّ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عندكُمُ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229B" w:rsidRDefault="00FD229B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229B" w:rsidRDefault="00FD229B" w:rsidP="008C3E0B">
            <w:pPr>
              <w:pStyle w:val="libPoem"/>
            </w:pPr>
            <w:r>
              <w:rPr>
                <w:rtl/>
                <w:lang w:bidi="fa-IR"/>
              </w:rPr>
              <w:t>فوصيُّ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مُصطَفَى مَنْ يُصْطفَى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وفضائل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ومناقبه لا يُحيط بها الحصر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وقد احتجّ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أهل الكوفة يوم كربلاء بفضائل أبيه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 جملة ما احتجّ 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ألستُ ابنَ بنت نبيّكم ، ، وابنَ وصيّه وابن عمّه ، وأوّل المؤمنين به وال</w:t>
      </w:r>
      <w:r w:rsidR="00011791">
        <w:rPr>
          <w:rFonts w:hint="cs"/>
          <w:rtl/>
          <w:lang w:bidi="fa-IR"/>
        </w:rPr>
        <w:t>ـ</w:t>
      </w:r>
      <w:r>
        <w:rPr>
          <w:rtl/>
          <w:lang w:bidi="fa-IR"/>
        </w:rPr>
        <w:t>مُصدِّقين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وبما جاء به منْ عند ربّه ؟!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مقام آخر : (( أنشدكم الله ، هل تعلمون أنّ عليّاً كان أوّل القوم إسلاماً ، وأعلمهم علماً وأعظمهم حلماً ، وأنّه وليُّ كلِّ مؤمن ومؤمنة 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اللهمّ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 w:rsidR="00011791">
        <w:rPr>
          <w:rtl/>
          <w:lang w:bidi="fa-IR"/>
        </w:rPr>
        <w:t>)</w:t>
      </w:r>
      <w:r>
        <w:rPr>
          <w:rtl/>
          <w:lang w:bidi="fa-IR"/>
        </w:rPr>
        <w:t>: (( فبِمَ تستحلّون دمي وأبي الذائد عن الحوض ، يذود عنه رجالاً كما يُذاد البعير الصادر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عن الماء ، ولواء الحمد بيد أبي يوم القيامة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قد علمنا ذلك كلّه ، ونحن غير تاركيك حتّى تذوق الموت عطشاً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01179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011791" w:rsidRDefault="00011791" w:rsidP="008C3E0B">
            <w:pPr>
              <w:pStyle w:val="libPoem"/>
            </w:pPr>
            <w:r>
              <w:rPr>
                <w:rtl/>
                <w:lang w:bidi="fa-IR"/>
              </w:rPr>
              <w:t>قسَتْ القلوبُ فلمْ تَملْ لهدايةٍ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1791" w:rsidRDefault="0001179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1791" w:rsidRDefault="00011791" w:rsidP="008C3E0B">
            <w:pPr>
              <w:pStyle w:val="libPoem"/>
            </w:pPr>
            <w:r>
              <w:rPr>
                <w:rtl/>
                <w:lang w:bidi="fa-IR"/>
              </w:rPr>
              <w:t>تبّاً لهاتيكَ القُلوبِ القاسيَهْ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1791" w:rsidTr="008C3E0B">
        <w:trPr>
          <w:trHeight w:val="350"/>
        </w:trPr>
        <w:tc>
          <w:tcPr>
            <w:tcW w:w="3920" w:type="dxa"/>
          </w:tcPr>
          <w:p w:rsidR="00011791" w:rsidRDefault="00011791" w:rsidP="008C3E0B">
            <w:pPr>
              <w:pStyle w:val="libPoem"/>
            </w:pPr>
            <w:r>
              <w:rPr>
                <w:rtl/>
                <w:lang w:bidi="fa-IR"/>
              </w:rPr>
              <w:t>ما ذاقَ طعْمَ فُراتِهمْ حتَّى قَضَى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1791" w:rsidRDefault="0001179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1791" w:rsidRDefault="00011791" w:rsidP="008C3E0B">
            <w:pPr>
              <w:pStyle w:val="libPoem"/>
            </w:pPr>
            <w:r>
              <w:rPr>
                <w:rtl/>
                <w:lang w:bidi="fa-IR"/>
              </w:rPr>
              <w:t>عَطشاً وغُسِّلَ بالدِّماءِ القَانِيهْ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01179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  <w:r w:rsidR="00C92D11">
        <w:rPr>
          <w:rtl/>
          <w:lang w:bidi="fa-IR"/>
        </w:rPr>
        <w:t>_</w:t>
      </w:r>
    </w:p>
    <w:p w:rsidR="00C92D11" w:rsidRDefault="00C92D11" w:rsidP="00011791">
      <w:pPr>
        <w:pStyle w:val="libFootnote0"/>
        <w:rPr>
          <w:lang w:bidi="fa-IR"/>
        </w:rPr>
      </w:pPr>
      <w:r w:rsidRPr="00011791">
        <w:rPr>
          <w:rtl/>
        </w:rPr>
        <w:t>(1)</w:t>
      </w:r>
      <w:r>
        <w:rPr>
          <w:rtl/>
          <w:lang w:bidi="fa-IR"/>
        </w:rPr>
        <w:t xml:space="preserve"> مرّ عن الزمخشري : أنّه الصاد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ووجدناه : الص</w:t>
      </w:r>
      <w:r w:rsidR="00011791">
        <w:rPr>
          <w:rtl/>
          <w:lang w:bidi="fa-IR"/>
        </w:rPr>
        <w:t>ادر ، وله وجهُ صحّةٍ فأبقيناه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D93F52">
      <w:pPr>
        <w:pStyle w:val="Heading2Center"/>
        <w:rPr>
          <w:lang w:bidi="fa-IR"/>
        </w:rPr>
      </w:pPr>
      <w:bookmarkStart w:id="51" w:name="_Toc18255864"/>
      <w:r>
        <w:rPr>
          <w:rtl/>
          <w:lang w:bidi="fa-IR"/>
        </w:rPr>
        <w:lastRenderedPageBreak/>
        <w:t>المجلس الخامس والتسعون بعد المئة</w:t>
      </w:r>
      <w:bookmarkEnd w:id="51"/>
    </w:p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الله تعالى في سورة المائدة : </w:t>
      </w:r>
      <w:r w:rsidRPr="00D93F52">
        <w:rPr>
          <w:rStyle w:val="libAlaemChar"/>
          <w:rtl/>
        </w:rPr>
        <w:t>(</w:t>
      </w:r>
      <w:r w:rsidRPr="00D93F52">
        <w:rPr>
          <w:rStyle w:val="libAieChar"/>
          <w:rtl/>
        </w:rPr>
        <w:t xml:space="preserve"> إِنّمَا وَلِيّكُمُ اللّهُ وَرَسُولُهُ وَ</w:t>
      </w:r>
      <w:r w:rsidR="00D93F52" w:rsidRPr="00D93F52">
        <w:rPr>
          <w:rStyle w:val="libAieChar"/>
          <w:rFonts w:hint="cs"/>
          <w:rtl/>
        </w:rPr>
        <w:t xml:space="preserve"> </w:t>
      </w:r>
      <w:r w:rsidRPr="00D93F52">
        <w:rPr>
          <w:rStyle w:val="libAieChar"/>
          <w:rtl/>
        </w:rPr>
        <w:t>الّذِينَ آمَنُوا الّذِينَ يُقِيمُونَ الصّلاَةَ وَ</w:t>
      </w:r>
      <w:r w:rsidR="00D93F52" w:rsidRPr="00D93F52">
        <w:rPr>
          <w:rStyle w:val="libAieChar"/>
          <w:rFonts w:hint="cs"/>
          <w:rtl/>
        </w:rPr>
        <w:t xml:space="preserve"> </w:t>
      </w:r>
      <w:r w:rsidRPr="00D93F52">
        <w:rPr>
          <w:rStyle w:val="libAieChar"/>
          <w:rtl/>
        </w:rPr>
        <w:t>يُؤْتُونَ الزّكَاةَ وَهُمْ رَاكِعُونَ * وَ</w:t>
      </w:r>
      <w:r w:rsidR="00D93F52" w:rsidRPr="00D93F52">
        <w:rPr>
          <w:rStyle w:val="libAieChar"/>
          <w:rFonts w:hint="cs"/>
          <w:rtl/>
        </w:rPr>
        <w:t xml:space="preserve"> </w:t>
      </w:r>
      <w:r w:rsidRPr="00D93F52">
        <w:rPr>
          <w:rStyle w:val="libAieChar"/>
          <w:rtl/>
        </w:rPr>
        <w:t>مَن يَتَوَلّ اللّهَ وَ</w:t>
      </w:r>
      <w:r w:rsidR="00D93F52" w:rsidRPr="00D93F52">
        <w:rPr>
          <w:rStyle w:val="libAieChar"/>
          <w:rFonts w:hint="cs"/>
          <w:rtl/>
        </w:rPr>
        <w:t xml:space="preserve"> </w:t>
      </w:r>
      <w:r w:rsidRPr="00D93F52">
        <w:rPr>
          <w:rStyle w:val="libAieChar"/>
          <w:rtl/>
        </w:rPr>
        <w:t xml:space="preserve">رَسُولَهُ وَالّذِينَ آمَنُوا فَإِنّ حِزْبَ اللّهِ هُمُ الْغَالِبُونَ </w:t>
      </w:r>
      <w:r w:rsidRPr="00D93F5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اتّفق المفسرون على أنّها نزلت في حقّ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مرّ س</w:t>
      </w:r>
      <w:r w:rsidR="00D93F52">
        <w:rPr>
          <w:rtl/>
          <w:lang w:bidi="fa-IR"/>
        </w:rPr>
        <w:t>ائل</w:t>
      </w:r>
      <w:r>
        <w:rPr>
          <w:rtl/>
          <w:lang w:bidi="fa-IR"/>
        </w:rPr>
        <w:t>، وهو راكع ، في المسجد فأعطاه خاتمه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ورُوي في الجمع بي</w:t>
      </w:r>
      <w:r w:rsidR="00D93F52">
        <w:rPr>
          <w:rtl/>
          <w:lang w:bidi="fa-IR"/>
        </w:rPr>
        <w:t>ن الصحاح الستّة من صحيح النسائي</w:t>
      </w:r>
      <w:r>
        <w:rPr>
          <w:rtl/>
          <w:lang w:bidi="fa-IR"/>
        </w:rPr>
        <w:t>، عن ابن سلام ، قال : أتينا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فقلنا : إنّ قومنا حادّونا ل</w:t>
      </w:r>
      <w:r w:rsidR="00D93F52">
        <w:rPr>
          <w:rFonts w:hint="cs"/>
          <w:rtl/>
          <w:lang w:bidi="fa-IR"/>
        </w:rPr>
        <w:t>ـ</w:t>
      </w:r>
      <w:r>
        <w:rPr>
          <w:rtl/>
          <w:lang w:bidi="fa-IR"/>
        </w:rPr>
        <w:t>مّا صدّقنا الله ورسوله ، وأقسموا أنْ لا يُكلّمونا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فأنزل الله تعالى : </w:t>
      </w:r>
      <w:r w:rsidRPr="00D93F52">
        <w:rPr>
          <w:rStyle w:val="libAlaemChar"/>
          <w:rtl/>
        </w:rPr>
        <w:t>(</w:t>
      </w:r>
      <w:r w:rsidRPr="00D93F52">
        <w:rPr>
          <w:rStyle w:val="libAieChar"/>
          <w:rtl/>
        </w:rPr>
        <w:t xml:space="preserve"> إِنّمَا وَلِيّكُمُ اللّهُ وَرَسُولُهُ وَالّذِينَ آمَنُوا الّذِينَ يُقِيمُونَ الصّلاَةَ وَيُؤْتُونَ الزّكَاةَ وَهُمْ رَاكِعُونَ </w:t>
      </w:r>
      <w:r w:rsidRPr="00D93F52">
        <w:rPr>
          <w:rStyle w:val="libAlaemChar"/>
          <w:rtl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أذّنَ بلال لص</w:t>
      </w:r>
      <w:r w:rsidR="000B317D">
        <w:rPr>
          <w:rtl/>
          <w:lang w:bidi="fa-IR"/>
        </w:rPr>
        <w:t>لاة الظهر ، فقام النّاس يُصلّون</w:t>
      </w:r>
      <w:r>
        <w:rPr>
          <w:rtl/>
          <w:lang w:bidi="fa-IR"/>
        </w:rPr>
        <w:t>؛ فمِنْ بين ساجد وراكع وسائل ، إذ سائل يسأل ، فأعطاه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خاتمه وهو راكع ، فأخبر السّائل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فقرأ علينا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: </w:t>
      </w:r>
      <w:r w:rsidRPr="00D93F52">
        <w:rPr>
          <w:rStyle w:val="libAlaemChar"/>
          <w:rtl/>
        </w:rPr>
        <w:t>(</w:t>
      </w:r>
      <w:r w:rsidRPr="00D93F52">
        <w:rPr>
          <w:rStyle w:val="libAieChar"/>
          <w:rtl/>
        </w:rPr>
        <w:t xml:space="preserve"> إِنّمَا وَلِيّكُمُ اللّهُ وَرَسُولُهُ</w:t>
      </w:r>
      <w:r w:rsidR="00343D55">
        <w:rPr>
          <w:rStyle w:val="libAieChar"/>
          <w:rtl/>
        </w:rPr>
        <w:t>...</w:t>
      </w:r>
      <w:r w:rsidRPr="00D93F52">
        <w:rPr>
          <w:rStyle w:val="libAieChar"/>
          <w:rtl/>
        </w:rPr>
        <w:t xml:space="preserve"> </w:t>
      </w:r>
      <w:r w:rsidRPr="00D93F52">
        <w:rPr>
          <w:rStyle w:val="libAlaemChar"/>
          <w:rtl/>
        </w:rPr>
        <w:t>)</w:t>
      </w:r>
      <w:r>
        <w:rPr>
          <w:rtl/>
          <w:lang w:bidi="fa-IR"/>
        </w:rPr>
        <w:t xml:space="preserve"> إلى آخر الآية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وروى الثعلبي في تفسيره بسنده : إنّ أبا ذر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343C1A" w:rsidRPr="00343C1A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قال : أ</w:t>
      </w:r>
      <w:r w:rsidR="000B317D">
        <w:rPr>
          <w:rtl/>
          <w:lang w:bidi="fa-IR"/>
        </w:rPr>
        <w:t>يّها النّاس مَن عرفني فقد عرفني</w:t>
      </w:r>
      <w:r>
        <w:rPr>
          <w:rtl/>
          <w:lang w:bidi="fa-IR"/>
        </w:rPr>
        <w:t>، ومَن لم يعرفني فأنا جندب بن جنادة البدري ، أبو ذر الغفاري ، سمعت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بهاتين </w:t>
      </w:r>
      <w:r w:rsidR="00800C80">
        <w:rPr>
          <w:rtl/>
          <w:lang w:bidi="fa-IR"/>
        </w:rPr>
        <w:t>-</w:t>
      </w:r>
      <w:r w:rsidR="000B317D">
        <w:rPr>
          <w:rtl/>
          <w:lang w:bidi="fa-IR"/>
        </w:rPr>
        <w:t xml:space="preserve"> وإل</w:t>
      </w:r>
      <w:r w:rsidR="000B317D">
        <w:rPr>
          <w:rFonts w:hint="cs"/>
          <w:rtl/>
          <w:lang w:bidi="fa-IR"/>
        </w:rPr>
        <w:t>ّ</w:t>
      </w:r>
      <w:r w:rsidR="000B317D">
        <w:rPr>
          <w:rtl/>
          <w:lang w:bidi="fa-IR"/>
        </w:rPr>
        <w:t>ا</w:t>
      </w:r>
      <w:r>
        <w:rPr>
          <w:rtl/>
          <w:lang w:bidi="fa-IR"/>
        </w:rPr>
        <w:t xml:space="preserve"> صُمّتا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ورأيته بهاتين </w:t>
      </w:r>
      <w:r w:rsidR="00800C80">
        <w:rPr>
          <w:rtl/>
          <w:lang w:bidi="fa-IR"/>
        </w:rPr>
        <w:t>-</w:t>
      </w:r>
      <w:r w:rsidR="000B317D">
        <w:rPr>
          <w:rtl/>
          <w:lang w:bidi="fa-IR"/>
        </w:rPr>
        <w:t xml:space="preserve"> وإل</w:t>
      </w:r>
      <w:r w:rsidR="000B317D">
        <w:rPr>
          <w:rFonts w:hint="cs"/>
          <w:rtl/>
          <w:lang w:bidi="fa-IR"/>
        </w:rPr>
        <w:t>ّ</w:t>
      </w:r>
      <w:r w:rsidR="000B317D">
        <w:rPr>
          <w:rtl/>
          <w:lang w:bidi="fa-IR"/>
        </w:rPr>
        <w:t>ا</w:t>
      </w:r>
      <w:r>
        <w:rPr>
          <w:rtl/>
          <w:lang w:bidi="fa-IR"/>
        </w:rPr>
        <w:t xml:space="preserve"> فعميتا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يقول : (( عليٌّ قائد البررة ، وقاتل الكفرة ، منصور مَن نصره ، مخذول مَن خذله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أما إنّي صلّيت 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يوماً من الأيام صلاة الظهر ، فسأل سائل في المسجد فلَمْ يعطِه أحد ، فرفع السّائل يده إلى السّماء ، وقال : اللهمّ ، اشهد إنّي سألت في مسجد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فلمْ يعطني أحدٌ شيئاً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علي راكعاً ، فأومأ إليه بخنصره اليُمنى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يتختّم فيها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فأقبل السّائل حتّى أخذ الخاتم من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</w:t>
      </w:r>
    </w:p>
    <w:p w:rsidR="00800C80" w:rsidRDefault="00C92D11" w:rsidP="000B317D">
      <w:pPr>
        <w:pStyle w:val="libFootnote0"/>
        <w:rPr>
          <w:lang w:bidi="fa-IR"/>
        </w:rPr>
      </w:pPr>
      <w:r w:rsidRPr="000B317D">
        <w:rPr>
          <w:rtl/>
        </w:rPr>
        <w:t>(1)</w:t>
      </w:r>
      <w:r>
        <w:rPr>
          <w:rtl/>
          <w:lang w:bidi="fa-IR"/>
        </w:rPr>
        <w:t xml:space="preserve"> سورة المائدة / 55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56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04167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خنصره ، وذلك بعين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فلمّا فرغ [ النبيُّ ] من صلاته ، رفع رأسه إلى السّماء ، وقال : (( اللهمّ ، موسى سألك فقال :</w:t>
      </w:r>
      <w:r w:rsidR="00041678" w:rsidRPr="00041678">
        <w:rPr>
          <w:rStyle w:val="libAlaemChar"/>
          <w:rFonts w:hint="cs"/>
          <w:rtl/>
        </w:rPr>
        <w:t>(</w:t>
      </w:r>
      <w:r w:rsidRPr="00041678">
        <w:rPr>
          <w:rStyle w:val="libAieChar"/>
          <w:rtl/>
        </w:rPr>
        <w:t xml:space="preserve"> رَب</w:t>
      </w:r>
      <w:r w:rsidR="00C12C3F">
        <w:rPr>
          <w:rStyle w:val="libAieChar"/>
          <w:rtl/>
        </w:rPr>
        <w:t xml:space="preserve">ّ اشْرَحْ لِي صَدْرِي * </w:t>
      </w:r>
      <w:r w:rsidR="00C12C3F" w:rsidRPr="00C12C3F">
        <w:rPr>
          <w:rStyle w:val="libAieChar"/>
          <w:rtl/>
        </w:rPr>
        <w:t>وَيَسّ</w:t>
      </w:r>
      <w:r w:rsidR="00C12C3F" w:rsidRPr="00C12C3F">
        <w:rPr>
          <w:rStyle w:val="libAieChar"/>
          <w:rFonts w:hint="cs"/>
          <w:rtl/>
        </w:rPr>
        <w:t>ر</w:t>
      </w:r>
      <w:r w:rsidRPr="00C12C3F">
        <w:rPr>
          <w:rStyle w:val="libAieChar"/>
          <w:rtl/>
        </w:rPr>
        <w:t xml:space="preserve"> لِي</w:t>
      </w:r>
      <w:r w:rsidRPr="00041678">
        <w:rPr>
          <w:rStyle w:val="libAieChar"/>
          <w:rtl/>
        </w:rPr>
        <w:t xml:space="preserve"> أَمْرِي * وَاحْلُلْ عُقْدَةً من لِسَانِي * يَفْقَهُوا قَوْلِي* وَاجْعَل لِي وَزِيراً مِنْ أَهْلِي * هَارُونَ أَخِي * اشْدُدْ بِهِ أَزْرِي * وَأَشْرِكْهُ فِي أَمْرِي</w:t>
      </w:r>
      <w:r w:rsidR="00041678" w:rsidRPr="00041678">
        <w:rPr>
          <w:rStyle w:val="libAieChar"/>
          <w:rFonts w:hint="cs"/>
          <w:rtl/>
        </w:rPr>
        <w:t xml:space="preserve"> </w:t>
      </w:r>
      <w:r w:rsidR="00041678" w:rsidRPr="00041678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فأنزلت عليه قرآناً ناطقاً :</w:t>
      </w:r>
      <w:r w:rsidR="00DA5363" w:rsidRPr="00DA5363">
        <w:rPr>
          <w:rStyle w:val="libAlaemChar"/>
          <w:rFonts w:hint="cs"/>
          <w:rtl/>
        </w:rPr>
        <w:t>(</w:t>
      </w:r>
      <w:r w:rsidRPr="00DA5363">
        <w:rPr>
          <w:rStyle w:val="libAieChar"/>
          <w:rtl/>
        </w:rPr>
        <w:t xml:space="preserve"> سَنَشُدّ عَضُدَكَ بِأَخِيكَ وَنَجْعَلُ لَكُمَا سُلْطَاناً فَلاَ يَصِلُونَ إِلَيْكُمَا بِآيَاتِنَا</w:t>
      </w:r>
      <w:r w:rsidR="00DA5363" w:rsidRPr="00DA5363">
        <w:rPr>
          <w:rStyle w:val="libAieChar"/>
          <w:rFonts w:hint="cs"/>
          <w:rtl/>
        </w:rPr>
        <w:t xml:space="preserve"> </w:t>
      </w:r>
      <w:r w:rsidR="00DA5363" w:rsidRPr="00DA5363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وأنا محمّد نبيّك وصفيّك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فاشرح لي صدري ، ويسّر لي أمري ، واجعل لي وزيراً عليّاً ، اشدد به ظهري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أبو ذر : فما استتم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الكلمة حتّى نزل جبرائيل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من عند الله تعالى ، فقال : يا محمّد ، اقرأ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ما أقرأ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اقرأ : </w:t>
      </w:r>
      <w:r w:rsidRPr="00DA5363">
        <w:rPr>
          <w:rStyle w:val="libAlaemChar"/>
          <w:rtl/>
        </w:rPr>
        <w:t>(</w:t>
      </w:r>
      <w:r w:rsidRPr="00DA5363">
        <w:rPr>
          <w:rStyle w:val="libAieChar"/>
          <w:rtl/>
        </w:rPr>
        <w:t xml:space="preserve"> إِنّمَا وَلِيّكُمُ اللّهُ وَرَسُولُهُ وَالّذِينَ آمَنُوا الّذِينَ يُقِيمُونَ الصّلاَةَ وَيُؤْتُونَ الزّكَاةَ وَهُمْ رَاكِعُونَ </w:t>
      </w:r>
      <w:r w:rsidRPr="00DA536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</w:p>
    <w:p w:rsidR="00943FF8" w:rsidRDefault="00C92D11" w:rsidP="00943FF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وكما جاد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بخاتمه في صلاته ، جاد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بخاتمه بعد قتله ؛ وذلك ل</w:t>
      </w:r>
      <w:r w:rsidR="00C12C3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أقبل القوم على سلب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فأخذ خاتمه بجدل بن سليم الكلبي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ولكنّ فرق عظيم بين المقامين ؛ فأمير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أشار إلى السّائل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وهو في صلاته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أنْ يأخذ الخاتم من يده فأخذه ؛ وأمّا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، فجاء بجدل بن سليم الكلبي ليسلبه بعد قتله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مع الذين جاؤوا إلى سلبه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فوجد الخاتم في يده وقد جمدت عليه الدماء ، </w:t>
      </w:r>
      <w:r w:rsidR="00C12C3F">
        <w:rPr>
          <w:rtl/>
          <w:lang w:bidi="fa-IR"/>
        </w:rPr>
        <w:t>فلمْ يستطعْ نزعه من يده الشريفة</w:t>
      </w:r>
      <w:r>
        <w:rPr>
          <w:rtl/>
          <w:lang w:bidi="fa-IR"/>
        </w:rPr>
        <w:t>، فقطع إصبعه مع الخاتم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C12C3F" w:rsidTr="00943FF8">
        <w:trPr>
          <w:trHeight w:val="350"/>
        </w:trPr>
        <w:tc>
          <w:tcPr>
            <w:tcW w:w="3542" w:type="dxa"/>
            <w:shd w:val="clear" w:color="auto" w:fill="auto"/>
          </w:tcPr>
          <w:p w:rsidR="00C12C3F" w:rsidRDefault="00C12C3F" w:rsidP="008C3E0B">
            <w:pPr>
              <w:pStyle w:val="libPoem"/>
            </w:pPr>
            <w:r>
              <w:rPr>
                <w:rtl/>
                <w:lang w:bidi="fa-IR"/>
              </w:rPr>
              <w:t>ومُبدَّدُ الأوصالِ لازَمَ حزُنُهُ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12C3F" w:rsidRDefault="00C12C3F" w:rsidP="008C3E0B">
            <w:pPr>
              <w:pStyle w:val="libPoem"/>
              <w:rPr>
                <w:rtl/>
              </w:rPr>
            </w:pPr>
          </w:p>
        </w:tc>
        <w:tc>
          <w:tcPr>
            <w:tcW w:w="3496" w:type="dxa"/>
            <w:shd w:val="clear" w:color="auto" w:fill="auto"/>
          </w:tcPr>
          <w:p w:rsidR="00C12C3F" w:rsidRDefault="00C12C3F" w:rsidP="008C3E0B">
            <w:pPr>
              <w:pStyle w:val="libPoem"/>
            </w:pPr>
            <w:r>
              <w:rPr>
                <w:rtl/>
                <w:lang w:bidi="fa-IR"/>
              </w:rPr>
              <w:t>شملَ الكمالِ فلازم التّبديدَا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2C3F" w:rsidTr="00943FF8">
        <w:trPr>
          <w:trHeight w:val="350"/>
        </w:trPr>
        <w:tc>
          <w:tcPr>
            <w:tcW w:w="3542" w:type="dxa"/>
          </w:tcPr>
          <w:p w:rsidR="00C12C3F" w:rsidRDefault="00943FF8" w:rsidP="008C3E0B">
            <w:pPr>
              <w:pStyle w:val="libPoem"/>
            </w:pPr>
            <w:r>
              <w:rPr>
                <w:rtl/>
                <w:lang w:bidi="fa-IR"/>
              </w:rPr>
              <w:t>ومجرحٌ ما غيَّرتْ منه القنَا</w:t>
            </w:r>
            <w:r w:rsidR="00C12C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2C3F" w:rsidRDefault="00C12C3F" w:rsidP="008C3E0B">
            <w:pPr>
              <w:pStyle w:val="libPoem"/>
              <w:rPr>
                <w:rtl/>
              </w:rPr>
            </w:pPr>
          </w:p>
        </w:tc>
        <w:tc>
          <w:tcPr>
            <w:tcW w:w="3496" w:type="dxa"/>
          </w:tcPr>
          <w:p w:rsidR="00C12C3F" w:rsidRDefault="00943FF8" w:rsidP="008C3E0B">
            <w:pPr>
              <w:pStyle w:val="libPoem"/>
            </w:pPr>
            <w:r>
              <w:rPr>
                <w:rtl/>
                <w:lang w:bidi="fa-IR"/>
              </w:rPr>
              <w:t>حُسناً وما أخلقْنَ منه جديدَا</w:t>
            </w:r>
            <w:r w:rsidR="00C12C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</w:t>
      </w:r>
    </w:p>
    <w:p w:rsidR="00800C80" w:rsidRDefault="00C92D11" w:rsidP="00943FF8">
      <w:pPr>
        <w:pStyle w:val="libFootnote0"/>
        <w:rPr>
          <w:lang w:bidi="fa-IR"/>
        </w:rPr>
      </w:pPr>
      <w:r w:rsidRPr="00943FF8">
        <w:rPr>
          <w:rtl/>
        </w:rPr>
        <w:t>(1)</w:t>
      </w:r>
      <w:r>
        <w:rPr>
          <w:rtl/>
          <w:lang w:bidi="fa-IR"/>
        </w:rPr>
        <w:t xml:space="preserve"> سورة طه / 25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32</w:t>
      </w:r>
      <w:r w:rsidR="00343D55">
        <w:rPr>
          <w:rtl/>
          <w:lang w:bidi="fa-IR"/>
        </w:rPr>
        <w:t>.</w:t>
      </w:r>
    </w:p>
    <w:p w:rsidR="00800C80" w:rsidRDefault="00C92D11" w:rsidP="00943FF8">
      <w:pPr>
        <w:pStyle w:val="libFootnote0"/>
        <w:rPr>
          <w:lang w:bidi="fa-IR"/>
        </w:rPr>
      </w:pPr>
      <w:r w:rsidRPr="00943FF8">
        <w:rPr>
          <w:rtl/>
        </w:rPr>
        <w:t>(2)</w:t>
      </w:r>
      <w:r>
        <w:rPr>
          <w:rtl/>
          <w:lang w:bidi="fa-IR"/>
        </w:rPr>
        <w:t xml:space="preserve"> سورة القصص / 35</w:t>
      </w:r>
      <w:r w:rsidR="00343D55">
        <w:rPr>
          <w:rtl/>
          <w:lang w:bidi="fa-IR"/>
        </w:rPr>
        <w:t>.</w:t>
      </w:r>
    </w:p>
    <w:p w:rsidR="00800C80" w:rsidRDefault="00C92D11" w:rsidP="00943FF8">
      <w:pPr>
        <w:pStyle w:val="libFootnote0"/>
        <w:rPr>
          <w:lang w:bidi="fa-IR"/>
        </w:rPr>
      </w:pPr>
      <w:r w:rsidRPr="00943FF8">
        <w:rPr>
          <w:rtl/>
        </w:rPr>
        <w:t>(3)</w:t>
      </w:r>
      <w:r>
        <w:rPr>
          <w:rtl/>
          <w:lang w:bidi="fa-IR"/>
        </w:rPr>
        <w:t xml:space="preserve"> سورة المائدة / 55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943FF8">
      <w:pPr>
        <w:pStyle w:val="Heading2Center"/>
        <w:rPr>
          <w:lang w:bidi="fa-IR"/>
        </w:rPr>
      </w:pPr>
      <w:bookmarkStart w:id="52" w:name="_Toc18255865"/>
      <w:r>
        <w:rPr>
          <w:rtl/>
          <w:lang w:bidi="fa-IR"/>
        </w:rPr>
        <w:lastRenderedPageBreak/>
        <w:t>المجلس السّادس والتسعون بعد المئة</w:t>
      </w:r>
      <w:bookmarkEnd w:id="5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غاية المرام : عن مسند أحمد بن حنبل بسنده : أنّ النّبيّ (</w:t>
      </w:r>
      <w:r w:rsidR="00C638D3" w:rsidRPr="00C638D3">
        <w:rPr>
          <w:rStyle w:val="libAlaemChar"/>
          <w:rtl/>
        </w:rPr>
        <w:t>صلى‌الله‌عليه‌وآله</w:t>
      </w:r>
      <w:r w:rsidR="00943FF8">
        <w:rPr>
          <w:rtl/>
          <w:lang w:bidi="fa-IR"/>
        </w:rPr>
        <w:t>) آخى بين النّاس وترك عليّاً</w:t>
      </w:r>
      <w:r>
        <w:rPr>
          <w:rtl/>
          <w:lang w:bidi="fa-IR"/>
        </w:rPr>
        <w:t>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 رسول الله ، آخيت بين النّاس وتركتني 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ولِمَن تراني تركتك ؟ إنّما تركتك لنفسي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أنت أخي وأنا أخوك ، فإنْ فاخرك أحد ، فقل : أنا عبد الله وأخو رسول </w:t>
      </w:r>
      <w:r w:rsidR="00943FF8">
        <w:rPr>
          <w:rtl/>
          <w:lang w:bidi="fa-IR"/>
        </w:rPr>
        <w:t>الله</w:t>
      </w:r>
      <w:r w:rsidR="00343D55">
        <w:rPr>
          <w:rtl/>
          <w:lang w:bidi="fa-IR"/>
        </w:rPr>
        <w:t>.</w:t>
      </w:r>
      <w:r w:rsidR="00943FF8">
        <w:rPr>
          <w:rtl/>
          <w:lang w:bidi="fa-IR"/>
        </w:rPr>
        <w:t xml:space="preserve"> لا يدّعيها أحدٌ غيرك إل</w:t>
      </w:r>
      <w:r w:rsidR="00943FF8">
        <w:rPr>
          <w:rFonts w:hint="cs"/>
          <w:rtl/>
          <w:lang w:bidi="fa-IR"/>
        </w:rPr>
        <w:t>ّ</w:t>
      </w:r>
      <w:r w:rsidR="00943FF8">
        <w:rPr>
          <w:rtl/>
          <w:lang w:bidi="fa-IR"/>
        </w:rPr>
        <w:t>ا</w:t>
      </w:r>
      <w:r>
        <w:rPr>
          <w:rtl/>
          <w:lang w:bidi="fa-IR"/>
        </w:rPr>
        <w:t xml:space="preserve"> كذاب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وفيه عن مسند أحمد بن حنبل أيضاً ، وذُكر مؤاخاة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بين الصحابة ، 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للنبيّ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لقد ذهبت روحي وانقطع ظهري حين رأيتك فعلت بأصحابك ما فعلت غيري ، فإنْ كان هذا من سَخَطٍ منك ، فلك العُتبى والكرامة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والذي بعثن</w:t>
      </w:r>
      <w:r w:rsidR="00943FF8">
        <w:rPr>
          <w:rtl/>
          <w:lang w:bidi="fa-IR"/>
        </w:rPr>
        <w:t>ي بالحقّ نبيّاً ، ما اخّرتك إل</w:t>
      </w:r>
      <w:r w:rsidR="00943FF8">
        <w:rPr>
          <w:rFonts w:hint="cs"/>
          <w:rtl/>
          <w:lang w:bidi="fa-IR"/>
        </w:rPr>
        <w:t>ّ</w:t>
      </w:r>
      <w:r w:rsidR="00943FF8">
        <w:rPr>
          <w:rtl/>
          <w:lang w:bidi="fa-IR"/>
        </w:rPr>
        <w:t>ا</w:t>
      </w:r>
      <w:r>
        <w:rPr>
          <w:rtl/>
          <w:lang w:bidi="fa-IR"/>
        </w:rPr>
        <w:t xml:space="preserve"> لنفسي ، فأنت</w:t>
      </w:r>
      <w:r w:rsidR="00943FF8">
        <w:rPr>
          <w:rtl/>
          <w:lang w:bidi="fa-IR"/>
        </w:rPr>
        <w:t xml:space="preserve"> منِّي بمنزلة هارون من موسى إل</w:t>
      </w:r>
      <w:r w:rsidR="00943FF8">
        <w:rPr>
          <w:rFonts w:hint="cs"/>
          <w:rtl/>
          <w:lang w:bidi="fa-IR"/>
        </w:rPr>
        <w:t>ّ</w:t>
      </w:r>
      <w:r w:rsidR="00943FF8">
        <w:rPr>
          <w:rtl/>
          <w:lang w:bidi="fa-IR"/>
        </w:rPr>
        <w:t>ا</w:t>
      </w:r>
      <w:r>
        <w:rPr>
          <w:rtl/>
          <w:lang w:bidi="fa-IR"/>
        </w:rPr>
        <w:t xml:space="preserve"> أنّه لا نبيّ بعدي ، وأنت أخي ووارثي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</w:t>
      </w:r>
      <w:r w:rsidR="00943FF8">
        <w:rPr>
          <w:rtl/>
          <w:lang w:bidi="fa-IR"/>
        </w:rPr>
        <w:t>( وما أرث منك يا رسول الله ؟ ))</w:t>
      </w:r>
      <w:r>
        <w:rPr>
          <w:rtl/>
          <w:lang w:bidi="fa-IR"/>
        </w:rPr>
        <w:t>.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ما ورث الأنبياء قبلي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ما ورث الأنبياء قبلك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كتاب الله وسنّة نبيّهم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وأنت معي في الجنّة ، وأنت أخي ورفيقي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تلا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: </w:t>
      </w:r>
      <w:r w:rsidRPr="00943FF8">
        <w:rPr>
          <w:rStyle w:val="libAlaemChar"/>
          <w:rtl/>
        </w:rPr>
        <w:t>(</w:t>
      </w:r>
      <w:r w:rsidRPr="00943FF8">
        <w:rPr>
          <w:rStyle w:val="libAieChar"/>
          <w:rtl/>
        </w:rPr>
        <w:t xml:space="preserve"> إِخْوَاناً عَلَى‏ سُرُرٍ مُتَقابِلِينَ </w:t>
      </w:r>
      <w:r w:rsidRPr="00943FF8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: ال</w:t>
      </w:r>
      <w:r w:rsidR="00943FF8">
        <w:rPr>
          <w:rFonts w:hint="cs"/>
          <w:rtl/>
          <w:lang w:bidi="fa-IR"/>
        </w:rPr>
        <w:t>ـ</w:t>
      </w:r>
      <w:r>
        <w:rPr>
          <w:rtl/>
          <w:lang w:bidi="fa-IR"/>
        </w:rPr>
        <w:t>مُتحابّون في الله ينظر بعضهم إلى بعض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صفي الدين الحلّي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697159" w:rsidRPr="00697159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19"/>
        <w:gridCol w:w="272"/>
        <w:gridCol w:w="3519"/>
      </w:tblGrid>
      <w:tr w:rsidR="00943FF8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943FF8" w:rsidRDefault="00943FF8" w:rsidP="008C3E0B">
            <w:pPr>
              <w:pStyle w:val="libPoem"/>
            </w:pPr>
            <w:r>
              <w:rPr>
                <w:rtl/>
                <w:lang w:bidi="fa-IR"/>
              </w:rPr>
              <w:t>أنت سرُّ النّبيِّ والصنوُ وابنُ ال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43FF8" w:rsidRDefault="00943FF8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43FF8" w:rsidRDefault="00943FF8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عمِّ والصهرُ والأخُ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مُستَجادُ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3FF8" w:rsidTr="008C3E0B">
        <w:trPr>
          <w:trHeight w:val="350"/>
        </w:trPr>
        <w:tc>
          <w:tcPr>
            <w:tcW w:w="3920" w:type="dxa"/>
          </w:tcPr>
          <w:p w:rsidR="00943FF8" w:rsidRDefault="00943FF8" w:rsidP="008C3E0B">
            <w:pPr>
              <w:pStyle w:val="libPoem"/>
            </w:pPr>
            <w:r>
              <w:rPr>
                <w:rtl/>
                <w:lang w:bidi="fa-IR"/>
              </w:rPr>
              <w:t>لو رأى مثلَكَ النّبيُّ لآخا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43FF8" w:rsidRDefault="00943FF8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43FF8" w:rsidRDefault="00943FF8" w:rsidP="008C3E0B">
            <w:pPr>
              <w:pStyle w:val="libPoem"/>
            </w:pPr>
            <w:r>
              <w:rPr>
                <w:rtl/>
                <w:lang w:bidi="fa-IR"/>
              </w:rPr>
              <w:t>هُ وإل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فأخطَأَ الانتقادُ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وعن جابر بن عبد الله ، قال : سمعت عليّاً يُنشد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شعراً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51"/>
        <w:gridCol w:w="272"/>
        <w:gridCol w:w="3487"/>
      </w:tblGrid>
      <w:tr w:rsidR="00943FF8" w:rsidTr="007A552C">
        <w:trPr>
          <w:trHeight w:val="350"/>
        </w:trPr>
        <w:tc>
          <w:tcPr>
            <w:tcW w:w="3551" w:type="dxa"/>
            <w:shd w:val="clear" w:color="auto" w:fill="auto"/>
          </w:tcPr>
          <w:p w:rsidR="00943FF8" w:rsidRDefault="006748CB" w:rsidP="008C3E0B">
            <w:pPr>
              <w:pStyle w:val="libPoem"/>
            </w:pPr>
            <w:r>
              <w:rPr>
                <w:rtl/>
                <w:lang w:bidi="fa-IR"/>
              </w:rPr>
              <w:t>أنا أخو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مُصطفَى لا شكَّ في نسَبي</w:t>
            </w:r>
            <w:r w:rsidR="00943F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43FF8" w:rsidRDefault="00943FF8" w:rsidP="008C3E0B">
            <w:pPr>
              <w:pStyle w:val="libPoem"/>
              <w:rPr>
                <w:rtl/>
              </w:rPr>
            </w:pPr>
          </w:p>
        </w:tc>
        <w:tc>
          <w:tcPr>
            <w:tcW w:w="3487" w:type="dxa"/>
            <w:shd w:val="clear" w:color="auto" w:fill="auto"/>
          </w:tcPr>
          <w:p w:rsidR="00943FF8" w:rsidRDefault="006748CB" w:rsidP="008C3E0B">
            <w:pPr>
              <w:pStyle w:val="libPoem"/>
            </w:pPr>
            <w:r>
              <w:rPr>
                <w:rtl/>
                <w:lang w:bidi="fa-IR"/>
              </w:rPr>
              <w:t>معْهُ رُبيتُ وسِبطاهُ هُما ولدِي</w:t>
            </w:r>
            <w:r w:rsidR="00943F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3FF8" w:rsidTr="007A552C">
        <w:trPr>
          <w:trHeight w:val="350"/>
        </w:trPr>
        <w:tc>
          <w:tcPr>
            <w:tcW w:w="3551" w:type="dxa"/>
          </w:tcPr>
          <w:p w:rsidR="00943FF8" w:rsidRDefault="006748CB" w:rsidP="008C3E0B">
            <w:pPr>
              <w:pStyle w:val="libPoem"/>
            </w:pPr>
            <w:r>
              <w:rPr>
                <w:rtl/>
                <w:lang w:bidi="fa-IR"/>
              </w:rPr>
              <w:t>جدِّي وجدُ رسول الله منفردٌ</w:t>
            </w:r>
            <w:r w:rsidRPr="00800C80">
              <w:rPr>
                <w:rStyle w:val="libFootnotenumChar"/>
                <w:rtl/>
              </w:rPr>
              <w:t>(2)</w:t>
            </w:r>
            <w:r w:rsidR="00943F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43FF8" w:rsidRDefault="00943FF8" w:rsidP="008C3E0B">
            <w:pPr>
              <w:pStyle w:val="libPoem"/>
              <w:rPr>
                <w:rtl/>
              </w:rPr>
            </w:pPr>
          </w:p>
        </w:tc>
        <w:tc>
          <w:tcPr>
            <w:tcW w:w="3487" w:type="dxa"/>
          </w:tcPr>
          <w:p w:rsidR="00943FF8" w:rsidRDefault="006748CB" w:rsidP="008C3E0B">
            <w:pPr>
              <w:pStyle w:val="libPoem"/>
            </w:pPr>
            <w:r>
              <w:rPr>
                <w:rtl/>
                <w:lang w:bidi="fa-IR"/>
              </w:rPr>
              <w:t>وفاطمٌ زوجَتي لا قول ذي فَنَدِ</w:t>
            </w:r>
            <w:r w:rsidR="00943FF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A552C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7A552C">
        <w:rPr>
          <w:rtl/>
          <w:lang w:bidi="fa-IR"/>
        </w:rPr>
        <w:t>_</w:t>
      </w:r>
    </w:p>
    <w:p w:rsidR="00800C80" w:rsidRDefault="00C92D11" w:rsidP="007A552C">
      <w:pPr>
        <w:pStyle w:val="libFootnote0"/>
        <w:rPr>
          <w:lang w:bidi="fa-IR"/>
        </w:rPr>
      </w:pPr>
      <w:r w:rsidRPr="007A552C">
        <w:rPr>
          <w:rtl/>
        </w:rPr>
        <w:t>(1)</w:t>
      </w:r>
      <w:r>
        <w:rPr>
          <w:rtl/>
          <w:lang w:bidi="fa-IR"/>
        </w:rPr>
        <w:t xml:space="preserve"> سورة الحجر / 47</w:t>
      </w:r>
      <w:r w:rsidR="00343D55">
        <w:rPr>
          <w:rtl/>
          <w:lang w:bidi="fa-IR"/>
        </w:rPr>
        <w:t>.</w:t>
      </w:r>
    </w:p>
    <w:p w:rsidR="00800C80" w:rsidRDefault="00C92D11" w:rsidP="007A552C">
      <w:pPr>
        <w:pStyle w:val="libFootnote0"/>
        <w:rPr>
          <w:lang w:bidi="fa-IR"/>
        </w:rPr>
      </w:pPr>
      <w:r w:rsidRPr="007A552C">
        <w:rPr>
          <w:rtl/>
        </w:rPr>
        <w:t>(2)</w:t>
      </w:r>
      <w:r>
        <w:rPr>
          <w:rtl/>
          <w:lang w:bidi="fa-IR"/>
        </w:rPr>
        <w:t xml:space="preserve"> هكذا وردت كلمة ( منفرد ) في أكثر من </w:t>
      </w:r>
      <w:r w:rsidR="007A552C">
        <w:rPr>
          <w:rtl/>
          <w:lang w:bidi="fa-IR"/>
        </w:rPr>
        <w:t>مصدر ، ولعل الصحيح ( مُتّحد 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 موقع معهد الإمامَين الحسنَين )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7"/>
        <w:gridCol w:w="272"/>
        <w:gridCol w:w="3511"/>
      </w:tblGrid>
      <w:tr w:rsidR="001A64C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صدقتُهُ وجميعُ النّاسِ في بُهَمٍ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64C2" w:rsidRDefault="001A64C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t>من الضَّلالةِ والإشراكِ والنكَدِ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4C2" w:rsidTr="008C3E0B">
        <w:trPr>
          <w:trHeight w:val="350"/>
        </w:trPr>
        <w:tc>
          <w:tcPr>
            <w:tcW w:w="3920" w:type="dxa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t>فالحمدُ للهِ شُكراً لا شريكَ 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4C2" w:rsidRDefault="001A64C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t>البَرّ بالعبدِ والباقِي بلا أمدِ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43D55" w:rsidRDefault="00C92D11" w:rsidP="00C92D11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1A64C2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بات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فراش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ليلة الغار ، أوحى الله عزّ وجل إلى جبرائيل وميكائيل : (( إنّي قد آخيت بينكما ، وجعلتُ عُمرَ أحدكما أطول من عُمرِ صاحبه ، فأيّكما يُؤثر أخاه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فكلاهما كره الموت ، فأوحى الله إليهما : (( عبديَّ ، ألا كُنتما مثلَ وليي علي بن أبي طالب ؛ آخيتُ بينه وبين نبيي فآثره بالحياة على نفسه ، ثمّ رقَد على فراشه يُفديهِ بمهجته ؟ اهبطا إلى الأرض فاحفظاه منْ عدوّه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فهبط جبرائيل فجلس عند راسه ، وميكائيل عند رجليه ، وجعل جبرائيل يقول : بخٍ بخٍ ، مَنْ مثلك يابنَ أبي طالب والله عزّ وجل يُباهي بك الملائكة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ودرجة الإخوّة درجة عظيمة ومنزلتها منزلة رفيعة ؛ ولهذا ل</w:t>
      </w:r>
      <w:r w:rsidR="001A64C2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بعث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ابن عمّه مسلم بن عقيل إلى أهل الكوفة ، كتب إليهم معه : (( وأنا باعثٌ إليكم أخي وابن عمّي ، وثقتي من أهل بيتي مسلم بن عقيل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وقد قام مسلم بأعباء هذه الإخوّة وحقّق ظنّ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فيه ، ول</w:t>
      </w:r>
      <w:r w:rsidR="001A64C2">
        <w:rPr>
          <w:rFonts w:hint="cs"/>
          <w:rtl/>
          <w:lang w:bidi="fa-IR"/>
        </w:rPr>
        <w:t>ـ</w:t>
      </w:r>
      <w:r>
        <w:rPr>
          <w:rtl/>
          <w:lang w:bidi="fa-IR"/>
        </w:rPr>
        <w:t>مّا خذله أهل الكوفة وتفرّقوا عنه ، وأرسل إليه ابن زياد سبعين رجلاً مع محمّد بن الأشعث ، وسمع مسلم وقع حوافر الخيل وأصوات الرجال ، علم أنّه قد اُتي في طلبه فخرج إليهم بسيفه ، واقتحموا عليه الدار ، فشدّ عليهم يضربهم بسيفه حتّى أ</w:t>
      </w:r>
      <w:r w:rsidR="001A64C2">
        <w:rPr>
          <w:rtl/>
          <w:lang w:bidi="fa-IR"/>
        </w:rPr>
        <w:t>خرجهم من الدار ، ثمّ عادوا إليه</w:t>
      </w:r>
      <w:r>
        <w:rPr>
          <w:rtl/>
          <w:lang w:bidi="fa-IR"/>
        </w:rPr>
        <w:t>، فشدّ عليهم كذلك ، فأخرجهم مراراً وقتل منهم جماعة ، فلَمّا رأوا ذلك ، أشرفوا عليه من فوق البيت يرمونه بالحجارة ، ويُلهبون النّار في القصب ويرمونها عليه ، فخرج عليهم مُصلتاً سيفه في السّكة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8"/>
        <w:gridCol w:w="272"/>
        <w:gridCol w:w="3490"/>
      </w:tblGrid>
      <w:tr w:rsidR="001A64C2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t>أقسمتُ لا اُقتلُ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حُرّا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64C2" w:rsidRDefault="001A64C2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64C2" w:rsidRDefault="001A64C2" w:rsidP="008C3E0B">
            <w:pPr>
              <w:pStyle w:val="libPoem"/>
            </w:pPr>
            <w:r>
              <w:rPr>
                <w:rtl/>
                <w:lang w:bidi="fa-IR"/>
              </w:rPr>
              <w:t>وإنْ رأيتُ الموتَ شيئاً نُكْرَا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وتكاثروا عليه بعدما اُثخن بالجراح ، فطعنه رجل من خلفه فخرّ إلى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A04E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الأرض فاُخذ أسيراً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زياد : اصعدوا به فوق القصر فاضربوا عنقه ، ثمّ اتبعوه جسده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ففُعل به ذلك ، فلمّا بلغ خبره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استعبر باكياً ، ثمّ قال : (( رحم الله مُسلماً ، فلقد صار إلى رَوح الله وريحانه ، وتحيّاته ورضوانه ، أما أنّه قد قضى ما عليه وبقي ما علينا ))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CA04EF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CA04EF" w:rsidRDefault="00CA04EF" w:rsidP="008C3E0B">
            <w:pPr>
              <w:pStyle w:val="libPoem"/>
            </w:pPr>
            <w:r>
              <w:rPr>
                <w:rtl/>
                <w:lang w:bidi="fa-IR"/>
              </w:rPr>
              <w:t>يا مُسلمُ بنَ عقيلٍ لا أغبَّ ثرَى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A04EF" w:rsidRDefault="00CA04EF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A04EF" w:rsidRDefault="00CA04EF" w:rsidP="008C3E0B">
            <w:pPr>
              <w:pStyle w:val="libPoem"/>
            </w:pPr>
            <w:r>
              <w:rPr>
                <w:rtl/>
                <w:lang w:bidi="fa-IR"/>
              </w:rPr>
              <w:t>ضريحِكَ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مُزنُ هطّالاً وهتّانا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A04EF" w:rsidTr="008C3E0B">
        <w:trPr>
          <w:trHeight w:val="350"/>
        </w:trPr>
        <w:tc>
          <w:tcPr>
            <w:tcW w:w="3920" w:type="dxa"/>
          </w:tcPr>
          <w:p w:rsidR="00CA04EF" w:rsidRDefault="00CA04EF" w:rsidP="008C3E0B">
            <w:pPr>
              <w:pStyle w:val="libPoem"/>
            </w:pPr>
            <w:r>
              <w:rPr>
                <w:rtl/>
                <w:lang w:bidi="fa-IR"/>
              </w:rPr>
              <w:t>بذلتَ نفْسكَ في مرضاةِ خالِقِها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A04EF" w:rsidRDefault="00CA04EF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A04EF" w:rsidRDefault="00CA04EF" w:rsidP="008C3E0B">
            <w:pPr>
              <w:pStyle w:val="libPoem"/>
            </w:pPr>
            <w:r>
              <w:rPr>
                <w:rtl/>
                <w:lang w:bidi="fa-IR"/>
              </w:rPr>
              <w:t>حتّى قضيتَ بسيفِ البغْي ظمْآنا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5248A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5248A0">
      <w:pPr>
        <w:pStyle w:val="Heading2Center"/>
        <w:rPr>
          <w:lang w:bidi="fa-IR"/>
        </w:rPr>
      </w:pPr>
      <w:bookmarkStart w:id="53" w:name="_Toc18255866"/>
      <w:r>
        <w:rPr>
          <w:rtl/>
          <w:lang w:bidi="fa-IR"/>
        </w:rPr>
        <w:t>المجلس السّابع والتسعون بعد المئة</w:t>
      </w:r>
      <w:bookmarkEnd w:id="53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</w:t>
      </w:r>
      <w:r w:rsidR="005248A0">
        <w:rPr>
          <w:rFonts w:hint="cs"/>
          <w:rtl/>
          <w:lang w:bidi="fa-IR"/>
        </w:rPr>
        <w:t>ـ</w:t>
      </w:r>
      <w:r>
        <w:rPr>
          <w:rtl/>
          <w:lang w:bidi="fa-IR"/>
        </w:rPr>
        <w:t>مّا بُويع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بالخ</w:t>
      </w:r>
      <w:r w:rsidR="005248A0">
        <w:rPr>
          <w:rtl/>
          <w:lang w:bidi="fa-IR"/>
        </w:rPr>
        <w:t>لافة ، خرج إلى المسجد مُتعمّماً</w:t>
      </w:r>
      <w:r>
        <w:rPr>
          <w:rtl/>
          <w:lang w:bidi="fa-IR"/>
        </w:rPr>
        <w:t xml:space="preserve"> بعمامة رسول الله (</w:t>
      </w:r>
      <w:r w:rsidR="00C638D3" w:rsidRPr="00C638D3">
        <w:rPr>
          <w:rStyle w:val="libAlaemChar"/>
          <w:rtl/>
        </w:rPr>
        <w:t>صلى‌الله‌عليه‌وآله</w:t>
      </w:r>
      <w:r w:rsidR="005248A0">
        <w:rPr>
          <w:rtl/>
          <w:lang w:bidi="fa-IR"/>
        </w:rPr>
        <w:t>)</w:t>
      </w:r>
      <w:r>
        <w:rPr>
          <w:rtl/>
          <w:lang w:bidi="fa-IR"/>
        </w:rPr>
        <w:t>، لابساً بُردة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مُنتعلاً نعل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مُتقلّداً سيف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فصعد المنبر فجلس عليه متمكّناً ، ثمّ شبك بين أص</w:t>
      </w:r>
      <w:r w:rsidR="005248A0">
        <w:rPr>
          <w:rtl/>
          <w:lang w:bidi="fa-IR"/>
        </w:rPr>
        <w:t>ابعه فوضعها أسفل بطنه ، ثمّ قال</w:t>
      </w:r>
      <w:r>
        <w:rPr>
          <w:rtl/>
          <w:lang w:bidi="fa-IR"/>
        </w:rPr>
        <w:t>: (( يا معشر النّاس ، سلوني قبل أنْ تفقدوني ، هذا سفطُ العلم ، هذا لعاب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هذا ما زقّني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زقاًّ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سلوني فإنّ عندي علم الأوّلين والآخرين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أمَا والله ، لو ثُنيت لي الوسادة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وجلست عليها ، لأفتيتُ أهلَ التَّوراة بتوراتهم ، وأهلَ الإنجيل بإنجيلهم ، وأهلَ القُرآن بقرآنهم حتّى ينطق كلُّ واحدٍ من هذه الكتب ، فيقول : صدقَ عليٌّ ما كذب ، لقد أفتاكم بما أنزل الله فيَّ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وأنتم تتلون القرآن ليلاً ونهاراً ، فهل فيكم أحدٌ يعلم ما أنزل الله فيه ؟ ولولا آيةٌ في كتاب الله عزّ وجل ، لأخبرتُكم بما كان وبما يكون وبما هو كائن إلى يوم القيامة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وهي هذه الآية : </w:t>
      </w:r>
      <w:r w:rsidRPr="005248A0">
        <w:rPr>
          <w:rStyle w:val="libAlaemChar"/>
          <w:rtl/>
        </w:rPr>
        <w:t>(</w:t>
      </w:r>
      <w:r w:rsidRPr="005248A0">
        <w:rPr>
          <w:rStyle w:val="libAieChar"/>
          <w:rtl/>
        </w:rPr>
        <w:t xml:space="preserve"> يَمْحُوا اللّهُ مَا يَشَاءُ وَيُثْبِتُ وَعِندَهُ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800C80">
        <w:rPr>
          <w:rtl/>
          <w:lang w:bidi="fa-IR"/>
        </w:rPr>
        <w:t>_</w:t>
      </w:r>
    </w:p>
    <w:p w:rsidR="00800C80" w:rsidRDefault="00C92D11" w:rsidP="0023704B">
      <w:pPr>
        <w:pStyle w:val="libFootnote0"/>
        <w:rPr>
          <w:lang w:bidi="fa-IR"/>
        </w:rPr>
      </w:pPr>
      <w:r w:rsidRPr="0023704B">
        <w:rPr>
          <w:rtl/>
        </w:rPr>
        <w:t>(1)</w:t>
      </w:r>
      <w:r>
        <w:rPr>
          <w:rtl/>
          <w:lang w:bidi="fa-IR"/>
        </w:rPr>
        <w:t xml:space="preserve"> أو : لو ثُنيت لي وسا</w:t>
      </w:r>
      <w:r w:rsidR="0023704B">
        <w:rPr>
          <w:rtl/>
          <w:lang w:bidi="fa-IR"/>
        </w:rPr>
        <w:t>دة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المولف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3704B">
      <w:pPr>
        <w:pStyle w:val="libNormal0"/>
        <w:rPr>
          <w:lang w:bidi="fa-IR"/>
        </w:rPr>
      </w:pPr>
      <w:r w:rsidRPr="0023704B">
        <w:rPr>
          <w:rStyle w:val="libAieChar"/>
          <w:rtl/>
        </w:rPr>
        <w:lastRenderedPageBreak/>
        <w:t xml:space="preserve">اُمّ الْكِتَابِ </w:t>
      </w:r>
      <w:r w:rsidRPr="0023704B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سلوني قبل أنْ تفقدوني ، فوالذي فَلَقَ الحبّة وبرأ النّسمة ، لو سألتموني عن أيّةِ آية ، في ليلٍ نزلت أو في نهار ، مكِّيِّها ومدنيِّها ، سفريِّها وحضريِّها ، ناسخها ومنسوخها ، محكمها ومتشابهها ، وتأويلها وتنزيلها ، لأخبرتكم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إليه رجل يُقال له : ذعلب ، وكان ذرب اللسان بليغاً في الخطب شجاع القلب ، فقال : لقد ارتقى ابن أبي طالب مرقاة صعبة ، لاُخجِّلنّه اليوم لكم في مسألتي إيّاه ، فقال : يا أمير المؤمنين ، هل رأيت ربّك ؟ فقال : (( ويلك يا ذعلب ! لمْ أكنْ بالذي أعبدُ ربّاً لَمْ أره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كيف رأيته ؟ صفه لنا ؟ قال : (( ويلك ! لمْ ترَه العيون بمشاهدة الأبصار ، ولكنْ رأته القلوب بحقائق الإيمان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ويلك يا ذعلب ! إنّ ربّي لا يُوصف بالبُعد ولا بالقُرب ، ولا بالحركة ولا بالسّكون ، ولا بقيام قيام انتصابٍ ولا بجيئة وذهاب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لطيفُ اللّطافة لا يُوصف باللّطف ، عظيمُ العظمة لا يُوصف بالعظم ، كبيرُ الكبر لا يُوصف بالكبر ، جليلُ الجلالة لا يُوصف بالغلظ ، رؤوفُ الرحمة لا يُوصف بالرّقة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مؤمنٌ لا بعبادة ، مدركٌ لا بمحسّة ، قائلٌ لا بلفظ ، هو في الأشياء على غير ممازجة ، خارجٌ عنها على غير مباينة ، فوق كلِّ شي ولا يُقال له فوق ، أمام كلّ شيء ولا يُقال له أمام ، داخلٌ في الأشياء لا كشيء في شيء داخل ، وخارج منها لا كشيء من شيء خارج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فخرّ ذعلب مغشيّاً عليه ، ثُمّ قال : تَاللهِ ، ما سمعت بمثل هذا الجواب ، والله ، لا عُدت إلى مثلها أبداً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سلوني قبل أنْ تفقدوني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إليه رجل من أقصى المسجد متوكّئاً على عكّازه ، فلمْ يزلْ يتخطّى النّاس حتّى دنا منه ، فقال : يا أمير المؤمنين ، دلّني على عمل إذا أنا عملته نجّاني الله من النّار ؟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 : (( اسمع يا هذا ، ثمّ افهم ثمّ استيقن ، قامت الدنيا بثلاثة : بعالمٍ ناطق مستعملٍ لعلمه ، وبغنيٍّ لا يبخ</w:t>
      </w:r>
      <w:r w:rsidR="00294D0D">
        <w:rPr>
          <w:rtl/>
          <w:lang w:bidi="fa-IR"/>
        </w:rPr>
        <w:t>ل بماله عن أهل دين الله عزّ وجل</w:t>
      </w:r>
      <w:r>
        <w:rPr>
          <w:rtl/>
          <w:lang w:bidi="fa-IR"/>
        </w:rPr>
        <w:t>، وبفقير صابر ؛ فإذا كتم العالمُ علمه ، وبخل الغنيُّ ، ولمْ يصبر</w:t>
      </w:r>
      <w:r w:rsidR="00294D0D">
        <w:rPr>
          <w:rtl/>
          <w:lang w:bidi="fa-IR"/>
        </w:rPr>
        <w:t>ْ الفقير ، فعندها الويل والثبور</w:t>
      </w:r>
      <w:r>
        <w:rPr>
          <w:rtl/>
          <w:lang w:bidi="fa-IR"/>
        </w:rPr>
        <w:t>! وعندها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C92D11">
        <w:rPr>
          <w:rtl/>
          <w:lang w:bidi="fa-IR"/>
        </w:rPr>
        <w:t>__</w:t>
      </w:r>
    </w:p>
    <w:p w:rsidR="00800C80" w:rsidRDefault="00C92D11" w:rsidP="00294D0D">
      <w:pPr>
        <w:pStyle w:val="libFootnote0"/>
        <w:rPr>
          <w:lang w:bidi="fa-IR"/>
        </w:rPr>
      </w:pPr>
      <w:r w:rsidRPr="00294D0D">
        <w:rPr>
          <w:rtl/>
        </w:rPr>
        <w:t>(1)</w:t>
      </w:r>
      <w:r>
        <w:rPr>
          <w:rtl/>
          <w:lang w:bidi="fa-IR"/>
        </w:rPr>
        <w:t xml:space="preserve"> سورة الرعد / 39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94D0D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يعرف العارفون بالله أنّ الدار قد رجعت إلى بدئها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أيّها السّائل ، لا تغترنّ بكثرة المساجد ، وجماعة أقوام أجسادُهم مجتمعة وقلوبهم شتّى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أيّها السّائل ، إنّما النّاس ثلاثة : زاهد ، وراغب ، وصابر ؛ فأمّا الزاهد فلا يفرح بشيء من الدنيا أدركه ، ولا يحزن على شيء منها فاته ؛ وأمّا الصابر فيتمنّاها بقلبه ، فإنْ أدرك منها شيئاً صرف عنها نفسه ؛ لِمَا يعلم من سوء عاقبتها ؛ وأمّا الراغب فلا يُبالي مِن حلٍّ أصابها ، أمْ من حرام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يا أمير المؤمنين ، فما علامة المؤمن في ذلك الزمان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ينظر إلى ما أوجب الله عليه من حقٍّ فيتولاّه ، وينظر إلى ما خالفه فيتبرّأ منه وإنْ كان حبيباً قريباً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صدقت والله ، يا أمير المؤمنين</w:t>
      </w:r>
      <w:r w:rsidR="00343D55">
        <w:rPr>
          <w:rtl/>
          <w:lang w:bidi="fa-IR"/>
        </w:rPr>
        <w:t>.</w:t>
      </w:r>
    </w:p>
    <w:p w:rsidR="00800C80" w:rsidRDefault="00C92D11" w:rsidP="003F45A3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3F45A3">
      <w:pPr>
        <w:pStyle w:val="Heading2Center"/>
        <w:rPr>
          <w:lang w:bidi="fa-IR"/>
        </w:rPr>
      </w:pPr>
      <w:bookmarkStart w:id="54" w:name="_Toc18255867"/>
      <w:r>
        <w:rPr>
          <w:rtl/>
          <w:lang w:bidi="fa-IR"/>
        </w:rPr>
        <w:t>المجلس الثامن والتسعون بعد المئة</w:t>
      </w:r>
      <w:bookmarkEnd w:id="5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الأصبغ بن نباتة : أتى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ومعه قنبر البزّازين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فساوم غلاماً بثوبين ، فماكسه الغلام حتّى اتّفقا على سبعة دراهم ؛ ثوباً بأربعة دراهم ، و</w:t>
      </w:r>
      <w:r w:rsidR="004E4C1E">
        <w:rPr>
          <w:rtl/>
          <w:lang w:bidi="fa-IR"/>
        </w:rPr>
        <w:t>ثوباً بثلاثة دراهم</w:t>
      </w:r>
      <w:r w:rsidR="00343D55">
        <w:rPr>
          <w:rtl/>
          <w:lang w:bidi="fa-IR"/>
        </w:rPr>
        <w:t>.</w:t>
      </w:r>
      <w:r w:rsidR="004E4C1E">
        <w:rPr>
          <w:rtl/>
          <w:lang w:bidi="fa-IR"/>
        </w:rPr>
        <w:t xml:space="preserve"> وقال لقنبر</w:t>
      </w:r>
      <w:r>
        <w:rPr>
          <w:rtl/>
          <w:lang w:bidi="fa-IR"/>
        </w:rPr>
        <w:t>: (( اختر أحد الثوبين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فاختار الذي بأربعة ولبس هو الذي بثلاثة ، وقال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الحمد لله الذي رزقني ما اُواري به عورتي ، واتجمّل به في خلقه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أتى المسجد فكوّم كومةً من حصىً فاستلقى عليها ، فجاء أبو الغلام فقال : إنّ ابني لَمْ يعرفك ، وهذان الدرهمان ربحهما فخذهما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ما كنتُ لأفعل ، فقد ماكسته وماكسني واتّفقنا على رضا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وروي : أنّ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أتى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4E4C1E">
      <w:pPr>
        <w:pStyle w:val="libFootnote0"/>
        <w:rPr>
          <w:lang w:bidi="fa-IR"/>
        </w:rPr>
      </w:pPr>
      <w:r w:rsidRPr="004E4C1E">
        <w:rPr>
          <w:rtl/>
        </w:rPr>
        <w:t>(1)</w:t>
      </w:r>
      <w:r>
        <w:rPr>
          <w:rtl/>
          <w:lang w:bidi="fa-IR"/>
        </w:rPr>
        <w:t xml:space="preserve"> ال</w:t>
      </w:r>
      <w:r w:rsidR="004E4C1E">
        <w:rPr>
          <w:rtl/>
          <w:lang w:bidi="fa-IR"/>
        </w:rPr>
        <w:t>ذين يبيعون البز ، أي : القماش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E4C1E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سوق الكرابيس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فإذا هو برجل وسيم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: (( </w:t>
      </w:r>
      <w:r w:rsidR="004E4C1E">
        <w:rPr>
          <w:rtl/>
          <w:lang w:bidi="fa-IR"/>
        </w:rPr>
        <w:t>يا هذا ، عندك ثوبان بخمسة دراهم</w:t>
      </w:r>
      <w:r>
        <w:rPr>
          <w:rtl/>
          <w:lang w:bidi="fa-IR"/>
        </w:rPr>
        <w:t>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فوثب الرجل فقال : يا أمير المؤمنين ، عندي حاجتك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عرفه مضى عنه ، فوقف على غلام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 غلام ، عندك ثوبان بخمسة دراهم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نعم ، عندي ثوبان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ثوبين أحدهما بثلاثة دراهم والآخر بدرهمين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 قنبر ، خُذ الذي بثلاثة دراهم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أنت أولى به ؛ تصعد المنبر وتخطب النّاس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وأنت شابٌّ ولك شره الشباب ، وأنا أستحي من ربّي أنْ أتفضّل عليك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سمعت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يقول : البسوهُم ممّا تلبسون ، وأطعموهُم ممّا تأكلون ))</w:t>
      </w:r>
      <w:r w:rsidR="00343D55">
        <w:rPr>
          <w:rtl/>
          <w:lang w:bidi="fa-IR"/>
        </w:rPr>
        <w:t>.</w:t>
      </w:r>
    </w:p>
    <w:p w:rsidR="00800C80" w:rsidRDefault="00C92D11" w:rsidP="004E4C1E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المفيد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عليه الرحمة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في الإرشاد : من آيات الله الخارقة للعادة في أمير المؤمنين (</w:t>
      </w:r>
      <w:r w:rsidR="00800C80" w:rsidRPr="00800C80">
        <w:rPr>
          <w:rStyle w:val="libAlaemChar"/>
          <w:rtl/>
        </w:rPr>
        <w:t>عليه‌السلام</w:t>
      </w:r>
      <w:r w:rsidR="004E4C1E">
        <w:rPr>
          <w:rtl/>
          <w:lang w:bidi="fa-IR"/>
        </w:rPr>
        <w:t>)</w:t>
      </w:r>
      <w:r>
        <w:rPr>
          <w:rtl/>
          <w:lang w:bidi="fa-IR"/>
        </w:rPr>
        <w:t xml:space="preserve">، أنّه لمْ يعهد لأحد من مبارزة الأقران ومنازلة الأبطال ما عُرف له على مَرّ الزمان ، </w:t>
      </w:r>
      <w:r w:rsidR="004E4C1E">
        <w:rPr>
          <w:rtl/>
          <w:lang w:bidi="fa-IR"/>
        </w:rPr>
        <w:t>ولمْ يُوجد في ممارسي الحروب إل</w:t>
      </w:r>
      <w:r w:rsidR="004E4C1E">
        <w:rPr>
          <w:rFonts w:hint="cs"/>
          <w:rtl/>
          <w:lang w:bidi="fa-IR"/>
        </w:rPr>
        <w:t>ّ</w:t>
      </w:r>
      <w:r w:rsidR="004E4C1E">
        <w:rPr>
          <w:rtl/>
          <w:lang w:bidi="fa-IR"/>
        </w:rPr>
        <w:t>ا</w:t>
      </w:r>
      <w:r>
        <w:rPr>
          <w:rtl/>
          <w:lang w:bidi="fa-IR"/>
        </w:rPr>
        <w:t xml:space="preserve"> مَن أ</w:t>
      </w:r>
      <w:r w:rsidR="004E4C1E">
        <w:rPr>
          <w:rtl/>
          <w:lang w:bidi="fa-IR"/>
        </w:rPr>
        <w:t>صابته بشرٍّ أو جراحة أو شين إل</w:t>
      </w:r>
      <w:r w:rsidR="004E4C1E">
        <w:rPr>
          <w:rFonts w:hint="cs"/>
          <w:rtl/>
          <w:lang w:bidi="fa-IR"/>
        </w:rPr>
        <w:t>ّ</w:t>
      </w:r>
      <w:r w:rsidR="004E4C1E">
        <w:rPr>
          <w:rtl/>
          <w:lang w:bidi="fa-IR"/>
        </w:rPr>
        <w:t>ا</w:t>
      </w:r>
      <w:r>
        <w:rPr>
          <w:rtl/>
          <w:lang w:bidi="fa-IR"/>
        </w:rPr>
        <w:t xml:space="preserve"> أمير المؤمنين (</w:t>
      </w:r>
      <w:r w:rsidR="004E4C1E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فإنّه لمْ ينلْه مع طول زمان حروبه جراحٌ من عدو ، ولا شينٌ ، ولا وصل إليه بسوء حتّى كان من اغتيال ابن ملجم له ما كان ، وهذه اُعجوبة أفرده الله في الآية فيها ، ودلّ بذلك على مكانه منه ، وتخصّصه بكرامته التي بان بفضلها من كافّة الأنام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: ومن آيات الله تعالى فيه </w:t>
      </w:r>
      <w:r w:rsidR="004E4C1E">
        <w:rPr>
          <w:rtl/>
          <w:lang w:bidi="fa-IR"/>
        </w:rPr>
        <w:t>، أنّه لا يوجد ممارس للحروب إل</w:t>
      </w:r>
      <w:r w:rsidR="004E4C1E">
        <w:rPr>
          <w:rFonts w:hint="cs"/>
          <w:rtl/>
          <w:lang w:bidi="fa-IR"/>
        </w:rPr>
        <w:t>ّ</w:t>
      </w:r>
      <w:r w:rsidR="004E4C1E">
        <w:rPr>
          <w:rtl/>
          <w:lang w:bidi="fa-IR"/>
        </w:rPr>
        <w:t>ا</w:t>
      </w:r>
      <w:r>
        <w:rPr>
          <w:rtl/>
          <w:lang w:bidi="fa-IR"/>
        </w:rPr>
        <w:t xml:space="preserve"> وهو ظافر بعدوه مرّة ، وغير ظافر به اُخرى ، ومَن جرح منهم خصمه ؛ فمرّة يموت من جرحه ، ومرّة يُعافى ، ولمْ يعهدْ شخص لمْ يفلتْ منه قَ</w:t>
      </w:r>
      <w:r w:rsidR="004E4C1E">
        <w:rPr>
          <w:rtl/>
          <w:lang w:bidi="fa-IR"/>
        </w:rPr>
        <w:t>رنٌ ، ولا نجا من ضربته أحدٌ إل</w:t>
      </w:r>
      <w:r w:rsidR="004E4C1E">
        <w:rPr>
          <w:rFonts w:hint="cs"/>
          <w:rtl/>
          <w:lang w:bidi="fa-IR"/>
        </w:rPr>
        <w:t>ّ</w:t>
      </w:r>
      <w:r w:rsidR="004E4C1E">
        <w:rPr>
          <w:rtl/>
          <w:lang w:bidi="fa-IR"/>
        </w:rPr>
        <w:t>ا</w:t>
      </w:r>
      <w:r>
        <w:rPr>
          <w:rtl/>
          <w:lang w:bidi="fa-IR"/>
        </w:rPr>
        <w:t xml:space="preserve">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فإنّه لا مرية في ظفره بكلِّ قَرن بارزه ، وإهلاكه كلَّ بطلٍ نازله ، وهذا ما انفرد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</w:p>
    <w:p w:rsidR="00C92D11" w:rsidRDefault="00C92D11" w:rsidP="004E4C1E">
      <w:pPr>
        <w:pStyle w:val="libFootnote0"/>
        <w:rPr>
          <w:lang w:bidi="fa-IR"/>
        </w:rPr>
      </w:pPr>
      <w:r w:rsidRPr="004E4C1E">
        <w:rPr>
          <w:rtl/>
        </w:rPr>
        <w:t>(1)</w:t>
      </w:r>
      <w:r>
        <w:rPr>
          <w:rtl/>
          <w:lang w:bidi="fa-IR"/>
        </w:rPr>
        <w:t xml:space="preserve"> الكرابيس : جمع كرباس ، بوزن مصباح ، وهو الخام الغليظ</w:t>
      </w:r>
      <w:r w:rsidR="00343D55">
        <w:rPr>
          <w:rtl/>
          <w:lang w:bidi="fa-IR"/>
        </w:rPr>
        <w:t>.</w:t>
      </w:r>
    </w:p>
    <w:p w:rsidR="00C92D11" w:rsidRDefault="00C92D11" w:rsidP="004E4C1E">
      <w:pPr>
        <w:pStyle w:val="libFootnote0"/>
        <w:rPr>
          <w:lang w:bidi="fa-IR"/>
        </w:rPr>
      </w:pPr>
      <w:r w:rsidRPr="004E4C1E">
        <w:rPr>
          <w:rtl/>
        </w:rPr>
        <w:t>(2)</w:t>
      </w:r>
      <w:r w:rsidR="004E4C1E">
        <w:rPr>
          <w:rtl/>
          <w:lang w:bidi="fa-IR"/>
        </w:rPr>
        <w:t xml:space="preserve"> جميل الصورة</w:t>
      </w:r>
      <w:r w:rsidR="00343D55">
        <w:rPr>
          <w:rtl/>
          <w:lang w:bidi="fa-IR"/>
        </w:rPr>
        <w:t>.</w:t>
      </w:r>
      <w:r w:rsidR="004E4C1E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8069D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به من كافّة الأنام ، وخرق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عزّ وجل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به العادة في كلّ حين وزمان ، وهو من دلائله الواضحة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ومِن آيات الله تعالى فيه ، أنّه مع طول ممارسته للحروب ، وكثرة مَن حاربه من الشجعان واحتيالهم عليه ، وبذلهم الجُهد في الفتك به ، ما ولّى أحداً منهم ظهره ، ولا تزحزح عن مكانه ، ولا هاب أحداً من أقرانه ، ولمْ يلقَ أحدٌ سواه خصما</w:t>
      </w:r>
      <w:r w:rsidR="00F8069D">
        <w:rPr>
          <w:rtl/>
          <w:lang w:bidi="fa-IR"/>
        </w:rPr>
        <w:t>ً له في حربٍ إل</w:t>
      </w:r>
      <w:r w:rsidR="00F8069D">
        <w:rPr>
          <w:rFonts w:hint="cs"/>
          <w:rtl/>
          <w:lang w:bidi="fa-IR"/>
        </w:rPr>
        <w:t>ّ</w:t>
      </w:r>
      <w:r w:rsidR="00F8069D">
        <w:rPr>
          <w:rtl/>
          <w:lang w:bidi="fa-IR"/>
        </w:rPr>
        <w:t>ا</w:t>
      </w:r>
      <w:r>
        <w:rPr>
          <w:rtl/>
          <w:lang w:bidi="fa-IR"/>
        </w:rPr>
        <w:t xml:space="preserve"> كان مرّة يثبت له ومرّة ينحرف عنه ، وتارة يقدم عليه وتارة يحجم عنه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ومِن آياته التي انفرد بها ، ظهور مناقبه في الخاصّة والعامّة مع كثرة المنحرفين عنه ، وتوفر الأسباب إلى كتمان فضله ، وكون الدُّنيا في يد خصومه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وقد استفاض عن الشعبي </w:t>
      </w:r>
      <w:r w:rsidR="00F8069D">
        <w:rPr>
          <w:rtl/>
          <w:lang w:bidi="fa-IR"/>
        </w:rPr>
        <w:t>أنّه كان يقول</w:t>
      </w:r>
      <w:r>
        <w:rPr>
          <w:rtl/>
          <w:lang w:bidi="fa-IR"/>
        </w:rPr>
        <w:t>: لقد كنتُ أسمع خطباء بني اُميّة يسبّون أمير المؤمنين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منابرهم وكإنّما يُشال إلى السّماء ؛ ويمدحون أسلافهم على منابرهم وكأنّهم يكشفون عن جيفة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الوليد بن عبد الملك لبنيه : عليكم بالدِّين ؛ فإنّي لمْ أرَ الدِّينَ بَنى شيئاً فهدمته الدنيا ، ورأيت الدُّنيا قد بنت بُنياناً فهدمه الدين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مازلتُ أسمع أهلنا يسبّون علي بن أبي طالب ويدفنون فضائله ، ويحملون النّاس على شنآن</w:t>
      </w:r>
      <w:r w:rsidR="00F8069D">
        <w:rPr>
          <w:rtl/>
          <w:lang w:bidi="fa-IR"/>
        </w:rPr>
        <w:t>ه ، فلا يزيده ذلك في القلوب إل</w:t>
      </w:r>
      <w:r w:rsidR="00F8069D">
        <w:rPr>
          <w:rFonts w:hint="cs"/>
          <w:rtl/>
          <w:lang w:bidi="fa-IR"/>
        </w:rPr>
        <w:t>ّ</w:t>
      </w:r>
      <w:r w:rsidR="00F8069D">
        <w:rPr>
          <w:rtl/>
          <w:lang w:bidi="fa-IR"/>
        </w:rPr>
        <w:t>ا</w:t>
      </w:r>
      <w:r>
        <w:rPr>
          <w:rtl/>
          <w:lang w:bidi="fa-IR"/>
        </w:rPr>
        <w:t xml:space="preserve"> قُرباً ، ويجتهدون في تقريبهم من نفوس الخلق ، فلا يزيدهم ذلك من</w:t>
      </w:r>
      <w:r w:rsidR="00F8069D">
        <w:rPr>
          <w:rtl/>
          <w:lang w:bidi="fa-IR"/>
        </w:rPr>
        <w:t xml:space="preserve"> القلوب إل</w:t>
      </w:r>
      <w:r w:rsidR="00F8069D">
        <w:rPr>
          <w:rFonts w:hint="cs"/>
          <w:rtl/>
          <w:lang w:bidi="fa-IR"/>
        </w:rPr>
        <w:t>ّ</w:t>
      </w:r>
      <w:r w:rsidR="00F8069D">
        <w:rPr>
          <w:rtl/>
          <w:lang w:bidi="fa-IR"/>
        </w:rPr>
        <w:t>ا</w:t>
      </w:r>
      <w:r>
        <w:rPr>
          <w:rtl/>
          <w:lang w:bidi="fa-IR"/>
        </w:rPr>
        <w:t xml:space="preserve"> بُعداً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المفيد : وفيما انتهى إليه الأمر من دفن فضائل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والحيلولة بين العلماء ونشرها ، ما لا شبهة فيه على عاقل ، حتّى كان الرجل إذا أراد الرواية عنه لمْ يستطع أن يذكر اسمه ، فيقول : حدّثني رجلٌ من أصحاب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أو رجل من قريش ، ومنهم مَن يقول : حدّثني أبو زينب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عكرمة عن بعض اُمّهات المؤمنين حديثاً فيه : فخرج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متوكّئاً على رَجُلين من أهل بيته ؛ أحدهما الفضل بن العبّاس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فحكى ذلك عكرمة لابن عبّاس ، فقال له : أتعرف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F8069D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الرجل الآخر ؟ قال : لا ، لمْ تُسمّه 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ذاك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وما كانت اُمّناً تذكره بخير وهي تستطيع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وكانت ولاة الجور تضرب بالسّياط مَنْ ذكره ، بل تضرب الرقاب على ذلك وتحرّض النّاس على البراءة منه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والعادة جارية ، أنّ مَن يُتّفق له ذلك لا يُذكر ب</w:t>
      </w:r>
      <w:r w:rsidR="00F8069D">
        <w:rPr>
          <w:rtl/>
          <w:lang w:bidi="fa-IR"/>
        </w:rPr>
        <w:t>خير فضلاً عن أنْ تُذكر له مناقب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ومِن آيات الله تعالى فيه ، أنّه لمْ يبتلِ أحدٌ في ولده وذرّيّته بمثل ما ابتُلي به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ذرّيّته ؛ وذلك أنّه لمْ يُعرف خوفٌ شمل جماعة من ولد نبيٍّ ولا إمام ، ولا ملكٍ ولا برٍّ ولا فاجر ، كالخوف الذي شمل ذرّيّة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ولا لحق أحداً من القتل والطرد عن الأوطان والإخافة ما لحق ذرّيّته وولده ، ولم يجرِ على طائفة من النّاس من ضروب النِّكال ما جرى عليهم ؛ فقُتلوا بالفتك والغيلة والاحتيال ، وبُني على بشرٍ منهم من البنيان وهم أحياء ، وعُذّبوا بالجوع والعطش حتّى ماتوا ، وأحوجهم ذلك إلى مفارقة الأوطان والتغرّب في البلدان ، وكتمان نسبهم والاستخفاء حتّى عن أحبّائهم ، وجانبهم النّاس مخافة على أنفسهم وذراريهم من جبابرة الزمان ؛ وكلُّ ذلك يُوجب قلّة عددهم وانقطاع نسلهم ، وهم مع ذلك أكثر ذرّيّة أحد من الأنبياء والأولياء وسائر النّاس ، وفي ذلك خرق للعادة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وكفى في ذلك أنّ بني اُميّة قد قتلوا في يوم كربلاء من آل الرسول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سبعة عشر رجلاً ، وقتلوا جماعة من الأطفال ، وقتلوا مسلم بن عقيل بالكوفة ، ولمْ يبقَ منهم غيرُ العليل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وثلاثة أو أربعة من الصبيان ، وسمّوا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وقتلوا زيد بن علي ، ويحيى بن زيد وغيرهم من بني هاشم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وقتل بنو العبّاس الكثيرين منهم ، وبنَوا على بعضهم الحيطان وهدموا عليهم ا</w:t>
      </w:r>
      <w:r w:rsidR="00B020E7">
        <w:rPr>
          <w:rtl/>
          <w:lang w:bidi="fa-IR"/>
        </w:rPr>
        <w:t>لحبوس ، وما زادهم الله بذلك إل</w:t>
      </w:r>
      <w:r w:rsidR="00B020E7">
        <w:rPr>
          <w:rFonts w:hint="cs"/>
          <w:rtl/>
          <w:lang w:bidi="fa-IR"/>
        </w:rPr>
        <w:t>ّ</w:t>
      </w:r>
      <w:r w:rsidR="00B020E7">
        <w:rPr>
          <w:rtl/>
          <w:lang w:bidi="fa-IR"/>
        </w:rPr>
        <w:t>ا</w:t>
      </w:r>
      <w:r>
        <w:rPr>
          <w:rtl/>
          <w:lang w:bidi="fa-IR"/>
        </w:rPr>
        <w:t xml:space="preserve"> بركةً ونموّاً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B020E7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B020E7" w:rsidRDefault="00B020E7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تَتبْعوكُمْ ورامُوا محْوَ فضلِكمُ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020E7" w:rsidRDefault="00B020E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020E7" w:rsidRDefault="00B020E7" w:rsidP="008C3E0B">
            <w:pPr>
              <w:pStyle w:val="libPoem"/>
            </w:pPr>
            <w:r>
              <w:rPr>
                <w:rtl/>
                <w:lang w:bidi="fa-IR"/>
              </w:rPr>
              <w:t>وخيّبَ اللهُ مَنْ في ذلكُمْ طمِعا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20E7" w:rsidTr="008C3E0B">
        <w:trPr>
          <w:trHeight w:val="350"/>
        </w:trPr>
        <w:tc>
          <w:tcPr>
            <w:tcW w:w="3920" w:type="dxa"/>
          </w:tcPr>
          <w:p w:rsidR="00B020E7" w:rsidRDefault="00B020E7" w:rsidP="008C3E0B">
            <w:pPr>
              <w:pStyle w:val="libPoem"/>
            </w:pPr>
            <w:r>
              <w:rPr>
                <w:rtl/>
                <w:lang w:bidi="fa-IR"/>
              </w:rPr>
              <w:t>أنّى وفي الصلواتِ الخمسِ ذكْركُمُ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20E7" w:rsidRDefault="00B020E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20E7" w:rsidRDefault="00B020E7" w:rsidP="008C3E0B">
            <w:pPr>
              <w:pStyle w:val="libPoem"/>
            </w:pPr>
            <w:r>
              <w:rPr>
                <w:rtl/>
                <w:lang w:bidi="fa-IR"/>
              </w:rPr>
              <w:t>لدى التَّشهُّدِ للتوحيدِ قدْ شَفعا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29015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290150">
      <w:pPr>
        <w:pStyle w:val="Heading2Center"/>
        <w:rPr>
          <w:lang w:bidi="fa-IR"/>
        </w:rPr>
      </w:pPr>
      <w:bookmarkStart w:id="55" w:name="_Toc18255868"/>
      <w:r>
        <w:rPr>
          <w:rtl/>
          <w:lang w:bidi="fa-IR"/>
        </w:rPr>
        <w:t>المجلس التاسع والتسعون بعد المئة</w:t>
      </w:r>
      <w:bookmarkEnd w:id="5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الإمام علي لابنه الحسن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: (( لا تدعونَّ إلى مبارزةٍ ، فإنْ دُعيت إليها فأجبْ ؛ فإنّ الداعي إليها باغٍ مقتول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قيل : أنّه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ما دعا إلى مبارزة قط ، وإنّما كان يُدعى هو بعينه ، أو يُدعى : مَن يبارز ؟ فيخرج إليه فيقتله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دعا بنو ربيعة بن عبد شمس بني هاشم إلى البراز يوم بدر ، فخرج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فقتل الوليد ، واشترك هو وحمزة في قتل عتبة بن ربيعة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ودعا طلحة إلى البراز يوم اُحد ، فخرج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إليه فقتله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ودعا مرحب إلى البراز يوم خيبر ، فخرج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إليه فقتله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ودعا عمرو بن عبد ود يوم الخندق إلى البراز ، فخرج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إليه فقتله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ابن أبي الحديد : وإنّ خروجه إلى عمرو يوم الخندق أجلُّ من أنْ يُقال جليلة ، وأعظم </w:t>
      </w:r>
      <w:r w:rsidR="00134B8A">
        <w:rPr>
          <w:rtl/>
          <w:lang w:bidi="fa-IR"/>
        </w:rPr>
        <w:t>من أنْ يُقال عظيمة ، وما هي إل</w:t>
      </w:r>
      <w:r w:rsidR="00134B8A">
        <w:rPr>
          <w:rFonts w:hint="cs"/>
          <w:rtl/>
          <w:lang w:bidi="fa-IR"/>
        </w:rPr>
        <w:t>ّ</w:t>
      </w:r>
      <w:r w:rsidR="00134B8A">
        <w:rPr>
          <w:rtl/>
          <w:lang w:bidi="fa-IR"/>
        </w:rPr>
        <w:t>ا</w:t>
      </w:r>
      <w:r>
        <w:rPr>
          <w:rtl/>
          <w:lang w:bidi="fa-IR"/>
        </w:rPr>
        <w:t xml:space="preserve"> كما قال أبو الهذيل ، وقد سأله سائل : أيّما أعظم منزلة عند الله علي أمْ غيره ؟ فقال : يا ابن أخي ، والله ، لَمبارزة علي عمراً يوم الخندق تعِدل أعمال المهاجرين والأنصار وطاعتهم ، وتُربي عليها ، فضلاً عن رجل واحد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وروي عن ربيعة بن مالك ، قال : أتيت حذيفة بن اليمان ، فقلت : يا أبا عبد الله ، إنّ النّاس يتحدّثون عن علي بن أبي طالب ومناقبه ، فيقول لهم أهل البصرة : إنّكم لتفرّطون في تقريض هذا الرجل ، فهل أنت مُحدّثي بحديث عنه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34B8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أذكره للناس ؟ فقال : يا ربيعة ، ما الذي تسألني عن علي ؟ وما الذي اُحدثك عنه ؟ والذي نفس حذيفة بيده ، لو وُضع جميع أعمال اُمّة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في كفّة ، منذ بعث الله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إلى يوم النّاس هذا ، ووُضع عمل واحد من أعمال علي في الكفّة الاُخرى ، لرجح على أعمالهم كلِّها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ربيعة : ما هذا المدح الذي لا يُقام له ولا يُقعد ولا يُحمل ؟! إنّي لأظنّه إسرافاً يا أبا عبد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حذيفة : يا لُكَع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! وكيف لا يُحمل ؟! وأين كان المسلمون يوم الخندق وقد عبر إليهم عمرو وأصحابه فملكهم الهلع والجزع ، ودعا إلى المبارزة فأحجموا عنه حتّى برز إليه عليٌّ فقتله ؟! والذي نفس حذيفة بيده ، لَعملُه ذلك اليوم أعظمُ أجراً من أعمال اُمّة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إلى هذا اليوم ، وإلى أنْ تقوم القيامة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جابر بن عبد الله الأنصاري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343C1A" w:rsidRPr="00343C1A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والله ، ما</w:t>
      </w:r>
      <w:r w:rsidR="00134B8A">
        <w:rPr>
          <w:rtl/>
          <w:lang w:bidi="fa-IR"/>
        </w:rPr>
        <w:t xml:space="preserve"> شبهت يوم الأحزاب قتل علي عمراً، وتخاذل المشركين بعده إل</w:t>
      </w:r>
      <w:r w:rsidR="00134B8A">
        <w:rPr>
          <w:rFonts w:hint="cs"/>
          <w:rtl/>
          <w:lang w:bidi="fa-IR"/>
        </w:rPr>
        <w:t>ّ</w:t>
      </w:r>
      <w:r w:rsidR="00134B8A">
        <w:rPr>
          <w:rtl/>
          <w:lang w:bidi="fa-IR"/>
        </w:rPr>
        <w:t>ا</w:t>
      </w:r>
      <w:r>
        <w:rPr>
          <w:rtl/>
          <w:lang w:bidi="fa-IR"/>
        </w:rPr>
        <w:t xml:space="preserve"> بما قصّه الله تعالى من قصة طالوت وجالوت في قوله تعالى : </w:t>
      </w:r>
      <w:r w:rsidRPr="00134B8A">
        <w:rPr>
          <w:rStyle w:val="libAlaemChar"/>
          <w:rtl/>
        </w:rPr>
        <w:t>(</w:t>
      </w:r>
      <w:r w:rsidRPr="00134B8A">
        <w:rPr>
          <w:rStyle w:val="libAieChar"/>
          <w:rtl/>
        </w:rPr>
        <w:t xml:space="preserve"> فَهَزَمُوهُم بِإِذْنِ اللّهِ وَقَتَلَ دَاوُدُ جَالُوتَ </w:t>
      </w:r>
      <w:r w:rsidRPr="00134B8A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أبو بكر بن عيّاش : لقد ضرب عليُّ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ضربةً ما كان في الإسلام أيمن منها ، ولقد ضُرب عليٌّ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ضربة ما كان في الإسلام أشأم منها ؛ وهي ضربة عبد الرحمن بن ملجم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وهي الضربة التي شقّت رأس أمير المؤمنين (</w:t>
      </w:r>
      <w:r w:rsidR="00800C80" w:rsidRPr="00800C80">
        <w:rPr>
          <w:rStyle w:val="libAlaemChar"/>
          <w:rtl/>
        </w:rPr>
        <w:t>عليه‌السلام</w:t>
      </w:r>
      <w:r w:rsidR="00134B8A">
        <w:rPr>
          <w:rtl/>
          <w:lang w:bidi="fa-IR"/>
        </w:rPr>
        <w:t>) إلى موضع سجوده ، وهو في صلاته</w:t>
      </w:r>
      <w:r>
        <w:rPr>
          <w:rtl/>
          <w:lang w:bidi="fa-IR"/>
        </w:rPr>
        <w:t>، فنادى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قتلني اللعين ابن اليهوديّة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فُزتُ وربّ الكعبة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أجل والله ، لمْ يكنْ في الإسلام أشأم من تلك الضربة ، فهي التي هدّمت أركان الهُدى وفصمت العُروة الوثقى ، وسدّت باب مدينة علم المصطفى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وهناك ضربات اُخرى في الإسلام مشؤومة ؛ وهي ضربة مالك بن النّسر الكندي للحسين بن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__________________</w:t>
      </w:r>
    </w:p>
    <w:p w:rsidR="00C92D11" w:rsidRDefault="00C92D11" w:rsidP="00F40092">
      <w:pPr>
        <w:pStyle w:val="libFootnote0"/>
        <w:rPr>
          <w:lang w:bidi="fa-IR"/>
        </w:rPr>
      </w:pPr>
      <w:r w:rsidRPr="00F40092">
        <w:rPr>
          <w:rtl/>
        </w:rPr>
        <w:t>(1)</w:t>
      </w:r>
      <w:r w:rsidR="00F40092">
        <w:rPr>
          <w:rtl/>
          <w:lang w:bidi="fa-IR"/>
        </w:rPr>
        <w:t xml:space="preserve"> لكع : لئيم أو ذليل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C92D11" w:rsidP="00F40092">
      <w:pPr>
        <w:pStyle w:val="libFootnote0"/>
        <w:rPr>
          <w:lang w:bidi="fa-IR"/>
        </w:rPr>
      </w:pPr>
      <w:r w:rsidRPr="00F40092">
        <w:rPr>
          <w:rtl/>
        </w:rPr>
        <w:t>(2)</w:t>
      </w:r>
      <w:r>
        <w:rPr>
          <w:rtl/>
          <w:lang w:bidi="fa-IR"/>
        </w:rPr>
        <w:t xml:space="preserve"> سورة البقرة / 251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C02C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بالسّيف على رأسه ، وكان على رأسه برنس فقطع البرنس ووصل السّيف إلى رأسه ، فامتلأ البرنس دماً ، فقال 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لا أكلت بيمينك ولا شربت بها ، وحشرك الله مع القوم الظالمين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وضربة زرعة بن شريك له على كتفه الأيسر ، وضربة رجل له بالسّيف على عاتقه ال</w:t>
      </w:r>
      <w:r w:rsidR="008C02C8">
        <w:rPr>
          <w:rFonts w:hint="cs"/>
          <w:rtl/>
          <w:lang w:bidi="fa-IR"/>
        </w:rPr>
        <w:t>ـ</w:t>
      </w:r>
      <w:r>
        <w:rPr>
          <w:rtl/>
          <w:lang w:bidi="fa-IR"/>
        </w:rPr>
        <w:t>مُقدّس ضربةً كبا بها لوجهه ، وكان قد أعيا فجعل يقوم ويكبو ، وضربة شمر بن ذي الجوشن حين جاء إليه فاحتزّ رأسه الشريف ، وهو يقول : والله ، إنّي لأحتزّ رأسك وأعلم أنّك السيّد ال</w:t>
      </w:r>
      <w:r w:rsidR="008C02C8">
        <w:rPr>
          <w:rFonts w:hint="cs"/>
          <w:rtl/>
          <w:lang w:bidi="fa-IR"/>
        </w:rPr>
        <w:t>ـ</w:t>
      </w:r>
      <w:r>
        <w:rPr>
          <w:rtl/>
          <w:lang w:bidi="fa-IR"/>
        </w:rPr>
        <w:t>مُقدّم ، وابن رسول الله ، وخير النّاس أباً و اُمّاً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18"/>
        <w:gridCol w:w="272"/>
        <w:gridCol w:w="3520"/>
      </w:tblGrid>
      <w:tr w:rsidR="008C02C8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قتلُوهُ بعدَ علمٍ منهُمُ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أنّهُ خامسُ أصحابِ العَبا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8C02C8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8C02C8" w:rsidTr="008C02C8">
        <w:trPr>
          <w:trHeight w:val="350"/>
        </w:trPr>
        <w:tc>
          <w:tcPr>
            <w:tcW w:w="3536" w:type="dxa"/>
            <w:shd w:val="clear" w:color="auto" w:fill="auto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يابنَ الذينَ توارَثُوا ال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8C02C8" w:rsidRDefault="008C02C8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علْيَا قَبيلاً عنْ قبيلِ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C8" w:rsidTr="008C02C8">
        <w:tblPrEx>
          <w:tblLook w:val="04A0"/>
        </w:tblPrEx>
        <w:trPr>
          <w:trHeight w:val="350"/>
        </w:trPr>
        <w:tc>
          <w:tcPr>
            <w:tcW w:w="3536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والسّابقينَ بمجدهمْ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في كلِّ جيلٍ كلَّ جيلِ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C8" w:rsidTr="008C02C8">
        <w:tblPrEx>
          <w:tblLook w:val="04A0"/>
        </w:tblPrEx>
        <w:trPr>
          <w:trHeight w:val="350"/>
        </w:trPr>
        <w:tc>
          <w:tcPr>
            <w:tcW w:w="3536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إنْ تُمسَّ مُنكسِرَ اللّوا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ملقىً على وجهِ الرُّمولِ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C8" w:rsidTr="008C02C8">
        <w:tblPrEx>
          <w:tblLook w:val="04A0"/>
        </w:tblPrEx>
        <w:trPr>
          <w:trHeight w:val="350"/>
        </w:trPr>
        <w:tc>
          <w:tcPr>
            <w:tcW w:w="3536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فلقدْ قُتلتَ مُهذَّباً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منْ كلِّ عيبٍ في القتيلِ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C8" w:rsidTr="008C02C8">
        <w:tblPrEx>
          <w:tblLook w:val="04A0"/>
        </w:tblPrEx>
        <w:trPr>
          <w:trHeight w:val="350"/>
        </w:trPr>
        <w:tc>
          <w:tcPr>
            <w:tcW w:w="3536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جمُّ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مِناقبِ لمْ تكُنْ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تُعطي العِدا كفَّ الذليلِ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C8" w:rsidTr="008C02C8">
        <w:tblPrEx>
          <w:tblLook w:val="04A0"/>
        </w:tblPrEx>
        <w:trPr>
          <w:trHeight w:val="350"/>
        </w:trPr>
        <w:tc>
          <w:tcPr>
            <w:tcW w:w="3536" w:type="dxa"/>
          </w:tcPr>
          <w:p w:rsidR="008C02C8" w:rsidRDefault="008C02C8" w:rsidP="008C3E0B">
            <w:pPr>
              <w:pStyle w:val="libPoem"/>
            </w:pPr>
            <w:r>
              <w:rPr>
                <w:rtl/>
                <w:lang w:bidi="fa-IR"/>
              </w:rPr>
              <w:t>يُهدَى لك الذِّكرُ الجمي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C02C8" w:rsidRDefault="008C02C8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C02C8" w:rsidRDefault="008C02C8" w:rsidP="008C3E0B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لُ على الزَّمانِ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مُستطيلِ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1422E1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1422E1">
      <w:pPr>
        <w:pStyle w:val="Heading2Center"/>
        <w:rPr>
          <w:lang w:bidi="fa-IR"/>
        </w:rPr>
      </w:pPr>
      <w:bookmarkStart w:id="56" w:name="_Toc18255869"/>
      <w:r>
        <w:rPr>
          <w:rtl/>
          <w:lang w:bidi="fa-IR"/>
        </w:rPr>
        <w:lastRenderedPageBreak/>
        <w:t>المجلس المئتين</w:t>
      </w:r>
      <w:bookmarkEnd w:id="5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في كتاب روضة الواعظين بإسناد ذكره : أنّ قريشاً أصابتهم أزمة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شديدة ، وكان أبو طالب ذا عيال كثير ، فقال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للعبّاس عمّه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من أيسر بني هاشم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(( يا عبّاس ، إنّ أخاك أبا طالب كثير العيال ، وقد أصاب النّاس ما ترى من هذه الأزمة ، فانطلق بنا نخفّف عنه من عياله ؛ آخذ من بنيه رجلاً ، وتأخذ من بنيه رجلاً ، فنكفهما عنه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العبّاس : نعم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فانطلقا حتّى أتيا أبا طالب ، فقالا : إنّا نُريد أنْ نخففّ عنك عيالك حتّى ينكشف عن النّاس ما هم فيه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أبو طالب : إنْ تركتما لي عقيلاً ، فاصنعا ما شئتما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فضمّه إليه ، وأخذ العبّاس جعفراً فضمّه إليه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فلَمْ يزل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حتّى بعثه الله نبيّاً</w:t>
      </w:r>
      <w:r w:rsidR="001422E1">
        <w:rPr>
          <w:rtl/>
          <w:lang w:bidi="fa-IR"/>
        </w:rPr>
        <w:t xml:space="preserve"> ، واتّبعه عليٌّ وآمن به وصدّقه</w:t>
      </w:r>
      <w:r>
        <w:rPr>
          <w:rtl/>
          <w:lang w:bidi="fa-IR"/>
        </w:rPr>
        <w:t>، ولَمْ يزل جعفر مع العبّاس حتّى أسلم واستغنى عنه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الصادق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أوّل جماعة كانت ، أنّ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كان يُصلّي وأمير المؤمنين معه ، إذ مرّ أبو طالب به وجعفر معه ، قال : يا بُني ، صِلْ جناحَ ابن عمِّك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أحسّه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تقدَّمَهما ، وانصرف أبو طالب مسروراً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1422E1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422E1" w:rsidRDefault="001422E1" w:rsidP="008C3E0B">
            <w:pPr>
              <w:pStyle w:val="libPoem"/>
            </w:pPr>
            <w:r>
              <w:rPr>
                <w:rtl/>
                <w:lang w:bidi="fa-IR"/>
              </w:rPr>
              <w:t>إنّ عليّاً وجعفراً ثِقتِي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422E1" w:rsidRDefault="001422E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422E1" w:rsidRDefault="001422E1" w:rsidP="008C3E0B">
            <w:pPr>
              <w:pStyle w:val="libPoem"/>
            </w:pPr>
            <w:r>
              <w:rPr>
                <w:rtl/>
                <w:lang w:bidi="fa-IR"/>
              </w:rPr>
              <w:t>عندَ مُلمِ الزَّمانِ والكُرَبِ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22E1" w:rsidTr="008C3E0B">
        <w:trPr>
          <w:trHeight w:val="350"/>
        </w:trPr>
        <w:tc>
          <w:tcPr>
            <w:tcW w:w="3920" w:type="dxa"/>
          </w:tcPr>
          <w:p w:rsidR="001422E1" w:rsidRDefault="001422E1" w:rsidP="008C3E0B">
            <w:pPr>
              <w:pStyle w:val="libPoem"/>
            </w:pPr>
            <w:r>
              <w:rPr>
                <w:rtl/>
                <w:lang w:bidi="fa-IR"/>
              </w:rPr>
              <w:t>لا تخْذُلا وانْصُرا ابنَ عمِّكُما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22E1" w:rsidRDefault="001422E1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22E1" w:rsidRDefault="001422E1" w:rsidP="008C3E0B">
            <w:pPr>
              <w:pStyle w:val="libPoem"/>
            </w:pPr>
            <w:r>
              <w:rPr>
                <w:rtl/>
                <w:lang w:bidi="fa-IR"/>
              </w:rPr>
              <w:t>أخي لاُمِّي منْ بينهمْ وأبي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__________________</w:t>
      </w:r>
    </w:p>
    <w:p w:rsidR="00C92D11" w:rsidRDefault="00C92D11" w:rsidP="008E1D94">
      <w:pPr>
        <w:pStyle w:val="libFootnote0"/>
        <w:rPr>
          <w:lang w:bidi="fa-IR"/>
        </w:rPr>
      </w:pPr>
      <w:r w:rsidRPr="008E1D94">
        <w:rPr>
          <w:rtl/>
        </w:rPr>
        <w:t>(1)</w:t>
      </w:r>
      <w:r>
        <w:rPr>
          <w:rtl/>
          <w:lang w:bidi="fa-IR"/>
        </w:rPr>
        <w:t xml:space="preserve"> الأزْمَة ، بالفتح فالسكون : الشِّ</w:t>
      </w:r>
      <w:r w:rsidR="00182700">
        <w:rPr>
          <w:rtl/>
          <w:lang w:bidi="fa-IR"/>
        </w:rPr>
        <w:t>دَّة ، ويجوز : أزَمَة بفتحتين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182700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lastRenderedPageBreak/>
              <w:t>واللهِ لا أخذلُ النّبيَّ 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يخذلُهُ منْ بنيَّ ذو حسبِ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أبو الحسن المدائني : كتب معاوية إلى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يا أبا الحسن ، إنّ لي فضائل كثيرة ؛ كان أبي سيّداً في الجاهليّة ، وصُيّرت ملكاً في الإسلام ، وأنا صهر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وخال المؤمنين ، وكاتب الوحي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فلمّا قرأ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كتابه ، قال : (( أبالفضائلِ يفخر عليّ ابنُ آكلة الأكباد ؟! يا غُلام اكتب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وأملى عليه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182700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محمّدٌ النّبيُّ أخي وصنوي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وحمزةُ سيّدُ الشُّهداءِ عمِّي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rPr>
          <w:trHeight w:val="350"/>
        </w:trPr>
        <w:tc>
          <w:tcPr>
            <w:tcW w:w="3920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وجعفرٌ الذي يُضحي ويُمسي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يَطيرُ معَ الملائكةِ ابنُ اُمِّي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rPr>
          <w:trHeight w:val="350"/>
        </w:trPr>
        <w:tc>
          <w:tcPr>
            <w:tcW w:w="3920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وبنتُ مُحمّدٍ سَكنِي وعُرسي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مَنوطٌ لحمُها بدَمِي ولحمي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rPr>
          <w:trHeight w:val="350"/>
        </w:trPr>
        <w:tc>
          <w:tcPr>
            <w:tcW w:w="3920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وسِبطا أحمدٍ إبْنايَ منٍها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182700" w:rsidP="008C3E0B">
            <w:pPr>
              <w:pStyle w:val="libPoem"/>
            </w:pPr>
            <w:r>
              <w:rPr>
                <w:rtl/>
                <w:lang w:bidi="fa-IR"/>
              </w:rPr>
              <w:t>فمَنْ منكُمْ له سهمٌ كسهْمِي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rPr>
          <w:trHeight w:val="350"/>
        </w:trPr>
        <w:tc>
          <w:tcPr>
            <w:tcW w:w="3920" w:type="dxa"/>
          </w:tcPr>
          <w:p w:rsidR="00182700" w:rsidRDefault="000C1F4A" w:rsidP="008C3E0B">
            <w:pPr>
              <w:pStyle w:val="libPoem"/>
            </w:pPr>
            <w:r>
              <w:rPr>
                <w:rtl/>
                <w:lang w:bidi="fa-IR"/>
              </w:rPr>
              <w:t>سبقتُكمُ إلى الإسلامِ طُرَّاً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0C1F4A" w:rsidP="008C3E0B">
            <w:pPr>
              <w:pStyle w:val="libPoem"/>
            </w:pPr>
            <w:r>
              <w:rPr>
                <w:rtl/>
                <w:lang w:bidi="fa-IR"/>
              </w:rPr>
              <w:t>غُلاماً ما بلغُتُ أوانَ حِلْمي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blPrEx>
          <w:tblLook w:val="04A0"/>
        </w:tblPrEx>
        <w:trPr>
          <w:trHeight w:val="350"/>
        </w:trPr>
        <w:tc>
          <w:tcPr>
            <w:tcW w:w="3920" w:type="dxa"/>
          </w:tcPr>
          <w:p w:rsidR="00182700" w:rsidRDefault="000C1F4A" w:rsidP="008C3E0B">
            <w:pPr>
              <w:pStyle w:val="libPoem"/>
            </w:pPr>
            <w:r>
              <w:rPr>
                <w:rtl/>
                <w:lang w:bidi="fa-IR"/>
              </w:rPr>
              <w:t>وأوجبَ ليْ ولايتَهُ عليكُمْ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0C1F4A" w:rsidP="008C3E0B">
            <w:pPr>
              <w:pStyle w:val="libPoem"/>
            </w:pPr>
            <w:r>
              <w:rPr>
                <w:rtl/>
                <w:lang w:bidi="fa-IR"/>
              </w:rPr>
              <w:t>رسولُ اللهِ يومَ غديرِ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خُمِّ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2700" w:rsidTr="008C3E0B">
        <w:tblPrEx>
          <w:tblLook w:val="04A0"/>
        </w:tblPrEx>
        <w:trPr>
          <w:trHeight w:val="350"/>
        </w:trPr>
        <w:tc>
          <w:tcPr>
            <w:tcW w:w="3920" w:type="dxa"/>
          </w:tcPr>
          <w:p w:rsidR="00182700" w:rsidRDefault="00765028" w:rsidP="008C3E0B">
            <w:pPr>
              <w:pStyle w:val="libPoem"/>
            </w:pPr>
            <w:r>
              <w:rPr>
                <w:rtl/>
                <w:lang w:bidi="fa-IR"/>
              </w:rPr>
              <w:t>فويلٌ ثمّ ويلٌ ثمّ ويلٌ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82700" w:rsidRDefault="00182700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82700" w:rsidRDefault="00765028" w:rsidP="008C3E0B">
            <w:pPr>
              <w:pStyle w:val="libPoem"/>
            </w:pPr>
            <w:r>
              <w:rPr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مَنْ يلقَى الإلهَ غداً بظُلمي</w:t>
            </w:r>
            <w:r w:rsidR="0018270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قرأه معاوية ، قال : مزّقه يا غلام ، لا يقرأه أهل الشام فيميلون نحو ابن أبي طالب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عامر الشعبي : تكلّم أمير المؤمنين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بتسع كلمات ارتجلهنَّ ارتجالاً ، فقأن عيون البلاغة ، وأيتمن جواهر الحكمة ، وقطعن جميع الأنام عن اللحاق بواحدة منهنّ ؛ ثلاث منها في المناجاة ، وثلاث منها في الحكمة ، وثلاث منها في الأدب : فأمّا اللائي في المناجاة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إلهي ، كفى بي عزّاً أنْ أكون لك عبداً ، وكفى بي فخراً أنْ تكون لي ربّاً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أنت كما اُحبّ فاجعلني كما تُحب )) ؛ وأمّا اللائي في الحكمة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قيمةُ كلِّ امرئٍ ما يُحسنه ، وما هلك امرؤٌ عرف قدره ، والمرء مخبوء تحت لسانه )) ؛ وأمّا اللائي في الأدب ،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امنُنْ على مَن شئتَ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F47A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تكُنْ أميرَه ، واحتج إلى مَن شئتَ تكُنْ أسيرَه ، واستغنِ عمَّنْ شئتَ تكُنْ نظيرَه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وعلي وأولاده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هُم معادن الحكمة ، ومنابع الفصاحة والبلاغة ، كما أنّهم ليوث الشجاعة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8F47A7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كربلاء ، خطب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أهل الكوفة خُطباً كثيرةً ، ووعظهم بمواعظ جمّة ، فلمْ يُسمع متكلّمٌ قطّ قبله ولا بعده أبلغ في منطقٍ منه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8F47A7" w:rsidTr="008C3E0B">
        <w:trPr>
          <w:trHeight w:val="350"/>
        </w:trPr>
        <w:tc>
          <w:tcPr>
            <w:tcW w:w="3920" w:type="dxa"/>
            <w:shd w:val="clear" w:color="auto" w:fill="auto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لهُ منْ عليٍّ في الحُروبِ شجاعةٌ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F47A7" w:rsidRDefault="008F47A7" w:rsidP="008C3E0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ومِنْ أحمدٍ عندَ التّكلمِ قيلُ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8F47A7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8F47A7" w:rsidTr="008F47A7">
        <w:trPr>
          <w:trHeight w:val="350"/>
        </w:trPr>
        <w:tc>
          <w:tcPr>
            <w:tcW w:w="3536" w:type="dxa"/>
            <w:shd w:val="clear" w:color="auto" w:fill="auto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للسانهِ وسنانهِ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8F47A7" w:rsidRDefault="008F47A7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صدقانِ من طعنٍ وقيلِ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7A7" w:rsidTr="008F47A7">
        <w:tblPrEx>
          <w:tblLook w:val="04A0"/>
        </w:tblPrEx>
        <w:trPr>
          <w:trHeight w:val="350"/>
        </w:trPr>
        <w:tc>
          <w:tcPr>
            <w:tcW w:w="3536" w:type="dxa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خلطَ البَراعةَ بالشَّجا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47A7" w:rsidRDefault="008F47A7" w:rsidP="008C3E0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47A7" w:rsidRDefault="008F47A7" w:rsidP="008C3E0B">
            <w:pPr>
              <w:pStyle w:val="libPoem"/>
            </w:pPr>
            <w:r>
              <w:rPr>
                <w:rtl/>
                <w:lang w:bidi="fa-IR"/>
              </w:rPr>
              <w:t>عةِ فالصَّليلُ عنْ الدليل</w:t>
            </w:r>
            <w:r w:rsidR="008C3E0B">
              <w:rPr>
                <w:rFonts w:hint="cs"/>
                <w:rtl/>
                <w:lang w:bidi="fa-IR"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وتقدّم في بعض المواقف حتّى وقف بإزاء القوم ، فجعل ينظر إلى صفوفهم كأنّهم السّيل ، ونظر إلى ابن سعد واقفاً في صناديد الكوفة ، فخطب فيهم فقال :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(( الحمد لله الذي خلق الدّنيا فجعلها دار فناء وزوال ، متصرّفة بأهلها حالاً بعد حال ، فالمغرور مَنْ غرّته والشقيّ مَنْ فتنته ، فلا تغرّنكم هذه الدّنيا ؛ فإنّها تقطع رجاء مَنْ ركن إليها وتخيب طمع مَنْ طمع فيها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وأراكم قد اجتمعتم على أمر قد أسخطتم الله فيه عليكم ، وأعرض بوجهه الكريم عنكم ، وأحلّ بكم نقمتة وجنّبكم رحمته ، فنعم الربّ ربّنا وبئس العبيد أنتم ! أقررتم بالطّاعة وآمنتم بالرسول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ثمّ إنّكم زحفتم إلى ذريّته وعترته تريدون قتلهم ، لقد استحوذ عليكم الشيطان فأنساكم ذكر الله ، فتبّاً لكم ولِما تُريدون ! إنّا لله وإنّا إليه راجعون ، هؤلاء قوم كفروا بعد إيمانهم ، فبُعداً للقوم الظالمين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ابن سعد : ويلكم كلّموه ! فإنّه ابن أبيه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فوالله ، لَو وقف فيكم هكذا يوماً جديداً ، لما انقطع ولما حصر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فتقدّم شمر فقال : يا حسين ، ما هذا الذي تقول ؟ أفهمنا حتّى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F26D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نفهم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(( أقول : اتّقوا الله ربّكم ولا تقتلوني ؛ فإنّه لا يحلّ لكم قتلي ولا انتهاك حرمتي ؛ فإنّي ابن بنت نبيّكم ، وجدّتي خديجة زوجة نبيّكم ، ولعلّه قد بلغكم قول نبيّكم : الحسن والحسين سيّدا شباب أهل الجنّة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فإنْ كنتم في شكّ من هذا ، أفتشكّون في أنّي ابن بنت نبيّكم ؟ فوالله ، ما بين المشرق والمغرب ابن بنت نبيّ غيري فيكم ولا في غي</w:t>
      </w:r>
      <w:r w:rsidR="00EF26DC">
        <w:rPr>
          <w:rtl/>
          <w:lang w:bidi="fa-IR"/>
        </w:rPr>
        <w:t>ركم</w:t>
      </w:r>
      <w:r w:rsidR="00343D55">
        <w:rPr>
          <w:rtl/>
          <w:lang w:bidi="fa-IR"/>
        </w:rPr>
        <w:t>.</w:t>
      </w:r>
      <w:r w:rsidR="00EF26DC">
        <w:rPr>
          <w:rtl/>
          <w:lang w:bidi="fa-IR"/>
        </w:rPr>
        <w:t xml:space="preserve"> ويحكم</w:t>
      </w:r>
      <w:r>
        <w:rPr>
          <w:rtl/>
          <w:lang w:bidi="fa-IR"/>
        </w:rPr>
        <w:t>! أتطلبونني بقتيل منكم قتلتُه أو مال لكم استهلكتُه أو بقصاص من جراحة ؟!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فأخذوا لا يكلّمونه ، فنادى : (( يا شبث بن ربعي ، ويا حج</w:t>
      </w:r>
      <w:r w:rsidR="00EF26DC">
        <w:rPr>
          <w:rtl/>
          <w:lang w:bidi="fa-IR"/>
        </w:rPr>
        <w:t>ّار بن أبجر ، ويا قيس بن الأشعث</w:t>
      </w:r>
      <w:r>
        <w:rPr>
          <w:rtl/>
          <w:lang w:bidi="fa-IR"/>
        </w:rPr>
        <w:t>، ويا يزيد بن الحارث ، ألم تكتبوا إليّ : أنْ قد أينعت الثّمار واخضرّت الجنان ، وإنّما تقدم على جند لك مجنّدة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قيس بن الأشعث : ما ندري ما تقول ، ولكن انزل على حك</w:t>
      </w:r>
      <w:r w:rsidR="00EF26DC">
        <w:rPr>
          <w:rtl/>
          <w:lang w:bidi="fa-IR"/>
        </w:rPr>
        <w:t>م بني عمّك فإنّهم لنْ يرَوك إل</w:t>
      </w:r>
      <w:r w:rsidR="00EF26DC">
        <w:rPr>
          <w:rFonts w:hint="cs"/>
          <w:rtl/>
          <w:lang w:bidi="fa-IR"/>
        </w:rPr>
        <w:t>ّ</w:t>
      </w:r>
      <w:r w:rsidR="00EF26DC">
        <w:rPr>
          <w:rtl/>
          <w:lang w:bidi="fa-IR"/>
        </w:rPr>
        <w:t>ا</w:t>
      </w:r>
      <w:r>
        <w:rPr>
          <w:rtl/>
          <w:lang w:bidi="fa-IR"/>
        </w:rPr>
        <w:t xml:space="preserve"> ما تُحب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لا والله ، لا اُعطيكم بيدي إعطاء الذّليل ، ولا أقرّ لكم إقرار العبيد ))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2"/>
        <w:gridCol w:w="272"/>
        <w:gridCol w:w="3496"/>
      </w:tblGrid>
      <w:tr w:rsidR="00EF26D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بأبي أبيّ الضّيمِ لا يُعطيْ العِدى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F26DC" w:rsidRDefault="00EF26D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حذَرَ المنيّةِ منه فضلَ قيادِ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EF26D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EF26D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فأبَى أنْ يعيشَ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عزيزاً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F26DC" w:rsidRDefault="00EF26D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أو تَجلَّى الكفاحُ وهو صريع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6DC" w:rsidTr="00B80445">
        <w:trPr>
          <w:trHeight w:val="350"/>
        </w:trPr>
        <w:tc>
          <w:tcPr>
            <w:tcW w:w="3920" w:type="dxa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رُمْحُهُ من بَنانِهِ وكأنّ 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F26DC" w:rsidRDefault="00EF26D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F26DC" w:rsidRDefault="00EF26DC" w:rsidP="00B80445">
            <w:pPr>
              <w:pStyle w:val="libPoem"/>
            </w:pPr>
            <w:r>
              <w:rPr>
                <w:rtl/>
                <w:lang w:bidi="fa-IR"/>
              </w:rPr>
              <w:t>عزمهِ حدُّ سيفهِ مطبوع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EF26D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EF26DC">
      <w:pPr>
        <w:pStyle w:val="Heading2Center"/>
        <w:rPr>
          <w:lang w:bidi="fa-IR"/>
        </w:rPr>
      </w:pPr>
      <w:bookmarkStart w:id="57" w:name="_Toc18255870"/>
      <w:r>
        <w:rPr>
          <w:rtl/>
          <w:lang w:bidi="fa-IR"/>
        </w:rPr>
        <w:t>المجلس الحادي بعد المئتين</w:t>
      </w:r>
      <w:bookmarkEnd w:id="5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ذكر ابن أبي الحديد : إنّ القول بتفضيل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قول قديم قد قال به كثير من الصحابة والتابعين ، وعُدّ من الصحابة خمسة عشر رجلاً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F26D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ثُمّ قال : وكان من بني اُميّة قوم يقولون بذلك ، منهم : خالد بن سعيد بن العاص ، وعمر بن عبد العزيز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وأنا أذكر هنا الخبر المروي المشهور عن عمر بن عبد العزيز ، وهو من رواية ابن الكلبي ، قال : بينا عمر بن عبد العزيز جالساً دخل حاجبه ، ومعه امرأة ورجلان متعلّقان بها ، ومعهم كتاب من ميمون بن مهران إلى عمر فيه :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أمّا بعد ، فإنّه ورد علينا أمر ضاقت به الصدور ، وعجزت عنه الأوساع ، وهربنا بأنفسنا عنه ووكّلناه إلى عالمه ، لقوله تعالى : </w:t>
      </w:r>
      <w:r w:rsidRPr="00022F1B">
        <w:rPr>
          <w:rStyle w:val="libAlaemChar"/>
          <w:rtl/>
        </w:rPr>
        <w:t>(</w:t>
      </w:r>
      <w:r w:rsidRPr="00022F1B">
        <w:rPr>
          <w:rStyle w:val="libAieChar"/>
          <w:rtl/>
        </w:rPr>
        <w:t xml:space="preserve"> وَلَوْ رَدّوهُ إِلَى الرّسُولِ وَإِلَى‏ اُولِي الأَمْرِ</w:t>
      </w:r>
      <w:r>
        <w:rPr>
          <w:rtl/>
          <w:lang w:bidi="fa-IR"/>
        </w:rPr>
        <w:t xml:space="preserve"> </w:t>
      </w:r>
      <w:r w:rsidRPr="00022F1B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وهذه المرأة والرجلان أحدهما زوجها والآخر أبوها ، وإنّ أباها زعم أنّ زوجها حلف بطلاقها أنْ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خير هذه الاُمّة ، وأولاها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ويزعم أنّ ابنته طُلقت منه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والزوج يقول له : كذبت وأثمت ، لقد برّ قسمي وصدقت مقالتي ، وإنّها امرأتي على رغم أنفك وغيظ قلبك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فاجتمعوا إليّ يختصمون ، وتسامع النّاس فاجتمعوا ، وقد علمت يا أميرالمؤمنين ، اختلاف النّاس في أهوائهم وتسرّعهم إلى ما فيه الفتنة ، فأحجمنا عن الحكم لتحكم فيما أراك الله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وكتب في أسفل الكتاب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1"/>
        <w:gridCol w:w="3500"/>
      </w:tblGrid>
      <w:tr w:rsidR="007B2955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إذا ما المشكلاتُ وردنَ يوماً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B2955" w:rsidRDefault="007B295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فحارتْ في تأمّلها العيونُ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2955" w:rsidTr="00B80445">
        <w:trPr>
          <w:trHeight w:val="350"/>
        </w:trPr>
        <w:tc>
          <w:tcPr>
            <w:tcW w:w="3920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وضاقَ القومُ ذَرْعاً من نباهَا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B2955" w:rsidRDefault="007B295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فأنتَ لها أبا حفصٍ أمينُ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2955" w:rsidTr="00B80445">
        <w:trPr>
          <w:trHeight w:val="350"/>
        </w:trPr>
        <w:tc>
          <w:tcPr>
            <w:tcW w:w="3920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لأنّك قدْ حويتَ العِلمَ طُرّاً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B2955" w:rsidRDefault="007B295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وأحكَمكَ التَّجاربُ والشؤونُ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2955" w:rsidTr="00B80445">
        <w:trPr>
          <w:trHeight w:val="350"/>
        </w:trPr>
        <w:tc>
          <w:tcPr>
            <w:tcW w:w="3920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وخلَّفكَ الإلهُ على الرَّعايا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B2955" w:rsidRDefault="007B295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B2955" w:rsidRDefault="007B2955" w:rsidP="00B80445">
            <w:pPr>
              <w:pStyle w:val="libPoem"/>
            </w:pPr>
            <w:r>
              <w:rPr>
                <w:rtl/>
                <w:lang w:bidi="fa-IR"/>
              </w:rPr>
              <w:t>فحظُّكَ فيهمُ الحظُّ الثَّمينُ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فجمع عمر بن عبد العزيز بني هاشم وبني اُميّة وأفخاذ قريش ، ثمّ قال لأبي المرأة : ما تقول ؟ فقال : هذا الرجل حلف بطلاق ابنتي كاذباً ، ثمّ أراد الإقامة معها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عمر : لعلّه لَمْ يطلّق امرأته ، فكيف حلف ؟ قال الشيخ : الذي حلف عليه أبين كذباً من أنْ يختلج في صدري منه شكّ ؛ لأنّه زعم أنّ</w:t>
      </w:r>
    </w:p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_________________</w:t>
      </w:r>
    </w:p>
    <w:p w:rsidR="00C92D11" w:rsidRDefault="00C92D11" w:rsidP="00BD1725">
      <w:pPr>
        <w:pStyle w:val="libFootnote0"/>
        <w:rPr>
          <w:lang w:bidi="fa-IR"/>
        </w:rPr>
      </w:pPr>
      <w:r w:rsidRPr="00BD1725">
        <w:rPr>
          <w:rtl/>
        </w:rPr>
        <w:t>(1)</w:t>
      </w:r>
      <w:r>
        <w:rPr>
          <w:rtl/>
          <w:lang w:bidi="fa-IR"/>
        </w:rPr>
        <w:t xml:space="preserve"> سورة النّساء / 83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BD1725" w:rsidP="00BD1725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عليّاً خير هذه الاُمّة ، وإل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فامرأته طالق ثلاثاً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فقال للزوج : أهكذا حلفت ؟ قال : نعم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فلمّا قال نعم ، كاد المجلس يرتجّ بأهله ، وب</w:t>
      </w:r>
      <w:r>
        <w:rPr>
          <w:rtl/>
          <w:lang w:bidi="fa-IR"/>
        </w:rPr>
        <w:t>نو اُميّة ينظرون إليه شزراً 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أنّهم لمْ ينطقوا بشيء ، كلّ ينظر إلى وجه عمر ، فأكبّ عمر مليّاً ينكت الأرض بيده ، والقوم صامتون ينظرون ما يقوله ، ثمّ رفع رأسه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BD1725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BD1725" w:rsidRDefault="00BD1725" w:rsidP="00B80445">
            <w:pPr>
              <w:pStyle w:val="libPoem"/>
            </w:pPr>
            <w:r>
              <w:rPr>
                <w:rtl/>
                <w:lang w:bidi="fa-IR"/>
              </w:rPr>
              <w:t>إذا وليَ الحكومةَ بينَ قومٍ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D1725" w:rsidRDefault="00BD172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D1725" w:rsidRDefault="00BD1725" w:rsidP="00B80445">
            <w:pPr>
              <w:pStyle w:val="libPoem"/>
            </w:pPr>
            <w:r>
              <w:rPr>
                <w:rtl/>
                <w:lang w:bidi="fa-IR"/>
              </w:rPr>
              <w:t>أصابَ الحقَّ والتمسَ السَّدادا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1725" w:rsidTr="00B80445">
        <w:trPr>
          <w:trHeight w:val="350"/>
        </w:trPr>
        <w:tc>
          <w:tcPr>
            <w:tcW w:w="3920" w:type="dxa"/>
          </w:tcPr>
          <w:p w:rsidR="00BD1725" w:rsidRDefault="00BD1725" w:rsidP="00B80445">
            <w:pPr>
              <w:pStyle w:val="libPoem"/>
            </w:pPr>
            <w:r>
              <w:rPr>
                <w:rtl/>
                <w:lang w:bidi="fa-IR"/>
              </w:rPr>
              <w:t>وما خيرُ الأنامِ إذا تعدَّى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D1725" w:rsidRDefault="00BD172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D1725" w:rsidRDefault="00BD1725" w:rsidP="00B80445">
            <w:pPr>
              <w:pStyle w:val="libPoem"/>
            </w:pPr>
            <w:r>
              <w:rPr>
                <w:rtl/>
                <w:lang w:bidi="fa-IR"/>
              </w:rPr>
              <w:t>خلافَ الحقِّ واجتنبَ الرَّشادا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ثُمّ قال : ما تقولون في يمين هذا الرجل ؟ فسكتوا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سبحان الله ! قولوا ؟ فقال رجل من بني اُميّة : هذا حكمٌ في فرج ، ولسنا نجترئ على القول فيه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قلْ ما عندك ؛ فإنّ القول ما لم يحقّ باطلاً أو يبطل حقّاً جائز عليّ في مجلسي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لا أقول شيئاً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فالتفت إلى رجل من ولد عقيل بن أبي طالب ، فقال : ما تقول يا عُقيلي ؟ فاغتنمها ، فقال : يا أمير المؤمنين ، إنْ جعلت قولي حكماً وحكمي </w:t>
      </w:r>
      <w:r w:rsidR="00511C0D">
        <w:rPr>
          <w:rtl/>
          <w:lang w:bidi="fa-IR"/>
        </w:rPr>
        <w:t>جائزاً قلت ، وإل</w:t>
      </w:r>
      <w:r w:rsidR="00511C0D">
        <w:rPr>
          <w:rFonts w:hint="cs"/>
          <w:rtl/>
          <w:lang w:bidi="fa-IR"/>
        </w:rPr>
        <w:t>ّ</w:t>
      </w:r>
      <w:r w:rsidR="00511C0D">
        <w:rPr>
          <w:rtl/>
          <w:lang w:bidi="fa-IR"/>
        </w:rPr>
        <w:t>ا</w:t>
      </w:r>
      <w:r>
        <w:rPr>
          <w:rtl/>
          <w:lang w:bidi="fa-IR"/>
        </w:rPr>
        <w:t xml:space="preserve"> فالسكوت أوسع لي وأبقى للمودّة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قلْ وقولك حكم وحكمك ماضٍ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بنو اُميّة : ما أنصفتنا يا أمير المؤمنين ، إذ جعلت الحكم إلى غيرنا ، ونحن من لحمتك واُولي رحمك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عمر : اسكتوا عجزاً ولؤماً ، عرضت ذلك عليكم آنفاً فما انتدبتم 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قالوا : لأنّك لم تعطنا ما أعطيت العقيلي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إنْ كان أصاب وأخطاتم ، وحزم وعجزتم ، وأبصر وعميتم فما ذنب عمر ؟ لا أبا</w:t>
      </w:r>
      <w:r w:rsidR="00511C0D">
        <w:rPr>
          <w:rtl/>
          <w:lang w:bidi="fa-IR"/>
        </w:rPr>
        <w:t>ً لكم ، أتدرون ما مثلكم ؟ قالوا</w:t>
      </w:r>
      <w:r>
        <w:rPr>
          <w:rtl/>
          <w:lang w:bidi="fa-IR"/>
        </w:rPr>
        <w:t>: لا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لكن العقيلي يدري ، ثمّ قال : ما تقول ؟ قال : مثلهم كما قال الأوّل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4"/>
        <w:gridCol w:w="272"/>
        <w:gridCol w:w="3494"/>
      </w:tblGrid>
      <w:tr w:rsidR="00BD1725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BD1725" w:rsidRDefault="00511C0D" w:rsidP="00B80445">
            <w:pPr>
              <w:pStyle w:val="libPoem"/>
            </w:pPr>
            <w:r>
              <w:rPr>
                <w:rtl/>
                <w:lang w:bidi="fa-IR"/>
              </w:rPr>
              <w:t>دُعيتمْ إلى أمرٍ فلمّا عجزتُمُ</w:t>
            </w:r>
            <w:r w:rsidR="00BD17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D1725" w:rsidRDefault="00BD172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D1725" w:rsidRDefault="00511C0D" w:rsidP="00B80445">
            <w:pPr>
              <w:pStyle w:val="libPoem"/>
            </w:pPr>
            <w:r>
              <w:rPr>
                <w:rtl/>
                <w:lang w:bidi="fa-IR"/>
              </w:rPr>
              <w:t>تناولَهُ مَن لا يُداخله عجز</w:t>
            </w:r>
            <w:r>
              <w:rPr>
                <w:rFonts w:hint="cs"/>
                <w:rtl/>
                <w:lang w:bidi="fa-IR"/>
              </w:rPr>
              <w:t>ُ</w:t>
            </w:r>
            <w:r w:rsidR="00BD17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D1725" w:rsidTr="00B80445">
        <w:trPr>
          <w:trHeight w:val="350"/>
        </w:trPr>
        <w:tc>
          <w:tcPr>
            <w:tcW w:w="3920" w:type="dxa"/>
          </w:tcPr>
          <w:p w:rsidR="00BD1725" w:rsidRDefault="00511C0D" w:rsidP="00B80445">
            <w:pPr>
              <w:pStyle w:val="libPoem"/>
            </w:pPr>
            <w:r>
              <w:rPr>
                <w:rtl/>
                <w:lang w:bidi="fa-IR"/>
              </w:rPr>
              <w:t>فلمّا رايتم ذاك أبدت نفوسكم</w:t>
            </w:r>
            <w:r w:rsidR="00BD17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D1725" w:rsidRDefault="00BD172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D1725" w:rsidRDefault="00511C0D" w:rsidP="00B80445">
            <w:pPr>
              <w:pStyle w:val="libPoem"/>
            </w:pPr>
            <w:r>
              <w:rPr>
                <w:rtl/>
                <w:lang w:bidi="fa-IR"/>
              </w:rPr>
              <w:t>نداماً وهل يغني من الحذر الحرزُ</w:t>
            </w:r>
            <w:r w:rsidR="00BD172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عمر : أحسنت وأصبت ، فقل ما سألتك عنه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يا أمير المؤمنين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A56A7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برّ قسمه ، ولم تُطلّق امرأته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وأنّى علمت ذلك ؟ قال : نشدتك الله يا أمير المؤمنين ، ألم تعلم أنّ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قال لفاطمة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، وهو عندها في بيتها عائد لها : (( يا بُنيّة ، ما علّتُك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: (( الوعك يا أبتاه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وكان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غائباً في بعض حوائج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فقال لها (( أتشتهين شيئاً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قالت (</w:t>
      </w:r>
      <w:r w:rsidR="00131E66" w:rsidRPr="00131E66">
        <w:rPr>
          <w:rStyle w:val="libAlaemChar"/>
          <w:rtl/>
        </w:rPr>
        <w:t>عليها‌السلام</w:t>
      </w:r>
      <w:r w:rsidR="008B6589">
        <w:rPr>
          <w:rtl/>
          <w:lang w:bidi="fa-IR"/>
        </w:rPr>
        <w:t>) : (( نعم ، أشتهي عِنباً</w:t>
      </w:r>
      <w:r>
        <w:rPr>
          <w:rtl/>
          <w:lang w:bidi="fa-IR"/>
        </w:rPr>
        <w:t>، وأنا أعلم أنّه عزيز وليس وقت عنب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 الله قادر على أنْ يجيئنا به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اللهمّ ، ائتنا به مع أفضل اُمّتي عندك منزلة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فطرق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الباب ودخل ، ومعه مكتل قد ألقى عليه طرف ردائه ، فقال له النّبي (</w:t>
      </w:r>
      <w:r w:rsidR="00C638D3" w:rsidRPr="00C638D3">
        <w:rPr>
          <w:rStyle w:val="libAlaemChar"/>
          <w:rtl/>
        </w:rPr>
        <w:t>صلى‌الله‌عليه‌وآله</w:t>
      </w:r>
      <w:r w:rsidR="008B6589">
        <w:rPr>
          <w:rtl/>
          <w:lang w:bidi="fa-IR"/>
        </w:rPr>
        <w:t>) : (( ما هذا يا علي ؟ ))</w:t>
      </w:r>
      <w:r>
        <w:rPr>
          <w:rtl/>
          <w:lang w:bidi="fa-IR"/>
        </w:rPr>
        <w:t>. قال : (( عنب التمسته لفاطمة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 أكبر الله أكبر ! اللهمّ ، كما سررتني بأنْ خصصت عليّاً بدعوتي ، فاجعل فيه شفاءَ بُنيّتي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كُلي على اسم الله يا بُنيّة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فأكلت ، وما أنْ خرج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حتّى استلقت وبرئت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عمر : صدقت وبررت ، أشهد لقد سمعته ووعيته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يا رجل ، خُذ بيد امرأتك ؛ فإنْ عرض لك أبوها فاهشم أنفه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يا بني عبد مناف ، والله ، ما نجهل ما يعلم غيرنا ، ولا بنا عمىً في ديننا ، ولكن كما قال الأوّل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8B6589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تصيَّدتْ الدُّنيا رجالاً بفخِّها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فلمْ يُدركوا خيراً بل استحْقَبوا شَرّا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589" w:rsidTr="00B80445">
        <w:trPr>
          <w:trHeight w:val="350"/>
        </w:trPr>
        <w:tc>
          <w:tcPr>
            <w:tcW w:w="3920" w:type="dxa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وأعماهُمُ حبُّ الغِنى وأصمَّهُمْ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فلمْ يُدركوا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الخسارةَ والوزْرا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فكأنّما اُلقم بني اُميّة حجراً ، ومضى الرجل بامرأته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وعمر بن عبد العزيز هو الذي رفع السّب عن مولانا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وردّ فدكاً إلى أولاد فاطمة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، وقد كان بنو اُميّة جعلوا سبّه فرضاً من الفروض الواجبة ، فكان يُسبّ على جميع منابر الإسلام في أقطار الأرض ، في الأعياد والجماعات حتّى رفعه عمر بن عبد العزيز في زمن خلافته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وفي ذلك يقول الشريف الرضي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</w:t>
      </w:r>
      <w:r w:rsidR="00343C1A" w:rsidRPr="00343C1A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8B6589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lastRenderedPageBreak/>
              <w:t>يابنَ عبدِ العزْيزِ لو بكتْ العيْ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نُ فتىً من اُميّةَ لبكيتكْ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589" w:rsidTr="00B80445">
        <w:trPr>
          <w:trHeight w:val="350"/>
        </w:trPr>
        <w:tc>
          <w:tcPr>
            <w:tcW w:w="3920" w:type="dxa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أنتَ نزْهتَنا عن السّبِّ والشّت</w:t>
            </w:r>
            <w:r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6589" w:rsidRDefault="008B6589" w:rsidP="00B80445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مِ فلو أمكنَ الجزاءُ جزيتُكْ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وبنو اُميّة قد دخلوا في الإسلام كرهاً ، وبقيت في نفوسهم أحقاد بدر ويوم الفتح ، بما قتله منهم بنو هاشم حين كان جدّهم أبو سفيان يحارب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بكلِّ جهد ويكيد الإسلام ما استطاع ، فلمّا كان يوم الفتح ، أظهر الإسلام ليحقن دمه ، وأسرّ النّفاق ، وبقيت أحقاد بدر في نفسه ، ونفوس أبنائه وذرّيّته حتّى أظهرها يزيد يوم جيء إليه باُسارى أهل بيت النّبوّة ، ومعهم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ورؤوس أصحابه ، وكان يزيد في منظرة على جيرون ، فأنشأ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8B6589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مّا بَدتْ تلكَ الحمولُ وأشرقَتْ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تلكَ الشّموسُ على رُبى جيرونِ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589" w:rsidTr="00B80445">
        <w:trPr>
          <w:trHeight w:val="350"/>
        </w:trPr>
        <w:tc>
          <w:tcPr>
            <w:tcW w:w="3920" w:type="dxa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نَعبَ الغُرابُ فقلتُ صحْ أو لا تَصحْ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6589" w:rsidRDefault="008B658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6589" w:rsidRDefault="008B6589" w:rsidP="00B80445">
            <w:pPr>
              <w:pStyle w:val="libPoem"/>
            </w:pPr>
            <w:r>
              <w:rPr>
                <w:rtl/>
                <w:lang w:bidi="fa-IR"/>
              </w:rPr>
              <w:t>فلقدْ قضيْتُ من الغريمِ دُيوني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وغريمه هو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فقضى ديونه منه بقتل أولاده وذرّيّته وسبي نسائه ، وأخذ بذلك ثأره في يوم بدر ، ول</w:t>
      </w:r>
      <w:r w:rsidR="00700A7F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اُدخلت عليه الرؤوس والأسرى ، ووُضع 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بين يديه ، جعل يقول مظهراً للفرح والشماتة ، ومجاهراً بالكفر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700A7F" w:rsidTr="00620E4C">
        <w:trPr>
          <w:trHeight w:val="350"/>
        </w:trPr>
        <w:tc>
          <w:tcPr>
            <w:tcW w:w="3536" w:type="dxa"/>
            <w:shd w:val="clear" w:color="auto" w:fill="auto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ليتَ أشياخي ببدرٍ شَهدوا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700A7F" w:rsidRDefault="00700A7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جَزعَ الخزْرجِ منْ وقْعِ الأسلْ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A7F" w:rsidTr="00620E4C">
        <w:trPr>
          <w:trHeight w:val="350"/>
        </w:trPr>
        <w:tc>
          <w:tcPr>
            <w:tcW w:w="3536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لأهلّوا واسْتهلّوا 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00A7F" w:rsidRDefault="00700A7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ثمّ قالوا يا يزيدُ لا تشلْ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A7F" w:rsidTr="00620E4C">
        <w:trPr>
          <w:trHeight w:val="350"/>
        </w:trPr>
        <w:tc>
          <w:tcPr>
            <w:tcW w:w="3536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قدْ قتلْنا القَرمَ منْ ساداتِهمْ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00A7F" w:rsidRDefault="00700A7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وعَدلْناهُ ببدْرٍ فاعتَدَلْ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A7F" w:rsidTr="00620E4C">
        <w:trPr>
          <w:trHeight w:val="350"/>
        </w:trPr>
        <w:tc>
          <w:tcPr>
            <w:tcW w:w="3536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لعبتْ هاشمُ بال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مُلكِ 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00A7F" w:rsidRDefault="00700A7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00A7F" w:rsidRDefault="00700A7F" w:rsidP="00B80445">
            <w:pPr>
              <w:pStyle w:val="libPoem"/>
            </w:pPr>
            <w:r>
              <w:rPr>
                <w:rtl/>
                <w:lang w:bidi="fa-IR"/>
              </w:rPr>
              <w:t>خبرٌ جاء ولا وحيٌ نَزلْ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20E4C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6A735E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6A735E" w:rsidRDefault="006A735E" w:rsidP="00B80445">
            <w:pPr>
              <w:pStyle w:val="libPoem"/>
            </w:pPr>
            <w:r>
              <w:rPr>
                <w:rtl/>
                <w:lang w:bidi="fa-IR"/>
              </w:rPr>
              <w:lastRenderedPageBreak/>
              <w:t>أل</w:t>
            </w:r>
            <w:r>
              <w:rPr>
                <w:rFonts w:hint="cs"/>
                <w:rtl/>
                <w:lang w:bidi="fa-IR"/>
              </w:rPr>
              <w:t>َ</w:t>
            </w:r>
            <w:r>
              <w:rPr>
                <w:rtl/>
                <w:lang w:bidi="fa-IR"/>
              </w:rPr>
              <w:t>ا يابنَ هندٍ لا سقَى اللهُ تُربةً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A735E" w:rsidRDefault="006A735E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A735E" w:rsidRDefault="006A735E" w:rsidP="00B80445">
            <w:pPr>
              <w:pStyle w:val="libPoem"/>
            </w:pPr>
            <w:r>
              <w:rPr>
                <w:rtl/>
                <w:lang w:bidi="fa-IR"/>
              </w:rPr>
              <w:t>ثويتَ بمثْواها ولا اخضرَّ عُودُها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A735E" w:rsidTr="00B80445">
        <w:trPr>
          <w:trHeight w:val="350"/>
        </w:trPr>
        <w:tc>
          <w:tcPr>
            <w:tcW w:w="3920" w:type="dxa"/>
          </w:tcPr>
          <w:p w:rsidR="006A735E" w:rsidRDefault="006A735E" w:rsidP="00B80445">
            <w:pPr>
              <w:pStyle w:val="libPoem"/>
            </w:pPr>
            <w:r>
              <w:rPr>
                <w:rtl/>
                <w:lang w:bidi="fa-IR"/>
              </w:rPr>
              <w:t>أتسلبُ أثوابَ الخلافةِ هاشماً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A735E" w:rsidRDefault="006A735E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A735E" w:rsidRDefault="006A735E" w:rsidP="00B80445">
            <w:pPr>
              <w:pStyle w:val="libPoem"/>
            </w:pPr>
            <w:r>
              <w:rPr>
                <w:rtl/>
                <w:lang w:bidi="fa-IR"/>
              </w:rPr>
              <w:t>وتطرِدُها عنها وأنتَ طريدُها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A359B9">
      <w:pPr>
        <w:pStyle w:val="Heading2Center"/>
        <w:rPr>
          <w:lang w:bidi="fa-IR"/>
        </w:rPr>
      </w:pPr>
      <w:bookmarkStart w:id="58" w:name="_Toc18255871"/>
      <w:r>
        <w:rPr>
          <w:rtl/>
          <w:lang w:bidi="fa-IR"/>
        </w:rPr>
        <w:t xml:space="preserve">المجلس الثاني بعد المئتين </w:t>
      </w:r>
      <w:r w:rsidRPr="00800C80">
        <w:rPr>
          <w:rStyle w:val="libFootnotenumChar"/>
          <w:rtl/>
        </w:rPr>
        <w:t>(1)</w:t>
      </w:r>
      <w:bookmarkEnd w:id="58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قال الله تعالى في سورة الأحزاب : </w:t>
      </w:r>
      <w:r w:rsidRPr="00A359B9">
        <w:rPr>
          <w:rStyle w:val="libAlaemChar"/>
          <w:rtl/>
        </w:rPr>
        <w:t>(</w:t>
      </w:r>
      <w:r w:rsidRPr="00A359B9">
        <w:rPr>
          <w:rStyle w:val="libAieChar"/>
          <w:rtl/>
        </w:rPr>
        <w:t xml:space="preserve"> يَا أَيّهَا الّذِينَ آمَنُوا اذْكُرُوا نِعْمَةَ اللّهِ عَلَيْكُمْ إِذْ جَاءَتْكُمْ جُنُودٌ فَأَرْسَلْنَا عَلَيْهِمْ رِيحاً وَجُنُوداً لّمْ تَرَوْهَا وَكَانَ اللّهُ بِمَا تَعْمَلُونَ بَصِيراً * إِذْ جَآءُوكُمْ من فَوْقِكُمْ وَمن أَسْفَلَ منكُمْ وَإِذْ زَاغَتِ الْأَبْصَارُ وَبَلَغَتِ الْقُلُوبُ الْحَنَاجِرَ وَتَظُنّونَ بِاللّهِ الظّنُونَا * هُنَالِكَ ابْتُلِيَ الْمُؤْمنونَ وَ</w:t>
      </w:r>
      <w:r w:rsidR="00A359B9" w:rsidRPr="00A359B9">
        <w:rPr>
          <w:rStyle w:val="libAieChar"/>
          <w:rFonts w:hint="cs"/>
          <w:rtl/>
        </w:rPr>
        <w:t xml:space="preserve"> </w:t>
      </w:r>
      <w:r w:rsidRPr="00A359B9">
        <w:rPr>
          <w:rStyle w:val="libAieChar"/>
          <w:rtl/>
        </w:rPr>
        <w:t>زُلْزِلُوا زِلْزَالاً شَدِيداً * وَ</w:t>
      </w:r>
      <w:r w:rsidR="00A359B9" w:rsidRPr="00A359B9">
        <w:rPr>
          <w:rStyle w:val="libAieChar"/>
          <w:rFonts w:hint="cs"/>
          <w:rtl/>
        </w:rPr>
        <w:t xml:space="preserve"> </w:t>
      </w:r>
      <w:r w:rsidRPr="00A359B9">
        <w:rPr>
          <w:rStyle w:val="libAieChar"/>
          <w:rtl/>
        </w:rPr>
        <w:t>إِذْ يَقُولُ الْمُنَافِقُونَ وَ</w:t>
      </w:r>
      <w:r w:rsidR="00A359B9" w:rsidRPr="00A359B9">
        <w:rPr>
          <w:rStyle w:val="libAieChar"/>
          <w:rFonts w:hint="cs"/>
          <w:rtl/>
        </w:rPr>
        <w:t xml:space="preserve"> </w:t>
      </w:r>
      <w:r w:rsidRPr="00A359B9">
        <w:rPr>
          <w:rStyle w:val="libAieChar"/>
          <w:rtl/>
        </w:rPr>
        <w:t>الّذِينَ فِي قُلُوبِهِم مّرَضٌ مّا وَ</w:t>
      </w:r>
      <w:r w:rsidR="00A359B9" w:rsidRPr="00A359B9">
        <w:rPr>
          <w:rStyle w:val="libAieChar"/>
          <w:rtl/>
        </w:rPr>
        <w:t>عَدَنَا اللّهُ وَرَسُولُهُ إِل</w:t>
      </w:r>
      <w:r w:rsidR="00A359B9" w:rsidRPr="00A359B9">
        <w:rPr>
          <w:rStyle w:val="libAieChar"/>
          <w:rFonts w:hint="cs"/>
          <w:rtl/>
        </w:rPr>
        <w:t>ّ</w:t>
      </w:r>
      <w:r w:rsidR="00A359B9" w:rsidRPr="00A359B9">
        <w:rPr>
          <w:rStyle w:val="libAieChar"/>
          <w:rtl/>
        </w:rPr>
        <w:t>ا</w:t>
      </w:r>
      <w:r w:rsidRPr="00A359B9">
        <w:rPr>
          <w:rStyle w:val="libAieChar"/>
          <w:rtl/>
        </w:rPr>
        <w:t xml:space="preserve"> غُرُوراً </w:t>
      </w:r>
      <w:r w:rsidRPr="00A359B9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إلى قوله تعالى : </w:t>
      </w:r>
      <w:r w:rsidRPr="00A359B9">
        <w:rPr>
          <w:rStyle w:val="libAlaemChar"/>
          <w:rtl/>
        </w:rPr>
        <w:t>(</w:t>
      </w:r>
      <w:r w:rsidRPr="00A359B9">
        <w:rPr>
          <w:rStyle w:val="libAieChar"/>
          <w:rtl/>
        </w:rPr>
        <w:t xml:space="preserve"> وَلَمّا رَأَى الْمُؤْمنونَ الأَحْزَابَ قَالُوا هذَا مَا وَعَدَنَا اللّهُ وَرَسُولُهُ وَصَدَقَ اللّهُ وَرَسُولُهُ وَمَا زَادَهُمْ إِلّا إِيمَاناً وَتَسْلِيماً * من الْمُؤْمنينَ رِجَالٌ صَدَقُوا مَا عَاهَدُوا اللّهَ عَلَيْهِ فَمنهُم مّن قَضَى‏ نَحْبَهُ وَمنهُم مّن يَنتَظِرُ وَمَا بَدّلُوا تَبْدِيلاً * لّيَجْزِيَ اللّهُ الصّادِقِينَ بِصِدْقِهِمْ وَيُعَذّبَ الْمُنَافِقِينَ إِن شَاءَ أَوْ يَتُوبَ عَلَيْهِمْ إِنّ اللّهِ كَانَ غَفُوراً رّحِيماً * وَرَدّ اللّهُ الّذِينَ كَفَرُوا بِغَيْظِهِمْ لَمْ يَنَالُوا خَيْراً وَكَفَى اللّهُ الْمُؤْمنينَ الْقِتَالَ وَكَانَ اللّهُ قَوِيّاً عَزِيزاً </w:t>
      </w:r>
      <w:r w:rsidRPr="00A359B9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نزلت هذه الآية في وقعة الأحزاب ، وتُسمّى : وقعة الخندق ، وكانت سنة خمس من الهجرة ، وسببها أنّه كان بنواحي المدينة ثلاثة بطون من اليهود ، وأصلهم من يهود فلسطين</w:t>
      </w:r>
    </w:p>
    <w:p w:rsidR="00800C80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__</w:t>
      </w:r>
    </w:p>
    <w:p w:rsidR="00C92D11" w:rsidRDefault="00C92D11" w:rsidP="001C5E46">
      <w:pPr>
        <w:pStyle w:val="libFootnote0"/>
        <w:rPr>
          <w:lang w:bidi="fa-IR"/>
        </w:rPr>
      </w:pPr>
      <w:r w:rsidRPr="001C5E46">
        <w:rPr>
          <w:rtl/>
        </w:rPr>
        <w:t>(1)</w:t>
      </w:r>
      <w:r>
        <w:rPr>
          <w:rtl/>
          <w:lang w:bidi="fa-IR"/>
        </w:rPr>
        <w:t xml:space="preserve"> تقدّمت وقعة الأحزاب في الجزء الثاني ، وأعدناها لزيادات لمْ تُذكر هناك</w:t>
      </w:r>
      <w:r w:rsidR="00343D55">
        <w:rPr>
          <w:rtl/>
          <w:lang w:bidi="fa-IR"/>
        </w:rPr>
        <w:t>.</w:t>
      </w:r>
    </w:p>
    <w:p w:rsidR="00800C80" w:rsidRDefault="00C92D11" w:rsidP="001C5E46">
      <w:pPr>
        <w:pStyle w:val="libFootnote0"/>
        <w:rPr>
          <w:lang w:bidi="fa-IR"/>
        </w:rPr>
      </w:pPr>
      <w:r w:rsidRPr="001C5E46">
        <w:rPr>
          <w:rtl/>
        </w:rPr>
        <w:t>(2)</w:t>
      </w:r>
      <w:r>
        <w:rPr>
          <w:rtl/>
          <w:lang w:bidi="fa-IR"/>
        </w:rPr>
        <w:t xml:space="preserve"> سورة الأحزاب / 9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12</w:t>
      </w:r>
      <w:r w:rsidR="00343D55">
        <w:rPr>
          <w:rtl/>
          <w:lang w:bidi="fa-IR"/>
        </w:rPr>
        <w:t>.</w:t>
      </w:r>
    </w:p>
    <w:p w:rsidR="00800C80" w:rsidRDefault="00C92D11" w:rsidP="001C5E46">
      <w:pPr>
        <w:pStyle w:val="libFootnote0"/>
        <w:rPr>
          <w:lang w:bidi="fa-IR"/>
        </w:rPr>
      </w:pPr>
      <w:r w:rsidRPr="001C5E46">
        <w:rPr>
          <w:rtl/>
        </w:rPr>
        <w:t>(3)</w:t>
      </w:r>
      <w:r>
        <w:rPr>
          <w:rtl/>
          <w:lang w:bidi="fa-IR"/>
        </w:rPr>
        <w:t xml:space="preserve"> سورة الأحزاب / 22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25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D5133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الذين جاؤوا إلى الحجاز ، وهم : بنو قينقاع وبنو النّضير وبنو قُريظة ، وكان بينهم وبين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معاهدة ومهادنة ، فنقصوا العهد جميعهم ، وأوّل مَن نقضه بنو قينقاع فنفاهم إلى أذرعات ، ثُمّ نقضه بنو النّضير ، أرادوا أنْ يلقوا صخرة على النّبي (</w:t>
      </w:r>
      <w:r w:rsidR="00BD513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من فوق سطح ، فأخبره جبرائيل بذلك فقام ، ثمّ قال لهم : (( اخرجوا من بلادي ولا تُساكنوني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فامتنعوا فحاصرهم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رجل من شجعانهم ليلاً ليغتال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ومعه تسعة أنفس ، فقتله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وهربت التسعة ، فأخذ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معه جماعة ولحقوهم فقتلوهم ، فعند ذلك استولى الخوف على بني النّضير ، فطلبوا من النّبيّ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أنْ يسمح لهم بالخروج ، فسمح لهم على أنْ يأخذوا من أموالهم ما أمكنهم حمله عدا السّلاح ، وخرجوا إلى خيبر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وبعد وقعة اُحد جاء جماعة من رؤساء بني النّضير ، منهم حُيَي بن أخطب إلى مكّة ، فهيّجوا قريشاً على محاربة النّبيّ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فقال لهم أبو سفيان : مرحباً وأهلاً ، أحبّ النّاس إلينا مَن أعاننا على عداوة محمّد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وأرسلوا إلى قبائل من العرب فوافقتهم على ذلك ، وأرسل أبو سفيان حُيَي بن أخطب رئيس بني النّضير إلى كعب بن أسد رئيس بني قُريظة لينقض العهد ، ف</w:t>
      </w:r>
      <w:r w:rsidR="00BD5133">
        <w:rPr>
          <w:rtl/>
          <w:lang w:bidi="fa-IR"/>
        </w:rPr>
        <w:t>أبى وقال : ما رأيت من محمّد إل</w:t>
      </w:r>
      <w:r w:rsidR="00BD5133">
        <w:rPr>
          <w:rFonts w:hint="cs"/>
          <w:rtl/>
          <w:lang w:bidi="fa-IR"/>
        </w:rPr>
        <w:t>ّ</w:t>
      </w:r>
      <w:r w:rsidR="00BD5133">
        <w:rPr>
          <w:rtl/>
          <w:lang w:bidi="fa-IR"/>
        </w:rPr>
        <w:t>ا</w:t>
      </w:r>
      <w:r>
        <w:rPr>
          <w:rtl/>
          <w:lang w:bidi="fa-IR"/>
        </w:rPr>
        <w:t xml:space="preserve"> صدقاً ووفاءً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فراوده حُيَي كثيراً حتّى قَبِل ومزّق العهد ، وبلغ ذلك النّبيَّ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فجاء نعيم بن مسعود ، وهو من غَطْفان ، إلى النّبيّ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فقال : إنّي أسلمت ولمْ يعلم بيّ قومي ، فمرني بما تريد ؟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خذّل عنّا ؛ فإنّ الحرب خُدعة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فجاء إلى بني قُريظة ، وكانوا ندماءه في الجاهليّة ، فقال : قد عرفتم حُبّي لكم ؟</w:t>
      </w:r>
      <w:r w:rsidR="00227276">
        <w:rPr>
          <w:rtl/>
          <w:lang w:bidi="fa-IR"/>
        </w:rPr>
        <w:t xml:space="preserve"> قالوا : لست عندنا بمتّهم</w:t>
      </w:r>
      <w:r w:rsidR="00343D55">
        <w:rPr>
          <w:rtl/>
          <w:lang w:bidi="fa-IR"/>
        </w:rPr>
        <w:t>.</w:t>
      </w:r>
      <w:r w:rsidR="00227276">
        <w:rPr>
          <w:rtl/>
          <w:lang w:bidi="fa-IR"/>
        </w:rPr>
        <w:t xml:space="preserve"> قال</w:t>
      </w:r>
      <w:r>
        <w:rPr>
          <w:rtl/>
          <w:lang w:bidi="fa-IR"/>
        </w:rPr>
        <w:t>: قد ضاهرتم قريشاً على حرب محمّد ولستم مثلهم ، أنتم أهل هذه البلاد وهم غرباء ، فإنْ غلبهم محمّد ذهبوا إلى بلادهم وتركوكم ، فلا تحاربوا معهم حتّى يُعطوكم رهينة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وجاء إلى قريش ، وقال : بلغني أنّ قُريظة ندموا وبعثوا إلى محمّد : هل يُرضيك أنْ نأخذ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2727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رجالاً من قريش وندفعهم إليك فتقتلهم ؟ فإنْ طلبت قُريظة رهناً ، فلا تُعطوهم</w:t>
      </w:r>
      <w:r w:rsidR="00343D55">
        <w:rPr>
          <w:rtl/>
          <w:lang w:bidi="fa-IR"/>
        </w:rPr>
        <w:t>.</w:t>
      </w:r>
    </w:p>
    <w:p w:rsidR="00800C80" w:rsidRDefault="00C92D11" w:rsidP="00011535">
      <w:pPr>
        <w:pStyle w:val="libNormal"/>
        <w:rPr>
          <w:lang w:bidi="fa-IR"/>
        </w:rPr>
      </w:pPr>
      <w:r>
        <w:rPr>
          <w:rtl/>
          <w:lang w:bidi="fa-IR"/>
        </w:rPr>
        <w:t>فلمّا طلبت قُريظة منهم الرهن ، قالوا : صدق نعيم ، ولمْ يعطوهم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قُريظة : الذي قال نعيم حقّ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فلمْ تحارب معهم ، واجتمعت قريش ومَن تحزّب معها من قبائل العرب واليهود فكانوا عشرة آلاف ، وقصدوا المدينة ، كما قال الله تعالى : </w:t>
      </w:r>
      <w:r w:rsidRPr="00011535">
        <w:rPr>
          <w:rStyle w:val="libAlaemChar"/>
          <w:rtl/>
        </w:rPr>
        <w:t>(</w:t>
      </w:r>
      <w:r w:rsidRPr="00011535">
        <w:rPr>
          <w:rStyle w:val="libAieChar"/>
          <w:rtl/>
        </w:rPr>
        <w:t xml:space="preserve"> جَآءُوكُمْ من فَوْقِكُمْ وَمن أَسْفَلَ منكُمْ</w:t>
      </w:r>
      <w:r w:rsidRPr="00011535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فبلغ خبرهم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فأخبر النّاس وندبهم وشاورهم ، فأشار سلمان الفارسي بحفر خندق حول المدينة ، فأعجب ذلك المسلمين ، وقسّمه رسول الله (</w:t>
      </w:r>
      <w:r w:rsidR="00011535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بين كلّ عشرة أربعين ذراعاً ، فأحتق</w:t>
      </w:r>
      <w:r w:rsidRPr="00800C80">
        <w:rPr>
          <w:rStyle w:val="libFootnotenumChar"/>
          <w:rtl/>
        </w:rPr>
        <w:t>(2)</w:t>
      </w:r>
      <w:r>
        <w:rPr>
          <w:rtl/>
          <w:lang w:bidi="fa-IR"/>
        </w:rPr>
        <w:t xml:space="preserve"> المهاجرون والأنصار في سلمان كلّ يقول منّا ، فقال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سلمان منّا أهل البيت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وجعلوا يحفرون الخندق مستعجلين حتّى أتمّوه في ستة أيام أو أكثر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وجاء الأحزاب ونزلوا بجانب الخندق ، وخرج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في ثلاثة آلاف ، فضرب معسكره إلى سفح سلع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وهو جبل فوق المدينة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وجعل سلعاً خلف ظهره والخندق بينه وبين القوم ، ولمْ يكن الخندق محيطاً بالمدينة من جميع جوانبها ، بل كان الجانب الذي من ناحية سلع مشبكاً بالبنيان لا يستطيع العدو أنْ يأتي منه ، وإنّما حُفر الخندق من الجانب الذي هو غير محصّن</w:t>
      </w:r>
      <w:r w:rsidR="00343D55">
        <w:rPr>
          <w:rtl/>
          <w:lang w:bidi="fa-IR"/>
        </w:rPr>
        <w:t>.</w:t>
      </w:r>
    </w:p>
    <w:p w:rsidR="00800C80" w:rsidRDefault="00C92D11" w:rsidP="002A766E">
      <w:pPr>
        <w:pStyle w:val="libNormal"/>
        <w:rPr>
          <w:lang w:bidi="fa-IR"/>
        </w:rPr>
      </w:pPr>
      <w:r>
        <w:rPr>
          <w:rtl/>
          <w:lang w:bidi="fa-IR"/>
        </w:rPr>
        <w:t xml:space="preserve">وعظم البلاء ، واشتدّ الخوف وساءت الظنون ، وهو قوله تعالى : </w:t>
      </w:r>
      <w:r w:rsidRPr="00DF3A87">
        <w:rPr>
          <w:rStyle w:val="libAlaemChar"/>
          <w:rtl/>
        </w:rPr>
        <w:t>(</w:t>
      </w:r>
      <w:r w:rsidRPr="00DF3A87">
        <w:rPr>
          <w:rStyle w:val="libAieChar"/>
          <w:rtl/>
        </w:rPr>
        <w:t xml:space="preserve"> وَ</w:t>
      </w:r>
      <w:r w:rsidR="00DF3A87" w:rsidRPr="00DF3A87">
        <w:rPr>
          <w:rStyle w:val="libAieChar"/>
          <w:rFonts w:hint="cs"/>
          <w:rtl/>
        </w:rPr>
        <w:t xml:space="preserve"> </w:t>
      </w:r>
      <w:r w:rsidRPr="00DF3A87">
        <w:rPr>
          <w:rStyle w:val="libAieChar"/>
          <w:rtl/>
        </w:rPr>
        <w:t xml:space="preserve">إِذْ زَاغَتِ الأَبْصَارُ وَبَلَغَتِ الْقُلُوبُ الْحَنَاجِرَ وَتَظُنّونَ بِاللّهِ الظّنُونَا </w:t>
      </w:r>
      <w:r w:rsidRPr="00DF3A87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ونجم النّفاق حتّى قال بعض المنافقين : كان محمّد يعدنا كنوز كسرى وقيصر ، وأحدنا اليوم لا يأمن على نفسه أنْ يذهب إلى الغائط ، وهو قوله تعالى : </w:t>
      </w:r>
      <w:r w:rsidRPr="002623F8">
        <w:rPr>
          <w:rStyle w:val="libAlaemChar"/>
          <w:rtl/>
        </w:rPr>
        <w:t>(</w:t>
      </w:r>
      <w:r w:rsidRPr="002623F8">
        <w:rPr>
          <w:rStyle w:val="libAieChar"/>
          <w:rtl/>
        </w:rPr>
        <w:t xml:space="preserve"> وَإِذْ يَقُولُ الْمُنَافِقُونَ وَالّذِينَ فِي قُلُوبِهِم مّرَضٌ مّا وَ</w:t>
      </w:r>
      <w:r w:rsidR="002623F8" w:rsidRPr="002623F8">
        <w:rPr>
          <w:rStyle w:val="libAieChar"/>
          <w:rtl/>
        </w:rPr>
        <w:t>عَدَنَا اللّهُ وَرَسُولُهُ إِل</w:t>
      </w:r>
      <w:r w:rsidR="002623F8" w:rsidRPr="002623F8">
        <w:rPr>
          <w:rStyle w:val="libAieChar"/>
          <w:rFonts w:hint="cs"/>
          <w:rtl/>
        </w:rPr>
        <w:t>ّ</w:t>
      </w:r>
      <w:r w:rsidR="002623F8" w:rsidRPr="002623F8">
        <w:rPr>
          <w:rStyle w:val="libAieChar"/>
          <w:rtl/>
        </w:rPr>
        <w:t>ا</w:t>
      </w:r>
      <w:r w:rsidRPr="002623F8">
        <w:rPr>
          <w:rStyle w:val="libAieChar"/>
          <w:rtl/>
        </w:rPr>
        <w:t xml:space="preserve"> غُرُوراً</w:t>
      </w:r>
      <w:r w:rsidRPr="002623F8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(4)</w:t>
      </w:r>
      <w:r w:rsidR="00343D55">
        <w:rPr>
          <w:rtl/>
          <w:lang w:bidi="fa-IR"/>
        </w:rPr>
        <w:t>...</w:t>
      </w:r>
      <w:r>
        <w:rPr>
          <w:rtl/>
          <w:lang w:bidi="fa-IR"/>
        </w:rPr>
        <w:t xml:space="preserve"> </w:t>
      </w:r>
      <w:r w:rsidRPr="002623F8">
        <w:rPr>
          <w:rStyle w:val="libAlaemChar"/>
          <w:rtl/>
        </w:rPr>
        <w:t>(</w:t>
      </w:r>
      <w:r w:rsidRPr="002623F8">
        <w:rPr>
          <w:rStyle w:val="libAieChar"/>
          <w:rtl/>
        </w:rPr>
        <w:t xml:space="preserve"> وَلَمّا رَأَى الْمُؤْمنونَ الأَحْزَابَ قَالُوا هذَا مَا وَعَدَنَا اللّهُ وَرَسُولُهُ </w:t>
      </w:r>
      <w:r w:rsidRPr="002623F8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</w:t>
      </w:r>
      <w:r w:rsidR="002A766E">
        <w:rPr>
          <w:rStyle w:val="libFootnotenumChar"/>
          <w:rFonts w:hint="cs"/>
          <w:rtl/>
        </w:rPr>
        <w:t>5</w:t>
      </w:r>
      <w:r w:rsidRPr="00800C80">
        <w:rPr>
          <w:rStyle w:val="libFootnotenumChar"/>
          <w:rtl/>
        </w:rPr>
        <w:t>)</w:t>
      </w:r>
      <w:r w:rsidR="00343D55">
        <w:rPr>
          <w:rtl/>
          <w:lang w:bidi="fa-IR"/>
        </w:rPr>
        <w:t>.</w:t>
      </w:r>
    </w:p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800C80" w:rsidRDefault="00C92D11" w:rsidP="00C458B0">
      <w:pPr>
        <w:pStyle w:val="libFootnote0"/>
        <w:rPr>
          <w:lang w:bidi="fa-IR"/>
        </w:rPr>
      </w:pPr>
      <w:r w:rsidRPr="002623F8">
        <w:rPr>
          <w:rtl/>
        </w:rPr>
        <w:t>(1)</w:t>
      </w:r>
      <w:r>
        <w:rPr>
          <w:rtl/>
          <w:lang w:bidi="fa-IR"/>
        </w:rPr>
        <w:t xml:space="preserve"> سورة الأحزاب / 10</w:t>
      </w:r>
      <w:r w:rsidR="00343D55">
        <w:rPr>
          <w:rtl/>
          <w:lang w:bidi="fa-IR"/>
        </w:rPr>
        <w:t>.</w:t>
      </w:r>
    </w:p>
    <w:p w:rsidR="00800C80" w:rsidRDefault="00C92D11" w:rsidP="002A766E">
      <w:pPr>
        <w:pStyle w:val="libFootnote0"/>
        <w:rPr>
          <w:lang w:bidi="fa-IR"/>
        </w:rPr>
      </w:pPr>
      <w:r w:rsidRPr="002623F8">
        <w:rPr>
          <w:rtl/>
        </w:rPr>
        <w:t>(</w:t>
      </w:r>
      <w:r w:rsidR="002A766E">
        <w:rPr>
          <w:rFonts w:hint="cs"/>
          <w:rtl/>
        </w:rPr>
        <w:t>2</w:t>
      </w:r>
      <w:r w:rsidRPr="002623F8">
        <w:rPr>
          <w:rtl/>
        </w:rPr>
        <w:t>)</w:t>
      </w:r>
      <w:r>
        <w:rPr>
          <w:rtl/>
          <w:lang w:bidi="fa-IR"/>
        </w:rPr>
        <w:t xml:space="preserve"> أي : اختصموا</w:t>
      </w:r>
      <w:r w:rsidR="00343D55">
        <w:rPr>
          <w:rtl/>
          <w:lang w:bidi="fa-IR"/>
        </w:rPr>
        <w:t>.</w:t>
      </w:r>
    </w:p>
    <w:p w:rsidR="00800C80" w:rsidRDefault="00C92D11" w:rsidP="002623F8">
      <w:pPr>
        <w:pStyle w:val="libFootnote0"/>
        <w:rPr>
          <w:lang w:bidi="fa-IR"/>
        </w:rPr>
      </w:pPr>
      <w:r w:rsidRPr="002623F8">
        <w:rPr>
          <w:rtl/>
        </w:rPr>
        <w:t>(3)</w:t>
      </w:r>
      <w:r>
        <w:rPr>
          <w:rtl/>
          <w:lang w:bidi="fa-IR"/>
        </w:rPr>
        <w:t xml:space="preserve"> سورة الأحزاب / 10</w:t>
      </w:r>
      <w:r w:rsidR="00343D55">
        <w:rPr>
          <w:rtl/>
          <w:lang w:bidi="fa-IR"/>
        </w:rPr>
        <w:t>.</w:t>
      </w:r>
    </w:p>
    <w:p w:rsidR="00800C80" w:rsidRDefault="00C92D11" w:rsidP="002623F8">
      <w:pPr>
        <w:pStyle w:val="libFootnote0"/>
        <w:rPr>
          <w:lang w:bidi="fa-IR"/>
        </w:rPr>
      </w:pPr>
      <w:r w:rsidRPr="002623F8">
        <w:rPr>
          <w:rtl/>
        </w:rPr>
        <w:t>(4)</w:t>
      </w:r>
      <w:r>
        <w:rPr>
          <w:rtl/>
          <w:lang w:bidi="fa-IR"/>
        </w:rPr>
        <w:t xml:space="preserve"> سورة الأحزاب / 12</w:t>
      </w:r>
      <w:r w:rsidR="00343D55">
        <w:rPr>
          <w:rtl/>
          <w:lang w:bidi="fa-IR"/>
        </w:rPr>
        <w:t>.</w:t>
      </w:r>
    </w:p>
    <w:p w:rsidR="00800C80" w:rsidRDefault="00C92D11" w:rsidP="002623F8">
      <w:pPr>
        <w:pStyle w:val="libFootnote0"/>
        <w:rPr>
          <w:lang w:bidi="fa-IR"/>
        </w:rPr>
      </w:pPr>
      <w:r w:rsidRPr="002623F8">
        <w:rPr>
          <w:rtl/>
        </w:rPr>
        <w:t>(5)</w:t>
      </w:r>
      <w:r>
        <w:rPr>
          <w:rtl/>
          <w:lang w:bidi="fa-IR"/>
        </w:rPr>
        <w:t xml:space="preserve"> سورة الأحزاب / 22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وأيقنوا بالنّصر : </w:t>
      </w:r>
      <w:r w:rsidRPr="00E17320">
        <w:rPr>
          <w:rStyle w:val="libAlaemChar"/>
          <w:rtl/>
        </w:rPr>
        <w:t>(</w:t>
      </w:r>
      <w:r w:rsidRPr="00E17320">
        <w:rPr>
          <w:rStyle w:val="libAieChar"/>
          <w:rtl/>
        </w:rPr>
        <w:t xml:space="preserve"> و</w:t>
      </w:r>
      <w:r w:rsidR="00E17320" w:rsidRPr="00E17320">
        <w:rPr>
          <w:rStyle w:val="libAieChar"/>
          <w:rFonts w:hint="cs"/>
          <w:rtl/>
        </w:rPr>
        <w:t xml:space="preserve"> </w:t>
      </w:r>
      <w:r w:rsidRPr="00E17320">
        <w:rPr>
          <w:rStyle w:val="libAieChar"/>
          <w:rtl/>
        </w:rPr>
        <w:t>ما زادهم</w:t>
      </w:r>
      <w:r>
        <w:rPr>
          <w:rtl/>
          <w:lang w:bidi="fa-IR"/>
        </w:rPr>
        <w:t xml:space="preserve"> </w:t>
      </w:r>
      <w:r w:rsidRPr="00E17320">
        <w:rPr>
          <w:rStyle w:val="libAlaemChar"/>
          <w:rtl/>
        </w:rPr>
        <w:t>)</w:t>
      </w:r>
      <w:r>
        <w:rPr>
          <w:rtl/>
          <w:lang w:bidi="fa-IR"/>
        </w:rPr>
        <w:t xml:space="preserve"> ما رأوا من البلاء </w:t>
      </w:r>
      <w:r w:rsidRPr="00E17320">
        <w:rPr>
          <w:rStyle w:val="libAlaemChar"/>
          <w:rtl/>
        </w:rPr>
        <w:t>(</w:t>
      </w:r>
      <w:r w:rsidR="00E17320">
        <w:rPr>
          <w:rStyle w:val="libAieChar"/>
          <w:rtl/>
        </w:rPr>
        <w:t xml:space="preserve"> إل</w:t>
      </w:r>
      <w:r w:rsidR="00E17320">
        <w:rPr>
          <w:rStyle w:val="libAieChar"/>
          <w:rFonts w:hint="cs"/>
          <w:rtl/>
        </w:rPr>
        <w:t>ّ</w:t>
      </w:r>
      <w:r w:rsidR="00E17320">
        <w:rPr>
          <w:rStyle w:val="libAieChar"/>
          <w:rtl/>
        </w:rPr>
        <w:t>ا</w:t>
      </w:r>
      <w:r w:rsidRPr="00E17320">
        <w:rPr>
          <w:rStyle w:val="libAieChar"/>
          <w:rtl/>
        </w:rPr>
        <w:t xml:space="preserve"> إيمانا</w:t>
      </w:r>
      <w:r>
        <w:rPr>
          <w:rtl/>
          <w:lang w:bidi="fa-IR"/>
        </w:rPr>
        <w:t xml:space="preserve"> </w:t>
      </w:r>
      <w:r w:rsidRPr="00E17320">
        <w:rPr>
          <w:rStyle w:val="libAlaemChar"/>
          <w:rtl/>
        </w:rPr>
        <w:t>)</w:t>
      </w:r>
      <w:r>
        <w:rPr>
          <w:rtl/>
          <w:lang w:bidi="fa-IR"/>
        </w:rPr>
        <w:t xml:space="preserve"> بالله </w:t>
      </w:r>
      <w:r w:rsidRPr="00E17320">
        <w:rPr>
          <w:rStyle w:val="libAlaemChar"/>
          <w:rtl/>
        </w:rPr>
        <w:t>(</w:t>
      </w:r>
      <w:r w:rsidRPr="00E17320">
        <w:rPr>
          <w:rStyle w:val="libAieChar"/>
          <w:rtl/>
        </w:rPr>
        <w:t xml:space="preserve"> وتسليماً</w:t>
      </w:r>
      <w:r>
        <w:rPr>
          <w:rtl/>
          <w:lang w:bidi="fa-IR"/>
        </w:rPr>
        <w:t xml:space="preserve"> </w:t>
      </w:r>
      <w:r w:rsidRPr="00E17320">
        <w:rPr>
          <w:rStyle w:val="libAlaemChar"/>
          <w:rtl/>
        </w:rPr>
        <w:t>)</w:t>
      </w:r>
      <w:r>
        <w:rPr>
          <w:rtl/>
          <w:lang w:bidi="fa-IR"/>
        </w:rPr>
        <w:t xml:space="preserve"> لقضائه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E17320">
        <w:rPr>
          <w:rStyle w:val="libAlaemChar"/>
          <w:rtl/>
        </w:rPr>
        <w:t>(</w:t>
      </w:r>
      <w:r w:rsidRPr="00E17320">
        <w:rPr>
          <w:rStyle w:val="libAieChar"/>
          <w:rtl/>
        </w:rPr>
        <w:t xml:space="preserve"> من الْمُؤْمنينَ رِجَالٌ صَدَقُوا مَا عَاهَدُوا اللّهَ عَلَيْهِ </w:t>
      </w:r>
      <w:r w:rsidRPr="00E17320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بأنّهم إذا لقوا حرباً مع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ثبتوا وقاتلوا حتّى يُقتلوا أو ينتصروا : </w:t>
      </w:r>
      <w:r w:rsidRPr="00E17320">
        <w:rPr>
          <w:rStyle w:val="libAlaemChar"/>
          <w:rtl/>
        </w:rPr>
        <w:t>(</w:t>
      </w:r>
      <w:r w:rsidR="00E17320">
        <w:rPr>
          <w:rStyle w:val="libAieChar"/>
          <w:rtl/>
        </w:rPr>
        <w:t xml:space="preserve"> فَمنهُم مَّن قَضَى</w:t>
      </w:r>
      <w:r w:rsidRPr="00E17320">
        <w:rPr>
          <w:rStyle w:val="libAieChar"/>
          <w:rtl/>
        </w:rPr>
        <w:t xml:space="preserve"> نَحْبَهُ </w:t>
      </w:r>
      <w:r w:rsidRPr="00E17320">
        <w:rPr>
          <w:rStyle w:val="libAlaemChar"/>
          <w:rtl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عن ابن عبّاس : هو حمزة ومَن قُتل معه : </w:t>
      </w:r>
      <w:r w:rsidRPr="00E17320">
        <w:rPr>
          <w:rStyle w:val="libAlaemChar"/>
          <w:rtl/>
        </w:rPr>
        <w:t>(</w:t>
      </w:r>
      <w:r w:rsidRPr="00E17320">
        <w:rPr>
          <w:rStyle w:val="libAieChar"/>
          <w:rtl/>
        </w:rPr>
        <w:t xml:space="preserve"> وَمنهُم مّن يَنتَظِرُ وَمَا بَدّلُوا تَبْدِيلاً</w:t>
      </w:r>
      <w:r>
        <w:rPr>
          <w:rtl/>
          <w:lang w:bidi="fa-IR"/>
        </w:rPr>
        <w:t xml:space="preserve"> </w:t>
      </w:r>
      <w:r w:rsidRPr="00E17320">
        <w:rPr>
          <w:rStyle w:val="libAlaemChar"/>
          <w:rtl/>
        </w:rPr>
        <w:t>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عن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فينا نزلت ، وأنا والله ، المنتظر وما بدّلت تبديلاً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056AE4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اشتدّ البلاء ، ورآى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ضعف قلوب الأكثرين ، بعث إلى عيينة بن حصن ، وإلى الحارث بن عوف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وهما قائدا غَطْفان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فأعطاهما ثلث ثمار المدينة على أنْ يرجعا بمَن معهما ، وبعث إلى سعد بن معاذ وسعد بن عبادة فأخبرهما ، فقالا : يا رسول الله ، شيء أمرك الله به لا بدّ لنا منه ، أمْ شيء تصنعه لنا ؟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بل شيء أصنعه لكم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سعد بن معاذ : قد كنّا نحن وهؤلاء القوم على الِشرك وعبادة الأوثان ، وهم لا </w:t>
      </w:r>
      <w:r w:rsidR="00056AE4">
        <w:rPr>
          <w:rtl/>
          <w:lang w:bidi="fa-IR"/>
        </w:rPr>
        <w:t>يطمعون أنْ يأكلوا منّا ثمرة إل</w:t>
      </w:r>
      <w:r w:rsidR="00056AE4">
        <w:rPr>
          <w:rFonts w:hint="cs"/>
          <w:rtl/>
          <w:lang w:bidi="fa-IR"/>
        </w:rPr>
        <w:t>ّ</w:t>
      </w:r>
      <w:r w:rsidR="00056AE4">
        <w:rPr>
          <w:rtl/>
          <w:lang w:bidi="fa-IR"/>
        </w:rPr>
        <w:t>ا</w:t>
      </w:r>
      <w:r>
        <w:rPr>
          <w:rtl/>
          <w:lang w:bidi="fa-IR"/>
        </w:rPr>
        <w:t xml:space="preserve"> قرى أو بيعاً ، أفحين أكرمنا الله بالإسلام ، وأعزّنا بك وبه نُعطيهم </w:t>
      </w:r>
      <w:r w:rsidR="00056AE4">
        <w:rPr>
          <w:rtl/>
          <w:lang w:bidi="fa-IR"/>
        </w:rPr>
        <w:t>أموالنا ؟ والله ، لا نعطيهم إل</w:t>
      </w:r>
      <w:r w:rsidR="00056AE4">
        <w:rPr>
          <w:rFonts w:hint="cs"/>
          <w:rtl/>
          <w:lang w:bidi="fa-IR"/>
        </w:rPr>
        <w:t>ّ</w:t>
      </w:r>
      <w:r w:rsidR="00056AE4">
        <w:rPr>
          <w:rtl/>
          <w:lang w:bidi="fa-IR"/>
        </w:rPr>
        <w:t>ا</w:t>
      </w:r>
      <w:r>
        <w:rPr>
          <w:rtl/>
          <w:lang w:bidi="fa-IR"/>
        </w:rPr>
        <w:t xml:space="preserve"> السّيف حتّى يحكم الله بيننا وبينهم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وأقام المسلمون بضعاً وعشرين ليلة ، وعد</w:t>
      </w:r>
      <w:r w:rsidR="00056AE4">
        <w:rPr>
          <w:rtl/>
          <w:lang w:bidi="fa-IR"/>
        </w:rPr>
        <w:t>وّهم محاصرهم ليس بينهم قتال إل</w:t>
      </w:r>
      <w:r w:rsidR="00056AE4">
        <w:rPr>
          <w:rFonts w:hint="cs"/>
          <w:rtl/>
          <w:lang w:bidi="fa-IR"/>
        </w:rPr>
        <w:t>ّ</w:t>
      </w:r>
      <w:r w:rsidR="00056AE4">
        <w:rPr>
          <w:rtl/>
          <w:lang w:bidi="fa-IR"/>
        </w:rPr>
        <w:t>ا</w:t>
      </w:r>
      <w:r>
        <w:rPr>
          <w:rtl/>
          <w:lang w:bidi="fa-IR"/>
        </w:rPr>
        <w:t xml:space="preserve"> الترامي بالنّبل والحجارة ، وجاءت فوارس من قريش ، منهم : عمرو بن عبد ودّ ، وعكرمة بن أبي جهل ، ونوفل بن عبد الله ، وهبيرة بن أبي وهب المخزوميّان ، وضرار بن الخطاب الفهري ، فأقبلوا تعنق بهم خيلهم حتّى وقفوا على الخندق ، فصاروا إلى مكان ضيّق منه ، فضربوا خيلهم فاقتحمت منه ، فجالت بهم بين الخندق وسلع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الطبري وابن هشام وغيرهما : وخرج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نفر معهم من المسلمين حتّى أخذ عليهم الثغرة التي أقحموا خيلهم منها ؛ وذلك أنّهم ل</w:t>
      </w:r>
      <w:r w:rsidR="00056AE4">
        <w:rPr>
          <w:rFonts w:hint="cs"/>
          <w:rtl/>
          <w:lang w:bidi="fa-IR"/>
        </w:rPr>
        <w:t>ـ</w:t>
      </w:r>
      <w:r>
        <w:rPr>
          <w:rtl/>
          <w:lang w:bidi="fa-IR"/>
        </w:rPr>
        <w:t>مّا عبروا الخندق ، بادر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فرابط عند الثغرة التي أقحموا خيلهم منها ليمنع مَن يريد عبور الخندق من ذلك المكان ؛ فإنّه لم يكن في الحسبان أنّ المشركين</w:t>
      </w:r>
    </w:p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800C80" w:rsidRDefault="00C92D11" w:rsidP="00C458B0">
      <w:pPr>
        <w:pStyle w:val="libFootnote0"/>
        <w:rPr>
          <w:lang w:bidi="fa-IR"/>
        </w:rPr>
      </w:pPr>
      <w:r w:rsidRPr="00056AE4">
        <w:rPr>
          <w:rtl/>
        </w:rPr>
        <w:t>(1)</w:t>
      </w:r>
      <w:r>
        <w:rPr>
          <w:rtl/>
          <w:lang w:bidi="fa-IR"/>
        </w:rPr>
        <w:t xml:space="preserve"> سورة الأحزاب / 23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E2DB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يعبرون الخندق ، فلمّا رأوهم عبروه على حين غفلة ، بادر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بمَن معه ليمنعوا غيرهم ، وليقاتلوهم إذا أرادوا الرجوع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وهذه منقبة انفرد بها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هذه الغزاة بمبادرته لحماية الثغرة دون غيره ، حين بدا لهم هذا الأمر الذي لم يكن في الحسبان ، وعلموا أنّ هؤلاء الذين اقتحموا الخندق بخيولهم ، وأقدموا على ما كان يخال أنّه ليس بممكن ، هم من أشجع الشجعان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هشام والطبري : وقد كان عمرو بن عبد ودّ قاتل يوم بدر حتّى أثبتته الجراحة ، فلمْ يشهد اُحداً ، فلمّا كان يوم الخندق خرج معلماً ليرى مكانه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صاحب السّيرة الحلبيّة : فقال عمرو : مَن يبارز ؟ فقام علي ، وقال : (( أنا له يا نبيّ الله ))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اجلس إنّه عمرو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كرر النّداء وجعل يوبّخ المسلمين ، ويقول : أين جنّتكم التي تزعمون أنّ مَن قُتل منكم دخلها ؟ أفلا يبرز إليّ رجل ؟ وقال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0"/>
        <w:gridCol w:w="272"/>
        <w:gridCol w:w="3498"/>
      </w:tblGrid>
      <w:tr w:rsidR="0064502F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ولقدْ بححتُ منَ الندا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4502F" w:rsidRDefault="0064502F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ءِ بجمعِكُمْ هل منْ مُبارزْ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502F" w:rsidTr="00B80445">
        <w:trPr>
          <w:trHeight w:val="350"/>
        </w:trPr>
        <w:tc>
          <w:tcPr>
            <w:tcW w:w="3920" w:type="dxa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إنّي كذلكَ لمْ أزَلْ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502F" w:rsidRDefault="0064502F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مُتسرِّعاً نحو الهزاهزْ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502F" w:rsidTr="00B80445">
        <w:trPr>
          <w:trHeight w:val="350"/>
        </w:trPr>
        <w:tc>
          <w:tcPr>
            <w:tcW w:w="3920" w:type="dxa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إنّ الشجاعةَ في الفتَى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502F" w:rsidRDefault="0064502F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502F" w:rsidRDefault="0064502F" w:rsidP="00B80445">
            <w:pPr>
              <w:pStyle w:val="libPoem"/>
            </w:pPr>
            <w:r>
              <w:rPr>
                <w:rtl/>
                <w:lang w:bidi="fa-IR"/>
              </w:rPr>
              <w:t>والجودَ منْ خيرِ الغرائزْ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F77AEF">
      <w:pPr>
        <w:pStyle w:val="libNormal"/>
        <w:rPr>
          <w:lang w:bidi="fa-IR"/>
        </w:rPr>
      </w:pPr>
      <w:r>
        <w:rPr>
          <w:rtl/>
          <w:lang w:bidi="fa-IR"/>
        </w:rPr>
        <w:t>فقام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وهو مقنع في الحديد ، فقال : (( أنا له يا رسول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F77AEF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اجلس إنّه عمرو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نادى الثالثة ، فقام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فقال : (( أنا له يا رسول الله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إنّه عمرو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وإنْ كان عمراً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فأذنَ له وأعطاه سيفه ذو الفقار ، وألبسه درعه وعمّمه بعمامته ، وقال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اللهمّ ، أعنه عليه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فبرز إليه علي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5"/>
        <w:gridCol w:w="272"/>
        <w:gridCol w:w="3503"/>
      </w:tblGrid>
      <w:tr w:rsidR="00E00B23" w:rsidTr="007F7139">
        <w:trPr>
          <w:trHeight w:val="350"/>
        </w:trPr>
        <w:tc>
          <w:tcPr>
            <w:tcW w:w="3535" w:type="dxa"/>
            <w:shd w:val="clear" w:color="auto" w:fill="auto"/>
          </w:tcPr>
          <w:p w:rsidR="00E00B23" w:rsidRDefault="00E00B23" w:rsidP="00B80445">
            <w:pPr>
              <w:pStyle w:val="libPoem"/>
            </w:pPr>
            <w:r>
              <w:rPr>
                <w:rtl/>
                <w:lang w:bidi="fa-IR"/>
              </w:rPr>
              <w:t>لا تعجلنَّ فقدْ أتا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00B23" w:rsidRDefault="00E00B23" w:rsidP="00B80445">
            <w:pPr>
              <w:pStyle w:val="libPoem"/>
              <w:rPr>
                <w:rtl/>
              </w:rPr>
            </w:pPr>
          </w:p>
        </w:tc>
        <w:tc>
          <w:tcPr>
            <w:tcW w:w="3503" w:type="dxa"/>
            <w:shd w:val="clear" w:color="auto" w:fill="auto"/>
          </w:tcPr>
          <w:p w:rsidR="00E00B23" w:rsidRDefault="00E00B23" w:rsidP="00B80445">
            <w:pPr>
              <w:pStyle w:val="libPoem"/>
            </w:pPr>
            <w:r>
              <w:rPr>
                <w:rtl/>
                <w:lang w:bidi="fa-IR"/>
              </w:rPr>
              <w:t>كَ مُجيبُ صوتِكَ غيرُ عاجزْ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C92D11" w:rsidRDefault="00C92D11" w:rsidP="00C458B0">
      <w:pPr>
        <w:pStyle w:val="libFootnote0"/>
        <w:rPr>
          <w:lang w:bidi="fa-IR"/>
        </w:rPr>
      </w:pPr>
      <w:r w:rsidRPr="007F7139">
        <w:rPr>
          <w:rtl/>
        </w:rPr>
        <w:t>(1)</w:t>
      </w:r>
      <w:r>
        <w:rPr>
          <w:rtl/>
          <w:lang w:bidi="fa-IR"/>
        </w:rPr>
        <w:t xml:space="preserve"> الظاهر أنّ عليّاً (</w:t>
      </w:r>
      <w:r w:rsidR="00800C80" w:rsidRPr="007F7139">
        <w:rPr>
          <w:rStyle w:val="libFootnoteAlaemChar"/>
          <w:rtl/>
        </w:rPr>
        <w:t>عليه‌السلام</w:t>
      </w:r>
      <w:r>
        <w:rPr>
          <w:rtl/>
          <w:lang w:bidi="fa-IR"/>
        </w:rPr>
        <w:t>) ل</w:t>
      </w:r>
      <w:r w:rsidR="007F7139">
        <w:rPr>
          <w:rFonts w:hint="cs"/>
          <w:rtl/>
          <w:lang w:bidi="fa-IR"/>
        </w:rPr>
        <w:t>ـ</w:t>
      </w:r>
      <w:r>
        <w:rPr>
          <w:rtl/>
          <w:lang w:bidi="fa-IR"/>
        </w:rPr>
        <w:t>مّا سمع عمراً يطلب المبارزة ترك مكانه من الثغرة التي كان يحرسها ، وأبقى بها بعض أصحابه ، وجاء إلى النبيّ (</w:t>
      </w:r>
      <w:r w:rsidR="00C638D3" w:rsidRPr="007F7139">
        <w:rPr>
          <w:rStyle w:val="libFootnoteAlaemChar"/>
          <w:rtl/>
        </w:rPr>
        <w:t>صلى‌الله‌عليه‌وآله</w:t>
      </w:r>
      <w:r>
        <w:rPr>
          <w:rtl/>
          <w:lang w:bidi="fa-IR"/>
        </w:rPr>
        <w:t>) فقام بين يديه ، وقال (</w:t>
      </w:r>
      <w:r w:rsidR="00800C80" w:rsidRPr="007F7139">
        <w:rPr>
          <w:rStyle w:val="libFootnoteAlaemChar"/>
          <w:rtl/>
        </w:rPr>
        <w:t>عليه‌السلام</w:t>
      </w:r>
      <w:r>
        <w:rPr>
          <w:rtl/>
          <w:lang w:bidi="fa-IR"/>
        </w:rPr>
        <w:t>) : (( أنا له يا نبيّ الله )) ؛ فإ</w:t>
      </w:r>
      <w:r w:rsidR="007F7139">
        <w:rPr>
          <w:rtl/>
          <w:lang w:bidi="fa-IR"/>
        </w:rPr>
        <w:t>نّه لم يكن ليبارزه بغير إذنه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7F7139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7F7139" w:rsidRDefault="007F7139" w:rsidP="00B80445">
            <w:pPr>
              <w:pStyle w:val="libPoem"/>
            </w:pPr>
            <w:r>
              <w:rPr>
                <w:rtl/>
                <w:lang w:bidi="fa-IR"/>
              </w:rPr>
              <w:lastRenderedPageBreak/>
              <w:t>ذو نيةٍ وبصيرةٍ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139" w:rsidRDefault="007F713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139" w:rsidRDefault="007F7139" w:rsidP="00B80445">
            <w:pPr>
              <w:pStyle w:val="libPoem"/>
            </w:pPr>
            <w:r>
              <w:rPr>
                <w:rtl/>
                <w:lang w:bidi="fa-IR"/>
              </w:rPr>
              <w:t>والصدقُ مَنجى كلِّ فائزْ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139" w:rsidTr="00B80445">
        <w:trPr>
          <w:trHeight w:val="350"/>
        </w:trPr>
        <w:tc>
          <w:tcPr>
            <w:tcW w:w="3920" w:type="dxa"/>
          </w:tcPr>
          <w:p w:rsidR="007F7139" w:rsidRDefault="007F7139" w:rsidP="00B80445">
            <w:pPr>
              <w:pStyle w:val="libPoem"/>
            </w:pPr>
            <w:r>
              <w:rPr>
                <w:rtl/>
                <w:lang w:bidi="fa-IR"/>
              </w:rPr>
              <w:t>إني لأرجُو أنْ اُقي</w:t>
            </w:r>
            <w:r w:rsidR="002A0D90">
              <w:rPr>
                <w:rFonts w:hint="cs"/>
                <w:rtl/>
                <w:lang w:bidi="fa-IR"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139" w:rsidRDefault="007F713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139" w:rsidRDefault="002A0D90" w:rsidP="00B80445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 w:rsidR="007F7139">
              <w:rPr>
                <w:rtl/>
                <w:lang w:bidi="fa-IR"/>
              </w:rPr>
              <w:t>مَ عليكَ نائحةَ الجنائِزْ</w:t>
            </w:r>
            <w:r w:rsidR="007F7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139" w:rsidTr="00B80445">
        <w:trPr>
          <w:trHeight w:val="350"/>
        </w:trPr>
        <w:tc>
          <w:tcPr>
            <w:tcW w:w="3920" w:type="dxa"/>
          </w:tcPr>
          <w:p w:rsidR="007F7139" w:rsidRDefault="002A0D90" w:rsidP="00B80445">
            <w:pPr>
              <w:pStyle w:val="libPoem"/>
            </w:pPr>
            <w:r>
              <w:rPr>
                <w:rtl/>
                <w:lang w:bidi="fa-IR"/>
              </w:rPr>
              <w:t>منْ ضربةٍ نجلاءَ يب</w:t>
            </w:r>
            <w:r>
              <w:rPr>
                <w:rFonts w:hint="cs"/>
                <w:rtl/>
                <w:lang w:bidi="fa-IR"/>
              </w:rPr>
              <w:t>ـ</w:t>
            </w:r>
            <w:r w:rsidR="007F7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139" w:rsidRDefault="007F713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139" w:rsidRDefault="002A0D90" w:rsidP="00B80445">
            <w:pPr>
              <w:pStyle w:val="libPoem"/>
            </w:pP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قَى صيتُها بعد الهزاهزْ</w:t>
            </w:r>
            <w:r w:rsidR="007F71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 عمرو : مَن أنت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أنا علي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ابن مَن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ابن عبد مناف ، أنا علي بن أبي طالب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غيرك يابن أخي من أعمامك مَن هو أشدّ منك فانصرف ؛ فإنّي أكره أنْ أهريقَ دمك ؛ فإنّ أباك كان لي صديقاً وكنتُ له نديماً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لكنّي والله ، ما أكره أنْ أهريق دمك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إنّك كنت تقول : لا يدعوني أحد إلى واحدة من ثلاث إل</w:t>
      </w:r>
      <w:r w:rsidR="00EA4872">
        <w:rPr>
          <w:rFonts w:hint="cs"/>
          <w:rtl/>
          <w:lang w:bidi="fa-IR"/>
        </w:rPr>
        <w:t>ّ</w:t>
      </w:r>
      <w:r>
        <w:rPr>
          <w:rtl/>
          <w:lang w:bidi="fa-IR"/>
        </w:rPr>
        <w:t>ا قبلتها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أجل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فدعاه إلى الإسلام ، فقال : أخّر عنّي هذه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واُخرى ترجع إلى بلادك ، فإنْ يكُ محمّد صادقاً كنت أسعد النّاس به ، وإنْ يكُ كاذباً كان الذي تريد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هذا ما لا تتحدث به نساء قريش أبداً ، كيف وقد قدرت على استيفاء ما نذرت ؟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فإنّه نذرَ ل</w:t>
      </w:r>
      <w:r w:rsidR="00EA4872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أفلت هارباً يوم بدر وقد جُرح ، أنْ لا يمسّ رأسه دهناً حتّى يقتل محمّداً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قال : فالثالثة ؟ قال (</w:t>
      </w:r>
      <w:r w:rsidR="00800C80" w:rsidRPr="00800C80">
        <w:rPr>
          <w:rStyle w:val="libAlaemChar"/>
          <w:rtl/>
        </w:rPr>
        <w:t>عليه‌السلام</w:t>
      </w:r>
      <w:r w:rsidR="00EA4872">
        <w:rPr>
          <w:rtl/>
          <w:lang w:bidi="fa-IR"/>
        </w:rPr>
        <w:t>) : (( البراز ))</w:t>
      </w:r>
      <w:r>
        <w:rPr>
          <w:rtl/>
          <w:lang w:bidi="fa-IR"/>
        </w:rPr>
        <w:t>. قال : هذه خصلة ما كنت أظنّ أنّ أحداً من العرب يخوّفني بها ، ولِمَ يابن أخي ؟ فوالله ، ما اُحبّ أنْ أقتلك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ولكنّي والله ، اُحبّ أنْ أقتلك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له علي : (( كيف اُقاتلك وأنت فارس ؟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فاقتحم عن فرسه وضرب وجهه ، وسلّ سيفه كأنّه شعلة نار ، وأقبل على علي فتنازلا وتجاولا ، فاستقبله عليٌّ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بدرقته ، فضربه عمرو فيها فقدّها ، وأثبت فيها السّيف وأصاب رأسه فشجّه ، فضربه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حبل عاتقه فسقط ، وكان جابر بن عبد الله الأنصاري قد تبع عليّاً لينظر ما يكون منه ومن عمرو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: فثارث غبرة فما رأيتهما ،</w:t>
      </w:r>
    </w:p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800C80" w:rsidRDefault="00C92D11" w:rsidP="00C458B0">
      <w:pPr>
        <w:pStyle w:val="libFootnote0"/>
        <w:rPr>
          <w:lang w:bidi="fa-IR"/>
        </w:rPr>
      </w:pPr>
      <w:r w:rsidRPr="003360CD">
        <w:rPr>
          <w:rtl/>
        </w:rPr>
        <w:t>(1)</w:t>
      </w:r>
      <w:r>
        <w:rPr>
          <w:rtl/>
          <w:lang w:bidi="fa-IR"/>
        </w:rPr>
        <w:t xml:space="preserve"> وإنما قال هذا خوفاً منه ؛ فإنّه كان قد عرف قتلاه ببدر واُحد ، وعلم أنّه إنْ ناهضه قتله علي (</w:t>
      </w:r>
      <w:r w:rsidR="00800C80" w:rsidRPr="003360CD">
        <w:rPr>
          <w:rStyle w:val="libFootnoteAlaemChar"/>
          <w:rtl/>
        </w:rPr>
        <w:t>عليه‌السلام</w:t>
      </w:r>
      <w:r>
        <w:rPr>
          <w:rtl/>
          <w:lang w:bidi="fa-IR"/>
        </w:rPr>
        <w:t xml:space="preserve">) ، فاستحيا أنْ يُظهر الفشل فأظهر الإبقاء والإرغاء ، وإنّه لكاذب كما حكاه ابن </w:t>
      </w:r>
      <w:r w:rsidR="003360CD">
        <w:rPr>
          <w:rtl/>
          <w:lang w:bidi="fa-IR"/>
        </w:rPr>
        <w:t>أبي الحديد عن شيخه أبي الخير</w:t>
      </w:r>
      <w:r w:rsidR="00343D55">
        <w:rPr>
          <w:rtl/>
          <w:lang w:bidi="fa-IR"/>
        </w:rPr>
        <w:t>.</w:t>
      </w:r>
      <w:r w:rsidR="003360CD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3360CD" w:rsidRDefault="003360CD" w:rsidP="003360CD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83A2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فسمعت التكبير تحتها فعلمت أنّ عليّاً قد قتله ، وكان مع عمرو ابنه حسل فقتله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883A2B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قُتل عمرو ، فرّ الأربعة الذين كانوا معه حتّى اقتحمت خيلهم الخندق ، وتوطرت بنوفل فرسه ، فنزل إليه علي فقتله ، ضربه بالسّيف فقطعه نصفّين ، ولحق هبيرة فأعجزه ، وضرب قربوس سرجه فسقطت درع له كان قد احتقبها ، وفرّ عكرمة وضرار ، وانهزم المشركون بقتل عمرو ونوفل ، وذلك قوله تعالى : </w:t>
      </w:r>
      <w:r w:rsidRPr="00883A2B">
        <w:rPr>
          <w:rStyle w:val="libAlaemChar"/>
          <w:rtl/>
        </w:rPr>
        <w:t>(</w:t>
      </w:r>
      <w:r w:rsidRPr="00883A2B">
        <w:rPr>
          <w:rStyle w:val="libAieChar"/>
          <w:rtl/>
        </w:rPr>
        <w:t xml:space="preserve"> وَرَدّ اللّهُ الّذِينَ كَفَرُوا بِغَيْظِهِمْ لَمْ يَنَالُوا خَيْراً وَكَفَى اللّهُ الْمُؤْمنينَ الْقِتَالَ </w:t>
      </w:r>
      <w:r w:rsidRPr="00883A2B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كفاهم ذلك بعلي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وعن ابن مسعود ، أنّه كان يقرأ : وكفى الله المؤمنين القتال بعلي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جاب</w:t>
      </w:r>
      <w:r w:rsidR="003F2B42">
        <w:rPr>
          <w:rtl/>
          <w:lang w:bidi="fa-IR"/>
        </w:rPr>
        <w:t>ر : فما شبّهت قتل علي عمراً إل</w:t>
      </w:r>
      <w:r w:rsidR="003F2B42">
        <w:rPr>
          <w:rFonts w:hint="cs"/>
          <w:rtl/>
          <w:lang w:bidi="fa-IR"/>
        </w:rPr>
        <w:t>ّ</w:t>
      </w:r>
      <w:r w:rsidR="003F2B42">
        <w:rPr>
          <w:rtl/>
          <w:lang w:bidi="fa-IR"/>
        </w:rPr>
        <w:t>ا</w:t>
      </w:r>
      <w:r>
        <w:rPr>
          <w:rtl/>
          <w:lang w:bidi="fa-IR"/>
        </w:rPr>
        <w:t xml:space="preserve"> بما قصّ الله من قصّة قتل داود جالوت ، حيث يقول الله جلّ شأنه : </w:t>
      </w:r>
      <w:r w:rsidRPr="003F2B42">
        <w:rPr>
          <w:rStyle w:val="libAlaemChar"/>
          <w:rtl/>
        </w:rPr>
        <w:t>(</w:t>
      </w:r>
      <w:r w:rsidRPr="003F2B42">
        <w:rPr>
          <w:rStyle w:val="libAieChar"/>
          <w:rtl/>
        </w:rPr>
        <w:t xml:space="preserve"> فَهَزَمُوهُم بِإِذْنِ اللّهِ وَقَتَلَ دَاوُدُ جَالُوتَ </w:t>
      </w:r>
      <w:r w:rsidRPr="003F2B4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وأقبل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برأس عمرو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ووجهه يتهلل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فألقاه بين يدي النّبيّ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، فقال </w:t>
      </w:r>
      <w:r w:rsidR="003F2B42">
        <w:rPr>
          <w:rtl/>
          <w:lang w:bidi="fa-IR"/>
        </w:rPr>
        <w:t>له عمر : هلاّ سلبته يا علي درعه</w:t>
      </w:r>
      <w:r>
        <w:rPr>
          <w:rtl/>
          <w:lang w:bidi="fa-IR"/>
        </w:rPr>
        <w:t>؛ فإنّه ليس في العرب درع مثلها ؟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إنّي استحييت أنْ أكشف سوأة ابن عمّي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ورجع علي إلى مقامه الأوّل يحمي الثغرة التي عبر منها عمرو وأصحابه ، وهو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2"/>
        <w:gridCol w:w="272"/>
        <w:gridCol w:w="3506"/>
      </w:tblGrid>
      <w:tr w:rsidR="00D62E0D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D62E0D" w:rsidRDefault="00D62E0D" w:rsidP="00B80445">
            <w:pPr>
              <w:pStyle w:val="libPoem"/>
            </w:pPr>
            <w:r>
              <w:rPr>
                <w:rtl/>
                <w:lang w:bidi="fa-IR"/>
              </w:rPr>
              <w:t>نصرَ الحجارةَ منْ سفاهةِ رأيهِ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2E0D" w:rsidRDefault="00D62E0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2E0D" w:rsidRDefault="00D62E0D" w:rsidP="00B80445">
            <w:pPr>
              <w:pStyle w:val="libPoem"/>
            </w:pPr>
            <w:r>
              <w:rPr>
                <w:rtl/>
                <w:lang w:bidi="fa-IR"/>
              </w:rPr>
              <w:t>ونصرتُ دينَ محمّدٍ بصوابي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2E0D" w:rsidTr="00B80445">
        <w:trPr>
          <w:trHeight w:val="350"/>
        </w:trPr>
        <w:tc>
          <w:tcPr>
            <w:tcW w:w="3920" w:type="dxa"/>
          </w:tcPr>
          <w:p w:rsidR="00D62E0D" w:rsidRDefault="00D62E0D" w:rsidP="00B80445">
            <w:pPr>
              <w:pStyle w:val="libPoem"/>
            </w:pPr>
            <w:r>
              <w:rPr>
                <w:rtl/>
                <w:lang w:bidi="fa-IR"/>
              </w:rPr>
              <w:t>فضربتُهُ فتركتُهُ مُتجدّلاً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2E0D" w:rsidRDefault="00D62E0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2E0D" w:rsidRDefault="00D62E0D" w:rsidP="00B80445">
            <w:pPr>
              <w:pStyle w:val="libPoem"/>
            </w:pPr>
            <w:r>
              <w:rPr>
                <w:rtl/>
                <w:lang w:bidi="fa-IR"/>
              </w:rPr>
              <w:t>كالجذعِ بينَ دكادِكٍ ورَوابي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2E0D" w:rsidTr="00B80445">
        <w:trPr>
          <w:trHeight w:val="350"/>
        </w:trPr>
        <w:tc>
          <w:tcPr>
            <w:tcW w:w="3920" w:type="dxa"/>
          </w:tcPr>
          <w:p w:rsidR="00D62E0D" w:rsidRDefault="003E29A7" w:rsidP="00B80445">
            <w:pPr>
              <w:pStyle w:val="libPoem"/>
            </w:pPr>
            <w:r>
              <w:rPr>
                <w:rtl/>
                <w:lang w:bidi="fa-IR"/>
              </w:rPr>
              <w:t>وعففتُ عنْ أثوابِهِ ولو انّنيْ</w:t>
            </w:r>
            <w:r w:rsidR="00D62E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2E0D" w:rsidRDefault="00D62E0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2E0D" w:rsidRDefault="003E29A7" w:rsidP="00B80445">
            <w:pPr>
              <w:pStyle w:val="libPoem"/>
            </w:pPr>
            <w:r>
              <w:rPr>
                <w:rtl/>
                <w:lang w:bidi="fa-IR"/>
              </w:rPr>
              <w:t>كُنتُ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مُجدَّلَ بزَّني أثوابي</w:t>
            </w:r>
            <w:r w:rsidR="00D62E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2E0D" w:rsidTr="00B80445">
        <w:trPr>
          <w:trHeight w:val="350"/>
        </w:trPr>
        <w:tc>
          <w:tcPr>
            <w:tcW w:w="3920" w:type="dxa"/>
          </w:tcPr>
          <w:p w:rsidR="00D62E0D" w:rsidRDefault="00E91C12" w:rsidP="00B80445">
            <w:pPr>
              <w:pStyle w:val="libPoem"/>
            </w:pPr>
            <w:r>
              <w:rPr>
                <w:rtl/>
                <w:lang w:bidi="fa-IR"/>
              </w:rPr>
              <w:t>لا تحسبنَّ اللهَ خاذلَ دينَهُ</w:t>
            </w:r>
            <w:r w:rsidR="00D62E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2E0D" w:rsidRDefault="00D62E0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2E0D" w:rsidRDefault="00E91C12" w:rsidP="00B80445">
            <w:pPr>
              <w:pStyle w:val="libPoem"/>
            </w:pPr>
            <w:r>
              <w:rPr>
                <w:rtl/>
                <w:lang w:bidi="fa-IR"/>
              </w:rPr>
              <w:t>ونبيَّهُ يا معشرَ الأحزابِ</w:t>
            </w:r>
            <w:r w:rsidR="00D62E0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المفيد في الإرشاد ، وابن أبي الحديد في شرح نهج البلاغة بالإسناد عن ربيعة السّعدي ، قال : أتيت حذيفة بن اليمان ، فقلت له : يا أبا عبد الله ، إنّا لنتحدث عن علي ومناقبه ، فيقول لنا أهل البصرة : إنّكم لتفرّطون في علي ، فهل أنت محدثي بحديث فيه ؟ فقال حذيفة : يا ربيعة ، وما تسألني عن علي ؟</w:t>
      </w:r>
    </w:p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800C80" w:rsidRDefault="00C92D11" w:rsidP="00C458B0">
      <w:pPr>
        <w:pStyle w:val="libFootnote0"/>
        <w:rPr>
          <w:lang w:bidi="fa-IR"/>
        </w:rPr>
      </w:pPr>
      <w:r w:rsidRPr="00B674E5">
        <w:rPr>
          <w:rtl/>
        </w:rPr>
        <w:t>(1)</w:t>
      </w:r>
      <w:r>
        <w:rPr>
          <w:rtl/>
          <w:lang w:bidi="fa-IR"/>
        </w:rPr>
        <w:t xml:space="preserve"> سورة السّجدة / 25</w:t>
      </w:r>
      <w:r w:rsidR="00343D55">
        <w:rPr>
          <w:rtl/>
          <w:lang w:bidi="fa-IR"/>
        </w:rPr>
        <w:t>.</w:t>
      </w:r>
    </w:p>
    <w:p w:rsidR="00800C80" w:rsidRDefault="00C92D11" w:rsidP="00B674E5">
      <w:pPr>
        <w:pStyle w:val="libFootnote0"/>
        <w:rPr>
          <w:lang w:bidi="fa-IR"/>
        </w:rPr>
      </w:pPr>
      <w:r w:rsidRPr="00B674E5">
        <w:rPr>
          <w:rtl/>
        </w:rPr>
        <w:t>(2)</w:t>
      </w:r>
      <w:r>
        <w:rPr>
          <w:rtl/>
          <w:lang w:bidi="fa-IR"/>
        </w:rPr>
        <w:t xml:space="preserve"> سورة البقرة / 252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فوالذي نفسي بيده ، لو وُضع أعمال جميع أصحاب محمّد في كفّة الميزان ، منذ بعث الله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إلى يوم النّاس هذا ، ووُضع عمل واحد من أعمال علي في الكفّة الاُخرى ، لرجح عمل علي على جميع أعمالهم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ربيعة : هذا الذي لا يُقام له ولا يقعد ولا يُحمل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حذيفة : يا لُكَع ! وكيف لا يُحمل ؟!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وأين كان حذيفة وجميع أصحاب محمّد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يوم عمرو بن عبد ودّ ، وقد دعا إلى المبارزة فأحجم النّاس كلّهم ما خلا عليّاً ، فإنّه برز إليه وقتله الله على يده ؟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والذي نفس حذيفة بيده ، لَعمله ذلك أعظم أجراً من أعمال اُمّة محمّد إلى يوم القيامة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وقال ابن أبي الحديد : وإنّ خروجه إلى عمرو يوم الخندق أجلُّ من أنْ يُقال جليلة ، وأعظم </w:t>
      </w:r>
      <w:r w:rsidR="006B19F8">
        <w:rPr>
          <w:rtl/>
          <w:lang w:bidi="fa-IR"/>
        </w:rPr>
        <w:t>من أنْ يُقال عظيمة ، وما هي إل</w:t>
      </w:r>
      <w:r w:rsidR="006B19F8">
        <w:rPr>
          <w:rFonts w:hint="cs"/>
          <w:rtl/>
          <w:lang w:bidi="fa-IR"/>
        </w:rPr>
        <w:t>ّ</w:t>
      </w:r>
      <w:r w:rsidR="006B19F8">
        <w:rPr>
          <w:rtl/>
          <w:lang w:bidi="fa-IR"/>
        </w:rPr>
        <w:t>ا</w:t>
      </w:r>
      <w:r>
        <w:rPr>
          <w:rtl/>
          <w:lang w:bidi="fa-IR"/>
        </w:rPr>
        <w:t xml:space="preserve"> كما قال أبو الهذيل ، وقد سأله سائل : أيّما أعظم منزلة عند الله علي أمْ غيره ؟ فقال : يا ابن أخي ، والله ، لَمبارزة علي عمراً يوم الخندق تعِدل أعمال المهاجرين والأنصار وطاعتهم ، وتُربي عليها ، فضلاً عن رجل واحد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الحاكم في المستدرك بسنده : أنّ النبيّ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قال : (( لَمبارزةُ علي بن أبي طالب لعمرو بن عبد ودّ يوم الخندق ، أفضل من أعمال اُمّتي إلى يوم القيامة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عن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أنّه قال : (( قتلُ عليٍّ لعمرو بن عبد ودّ أفضل من عبادة الثقلين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ابن تيمية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على عادته المعروفة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 كيف يكون قتل كافر أفضل من عبادة الثقلين الإنس والجن ، ومنهم الأنبياء ؟! بل إنّ عمرو بن ع</w:t>
      </w:r>
      <w:r w:rsidR="006B19F8">
        <w:rPr>
          <w:rtl/>
          <w:lang w:bidi="fa-IR"/>
        </w:rPr>
        <w:t>بد ودّ هذا لمْ يُعرف له ذكر إل</w:t>
      </w:r>
      <w:r w:rsidR="006B19F8">
        <w:rPr>
          <w:rFonts w:hint="cs"/>
          <w:rtl/>
          <w:lang w:bidi="fa-IR"/>
        </w:rPr>
        <w:t>ّ</w:t>
      </w:r>
      <w:r w:rsidR="006B19F8">
        <w:rPr>
          <w:rtl/>
          <w:lang w:bidi="fa-IR"/>
        </w:rPr>
        <w:t>ا</w:t>
      </w:r>
      <w:r>
        <w:rPr>
          <w:rtl/>
          <w:lang w:bidi="fa-IR"/>
        </w:rPr>
        <w:t xml:space="preserve"> في هذه الغزوة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وردّ عليه صاحب السّيرة الحلبيّة : بأنّ قتل هذا الكافر كان فيه نصرة للدين وخذلان للكافرين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وردّ صاحب السّيرة الحلبيّة أيضاً على </w:t>
      </w:r>
      <w:r w:rsidR="006B19F8">
        <w:rPr>
          <w:rtl/>
          <w:lang w:bidi="fa-IR"/>
        </w:rPr>
        <w:t>قوله : أنّه لم يُعرف له ذكر إل</w:t>
      </w:r>
      <w:r w:rsidR="006B19F8">
        <w:rPr>
          <w:rFonts w:hint="cs"/>
          <w:rtl/>
          <w:lang w:bidi="fa-IR"/>
        </w:rPr>
        <w:t>ّ</w:t>
      </w:r>
      <w:r w:rsidR="006B19F8">
        <w:rPr>
          <w:rtl/>
          <w:lang w:bidi="fa-IR"/>
        </w:rPr>
        <w:t>ا</w:t>
      </w:r>
      <w:r>
        <w:rPr>
          <w:rtl/>
          <w:lang w:bidi="fa-IR"/>
        </w:rPr>
        <w:t xml:space="preserve"> في هذه الغزوة ، بما روي من أنّه قاتل يوم بدر حتّى أثبتته الجراحة ولمْ يشهد اُحداً ، فلمّا كان يوم الخندق خرج معلماً ليرى مكانه ، وأنّه نذر أنْ لا يمسّ رأسه دهناً حتّى يقتل محمّداً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الحاكم في المستدرك : أنّه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B19F8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كان ثالث قريش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أقول : ويردّه أيضاً أنّه كان معروفاً بفارس يليل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، وفي ذ</w:t>
      </w:r>
      <w:r w:rsidR="009971C3">
        <w:rPr>
          <w:rtl/>
          <w:lang w:bidi="fa-IR"/>
        </w:rPr>
        <w:t>لك يقول مسافح الجمحي يرثي عمراً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9971C3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9971C3" w:rsidRDefault="009971C3" w:rsidP="00B80445">
            <w:pPr>
              <w:pStyle w:val="libPoem"/>
            </w:pPr>
            <w:r>
              <w:rPr>
                <w:rtl/>
                <w:lang w:bidi="fa-IR"/>
              </w:rPr>
              <w:t>عمرو بنُ عبدٍ كانَ أوّلَ فارسٍ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971C3" w:rsidRDefault="009971C3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971C3" w:rsidRDefault="009971C3" w:rsidP="00B80445">
            <w:pPr>
              <w:pStyle w:val="libPoem"/>
            </w:pPr>
            <w:r>
              <w:rPr>
                <w:rtl/>
                <w:lang w:bidi="fa-IR"/>
              </w:rPr>
              <w:t>جزعَ</w:t>
            </w:r>
            <w:r w:rsidRPr="00800C80">
              <w:rPr>
                <w:rStyle w:val="libFootnotenumChar"/>
                <w:rtl/>
              </w:rPr>
              <w:t>(2)</w:t>
            </w:r>
            <w:r>
              <w:rPr>
                <w:rtl/>
                <w:lang w:bidi="fa-IR"/>
              </w:rPr>
              <w:t xml:space="preserve"> المذادَ</w:t>
            </w:r>
            <w:r w:rsidRPr="00800C80">
              <w:rPr>
                <w:rStyle w:val="libFootnotenumChar"/>
                <w:rtl/>
              </w:rPr>
              <w:t>(3)</w:t>
            </w:r>
            <w:r>
              <w:rPr>
                <w:rtl/>
                <w:lang w:bidi="fa-IR"/>
              </w:rPr>
              <w:t xml:space="preserve"> وكان فارسَ يْليلِ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وأقلّ نظرة يلقيها الإنسان على تلك الغزوة ، فيرى عشرة آلاف محاصرين للمدينة ، حانقين أشدّ الحنق على المسلمين ، وهم دون الثلث من عسكر المشركين ، بينهم عدد كبير من المنافقين ، وبنو قُريظة إلى جنبهم يخافون منهم على ذراريهم ونسائهم ، وما أصاب المسلمين من الخوف والهلع الذي اضطر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أنْ يصانع غَطْفان ليرجعوا عن معاونة قريش بثلث ثمار المدينة ، وتعظيم الله ذلك في القرآن بقوله تعالى : </w:t>
      </w:r>
      <w:r w:rsidRPr="00920B07">
        <w:rPr>
          <w:rStyle w:val="libAlaemChar"/>
          <w:rtl/>
        </w:rPr>
        <w:t>(</w:t>
      </w:r>
      <w:r w:rsidRPr="00920B07">
        <w:rPr>
          <w:rStyle w:val="libAieChar"/>
          <w:rtl/>
        </w:rPr>
        <w:t xml:space="preserve"> وَ</w:t>
      </w:r>
      <w:r w:rsidR="00920B07" w:rsidRPr="00920B07">
        <w:rPr>
          <w:rStyle w:val="libAieChar"/>
          <w:rFonts w:hint="cs"/>
          <w:rtl/>
        </w:rPr>
        <w:t xml:space="preserve"> </w:t>
      </w:r>
      <w:r w:rsidRPr="00920B07">
        <w:rPr>
          <w:rStyle w:val="libAieChar"/>
          <w:rtl/>
        </w:rPr>
        <w:t xml:space="preserve">إِذْ زَاغَتِ الأَبْصَارُ وَبَلَغَتِ الْقُلُوبُ الْحَنَاجِرَ وَتَظُنّونَ بِاللّهِ الظّنُونَا * هُنَالِكَ ابْتُلِيَ الْمُؤْمنونَ وَزُلْزِلُوا زِلْزَالاً شَدِيداً </w:t>
      </w:r>
      <w:r w:rsidRPr="00920B07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(4)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ووقوف عمرو ينادي بالمسلمين ويُقرّعهم ويوبّخهم ، ويطلب م</w:t>
      </w:r>
      <w:r w:rsidR="00920B07">
        <w:rPr>
          <w:rtl/>
          <w:lang w:bidi="fa-IR"/>
        </w:rPr>
        <w:t>نهم المبارزة ولا يُجيبه أحد إل</w:t>
      </w:r>
      <w:r w:rsidR="00920B07">
        <w:rPr>
          <w:rFonts w:hint="cs"/>
          <w:rtl/>
          <w:lang w:bidi="fa-IR"/>
        </w:rPr>
        <w:t>ّ</w:t>
      </w:r>
      <w:r w:rsidR="00920B07">
        <w:rPr>
          <w:rtl/>
          <w:lang w:bidi="fa-IR"/>
        </w:rPr>
        <w:t>ا</w:t>
      </w:r>
      <w:r>
        <w:rPr>
          <w:rtl/>
          <w:lang w:bidi="fa-IR"/>
        </w:rPr>
        <w:t xml:space="preserve">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وهم ثلاثة آلاف ، فيقتل عمراً وينهزم المشركون بقتله ، ويرتفع البلاء ويأتي الفرج بتلك الضربة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وأقلّ نظرة يلقيها الإنسان على تلك الحال توصله إلى اليقين بأنّ ضربة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يومئذ أفضل من عبادة الجنّ والإنس والملائكة ، وملايين من العوالم أمثالهم لو كانت سواء ، أجاء الحديث بذلك عن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أم لمْ يجىء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ومتى احتاج النّهار إلى دليل ؟ ولولا تلك الضربة ل</w:t>
      </w:r>
      <w:r w:rsidR="00581043">
        <w:rPr>
          <w:rFonts w:hint="cs"/>
          <w:rtl/>
          <w:lang w:bidi="fa-IR"/>
        </w:rPr>
        <w:t>ـ</w:t>
      </w:r>
      <w:r>
        <w:rPr>
          <w:rtl/>
          <w:lang w:bidi="fa-IR"/>
        </w:rPr>
        <w:t>مَا عُبد الله ، بل عُبدت الأوثان وانمحى أثر الإيمان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ابن هشام والطبري : وبعث الله على المشركين الريح في ليالٍ شاتية شديدةِ البرد ، فجعلت تكفأ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  <w:r w:rsidR="00167ACE">
        <w:rPr>
          <w:rtl/>
          <w:lang w:bidi="fa-IR"/>
        </w:rPr>
        <w:t>_</w:t>
      </w:r>
      <w:r w:rsidR="00C92D11">
        <w:rPr>
          <w:rtl/>
          <w:lang w:bidi="fa-IR"/>
        </w:rPr>
        <w:t>___</w:t>
      </w:r>
    </w:p>
    <w:p w:rsidR="00C92D11" w:rsidRDefault="00C92D11" w:rsidP="00F55B12">
      <w:pPr>
        <w:pStyle w:val="libFootnote0"/>
        <w:rPr>
          <w:lang w:bidi="fa-IR"/>
        </w:rPr>
      </w:pPr>
      <w:r w:rsidRPr="00F55B12">
        <w:rPr>
          <w:rtl/>
        </w:rPr>
        <w:t>(1)</w:t>
      </w:r>
      <w:r>
        <w:rPr>
          <w:rtl/>
          <w:lang w:bidi="fa-IR"/>
        </w:rPr>
        <w:t xml:space="preserve"> اسم مكان كانت له فيه وقعة مشهورة</w:t>
      </w:r>
      <w:r w:rsidR="00343D55">
        <w:rPr>
          <w:rtl/>
          <w:lang w:bidi="fa-IR"/>
        </w:rPr>
        <w:t>.</w:t>
      </w:r>
    </w:p>
    <w:p w:rsidR="00C92D11" w:rsidRDefault="00C92D11" w:rsidP="00F55B12">
      <w:pPr>
        <w:pStyle w:val="libFootnote0"/>
        <w:rPr>
          <w:lang w:bidi="fa-IR"/>
        </w:rPr>
      </w:pPr>
      <w:r w:rsidRPr="00F55B12">
        <w:rPr>
          <w:rtl/>
        </w:rPr>
        <w:t>(2)</w:t>
      </w:r>
      <w:r>
        <w:rPr>
          <w:rtl/>
          <w:lang w:bidi="fa-IR"/>
        </w:rPr>
        <w:t xml:space="preserve"> جزع : اجتاز</w:t>
      </w:r>
      <w:r w:rsidR="00343D55">
        <w:rPr>
          <w:rtl/>
          <w:lang w:bidi="fa-IR"/>
        </w:rPr>
        <w:t>.</w:t>
      </w:r>
    </w:p>
    <w:p w:rsidR="00C92D11" w:rsidRDefault="00C92D11" w:rsidP="00F55B12">
      <w:pPr>
        <w:pStyle w:val="libFootnote0"/>
        <w:rPr>
          <w:lang w:bidi="fa-IR"/>
        </w:rPr>
      </w:pPr>
      <w:r w:rsidRPr="00F55B12">
        <w:rPr>
          <w:rtl/>
        </w:rPr>
        <w:t>(3)</w:t>
      </w:r>
      <w:r w:rsidR="00F55B12">
        <w:rPr>
          <w:rtl/>
          <w:lang w:bidi="fa-IR"/>
        </w:rPr>
        <w:t xml:space="preserve"> المذاد : موضع الخندق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800C80" w:rsidRDefault="00C92D11" w:rsidP="00F55B12">
      <w:pPr>
        <w:pStyle w:val="libFootnote0"/>
        <w:rPr>
          <w:lang w:bidi="fa-IR"/>
        </w:rPr>
      </w:pPr>
      <w:r w:rsidRPr="00F55B12">
        <w:rPr>
          <w:rtl/>
        </w:rPr>
        <w:t>(4)</w:t>
      </w:r>
      <w:r>
        <w:rPr>
          <w:rtl/>
          <w:lang w:bidi="fa-IR"/>
        </w:rPr>
        <w:t xml:space="preserve"> سورة الأحزاب / 10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11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0696C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 xml:space="preserve">قدورهم وتطرح أبنيتهم ، وذلك قوله تعالى : </w:t>
      </w:r>
      <w:r w:rsidRPr="0040696C">
        <w:rPr>
          <w:rStyle w:val="libAlaemChar"/>
          <w:rtl/>
        </w:rPr>
        <w:t>(</w:t>
      </w:r>
      <w:r w:rsidRPr="0040696C">
        <w:rPr>
          <w:rStyle w:val="libAieChar"/>
          <w:rtl/>
        </w:rPr>
        <w:t xml:space="preserve"> يَا أَيّهَا الّذِينَ آمَنُوا اذْكُرُوا نِعْمَةَ اللّهِ عَلَيْكُمْ إِذْ جَاءَتْكُمْ جُنُودٌ فَأَرْسَلْنَا عَلَيْهِمْ رِيحاً وَجُنُوداً لّمْ تَرَوْهَا </w:t>
      </w:r>
      <w:r w:rsidRPr="0040696C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: وهي الملائكة ، فارتحلت قريش ورجعت غطفان إلى بلادها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034A3F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الصباح ، انصرف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بالمسلمين عن الخندق راجعاً إلى المدينة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وقد افتخر جماعة من المشركين في أشعارهم التي رثوا بها عمرو بن عبد ودّ بأنّ قاتله علي بن أبي طالب ؛ منهم مسافح الجمحي ، قال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0"/>
        <w:gridCol w:w="272"/>
        <w:gridCol w:w="3508"/>
      </w:tblGrid>
      <w:tr w:rsidR="00034A3F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034A3F" w:rsidRDefault="00034A3F" w:rsidP="00B80445">
            <w:pPr>
              <w:pStyle w:val="libPoem"/>
            </w:pPr>
            <w:r>
              <w:rPr>
                <w:rtl/>
                <w:lang w:bidi="fa-IR"/>
              </w:rPr>
              <w:t>فاذهَبْ عليٌّ فما ظفرتَ بمثلِهِ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34A3F" w:rsidRDefault="00034A3F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34A3F" w:rsidRDefault="00034A3F" w:rsidP="00B80445">
            <w:pPr>
              <w:pStyle w:val="libPoem"/>
            </w:pPr>
            <w:r>
              <w:rPr>
                <w:rtl/>
                <w:lang w:bidi="fa-IR"/>
              </w:rPr>
              <w:t>فخراً فلا لاقيتَ مثلَ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مُعضلِ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هبيرة بن أبي وهب ، وكان مع عمرو وهرب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034A3F" w:rsidTr="00034A3F">
        <w:trPr>
          <w:trHeight w:val="350"/>
        </w:trPr>
        <w:tc>
          <w:tcPr>
            <w:tcW w:w="3536" w:type="dxa"/>
            <w:shd w:val="clear" w:color="auto" w:fill="auto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فلا تبعدَنْ يا عمرو حيّاً وهالكاً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034A3F" w:rsidRDefault="00034A3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فقدْ بنتَ محمودَ الثَّنا ماجدَ الأصلِ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A3F" w:rsidTr="00034A3F">
        <w:tblPrEx>
          <w:tblLook w:val="04A0"/>
        </w:tblPrEx>
        <w:trPr>
          <w:trHeight w:val="350"/>
        </w:trPr>
        <w:tc>
          <w:tcPr>
            <w:tcW w:w="3536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فمَنْ لِطرادِ الخيلِ تُقدَعُ بالقنا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34A3F" w:rsidRDefault="00034A3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وللفخرِ يوماً عند قرْقرةِ البُزْلِ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A3F" w:rsidTr="00034A3F">
        <w:tblPrEx>
          <w:tblLook w:val="04A0"/>
        </w:tblPrEx>
        <w:trPr>
          <w:trHeight w:val="350"/>
        </w:trPr>
        <w:tc>
          <w:tcPr>
            <w:tcW w:w="3536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فعنك عليٌّ لا أرى مثلَ موقفٍ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34A3F" w:rsidRDefault="00034A3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وقفتَ على نَجْدِ المقدَّمِ كالفحلِ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A3F" w:rsidTr="00034A3F">
        <w:tblPrEx>
          <w:tblLook w:val="04A0"/>
        </w:tblPrEx>
        <w:trPr>
          <w:trHeight w:val="350"/>
        </w:trPr>
        <w:tc>
          <w:tcPr>
            <w:tcW w:w="3536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فما ظفرتْ كفاك فخراً بمثلِهِ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034A3F" w:rsidRDefault="00034A3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034A3F" w:rsidRDefault="003B728E" w:rsidP="00B80445">
            <w:pPr>
              <w:pStyle w:val="libPoem"/>
            </w:pPr>
            <w:r>
              <w:rPr>
                <w:rtl/>
                <w:lang w:bidi="fa-IR"/>
              </w:rPr>
              <w:t>أمِنْتَ بهِ ما عشتَ منْ زلّةِ النَّعلِ</w:t>
            </w:r>
            <w:r w:rsidR="00034A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ومنهم اُخته عمرة ال</w:t>
      </w:r>
      <w:r w:rsidR="00E758AF">
        <w:rPr>
          <w:rFonts w:hint="cs"/>
          <w:rtl/>
          <w:lang w:bidi="fa-IR"/>
        </w:rPr>
        <w:t>ـ</w:t>
      </w:r>
      <w:r>
        <w:rPr>
          <w:rtl/>
          <w:lang w:bidi="fa-IR"/>
        </w:rPr>
        <w:t>مُكنّاة : اُمّ كلثوم ، فإنّه ل</w:t>
      </w:r>
      <w:r w:rsidR="00E758AF">
        <w:rPr>
          <w:rFonts w:hint="cs"/>
          <w:rtl/>
          <w:lang w:bidi="fa-IR"/>
        </w:rPr>
        <w:t>ـ</w:t>
      </w:r>
      <w:r>
        <w:rPr>
          <w:rtl/>
          <w:lang w:bidi="fa-IR"/>
        </w:rPr>
        <w:t>مّا نُعي إليها ، قالت : مَن ذا الذي اجترأ عليه ؟ قالوا : ابن أبي طالب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فقالت : لمْ يعدُ موتُه أنْ كان على يد كفو كريم ، لا رقأت دمعتي إنْ هرقتها عليه ؛ قتل الأقران وكانت منيته على يد كفو كريم من قومه ، ما سمعت بأفخر من هذا يا بني عامر ، ثمّ أنشأت تقول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758AF" w:rsidTr="00C458B0">
        <w:trPr>
          <w:trHeight w:val="350"/>
        </w:trPr>
        <w:tc>
          <w:tcPr>
            <w:tcW w:w="3536" w:type="dxa"/>
            <w:shd w:val="clear" w:color="auto" w:fill="auto"/>
          </w:tcPr>
          <w:p w:rsidR="00E758AF" w:rsidRDefault="00E758AF" w:rsidP="00B80445">
            <w:pPr>
              <w:pStyle w:val="libPoem"/>
            </w:pPr>
            <w:r>
              <w:rPr>
                <w:rtl/>
                <w:lang w:bidi="fa-IR"/>
              </w:rPr>
              <w:t>لو كانَ قاتلُ عمرٍو غيرَ قاتلِهِ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758AF" w:rsidRDefault="00E758A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758AF" w:rsidRDefault="00E758AF" w:rsidP="00B80445">
            <w:pPr>
              <w:pStyle w:val="libPoem"/>
            </w:pPr>
            <w:r>
              <w:rPr>
                <w:rtl/>
                <w:lang w:bidi="fa-IR"/>
              </w:rPr>
              <w:t>لكنتُ أبكي عليهِ آخرَ الأبدِ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8AF" w:rsidTr="00C458B0">
        <w:trPr>
          <w:trHeight w:val="350"/>
        </w:trPr>
        <w:tc>
          <w:tcPr>
            <w:tcW w:w="3536" w:type="dxa"/>
          </w:tcPr>
          <w:p w:rsidR="00E758AF" w:rsidRDefault="00E758AF" w:rsidP="00B80445">
            <w:pPr>
              <w:pStyle w:val="libPoem"/>
            </w:pPr>
            <w:r>
              <w:rPr>
                <w:rtl/>
                <w:lang w:bidi="fa-IR"/>
              </w:rPr>
              <w:t>لكنّ قاتلَهُ مَنْ لا يُعابُ 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758AF" w:rsidRDefault="00E758A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758AF" w:rsidRDefault="00E758AF" w:rsidP="00B80445">
            <w:pPr>
              <w:pStyle w:val="libPoem"/>
            </w:pPr>
            <w:r>
              <w:rPr>
                <w:rtl/>
                <w:lang w:bidi="fa-IR"/>
              </w:rPr>
              <w:t>قدْ كان يُدعَى أبوهُ بيضةَ البلدِ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8AF" w:rsidTr="00C458B0">
        <w:trPr>
          <w:trHeight w:val="350"/>
        </w:trPr>
        <w:tc>
          <w:tcPr>
            <w:tcW w:w="3536" w:type="dxa"/>
          </w:tcPr>
          <w:p w:rsidR="00E758AF" w:rsidRDefault="002A0E3C" w:rsidP="00B80445">
            <w:pPr>
              <w:pStyle w:val="libPoem"/>
            </w:pPr>
            <w:r>
              <w:rPr>
                <w:rtl/>
                <w:lang w:bidi="fa-IR"/>
              </w:rPr>
              <w:t>منْ هاشمٍ في ذُراهَا وهي صاعدةٌ</w:t>
            </w:r>
            <w:r w:rsidR="00E758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758AF" w:rsidRDefault="00E758A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758AF" w:rsidRDefault="002A0E3C" w:rsidP="00B80445">
            <w:pPr>
              <w:pStyle w:val="libPoem"/>
            </w:pPr>
            <w:r>
              <w:rPr>
                <w:rtl/>
                <w:lang w:bidi="fa-IR"/>
              </w:rPr>
              <w:t>إلى السّماءِ تُميتُ النّاسَ بالحسدِ</w:t>
            </w:r>
            <w:r w:rsidR="00E758A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8AF" w:rsidTr="00C458B0">
        <w:trPr>
          <w:trHeight w:val="350"/>
        </w:trPr>
        <w:tc>
          <w:tcPr>
            <w:tcW w:w="3536" w:type="dxa"/>
          </w:tcPr>
          <w:p w:rsidR="00E758AF" w:rsidRDefault="002A0E3C" w:rsidP="00B80445">
            <w:pPr>
              <w:pStyle w:val="libPoem"/>
            </w:pPr>
            <w:r>
              <w:rPr>
                <w:rtl/>
                <w:lang w:bidi="fa-IR"/>
              </w:rPr>
              <w:t>قومٌ أبى اللهُ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أنْ يكون لهمْ</w:t>
            </w:r>
            <w:r w:rsidR="00E758A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758AF" w:rsidRDefault="00E758AF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758AF" w:rsidRDefault="002A0E3C" w:rsidP="00B80445">
            <w:pPr>
              <w:pStyle w:val="libPoem"/>
            </w:pPr>
            <w:r>
              <w:rPr>
                <w:rtl/>
                <w:lang w:bidi="fa-IR"/>
              </w:rPr>
              <w:t>كرامةُ الدِّينِ والدُّنيا بلا لددِ</w:t>
            </w:r>
            <w:r w:rsidR="00E758A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458B0" w:rsidRDefault="00C458B0" w:rsidP="00C458B0">
      <w:pPr>
        <w:pStyle w:val="libLine"/>
        <w:rPr>
          <w:lang w:bidi="fa-IR"/>
        </w:rPr>
      </w:pPr>
      <w:r>
        <w:rPr>
          <w:rtl/>
          <w:lang w:bidi="fa-IR"/>
        </w:rPr>
        <w:t>_____________________</w:t>
      </w:r>
    </w:p>
    <w:p w:rsidR="00800C80" w:rsidRDefault="00C92D11" w:rsidP="00C458B0">
      <w:pPr>
        <w:pStyle w:val="libFootnote0"/>
        <w:rPr>
          <w:lang w:bidi="fa-IR"/>
        </w:rPr>
      </w:pPr>
      <w:r w:rsidRPr="00820C0A">
        <w:rPr>
          <w:rtl/>
        </w:rPr>
        <w:t>(1)</w:t>
      </w:r>
      <w:r>
        <w:rPr>
          <w:rtl/>
          <w:lang w:bidi="fa-IR"/>
        </w:rPr>
        <w:t xml:space="preserve"> سورة الأحزاب / 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وقالت أيضاً في قتل أخيها وذكر علي بن أبي طالب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820C0A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20C0A" w:rsidRDefault="00820C0A" w:rsidP="00B80445">
            <w:pPr>
              <w:pStyle w:val="libPoem"/>
            </w:pPr>
            <w:r>
              <w:rPr>
                <w:rtl/>
                <w:lang w:bidi="fa-IR"/>
              </w:rPr>
              <w:t>أسدانِ في ضيْقِ المجالِ تصاوَلا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0C0A" w:rsidRDefault="00820C0A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0C0A" w:rsidRDefault="00820C0A" w:rsidP="00B80445">
            <w:pPr>
              <w:pStyle w:val="libPoem"/>
            </w:pPr>
            <w:r>
              <w:rPr>
                <w:rtl/>
                <w:lang w:bidi="fa-IR"/>
              </w:rPr>
              <w:t>وكلاهُما كفوٌ كريمٌ باسل</w:t>
            </w:r>
            <w:r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0C0A" w:rsidTr="00B80445">
        <w:trPr>
          <w:trHeight w:val="350"/>
        </w:trPr>
        <w:tc>
          <w:tcPr>
            <w:tcW w:w="3920" w:type="dxa"/>
          </w:tcPr>
          <w:p w:rsidR="00820C0A" w:rsidRDefault="00820C0A" w:rsidP="00B80445">
            <w:pPr>
              <w:pStyle w:val="libPoem"/>
            </w:pPr>
            <w:r>
              <w:rPr>
                <w:rtl/>
                <w:lang w:bidi="fa-IR"/>
              </w:rPr>
              <w:t>فاذهبْ عليٌّ فما ظفرتَ بمثلِهِ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0C0A" w:rsidRDefault="00820C0A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0C0A" w:rsidRDefault="00820C0A" w:rsidP="00B80445">
            <w:pPr>
              <w:pStyle w:val="libPoem"/>
            </w:pPr>
            <w:r>
              <w:rPr>
                <w:rtl/>
                <w:lang w:bidi="fa-IR"/>
              </w:rPr>
              <w:t>قولٌ سديدٌ ليس فيه تحامل</w:t>
            </w:r>
            <w:r w:rsidR="003F1D98">
              <w:rPr>
                <w:rFonts w:hint="cs"/>
                <w:rtl/>
                <w:lang w:bidi="fa-IR"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وهكذا كانت العرب تفتخر إذا كان قتلها بيد الأشراف ، وتأنف أنْ يكون قتلها بيد الأنذال الأرذال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3F1D98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اُقيم حُيي بن أخطب بين يدي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ليُ</w:t>
      </w:r>
      <w:r w:rsidR="003F1D98">
        <w:rPr>
          <w:rtl/>
          <w:lang w:bidi="fa-IR"/>
        </w:rPr>
        <w:t>قتل ، قال : قتلة شريفة بيد شريف</w:t>
      </w:r>
      <w:r>
        <w:rPr>
          <w:rtl/>
          <w:lang w:bidi="fa-IR"/>
        </w:rPr>
        <w:t>. وكما هوّن على اُمّ كلثوم اُخت عمرو بن عبد ودّ قتل أخيها ، كونه بيد شريف كفو كريم وهو علي بن أبي طالب ، فقد زاد في حزن أخوات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؛ زينب واُمّ كلثوم على أخيهما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أنّ قتله كان على يد أولاد الأدعياء ، وعلى ي</w:t>
      </w:r>
      <w:r w:rsidR="00820C0A">
        <w:rPr>
          <w:rtl/>
          <w:lang w:bidi="fa-IR"/>
        </w:rPr>
        <w:t>د شمر بن ذي الجوشن الرذل النّذل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3F1D98">
        <w:rPr>
          <w:rFonts w:hint="cs"/>
          <w:rtl/>
          <w:lang w:bidi="fa-IR"/>
        </w:rPr>
        <w:t>ـ</w:t>
      </w:r>
      <w:r>
        <w:rPr>
          <w:rtl/>
          <w:lang w:bidi="fa-IR"/>
        </w:rPr>
        <w:t>مّا جاء الجواد إلى المخيم ، وهو خالي السّرج من راكبه ، وضعت اُمّ كلثوم يدها على اُمِّ رأسها ونادت : وا محمّداه ! وا جدّاه ! وا عليّاه ! وا جعفراه ! وا حمزتاه ! وا حسناه ! هذا حسين بالعراء ، صريع بكربلاء ، محزوز الرأس من القفا ، مسلوب العمامة والرداء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غُشي عليها ، وجعلت زينب تنادي بصوت حزين وقلب كئيب : يا محمّداه ! صلّى عليك مليك السّماء ، هذا حُسينك مرمّل بالدماء ، مقطوع الأعضاء ، وبناتك سبايا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يا محمّداه ! هذا حسين بالعراء ، تسفي عليه ريح الصبا ، قتيل أولاد البغايا ، بأبي مَن لا غائب فيرتجى ، ولا جريح فيداوى ! بأبي المهموم حتّى قضى ! بأبي العطشان حتّى مضى ! بأبي مَن شيبته تقطر بالدماء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820C0A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20C0A" w:rsidRDefault="003F1D98" w:rsidP="00B80445">
            <w:pPr>
              <w:pStyle w:val="libPoem"/>
            </w:pPr>
            <w:r>
              <w:rPr>
                <w:rtl/>
                <w:lang w:bidi="fa-IR"/>
              </w:rPr>
              <w:t>أدهى المصائِبِ في القلوبِ فجيعةً</w:t>
            </w:r>
            <w:r w:rsidR="00820C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0C0A" w:rsidRDefault="00820C0A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0C0A" w:rsidRDefault="003F1D98" w:rsidP="00B80445">
            <w:pPr>
              <w:pStyle w:val="libPoem"/>
            </w:pPr>
            <w:r>
              <w:rPr>
                <w:rtl/>
                <w:lang w:bidi="fa-IR"/>
              </w:rPr>
              <w:t>قتْلُ الكِرامِ على يدِ الأنذالِ</w:t>
            </w:r>
            <w:r w:rsidR="00820C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0C0A" w:rsidTr="00B80445">
        <w:trPr>
          <w:trHeight w:val="350"/>
        </w:trPr>
        <w:tc>
          <w:tcPr>
            <w:tcW w:w="3920" w:type="dxa"/>
          </w:tcPr>
          <w:p w:rsidR="00820C0A" w:rsidRDefault="003F1D98" w:rsidP="00B80445">
            <w:pPr>
              <w:pStyle w:val="libPoem"/>
            </w:pPr>
            <w:r>
              <w:rPr>
                <w:rtl/>
                <w:lang w:bidi="fa-IR"/>
              </w:rPr>
              <w:t>تبّاً لدهرٍ مكَّنتْ أحداثُهُ</w:t>
            </w:r>
            <w:r w:rsidR="00820C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0C0A" w:rsidRDefault="00820C0A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0C0A" w:rsidRDefault="003F1D98" w:rsidP="00B80445">
            <w:pPr>
              <w:pStyle w:val="libPoem"/>
            </w:pPr>
            <w:r>
              <w:rPr>
                <w:rtl/>
                <w:lang w:bidi="fa-IR"/>
              </w:rPr>
              <w:t>كفَّ الثعالبِ من أبي الأشبالِ</w:t>
            </w:r>
            <w:r w:rsidR="00820C0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98415D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B0BA0">
      <w:pPr>
        <w:pStyle w:val="Heading2Center"/>
        <w:rPr>
          <w:lang w:bidi="fa-IR"/>
        </w:rPr>
      </w:pPr>
      <w:bookmarkStart w:id="59" w:name="_Toc18255872"/>
      <w:r>
        <w:rPr>
          <w:rtl/>
          <w:lang w:bidi="fa-IR"/>
        </w:rPr>
        <w:lastRenderedPageBreak/>
        <w:t>المجلس الثالث بعد المئتين</w:t>
      </w:r>
      <w:bookmarkEnd w:id="59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كتاب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إلى معاوية جواباً ، وهو من محاسن الكتب : (( أمّا بعد ، فقد أتاني كتابك تذكر فيه اصطفاء الله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لدينه ، وتأييده إيّاه بمَن أيّده من أصحابه ، فلقد خبّأ لنا الدهر منك عجباً ، إذ طفقت تخبرنا ببلاء الله عندنا ، ونعمته علينا في نبيّنا ، فكنت في ذلك كناقل التمر إلى هجر ، أو داعي مسدّده إلى النّضال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وزعمت أنّ أفضل النّاس في الإسلام فلان وفلان ، فذكرت أمراً إنْ تمّ اعتزلك كلّه ، وإنْ نقص لَمْ يلحقك ثلمه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وما أنت والفاضل والمفضول ، والسائس والمسوس ؟! وما للطلقاء وأبناء الطلقاء والتمييز بين المهاجرين الأوّلين ، وترتيب درجاتهم وتعريف طبقاتهم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هيهات ! لقد حنّ قدح ليس منها ، وطفق يحكم فيها مَن عليه الحكم لها ، ألا تربع أيّها الإنسان على ظلعك وتعرف قصور ذرعك ، وتتأخّر حيث أخرّك القدر ؟ فما عليك غلبة المغلوب ولا ظفر الظافر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وإنّك لذّهاب </w:t>
      </w:r>
      <w:r w:rsidR="009B0BA0">
        <w:rPr>
          <w:rtl/>
          <w:lang w:bidi="fa-IR"/>
        </w:rPr>
        <w:t>في التيه ، روّاغ عن القصد ، أل</w:t>
      </w:r>
      <w:r w:rsidR="009B0BA0">
        <w:rPr>
          <w:rFonts w:hint="cs"/>
          <w:rtl/>
          <w:lang w:bidi="fa-IR"/>
        </w:rPr>
        <w:t>َ</w:t>
      </w:r>
      <w:r w:rsidR="009B0BA0">
        <w:rPr>
          <w:rtl/>
          <w:lang w:bidi="fa-IR"/>
        </w:rPr>
        <w:t>ا</w:t>
      </w:r>
      <w:r>
        <w:rPr>
          <w:rtl/>
          <w:lang w:bidi="fa-IR"/>
        </w:rPr>
        <w:t xml:space="preserve"> ترى غير مخبر لك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ولكن بنعمة الله اُحدّث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أنّ قوماً استشهدوا في سبيل الله من المهاجرين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ولكلٍّ فضل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حتّى إذا استشهد شهيدنا ، قيل : سيّد الشهداء ، وخصّه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بسبعين تكبيرةً عند صلاته عليه ؟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يريد بذلك حمزة </w:t>
      </w:r>
      <w:r w:rsidR="00800C80">
        <w:rPr>
          <w:rtl/>
          <w:lang w:bidi="fa-IR"/>
        </w:rPr>
        <w:t>-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أولاَ ترى أنّ قوماً قطعتُ أيديهم وأرجلهم في سبيل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ولكلٍّ فضل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حتّى إذا فُعل بواحدنا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يعني : جعفراً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ما فُعل بواحدهم ، قيل : الطيّار في الجنّة وذو الجناحين ؟ ولولا ما نهى الله عنه من تزكية المرء نفسه لذكر ذاكر فضائل جمّة ، تعرفها قلوب المؤمنين ولا تمجّها آذان السّامعين ، فدع عنك مَن مالت به ا</w:t>
      </w:r>
      <w:r w:rsidR="009B0BA0">
        <w:rPr>
          <w:rtl/>
          <w:lang w:bidi="fa-IR"/>
        </w:rPr>
        <w:t>لرمية ؛ فإنّا صنائع ربّنا والنّ</w:t>
      </w:r>
      <w:r>
        <w:rPr>
          <w:rtl/>
          <w:lang w:bidi="fa-IR"/>
        </w:rPr>
        <w:t>اس بعدُ صنائع لنا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لَمْ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B0BA0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يمنعا قديم عزّنا ، ولا عادي طولنا على قومك أنْ خلطناكم بأنفسنا ، فنكحنا وأنكحنا ، فعل الأكفاء ولستم هناك ، وأنّى يكون ذلك كذلك ومنّا النّبيّ ومنكم ال</w:t>
      </w:r>
      <w:r w:rsidR="009B0BA0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مُكذّب ، ومنّا أسد الله ومنكم أسد الأحلاف ، ومنّا سيّدا شباب أهل الجنّة ومنكم صبية النّار ، ومنّا خير نساء العالمين ومنكم حمّالة الحطب ، في كثير ممّا لنا وعليكم ؟! فإسلامنا قد سُمع ، وجاهليتنا لا تُدفع ، وكتاب الله يجمع لنا ما شذّ عنّا ، وهو قوله تعالى : </w:t>
      </w:r>
      <w:r w:rsidRPr="009B0BA0">
        <w:rPr>
          <w:rStyle w:val="libAlaemChar"/>
          <w:rtl/>
        </w:rPr>
        <w:t>(</w:t>
      </w:r>
      <w:r w:rsidRPr="009B0BA0">
        <w:rPr>
          <w:rStyle w:val="libAieChar"/>
          <w:rtl/>
        </w:rPr>
        <w:t xml:space="preserve"> واُولُوا الأَرْحَامِ بَعْضُهُمْ أَوْلَى‏ بِبَعْضٍ فِي كِتَابِ اللّهِ</w:t>
      </w:r>
      <w:r w:rsidRPr="009B0BA0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وقوله تعالى : </w:t>
      </w:r>
      <w:r w:rsidRPr="009B0BA0">
        <w:rPr>
          <w:rStyle w:val="libAlaemChar"/>
          <w:rtl/>
        </w:rPr>
        <w:t>(</w:t>
      </w:r>
      <w:r w:rsidRPr="009B0BA0">
        <w:rPr>
          <w:rStyle w:val="libAieChar"/>
          <w:rtl/>
        </w:rPr>
        <w:t xml:space="preserve"> إِنّ أَوْلَى النّاسِ بِإِبْرَاهِيمَ لَلّذِينَ اتّبَعُوهُ وَهذَا النّبِيّ وَالّذِينَ آمَنُوا وَاللّهُ وَلِيّ الْمُؤْمنينَ </w:t>
      </w:r>
      <w:r w:rsidRPr="009B0BA0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فنحن تارة أولى بالقرابة ، وتارة أولى بالطاعة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</w:t>
      </w:r>
      <w:r w:rsidR="00666856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احتجّ المهاجرون على الأنصار يوم السقيفة برسول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فلجوا عليهم ، فإنْ يكن الفلجُ به فالحقّ لنا دونكم ، وإنْ يكن بغيره فالأنصار على دعواهم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وزعمت أنّي لكل الخلفاء حسدتُ ، وعلى كلّهم بغيتُ ، فإنْ يكن ذلك كذلك فليس </w:t>
      </w:r>
      <w:r w:rsidR="00666856">
        <w:rPr>
          <w:rtl/>
          <w:lang w:bidi="fa-IR"/>
        </w:rPr>
        <w:t>الجناية عليك ، فيكون العذر إليك</w:t>
      </w:r>
      <w:r>
        <w:rPr>
          <w:rtl/>
          <w:lang w:bidi="fa-IR"/>
        </w:rPr>
        <w:t>، وتلك شكاة ظاهر عنك عارُها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وقلتَ : إنّي كنتُ اُقاد كما يُقاد الجمل المخشوش حتّى اُبايع ، ولَعمر الله ، لقد أردتَ أنْ تذمَّ فمدحت ، وأنْ تفضح فافتضحت ، وما على المسلم من غضاضة أنْ يكون مظلوماً ما لم يكن شاكّاً في دينه ، ولا مُرتاباً بيقينه ، وهذه حُجّتي إلى غيرك قصدها ، ولكنّي أطلقت لك منها بقدر ما سنح من ذكرها</w:t>
      </w:r>
      <w:r w:rsidR="00343D55">
        <w:rPr>
          <w:rtl/>
          <w:lang w:bidi="fa-IR"/>
        </w:rPr>
        <w:t>.</w:t>
      </w:r>
    </w:p>
    <w:p w:rsidR="00800C80" w:rsidRDefault="00666856" w:rsidP="00C92D11">
      <w:pPr>
        <w:pStyle w:val="libNormal"/>
        <w:rPr>
          <w:lang w:bidi="fa-IR"/>
        </w:rPr>
      </w:pPr>
      <w:r>
        <w:rPr>
          <w:rtl/>
          <w:lang w:bidi="fa-IR"/>
        </w:rPr>
        <w:t>وذكرت : أنّ</w:t>
      </w:r>
      <w:r w:rsidR="00C92D11">
        <w:rPr>
          <w:rtl/>
          <w:lang w:bidi="fa-IR"/>
        </w:rPr>
        <w:t>ه ليس لي ول</w:t>
      </w:r>
      <w:r>
        <w:rPr>
          <w:rtl/>
          <w:lang w:bidi="fa-IR"/>
        </w:rPr>
        <w:t>ا لأصحابي إل</w:t>
      </w:r>
      <w:r>
        <w:rPr>
          <w:rFonts w:hint="cs"/>
          <w:rtl/>
          <w:lang w:bidi="fa-IR"/>
        </w:rPr>
        <w:t>ّ</w:t>
      </w:r>
      <w:r>
        <w:rPr>
          <w:rtl/>
          <w:lang w:bidi="fa-IR"/>
        </w:rPr>
        <w:t>ا</w:t>
      </w:r>
      <w:r w:rsidR="00C92D11">
        <w:rPr>
          <w:rtl/>
          <w:lang w:bidi="fa-IR"/>
        </w:rPr>
        <w:t xml:space="preserve"> السّيف ، فلقد أضحكت بعد استعبار ! متى ألفيت بني عبد المطلب عن الأعداء ناكلين ، وبالسّيف مُخوَّفين ؟ </w:t>
      </w:r>
      <w:r w:rsidR="00800C80">
        <w:rPr>
          <w:rtl/>
          <w:lang w:bidi="fa-IR"/>
        </w:rPr>
        <w:t>-</w:t>
      </w:r>
      <w:r w:rsidR="00C92D11">
        <w:rPr>
          <w:rtl/>
          <w:lang w:bidi="fa-IR"/>
        </w:rPr>
        <w:t xml:space="preserve"> لبّث قليلاً يلحق الهيجا حَمَلْ </w:t>
      </w:r>
      <w:r w:rsidR="00800C80">
        <w:rPr>
          <w:rtl/>
          <w:lang w:bidi="fa-IR"/>
        </w:rPr>
        <w:t>-</w:t>
      </w:r>
      <w:r w:rsidR="00C92D11">
        <w:rPr>
          <w:rtl/>
          <w:lang w:bidi="fa-IR"/>
        </w:rPr>
        <w:t xml:space="preserve"> فسيطلبك مَن تطلب ، ويقرب منك ما تستبعد</w:t>
      </w:r>
      <w:r w:rsidR="00343D55">
        <w:rPr>
          <w:rtl/>
          <w:lang w:bidi="fa-IR"/>
        </w:rPr>
        <w:t>.</w:t>
      </w:r>
      <w:r w:rsidR="00C92D11">
        <w:rPr>
          <w:rtl/>
          <w:lang w:bidi="fa-IR"/>
        </w:rPr>
        <w:t xml:space="preserve"> وأنا مرقل نحوك في جحفل من المهاجرين والأنصار ، والتابعين لهم بإحسان ، شديدٌ زحامهم ، ساطعٌ قتامهم ، متسربلين بالموت ، أحبّ اللقاء إليهم لقاء ربّهم ، قد صحبَتْهم ذرّيّة بدريّة وسيوف هاشميّة ، قد عرفتَ</w:t>
      </w:r>
    </w:p>
    <w:p w:rsidR="00C92D11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800C80" w:rsidRDefault="00C92D11" w:rsidP="00666856">
      <w:pPr>
        <w:pStyle w:val="libFootnote0"/>
        <w:rPr>
          <w:lang w:bidi="fa-IR"/>
        </w:rPr>
      </w:pPr>
      <w:r w:rsidRPr="00666856">
        <w:rPr>
          <w:rtl/>
        </w:rPr>
        <w:t>(1)</w:t>
      </w:r>
      <w:r>
        <w:rPr>
          <w:rtl/>
          <w:lang w:bidi="fa-IR"/>
        </w:rPr>
        <w:t xml:space="preserve"> سورة الأحزاب / 6</w:t>
      </w:r>
      <w:r w:rsidR="00343D55">
        <w:rPr>
          <w:rtl/>
          <w:lang w:bidi="fa-IR"/>
        </w:rPr>
        <w:t>.</w:t>
      </w:r>
    </w:p>
    <w:p w:rsidR="00800C80" w:rsidRDefault="00C92D11" w:rsidP="00666856">
      <w:pPr>
        <w:pStyle w:val="libFootnote0"/>
        <w:rPr>
          <w:lang w:bidi="fa-IR"/>
        </w:rPr>
      </w:pPr>
      <w:r w:rsidRPr="00666856">
        <w:rPr>
          <w:rtl/>
        </w:rPr>
        <w:t>(2)</w:t>
      </w:r>
      <w:r>
        <w:rPr>
          <w:rtl/>
          <w:lang w:bidi="fa-IR"/>
        </w:rPr>
        <w:t xml:space="preserve"> سورة آل عمران / 68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44191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مواقع نصالها في أخيك وخالك ، وجدّك وأهلك ، وما هي من الظالمين ببعيد ))</w:t>
      </w:r>
      <w:r w:rsidR="00343D55">
        <w:rPr>
          <w:rtl/>
          <w:lang w:bidi="fa-IR"/>
        </w:rPr>
        <w:t>.</w:t>
      </w:r>
    </w:p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أخوه حنظلة بن أبي سفيان ، وخاله الوليد بن عتبة قتلهما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يوم بدر ، وجدّه عتبة بن ربيعة الذي قتله حمزة يوم بدر ، وشرك في قتله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وما برحت أحقاد بدر في قلوب بني اُميّة حتّى أظهرها يزيد يوم جيء إليه برأس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فلمّا وُضع الرأس الشريف بين يديه ، دعا بقضيب خيزران وجعل ينكت به ثنايا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ثُمّ قال : يوم بيوم بدر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 عنده أبو برزة الأسلمي ، فقال : ويحك يا يزيد ! أتنكت بقضيبك ثغر الحسين بن فاطمة ؟! أشهد لقد رأيت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يرشف ثناياه وثنايا أخيه الحسن ، ويقول : (( أنتما سيّدا شباب أهل الجنّة ، فقتل الله قاتلكما ، ولعنه وأعدّ له جهنم وساءت مصيراً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فغضب يزيد وأمر بإخراجه ، فاُخرج سحباً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أنّه قال : أما إنّك يا يزيد ، تجيء يوم القيامة وابن زياد شفيعك ، ويجيء هذا ومحمّد شفيعه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ثُمّ قام فولّى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295C7A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295C7A" w:rsidRDefault="00295C7A" w:rsidP="00B80445">
            <w:pPr>
              <w:pStyle w:val="libPoem"/>
            </w:pPr>
            <w:r>
              <w:rPr>
                <w:rtl/>
                <w:lang w:bidi="fa-IR"/>
              </w:rPr>
              <w:t>أتنْكتُها شُلَّتْ يمينُك إنَّها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5C7A" w:rsidRDefault="00295C7A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5C7A" w:rsidRDefault="00295C7A" w:rsidP="00B80445">
            <w:pPr>
              <w:pStyle w:val="libPoem"/>
            </w:pPr>
            <w:r>
              <w:rPr>
                <w:rtl/>
                <w:lang w:bidi="fa-IR"/>
              </w:rPr>
              <w:t>وجوهٌ لوجهِ اللهِ طالَ سُجُودُها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517F30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517F30">
      <w:pPr>
        <w:pStyle w:val="Heading2Center"/>
        <w:rPr>
          <w:lang w:bidi="fa-IR"/>
        </w:rPr>
      </w:pPr>
      <w:bookmarkStart w:id="60" w:name="_Toc18255873"/>
      <w:r>
        <w:rPr>
          <w:rtl/>
          <w:lang w:bidi="fa-IR"/>
        </w:rPr>
        <w:t>المجلس الرابع بعد المئتين</w:t>
      </w:r>
      <w:bookmarkEnd w:id="60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وصيّة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للحسن والحسين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، ل</w:t>
      </w:r>
      <w:r w:rsidR="008703EF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مّا ضربه ابن ملجم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لعنه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: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(( اُوصيكما بتقوى الله ، وأنْ لا تبغيا الدّنيا وإنْ بغتكما ، ولا تأسفا على شيء منها زوي عنكما ، وقولا بالحقّ واعملا للأجر ، وكونا للظالم خصماً وللمظلوم عوناً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اُوصيكما وجميع ولدي وأهلي ، ومَن بلغه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6446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كتابي هذا من المؤمنين ، بتقوى الله ونظم أمركم ، وصلاح ذات بينكم ؛ فإنّي سمعت جدّكما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يقول : صلاح ذات البين أفضل من عامّة الصلاة والصيام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الله في الأيتام ! فلا تغبّوا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أفواههم ، ولا يضيعوا بحضرتكم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بأبي واُمّي يا أمير المؤمنين ! توصي ولديك الحسنين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بالأيتام ، فليتك لا غبت عن أيتام ولدك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ليلة العاشر من ال</w:t>
      </w:r>
      <w:r w:rsidR="00464469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وقد باتوا جياعى عطاشى ، بلا محامٍ ولا كفيل سوى العليل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الذي نهكته العلّة فلا يستطيع النهوض ، وابنتك زينب (</w:t>
      </w:r>
      <w:r w:rsidR="00131E66" w:rsidRPr="00131E66">
        <w:rPr>
          <w:rStyle w:val="libAlaemChar"/>
          <w:rtl/>
        </w:rPr>
        <w:t>عليها‌السلام</w:t>
      </w:r>
      <w:r>
        <w:rPr>
          <w:rtl/>
          <w:lang w:bidi="fa-IR"/>
        </w:rPr>
        <w:t>) التي قامت تجمع العيال والأطفال وتحرسهم تلك الليلة ، وقد أحرق القوم الخيام ونهبوا ما فيها ، ولا شك أنّهم باتوا تلك الليلة على وجه الأرض بلا غطاءٍ ولا وطاءٍ تحت السّماء ، وهم ينظرون إلى القتلى مجزّرة كالأضاحي جثثاً بلا رؤوس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C811FB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811FB" w:rsidRDefault="00C811FB" w:rsidP="00B80445">
            <w:pPr>
              <w:pStyle w:val="libPoem"/>
            </w:pPr>
            <w:r>
              <w:rPr>
                <w:rtl/>
                <w:lang w:bidi="fa-IR"/>
              </w:rPr>
              <w:t>مُجرَّدينَ على الرَّمضَاءِ قدْ لبسُوا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811FB" w:rsidRDefault="00C811FB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811FB" w:rsidRDefault="00C811FB" w:rsidP="00B80445">
            <w:pPr>
              <w:pStyle w:val="libPoem"/>
            </w:pPr>
            <w:r>
              <w:rPr>
                <w:rtl/>
                <w:lang w:bidi="fa-IR"/>
              </w:rPr>
              <w:t>منَ المهابَةِ أثواباً لها قُشُبَا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1FB" w:rsidTr="00B80445">
        <w:trPr>
          <w:trHeight w:val="350"/>
        </w:trPr>
        <w:tc>
          <w:tcPr>
            <w:tcW w:w="3920" w:type="dxa"/>
          </w:tcPr>
          <w:p w:rsidR="00C811FB" w:rsidRDefault="00C811FB" w:rsidP="00B80445">
            <w:pPr>
              <w:pStyle w:val="libPoem"/>
            </w:pPr>
            <w:r>
              <w:rPr>
                <w:rtl/>
                <w:lang w:bidi="fa-IR"/>
              </w:rPr>
              <w:t>مُغسَّلينَ بمحمرِّ النَّجيعِ بنَى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11FB" w:rsidRDefault="00C811FB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11FB" w:rsidRDefault="00C811FB" w:rsidP="00B80445">
            <w:pPr>
              <w:pStyle w:val="libPoem"/>
            </w:pPr>
            <w:r>
              <w:rPr>
                <w:rtl/>
                <w:lang w:bidi="fa-IR"/>
              </w:rPr>
              <w:t>نبلُ العِدى والقنا منْ فوقِهمْ قُبَبا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والله الله في جيرانكم ! فإنّهم وصية نبيّكم ، ما زال يوصي بهم حتّى ظننا أنّه سيورّثهم ، والله الله في القرآن ! لا يسبقكم بالعمل به غيركم ، والله الله في الصلاة ! فإنّها عمود دينكم ، والله الله في بيت ربّكم ! لا تخلوه ما بقيتم ؛ فإنّه إنْ تُرك لَمْ تناظروا ، والله الله في الجهاد بأموالكم وأنفسكم وألسنتكم في سبيل الله ! وعليكم بالتّواصل والتباذل ، وإيّاكم والتدابر والتقاطع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لا تتركوا الأمر بالمعروف والنهي عن المنكر ؛ فيولّى عليكم شراركم ثمّ تدعون فلا يُستجاب لكم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يا بني عبد المطلب ، لا ألفينّكم تخوضون دماء المسلمين خوضاً ، تقولون : قُتل أمير </w:t>
      </w:r>
      <w:r w:rsidR="0042278B">
        <w:rPr>
          <w:rtl/>
          <w:lang w:bidi="fa-IR"/>
        </w:rPr>
        <w:t>المؤمنين</w:t>
      </w:r>
      <w:r w:rsidR="00343D55">
        <w:rPr>
          <w:rtl/>
          <w:lang w:bidi="fa-IR"/>
        </w:rPr>
        <w:t>.</w:t>
      </w:r>
      <w:r w:rsidR="0042278B">
        <w:rPr>
          <w:rtl/>
          <w:lang w:bidi="fa-IR"/>
        </w:rPr>
        <w:t xml:space="preserve"> ألا لا تقتلنّ بي إل</w:t>
      </w:r>
      <w:r w:rsidR="0042278B">
        <w:rPr>
          <w:rFonts w:hint="cs"/>
          <w:rtl/>
          <w:lang w:bidi="fa-IR"/>
        </w:rPr>
        <w:t>ّ</w:t>
      </w:r>
      <w:r w:rsidR="0042278B">
        <w:rPr>
          <w:rtl/>
          <w:lang w:bidi="fa-IR"/>
        </w:rPr>
        <w:t>ا</w:t>
      </w:r>
      <w:r>
        <w:rPr>
          <w:rtl/>
          <w:lang w:bidi="fa-IR"/>
        </w:rPr>
        <w:t xml:space="preserve"> قاتلي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انظروا : إذا أنا مِتُّ من</w:t>
      </w:r>
    </w:p>
    <w:p w:rsidR="009E09F5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C92D11" w:rsidRDefault="00C92D11" w:rsidP="009E09F5">
      <w:pPr>
        <w:pStyle w:val="libFootnote0"/>
        <w:rPr>
          <w:lang w:bidi="fa-IR"/>
        </w:rPr>
      </w:pPr>
      <w:r w:rsidRPr="009E09F5">
        <w:rPr>
          <w:rtl/>
        </w:rPr>
        <w:t>(1)</w:t>
      </w:r>
      <w:r>
        <w:rPr>
          <w:rtl/>
          <w:lang w:bidi="fa-IR"/>
        </w:rPr>
        <w:t xml:space="preserve"> أغبّ القوم : جاءهم يوماً وترك يوماً ، أي :</w:t>
      </w:r>
      <w:r w:rsidR="009E09F5">
        <w:rPr>
          <w:rtl/>
          <w:lang w:bidi="fa-IR"/>
        </w:rPr>
        <w:t xml:space="preserve"> لا تقطعوا الطعام عن أفواههم</w:t>
      </w:r>
      <w:r w:rsidR="00343D55">
        <w:rPr>
          <w:rtl/>
          <w:lang w:bidi="fa-IR"/>
        </w:rPr>
        <w:t>.</w:t>
      </w:r>
      <w:r w:rsidR="009E09F5">
        <w:rPr>
          <w:rtl/>
          <w:lang w:bidi="fa-IR"/>
        </w:rPr>
        <w:t xml:space="preserve">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المؤلّف </w:t>
      </w:r>
      <w:r w:rsidR="00800C80">
        <w:rPr>
          <w:rtl/>
          <w:lang w:bidi="fa-IR"/>
        </w:rPr>
        <w:t>-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42278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ضربته هذه ، فاضربوه ضربة بضربة ، ولا يُمثّل بالرجل ؛ فإنّي سمعت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يقول : إيّاكم والمثلة ولو بالكلب العقور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ألا لعن الله أهل الكوفة ، فإنّه لم يكفهم قتل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حت</w:t>
      </w:r>
      <w:r w:rsidR="0042278B">
        <w:rPr>
          <w:rtl/>
          <w:lang w:bidi="fa-IR"/>
        </w:rPr>
        <w:t>ّى مثّلوا به وبأهل بيته وأنصاره</w:t>
      </w:r>
      <w:r>
        <w:rPr>
          <w:rtl/>
          <w:lang w:bidi="fa-IR"/>
        </w:rPr>
        <w:t>؛ قطعوا الرؤوس وشالوها على رؤوس الرماح من بلد إلى بلد ، ولمْ يكفهم ذلك حتّى داسوا بخيولهم صدر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وظهره حتّى هشّمت الخيل أضلاعه ، وطحنت جناجن صدره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9"/>
        <w:gridCol w:w="272"/>
        <w:gridCol w:w="3499"/>
      </w:tblGrid>
      <w:tr w:rsidR="0042278B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42278B" w:rsidRDefault="0042278B" w:rsidP="00B80445">
            <w:pPr>
              <w:pStyle w:val="libPoem"/>
            </w:pPr>
            <w:r>
              <w:rPr>
                <w:rtl/>
                <w:lang w:bidi="fa-IR"/>
              </w:rPr>
              <w:t>لمْ يشفِ أعداهُ مثلَ القتلِ فابتَدَرتْ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278B" w:rsidRDefault="0042278B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278B" w:rsidRDefault="0042278B" w:rsidP="00B80445">
            <w:pPr>
              <w:pStyle w:val="libPoem"/>
            </w:pPr>
            <w:r>
              <w:rPr>
                <w:rtl/>
                <w:lang w:bidi="fa-IR"/>
              </w:rPr>
              <w:t>تجري على جسمِهِ الجُردُ المحاضيرَا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278B" w:rsidTr="00B80445">
        <w:trPr>
          <w:trHeight w:val="350"/>
        </w:trPr>
        <w:tc>
          <w:tcPr>
            <w:tcW w:w="3920" w:type="dxa"/>
          </w:tcPr>
          <w:p w:rsidR="0042278B" w:rsidRDefault="0042278B" w:rsidP="00B80445">
            <w:pPr>
              <w:pStyle w:val="libPoem"/>
            </w:pPr>
            <w:r>
              <w:rPr>
                <w:rtl/>
                <w:lang w:bidi="fa-IR"/>
              </w:rPr>
              <w:t>يا عقّرَ الله تلكَ الخيلَ إذْ جعلتْ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278B" w:rsidRDefault="0042278B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278B" w:rsidRDefault="0042278B" w:rsidP="00B80445">
            <w:pPr>
              <w:pStyle w:val="libPoem"/>
            </w:pPr>
            <w:r>
              <w:rPr>
                <w:rtl/>
                <w:lang w:bidi="fa-IR"/>
              </w:rPr>
              <w:t>أعضاءَهُ لعوادِيها مضامِيرَا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E81019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C92D11" w:rsidRDefault="00C92D11" w:rsidP="00E81019">
      <w:pPr>
        <w:pStyle w:val="Heading2Center"/>
        <w:rPr>
          <w:lang w:bidi="fa-IR"/>
        </w:rPr>
      </w:pPr>
      <w:bookmarkStart w:id="61" w:name="_Toc18255874"/>
      <w:r>
        <w:rPr>
          <w:rtl/>
          <w:lang w:bidi="fa-IR"/>
        </w:rPr>
        <w:t>المجلس الخامس بعد المئتين</w:t>
      </w:r>
      <w:bookmarkEnd w:id="61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أبو جعفر محمّد بن علي الباقر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لجابر : (( أيكفي مَنْ انتحل التشيع أنْ يقول بحبنّا أهل البيت ؟ فوالله ، ما شيع</w:t>
      </w:r>
      <w:r w:rsidR="002933B6">
        <w:rPr>
          <w:rtl/>
          <w:lang w:bidi="fa-IR"/>
        </w:rPr>
        <w:t>تنا إل</w:t>
      </w:r>
      <w:r w:rsidR="002933B6">
        <w:rPr>
          <w:rFonts w:hint="cs"/>
          <w:rtl/>
          <w:lang w:bidi="fa-IR"/>
        </w:rPr>
        <w:t>ّ</w:t>
      </w:r>
      <w:r w:rsidR="002933B6">
        <w:rPr>
          <w:rtl/>
          <w:lang w:bidi="fa-IR"/>
        </w:rPr>
        <w:t>ا</w:t>
      </w:r>
      <w:r>
        <w:rPr>
          <w:rtl/>
          <w:lang w:bidi="fa-IR"/>
        </w:rPr>
        <w:t xml:space="preserve"> مَن اتّقى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="002933B6">
        <w:rPr>
          <w:rtl/>
          <w:lang w:bidi="fa-IR"/>
        </w:rPr>
        <w:t>وما كانوا يُعرفون يا جابر ، إل</w:t>
      </w:r>
      <w:r w:rsidR="002933B6">
        <w:rPr>
          <w:rFonts w:hint="cs"/>
          <w:rtl/>
          <w:lang w:bidi="fa-IR"/>
        </w:rPr>
        <w:t>ّ</w:t>
      </w:r>
      <w:r w:rsidR="002933B6">
        <w:rPr>
          <w:rtl/>
          <w:lang w:bidi="fa-IR"/>
        </w:rPr>
        <w:t>ا</w:t>
      </w:r>
      <w:r>
        <w:rPr>
          <w:rtl/>
          <w:lang w:bidi="fa-IR"/>
        </w:rPr>
        <w:t xml:space="preserve"> بالتواضع والتخشّع وكثرة ذكر الله ، والصوم والصلاة ، والتعهد للجيران من الفقراء وأهل المسكنة ، والغارمين والأي</w:t>
      </w:r>
      <w:r w:rsidR="002933B6">
        <w:rPr>
          <w:rtl/>
          <w:lang w:bidi="fa-IR"/>
        </w:rPr>
        <w:t>تام ، وكفّ الألسن عن النّاس إل</w:t>
      </w:r>
      <w:r w:rsidR="002933B6">
        <w:rPr>
          <w:rFonts w:hint="cs"/>
          <w:rtl/>
          <w:lang w:bidi="fa-IR"/>
        </w:rPr>
        <w:t>ّ</w:t>
      </w:r>
      <w:r w:rsidR="002933B6">
        <w:rPr>
          <w:rtl/>
          <w:lang w:bidi="fa-IR"/>
        </w:rPr>
        <w:t>ا</w:t>
      </w:r>
      <w:r>
        <w:rPr>
          <w:rtl/>
          <w:lang w:bidi="fa-IR"/>
        </w:rPr>
        <w:t xml:space="preserve"> من خير ، فكانوا اُمناء عشائرهم في الأشياء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جابر : يابن رسول الله ، لستُ أعرف أحداً بهذه الصفة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يا جابر ، لا تذهبنّ بك المذاهب ، حسب الرجل أنْ يقول : اُحبّ عليّاً وأتولاّه ، فلو قال : إنّي اُحبّ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، فرسول الله خير من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933B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علي ، ثمّ لا يعمل عمله ولا يتبع سنته ، ما نفعه حبّه إيّاه شيئاً ، فاتّقوا الله واعملوا لِمَا عند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ليس بين الله وبين أحد قرابة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أحبّ العباد إلى الله وأكرمهم عليه أتقاهم له وأعملهم بطاعته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ما يُتقرّب إلى الله تعالى إلاّ بالطاعة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ما معنا براءة من النّار ولا على الله لأحد من حجة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مَن كان لله مُطيعاً فهو لنا ولي ، ومَن كان عاصياً فهو </w:t>
      </w:r>
      <w:r w:rsidR="002109C8">
        <w:rPr>
          <w:rtl/>
          <w:lang w:bidi="fa-IR"/>
        </w:rPr>
        <w:t>لنا عدو ، ولا تُنال ولايتنا إل</w:t>
      </w:r>
      <w:r w:rsidR="002109C8">
        <w:rPr>
          <w:rFonts w:hint="cs"/>
          <w:rtl/>
          <w:lang w:bidi="fa-IR"/>
        </w:rPr>
        <w:t>ّ</w:t>
      </w:r>
      <w:r w:rsidR="002109C8">
        <w:rPr>
          <w:rtl/>
          <w:lang w:bidi="fa-IR"/>
        </w:rPr>
        <w:t>ا</w:t>
      </w:r>
      <w:r>
        <w:rPr>
          <w:rtl/>
          <w:lang w:bidi="fa-IR"/>
        </w:rPr>
        <w:t xml:space="preserve"> بالورع والعمل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أبو جعفر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إنّما شيعة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الشاحبون الناحلون الذابلون ؛ ذابلة شفاهم ، خمص بطونهم ، متغيرة ألوانهم ، مصفرّة وجوههم ، إذا </w:t>
      </w:r>
      <w:r w:rsidR="002109C8">
        <w:rPr>
          <w:rtl/>
          <w:lang w:bidi="fa-IR"/>
        </w:rPr>
        <w:t>جنّهم الليل اتخذوا الأرض فراشاً</w:t>
      </w:r>
      <w:r>
        <w:rPr>
          <w:rtl/>
          <w:lang w:bidi="fa-IR"/>
        </w:rPr>
        <w:t>، واستقبلوا الأرض بجباههم ؛ كثير سجودهم كثيرة دموعهم ، كثير دعاؤهم كثير بكاؤهم ، يفرح النّاس وهم يحزنون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ألا وإنّ لكلِّ مأموم إماماً يقتدي به ويستضيء بنور علمه ، ألاَ وإنّ إمامكم قد اكتفى من دنياه بطمريه ، ومن طعامه بقرصيه ، ألا وإنّكم لا تقدرون على ذلك ولكن أعينوني بورعٍ واجتهاد ، وعفّة وسداد ، فوالله ، ما كنزت من دنياكم تبراً ، ولا ادّخرت من غنائمها وفراً ، ولا أعددت لبالي ثوبي طمراً ، ولا حزت من أرضها شبراً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وهكذا كانت عادة أهل البيت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وطريقتهم في الزهد في الدنيا الفانية ، والإيثار على أنفسهم ، وتفقّد الفقراء والمساكين ، وكثرة الصلاة ، وكثرة ذكر الله تعالى في الليل والنّهار ؛ ولذلك ل</w:t>
      </w:r>
      <w:r w:rsidR="009A1A37">
        <w:rPr>
          <w:rFonts w:hint="cs"/>
          <w:rtl/>
          <w:lang w:bidi="fa-IR"/>
        </w:rPr>
        <w:t>ـ</w:t>
      </w:r>
      <w:r>
        <w:rPr>
          <w:rtl/>
          <w:lang w:bidi="fa-IR"/>
        </w:rPr>
        <w:t>مّا زحف عمر بن سعد وأصحابه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عشية اليوم التاسع من ال</w:t>
      </w:r>
      <w:r w:rsidR="009A1A37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، أرسل إليهم أخاه العبّاس وقال له : (( إنْ استطعتَ أنْ تُؤخِّرَهُمْ إلى غدْوَةٍ وتدفَعَهُمْ عنّا العشيّةَ ؛ لَعلَّنا نُصلِّي لربِّنا اللَّيلةَ ونَدعُوهُ ونَستغفِرُهُ ؛ فهو يعلمُ أنِّي كُنتُ اُحبُّ الصّلاةَ له وتلاوةَ كتابِهِ ، وكثرةَ الدُّعاءِ والاسْتغفارِ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فسألهم العبّاس ذلك ، فتوقّف ابن سعد ، فقال له عمرو بن الحجّاج : سبحان الله ! والله ، لو أنّهم من التُرك أو الدّيلم وسألونا مثل</w:t>
      </w:r>
    </w:p>
    <w:p w:rsidR="00800C80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A1A37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ذلك لأجبناهم ، فكيف وهم آل محمّد ! فأجابوهم الى ذلك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فقام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وأصحابه الليل كلّه يُصلّون ويستغفرون ، ويدعون ويتضرّعون ، وباتوا ليلة العاشر من ال</w:t>
      </w:r>
      <w:r w:rsidR="009A1A37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ولهم دويّ كدويّ النّحل ؛ ما بين قائم وقاعد ، وراكع وساجد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9A1A37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9A1A37" w:rsidRDefault="009A1A37" w:rsidP="00B80445">
            <w:pPr>
              <w:pStyle w:val="libPoem"/>
            </w:pPr>
            <w:r>
              <w:rPr>
                <w:rtl/>
                <w:lang w:bidi="fa-IR"/>
              </w:rPr>
              <w:t>سمةُ العبيدِ من الخشوعِ عليهمُ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A1A37" w:rsidRDefault="009A1A37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A1A37" w:rsidRDefault="009A1A37" w:rsidP="00B80445">
            <w:pPr>
              <w:pStyle w:val="libPoem"/>
            </w:pPr>
            <w:r>
              <w:rPr>
                <w:rtl/>
                <w:lang w:bidi="fa-IR"/>
              </w:rPr>
              <w:t>لله إنْ ضمّتْهُمُ الأسحارُ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1A37" w:rsidTr="00B80445">
        <w:trPr>
          <w:trHeight w:val="350"/>
        </w:trPr>
        <w:tc>
          <w:tcPr>
            <w:tcW w:w="3920" w:type="dxa"/>
          </w:tcPr>
          <w:p w:rsidR="009A1A37" w:rsidRDefault="009A1A37" w:rsidP="00B80445">
            <w:pPr>
              <w:pStyle w:val="libPoem"/>
            </w:pPr>
            <w:r>
              <w:rPr>
                <w:rtl/>
                <w:lang w:bidi="fa-IR"/>
              </w:rPr>
              <w:t>فإذا ترجّلتِ الضُّحى شَهدتْ لهُمْ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A1A37" w:rsidRDefault="009A1A37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A1A37" w:rsidRDefault="009A1A37" w:rsidP="00B80445">
            <w:pPr>
              <w:pStyle w:val="libPoem"/>
            </w:pPr>
            <w:r>
              <w:rPr>
                <w:rtl/>
                <w:lang w:bidi="fa-IR"/>
              </w:rPr>
              <w:t>بيضُ القواضبِ أنّهمْ أحرارُ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يشغلهم ما هم فيه من الشدائد وانتظار القتل عن ذكر ربّهم وعبادته ، والإقبال بقلوبهم عليه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6422E9">
        <w:rPr>
          <w:rFonts w:hint="cs"/>
          <w:rtl/>
          <w:lang w:bidi="fa-IR"/>
        </w:rPr>
        <w:t>ـ</w:t>
      </w:r>
      <w:r>
        <w:rPr>
          <w:rtl/>
          <w:lang w:bidi="fa-IR"/>
        </w:rPr>
        <w:t>مّا كان يوم عاشوراء ، قال أبو ثمامة الصّيداوي للحسين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يا أبا عبد الله ، نفسي لنفسك الفداء ، هؤلاء قد اقتربوا منك ، ولا والله ، لا تُقتل حتّى اُقتل دونك ، واُحبّ أنْ ألقى ربّي وقد صلّيت هذه الصّلاة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فرفع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رأسه إلى السّماء ، وقال : (( ذكرتَ الصّلاة جعلك الله من المصلّين الذّاكرين ، نعم هذا أوّل وقتها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قال : (( سلوهم أنْ يكفّوا عنّا حتّى نُصلّي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ففعلوا ، فقال لهم الحُصين بن تميم : إنّها لا تُقبل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له حبيب بن مظاهر : زعمتَ لا تُقبل الصّلاة من آل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وأنصارهم ، وتُقبل منك يا خمّار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لزهير بن القَين وسعيد بن عبد الله الحَنفي : (( تقدّما أمامي حتّى اُصلّي الظهر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فتقدّما أمامه في نحو من نصف أصحابه حتّى صلّى بهم صلاة الخوف ، فوصل إلى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سهم ، فتقدّم سعيد بن عبد الله ووقف يقيه من النّبال بنفسه ما زال ولا تخطّى ، فما زال يُرمى بالنّبل حتّى سقط إلى الأرض ، وهو يقول : اللهمّ ، العنهم لعن عاد وثمود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أبلغ نبيّك عنّي السّلام ، وأبلغه ما لقيتُ من ألم الجراح ؛ فإنّي أردتُ ثوابك في نصر ذرّيّة نبيّك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أنّه قال : اللهمّ ، لا يعجزك شيء تريده ، فأبلغ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نُصرتي ودفعي عن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6422E9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وارزقني مرافقته في دار الخلود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قضى نحبه رضوان الله عليه ، فوُجِد فيه ثلاثة عشر سهماً سوى ما به من ضرب السّيوف وطعن الرّماح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090A71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090A71" w:rsidRDefault="00090A71" w:rsidP="00B80445">
            <w:pPr>
              <w:pStyle w:val="libPoem"/>
            </w:pPr>
            <w:r>
              <w:rPr>
                <w:rtl/>
                <w:lang w:bidi="fa-IR"/>
              </w:rPr>
              <w:t>صالُوا وجالُوا وأدَّوا حقَّ سيِّدِهمْ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0A71" w:rsidRDefault="00090A71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0A71" w:rsidRDefault="00090A71" w:rsidP="00B80445">
            <w:pPr>
              <w:pStyle w:val="libPoem"/>
            </w:pPr>
            <w:r>
              <w:rPr>
                <w:rtl/>
                <w:lang w:bidi="fa-IR"/>
              </w:rPr>
              <w:t>في موقفٍ عقَّ فيهِ الوالدَ الولدُ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0A71" w:rsidTr="00B80445">
        <w:trPr>
          <w:trHeight w:val="350"/>
        </w:trPr>
        <w:tc>
          <w:tcPr>
            <w:tcW w:w="3920" w:type="dxa"/>
          </w:tcPr>
          <w:p w:rsidR="00090A71" w:rsidRDefault="00090A71" w:rsidP="00B80445">
            <w:pPr>
              <w:pStyle w:val="libPoem"/>
            </w:pPr>
            <w:r>
              <w:rPr>
                <w:rtl/>
                <w:lang w:bidi="fa-IR"/>
              </w:rPr>
              <w:t>وشاقهُمْ ثمرُ العُقبَى فأصبَح 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0A71" w:rsidRDefault="00090A71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0A71" w:rsidRDefault="00090A71" w:rsidP="00B80445">
            <w:pPr>
              <w:pStyle w:val="libPoem"/>
            </w:pPr>
            <w:r>
              <w:rPr>
                <w:rtl/>
                <w:lang w:bidi="fa-IR"/>
              </w:rPr>
              <w:t>صدورِهمُ شجرُ الخطيِّ يختضدُ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A73ED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A73ED5">
      <w:pPr>
        <w:pStyle w:val="Heading2Center"/>
        <w:rPr>
          <w:lang w:bidi="fa-IR"/>
        </w:rPr>
      </w:pPr>
      <w:bookmarkStart w:id="62" w:name="_Toc18255875"/>
      <w:r>
        <w:rPr>
          <w:rtl/>
          <w:lang w:bidi="fa-IR"/>
        </w:rPr>
        <w:t>المجلس السّادس بعد المئتين</w:t>
      </w:r>
      <w:bookmarkEnd w:id="62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كتابٍ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إلى عثمان بن حنيف الأنصاري ، وكان عامله على البصرة ، وقد بلغه أنّه دُعي إلى وليمة قوم من أهلها فمضى إليها : (( أمّا بعدُ يابن حنيف ، فقد بلغني أنّ رجلاً من فتية أهل البصرة دعاك إلى مأدبة فأسرعتَ إليها ، تُستطاب لك الألوان وتُنقل إليك الجفان ، وما ظننت أنّك تُجيب إلى طعام قوم عائلهم مجفو وغنيّهم مدعو ، فانظر إلى ما تقضمه من هذا المقضم ، فما اشتبه عليك علمه فالفظه ، وما أيقنت بطيب وجهه فنِلْ منه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ألا وإنّ لكلِّ مأموم إماماً ي</w:t>
      </w:r>
      <w:r w:rsidR="006B0913">
        <w:rPr>
          <w:rtl/>
          <w:lang w:bidi="fa-IR"/>
        </w:rPr>
        <w:t>قتدي به ويستضيء بنور علمه ، أل</w:t>
      </w:r>
      <w:r w:rsidR="006B0913">
        <w:rPr>
          <w:rFonts w:hint="cs"/>
          <w:rtl/>
          <w:lang w:bidi="fa-IR"/>
        </w:rPr>
        <w:t>َ</w:t>
      </w:r>
      <w:r w:rsidR="006B0913">
        <w:rPr>
          <w:rtl/>
          <w:lang w:bidi="fa-IR"/>
        </w:rPr>
        <w:t>ا</w:t>
      </w:r>
      <w:r>
        <w:rPr>
          <w:rtl/>
          <w:lang w:bidi="fa-IR"/>
        </w:rPr>
        <w:t xml:space="preserve"> وإنّ إمامكم قد اكتفى من دنياه بطمريه ، ومن طعامه بقرصيه ، ألا وإنّكم لا تقدرون على</w:t>
      </w:r>
      <w:r w:rsidR="006B0913">
        <w:rPr>
          <w:rtl/>
          <w:lang w:bidi="fa-IR"/>
        </w:rPr>
        <w:t xml:space="preserve"> ذلك ولكن أعينوني بورعٍ واجتهاد</w:t>
      </w:r>
      <w:r>
        <w:rPr>
          <w:rtl/>
          <w:lang w:bidi="fa-IR"/>
        </w:rPr>
        <w:t>، وعفّة وسداد ، فوالله ، ما كنزت من دنياكم تبراً ، ولا ادّخرت من غنائمها وفراً ، ولا أعددت لبالي ثوبي طمراً ، ولا حزت من أرضها شبراً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بلى ، كانت في أيدينا فدك من كلّ ما أظلَّته السّماء ، فشحَّتْ عليها نفوس قوم ، وسخَتْ عنها نفوس قوم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D12F6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آخرين ، ونِعمَ الحكم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وما أصنع بفدك وغير فدك ، والنّفس مظانُّها في غدٍ جَدَثٌ تنقطع في ظلمته آثارها وتغيب أخبارها ! وحفرة </w:t>
      </w:r>
      <w:r w:rsidR="002D12F6">
        <w:rPr>
          <w:rtl/>
          <w:lang w:bidi="fa-IR"/>
        </w:rPr>
        <w:t>لو زِيد في فُسحتها ، وأوسعت يدَ</w:t>
      </w:r>
      <w:r>
        <w:rPr>
          <w:rtl/>
          <w:lang w:bidi="fa-IR"/>
        </w:rPr>
        <w:t>ا حافرها ، لأضغَطها الحجر والمدر ، وسدّ فُرَجها التراب المتراكم ! وإنّما هي نفسي اُروّضُها بالتّقى لتأتيَ آمنةً يوم الخوف الأكبر ، وتثبت على جوانب ال</w:t>
      </w:r>
      <w:r w:rsidR="002D12F6">
        <w:rPr>
          <w:rFonts w:hint="cs"/>
          <w:rtl/>
          <w:lang w:bidi="fa-IR"/>
        </w:rPr>
        <w:t>ـ</w:t>
      </w:r>
      <w:r>
        <w:rPr>
          <w:rtl/>
          <w:lang w:bidi="fa-IR"/>
        </w:rPr>
        <w:t>مَزْلَق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ولو شئتُ لاهتديت الطريق إلى مصفى هذا العسل ، ولباب هذا القمح ، ونسائج هذا القزّ ، ولكن هيهات أنْ يغلبني هواي ، ويقودني جشعي إلى تخيّر الأطعمة ، ولعلّ بالحجاز أو باليمامة مَن لا طمع له في القرص ، ولا عهد له بالشبع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أوَ أبيتُ مبطا</w:t>
      </w:r>
      <w:r w:rsidR="00B9584C">
        <w:rPr>
          <w:rtl/>
          <w:lang w:bidi="fa-IR"/>
        </w:rPr>
        <w:t>ناً وحولي بطون غرثى وأكباد حرّى</w:t>
      </w:r>
      <w:r>
        <w:rPr>
          <w:rtl/>
          <w:lang w:bidi="fa-IR"/>
        </w:rPr>
        <w:t>؟! أوَ أكون كما قال القائل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1"/>
        <w:gridCol w:w="272"/>
        <w:gridCol w:w="3497"/>
      </w:tblGrid>
      <w:tr w:rsidR="00B9584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B9584C" w:rsidRDefault="00B9584C" w:rsidP="00B80445">
            <w:pPr>
              <w:pStyle w:val="libPoem"/>
            </w:pPr>
            <w:r>
              <w:rPr>
                <w:rtl/>
                <w:lang w:bidi="fa-IR"/>
              </w:rPr>
              <w:t>وحسبُكَ عاراً أنْ تبيت ببطنةٍ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9584C" w:rsidRDefault="00B9584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9584C" w:rsidRDefault="00B9584C" w:rsidP="00B80445">
            <w:pPr>
              <w:pStyle w:val="libPoem"/>
            </w:pPr>
            <w:r>
              <w:rPr>
                <w:rtl/>
                <w:lang w:bidi="fa-IR"/>
              </w:rPr>
              <w:t>وحولكَ أكبادٌ تحنُّ إلى القدِّ 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أأقنع من نفسي بأنْ يُقال : أمير المؤمنين ، ولا اُشاركهم في مكاره الدهر ، أو أكون اُسوة لهم في جشوبة العيش ؟! فما خُلقت ليشغلني أكل الطيّبات كالبهيمة المربوطة همّها علفها ، أو المرسلة شغلها تقمّمها ، تكترش من أعلافها وتلهو عمّا يُراد بها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أو أترك سدىً ، أو أهمل عابثاً ، أو أجرّ حبل الضلالة ، أو أعتسف طريق المتاهة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وكأنّي بقائلكم يقول : إذا كان هذا قوت ابن أبي طالب ، فقد قعد به الضعف عن قتال الأقران ومنازلة الشجعان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ألا وإنّ الشجرة البرّيّة أصلب عوداً ، والروائع الخضرة أرقّ جلوداً ، والنّباتات البدويّة أقوى وقوداً وأبطأ خموداً ، وأنا من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كالصنوِ من الصنوِ ، والذراع من العضُد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لو تظاهرت العرب على قتالي ل</w:t>
      </w:r>
      <w:r w:rsidR="00EB702C">
        <w:rPr>
          <w:rFonts w:hint="cs"/>
          <w:rtl/>
          <w:lang w:bidi="fa-IR"/>
        </w:rPr>
        <w:t>ـ</w:t>
      </w:r>
      <w:r>
        <w:rPr>
          <w:rtl/>
          <w:lang w:bidi="fa-IR"/>
        </w:rPr>
        <w:t>مَا ولّيت عنها ، ولو أمكنت الفرص من رقابها لسارعت إليها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فدىً لك نفسي وأهلي ومالي يا أمير المؤمنين ، ويا بطل المسلمين ، ويا قاتل النّاكثين والقاسطين والمارقين ، ويا مَن انتهت إليه الشجاعة والفروسيّة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واقتفى أثره في ذلك ولده أبو عبد الله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فإنّ هذا الشبل من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8E24E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ذلك الأسد ، وهذا الثمر من ذلك الشجر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7"/>
        <w:gridCol w:w="272"/>
        <w:gridCol w:w="3501"/>
      </w:tblGrid>
      <w:tr w:rsidR="008E24E4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E24E4" w:rsidRDefault="009C0CF6" w:rsidP="00B80445">
            <w:pPr>
              <w:pStyle w:val="libPoem"/>
            </w:pPr>
            <w:r>
              <w:rPr>
                <w:rtl/>
                <w:lang w:bidi="fa-IR"/>
              </w:rPr>
              <w:t>ولا عجبٌ أنْ يُشبهَ الليثُ شبلَهُ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24E4" w:rsidRDefault="008E24E4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24E4" w:rsidRDefault="009C0CF6" w:rsidP="00B80445">
            <w:pPr>
              <w:pStyle w:val="libPoem"/>
            </w:pPr>
            <w:r>
              <w:rPr>
                <w:rtl/>
                <w:lang w:bidi="fa-IR"/>
              </w:rPr>
              <w:t>وحقٌّ على ابنِ الصَّقرِ أنْ يُشبهَ الصَّقرا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فهو الذي اختار المنيّة على الدنيّة ، ومصارع الكرام على طاعة اللئام ، وموت العزّ على حياة الذل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8E24E4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E24E4" w:rsidRDefault="00BC3F77" w:rsidP="00B80445">
            <w:pPr>
              <w:pStyle w:val="libPoem"/>
            </w:pPr>
            <w:r>
              <w:rPr>
                <w:rtl/>
                <w:lang w:bidi="fa-IR"/>
              </w:rPr>
              <w:t>لهُ منْ عليٍّ في الحروبِ شجاعةٌ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24E4" w:rsidRDefault="008E24E4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24E4" w:rsidRDefault="00BC3F77" w:rsidP="00B80445">
            <w:pPr>
              <w:pStyle w:val="libPoem"/>
            </w:pPr>
            <w:r>
              <w:rPr>
                <w:rtl/>
                <w:lang w:bidi="fa-IR"/>
              </w:rPr>
              <w:t>و منْ أحمدٍ عندَ الخطابةِ قيلُ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وقد شهدت له بالصبر أعداؤه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والفضل ما شهدت به الأعداء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؛ وذلك ل</w:t>
      </w:r>
      <w:r w:rsidR="004F19B4">
        <w:rPr>
          <w:rFonts w:hint="cs"/>
          <w:rtl/>
          <w:lang w:bidi="fa-IR"/>
        </w:rPr>
        <w:t>ـ</w:t>
      </w:r>
      <w:r>
        <w:rPr>
          <w:rtl/>
          <w:lang w:bidi="fa-IR"/>
        </w:rPr>
        <w:t>مّا دعا النّاس إلى البراز ، فلمْ يزل يقتل كلّ مَن برز إليه حتّى قتل مقتلةً عظيمةً ، وهو في ذلك يقول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4"/>
        <w:gridCol w:w="272"/>
        <w:gridCol w:w="3504"/>
      </w:tblGrid>
      <w:tr w:rsidR="008E24E4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8E24E4" w:rsidRDefault="00C80DF7" w:rsidP="00B80445">
            <w:pPr>
              <w:pStyle w:val="libPoem"/>
            </w:pPr>
            <w:r>
              <w:rPr>
                <w:rtl/>
                <w:lang w:bidi="fa-IR"/>
              </w:rPr>
              <w:t>القتلُ أولَى منْ رُكوبِ العارِ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24E4" w:rsidRDefault="008E24E4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24E4" w:rsidRDefault="00C80DF7" w:rsidP="00B80445">
            <w:pPr>
              <w:pStyle w:val="libPoem"/>
            </w:pPr>
            <w:r>
              <w:rPr>
                <w:rtl/>
                <w:lang w:bidi="fa-IR"/>
              </w:rPr>
              <w:t>والعارُ أولَى منْ دخولِ النّارِ</w:t>
            </w:r>
            <w:r w:rsidR="008E24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قال بعض الرواة : فوالله ، ما رأيت مكثوراً ( أي : مغلوباً ) قطْ قد قُتل وُلده وأهل بيته وأصحابه ، أربط جأشاً منه ، وإنْ كانت الرجّالة لتشدّ عليه فيشدّ عليها بسيفه ، فتنكشف عنه انكشاف المعزى إذا شدّ فيها الذئب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ولقد كان يحمل فيهم ، وقد تكمّلوا ثلاثين ألفاً ، فينهزمون من بين يدَيه كأنّهم الجراد المنتشر ، ثمّ يرجع إلى مركزه وه</w:t>
      </w:r>
      <w:r w:rsidR="00985BA0">
        <w:rPr>
          <w:rtl/>
          <w:lang w:bidi="fa-IR"/>
        </w:rPr>
        <w:t>و يقول : (( لا حول ولا قوّة إل</w:t>
      </w:r>
      <w:r w:rsidR="00985BA0">
        <w:rPr>
          <w:rFonts w:hint="cs"/>
          <w:rtl/>
          <w:lang w:bidi="fa-IR"/>
        </w:rPr>
        <w:t>ّ</w:t>
      </w:r>
      <w:r w:rsidR="00985BA0">
        <w:rPr>
          <w:rtl/>
          <w:lang w:bidi="fa-IR"/>
        </w:rPr>
        <w:t>ا بالله ))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فلمّا رأى شمر ذلك ، استدعى الفرسان فصاروا في ظهور الرجّالة ، وأمر الرُماة أنْ يرموه فرشقوه بالسِّهام حتّى صار كالقنفذ ، فأحجم عنهم فوقفوا بإزائه ، وجاء شمر في جماعة من أصحابه فحالوا بينه وبين رحله الذي فيه ثقله وعياله ، فصاح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</w:t>
      </w:r>
      <w:r w:rsidR="00CB062A">
        <w:rPr>
          <w:rtl/>
          <w:lang w:bidi="fa-IR"/>
        </w:rPr>
        <w:t>: (( ويلكم يا شيعة آل أبي سفيان</w:t>
      </w:r>
      <w:r>
        <w:rPr>
          <w:rtl/>
          <w:lang w:bidi="fa-IR"/>
        </w:rPr>
        <w:t>! إنْ لمْ يكن لكم دين ، وكنتم لا تخافون المعاد ، فكونوا أحراراً في دنياكم هذه ، وارجعوا إلى أحسابكم إنْ كنتم عُرُباً كما تزعمون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فناداه شمر : ما تقول يابن فاطمة ؟ 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أقول : إنّي اُقاتلكم وتقاتلونني ، والنّساء ليس عليهنّ جناح ، فامنعوا عتاتكم وجهّالكم وطغاتكم من التعرّض لحرمي ما دمت حيّاً ))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فقال شمر : لك ذلك يابن فاطمة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صاح : إليكم عن حرم الرجل واقصدوه بنفسه ، فلَعمري لهو كفؤ كريم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فقصده القوم ، وهو في ذلك يطلب شربة من الماء ، وكلّما حمل بفرسه على الفرات ، حملوا عليه بأجمعهم حتّى أجلوه عنه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6"/>
        <w:gridCol w:w="272"/>
        <w:gridCol w:w="3492"/>
      </w:tblGrid>
      <w:tr w:rsidR="00E11F25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E11F25" w:rsidRDefault="00E11F25" w:rsidP="00B80445">
            <w:pPr>
              <w:pStyle w:val="libPoem"/>
            </w:pPr>
            <w:r>
              <w:rPr>
                <w:rtl/>
                <w:lang w:bidi="fa-IR"/>
              </w:rPr>
              <w:t>قال اقصدُوني بنفسِي واتْركُوا حَرَمي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11F25" w:rsidRDefault="00E11F2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11F25" w:rsidRDefault="00E11F25" w:rsidP="00B80445">
            <w:pPr>
              <w:pStyle w:val="libPoem"/>
            </w:pPr>
            <w:r>
              <w:rPr>
                <w:rtl/>
                <w:lang w:bidi="fa-IR"/>
              </w:rPr>
              <w:t>قدْ حان حَينِي وقدْ لاحتْ لوائحُهُ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3F0DA4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800C80" w:rsidRDefault="00C92D11" w:rsidP="003F0DA4">
      <w:pPr>
        <w:pStyle w:val="Heading2Center"/>
        <w:rPr>
          <w:lang w:bidi="fa-IR"/>
        </w:rPr>
      </w:pPr>
      <w:bookmarkStart w:id="63" w:name="_Toc18255876"/>
      <w:r>
        <w:rPr>
          <w:rtl/>
          <w:lang w:bidi="fa-IR"/>
        </w:rPr>
        <w:t>المجلس السّابع بعد المئتين</w:t>
      </w:r>
      <w:bookmarkEnd w:id="63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كلام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إليكِ عنّي يا دُنيا ، فحبلك على غاربك ، قد انسللتُ من مخالبك وأفلتُّ من حبائلك ، واجتنبت الذهاب في مداحضك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أين القرون الذين غررتهم بمداعبك ؟ أين الاُمم الذين فتنتهم بزخارفك ؟ فها هم رهائن القبور ومضامين اللحود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، لو كنتُ شخصاً مرئيّاً وقالباً حسيّاً ، لأقمت عليك حدود الله في عبادٍ غررتهم بالأماني ، واُمم ألقيتهم في المهاوي ، وملوك أسلمتهم إلى التلف وأوردتهم موارد البلاء ، إذ لا ورد ولا صدر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هيهات ! مَن وطئ دَحْضك زلِق ، ومَن ركب لُجَجك غرِق ، ومَن ازْوَرَّ عن حبائلك وُفِّق ، والسّالم منك لا يُبالي إنْ ضاق به مناخه ، والدّنيا عنده كيوم حان </w:t>
      </w:r>
      <w:r w:rsidR="003F0DA4">
        <w:rPr>
          <w:rtl/>
          <w:lang w:bidi="fa-IR"/>
        </w:rPr>
        <w:t>انسلاخه</w:t>
      </w:r>
      <w:r w:rsidR="00343D55">
        <w:rPr>
          <w:rtl/>
          <w:lang w:bidi="fa-IR"/>
        </w:rPr>
        <w:t>.</w:t>
      </w:r>
      <w:r w:rsidR="003F0DA4">
        <w:rPr>
          <w:rtl/>
          <w:lang w:bidi="fa-IR"/>
        </w:rPr>
        <w:t xml:space="preserve"> اعزُبي عنّي ، فو الله</w:t>
      </w:r>
      <w:r>
        <w:rPr>
          <w:rtl/>
          <w:lang w:bidi="fa-IR"/>
        </w:rPr>
        <w:t>، لا أذلّ لك فتستذلّيني ، ولا أسلس لك فتقوديني ، وأيَم الله ، يميناً أستثني فيها بمشيئة الله ، لأروضنّ نفسي رياضةً تهشّ معها إلى القرص إذا قدرت عليه مطعوماً ، وتقنع بالملح مأدوماً ، ولأدَعنَّ مُقلتي كعين ماءٍ نضب معينها ، مستفرغة دموعها ، تمتلئ السّائمة من رعيها فتبرك ، وتشبع الربيضة من عشبها فتربض ،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F0DA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ويأكل علي من زاده فيهجع ! قرّت إذاً عينه إذا اقتدى بعد السّنين المتطاولة بالبهيمة الهاملة ، والسّائمة المرعية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طوبى لنفس أدّت إلى ربّها فرضها ، وعركت بجنبها بؤسها ، وهجرت في الليل غمضها ، حتّى إذا غلب الكرى عليها افترشت أرضها وتوسّدت كفّها ، في معشر أسهر عيونهم خوف معادهم ، وتجافت عن مضاجعهم جنوبهم ، وهمهمت بذكر ربّهم شفاههم ، وتقشّعت بطول استغفارهم ذنوبهم ،</w:t>
      </w:r>
      <w:r w:rsidR="0068150B" w:rsidRPr="0068150B">
        <w:rPr>
          <w:rStyle w:val="libAlaemChar"/>
          <w:rFonts w:hint="cs"/>
          <w:rtl/>
        </w:rPr>
        <w:t>(</w:t>
      </w:r>
      <w:r w:rsidR="0068150B" w:rsidRPr="0068150B">
        <w:rPr>
          <w:rStyle w:val="libAieChar"/>
          <w:rtl/>
        </w:rPr>
        <w:t xml:space="preserve"> اُولئِكَ حِزْبُ اللّهِ أَل</w:t>
      </w:r>
      <w:r w:rsidR="0068150B" w:rsidRPr="0068150B">
        <w:rPr>
          <w:rStyle w:val="libAieChar"/>
          <w:rFonts w:hint="cs"/>
          <w:rtl/>
        </w:rPr>
        <w:t>َ</w:t>
      </w:r>
      <w:r w:rsidR="0068150B" w:rsidRPr="0068150B">
        <w:rPr>
          <w:rStyle w:val="libAieChar"/>
          <w:rtl/>
        </w:rPr>
        <w:t>ا</w:t>
      </w:r>
      <w:r w:rsidRPr="0068150B">
        <w:rPr>
          <w:rStyle w:val="libAieChar"/>
          <w:rtl/>
        </w:rPr>
        <w:t xml:space="preserve"> إِنّ حِزْبَ اللّهِ هُمُ الْمُفْلِحُونَ</w:t>
      </w:r>
      <w:r w:rsidR="0068150B" w:rsidRPr="0068150B">
        <w:rPr>
          <w:rStyle w:val="libAieChar"/>
          <w:rFonts w:hint="cs"/>
          <w:rtl/>
        </w:rPr>
        <w:t xml:space="preserve"> </w:t>
      </w:r>
      <w:r w:rsidR="0068150B" w:rsidRPr="0068150B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كما فعل أصحاب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ليلة العاشر من ال</w:t>
      </w:r>
      <w:r w:rsidR="009A0404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؛ فإنّهم قاموا الليل كلّه يُصلّون ويستغفرون ، ويدعون ويتضرّعون ، وباتوا ليلة العاشر من ال</w:t>
      </w:r>
      <w:r w:rsidR="009A0404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 ولهم دويّ كدويّ النّحل ؛ ما بين قائم وقاعد ، وراكع وساجد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9A0404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9A0404" w:rsidRDefault="009A0404" w:rsidP="00B80445">
            <w:pPr>
              <w:pStyle w:val="libPoem"/>
            </w:pPr>
            <w:r>
              <w:rPr>
                <w:rtl/>
                <w:lang w:bidi="fa-IR"/>
              </w:rPr>
              <w:t>سمةُ العبيدِ من الخشوعِ عليهمُ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A0404" w:rsidRDefault="009A0404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A0404" w:rsidRDefault="009A0404" w:rsidP="00B80445">
            <w:pPr>
              <w:pStyle w:val="libPoem"/>
            </w:pPr>
            <w:r>
              <w:rPr>
                <w:rtl/>
                <w:lang w:bidi="fa-IR"/>
              </w:rPr>
              <w:t>لله إنْ ضمّتْهُمُ الأسحارُ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0404" w:rsidTr="00B80445">
        <w:trPr>
          <w:trHeight w:val="350"/>
        </w:trPr>
        <w:tc>
          <w:tcPr>
            <w:tcW w:w="3920" w:type="dxa"/>
          </w:tcPr>
          <w:p w:rsidR="009A0404" w:rsidRDefault="009A0404" w:rsidP="00B80445">
            <w:pPr>
              <w:pStyle w:val="libPoem"/>
            </w:pPr>
            <w:r>
              <w:rPr>
                <w:rtl/>
                <w:lang w:bidi="fa-IR"/>
              </w:rPr>
              <w:t>فإذا ترجّلتِ الضُّحى شَهدتْ لهُمْ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A0404" w:rsidRDefault="009A0404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A0404" w:rsidRDefault="009A0404" w:rsidP="00B80445">
            <w:pPr>
              <w:pStyle w:val="libPoem"/>
            </w:pPr>
            <w:r>
              <w:rPr>
                <w:rtl/>
                <w:lang w:bidi="fa-IR"/>
              </w:rPr>
              <w:t>بيضُ القواضبِ أنّهمْ أحرارُ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فعبر إليهم في تلك الليلة من عسكر ابن سعد اثنان وثلاثون رجلاً ، فلمّا كان وقت السّحر خفق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برأسه خفقة ، ثمّ استيقظ فقال : (( رأيت كأنّ كلاباً قد قربت لتنهشني ، وفيها كلب أبقع رأيتُه أشدّها عليّ ، وأظنّ أنّ الذي يتولّى قتلي رجل أبرص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إنّي رأيت جدّي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ومعه جماعة من أصحابه ، وهو يقول : يا بُني ، أنت شهيد آل محمّد ، وقد استبشر بك أهل السّماوات وأهل الصفيح الأعلى ، فليكنْ إفطارك عندي الليلة ، عجّل ولا تتأخر ، هذا ملك قد نزل من السّماء ليأخذ دمك في قارورة خضراء ))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9070F9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9070F9" w:rsidRDefault="009070F9" w:rsidP="00B80445">
            <w:pPr>
              <w:pStyle w:val="libPoem"/>
            </w:pPr>
            <w:r>
              <w:rPr>
                <w:rtl/>
                <w:lang w:bidi="fa-IR"/>
              </w:rPr>
              <w:t>إنْ يقتلُوكَ فلا عنْ فقدِ معْرفةٍ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070F9" w:rsidRDefault="009070F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070F9" w:rsidRDefault="009070F9" w:rsidP="00B80445">
            <w:pPr>
              <w:pStyle w:val="libPoem"/>
            </w:pPr>
            <w:r>
              <w:rPr>
                <w:rtl/>
                <w:lang w:bidi="fa-IR"/>
              </w:rPr>
              <w:t>الشمسُ مَعْروفةٌ بالعينِ والأثرِ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70F9" w:rsidTr="00B80445">
        <w:trPr>
          <w:trHeight w:val="350"/>
        </w:trPr>
        <w:tc>
          <w:tcPr>
            <w:tcW w:w="3920" w:type="dxa"/>
          </w:tcPr>
          <w:p w:rsidR="009070F9" w:rsidRDefault="009070F9" w:rsidP="00B80445">
            <w:pPr>
              <w:pStyle w:val="libPoem"/>
            </w:pPr>
            <w:r>
              <w:rPr>
                <w:rtl/>
                <w:lang w:bidi="fa-IR"/>
              </w:rPr>
              <w:t>قدْ كُنتَ في مشرقِ الدُّنيا ومغرِبِها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070F9" w:rsidRDefault="009070F9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070F9" w:rsidRDefault="009070F9" w:rsidP="00B80445">
            <w:pPr>
              <w:pStyle w:val="libPoem"/>
            </w:pPr>
            <w:r>
              <w:rPr>
                <w:rtl/>
                <w:lang w:bidi="fa-IR"/>
              </w:rPr>
              <w:t>كالحمدِ لمْ تُغنِ عنها سائرُ السُّورِ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404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C92D11" w:rsidRDefault="00C92D11" w:rsidP="009A0404">
      <w:pPr>
        <w:pStyle w:val="libFootnote0"/>
        <w:rPr>
          <w:lang w:bidi="fa-IR"/>
        </w:rPr>
      </w:pPr>
      <w:r w:rsidRPr="009A0404">
        <w:rPr>
          <w:rtl/>
        </w:rPr>
        <w:t>(1)</w:t>
      </w:r>
      <w:r>
        <w:rPr>
          <w:rtl/>
          <w:lang w:bidi="fa-IR"/>
        </w:rPr>
        <w:t xml:space="preserve"> سورة المجادلة / 22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1F75B2">
      <w:pPr>
        <w:pStyle w:val="Heading2Center"/>
        <w:rPr>
          <w:lang w:bidi="fa-IR"/>
        </w:rPr>
      </w:pPr>
      <w:bookmarkStart w:id="64" w:name="_Toc18255877"/>
      <w:r>
        <w:rPr>
          <w:rtl/>
          <w:lang w:bidi="fa-IR"/>
        </w:rPr>
        <w:lastRenderedPageBreak/>
        <w:t>المجلس الثامن بعد المئتين</w:t>
      </w:r>
      <w:bookmarkEnd w:id="64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عن الإمام موسى بن جعفر عن أبيه عن جدّه عن علي بن الحسين (</w:t>
      </w:r>
      <w:r w:rsidR="00C638D3" w:rsidRPr="00C638D3">
        <w:rPr>
          <w:rStyle w:val="libAlaemChar"/>
          <w:rtl/>
        </w:rPr>
        <w:t>عليهم‌السلام</w:t>
      </w:r>
      <w:r>
        <w:rPr>
          <w:rtl/>
          <w:lang w:bidi="fa-IR"/>
        </w:rPr>
        <w:t>) ، قال : (( بينما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جالسٌ ذاتَ يوم مع أصحابه يُعبّئهم للحرب ، إذ أتاه شيخ عليه هيئة السّفر فسلّم عليه ، ثمّ قال : يا أمير المؤمنين ، إنّي أتيتك من ناحية الشام وأنا شيخ كبير ، قد سمعت فيك من الفضل ما لا اُحصيه ، فعلّمني ما علّمك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نعم يا شيخ ، مَن اعتدل يوماه فهو مغبون ، ومَن كانت الدنيا همّته كثُرت حسرته عند فراقها ، ومَن كان غده شرّاً من يومه فمحروم ، ومَن لمْ يُبالِ ما ذهب من آخرته إذا سلمت دنياه فهو هالك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يا شيخ ، مَن خاف البيات قَلّ نومُه ، ما أسرع الليالي والأيام في عمر العبد ! فاخزن لسانك وعد كلامك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يا شيخ ، ارضَ للناس ما ترضى لنفسك ، وائت إلى</w:t>
      </w:r>
      <w:r w:rsidR="001F75B2">
        <w:rPr>
          <w:rtl/>
          <w:lang w:bidi="fa-IR"/>
        </w:rPr>
        <w:t xml:space="preserve"> النّاس ما تُحبّ أنْ يُؤتى إليك</w:t>
      </w:r>
      <w:r>
        <w:rPr>
          <w:rtl/>
          <w:lang w:bidi="fa-IR"/>
        </w:rPr>
        <w:t>. ثمّ أقبل على أصحابه ، فقال : أيّها النّاس ، أمَا تَرَون إلى أهل الدنيا يمسون ويصبحون على أحوال شتّى ؟ فبين صريع يتلوّى ، وبين عائد ومعود ، وآخر بنفسه يجود ، وطالب للدنيا والموت يطلبه ، وغافل وليس بمغفول عنه ، وعلى أثر الماضي يصير الباقي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فقال له زيد بن صوحان العبدي : يا أمير المؤمنين ، أيّ</w:t>
      </w:r>
      <w:r w:rsidR="001F75B2">
        <w:rPr>
          <w:rtl/>
          <w:lang w:bidi="fa-IR"/>
        </w:rPr>
        <w:t xml:space="preserve"> سلطان أغلب وأقوى ؟ قال : الهوى</w:t>
      </w:r>
      <w:r>
        <w:rPr>
          <w:rtl/>
          <w:lang w:bidi="fa-IR"/>
        </w:rPr>
        <w:t>. قال : فأيّ ذُلّ أذل ؟ قال : الحرص على الدنيا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فق</w:t>
      </w:r>
      <w:r w:rsidR="001F75B2">
        <w:rPr>
          <w:rtl/>
          <w:lang w:bidi="fa-IR"/>
        </w:rPr>
        <w:t>ر أشد ؟ قال : الكفر بعد الإيمان</w:t>
      </w:r>
      <w:r>
        <w:rPr>
          <w:rtl/>
          <w:lang w:bidi="fa-IR"/>
        </w:rPr>
        <w:t>. قال : فأيّ عمل أفضل ؟ قال : التّقوى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صاحب أشرّ ؟ قال : ال</w:t>
      </w:r>
      <w:r w:rsidR="001F75B2">
        <w:rPr>
          <w:rFonts w:hint="cs"/>
          <w:rtl/>
          <w:lang w:bidi="fa-IR"/>
        </w:rPr>
        <w:t>ـ</w:t>
      </w:r>
      <w:r>
        <w:rPr>
          <w:rtl/>
          <w:lang w:bidi="fa-IR"/>
        </w:rPr>
        <w:t>مُزيّن لك معصية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الخلق أشقى ؟ قال : مَن باع دينه بدنيا غيره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النّاس أحمق ؟ قال : المغتر بالدنيا وهو يرى ما فيها من تقلّب أحوالها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النّاس أشدّ حسرة ؟ قال : الذي حُرم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1F75B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الدنيا والآخرة ، ذلك هو الخسران المبين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الخلق أعمى ؟ قال : الذي عمل لغير الله يطلب من عمله الثوابَ من عند الله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المصائب أشد ؟ قال : المصيبة بالدِّين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فأيّ النّاس خير عند الله ؟ قال : أخوفهم له ، وأعملهم بالتّقوى ، وأزهدهم في الدنيا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قال : فأي الكلام أفضل عند الله ؟ قال : كثرة ذكره ، والتّضرع إليه ، ودعائه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ثُمّ أقبل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على الشيخ ، فقال : يا شيخ ، إنّ الله عزّ وجل خلق خلقاً ضيّق الدنيا عليهم نظراً لهم ؛ فزهّدهم فيها وفي حطامها ، فرغبوا في دار السّلام ، وصبروا على ضيق المعيشة ، وصبروا على المكروه ، واشتاقوا إلى ما عند الله ، وبذلوا أنفسهم ابتغاء رضوان الله ، وكانت خاتمة أعمالهم الشهادة ، فلقوا الله وهو عنهم راض ٍ))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كما فعل أنصار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حين بذلوا أنفسهم ابتغاء رضوان الله ، وكانت خاتمة أعمالهم الشهادة في سبيل الله وبين يدَي ابن بنت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؛ ففدوه بأنفسهم ، ووقوه بمهجهم حتّى قُتلوا عن آخرهم ، فمنهم : سعيد بن عبد الله الحنفي الذي وقف بين يدي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يقيه من النّبال بنفسه ما زال ولا تخطّى ، فما زال يُرمى بالنّبل حتّى سقط إلى الأرض ، وهو يقول : اللهمّ ، العنهم لعن عاد وثمود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اللهمّ ، أبلغ نبيّك عنّي السّلام ، وأبلغه ما لقيتُ من ألم الجراح ؛ فإنّي أردتُ ثوابك في نصر ذرّيّة نبيّك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أنّه قال : اللهمّ ، لا يعجزك شيء تريده ، فأبلغ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نُصرتي ودفعي عن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وارزقني مرافقته في دار الخلود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قضى نحبه رضوان الله عليه ، فوُجِد فيه ثلاثة عشر سهماً سوى ما به من ضرب السّيوف وطعن الرّماح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1F75B2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1F75B2" w:rsidRDefault="001F75B2" w:rsidP="00B80445">
            <w:pPr>
              <w:pStyle w:val="libPoem"/>
            </w:pPr>
            <w:r>
              <w:rPr>
                <w:rtl/>
                <w:lang w:bidi="fa-IR"/>
              </w:rPr>
              <w:t>نَصرُوا ابنَ بنتِ نَبيِّهمْ طُوبَى لهُمْ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75B2" w:rsidRDefault="001F75B2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75B2" w:rsidRDefault="001F75B2" w:rsidP="00B80445">
            <w:pPr>
              <w:pStyle w:val="libPoem"/>
            </w:pPr>
            <w:r>
              <w:rPr>
                <w:rtl/>
                <w:lang w:bidi="fa-IR"/>
              </w:rPr>
              <w:t>نالُوا بنُصرتِهِ مراتبَ ساميهْ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75B2" w:rsidTr="00B80445">
        <w:trPr>
          <w:trHeight w:val="350"/>
        </w:trPr>
        <w:tc>
          <w:tcPr>
            <w:tcW w:w="3920" w:type="dxa"/>
          </w:tcPr>
          <w:p w:rsidR="001F75B2" w:rsidRDefault="001F75B2" w:rsidP="00B80445">
            <w:pPr>
              <w:pStyle w:val="libPoem"/>
            </w:pPr>
            <w:r>
              <w:rPr>
                <w:rtl/>
                <w:lang w:bidi="fa-IR"/>
              </w:rPr>
              <w:t>قدْ جاورُوهُ ها هُنا بقبورِهُمْ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75B2" w:rsidRDefault="001F75B2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75B2" w:rsidRDefault="001F75B2" w:rsidP="00B80445">
            <w:pPr>
              <w:pStyle w:val="libPoem"/>
            </w:pPr>
            <w:r>
              <w:rPr>
                <w:rtl/>
                <w:lang w:bidi="fa-IR"/>
              </w:rPr>
              <w:t>ولهمُ قصورٌ للحسينِ مُحاذيهْ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A302B">
      <w:pPr>
        <w:pStyle w:val="Heading2Center"/>
        <w:rPr>
          <w:lang w:bidi="fa-IR"/>
        </w:rPr>
      </w:pPr>
      <w:bookmarkStart w:id="65" w:name="_Toc18255878"/>
      <w:r>
        <w:rPr>
          <w:rtl/>
          <w:lang w:bidi="fa-IR"/>
        </w:rPr>
        <w:lastRenderedPageBreak/>
        <w:t>المجلس التاسع بعد المئتين</w:t>
      </w:r>
      <w:bookmarkEnd w:id="65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خطبة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سبحانك خالقاً ومعبوداً ! بُحسن بلائك عند خلقك خلقت داراً ، وجعلت فيها مأدَبةً ؛ مشرباً ومطعماً ، وأزواجاً وخدماً ، وقصوراً وأنهاراً ، وزروعاً وثماراً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أرسلت داعياً يدعو إليها ، فلا الداعي أجابوا ، ولا فيما رغَّبت فيه رَغبوا ، ولا إلى ما شوّقت إليه اشتاقوا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أقبلوا على جيفة قد افتضحوا بأكلها ، واصطلحوا على حُبِّها ، ومَن عشق شيئاً أعشى بصره وأمرض قلبه ؛ فهو ينظر بعينٍ غير صحيحة ، ويسمع باُذنٍ غير سميعة ؛ قد خرفت الشهوات عقله ، وأماتت الدُّنيا قلبه ، وولهت عليها نفسه ، فهو عبد لها ولا في يده شيء منها ، حيثما زالتْ زال إليها ، وحيثما أقبلت أقبل عليها ، لا يزدجر من الله بزاجر ولا يتَّعظ منه بواعظ ، وهو يرى المأخوذين على الغِرّة حيث لا إقالة ولا رجعة ؛ كيف</w:t>
      </w:r>
      <w:r w:rsidR="00BA302B">
        <w:rPr>
          <w:rtl/>
          <w:lang w:bidi="fa-IR"/>
        </w:rPr>
        <w:t xml:space="preserve"> نزل بهم ما كانوا يجهلون</w:t>
      </w:r>
      <w:r>
        <w:rPr>
          <w:rtl/>
          <w:lang w:bidi="fa-IR"/>
        </w:rPr>
        <w:t>، وجاءهم من فراق الدُّنيا ما كانوا يأمنون ، وقدموا من الآخرة على ما كانوا يُوعدون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فغير موصوف ما نزل بهم ، اجتمعت عليهم سكرة الموت </w:t>
      </w:r>
      <w:r w:rsidR="00BA302B">
        <w:rPr>
          <w:rtl/>
          <w:lang w:bidi="fa-IR"/>
        </w:rPr>
        <w:t>وحسرة الفوت ، ففترت لها أطرافهم</w:t>
      </w:r>
      <w:r>
        <w:rPr>
          <w:rtl/>
          <w:lang w:bidi="fa-IR"/>
        </w:rPr>
        <w:t xml:space="preserve">، وتغيّرت لها ألوانهم ، ثمّ ازداد الموت فيهم ولوجاً ، فحيل بين أحدهم وبين منطقه ، وإنّه لبينَ أهله ينظر ببصره ويسمع باُذنه ، على صحة من عقله وبقاء من لُبّه ، يُفكر فيمَ أفنى عمره وفيمَ أذهب دهره ، ويتذكّر أموالاً جمعها أغمض في مطالبها ، </w:t>
      </w:r>
      <w:r w:rsidR="00BA302B">
        <w:rPr>
          <w:rtl/>
          <w:lang w:bidi="fa-IR"/>
        </w:rPr>
        <w:t>وأخذها من مصرِّحاتها ومشتبهاتها</w:t>
      </w:r>
      <w:r>
        <w:rPr>
          <w:rtl/>
          <w:lang w:bidi="fa-IR"/>
        </w:rPr>
        <w:t>، قد لزمته تبعاتُ جمعها ، وأشرف على فراقها ، تبقى لمَن وراءه ينعمون فيها ويتمتّعون بها ؛ فيكون المهنأ لغيره والعبء على ظهره ، والمرء قد غلقت رهونه بها ، فهو يعضّ يده ندامةً على ما أصحر له عند الموت من أمره ، ويزهد فيما كان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A302B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يرغب فيه أيام عمره ، ويتمنى أنّ الذي كان يغبطه بها ويحسده عليها قد حازها دونه ، فلمْ يزل الموت يبالغ في جسده حتّى خالط لسانه وسمعه ، فصار بين أهله لا ينطق بلسانه ولا يسمع بسمعه ، يُردد طرفه بالنّظر في وجوههم ، يرى حركات ألسنتهم ولا يسمع رجع كلامهم ، ثمّ ازداد الموت التياطاً به ، فقُبض بصره كما قُبض سمعه ، وخرجت الروح من جسده ، فصار جيفة بين أهله ، قد اُوحشوا من جانبه وتباعدوا من قُربه ، لا يُسعد باكياً ولا يُجيب داعياً ، ثمّ حملوه إلى محطٍّ في الأرض ، وأسلموه فيه إلى عمله ، وانقطعوا عن زورته ، حتّى إذا بلغ الكاتب أجله والأمر مقاديره ، وألحق آخر الخلق بأوّله ، وجاء من أمر الله ما يُريده من تجديد خلقه ، أماد السّماء وفطرها ، وأرج الأرض وأرجفها ، وقلع جبالها ونسفها ، ودكّ بعضها بعضاً من هيبة جلاله ومخُوفِ سطوته ، وأخرج مَن فيها فجدّدهم [ بعد ] إخلاقهم ، وجمعهم بعد تفرّقهم ، ثمّ ميّزهم ل</w:t>
      </w:r>
      <w:r w:rsidR="00BA302B">
        <w:rPr>
          <w:rFonts w:hint="cs"/>
          <w:rtl/>
          <w:lang w:bidi="fa-IR"/>
        </w:rPr>
        <w:t>ـ</w:t>
      </w:r>
      <w:r>
        <w:rPr>
          <w:rtl/>
          <w:lang w:bidi="fa-IR"/>
        </w:rPr>
        <w:t>مِا يُريد من مسألتهم عن خفايا الأعمال وخبايا الأفعال ، وجعلهم فريقين : أنعم على هؤلاء ، وانتقم من هؤلاء ؛ فأمّا أهل طاعته ، فأثابهم بجواره وخلّدهم في داره ، حيث لا يظعن النّزال ولا تتغير لهم الحال ، ولا تنوبهم الأفزاع ولا تنالهم الأسقام ، ولا تعرض لهم الأخطار ولا تشخصهم الأسفار ؛ وأمّا أهل المعصية ، فأنزلهم شرّ دار ، وغلّ الأيدي إلى الأعناق ، وقرن النّواصي بالأقدام ، وألبسهم سرابيل القطران ومقطّعات النّيران ، في عذاب قد اشتدّ حرُّه ، وباب قد اُطبق على أهله في نار لها كَلَب ولجب ، ولهب ساطع وقصيف هائل ، لا يظعن مُقيمها ولا يُفادى أسيرها ، ولا تفصهم كبولها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لا مدّة للدار فتفنى ، ولا أجل للقوم فيقضى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مقام عظيم أبكى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وقال : (( ومالي لا أبكي ولا أدري إلى ما يكون مصيري ؟! وأرى نفسي تُخادعني وأيامي تُخاتلني ، وقد خفقت عند رأسي أجنحة الموت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فمالي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99060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لا أبكي ؟! أبكي لخروج نفسي ، أبكي لظلمة قبري ، أبكي لضيق لحدي ، أبكي لسؤالِ منكر ونكير إيّاي ، أبكي لخروجي من قبري عريان ذليلاً ، حاملاً ثقلي على ظهري ، أنظر مرّةً عن يميني واُخرى عن شمالي ، إذ الخلائق في شأنٍ غير شأني ،</w:t>
      </w:r>
      <w:r w:rsidR="0099060F" w:rsidRPr="0099060F">
        <w:rPr>
          <w:rStyle w:val="libAlaemChar"/>
          <w:rFonts w:hint="cs"/>
          <w:rtl/>
        </w:rPr>
        <w:t>(</w:t>
      </w:r>
      <w:r w:rsidRPr="0099060F">
        <w:rPr>
          <w:rStyle w:val="libAieChar"/>
          <w:rtl/>
        </w:rPr>
        <w:t xml:space="preserve"> لِكُلِّ امْرِئٍ مِنْهُمْ يَوْمَئِذٍ شَأْنٌ يُغْنِيه * وُجُوهٌ يَوْمَئِذٍ مُسْفِرَةٌ * ضَاحِكَةٌ مُسْتَبْشِرَةٌ * وَوُجُوهٌ يَوْمَئِذٍ عَلَيْهَا غَبَرَةٌ * تَرْهَقُهَا قَتَرَةٌ</w:t>
      </w:r>
      <w:r w:rsidR="0099060F" w:rsidRPr="0099060F">
        <w:rPr>
          <w:rStyle w:val="libAieChar"/>
          <w:rFonts w:hint="cs"/>
          <w:rtl/>
        </w:rPr>
        <w:t xml:space="preserve"> </w:t>
      </w:r>
      <w:r w:rsidR="0099060F" w:rsidRPr="0099060F">
        <w:rPr>
          <w:rStyle w:val="libAlaemChar"/>
          <w:rFonts w:hint="cs"/>
          <w:rtl/>
        </w:rPr>
        <w:t>)</w:t>
      </w:r>
      <w:r w:rsidRPr="00800C80">
        <w:rPr>
          <w:rStyle w:val="libFootnotenumChar"/>
          <w:rtl/>
        </w:rPr>
        <w:t>(1)</w:t>
      </w:r>
      <w:r w:rsidR="00895F20">
        <w:rPr>
          <w:rtl/>
          <w:lang w:bidi="fa-IR"/>
        </w:rPr>
        <w:t xml:space="preserve"> وذلّةٌ))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يزل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وهو ذو الحلم الذي لا يبلغ الوصف إليه ، حزيناً على مصيبة أبيه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مدّة حياته بعد أبيه ، وهي أربعون سنة ، صائماً نهاره قائماً ليله ، فإذا حضر الإفطار جاء غلامه بطعامه وشرابه فيضعه بين يديه ، فيقول : كُلْ يا مولاي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فيقول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: (( قُتل ابن رسول الله جائعاً ، قُتل ابن رسول الله عطشان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فلا يزال يكرر ذلك ويبكي حتّى يبلّ طعامه من دموعه ، ثمّ يمزج شرابه بدموعه ، فلمْ يزلْ كذلك حتّى لحق بالله عزّ وجل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6512F5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6512F5" w:rsidRDefault="006512F5" w:rsidP="00B80445">
            <w:pPr>
              <w:pStyle w:val="libPoem"/>
            </w:pPr>
            <w:r>
              <w:rPr>
                <w:rtl/>
                <w:lang w:bidi="fa-IR"/>
              </w:rPr>
              <w:t>فيا وقْعةً لمْ تُبلَ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تجدّدتْ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512F5" w:rsidRDefault="006512F5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512F5" w:rsidRDefault="006512F5" w:rsidP="00B80445">
            <w:pPr>
              <w:pStyle w:val="libPoem"/>
            </w:pPr>
            <w:r>
              <w:rPr>
                <w:rtl/>
                <w:lang w:bidi="fa-IR"/>
              </w:rPr>
              <w:t>وأحزانُها بين الضِّلوعِ رواسخُ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6512F5">
      <w:pPr>
        <w:pStyle w:val="Heading2Center"/>
        <w:rPr>
          <w:lang w:bidi="fa-IR"/>
        </w:rPr>
      </w:pPr>
      <w:bookmarkStart w:id="66" w:name="_Toc18255879"/>
      <w:r>
        <w:rPr>
          <w:rtl/>
          <w:lang w:bidi="fa-IR"/>
        </w:rPr>
        <w:t>المجلس العاشر بعد المئتين</w:t>
      </w:r>
      <w:bookmarkEnd w:id="66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من كلام لأمير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صفة الأموات : (( سلكوا في بُطون البرزخ سبيلاً سُلِّطت الأرض عليهم فيه ، فأكلت من لحومِهم وشربتْ من دمائهم ، فأصبحوا في فجَوات قبورِهم جماداً لا يَنْمون ، وضِماراً لا يُوجدُون ؛ لا يُفزعُهم ورودُ الأهوال ولا يحزنهم تنكُّر الأحوال ، ولا يحفلون بالرّواجف ولا يأذنون للقواصف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غُيّباً لا يُنتَظَرون وشهوداً لا يحضرُون ، وإنّما كانوا جميعا فتشتَّتوا واُلاَّفاً فافتَرقوا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وما عن طول عهدهم ،</w:t>
      </w:r>
    </w:p>
    <w:p w:rsidR="0099060F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C92D11" w:rsidRDefault="00C92D11" w:rsidP="0099060F">
      <w:pPr>
        <w:pStyle w:val="libFootnote0"/>
        <w:rPr>
          <w:lang w:bidi="fa-IR"/>
        </w:rPr>
      </w:pPr>
      <w:r w:rsidRPr="0099060F">
        <w:rPr>
          <w:rtl/>
        </w:rPr>
        <w:t>(1)</w:t>
      </w:r>
      <w:r>
        <w:rPr>
          <w:rtl/>
          <w:lang w:bidi="fa-IR"/>
        </w:rPr>
        <w:t xml:space="preserve"> سورة عبس / 37 </w:t>
      </w:r>
      <w:r w:rsidR="00D66B98">
        <w:rPr>
          <w:rtl/>
          <w:lang w:bidi="fa-IR"/>
        </w:rPr>
        <w:t>–</w:t>
      </w:r>
      <w:r>
        <w:rPr>
          <w:rtl/>
          <w:lang w:bidi="fa-IR"/>
        </w:rPr>
        <w:t xml:space="preserve"> 41</w:t>
      </w:r>
      <w:r w:rsidR="00D66B98">
        <w:rPr>
          <w:rFonts w:hint="cs"/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512DC0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ولا بُعد محلِّهم عَميتْ أخبارُهم وصَمَّت ديارُهم ، ولكنّهم سُقوا كأساً بدّلتهم بالنُّطق خَرَساً ، وبالسّمع صَمماً ، وبالحركات سُكوناً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جيرانٌ لا يتأنَّسون وأحبَّاء لا يتزاورون ، بَلِيت بينهم عُرى التّعارف وانقطعت منهم أسباب الإخاء ؛ فكُلّهم وحيدٌ وهم جميع ، وبجانب الهجرِ وهم أخلاّء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لا يتعارفون لليلٍ صباحاً ولا لنهار مساء ، أيُّ الجديدين</w:t>
      </w:r>
      <w:r w:rsidRPr="00800C80">
        <w:rPr>
          <w:rStyle w:val="libFootnotenumChar"/>
          <w:rtl/>
        </w:rPr>
        <w:t>(1)</w:t>
      </w:r>
      <w:r>
        <w:rPr>
          <w:rtl/>
          <w:lang w:bidi="fa-IR"/>
        </w:rPr>
        <w:t xml:space="preserve"> ظعنوا فيه كان عليهم سرمداً ، شاهدوا من أخطار دارهم أفظعَ ممّا خافوا ، ورأوا من آياتها أعظمَ ممّا قدَّروا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ولئن عميت آثارُهم وانقطعت أخبارُهم ، لقد رجعت فيهم أبصارُ العِبر ، وسمعت عنهم آذانُ العقول ، وتكلّموا من غير جهات النُّطق ، فقالوا : كَلَحت الوجوه النّواضر ، وخوت الأجسام النّواعم ، ولبسنا أهدام البِلى ، وتكاءَدَنا ضيق المضجع ، وتوارَثْنا الوحشة ، فانمحت محاسنُ أجسادنا ، وتنكّرت معارف صورنا ، وطالت في مساكن الوحشة إقامتُنا ، ولمْ نجدْ من كربٍ فرجاً ، ولا من ضيقٍ مُتّسعاً</w:t>
      </w:r>
      <w:r w:rsidR="00343D55">
        <w:rPr>
          <w:rtl/>
          <w:lang w:bidi="fa-IR"/>
        </w:rPr>
        <w:t>.</w:t>
      </w:r>
    </w:p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فلو مثّلتهم بعقلك ، أو كُشف عنهم محجوب الغطاء لك ، وقد ارتسختْ أسماعهم بالهوامِّ فاستكَّتْ ، واكتحلت أبصارُهم بالتّراب فخَسَفَتْ ، وتقطَّعتْ الألسنة في أفواههم بعد ذَلاقتها ، وهمدتْ القلوب في صدورهم بعد يقظتها ، وعاث في كلِّ جارحة منهم جديدُ بلىً سَمَّجَها ، وسهَّل طُرقَ الآفةِ إليها ، لرأيت أشجان قلوبٍ واقذاءَ عيون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وكم أكلتْ الأرض من عزيزِ جسدٍ ، وأنيق لونٍ كان في الدّنيا غذيَّ ترفٍ وربيب شرف ! يتعلّل بالسّرور في ساعة حُزنه ، ويفزعُ إلى السّلوة إنْ مصيبةٌ نزلتْ به ؛ ضنّاً بغضارة عيشه ، وشَحاحةً بلهوه ولَعبه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فبينا هو يضحك إلى الدُّنيا وتضحك الدُّنيا إليه ، إذ وطئَ الدهر به حَسَكهُ ، ونقضت الأيّام قُواه ، فخالطه بثٌّ لا يعرفه ، ونجيُّ همٍّ ما كان يجدُه ،</w:t>
      </w:r>
    </w:p>
    <w:p w:rsidR="00D66B98" w:rsidRDefault="00266BFE" w:rsidP="00266BFE">
      <w:pPr>
        <w:pStyle w:val="libLine"/>
        <w:rPr>
          <w:lang w:bidi="fa-IR"/>
        </w:rPr>
      </w:pPr>
      <w:r>
        <w:rPr>
          <w:rtl/>
          <w:lang w:bidi="fa-IR"/>
        </w:rPr>
        <w:t>___________________</w:t>
      </w:r>
    </w:p>
    <w:p w:rsidR="00C92D11" w:rsidRDefault="00C92D11" w:rsidP="00D66B98">
      <w:pPr>
        <w:pStyle w:val="libFootnote0"/>
        <w:rPr>
          <w:lang w:bidi="fa-IR"/>
        </w:rPr>
      </w:pPr>
      <w:r w:rsidRPr="00D66B98">
        <w:rPr>
          <w:rtl/>
        </w:rPr>
        <w:t>(1)</w:t>
      </w:r>
      <w:r>
        <w:rPr>
          <w:rtl/>
          <w:lang w:bidi="fa-IR"/>
        </w:rPr>
        <w:t xml:space="preserve"> أيْ : الليل والنّهار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7202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وتولَّدت فيه فتراتُ عللٍ ، آنَسَ ما كان بصحَّته حتّى فتر مُعلِّله وذَهَل مُمرِّضُه ، وتعايا أهلُه بصفة دائه ، وخَرسوا عن جواب السّائلين عنه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فبينا هو كذلك على جَناح</w:t>
      </w:r>
      <w:r w:rsidR="00E7202A">
        <w:rPr>
          <w:rtl/>
          <w:lang w:bidi="fa-IR"/>
        </w:rPr>
        <w:t>ٍ من فراق الدُّنيا وترك الأحبّة</w:t>
      </w:r>
      <w:r>
        <w:rPr>
          <w:rtl/>
          <w:lang w:bidi="fa-IR"/>
        </w:rPr>
        <w:t>، إذ عرض له عارضٌ من غُصصهْ ، فتحيَّرت نوافذ فِطنتهْ ، ويَبِستْ رطوبةُ لسانهْ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فكم من مهمٍّ من جوابه عرفه فعيَّ عن ردّه ! ودعاءٍ مُؤلمٍ لقلبه سَمعه فتصامَّ عنه ! من كبير كان يُعظِّمه ، أو صغيرٍ كان يرْحمُهْ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وإنّ للموت لَغمراتٍ هي أفظع منْ أنْ تستغرق بصفة ، أو تعتدلَ على قلوب أهل الدُّنيا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ولذلك سأل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مِن ربِّه الرحمة عند تلك الغمرات ، فقال : (( ارحم في هذه الدنيا غربتي ، وعند الموت كربتي ، وفي القبر وحدتي ، وفي اللّحد وحشتي ، وإذا نُشرت للحساب بين يديك ذلّ موقفي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وارحمني صريعاً على الفراش تُقلّبني أيدي أحبَّتي ، وتفضَّل عليَّ ممدوداً على المغتسل يُغسِّلُني صالحُ جيرتي ، وتحنَّنْ عليَّ محمولاً قد تناول الأقرباء أطرافَ جنازتي ، وجُد عليَّ منقولاً قد نزلتُ بك وحيداً في حُفرتي ، وارحم في ذلك البيت الجديد غربتي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هذا كلام زين العابدين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وخوفه من أهوال الموت وغمراته ، وأهوال ما بعد الموت ، وهو إمام أهل البيت في عصره ، وزين العابدين الذي ضُرب بعبادته المثل ، ولمْ يكنْ يُشبه جدّه أمير المؤمنين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في عبادته غيره ، فكيف بأمثالنا من أهل التقصير ؟!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وهذا الإمام ، الذي هذا كلامه وهذا خوفه من ربّه وهذه عبادته ، قد حُمل أسيراً إلى ابن مرجانة نغل زياد بن سُميّة بالكوفة ، ثمّ حُمل أسيراً إلى ابن هند بالشام والغلُّ في عُنقه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</w:t>
      </w:r>
      <w:r w:rsidR="00E7202A">
        <w:rPr>
          <w:rFonts w:hint="cs"/>
          <w:rtl/>
          <w:lang w:bidi="fa-IR"/>
        </w:rPr>
        <w:t>ـ</w:t>
      </w:r>
      <w:r>
        <w:rPr>
          <w:rtl/>
          <w:lang w:bidi="fa-IR"/>
        </w:rPr>
        <w:t>مّا اُدخل على ابن زياد ، قال له : مَن أنت ؟ فقال : (( أنا علي بن الحسين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ألَيس قد قتل الله عليَّ بن الحسين ؟ فقال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له : (( قد كان لي أخٌ يُسمّى عليّاً قتله النّاس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: بل الله قتله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فقال علي بن الحسين (</w:t>
      </w:r>
      <w:r w:rsidR="00C638D3" w:rsidRPr="00C638D3">
        <w:rPr>
          <w:rStyle w:val="libAlaemChar"/>
          <w:rtl/>
        </w:rPr>
        <w:t>عليهما‌السلام</w:t>
      </w:r>
      <w:r>
        <w:rPr>
          <w:rtl/>
          <w:lang w:bidi="fa-IR"/>
        </w:rPr>
        <w:t>) : (( الله يتوفَّى الأنفس حين موتها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فغضب ابن زياد ، وقال : وبك جرأة لجوابي ! وفيك بقيّة للردّ عليّ ! اذهبوا به فاضربوا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7202A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عُنقه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فتعلّقت به عمّته زينب , وقالت : يابن زياد ، حسبُك من دمائنا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واعتنقته وقالت : لا والله ، لا اُفارقه ، فإنْ قتلته فاقتلني معه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فنظر ابن زياد إليها وإليه ساعة ، ثمّ قال : عجباً للرحم ! والله ، إنّي لأظنُّها ودّت أنْ قتلتُها معه ، دعوه فإنّي أراه ل</w:t>
      </w:r>
      <w:r w:rsidR="00C631BD">
        <w:rPr>
          <w:rFonts w:hint="cs"/>
          <w:rtl/>
          <w:lang w:bidi="fa-IR"/>
        </w:rPr>
        <w:t>ـ</w:t>
      </w:r>
      <w:r>
        <w:rPr>
          <w:rtl/>
          <w:lang w:bidi="fa-IR"/>
        </w:rPr>
        <w:t xml:space="preserve">مَا به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أي : إنّه شديد المرض </w:t>
      </w:r>
      <w:r w:rsidR="00800C80">
        <w:rPr>
          <w:rtl/>
          <w:lang w:bidi="fa-IR"/>
        </w:rPr>
        <w:t>-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رواية : أنّ علي بن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قال لعمّته : (( اسكتي يا عمّة حتّى اُكلّمه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أقبل عليه ، فقال : (( أبالقتل تُهددني يابن زياد ؟! أمَا علمت أنّ القتل لنا عادة ، وكرامتَنا الشهادة ؟ ))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5"/>
        <w:gridCol w:w="272"/>
        <w:gridCol w:w="3493"/>
      </w:tblGrid>
      <w:tr w:rsidR="00C631BD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631BD" w:rsidRDefault="00C631BD" w:rsidP="00B80445">
            <w:pPr>
              <w:pStyle w:val="libPoem"/>
            </w:pPr>
            <w:r>
              <w:rPr>
                <w:rtl/>
                <w:lang w:bidi="fa-IR"/>
              </w:rPr>
              <w:t>نفرٌ حَوتْ جُملَ الثَّنا وتسنَّمتْ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631BD" w:rsidRDefault="00C631B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631BD" w:rsidRDefault="00C631BD" w:rsidP="00B80445">
            <w:pPr>
              <w:pStyle w:val="libPoem"/>
            </w:pPr>
            <w:r>
              <w:rPr>
                <w:rtl/>
                <w:lang w:bidi="fa-IR"/>
              </w:rPr>
              <w:t>ذُللَ ال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مَعَالي والداً ووليدَا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31BD" w:rsidTr="00B80445">
        <w:trPr>
          <w:trHeight w:val="350"/>
        </w:trPr>
        <w:tc>
          <w:tcPr>
            <w:tcW w:w="3920" w:type="dxa"/>
          </w:tcPr>
          <w:p w:rsidR="00C631BD" w:rsidRDefault="00C631BD" w:rsidP="00B80445">
            <w:pPr>
              <w:pStyle w:val="libPoem"/>
            </w:pPr>
            <w:r>
              <w:rPr>
                <w:rtl/>
                <w:lang w:bidi="fa-IR"/>
              </w:rPr>
              <w:t>مَنْ تلقَ منهُمْ تلقَ كهلاً أو فتَى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31BD" w:rsidRDefault="00C631B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31BD" w:rsidRDefault="00C631BD" w:rsidP="00B80445">
            <w:pPr>
              <w:pStyle w:val="libPoem"/>
            </w:pPr>
            <w:r>
              <w:rPr>
                <w:rtl/>
                <w:lang w:bidi="fa-IR"/>
              </w:rPr>
              <w:t>علمَ الهُدى بحرَ النَّدى المورودَا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C92D11" w:rsidP="00B93323">
      <w:pPr>
        <w:pStyle w:val="Heading2Center"/>
        <w:rPr>
          <w:lang w:bidi="fa-IR"/>
        </w:rPr>
      </w:pPr>
      <w:bookmarkStart w:id="67" w:name="_Toc18255880"/>
      <w:r>
        <w:rPr>
          <w:rtl/>
          <w:lang w:bidi="fa-IR"/>
        </w:rPr>
        <w:t>المجلس الحادي عشر بعد المئتين</w:t>
      </w:r>
      <w:bookmarkEnd w:id="67"/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كان النّاس قبل الإسلام ، منهم مَن يعبد الأصنام كمشركي العرب وغيرهم ، ومنهم مَن يعبد النّار وهم المجوس ، ومنهم مَن يعبد النّجوم والكواكب ، ومنهم مَن يعبد الملائكة ، ومنهم مَن يعبد الآدميين ، ومنهم عبَدَة الأصنام والأوثان ، ومنهم مَن لا يؤمن بالبعث ويرى أنّ الأصنام تنفعه في د</w:t>
      </w:r>
      <w:r w:rsidR="00B93323">
        <w:rPr>
          <w:rtl/>
          <w:lang w:bidi="fa-IR"/>
        </w:rPr>
        <w:t xml:space="preserve">نياه ، ويقول : </w:t>
      </w:r>
      <w:r w:rsidR="00B93323" w:rsidRPr="00B93323">
        <w:rPr>
          <w:rStyle w:val="libAlaemChar"/>
          <w:rtl/>
        </w:rPr>
        <w:t>(</w:t>
      </w:r>
      <w:r w:rsidR="00B93323" w:rsidRPr="00B93323">
        <w:rPr>
          <w:rStyle w:val="libAieChar"/>
          <w:rtl/>
        </w:rPr>
        <w:t xml:space="preserve"> إِنْ هِيَ إِل</w:t>
      </w:r>
      <w:r w:rsidR="00B93323" w:rsidRPr="00B93323">
        <w:rPr>
          <w:rStyle w:val="libAieChar"/>
          <w:rFonts w:hint="cs"/>
          <w:rtl/>
        </w:rPr>
        <w:t>ّ</w:t>
      </w:r>
      <w:r w:rsidR="00B93323" w:rsidRPr="00B93323">
        <w:rPr>
          <w:rStyle w:val="libAieChar"/>
          <w:rtl/>
        </w:rPr>
        <w:t>ا</w:t>
      </w:r>
      <w:r w:rsidRPr="00B93323">
        <w:rPr>
          <w:rStyle w:val="libAieChar"/>
          <w:rtl/>
        </w:rPr>
        <w:t xml:space="preserve"> حَيَاتُنَا الدّنْيَا وَمَا نَحْنُ بِمَبْعُوثِينَ </w:t>
      </w:r>
      <w:r w:rsidRPr="00B9332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في ذلك شاعرهم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C631BD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631BD" w:rsidRDefault="00B93323" w:rsidP="00B80445">
            <w:pPr>
              <w:pStyle w:val="libPoem"/>
            </w:pPr>
            <w:r>
              <w:rPr>
                <w:rtl/>
                <w:lang w:bidi="fa-IR"/>
              </w:rPr>
              <w:t>يُخبِّرُنا ابنُ كبشةّ أنْ سنُحْيا</w:t>
            </w:r>
            <w:r w:rsidR="00C631B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631BD" w:rsidRDefault="00C631BD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631BD" w:rsidRDefault="00B93323" w:rsidP="00B80445">
            <w:pPr>
              <w:pStyle w:val="libPoem"/>
            </w:pPr>
            <w:r>
              <w:rPr>
                <w:rtl/>
                <w:lang w:bidi="fa-IR"/>
              </w:rPr>
              <w:t>وكيفَ حياةُ أصْدَاءٍ وهامِ</w:t>
            </w:r>
            <w:r w:rsidR="00C631B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والذين كانوا على شرائع الأنبياء كانوا قد غيّروا وبدّلوا ، واتّخذوا رؤساءهم أرباباً من دون الله ؛ حلّلوا لهم حراماً ، وحرّموا عليهم حلالاً</w:t>
      </w:r>
    </w:p>
    <w:p w:rsidR="00266BFE" w:rsidRDefault="00266BFE" w:rsidP="00266BFE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266BFE">
      <w:pPr>
        <w:pStyle w:val="libFootnote0"/>
        <w:rPr>
          <w:lang w:bidi="fa-IR"/>
        </w:rPr>
      </w:pPr>
      <w:r w:rsidRPr="002D05AF">
        <w:rPr>
          <w:rtl/>
        </w:rPr>
        <w:t>(1)</w:t>
      </w:r>
      <w:r>
        <w:rPr>
          <w:rtl/>
          <w:lang w:bidi="fa-IR"/>
        </w:rPr>
        <w:t xml:space="preserve"> سورة الأنعام / 29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2D05AF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فاتَّبعوهم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وكانوا يأكلون الرّبا ويشربون الخمر ، ويطوفون بالبيت عراةً رجالاً ونساءً ، وقد فشا فيهم الزنا وارتكاب الفواحش ، ووأدوا البنات فدفنوهنّ أحياء : </w:t>
      </w:r>
      <w:r w:rsidRPr="002D05AF">
        <w:rPr>
          <w:rStyle w:val="libAlaemChar"/>
          <w:rtl/>
        </w:rPr>
        <w:t>(</w:t>
      </w:r>
      <w:r w:rsidRPr="002D05AF">
        <w:rPr>
          <w:rStyle w:val="libAieChar"/>
          <w:rtl/>
        </w:rPr>
        <w:t xml:space="preserve"> وَإِذَا بُشّرَ أَحَدُهُم بِالاُنثَى‏ ظَلّ وَجْهُهُ مُسْوَدّاً وَهُوَ كَظِيمٌ </w:t>
      </w:r>
      <w:r w:rsidRPr="002D05AF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ومُلئت الأرض من مشرقها إلى مغربها بالخرافات والسّخافات ،</w:t>
      </w:r>
      <w:r w:rsidR="002D05AF">
        <w:rPr>
          <w:rtl/>
          <w:lang w:bidi="fa-IR"/>
        </w:rPr>
        <w:t xml:space="preserve"> والبدع والقبائح وعبادة الأوثان</w:t>
      </w:r>
      <w:r>
        <w:rPr>
          <w:rtl/>
          <w:lang w:bidi="fa-IR"/>
        </w:rPr>
        <w:t>، فبعث الله تعالى نبيّه محمّداً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على حين فترة من الرسل إلى النّاس كلّهم ، فقام في وجه العالم كافة ، ودعا إلى الإيمان بإله واحد ، آمراً بعبادته وحده لا شريك له ، مُبطلاً عبادة الأوثان والأصنام ، متمّما لمكارم الأخلاق ، حاثّاً على محاسن الصفات ، آمراً بكل حسن ، ناهياً عن كلّ قبيح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واكتفى من النّاس بأنْ يقولوا : لا إله إل</w:t>
      </w:r>
      <w:r w:rsidR="002D05AF">
        <w:rPr>
          <w:rFonts w:hint="cs"/>
          <w:rtl/>
          <w:lang w:bidi="fa-IR"/>
        </w:rPr>
        <w:t>ّ</w:t>
      </w:r>
      <w:r>
        <w:rPr>
          <w:rtl/>
          <w:lang w:bidi="fa-IR"/>
        </w:rPr>
        <w:t>ا الله محمّد رسول الله ، ويُقيموا الصلاة ويؤتوا الزكاة ، ويصوموا شهر رمضان ، ويحجّوا البيت ، ويلتزموا بأحكام الإسلام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وكان قول هاتين الكلمتين موجباً أنْ يكون لقائلهما ما للمسلمين وعليه ما عليهم ولو قالهما والسّيف على رأسه ؛ وأنزل عليه قرآناً عربياً مبيناً لا يأتيه الباطل من بين يديه ولا من خلفه ؛ أعجز به بلغاء العرب وفصحاءهم ، وتحدّاهم فيه بالمعارضة فلم يستطيعوا معارضته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فحوى من أحكام الدين وأخبار الماضين ، وتهذيب الأخلاق ، والأمر بالعدل والنّهي عن الظُّلم ، وتبيان كلّ شيء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ما يزال يُتلى على كرّ الدهور ومرّ الأيام وهو غضّ طريّ ، يحير ببيانه القول ، ولا تملّه الطباع مهما تكرّرت تلاوته وتقادم عهدُه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بعث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بالمساواة في الحقوق بين جميع الخلق ، وبالإخوّة بين جميع المؤمنين : </w:t>
      </w:r>
      <w:r w:rsidRPr="002D05AF">
        <w:rPr>
          <w:rStyle w:val="libAlaemChar"/>
          <w:rtl/>
        </w:rPr>
        <w:t>(</w:t>
      </w:r>
      <w:r w:rsidRPr="002D05AF">
        <w:rPr>
          <w:rStyle w:val="libAieChar"/>
          <w:rtl/>
        </w:rPr>
        <w:t xml:space="preserve"> إِنّمَا الْمُؤْمنونَ إِخْوَةٌ </w:t>
      </w:r>
      <w:r w:rsidRPr="002D05AF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وبالعفو العام عمّن دخل في الإسلام ( الإسلام يجبّ ما قبله ) ، وسنّ شريعةً باهرة وقانوناً عادلاً ، فكان هذا القانون جامعاً لجميع ما يحتاجه النّاس في معاشهم ومعادهم ، فكان عباديّاً اجتماعيّاً سياسيّاً ، أخلاقيّاً اقتصاديّاً ، لا يشذّ عنه شيء ممّا يمكن</w:t>
      </w:r>
    </w:p>
    <w:p w:rsidR="00266BFE" w:rsidRPr="00266BFE" w:rsidRDefault="00266BFE" w:rsidP="00266BFE">
      <w:pPr>
        <w:pStyle w:val="libLine"/>
        <w:rPr>
          <w:rFonts w:hint="cs"/>
          <w:rtl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2D05AF">
      <w:pPr>
        <w:pStyle w:val="libFootnote0"/>
        <w:rPr>
          <w:lang w:bidi="fa-IR"/>
        </w:rPr>
      </w:pPr>
      <w:r w:rsidRPr="002D05AF">
        <w:rPr>
          <w:rtl/>
        </w:rPr>
        <w:t>(1)</w:t>
      </w:r>
      <w:r>
        <w:rPr>
          <w:rtl/>
          <w:lang w:bidi="fa-IR"/>
        </w:rPr>
        <w:t xml:space="preserve"> سورة النّحل / 58</w:t>
      </w:r>
      <w:r w:rsidR="00343D55">
        <w:rPr>
          <w:rtl/>
          <w:lang w:bidi="fa-IR"/>
        </w:rPr>
        <w:t>.</w:t>
      </w:r>
    </w:p>
    <w:p w:rsidR="00800C80" w:rsidRDefault="00C92D11" w:rsidP="002D05AF">
      <w:pPr>
        <w:pStyle w:val="libFootnote0"/>
        <w:rPr>
          <w:lang w:bidi="fa-IR"/>
        </w:rPr>
      </w:pPr>
      <w:r w:rsidRPr="002D05AF">
        <w:rPr>
          <w:rtl/>
        </w:rPr>
        <w:t>(2)</w:t>
      </w:r>
      <w:r>
        <w:rPr>
          <w:rtl/>
          <w:lang w:bidi="fa-IR"/>
        </w:rPr>
        <w:t xml:space="preserve"> سورة الحجرات / 10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24444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وقوعه في الكون ويحتاج إليه بنو آدم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فما </w:t>
      </w:r>
      <w:r w:rsidR="00244444">
        <w:rPr>
          <w:rtl/>
          <w:lang w:bidi="fa-IR"/>
        </w:rPr>
        <w:t>من واقعة تقع ولا حادثة تحدث إل</w:t>
      </w:r>
      <w:r w:rsidR="00244444">
        <w:rPr>
          <w:rFonts w:hint="cs"/>
          <w:rtl/>
          <w:lang w:bidi="fa-IR"/>
        </w:rPr>
        <w:t>ّ</w:t>
      </w:r>
      <w:r w:rsidR="00244444">
        <w:rPr>
          <w:rtl/>
          <w:lang w:bidi="fa-IR"/>
        </w:rPr>
        <w:t>ا</w:t>
      </w:r>
      <w:r>
        <w:rPr>
          <w:rtl/>
          <w:lang w:bidi="fa-IR"/>
        </w:rPr>
        <w:t xml:space="preserve"> ولها في الشريعة الإسلاميّة أصل مُسلّم عند المسلمين ترجع إليه ؛ وهذا ممّا امتازت به الشريعة الإسلاميّة ؛ وذلك لأنها خاتمة الشرائع ، وباقية إلى انقراض عمر الدنيا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على أنّ العبادات في الدين الإسلامي لا تتمحض لمجرد العبادة</w:t>
      </w:r>
      <w:r w:rsidR="00244444">
        <w:rPr>
          <w:rtl/>
          <w:lang w:bidi="fa-IR"/>
        </w:rPr>
        <w:t xml:space="preserve"> ، ففيها منافع بدنية واجتماعيّة</w:t>
      </w:r>
      <w:r>
        <w:rPr>
          <w:rtl/>
          <w:lang w:bidi="fa-IR"/>
        </w:rPr>
        <w:t>، وسياسيّة وأخلاقيّة ؛ فالطهارة تُفيد النّظافة ، وفي الصلاة رياضة روحيّة وبدنيّة ، وفي صلاة الجماعة والحجّ فوائد اجتماعيّة وسياسيّة ظاهرة ، وفي الصوم رياضة النّفس وصحة البدن ، وفي المعاملات حفظ نظام الاجتماع ، وفي أحكام التجارة حفظ الحقوق ، وفي النّكاح بقاء النّسل وقطع مادة الفساد ، وفي الميراث حبس أموال الميّت على أقربائه دون الغرباء ، وفي الوصيّة والوقف عدم حرمان المرء من منفعة ماله بعد وفاته ، وفي القضاء رفع الخصام على قاعدة العدل ، وفي الأخلاقيّات حُسن العشرة والآداب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وفي السّياسيّات : الجهاد للدفاع عن الوطن ، والسّبق والرّماية لتعلُّم فنون الحرب ، والجنديّة والحدود والدِّيات لحفظ النّفوس والأموال وقمع الجرائم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وأمرَ هذا الدِّين بتعلّم العلم وحثّ عليه :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هَلْ يَسْتَوِي الّذِينَ يَعْلَمُونَ وَالّذِينَ لا يَعْلَمُونَ إِنّمَا يَتَذَكّرُ اُولُوا الألبَابِ 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إِنّمَا يَخْشَى اللّهَ من عِبَادِهِ الْعُلَمَاءُ 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(( طلبُ العلمِ فريضةٌ على كلِّ مُسلمٍ ومُسلمة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(( اطلبوا العلمَ ولو في الصِّين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وأوجب تعلّم كلَّ علم نافع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دِيني أو صناعي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على الكفاية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وأمرَ هذا الدين بالنّظر وإعمال العقل ، والأخذ بالدليل والبرهان ، وذمّ التقليد :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فَلْيَنظُرِ الإِنسَانُ إِلَى‏ طَعَامِهِ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فَلْيَنظُرِ الإِنسَانُ مِمّ خُلِقَ</w:t>
      </w:r>
      <w:r w:rsidRPr="00266BFE">
        <w:rPr>
          <w:rStyle w:val="libAieChar"/>
          <w:rtl/>
        </w:rPr>
        <w:t xml:space="preserve"> 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(4)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أَوَلَمْ يَنظُرُوا فِي مَلَكُوتِ السّماوات وَالأَرْضِ 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(5)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قُلْ سِيرُوا فِي الأَرْضِ فَانظُرُوا كَيْفَ بَدَأَ الْخَلْقَ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(6)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وَيَتَفَكّرُونَ فِي خَلْقِ السّماوات وَالأَرْضِ</w:t>
      </w:r>
      <w:r w:rsidRPr="0024444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(7)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244444">
        <w:rPr>
          <w:rStyle w:val="libAlaemChar"/>
          <w:rtl/>
        </w:rPr>
        <w:t>(</w:t>
      </w:r>
      <w:r w:rsidRPr="00244444">
        <w:rPr>
          <w:rStyle w:val="libAieChar"/>
          <w:rtl/>
        </w:rPr>
        <w:t xml:space="preserve"> أفلمْ</w:t>
      </w:r>
    </w:p>
    <w:p w:rsidR="00266BFE" w:rsidRDefault="00266BFE" w:rsidP="00266BFE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(1)</w:t>
      </w:r>
      <w:r>
        <w:rPr>
          <w:rtl/>
          <w:lang w:bidi="fa-IR"/>
        </w:rPr>
        <w:t xml:space="preserve"> سورة الزُّمر / 9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(2)</w:t>
      </w:r>
      <w:r>
        <w:rPr>
          <w:rtl/>
          <w:lang w:bidi="fa-IR"/>
        </w:rPr>
        <w:t xml:space="preserve"> سورة فاطر / 29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(3)</w:t>
      </w:r>
      <w:r>
        <w:rPr>
          <w:rtl/>
          <w:lang w:bidi="fa-IR"/>
        </w:rPr>
        <w:t xml:space="preserve"> سور عبس / 24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(4)</w:t>
      </w:r>
      <w:r>
        <w:rPr>
          <w:rtl/>
          <w:lang w:bidi="fa-IR"/>
        </w:rPr>
        <w:t xml:space="preserve"> سورة الطارق / 5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(5)</w:t>
      </w:r>
      <w:r>
        <w:rPr>
          <w:rtl/>
          <w:lang w:bidi="fa-IR"/>
        </w:rPr>
        <w:t xml:space="preserve"> سورة الأعراف / 185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(6)</w:t>
      </w:r>
      <w:r>
        <w:rPr>
          <w:rtl/>
          <w:lang w:bidi="fa-IR"/>
        </w:rPr>
        <w:t xml:space="preserve"> سورة الأنعام / 11</w:t>
      </w:r>
      <w:r w:rsidR="00343D55">
        <w:rPr>
          <w:rtl/>
          <w:lang w:bidi="fa-IR"/>
        </w:rPr>
        <w:t>.</w:t>
      </w:r>
    </w:p>
    <w:p w:rsidR="00C92D11" w:rsidRDefault="00C92D11" w:rsidP="00266BFE">
      <w:pPr>
        <w:pStyle w:val="libFootnote0"/>
        <w:rPr>
          <w:lang w:bidi="fa-IR"/>
        </w:rPr>
      </w:pPr>
      <w:r w:rsidRPr="00266BFE">
        <w:rPr>
          <w:rtl/>
        </w:rPr>
        <w:t>(7)</w:t>
      </w:r>
      <w:r>
        <w:rPr>
          <w:rtl/>
          <w:lang w:bidi="fa-IR"/>
        </w:rPr>
        <w:t xml:space="preserve"> سورة آل عمران / 191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E81BDD">
      <w:pPr>
        <w:pStyle w:val="libNormal0"/>
        <w:rPr>
          <w:lang w:bidi="fa-IR"/>
        </w:rPr>
      </w:pPr>
      <w:r w:rsidRPr="00E81BDD">
        <w:rPr>
          <w:rStyle w:val="libAieChar"/>
          <w:rtl/>
        </w:rPr>
        <w:lastRenderedPageBreak/>
        <w:t xml:space="preserve">يَسِيرُوا فِي الأَرْضِ فَتَكُونَ لَهُمْ قُلُوبٌ يَعْقِلُونَ بِهَا </w:t>
      </w:r>
      <w:r w:rsidRPr="00E81BDD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وحثّ على السّعي والجد</w:t>
      </w:r>
      <w:r w:rsidR="0052005A">
        <w:rPr>
          <w:rtl/>
          <w:lang w:bidi="fa-IR"/>
        </w:rPr>
        <w:t xml:space="preserve">ّ والعمل : </w:t>
      </w:r>
      <w:r w:rsidR="0052005A" w:rsidRPr="0052005A">
        <w:rPr>
          <w:rStyle w:val="libAlaemChar"/>
          <w:rtl/>
        </w:rPr>
        <w:t>(</w:t>
      </w:r>
      <w:r w:rsidR="0052005A" w:rsidRPr="0052005A">
        <w:rPr>
          <w:rStyle w:val="libAieChar"/>
          <w:rtl/>
        </w:rPr>
        <w:t xml:space="preserve"> وَأَن لّيْسَ لِلاْ</w:t>
      </w:r>
      <w:r w:rsidRPr="0052005A">
        <w:rPr>
          <w:rStyle w:val="libAieChar"/>
          <w:rtl/>
        </w:rPr>
        <w:t>نسَا</w:t>
      </w:r>
      <w:r w:rsidR="0052005A" w:rsidRPr="0052005A">
        <w:rPr>
          <w:rStyle w:val="libAieChar"/>
          <w:rtl/>
        </w:rPr>
        <w:t>نِ إِل</w:t>
      </w:r>
      <w:r w:rsidR="0052005A" w:rsidRPr="0052005A">
        <w:rPr>
          <w:rStyle w:val="libAieChar"/>
          <w:rFonts w:hint="cs"/>
          <w:rtl/>
        </w:rPr>
        <w:t>ّ</w:t>
      </w:r>
      <w:r w:rsidR="0052005A" w:rsidRPr="0052005A">
        <w:rPr>
          <w:rStyle w:val="libAieChar"/>
          <w:rtl/>
        </w:rPr>
        <w:t>ا</w:t>
      </w:r>
      <w:r w:rsidRPr="0052005A">
        <w:rPr>
          <w:rStyle w:val="libAieChar"/>
          <w:rtl/>
        </w:rPr>
        <w:t xml:space="preserve"> مَا سَعَى </w:t>
      </w:r>
      <w:r w:rsidRPr="0052005A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52005A">
        <w:rPr>
          <w:rStyle w:val="libAlaemChar"/>
          <w:rtl/>
        </w:rPr>
        <w:t>(</w:t>
      </w:r>
      <w:r w:rsidRPr="0052005A">
        <w:rPr>
          <w:rStyle w:val="libAieChar"/>
          <w:rtl/>
        </w:rPr>
        <w:t xml:space="preserve"> فَانتَشِرُوا فِي الأَرْضِ وَابْتَغُوا من فَضْلِ اللّهِ </w:t>
      </w:r>
      <w:r w:rsidRPr="0052005A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لأنْ يأخذ أحدكم حبلاً فيحتطب على ظهره ، خيرٌ من أنْ يأتيَ رجلاً أعطاه الله من فضله فيسأله ، أعطاه أو منعه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إنّ الله يُحبّ العبد يتّخذ المهْنة ليستغني بها عن النّاس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وآخى الإسلام بين كافّة أهله ؛ فآخى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أوّلاً بين المهاجرين ، ثمّ بين المهاجرين والأنصار ؛ لانحصار المسلمين فيهم يومئذ ، وأراد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بناء الإسلام على أساسٍ ثابتٍ وطيدٍ هو تأليف القلوب ، ورفع الشحناء من النَفوس ، والتّناصر والتعاون ؛ لأنّ ذلك هو السّبب الوحيد في نجاح الأعمال ورُقيّ الاُمم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وأعلن الله تعالى في كتابه العزيز المؤاخاة بين عموم أهل الأسلام ؛ شريفهم ووضيعهم ، رجالهم ونسائهم ، فقال : </w:t>
      </w:r>
      <w:r w:rsidRPr="00346303">
        <w:rPr>
          <w:rStyle w:val="libAlaemChar"/>
          <w:rtl/>
        </w:rPr>
        <w:t>(</w:t>
      </w:r>
      <w:r w:rsidRPr="00346303">
        <w:rPr>
          <w:rStyle w:val="libAieChar"/>
          <w:rtl/>
        </w:rPr>
        <w:t xml:space="preserve"> إِنّمَا الْمُؤْمنونَ إِخْوَةٌ </w:t>
      </w:r>
      <w:r w:rsidRPr="0034630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(4)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وبهذه الإخوّة ، وعلى أساسها المتين والمحافظة عليها ، قام الإسلام وظهر وانتشر ، وبالتهاون بها ضعف وتقهقر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وأردف قوله هذا بقوله : </w:t>
      </w:r>
      <w:r w:rsidRPr="00346303">
        <w:rPr>
          <w:rStyle w:val="libAlaemChar"/>
          <w:rtl/>
        </w:rPr>
        <w:t>(</w:t>
      </w:r>
      <w:r w:rsidRPr="00346303">
        <w:rPr>
          <w:rStyle w:val="libAieChar"/>
          <w:rtl/>
        </w:rPr>
        <w:t xml:space="preserve"> فَأَصْلِحُوا بَيْنَ أَخَوَيْكُمْ </w:t>
      </w:r>
      <w:r w:rsidRPr="00346303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(5)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فجعل الإصلاح من مقتضى تلك الإخوّة وموجبها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المسلم أخو المسلم ، لا يظلمه ولا يُسلمه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فانظر بعين عقلك ، كم في هذه الإخوّة من منافع وفوائد ، ومصالح عامّة ؛ سياسيّة واجتماعيّة وأخلاقيّة ! وكم فيها من تأليف للقلوب وحفظ للنظام الاجتماعي ، وحرص على هناء العيش وسعادة البشر ! وهذه هي الإخوّة الصحيحة الشريفة النّافعة التي تفوق كلَّ ما يُسمّى بالإخوّة وتُغني عنه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والشريعة الإسلاميّة يتساوى فيها جميع الخلق في الحقوق : الملك والرعية ، والشريف والوضيع ، والغني والف</w:t>
      </w:r>
      <w:r w:rsidR="003422F7">
        <w:rPr>
          <w:rtl/>
          <w:lang w:bidi="fa-IR"/>
        </w:rPr>
        <w:t>قير : (( لا يحلّ مالُ امرئٍ إل</w:t>
      </w:r>
      <w:r w:rsidR="003422F7">
        <w:rPr>
          <w:rFonts w:hint="cs"/>
          <w:rtl/>
          <w:lang w:bidi="fa-IR"/>
        </w:rPr>
        <w:t>ّ</w:t>
      </w:r>
      <w:r w:rsidR="003422F7">
        <w:rPr>
          <w:rtl/>
          <w:lang w:bidi="fa-IR"/>
        </w:rPr>
        <w:t>ا</w:t>
      </w:r>
    </w:p>
    <w:p w:rsidR="003422F7" w:rsidRDefault="003422F7" w:rsidP="003422F7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3422F7">
      <w:pPr>
        <w:pStyle w:val="libFootnote0"/>
        <w:rPr>
          <w:lang w:bidi="fa-IR"/>
        </w:rPr>
      </w:pPr>
      <w:r w:rsidRPr="003422F7">
        <w:rPr>
          <w:rtl/>
        </w:rPr>
        <w:t>(</w:t>
      </w:r>
      <w:r w:rsidR="003422F7" w:rsidRPr="003422F7">
        <w:rPr>
          <w:rFonts w:hint="cs"/>
          <w:rtl/>
        </w:rPr>
        <w:t>1</w:t>
      </w:r>
      <w:r w:rsidRPr="003422F7">
        <w:rPr>
          <w:rtl/>
        </w:rPr>
        <w:t>)</w:t>
      </w:r>
      <w:r>
        <w:rPr>
          <w:rtl/>
          <w:lang w:bidi="fa-IR"/>
        </w:rPr>
        <w:t xml:space="preserve"> سورة الحج / 46</w:t>
      </w:r>
      <w:r w:rsidR="00343D55">
        <w:rPr>
          <w:rtl/>
          <w:lang w:bidi="fa-IR"/>
        </w:rPr>
        <w:t>.</w:t>
      </w:r>
    </w:p>
    <w:p w:rsidR="00800C80" w:rsidRDefault="00C92D11" w:rsidP="003422F7">
      <w:pPr>
        <w:pStyle w:val="libFootnote0"/>
        <w:rPr>
          <w:lang w:bidi="fa-IR"/>
        </w:rPr>
      </w:pPr>
      <w:r w:rsidRPr="003422F7">
        <w:rPr>
          <w:rtl/>
        </w:rPr>
        <w:t>(2)</w:t>
      </w:r>
      <w:r>
        <w:rPr>
          <w:rtl/>
          <w:lang w:bidi="fa-IR"/>
        </w:rPr>
        <w:t xml:space="preserve"> سورة النّجم / 39</w:t>
      </w:r>
      <w:r w:rsidR="00343D55">
        <w:rPr>
          <w:rtl/>
          <w:lang w:bidi="fa-IR"/>
        </w:rPr>
        <w:t>.</w:t>
      </w:r>
    </w:p>
    <w:p w:rsidR="00800C80" w:rsidRDefault="00C92D11" w:rsidP="003422F7">
      <w:pPr>
        <w:pStyle w:val="libFootnote0"/>
        <w:rPr>
          <w:lang w:bidi="fa-IR"/>
        </w:rPr>
      </w:pPr>
      <w:r w:rsidRPr="003422F7">
        <w:rPr>
          <w:rtl/>
        </w:rPr>
        <w:t>(3)</w:t>
      </w:r>
      <w:r>
        <w:rPr>
          <w:rtl/>
          <w:lang w:bidi="fa-IR"/>
        </w:rPr>
        <w:t xml:space="preserve"> سورة الجمعة / 10</w:t>
      </w:r>
      <w:r w:rsidR="00343D55">
        <w:rPr>
          <w:rtl/>
          <w:lang w:bidi="fa-IR"/>
        </w:rPr>
        <w:t>.</w:t>
      </w:r>
    </w:p>
    <w:p w:rsidR="00800C80" w:rsidRDefault="00C92D11" w:rsidP="003422F7">
      <w:pPr>
        <w:pStyle w:val="libFootnote0"/>
        <w:rPr>
          <w:lang w:bidi="fa-IR"/>
        </w:rPr>
      </w:pPr>
      <w:r w:rsidRPr="003422F7">
        <w:rPr>
          <w:rtl/>
        </w:rPr>
        <w:t>(4)</w:t>
      </w:r>
      <w:r>
        <w:rPr>
          <w:rtl/>
          <w:lang w:bidi="fa-IR"/>
        </w:rPr>
        <w:t xml:space="preserve"> ، </w:t>
      </w:r>
      <w:r w:rsidRPr="003422F7">
        <w:rPr>
          <w:rtl/>
        </w:rPr>
        <w:t>(5)</w:t>
      </w:r>
      <w:r>
        <w:rPr>
          <w:rtl/>
          <w:lang w:bidi="fa-IR"/>
        </w:rPr>
        <w:t xml:space="preserve"> سورة الحُجرات / 10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3E1EB2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عن طيب نفسه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(( لا شفاعة في حدٍّ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(( العدل شا</w:t>
      </w:r>
      <w:r w:rsidR="003E1EB2">
        <w:rPr>
          <w:rtl/>
          <w:lang w:bidi="fa-IR"/>
        </w:rPr>
        <w:t>ملٌ للكلّ ))</w:t>
      </w:r>
      <w:r w:rsidR="00343D55">
        <w:rPr>
          <w:rtl/>
          <w:lang w:bidi="fa-IR"/>
        </w:rPr>
        <w:t>.</w:t>
      </w:r>
      <w:r w:rsidR="003E1EB2">
        <w:rPr>
          <w:rtl/>
          <w:lang w:bidi="fa-IR"/>
        </w:rPr>
        <w:t xml:space="preserve"> </w:t>
      </w:r>
      <w:r w:rsidR="003E1EB2" w:rsidRPr="003E1EB2">
        <w:rPr>
          <w:rStyle w:val="libAlaemChar"/>
          <w:rtl/>
        </w:rPr>
        <w:t>(</w:t>
      </w:r>
      <w:r w:rsidR="003E1EB2" w:rsidRPr="003E1EB2">
        <w:rPr>
          <w:rStyle w:val="libAieChar"/>
          <w:rtl/>
        </w:rPr>
        <w:t xml:space="preserve"> وَاُمِرْتُ لأِ</w:t>
      </w:r>
      <w:r w:rsidRPr="003E1EB2">
        <w:rPr>
          <w:rStyle w:val="libAieChar"/>
          <w:rtl/>
        </w:rPr>
        <w:t xml:space="preserve">عْدِلَ بَيْنَكُمُ 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3E1EB2">
        <w:rPr>
          <w:rStyle w:val="libAlaemChar"/>
          <w:rtl/>
        </w:rPr>
        <w:t>(</w:t>
      </w:r>
      <w:r w:rsidRPr="003E1EB2">
        <w:rPr>
          <w:rStyle w:val="libAieChar"/>
          <w:rtl/>
        </w:rPr>
        <w:t xml:space="preserve"> إِنّ اللّهَ يَأْمُرُ بِالْعَدْلِ وَالإِحْسَان 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3E1EB2">
        <w:rPr>
          <w:rStyle w:val="libAlaemChar"/>
          <w:rtl/>
        </w:rPr>
        <w:t>(</w:t>
      </w:r>
      <w:r w:rsidRPr="003E1EB2">
        <w:rPr>
          <w:rStyle w:val="libAieChar"/>
          <w:rtl/>
        </w:rPr>
        <w:t xml:space="preserve"> إِعْدِلُوا هُوَ أَقْرَبُ لِلتّقْوَى ‏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3E1EB2">
        <w:rPr>
          <w:rStyle w:val="libAlaemChar"/>
          <w:rtl/>
        </w:rPr>
        <w:t>(</w:t>
      </w:r>
      <w:r w:rsidRPr="003E1EB2">
        <w:rPr>
          <w:rStyle w:val="libAieChar"/>
          <w:rtl/>
        </w:rPr>
        <w:t xml:space="preserve"> وَإِذَا قُلْتُمْ فَاعْد</w:t>
      </w:r>
      <w:r w:rsidR="003E1EB2" w:rsidRPr="003E1EB2">
        <w:rPr>
          <w:rStyle w:val="libAieChar"/>
          <w:rtl/>
        </w:rPr>
        <w:t>ِلُوا وَلَوْ كَانَ ذَا قُرْبَى</w:t>
      </w:r>
      <w:r w:rsidRPr="003E1EB2">
        <w:rPr>
          <w:rStyle w:val="libAieChar"/>
          <w:rtl/>
        </w:rPr>
        <w:t xml:space="preserve"> 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(4)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3E1EB2">
        <w:rPr>
          <w:rStyle w:val="libAlaemChar"/>
          <w:rtl/>
        </w:rPr>
        <w:t>(</w:t>
      </w:r>
      <w:r w:rsidRPr="003E1EB2">
        <w:rPr>
          <w:rStyle w:val="libAieChar"/>
          <w:rtl/>
        </w:rPr>
        <w:t xml:space="preserve"> وَإِذَا حَكَمْتُمْ بَيْنَ النَّاسِ أَنْ تَحْكُمُوا بِالْعَدْلِ 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(5)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3E1EB2">
        <w:rPr>
          <w:rStyle w:val="libAlaemChar"/>
          <w:rtl/>
        </w:rPr>
        <w:t>(</w:t>
      </w:r>
      <w:r w:rsidRPr="003E1EB2">
        <w:rPr>
          <w:rStyle w:val="libAieChar"/>
          <w:rtl/>
        </w:rPr>
        <w:t xml:space="preserve"> فَأَصْلِحُوا بَيْنَهُمَا بِالْعَدْلِ وَأَقْسِطُوا إِنّ اللّهَ يُحِبّ الْمُقْسِطِينَ </w:t>
      </w:r>
      <w:r w:rsidRPr="003E1EB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(6)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وأوجب الشرع الإسلامي على القاضي أنْ يُسوّي بين الخصمين في الكلام والسّلام ، والمكان والنّظر والإنصات ، وحرّم الرَّشوة وقبول الهديّة ، وأنْ يُلقّن </w:t>
      </w:r>
      <w:r w:rsidR="008D2D60">
        <w:rPr>
          <w:rtl/>
          <w:lang w:bidi="fa-IR"/>
        </w:rPr>
        <w:t>أحد الخصمين ما فيه ضرر على خصمه</w:t>
      </w:r>
      <w:r>
        <w:rPr>
          <w:rtl/>
          <w:lang w:bidi="fa-IR"/>
        </w:rPr>
        <w:t xml:space="preserve">. وبالغ الدِّين الإسلامي في حفظ الأمن ، والمحافظة على الأموال والدماء وشدّد فيه ، وفرضَ العقوبات الشديدة على مخالفيه : </w:t>
      </w:r>
      <w:r w:rsidRPr="008D2D60">
        <w:rPr>
          <w:rStyle w:val="libAlaemChar"/>
          <w:rtl/>
        </w:rPr>
        <w:t>(</w:t>
      </w:r>
      <w:r w:rsidRPr="008D2D60">
        <w:rPr>
          <w:rStyle w:val="libAieChar"/>
          <w:rtl/>
        </w:rPr>
        <w:t xml:space="preserve"> إِنّمَا جَزَاءُ الّذِينَ يُحَارِبُونَ اللّهَ وَرَسُولَهُ وَيَسْعَوْنَ فِي الأَرْضِ فَسَاداً أَن يُقَتّلُوا أَوْ يُصَلّبُوا أَوْ تُقَطّعَ أَيْدِيهِمْ وَأَرْجُلُهُم من خِلاَفٍ أَوْ يُنفَوْا من الأَرْضِ </w:t>
      </w:r>
      <w:r w:rsidRPr="008D2D60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(7)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وأمر بقطع يد السّارق ، وبقتل القاتل عمداً ، وتغريم الدّية في الخطأ ، و</w:t>
      </w:r>
      <w:r w:rsidRPr="0077051C">
        <w:rPr>
          <w:rStyle w:val="libAlaemChar"/>
          <w:rtl/>
        </w:rPr>
        <w:t>(</w:t>
      </w:r>
      <w:r w:rsidRPr="0077051C">
        <w:rPr>
          <w:rStyle w:val="libAieChar"/>
          <w:rtl/>
        </w:rPr>
        <w:t xml:space="preserve"> أَنَّ النَّفْسَ بِالنَّفْسِ وَالْعَيْنَ بِالْعَيْنِ وَالأَنفَ بِالأَنفِ وَالأُذُنَ بِالأُذُنِ وَالسِّنَّ بِالسِّنِّ وَالْجُرُوحَ قِصَاصٌ </w:t>
      </w:r>
      <w:r w:rsidRPr="0077051C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(8)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77051C">
        <w:rPr>
          <w:rStyle w:val="libAlaemChar"/>
          <w:rtl/>
        </w:rPr>
        <w:t>(</w:t>
      </w:r>
      <w:r w:rsidRPr="0077051C">
        <w:rPr>
          <w:rStyle w:val="libAieChar"/>
          <w:rtl/>
        </w:rPr>
        <w:t xml:space="preserve"> وَلَكُمْ فِي الْقِصَاصِ حَيَاةٌ يَا اُوْلِي الأَلْبَابِ لَعَلّكُمْ تَتّقُونَ </w:t>
      </w:r>
      <w:r w:rsidRPr="0077051C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(9)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واعتنى الدِّين الإسلامي بحفظ الصحة عنايةً فائقة ، فجعل النّظافة من الإيمان ، وأمر بقصّ الأظافر والشوارب وتسريح الشعر ، والوضوء عند كلّ صلاة ، وغسل الثياب والبدن والأواني من النّجاسة والقذارة ، ورخّص في ترك كلّ عبادة يُخاف منها الإضرار بالصحة ، وحرّم تناول كلَّ طعام أو شراب يضرّ بالصحة ، وحرّم الزيادة في الأكل على الشبع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(( المعدةُ بيت الداء ، والحميّة رأس الدواء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وأمر أنْ لا يجلس الإنسان عل</w:t>
      </w:r>
      <w:r w:rsidR="00D44880">
        <w:rPr>
          <w:rtl/>
          <w:lang w:bidi="fa-IR"/>
        </w:rPr>
        <w:t>ى الطعام إل</w:t>
      </w:r>
      <w:r w:rsidR="00D44880">
        <w:rPr>
          <w:rFonts w:hint="cs"/>
          <w:rtl/>
          <w:lang w:bidi="fa-IR"/>
        </w:rPr>
        <w:t>ّ</w:t>
      </w:r>
      <w:r w:rsidR="00D44880">
        <w:rPr>
          <w:rtl/>
          <w:lang w:bidi="fa-IR"/>
        </w:rPr>
        <w:t>ا</w:t>
      </w:r>
      <w:r>
        <w:rPr>
          <w:rtl/>
          <w:lang w:bidi="fa-IR"/>
        </w:rPr>
        <w:t xml:space="preserve"> وهو يشتهيه ، وأنْ يقوم عنه وهو يشتهيه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وقال الله تعالى</w:t>
      </w:r>
    </w:p>
    <w:p w:rsidR="00D44880" w:rsidRDefault="00D44880" w:rsidP="00D44880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(1)</w:t>
      </w:r>
      <w:r>
        <w:rPr>
          <w:rtl/>
          <w:lang w:bidi="fa-IR"/>
        </w:rPr>
        <w:t xml:space="preserve"> سورة الشورى / 15</w:t>
      </w:r>
      <w:r w:rsidR="00343D55">
        <w:rPr>
          <w:rtl/>
          <w:lang w:bidi="fa-IR"/>
        </w:rPr>
        <w:t>.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(2)</w:t>
      </w:r>
      <w:r>
        <w:rPr>
          <w:rtl/>
          <w:lang w:bidi="fa-IR"/>
        </w:rPr>
        <w:t xml:space="preserve"> سورة النّحل / 90</w:t>
      </w:r>
      <w:r w:rsidR="00343D55">
        <w:rPr>
          <w:rtl/>
          <w:lang w:bidi="fa-IR"/>
        </w:rPr>
        <w:t>.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(3)</w:t>
      </w:r>
      <w:r>
        <w:rPr>
          <w:rtl/>
          <w:lang w:bidi="fa-IR"/>
        </w:rPr>
        <w:t xml:space="preserve"> سورة المائدة / 8</w:t>
      </w:r>
      <w:r w:rsidR="00343D55">
        <w:rPr>
          <w:rtl/>
          <w:lang w:bidi="fa-IR"/>
        </w:rPr>
        <w:t>.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(4)</w:t>
      </w:r>
      <w:r>
        <w:rPr>
          <w:rtl/>
          <w:lang w:bidi="fa-IR"/>
        </w:rPr>
        <w:t xml:space="preserve"> سورة الأنعام / 152</w:t>
      </w:r>
      <w:r w:rsidR="00343D55">
        <w:rPr>
          <w:rtl/>
          <w:lang w:bidi="fa-IR"/>
        </w:rPr>
        <w:t>.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(5)</w:t>
      </w:r>
      <w:r>
        <w:rPr>
          <w:rtl/>
          <w:lang w:bidi="fa-IR"/>
        </w:rPr>
        <w:t xml:space="preserve"> سورة النّساء / 58</w:t>
      </w:r>
      <w:r w:rsidR="00343D55">
        <w:rPr>
          <w:rtl/>
          <w:lang w:bidi="fa-IR"/>
        </w:rPr>
        <w:t>.</w:t>
      </w:r>
    </w:p>
    <w:p w:rsidR="00800C80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(6)</w:t>
      </w:r>
      <w:r>
        <w:rPr>
          <w:rtl/>
          <w:lang w:bidi="fa-IR"/>
        </w:rPr>
        <w:t xml:space="preserve"> سورة الحجرات / 9</w:t>
      </w:r>
      <w:r w:rsidR="00343D55">
        <w:rPr>
          <w:rtl/>
          <w:lang w:bidi="fa-IR"/>
        </w:rPr>
        <w:t>.</w:t>
      </w:r>
    </w:p>
    <w:p w:rsidR="00C92D11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(7)</w:t>
      </w:r>
      <w:r>
        <w:rPr>
          <w:rtl/>
          <w:lang w:bidi="fa-IR"/>
        </w:rPr>
        <w:t xml:space="preserve"> سورة المائدة / 33</w:t>
      </w:r>
      <w:r w:rsidR="00343D55">
        <w:rPr>
          <w:rtl/>
          <w:lang w:bidi="fa-IR"/>
        </w:rPr>
        <w:t>.</w:t>
      </w:r>
    </w:p>
    <w:p w:rsidR="00C92D11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(8)</w:t>
      </w:r>
      <w:r>
        <w:rPr>
          <w:rtl/>
          <w:lang w:bidi="fa-IR"/>
        </w:rPr>
        <w:t xml:space="preserve"> سورة المائدة / 45</w:t>
      </w:r>
      <w:r w:rsidR="00343D55">
        <w:rPr>
          <w:rtl/>
          <w:lang w:bidi="fa-IR"/>
        </w:rPr>
        <w:t>.</w:t>
      </w:r>
    </w:p>
    <w:p w:rsidR="00C92D11" w:rsidRDefault="00C92D11" w:rsidP="00D44880">
      <w:pPr>
        <w:pStyle w:val="libFootnote0"/>
        <w:rPr>
          <w:lang w:bidi="fa-IR"/>
        </w:rPr>
      </w:pPr>
      <w:r w:rsidRPr="00D44880">
        <w:rPr>
          <w:rtl/>
        </w:rPr>
        <w:t>(9)</w:t>
      </w:r>
      <w:r>
        <w:rPr>
          <w:rtl/>
          <w:lang w:bidi="fa-IR"/>
        </w:rPr>
        <w:t xml:space="preserve"> سورة البقرة / 179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E0987">
      <w:pPr>
        <w:pStyle w:val="libNormal0"/>
        <w:rPr>
          <w:lang w:bidi="fa-IR"/>
        </w:rPr>
      </w:pPr>
      <w:r w:rsidRPr="00BE0987">
        <w:rPr>
          <w:rStyle w:val="libAlaemChar"/>
          <w:rtl/>
        </w:rPr>
        <w:lastRenderedPageBreak/>
        <w:t>(</w:t>
      </w:r>
      <w:r w:rsidR="00BE0987">
        <w:rPr>
          <w:rStyle w:val="libAieChar"/>
          <w:rtl/>
        </w:rPr>
        <w:t xml:space="preserve"> وَكُلُوا وَاشْرَبُوا وَل</w:t>
      </w:r>
      <w:r w:rsidR="00BE0987">
        <w:rPr>
          <w:rStyle w:val="libAieChar"/>
          <w:rFonts w:hint="cs"/>
          <w:rtl/>
        </w:rPr>
        <w:t>َ</w:t>
      </w:r>
      <w:r w:rsidR="00BE0987">
        <w:rPr>
          <w:rStyle w:val="libAieChar"/>
          <w:rtl/>
        </w:rPr>
        <w:t>ا</w:t>
      </w:r>
      <w:r w:rsidRPr="00BE0987">
        <w:rPr>
          <w:rStyle w:val="libAieChar"/>
          <w:rtl/>
        </w:rPr>
        <w:t xml:space="preserve"> تُسْرِفُوا </w:t>
      </w:r>
      <w:r w:rsidRPr="00BE0987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فجمع بذلك أساس علم الطبِّ وحفظ الصحة وأهمّ اُموره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وأوجب الأمر بالمعروف والنّهي عن المنكر ، وأمرَ بالصدق وأداء الأمانة والوفاء بالعهد ، وصلة الأرحام وحسن الجوار ، وبرّ الوالدين ، وأنْ يحبّ المرء لأخيه ما يُحبّ لنفسه ، ومعاونة الضعيف وحفظ مال اليتيم ، والرأفة والحنوِّ على السّائل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 xml:space="preserve">ومن أحكام الشرع الإسلامي وأوامره في حفظ الحقوق والأموال : الأمر بكتابة الدَّين والإشهاد عليه ، وأخذ الرهن إنْ لمْ تكن الكتابة ، وسنَّ قانون كاتب العدل الذي اتّبعت فيه جميع دول الأرض قانون الإسلام : </w:t>
      </w:r>
      <w:r w:rsidRPr="00BE0987">
        <w:rPr>
          <w:rStyle w:val="libAlaemChar"/>
          <w:rtl/>
        </w:rPr>
        <w:t>(</w:t>
      </w:r>
      <w:r w:rsidRPr="00BE0987">
        <w:rPr>
          <w:rStyle w:val="libAieChar"/>
          <w:rtl/>
        </w:rPr>
        <w:t xml:space="preserve"> يَا أَيّهَا الّذِينَ آمَنُوْا إِذَا </w:t>
      </w:r>
      <w:r w:rsidR="00BE0987" w:rsidRPr="00BE0987">
        <w:rPr>
          <w:rStyle w:val="libAieChar"/>
          <w:rtl/>
        </w:rPr>
        <w:t>تَدَايَنْتُم بِدَيْنٍ إِلَى‏ اَ</w:t>
      </w:r>
      <w:r w:rsidRPr="00BE0987">
        <w:rPr>
          <w:rStyle w:val="libAieChar"/>
          <w:rtl/>
        </w:rPr>
        <w:t>جَلٍ مُسَمّىً فَاكْتُبُوهُ وَلْيَكْتُب بَيْنَكُمْ كَاتِبٌ بِالْعَدْلِ</w:t>
      </w:r>
      <w:r w:rsidR="00343D55">
        <w:rPr>
          <w:rStyle w:val="libAieChar"/>
          <w:rtl/>
        </w:rPr>
        <w:t>...</w:t>
      </w:r>
      <w:r w:rsidRPr="00BE0987">
        <w:rPr>
          <w:rStyle w:val="libAieChar"/>
          <w:rtl/>
        </w:rPr>
        <w:t xml:space="preserve"> وَاسْتَ</w:t>
      </w:r>
      <w:r w:rsidR="00BE0987" w:rsidRPr="00BE0987">
        <w:rPr>
          <w:rStyle w:val="libAieChar"/>
          <w:rtl/>
        </w:rPr>
        <w:t>شْهِدُوا شَاهِدَيْنِ</w:t>
      </w:r>
      <w:r w:rsidR="00343D55">
        <w:rPr>
          <w:rStyle w:val="libAieChar"/>
          <w:rtl/>
        </w:rPr>
        <w:t>...</w:t>
      </w:r>
      <w:r w:rsidR="00BE0987" w:rsidRPr="00BE0987">
        <w:rPr>
          <w:rStyle w:val="libAieChar"/>
          <w:rtl/>
        </w:rPr>
        <w:t xml:space="preserve"> وَل</w:t>
      </w:r>
      <w:r w:rsidR="00BE0987" w:rsidRPr="00BE0987">
        <w:rPr>
          <w:rStyle w:val="libAieChar"/>
          <w:rFonts w:hint="cs"/>
          <w:rtl/>
        </w:rPr>
        <w:t>َ</w:t>
      </w:r>
      <w:r w:rsidR="00BE0987" w:rsidRPr="00BE0987">
        <w:rPr>
          <w:rStyle w:val="libAieChar"/>
          <w:rtl/>
        </w:rPr>
        <w:t>ا</w:t>
      </w:r>
      <w:r w:rsidRPr="00BE0987">
        <w:rPr>
          <w:rStyle w:val="libAieChar"/>
          <w:rtl/>
        </w:rPr>
        <w:t xml:space="preserve"> تَسْأَمُوا أَن تَكْتُبُوهُ صَغِيراً أَوْ كَبِيراً إِلَى‏ أَجَلِهِ * وَإِن كُنْتُمْ عَلَى‏ سَفَرٍ وَلَمْ تَجِدُوا كَاتِباً فَرِهَانٌ مَقْبُوضَةٌ </w:t>
      </w:r>
      <w:r w:rsidRPr="00BE0987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وحرّم الدِّين الإسلام كلَّ ما فيه مفسدة ومضرّة ؛ فحرّم الرِّبا والزِّنا والفواحش ، وشرب الخمر وكلَّ مسكر والقمار ، والغيب</w:t>
      </w:r>
      <w:r w:rsidR="000E4CEF">
        <w:rPr>
          <w:rtl/>
          <w:lang w:bidi="fa-IR"/>
        </w:rPr>
        <w:t>ة والنّميمة ، والحسد والكذب إل</w:t>
      </w:r>
      <w:r w:rsidR="000E4CEF">
        <w:rPr>
          <w:rFonts w:hint="cs"/>
          <w:rtl/>
          <w:lang w:bidi="fa-IR"/>
        </w:rPr>
        <w:t>ّ</w:t>
      </w:r>
      <w:r w:rsidR="000E4CEF">
        <w:rPr>
          <w:rtl/>
          <w:lang w:bidi="fa-IR"/>
        </w:rPr>
        <w:t>ا</w:t>
      </w:r>
      <w:r>
        <w:rPr>
          <w:rtl/>
          <w:lang w:bidi="fa-IR"/>
        </w:rPr>
        <w:t xml:space="preserve"> في الإصلاح ورفع الضرر ، وكتمان الشهادة والسّرقة ، وقتل النّفس وقطع الطريق ، والغشّ والخيانة ، والفتنة والبغي ، والرشا وخلف العهد ، والإسراف وتضييع المال وأكل المال بالباطل ، ونهى عن التنازع والتنابز بالألقاب ، وبخس المكيال والميزان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فكم ترى من المفاسد في الرِّبا بذهاب الثروات ! وفي الزِّنا من اختلاط الأنساب وفساد نظام العائلة وتفشِّي الأمراض ال</w:t>
      </w:r>
      <w:r w:rsidR="000E4CEF">
        <w:rPr>
          <w:rFonts w:hint="cs"/>
          <w:rtl/>
          <w:lang w:bidi="fa-IR"/>
        </w:rPr>
        <w:t>ـ</w:t>
      </w:r>
      <w:r>
        <w:rPr>
          <w:rtl/>
          <w:lang w:bidi="fa-IR"/>
        </w:rPr>
        <w:t>مُهلكة ! وفي شرب الخمر من زوال العقل وصيرورة المرء اُضحوكة ، ووصوله إلى أقصى دركات المهانة والسّفالة ، ومن هلاك</w:t>
      </w:r>
    </w:p>
    <w:p w:rsidR="000E4CEF" w:rsidRDefault="000E4CEF" w:rsidP="000E4CEF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0E4CEF">
      <w:pPr>
        <w:pStyle w:val="libFootnote0"/>
        <w:rPr>
          <w:lang w:bidi="fa-IR"/>
        </w:rPr>
      </w:pPr>
      <w:r w:rsidRPr="000E4CEF">
        <w:rPr>
          <w:rtl/>
        </w:rPr>
        <w:t>(1)</w:t>
      </w:r>
      <w:r>
        <w:rPr>
          <w:rtl/>
          <w:lang w:bidi="fa-IR"/>
        </w:rPr>
        <w:t xml:space="preserve"> سورة الأعراف / 31</w:t>
      </w:r>
      <w:r w:rsidR="00343D55">
        <w:rPr>
          <w:rtl/>
          <w:lang w:bidi="fa-IR"/>
        </w:rPr>
        <w:t>.</w:t>
      </w:r>
    </w:p>
    <w:p w:rsidR="00800C80" w:rsidRDefault="00C92D11" w:rsidP="000E4CEF">
      <w:pPr>
        <w:pStyle w:val="libFootnote0"/>
        <w:rPr>
          <w:lang w:bidi="fa-IR"/>
        </w:rPr>
      </w:pPr>
      <w:r w:rsidRPr="000E4CEF">
        <w:rPr>
          <w:rtl/>
        </w:rPr>
        <w:t>(2)</w:t>
      </w:r>
      <w:r>
        <w:rPr>
          <w:rtl/>
          <w:lang w:bidi="fa-IR"/>
        </w:rPr>
        <w:t xml:space="preserve"> سورة البقرة / 282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283</w:t>
      </w:r>
      <w:r w:rsidR="00343D55">
        <w:rPr>
          <w:rtl/>
          <w:lang w:bidi="fa-IR"/>
        </w:rPr>
        <w:t>.</w:t>
      </w:r>
    </w:p>
    <w:p w:rsidR="000E4CEF" w:rsidRDefault="000E4CEF" w:rsidP="000E4CEF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B15994">
      <w:pPr>
        <w:pStyle w:val="libNormal0"/>
        <w:rPr>
          <w:lang w:bidi="fa-IR"/>
        </w:rPr>
      </w:pPr>
      <w:r>
        <w:rPr>
          <w:rtl/>
          <w:lang w:bidi="fa-IR"/>
        </w:rPr>
        <w:lastRenderedPageBreak/>
        <w:t>النّفوس وتلف الأموال ، والإضرار بالبدن والنّسل حتّى أنّ دولة أميركا حرّمته بعد مضي أكثر من ألف وثلاثمئة سنة من تحريم الإسلام ! وفي القمار من تلف الأموال وهياج الشرّ ! وفي الغيبة والنّميمة من حصول العداوات والفتن ، والإخلال بالمجتمع البشري !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يكتفِ الشرع الإسلامي في جملةٍ من ال</w:t>
      </w:r>
      <w:r w:rsidR="00B15994">
        <w:rPr>
          <w:rFonts w:hint="cs"/>
          <w:rtl/>
          <w:lang w:bidi="fa-IR"/>
        </w:rPr>
        <w:t>ـ</w:t>
      </w:r>
      <w:r>
        <w:rPr>
          <w:rtl/>
          <w:lang w:bidi="fa-IR"/>
        </w:rPr>
        <w:t>مُحرّمات بالنّهي والتحريم والعقاب في الآخرة حتّى فرض عليها التأديب والعقوبة في الدنيا ؛ فأوجب الحدَّ على الزاني بالضرب أو الرجم ، وعلى شارب الخمر بالضرب ، وعلى السّارق بقطع اليد ، وعلى مخالف العهد واليمين بغرامة ماليّة ، وفرض العقوبات التأديبيّة غير المحدودة في شتّى المواضع ، وأباح كلَّ لذَّة وزينة وتنعّم في الدُّنيا لا تخلّ بالآداب ، ولا تضرّ بالمجتمع الإنساني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واعتنى الشرع الإسلامي بالمرأة عنايةً كبيرةً حتّى نزلت في القرآن الكريم سورة أكثرها في الوصاية بالنّساء والعناية باُمورهنّ ؛ فسُمّيت : سورة النّساء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وأوجب على الزوج القيام بكلِّ ما تحتاج إليه الزوجة من إسكانٍ وإخدام ، وكسوةٍ وطعام ، وجعل نفقتها مقدّمةً على نفقة أبويه ، العظيمُ حقُّهما عليه ، وعلى نفقة أولاده ، وأوجب معاشرتها بالمعروف : </w:t>
      </w:r>
      <w:r w:rsidRPr="00B15994">
        <w:rPr>
          <w:rStyle w:val="libAlaemChar"/>
          <w:rtl/>
        </w:rPr>
        <w:t>(</w:t>
      </w:r>
      <w:r w:rsidRPr="00B15994">
        <w:rPr>
          <w:rStyle w:val="libAieChar"/>
          <w:rtl/>
        </w:rPr>
        <w:t xml:space="preserve"> وَعَاشِرُوهُنَّ بِالْمَعْرُوفِ </w:t>
      </w:r>
      <w:r w:rsidRPr="00B15994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وأبطل العادات الجائرة التي سنّتها الجاهليّة في حقّ النّساء ؛ فكان الرجل إذا زوّج أمةً أخذ صداقها دونها ، وكانوا لا يورّثون المرأة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وأكدّ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الوصاية بالمرأة في مواضع كثيرة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 يضيِّقْ الدِّين الإسلامي على المرأة فيما يجلب ترويح النّفس ، مع مراعاة الحشمة والآداب ، والبعد عمّا يوجب الظنّة والارتياب ، وعدم الاختلاط بالأجانب ومجانبة ما يوقع في الفساد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فالإسلام قد أكرم المرأة كرامةً ليس عليها من مزيد ، وصانها الصيانة التي تليق بكرامتها</w:t>
      </w:r>
      <w:r w:rsidR="00343D55">
        <w:rPr>
          <w:rtl/>
          <w:lang w:bidi="fa-IR"/>
        </w:rPr>
        <w:t>.</w:t>
      </w:r>
    </w:p>
    <w:p w:rsidR="00B15994" w:rsidRDefault="00B15994" w:rsidP="00B15994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B15994">
      <w:pPr>
        <w:pStyle w:val="libFootnote0"/>
        <w:rPr>
          <w:lang w:bidi="fa-IR"/>
        </w:rPr>
      </w:pPr>
      <w:r w:rsidRPr="00B15994">
        <w:rPr>
          <w:rtl/>
        </w:rPr>
        <w:t>(1)</w:t>
      </w:r>
      <w:r>
        <w:rPr>
          <w:rtl/>
          <w:lang w:bidi="fa-IR"/>
        </w:rPr>
        <w:t xml:space="preserve"> سورة النّساء / 19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أمّا الذين يدعون إلى السّفور وهتك الحجاب ، واختلاط الرجال بالنّساء ، فهم الذين يُريدون أنْ لا يكون بين بني آدم وحوّاء وبين البهائم فرق ، والذين يُريدون أنْ يتّخذوا لأنفسهم طريقاً سهلةً ، ووسيلةً قريبةً لقضاء شهواتهم والوصول إلى لذّاتهم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فأيّ أحكام عباديّة واجتماعيّة ، وسياسيّة وأخلاقيّة أسمى وأرقى ، وأنفع وأجمع ، وأصلح وأنجع ، وأسهل وأعدل ، وأنزه وأرفه وأقرب إلى تهذيب الأخلاق وسعادة البشر وهناء العيش من هذه الأحكام ؟ أمْ أيّ أحكام تُدانيها في جميع الشرائع والأديان ؟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ولِما في هذا الدِّين من محاسن وموافقة أحكامه للعقول وسهولتها وسماحتها ، ولِما في تعاليمه من السّموِّ والحزم والجدّ ، دخل النّاس فيه أفواجاً ، وقضى أهله على أعظم ممالك الأرض ؛ مملكة الأكاسرة ومملكة الروم ، واخترق شرق الأرض وغربها ودخل جميع أقاليمها وأقطارها ، ودانت به الاُمم على اختلاف عناصرها ولغاتها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وأصبح هذا الرجل الذي فرّ من مكّة مستخفياً ، وأصحابه يُعذّبون ، يدخل مكّة بأصحابه هؤلاء ظاهراً على رغم جبابرة قريش ، فاتحاً لها ، مالكاً رقاب أهلها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وسمت نفسه إلى مكاتبة ملوك الأرض ؛ كسرى وقيصر ومَن دونهما ، ودعاهم إلى الإسلام ، وظهر دينه على الدِّين كلّه كما وعده ربّه ، وفتح أتباعه ممالك الدُّنيا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ولمْ يقمْ هذا الدِّين بالسّيف والقهر كما يُصوّره أعداؤه ؛ بل كما قال الله تعالى : </w:t>
      </w:r>
      <w:r w:rsidRPr="00564D16">
        <w:rPr>
          <w:rStyle w:val="libAlaemChar"/>
          <w:rtl/>
        </w:rPr>
        <w:t>(</w:t>
      </w:r>
      <w:r w:rsidRPr="00564D16">
        <w:rPr>
          <w:rStyle w:val="libAieChar"/>
          <w:rtl/>
        </w:rPr>
        <w:t xml:space="preserve"> ادْعُ إِلَى‏ سَبِيلِ رَبّكَ بِالْحِكْمَةِ وَالْمَوْعِظَةِ الْحَسَنَةِ وَجَادِلْهُم بِالّتِي هِيَ أَحْسَن</w:t>
      </w:r>
      <w:r w:rsidRPr="00F25DDC">
        <w:rPr>
          <w:rStyle w:val="libAieChar"/>
          <w:rtl/>
        </w:rPr>
        <w:t xml:space="preserve">ُ </w:t>
      </w:r>
      <w:r w:rsidRPr="00564D16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</w:t>
      </w:r>
      <w:r w:rsidRPr="00564D16">
        <w:rPr>
          <w:rStyle w:val="libAlaemChar"/>
          <w:rtl/>
        </w:rPr>
        <w:t>(</w:t>
      </w:r>
      <w:r w:rsidR="00564D16" w:rsidRPr="00564D16">
        <w:rPr>
          <w:rStyle w:val="libAieChar"/>
          <w:rtl/>
        </w:rPr>
        <w:t xml:space="preserve"> ل</w:t>
      </w:r>
      <w:r w:rsidR="00564D16" w:rsidRPr="00564D16">
        <w:rPr>
          <w:rStyle w:val="libAieChar"/>
          <w:rFonts w:hint="cs"/>
          <w:rtl/>
        </w:rPr>
        <w:t>َ</w:t>
      </w:r>
      <w:r w:rsidR="00564D16" w:rsidRPr="00564D16">
        <w:rPr>
          <w:rStyle w:val="libAieChar"/>
          <w:rtl/>
        </w:rPr>
        <w:t>ا</w:t>
      </w:r>
      <w:r w:rsidRPr="00564D16">
        <w:rPr>
          <w:rStyle w:val="libAieChar"/>
          <w:rtl/>
        </w:rPr>
        <w:t xml:space="preserve"> إِكْرَاهَ فِي الدّينِ قَد تَبَيّنَ الرّشْدُ من الْغَيّ فَمَن يَكْفُرْ بِالطّاغُوتِ وَيُؤْمن بِاللّهِ فَقَدِ اسْتَمْسَ</w:t>
      </w:r>
      <w:r w:rsidR="00564D16" w:rsidRPr="00564D16">
        <w:rPr>
          <w:rStyle w:val="libAieChar"/>
          <w:rtl/>
        </w:rPr>
        <w:t>كَ بِالْعُرْوَةِ الْوُثْقَى‏ ل</w:t>
      </w:r>
      <w:r w:rsidR="00564D16" w:rsidRPr="00564D16">
        <w:rPr>
          <w:rStyle w:val="libAieChar"/>
          <w:rFonts w:hint="cs"/>
          <w:rtl/>
        </w:rPr>
        <w:t>َ</w:t>
      </w:r>
      <w:r w:rsidR="00564D16" w:rsidRPr="00564D16">
        <w:rPr>
          <w:rStyle w:val="libAieChar"/>
          <w:rtl/>
        </w:rPr>
        <w:t>ا</w:t>
      </w:r>
      <w:r w:rsidRPr="00564D16">
        <w:rPr>
          <w:rStyle w:val="libAieChar"/>
          <w:rtl/>
        </w:rPr>
        <w:t xml:space="preserve"> انفِصَامَ لَهَا وَاللّهُ سَمِيعٌ عَلِيمٌ</w:t>
      </w:r>
      <w:r w:rsidRPr="00564D16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يحارب أهل مكّة والعرب حتّى حاربوه وأرادوا قتله وأخرجوه ، وأقرّ أهل الأديان التي نزلت بها الكتب السّماويّة على أديانهم ، ولمْ يجبرهم على الدخول في الإسلام ، وأجبر الوثنيّين على ذلك</w:t>
      </w:r>
      <w:r w:rsidR="00343D55">
        <w:rPr>
          <w:rtl/>
          <w:lang w:bidi="fa-IR"/>
        </w:rPr>
        <w:t>.</w:t>
      </w:r>
    </w:p>
    <w:p w:rsidR="00564D16" w:rsidRDefault="00564D16" w:rsidP="00564D16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F25DDC">
      <w:pPr>
        <w:pStyle w:val="libFootnote0"/>
        <w:rPr>
          <w:lang w:bidi="fa-IR"/>
        </w:rPr>
      </w:pPr>
      <w:r w:rsidRPr="00F25DDC">
        <w:rPr>
          <w:rtl/>
        </w:rPr>
        <w:t>(1)</w:t>
      </w:r>
      <w:r>
        <w:rPr>
          <w:rtl/>
          <w:lang w:bidi="fa-IR"/>
        </w:rPr>
        <w:t xml:space="preserve"> سورة النّحل / 125</w:t>
      </w:r>
      <w:r w:rsidR="00343D55">
        <w:rPr>
          <w:rtl/>
          <w:lang w:bidi="fa-IR"/>
        </w:rPr>
        <w:t>.</w:t>
      </w:r>
    </w:p>
    <w:p w:rsidR="00800C80" w:rsidRDefault="00C92D11" w:rsidP="00F25DDC">
      <w:pPr>
        <w:pStyle w:val="libFootnote0"/>
        <w:rPr>
          <w:lang w:bidi="fa-IR"/>
        </w:rPr>
      </w:pPr>
      <w:r w:rsidRPr="00F25DDC">
        <w:rPr>
          <w:rtl/>
        </w:rPr>
        <w:t>(2)</w:t>
      </w:r>
      <w:r>
        <w:rPr>
          <w:rtl/>
          <w:lang w:bidi="fa-IR"/>
        </w:rPr>
        <w:t xml:space="preserve"> سورة البقرة / 256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 xml:space="preserve">ولمْ يكن تأخُّرُ أتباع هذا الدين وضعفهم ناشئاً إلاّ عن عدم تمسّكهم بتعاليم دينهم ، ولمْ يكن فتح العدو لبلادهم إلاّ لتهاونهم بما أمر الله تعالى به ، بقوله : </w:t>
      </w:r>
      <w:r w:rsidRPr="004A32D2">
        <w:rPr>
          <w:rStyle w:val="libAlaemChar"/>
          <w:rtl/>
        </w:rPr>
        <w:t>(</w:t>
      </w:r>
      <w:r w:rsidRPr="004A32D2">
        <w:rPr>
          <w:rStyle w:val="libAieChar"/>
          <w:rtl/>
        </w:rPr>
        <w:t xml:space="preserve"> وَأَعِدّوا لَهُم مَا استَطَعْتُم من قُوّةٍ وَمن رِبَاطِ الْخَيْلِ </w:t>
      </w:r>
      <w:r w:rsidRPr="004A32D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(1)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وعدم فهمهم مغزى قوله تعالى : </w:t>
      </w:r>
      <w:r w:rsidRPr="004A32D2">
        <w:rPr>
          <w:rStyle w:val="libAlaemChar"/>
          <w:rtl/>
        </w:rPr>
        <w:t>(</w:t>
      </w:r>
      <w:r w:rsidRPr="004A32D2">
        <w:rPr>
          <w:rStyle w:val="libAieChar"/>
          <w:rtl/>
        </w:rPr>
        <w:t xml:space="preserve"> وَأَنزَلْنَا الْحَدِيدَ فِيهِ بَأْسٌ شَدِيدٌ وَمَنَافِعُ لِلنّاسِ وَلِيَعْلَمَ اللّهُ مَن يَنصُرُهُ وَرُسُلَهُ بِالْغَيْبِ إِنّ اللّهَ قَوِيّ عَزِيزٌ </w:t>
      </w:r>
      <w:r w:rsidRPr="004A32D2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(2)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يطلب النّبي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على ما أسداه إلينا من هذه النّعم العظيمة ، وكابده من المحن في</w:t>
      </w:r>
      <w:r w:rsidR="00BF1448">
        <w:rPr>
          <w:rtl/>
          <w:lang w:bidi="fa-IR"/>
        </w:rPr>
        <w:t xml:space="preserve"> سبيل تبليغ الرسالة أجراً ، إل</w:t>
      </w:r>
      <w:r w:rsidR="00BF1448">
        <w:rPr>
          <w:rFonts w:hint="cs"/>
          <w:rtl/>
          <w:lang w:bidi="fa-IR"/>
        </w:rPr>
        <w:t>ّ</w:t>
      </w:r>
      <w:r w:rsidR="00BF1448">
        <w:rPr>
          <w:rtl/>
          <w:lang w:bidi="fa-IR"/>
        </w:rPr>
        <w:t xml:space="preserve">ا المودّة في القربى : </w:t>
      </w:r>
      <w:r w:rsidR="00BF1448" w:rsidRPr="00BF1448">
        <w:rPr>
          <w:rStyle w:val="libAlaemChar"/>
          <w:rtl/>
        </w:rPr>
        <w:t>(</w:t>
      </w:r>
      <w:r w:rsidR="00BF1448" w:rsidRPr="00BF1448">
        <w:rPr>
          <w:rStyle w:val="libAieChar"/>
          <w:rtl/>
        </w:rPr>
        <w:t xml:space="preserve"> قُل ل</w:t>
      </w:r>
      <w:r w:rsidR="00BF1448" w:rsidRPr="00BF1448">
        <w:rPr>
          <w:rStyle w:val="libAieChar"/>
          <w:rFonts w:hint="cs"/>
          <w:rtl/>
        </w:rPr>
        <w:t>َ</w:t>
      </w:r>
      <w:r w:rsidR="00BF1448" w:rsidRPr="00BF1448">
        <w:rPr>
          <w:rStyle w:val="libAieChar"/>
          <w:rtl/>
        </w:rPr>
        <w:t>ا</w:t>
      </w:r>
      <w:r w:rsidRPr="00BF1448">
        <w:rPr>
          <w:rStyle w:val="libAieChar"/>
          <w:rtl/>
        </w:rPr>
        <w:t xml:space="preserve"> أَس</w:t>
      </w:r>
      <w:r w:rsidR="00BF1448" w:rsidRPr="00BF1448">
        <w:rPr>
          <w:rStyle w:val="libAieChar"/>
          <w:rtl/>
        </w:rPr>
        <w:t>ْأَلُكُمْ عَلَيْهِ أَجْراً إِل</w:t>
      </w:r>
      <w:r w:rsidR="00BF1448" w:rsidRPr="00BF1448">
        <w:rPr>
          <w:rStyle w:val="libAieChar"/>
          <w:rFonts w:hint="cs"/>
          <w:rtl/>
        </w:rPr>
        <w:t>ّ</w:t>
      </w:r>
      <w:r w:rsidR="00BF1448" w:rsidRPr="00BF1448">
        <w:rPr>
          <w:rStyle w:val="libAieChar"/>
          <w:rtl/>
        </w:rPr>
        <w:t>ا</w:t>
      </w:r>
      <w:r w:rsidRPr="00BF1448">
        <w:rPr>
          <w:rStyle w:val="libAieChar"/>
          <w:rtl/>
        </w:rPr>
        <w:t xml:space="preserve"> الْمَوَدّةَ فِي الْقُرْبَى</w:t>
      </w:r>
      <w:r w:rsidRPr="00BF1448">
        <w:rPr>
          <w:rStyle w:val="libAlaemChar"/>
          <w:rtl/>
        </w:rPr>
        <w:t>)</w:t>
      </w:r>
      <w:r w:rsidRPr="00800C80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عن ابن عبّاس : ل</w:t>
      </w:r>
      <w:r w:rsidR="001505D3">
        <w:rPr>
          <w:rFonts w:hint="cs"/>
          <w:rtl/>
          <w:lang w:bidi="fa-IR"/>
        </w:rPr>
        <w:t>ـ</w:t>
      </w:r>
      <w:r>
        <w:rPr>
          <w:rtl/>
          <w:lang w:bidi="fa-IR"/>
        </w:rPr>
        <w:t>مّا نزلت هذه الآية ، قالوا : يا رسول الله ، مَن هؤلاء الذين أمرنا الله بمودَّتهم ؟ قال : (( عليٌّ وفاطمةٌ وولْدُهما ))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وروى الحاكم في كتاب شواهد التنزيل : قال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: (( لو أنّ عبداً عبد الله بين الصفا والمروة ألف عام ، ثمّ ألف عام ، ثمّ ألف عام حتّى يصير كالشّن البالي ، ثمّ لمْ يُدرك محبَّتنا ، أكبّه الله على منخريه في</w:t>
      </w:r>
      <w:r w:rsidR="001505D3">
        <w:rPr>
          <w:rtl/>
          <w:lang w:bidi="fa-IR"/>
        </w:rPr>
        <w:t xml:space="preserve"> النّار ))</w:t>
      </w:r>
      <w:r w:rsidR="00343D55">
        <w:rPr>
          <w:rtl/>
          <w:lang w:bidi="fa-IR"/>
        </w:rPr>
        <w:t>.</w:t>
      </w:r>
      <w:r w:rsidR="001505D3">
        <w:rPr>
          <w:rtl/>
          <w:lang w:bidi="fa-IR"/>
        </w:rPr>
        <w:t xml:space="preserve"> ثمّ تلا : </w:t>
      </w:r>
      <w:r w:rsidR="001505D3" w:rsidRPr="001505D3">
        <w:rPr>
          <w:rStyle w:val="libAlaemChar"/>
          <w:rtl/>
        </w:rPr>
        <w:t>(</w:t>
      </w:r>
      <w:r w:rsidR="001505D3" w:rsidRPr="001505D3">
        <w:rPr>
          <w:rStyle w:val="libAieChar"/>
          <w:rtl/>
        </w:rPr>
        <w:t xml:space="preserve"> قُل ل</w:t>
      </w:r>
      <w:r w:rsidR="001505D3" w:rsidRPr="001505D3">
        <w:rPr>
          <w:rStyle w:val="libAieChar"/>
          <w:rFonts w:hint="cs"/>
          <w:rtl/>
        </w:rPr>
        <w:t>َ</w:t>
      </w:r>
      <w:r w:rsidR="001505D3" w:rsidRPr="001505D3">
        <w:rPr>
          <w:rStyle w:val="libAieChar"/>
          <w:rtl/>
        </w:rPr>
        <w:t>ا</w:t>
      </w:r>
      <w:r w:rsidRPr="001505D3">
        <w:rPr>
          <w:rStyle w:val="libAieChar"/>
          <w:rtl/>
        </w:rPr>
        <w:t xml:space="preserve"> أَس</w:t>
      </w:r>
      <w:r w:rsidR="001505D3" w:rsidRPr="001505D3">
        <w:rPr>
          <w:rStyle w:val="libAieChar"/>
          <w:rtl/>
        </w:rPr>
        <w:t>ْأَلُكُمْ عَلَيْهِ أَجْراً إِل</w:t>
      </w:r>
      <w:r w:rsidR="001505D3" w:rsidRPr="001505D3">
        <w:rPr>
          <w:rStyle w:val="libAieChar"/>
          <w:rFonts w:hint="cs"/>
          <w:rtl/>
        </w:rPr>
        <w:t>ّ</w:t>
      </w:r>
      <w:r w:rsidR="001505D3" w:rsidRPr="001505D3">
        <w:rPr>
          <w:rStyle w:val="libAieChar"/>
          <w:rtl/>
        </w:rPr>
        <w:t>ا</w:t>
      </w:r>
      <w:r w:rsidRPr="001505D3">
        <w:rPr>
          <w:rStyle w:val="libAieChar"/>
          <w:rtl/>
        </w:rPr>
        <w:t xml:space="preserve"> الْمَوَدّةَ فِي الْقُرْبَى </w:t>
      </w:r>
      <w:r w:rsidRPr="001505D3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وروي عن علي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، قال : (( فينا في آل حم آية ، لا يحفظ مودَّتنا إلاّ كلّ مؤمن ))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ثمّ قرأ هذه الآية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وإلى هذا أشار الكميت بقوله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3"/>
        <w:gridCol w:w="272"/>
        <w:gridCol w:w="3505"/>
      </w:tblGrid>
      <w:tr w:rsidR="00242B88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242B88" w:rsidRDefault="00242B88" w:rsidP="00B80445">
            <w:pPr>
              <w:pStyle w:val="libPoem"/>
            </w:pPr>
            <w:r>
              <w:rPr>
                <w:rtl/>
                <w:lang w:bidi="fa-IR"/>
              </w:rPr>
              <w:t>وجدنَا لكُمْ في آلَ حاميمَ آيةً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2B88" w:rsidRDefault="00242B88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2B88" w:rsidRDefault="00242B88" w:rsidP="00B80445">
            <w:pPr>
              <w:pStyle w:val="libPoem"/>
            </w:pPr>
            <w:r>
              <w:rPr>
                <w:rtl/>
                <w:lang w:bidi="fa-IR"/>
              </w:rPr>
              <w:t>تأوَّلها منَّا تقيٌّ ومُعربُ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المؤلف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5"/>
        <w:gridCol w:w="272"/>
        <w:gridCol w:w="3493"/>
      </w:tblGrid>
      <w:tr w:rsidR="00242B88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242B88" w:rsidRDefault="003263CE" w:rsidP="00B80445">
            <w:pPr>
              <w:pStyle w:val="libPoem"/>
            </w:pPr>
            <w:r>
              <w:rPr>
                <w:rtl/>
                <w:lang w:bidi="fa-IR"/>
              </w:rPr>
              <w:t>أنتمْ وُلاةُ الورَى حقّاً وحُبُّكمُ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2B88" w:rsidRDefault="00242B88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2B88" w:rsidRDefault="003263CE" w:rsidP="00B80445">
            <w:pPr>
              <w:pStyle w:val="libPoem"/>
            </w:pPr>
            <w:r>
              <w:rPr>
                <w:rtl/>
                <w:lang w:bidi="fa-IR"/>
              </w:rPr>
              <w:t>فرضٌ أكيدٌ بنصِّ الذّكرِ قدْ وَجَبا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أيضاً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9"/>
        <w:gridCol w:w="272"/>
        <w:gridCol w:w="3509"/>
      </w:tblGrid>
      <w:tr w:rsidR="00242B88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242B88" w:rsidRDefault="005E59E7" w:rsidP="00B80445">
            <w:pPr>
              <w:pStyle w:val="libPoem"/>
            </w:pPr>
            <w:r>
              <w:rPr>
                <w:rtl/>
                <w:lang w:bidi="fa-IR"/>
              </w:rPr>
              <w:t>وقدْ فرضَ الرَّحمنُ حُبَّهمُ على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2B88" w:rsidRDefault="00242B88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2B88" w:rsidRDefault="005E59E7" w:rsidP="00B80445">
            <w:pPr>
              <w:pStyle w:val="libPoem"/>
            </w:pPr>
            <w:r>
              <w:rPr>
                <w:rtl/>
                <w:lang w:bidi="fa-IR"/>
              </w:rPr>
              <w:t>جميعِ البرايَا في الكتابِ وأوجَبا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وحسبك قول الإمام الشافعي محمّد بن إدريس في ذلك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242B88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242B88" w:rsidRDefault="005E59E7" w:rsidP="00B80445">
            <w:pPr>
              <w:pStyle w:val="libPoem"/>
            </w:pPr>
            <w:r>
              <w:rPr>
                <w:rtl/>
                <w:lang w:bidi="fa-IR"/>
              </w:rPr>
              <w:t>يا أهلَ بيتِ رسولِ اللهِ حُبُّكمُ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2B88" w:rsidRDefault="00242B88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2B88" w:rsidRDefault="005E59E7" w:rsidP="00B80445">
            <w:pPr>
              <w:pStyle w:val="libPoem"/>
            </w:pPr>
            <w:r>
              <w:rPr>
                <w:rtl/>
                <w:lang w:bidi="fa-IR"/>
              </w:rPr>
              <w:t>فرضٌ منَ اللهِ في القُرآنِ أنزَلَهُ</w:t>
            </w:r>
            <w:r w:rsidR="00242B8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2B88" w:rsidRDefault="00242B88" w:rsidP="00242B88">
      <w:pPr>
        <w:pStyle w:val="libLine"/>
        <w:rPr>
          <w:rFonts w:hint="cs"/>
          <w:rtl/>
          <w:lang w:bidi="fa-IR"/>
        </w:rPr>
      </w:pPr>
      <w:r w:rsidRPr="00266BFE">
        <w:rPr>
          <w:rtl/>
          <w:lang w:bidi="fa-IR"/>
        </w:rPr>
        <w:t>___________________</w:t>
      </w:r>
    </w:p>
    <w:p w:rsidR="00800C80" w:rsidRDefault="00C92D11" w:rsidP="00066FA9">
      <w:pPr>
        <w:pStyle w:val="libFootnote0"/>
        <w:rPr>
          <w:lang w:bidi="fa-IR"/>
        </w:rPr>
      </w:pPr>
      <w:r w:rsidRPr="00066FA9">
        <w:rPr>
          <w:rtl/>
        </w:rPr>
        <w:t>(1)</w:t>
      </w:r>
      <w:r>
        <w:rPr>
          <w:rtl/>
          <w:lang w:bidi="fa-IR"/>
        </w:rPr>
        <w:t xml:space="preserve"> سورة الأنفال /60</w:t>
      </w:r>
      <w:r w:rsidR="00343D55">
        <w:rPr>
          <w:rtl/>
          <w:lang w:bidi="fa-IR"/>
        </w:rPr>
        <w:t>.</w:t>
      </w:r>
    </w:p>
    <w:p w:rsidR="00800C80" w:rsidRDefault="00C92D11" w:rsidP="00066FA9">
      <w:pPr>
        <w:pStyle w:val="libFootnote0"/>
        <w:rPr>
          <w:lang w:bidi="fa-IR"/>
        </w:rPr>
      </w:pPr>
      <w:r w:rsidRPr="00066FA9">
        <w:rPr>
          <w:rtl/>
        </w:rPr>
        <w:t>(2)</w:t>
      </w:r>
      <w:r>
        <w:rPr>
          <w:rtl/>
          <w:lang w:bidi="fa-IR"/>
        </w:rPr>
        <w:t xml:space="preserve"> سورة الحديد / 25</w:t>
      </w:r>
      <w:r w:rsidR="00343D55">
        <w:rPr>
          <w:rtl/>
          <w:lang w:bidi="fa-IR"/>
        </w:rPr>
        <w:t>.</w:t>
      </w:r>
    </w:p>
    <w:p w:rsidR="00800C80" w:rsidRDefault="00C92D11" w:rsidP="00066FA9">
      <w:pPr>
        <w:pStyle w:val="libFootnote0"/>
        <w:rPr>
          <w:lang w:bidi="fa-IR"/>
        </w:rPr>
      </w:pPr>
      <w:r w:rsidRPr="00066FA9">
        <w:rPr>
          <w:rtl/>
        </w:rPr>
        <w:t>(3)</w:t>
      </w:r>
      <w:r>
        <w:rPr>
          <w:rtl/>
          <w:lang w:bidi="fa-IR"/>
        </w:rPr>
        <w:t xml:space="preserve"> سورة الشورى / 23</w:t>
      </w:r>
      <w:r w:rsidR="00343D55">
        <w:rPr>
          <w:rtl/>
          <w:lang w:bidi="fa-IR"/>
        </w:rPr>
        <w:t>.</w:t>
      </w:r>
    </w:p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8"/>
        <w:gridCol w:w="272"/>
        <w:gridCol w:w="3500"/>
      </w:tblGrid>
      <w:tr w:rsidR="00C038A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lastRenderedPageBreak/>
              <w:t>كفاكُمُ من عظيمِ القدرِ أنَّكُمُ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t>مَنْ لا يُصلِّي عليكُمْ لا صلاةَ 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الشيخ مُحي الدِّين بن عربي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C038AC" w:rsidTr="00C038AC">
        <w:trPr>
          <w:trHeight w:val="350"/>
        </w:trPr>
        <w:tc>
          <w:tcPr>
            <w:tcW w:w="3536" w:type="dxa"/>
            <w:shd w:val="clear" w:color="auto" w:fill="auto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t>رأيتُ ولائي آلَ طه فريضةً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t>على رغمِ أهلِ البُعدِ يُورثُني القُرْبا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8AC" w:rsidTr="00C038AC">
        <w:tblPrEx>
          <w:tblLook w:val="04A0"/>
        </w:tblPrEx>
        <w:trPr>
          <w:trHeight w:val="350"/>
        </w:trPr>
        <w:tc>
          <w:tcPr>
            <w:tcW w:w="3536" w:type="dxa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t>فما طلبَ المبعوثُ أجراً على الهُدى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8AC" w:rsidRDefault="00C038AC" w:rsidP="00B80445">
            <w:pPr>
              <w:pStyle w:val="libPoem"/>
            </w:pPr>
            <w:r>
              <w:rPr>
                <w:rtl/>
                <w:lang w:bidi="fa-IR"/>
              </w:rPr>
              <w:t>بتبليغِهِ إل</w:t>
            </w:r>
            <w:r>
              <w:rPr>
                <w:rFonts w:hint="cs"/>
                <w:rtl/>
                <w:lang w:bidi="fa-IR"/>
              </w:rPr>
              <w:t>ّ</w:t>
            </w:r>
            <w:r>
              <w:rPr>
                <w:rtl/>
                <w:lang w:bidi="fa-IR"/>
              </w:rPr>
              <w:t>ا الموَدَّةَ في القُربى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ولكن هذه الاُمّة لمْ تُجازِ رسول الله (</w:t>
      </w:r>
      <w:r w:rsidR="00C638D3" w:rsidRPr="00C638D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على تبليغ الرسالة بالمودّة في قُرباه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كما أمرها الله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بل بالبغضة والشنآن ، والمحاربة والعدوان ، والقتل والأسر ، وجرّعتهم الغصص ، وأذاقتهم أنواع البلايا والمحن ؛ فحاربت ابن عمّه عليّاً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وآل أمرها إلى أنْ قتلته وهو يصلّي في محرابه ، وسبّته على منابر الإسلام عشرات الأعوام في الأعياد والجماعات ،</w:t>
      </w:r>
      <w:r w:rsidR="006E0224">
        <w:rPr>
          <w:rtl/>
          <w:lang w:bidi="fa-IR"/>
        </w:rPr>
        <w:t xml:space="preserve"> وما قامت أعواد تلك المنابر إل</w:t>
      </w:r>
      <w:r w:rsidR="006E0224">
        <w:rPr>
          <w:rFonts w:hint="cs"/>
          <w:rtl/>
          <w:lang w:bidi="fa-IR"/>
        </w:rPr>
        <w:t>ّ</w:t>
      </w:r>
      <w:r w:rsidR="006E0224">
        <w:rPr>
          <w:rtl/>
          <w:lang w:bidi="fa-IR"/>
        </w:rPr>
        <w:t>ا</w:t>
      </w:r>
      <w:r>
        <w:rPr>
          <w:rtl/>
          <w:lang w:bidi="fa-IR"/>
        </w:rPr>
        <w:t xml:space="preserve"> بسيفه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1"/>
        <w:gridCol w:w="272"/>
        <w:gridCol w:w="3507"/>
      </w:tblGrid>
      <w:tr w:rsidR="00C038A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038AC" w:rsidRDefault="006E0224" w:rsidP="00B80445">
            <w:pPr>
              <w:pStyle w:val="libPoem"/>
            </w:pPr>
            <w:r>
              <w:rPr>
                <w:rtl/>
                <w:lang w:bidi="fa-IR"/>
              </w:rPr>
              <w:t>أعلَى المنابرِ تُعلنونَ بسبِّهِ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38AC" w:rsidRDefault="006E0224" w:rsidP="00B80445">
            <w:pPr>
              <w:pStyle w:val="libPoem"/>
            </w:pPr>
            <w:r>
              <w:rPr>
                <w:rtl/>
                <w:lang w:bidi="fa-IR"/>
              </w:rPr>
              <w:t>وبسيفِهِ نُصبَتْ لكُمْ أعوادُهَا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وقتلت ولده الحسن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أحد السّبطين بالسّمِّ ، ومنعت من دفنه عند جدّه ، وقتلت ولده الحسين (</w:t>
      </w:r>
      <w:r w:rsidR="00800C80" w:rsidRPr="00800C80">
        <w:rPr>
          <w:rStyle w:val="libAlaemChar"/>
          <w:rtl/>
        </w:rPr>
        <w:t>عليه‌السلام</w:t>
      </w:r>
      <w:r>
        <w:rPr>
          <w:rtl/>
          <w:lang w:bidi="fa-IR"/>
        </w:rPr>
        <w:t>) ثاني السّبطين بالسّيف ، غريباً ظامياً ، وحيداً فريداً ، بعدما قتلت أنصاره وسبعة عشر رجلاً من أهل بيته ، ليس لهم على وجه الأرض شبيه ، وقدّمت عليه يزيد السّكّير الخميّر ، صاحب القرود والفهود ، والمتجاهر بالكفر والفجور ، حتّى تطرّق العار إلى هذه الاُمّة بولاية يزيد عليها</w:t>
      </w:r>
      <w:r w:rsidR="00343D55">
        <w:rPr>
          <w:rtl/>
          <w:lang w:bidi="fa-IR"/>
        </w:rPr>
        <w:t>.</w:t>
      </w:r>
    </w:p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وقال أبو العلاء المعري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C038AC" w:rsidTr="00C038AC">
        <w:trPr>
          <w:trHeight w:val="350"/>
        </w:trPr>
        <w:tc>
          <w:tcPr>
            <w:tcW w:w="3536" w:type="dxa"/>
            <w:shd w:val="clear" w:color="auto" w:fill="auto"/>
          </w:tcPr>
          <w:p w:rsidR="00C038AC" w:rsidRDefault="002D3E89" w:rsidP="00B80445">
            <w:pPr>
              <w:pStyle w:val="libPoem"/>
            </w:pPr>
            <w:r>
              <w:rPr>
                <w:rtl/>
                <w:lang w:bidi="fa-IR"/>
              </w:rPr>
              <w:t>أرَى الأيامَ تفعلُ كلَّ نُكرٍ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C038AC" w:rsidRDefault="002D3E89" w:rsidP="00B80445">
            <w:pPr>
              <w:pStyle w:val="libPoem"/>
            </w:pPr>
            <w:r>
              <w:rPr>
                <w:rtl/>
                <w:lang w:bidi="fa-IR"/>
              </w:rPr>
              <w:t>فما أنا في العجائبِ مُستزيدُ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8AC" w:rsidTr="00C038AC">
        <w:tblPrEx>
          <w:tblLook w:val="04A0"/>
        </w:tblPrEx>
        <w:trPr>
          <w:trHeight w:val="350"/>
        </w:trPr>
        <w:tc>
          <w:tcPr>
            <w:tcW w:w="3536" w:type="dxa"/>
          </w:tcPr>
          <w:p w:rsidR="00C038AC" w:rsidRDefault="002D3E89" w:rsidP="00B80445">
            <w:pPr>
              <w:pStyle w:val="libPoem"/>
            </w:pPr>
            <w:r>
              <w:rPr>
                <w:rtl/>
                <w:lang w:bidi="fa-IR"/>
              </w:rPr>
              <w:t>أليسَ قُريشكُمْ قتَلتْ حُسيناً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038AC" w:rsidRDefault="002D3E89" w:rsidP="00B80445">
            <w:pPr>
              <w:pStyle w:val="libPoem"/>
            </w:pPr>
            <w:r>
              <w:rPr>
                <w:rtl/>
                <w:lang w:bidi="fa-IR"/>
              </w:rPr>
              <w:t>وكان علَى خلافتِكُمْ يزيدُ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00C80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t>ولمْ تكتفِ بقتله حتّى سبت نساءه وعياله وأطفاله ، وحملتهم على أقتاب الجِمال من بلد إلى بلد ، ودارت برأسه في البلدان</w:t>
      </w:r>
      <w:r w:rsidR="00343D55"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28"/>
        <w:gridCol w:w="272"/>
        <w:gridCol w:w="3510"/>
      </w:tblGrid>
      <w:tr w:rsidR="00C038AC" w:rsidTr="00B80445">
        <w:trPr>
          <w:trHeight w:val="350"/>
        </w:trPr>
        <w:tc>
          <w:tcPr>
            <w:tcW w:w="3920" w:type="dxa"/>
            <w:shd w:val="clear" w:color="auto" w:fill="auto"/>
          </w:tcPr>
          <w:p w:rsidR="00C038AC" w:rsidRDefault="00910A59" w:rsidP="00B80445">
            <w:pPr>
              <w:pStyle w:val="libPoem"/>
            </w:pPr>
            <w:r>
              <w:rPr>
                <w:rtl/>
                <w:lang w:bidi="fa-IR"/>
              </w:rPr>
              <w:t>لهفي ل</w:t>
            </w:r>
            <w:r>
              <w:rPr>
                <w:rFonts w:hint="cs"/>
                <w:rtl/>
                <w:lang w:bidi="fa-IR"/>
              </w:rPr>
              <w:t>ـ</w:t>
            </w:r>
            <w:r>
              <w:rPr>
                <w:rtl/>
                <w:lang w:bidi="fa-IR"/>
              </w:rPr>
              <w:t>مَنْ وُدُّهمْ أجرُ الرِّسالةِ لمْ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38AC" w:rsidRDefault="00C038AC" w:rsidP="00B8044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38AC" w:rsidRDefault="00910A59" w:rsidP="00B80445">
            <w:pPr>
              <w:pStyle w:val="libPoem"/>
            </w:pPr>
            <w:r>
              <w:rPr>
                <w:rtl/>
                <w:lang w:bidi="fa-IR"/>
              </w:rPr>
              <w:t>يرَوا سِوى علَمِ الشَّحناءِ منْشورَا</w:t>
            </w:r>
            <w:r w:rsidR="00C038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D11" w:rsidRDefault="00800C80" w:rsidP="00C92D11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C92D11" w:rsidRDefault="00C92D11" w:rsidP="00C92D11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وليكن هذا آخر الجزء الثالث من المجالس السَّنيّة في مناقب ومصائب العترة النّبويّة ، ويليه الجزء الرابع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ولمْ نألُ جهداً في اختياره وانتقائه وترتيبه حسبما وصلت إليه مقدرتنا القاصرة ، حتّى جُمع بين دفَّتيه من مهمّات الأخبار والحروب ، والفوائد والاحتجاجات ما لم يجمعه كتاب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والله المسؤول أنْ ينفع به إخوان الدين ، ويجعله خالصاً لوجهه الكريم ، ويحشرنا في زمرة محمّد وآله الطاهرين صلوات الله عليه وعليهم أجمعين</w:t>
      </w:r>
      <w:r w:rsidR="00343D55">
        <w:rPr>
          <w:rtl/>
          <w:lang w:bidi="fa-IR"/>
        </w:rPr>
        <w:t>.</w:t>
      </w:r>
    </w:p>
    <w:p w:rsidR="00343D55" w:rsidRDefault="00C92D11" w:rsidP="00C92D1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ووافق الفراغ منه في شهر ربيع الثاني سنة 1343 من الهجرة ، بمدينة دمشق المحميّة ، ووافق الفراغ من إعادة النّظر فيه ثانياً ، والزيادة عليه وتغيير ترتيبه إلى أحسن ، وتهيئته للطبع للمرّة الثانية عصر يوم الاثنين 13 من شهر رمضان المبارك سنة 1362 ه بمنزلي في دمشق الشام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صانها الله عن طوارق الأيام </w:t>
      </w:r>
      <w:r w:rsidR="00800C80">
        <w:rPr>
          <w:rtl/>
          <w:lang w:bidi="fa-IR"/>
        </w:rPr>
        <w:t>-</w:t>
      </w:r>
      <w:r>
        <w:rPr>
          <w:rtl/>
          <w:lang w:bidi="fa-IR"/>
        </w:rPr>
        <w:t xml:space="preserve"> ، ووافق الفراغ من إعادة النّظر فيه وتهئيته للطبع للمرّة الثالثة ، بقرية الشياح من ضواحي بيروت في أواسط جمادى الأولى سنة 1369 ه</w:t>
      </w:r>
      <w:r w:rsidR="00343D55">
        <w:rPr>
          <w:rtl/>
          <w:lang w:bidi="fa-IR"/>
        </w:rPr>
        <w:t>.</w:t>
      </w:r>
      <w:r>
        <w:rPr>
          <w:rtl/>
          <w:lang w:bidi="fa-IR"/>
        </w:rPr>
        <w:t xml:space="preserve"> وكتب بيده الفانية مؤلفه الفقير إلى عفو ربّه الغني محسن ابن المرحوم السيّد عبد الكريم الأمين الحسيني العاملي نزيل دمشق ، تجاوز الله عن سيئا</w:t>
      </w:r>
      <w:r w:rsidR="00343D55">
        <w:rPr>
          <w:rtl/>
          <w:lang w:bidi="fa-IR"/>
        </w:rPr>
        <w:t>ته ، حامداً مُصليّاً مُسلّماً.</w:t>
      </w:r>
    </w:p>
    <w:p w:rsidR="00800C80" w:rsidRDefault="00C92D11" w:rsidP="00343D55">
      <w:pPr>
        <w:pStyle w:val="libCenter"/>
        <w:rPr>
          <w:lang w:bidi="fa-IR"/>
        </w:rPr>
      </w:pPr>
      <w:r>
        <w:rPr>
          <w:rtl/>
          <w:lang w:bidi="fa-IR"/>
        </w:rPr>
        <w:t>* * *</w:t>
      </w:r>
    </w:p>
    <w:p w:rsidR="00343D55" w:rsidRDefault="00343D55" w:rsidP="00343D55">
      <w:pPr>
        <w:pStyle w:val="libNormal"/>
        <w:rPr>
          <w:lang w:bidi="fa-IR"/>
        </w:rPr>
      </w:pPr>
      <w:r w:rsidRPr="00800C80">
        <w:rPr>
          <w:rStyle w:val="libNormalChar"/>
          <w:rtl/>
          <w:lang w:bidi="fa-IR"/>
        </w:rPr>
        <w:br w:type="page"/>
      </w:r>
    </w:p>
    <w:p w:rsidR="00343D55" w:rsidRDefault="00F610BF" w:rsidP="00F610BF">
      <w:pPr>
        <w:pStyle w:val="Heading2Center"/>
        <w:rPr>
          <w:rFonts w:hint="cs"/>
          <w:rtl/>
          <w:lang w:bidi="fa-IR"/>
        </w:rPr>
      </w:pPr>
      <w:bookmarkStart w:id="68" w:name="_Toc18255881"/>
      <w:r>
        <w:rPr>
          <w:rFonts w:hint="cs"/>
          <w:rtl/>
          <w:lang w:bidi="fa-IR"/>
        </w:rPr>
        <w:lastRenderedPageBreak/>
        <w:t>الفهرس</w:t>
      </w:r>
      <w:bookmarkEnd w:id="68"/>
    </w:p>
    <w:sdt>
      <w:sdtPr>
        <w:id w:val="406511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F610BF" w:rsidRDefault="00F610BF">
          <w:pPr>
            <w:pStyle w:val="TOCHeading"/>
          </w:pPr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25581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والأربعون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1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والخمسون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2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3D71" w:rsidRPr="00C53D71" w:rsidRDefault="00C53D71" w:rsidP="00C53D71">
          <w:pPr>
            <w:pStyle w:val="libNormal"/>
            <w:rPr>
              <w:rStyle w:val="Hyperlink"/>
              <w:noProof/>
              <w:u w:val="none"/>
            </w:rPr>
          </w:pPr>
          <w:r w:rsidRPr="00C53D71">
            <w:rPr>
              <w:rStyle w:val="Hyperlink"/>
              <w:noProof/>
              <w:u w:val="none"/>
            </w:rPr>
            <w:br w:type="page"/>
          </w:r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والستّون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3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المائة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والسّبعون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4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والثمانون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3D71" w:rsidRPr="00C53D71" w:rsidRDefault="00C53D71" w:rsidP="00C53D71">
          <w:pPr>
            <w:pStyle w:val="libNormal"/>
            <w:rPr>
              <w:rStyle w:val="Hyperlink"/>
              <w:noProof/>
              <w:u w:val="none"/>
            </w:rPr>
          </w:pPr>
          <w:r w:rsidRPr="00C53D71">
            <w:rPr>
              <w:rStyle w:val="Hyperlink"/>
              <w:noProof/>
              <w:u w:val="none"/>
            </w:rPr>
            <w:br w:type="page"/>
          </w:r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5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والتسعون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6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الثاني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noProof/>
                <w:vertAlign w:val="superscript"/>
                <w:rtl/>
              </w:rPr>
              <w:t>(1)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2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الثالث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3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الرابع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4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الخامس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5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السّادس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6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السّابع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7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الثامن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8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التاسع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79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العاشر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80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المجلس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الحادي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عشر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F79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المئتين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8255881" w:history="1">
            <w:r w:rsidRPr="008F7954">
              <w:rPr>
                <w:rStyle w:val="Hyperlink"/>
                <w:rFonts w:hint="eastAsia"/>
                <w:noProof/>
                <w:rtl/>
                <w:lang w:bidi="fa-IR"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18255881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610BF" w:rsidRDefault="00F610BF" w:rsidP="00C53D71">
          <w:pPr>
            <w:pStyle w:val="libNormal"/>
          </w:pPr>
          <w:r>
            <w:fldChar w:fldCharType="end"/>
          </w:r>
        </w:p>
      </w:sdtContent>
    </w:sdt>
    <w:sectPr w:rsidR="00F610BF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730" w:rsidRDefault="00575730">
      <w:r>
        <w:separator/>
      </w:r>
    </w:p>
  </w:endnote>
  <w:endnote w:type="continuationSeparator" w:id="0">
    <w:p w:rsidR="00575730" w:rsidRDefault="00575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0B" w:rsidRPr="00460435" w:rsidRDefault="008C3E0B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53D71">
      <w:rPr>
        <w:rFonts w:ascii="Traditional Arabic" w:hAnsi="Traditional Arabic"/>
        <w:noProof/>
        <w:sz w:val="28"/>
        <w:szCs w:val="28"/>
        <w:rtl/>
      </w:rPr>
      <w:t>202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0B" w:rsidRPr="00460435" w:rsidRDefault="008C3E0B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53D71">
      <w:rPr>
        <w:rFonts w:ascii="Traditional Arabic" w:hAnsi="Traditional Arabic"/>
        <w:noProof/>
        <w:sz w:val="28"/>
        <w:szCs w:val="28"/>
        <w:rtl/>
      </w:rPr>
      <w:t>201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0B" w:rsidRPr="00460435" w:rsidRDefault="008C3E0B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F610BF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730" w:rsidRDefault="00575730">
      <w:r>
        <w:separator/>
      </w:r>
    </w:p>
  </w:footnote>
  <w:footnote w:type="continuationSeparator" w:id="0">
    <w:p w:rsidR="00575730" w:rsidRDefault="005757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F33C07"/>
    <w:rsid w:val="00002233"/>
    <w:rsid w:val="00002FB0"/>
    <w:rsid w:val="00004BD4"/>
    <w:rsid w:val="00005A19"/>
    <w:rsid w:val="00011535"/>
    <w:rsid w:val="00011791"/>
    <w:rsid w:val="00022F1B"/>
    <w:rsid w:val="00024DBC"/>
    <w:rsid w:val="000267FE"/>
    <w:rsid w:val="00034A3F"/>
    <w:rsid w:val="00034DB7"/>
    <w:rsid w:val="00040798"/>
    <w:rsid w:val="00041678"/>
    <w:rsid w:val="00041EFB"/>
    <w:rsid w:val="00042F45"/>
    <w:rsid w:val="00042F78"/>
    <w:rsid w:val="00043001"/>
    <w:rsid w:val="00043023"/>
    <w:rsid w:val="00045A4A"/>
    <w:rsid w:val="00054406"/>
    <w:rsid w:val="00056AE4"/>
    <w:rsid w:val="0006216A"/>
    <w:rsid w:val="00066C43"/>
    <w:rsid w:val="00066FA9"/>
    <w:rsid w:val="00067F84"/>
    <w:rsid w:val="00070E50"/>
    <w:rsid w:val="00071C97"/>
    <w:rsid w:val="0007613C"/>
    <w:rsid w:val="000761F7"/>
    <w:rsid w:val="00076A3A"/>
    <w:rsid w:val="00077163"/>
    <w:rsid w:val="00082D69"/>
    <w:rsid w:val="0008640B"/>
    <w:rsid w:val="00090987"/>
    <w:rsid w:val="00090A71"/>
    <w:rsid w:val="00092805"/>
    <w:rsid w:val="00092A0C"/>
    <w:rsid w:val="00095BA6"/>
    <w:rsid w:val="000A57BC"/>
    <w:rsid w:val="000A7750"/>
    <w:rsid w:val="000B2E78"/>
    <w:rsid w:val="000B317D"/>
    <w:rsid w:val="000B3A56"/>
    <w:rsid w:val="000B745B"/>
    <w:rsid w:val="000C0A89"/>
    <w:rsid w:val="000C1F4A"/>
    <w:rsid w:val="000C3257"/>
    <w:rsid w:val="000C60B6"/>
    <w:rsid w:val="000C7722"/>
    <w:rsid w:val="000D0932"/>
    <w:rsid w:val="000D1439"/>
    <w:rsid w:val="000D15DA"/>
    <w:rsid w:val="000D1BDF"/>
    <w:rsid w:val="000D42D0"/>
    <w:rsid w:val="000D4AED"/>
    <w:rsid w:val="000D5FB4"/>
    <w:rsid w:val="000D71B7"/>
    <w:rsid w:val="000E0153"/>
    <w:rsid w:val="000E1D61"/>
    <w:rsid w:val="000E323F"/>
    <w:rsid w:val="000E3F3D"/>
    <w:rsid w:val="000E46E9"/>
    <w:rsid w:val="000E4CEF"/>
    <w:rsid w:val="000E58EB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3EE1"/>
    <w:rsid w:val="00107A6B"/>
    <w:rsid w:val="001106A5"/>
    <w:rsid w:val="0011102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3EF1"/>
    <w:rsid w:val="001243ED"/>
    <w:rsid w:val="00126471"/>
    <w:rsid w:val="00131E66"/>
    <w:rsid w:val="00134B8A"/>
    <w:rsid w:val="001355F4"/>
    <w:rsid w:val="00135E90"/>
    <w:rsid w:val="00136268"/>
    <w:rsid w:val="00136BE3"/>
    <w:rsid w:val="00136E6F"/>
    <w:rsid w:val="00136FE7"/>
    <w:rsid w:val="001422E1"/>
    <w:rsid w:val="0014341C"/>
    <w:rsid w:val="00143EEA"/>
    <w:rsid w:val="001447A6"/>
    <w:rsid w:val="0014610D"/>
    <w:rsid w:val="00147A0A"/>
    <w:rsid w:val="00147ED8"/>
    <w:rsid w:val="001505D3"/>
    <w:rsid w:val="00150B72"/>
    <w:rsid w:val="00151C03"/>
    <w:rsid w:val="00151DA6"/>
    <w:rsid w:val="001531AC"/>
    <w:rsid w:val="00153917"/>
    <w:rsid w:val="00157306"/>
    <w:rsid w:val="0016002F"/>
    <w:rsid w:val="00160F76"/>
    <w:rsid w:val="00163A74"/>
    <w:rsid w:val="00163D83"/>
    <w:rsid w:val="00164767"/>
    <w:rsid w:val="00164810"/>
    <w:rsid w:val="00167ACE"/>
    <w:rsid w:val="001712E1"/>
    <w:rsid w:val="001767EE"/>
    <w:rsid w:val="00176DDE"/>
    <w:rsid w:val="00182258"/>
    <w:rsid w:val="00182700"/>
    <w:rsid w:val="00182CD3"/>
    <w:rsid w:val="0018664D"/>
    <w:rsid w:val="00187017"/>
    <w:rsid w:val="00187246"/>
    <w:rsid w:val="00187F0B"/>
    <w:rsid w:val="001937F7"/>
    <w:rsid w:val="00195052"/>
    <w:rsid w:val="0019610D"/>
    <w:rsid w:val="001A08DC"/>
    <w:rsid w:val="001A0DAA"/>
    <w:rsid w:val="001A1408"/>
    <w:rsid w:val="001A3110"/>
    <w:rsid w:val="001A4C37"/>
    <w:rsid w:val="001A4D9B"/>
    <w:rsid w:val="001A64C2"/>
    <w:rsid w:val="001A6EC0"/>
    <w:rsid w:val="001B07B7"/>
    <w:rsid w:val="001B16FD"/>
    <w:rsid w:val="001B25E4"/>
    <w:rsid w:val="001B4F77"/>
    <w:rsid w:val="001B5182"/>
    <w:rsid w:val="001B577F"/>
    <w:rsid w:val="001B6B73"/>
    <w:rsid w:val="001B702D"/>
    <w:rsid w:val="001B7407"/>
    <w:rsid w:val="001C3D8D"/>
    <w:rsid w:val="001C592B"/>
    <w:rsid w:val="001C5E46"/>
    <w:rsid w:val="001C5EDB"/>
    <w:rsid w:val="001D320D"/>
    <w:rsid w:val="001D3568"/>
    <w:rsid w:val="001D41A1"/>
    <w:rsid w:val="001D5007"/>
    <w:rsid w:val="001D5436"/>
    <w:rsid w:val="001E016E"/>
    <w:rsid w:val="001E25DC"/>
    <w:rsid w:val="001E71D5"/>
    <w:rsid w:val="001F0713"/>
    <w:rsid w:val="001F3DB4"/>
    <w:rsid w:val="001F75B2"/>
    <w:rsid w:val="0020087E"/>
    <w:rsid w:val="00200E9A"/>
    <w:rsid w:val="00202C7B"/>
    <w:rsid w:val="002045CF"/>
    <w:rsid w:val="002054C5"/>
    <w:rsid w:val="002109C8"/>
    <w:rsid w:val="002139CB"/>
    <w:rsid w:val="00214077"/>
    <w:rsid w:val="0021424B"/>
    <w:rsid w:val="00214801"/>
    <w:rsid w:val="0021675C"/>
    <w:rsid w:val="00221675"/>
    <w:rsid w:val="00221DB4"/>
    <w:rsid w:val="0022433E"/>
    <w:rsid w:val="00224964"/>
    <w:rsid w:val="0022560A"/>
    <w:rsid w:val="00226098"/>
    <w:rsid w:val="002267C7"/>
    <w:rsid w:val="00227276"/>
    <w:rsid w:val="0022730F"/>
    <w:rsid w:val="002275DB"/>
    <w:rsid w:val="00227FEE"/>
    <w:rsid w:val="002345D4"/>
    <w:rsid w:val="0023704B"/>
    <w:rsid w:val="00237C0B"/>
    <w:rsid w:val="00241F59"/>
    <w:rsid w:val="0024265C"/>
    <w:rsid w:val="00242B88"/>
    <w:rsid w:val="00243D20"/>
    <w:rsid w:val="00244444"/>
    <w:rsid w:val="00244C2E"/>
    <w:rsid w:val="00250E0A"/>
    <w:rsid w:val="00251E02"/>
    <w:rsid w:val="00254168"/>
    <w:rsid w:val="002568DF"/>
    <w:rsid w:val="00257657"/>
    <w:rsid w:val="002605AA"/>
    <w:rsid w:val="00261F33"/>
    <w:rsid w:val="002623F8"/>
    <w:rsid w:val="00263F56"/>
    <w:rsid w:val="00266BFE"/>
    <w:rsid w:val="00272450"/>
    <w:rsid w:val="002728BF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0150"/>
    <w:rsid w:val="002911F6"/>
    <w:rsid w:val="002933B6"/>
    <w:rsid w:val="002948A3"/>
    <w:rsid w:val="00294D0D"/>
    <w:rsid w:val="00295C7A"/>
    <w:rsid w:val="00296E4F"/>
    <w:rsid w:val="002A0284"/>
    <w:rsid w:val="002A0D90"/>
    <w:rsid w:val="002A0E3C"/>
    <w:rsid w:val="002A1851"/>
    <w:rsid w:val="002A2068"/>
    <w:rsid w:val="002A2F34"/>
    <w:rsid w:val="002A338C"/>
    <w:rsid w:val="002A5096"/>
    <w:rsid w:val="002A69AC"/>
    <w:rsid w:val="002A717D"/>
    <w:rsid w:val="002A73D7"/>
    <w:rsid w:val="002A766E"/>
    <w:rsid w:val="002B089A"/>
    <w:rsid w:val="002B2B15"/>
    <w:rsid w:val="002B5911"/>
    <w:rsid w:val="002B71A8"/>
    <w:rsid w:val="002B7794"/>
    <w:rsid w:val="002B7989"/>
    <w:rsid w:val="002C3E3A"/>
    <w:rsid w:val="002C5C66"/>
    <w:rsid w:val="002C6427"/>
    <w:rsid w:val="002D05AF"/>
    <w:rsid w:val="002D0F2B"/>
    <w:rsid w:val="002D12F6"/>
    <w:rsid w:val="002D19A9"/>
    <w:rsid w:val="002D2485"/>
    <w:rsid w:val="002D2A5F"/>
    <w:rsid w:val="002D3E89"/>
    <w:rsid w:val="002D580E"/>
    <w:rsid w:val="002D5879"/>
    <w:rsid w:val="002E0927"/>
    <w:rsid w:val="002E0A91"/>
    <w:rsid w:val="002E19EE"/>
    <w:rsid w:val="002E4976"/>
    <w:rsid w:val="002E4D3D"/>
    <w:rsid w:val="002E5CA1"/>
    <w:rsid w:val="002E6022"/>
    <w:rsid w:val="002E6033"/>
    <w:rsid w:val="002F3626"/>
    <w:rsid w:val="002F42E5"/>
    <w:rsid w:val="002F613E"/>
    <w:rsid w:val="002F65B9"/>
    <w:rsid w:val="00301EBF"/>
    <w:rsid w:val="003033B4"/>
    <w:rsid w:val="00307C3A"/>
    <w:rsid w:val="0031068C"/>
    <w:rsid w:val="00310762"/>
    <w:rsid w:val="00310A38"/>
    <w:rsid w:val="00310D1D"/>
    <w:rsid w:val="003129CD"/>
    <w:rsid w:val="00314001"/>
    <w:rsid w:val="00314666"/>
    <w:rsid w:val="00316608"/>
    <w:rsid w:val="00317E22"/>
    <w:rsid w:val="00320644"/>
    <w:rsid w:val="003211B8"/>
    <w:rsid w:val="00322466"/>
    <w:rsid w:val="00324B78"/>
    <w:rsid w:val="00325A62"/>
    <w:rsid w:val="00326131"/>
    <w:rsid w:val="003263CE"/>
    <w:rsid w:val="00330D70"/>
    <w:rsid w:val="003330DC"/>
    <w:rsid w:val="0033317B"/>
    <w:rsid w:val="003339D0"/>
    <w:rsid w:val="003345EE"/>
    <w:rsid w:val="00335249"/>
    <w:rsid w:val="003353BB"/>
    <w:rsid w:val="003360CD"/>
    <w:rsid w:val="0033620A"/>
    <w:rsid w:val="003422F7"/>
    <w:rsid w:val="0034239A"/>
    <w:rsid w:val="003426DC"/>
    <w:rsid w:val="00343C1A"/>
    <w:rsid w:val="00343D55"/>
    <w:rsid w:val="00346303"/>
    <w:rsid w:val="0035368E"/>
    <w:rsid w:val="00354493"/>
    <w:rsid w:val="00355C40"/>
    <w:rsid w:val="00360A5F"/>
    <w:rsid w:val="003618AA"/>
    <w:rsid w:val="00362AD4"/>
    <w:rsid w:val="00362F97"/>
    <w:rsid w:val="0036371E"/>
    <w:rsid w:val="00363C94"/>
    <w:rsid w:val="0036400D"/>
    <w:rsid w:val="00364867"/>
    <w:rsid w:val="00370223"/>
    <w:rsid w:val="00373085"/>
    <w:rsid w:val="0037616E"/>
    <w:rsid w:val="003771B6"/>
    <w:rsid w:val="00380674"/>
    <w:rsid w:val="00381C87"/>
    <w:rsid w:val="0038463B"/>
    <w:rsid w:val="0038683D"/>
    <w:rsid w:val="00387F48"/>
    <w:rsid w:val="003910F3"/>
    <w:rsid w:val="003963F3"/>
    <w:rsid w:val="0039787F"/>
    <w:rsid w:val="00397DE3"/>
    <w:rsid w:val="003A1475"/>
    <w:rsid w:val="003A3298"/>
    <w:rsid w:val="003A4587"/>
    <w:rsid w:val="003A533A"/>
    <w:rsid w:val="003A657A"/>
    <w:rsid w:val="003A661E"/>
    <w:rsid w:val="003A7FFD"/>
    <w:rsid w:val="003B0913"/>
    <w:rsid w:val="003B20C5"/>
    <w:rsid w:val="003B2658"/>
    <w:rsid w:val="003B5031"/>
    <w:rsid w:val="003B63EE"/>
    <w:rsid w:val="003B6720"/>
    <w:rsid w:val="003B728E"/>
    <w:rsid w:val="003B775B"/>
    <w:rsid w:val="003B7FA9"/>
    <w:rsid w:val="003C27D0"/>
    <w:rsid w:val="003C3516"/>
    <w:rsid w:val="003C6EB9"/>
    <w:rsid w:val="003C7C08"/>
    <w:rsid w:val="003D0E9A"/>
    <w:rsid w:val="003D2459"/>
    <w:rsid w:val="003D28ED"/>
    <w:rsid w:val="003D3107"/>
    <w:rsid w:val="003D79CF"/>
    <w:rsid w:val="003D7E7E"/>
    <w:rsid w:val="003E148D"/>
    <w:rsid w:val="003E173A"/>
    <w:rsid w:val="003E1EB2"/>
    <w:rsid w:val="003E29A7"/>
    <w:rsid w:val="003E3600"/>
    <w:rsid w:val="003E3E12"/>
    <w:rsid w:val="003E61FA"/>
    <w:rsid w:val="003F0DA4"/>
    <w:rsid w:val="003F133B"/>
    <w:rsid w:val="003F1D98"/>
    <w:rsid w:val="003F2B42"/>
    <w:rsid w:val="003F33DE"/>
    <w:rsid w:val="003F3A26"/>
    <w:rsid w:val="003F45A3"/>
    <w:rsid w:val="0040243A"/>
    <w:rsid w:val="00402C65"/>
    <w:rsid w:val="00403DDA"/>
    <w:rsid w:val="00404EB7"/>
    <w:rsid w:val="0040696C"/>
    <w:rsid w:val="00406E10"/>
    <w:rsid w:val="00407D56"/>
    <w:rsid w:val="0041294B"/>
    <w:rsid w:val="004142DF"/>
    <w:rsid w:val="004146B4"/>
    <w:rsid w:val="00416E2B"/>
    <w:rsid w:val="004170C4"/>
    <w:rsid w:val="004209BA"/>
    <w:rsid w:val="00420C44"/>
    <w:rsid w:val="0042278B"/>
    <w:rsid w:val="0042502E"/>
    <w:rsid w:val="00426C8B"/>
    <w:rsid w:val="004271BF"/>
    <w:rsid w:val="00430581"/>
    <w:rsid w:val="0043232C"/>
    <w:rsid w:val="00433DA6"/>
    <w:rsid w:val="00434A97"/>
    <w:rsid w:val="00437035"/>
    <w:rsid w:val="00440C62"/>
    <w:rsid w:val="00441A2E"/>
    <w:rsid w:val="00441AE1"/>
    <w:rsid w:val="00446BBA"/>
    <w:rsid w:val="00446C32"/>
    <w:rsid w:val="004537CB"/>
    <w:rsid w:val="004538D5"/>
    <w:rsid w:val="00453C50"/>
    <w:rsid w:val="00455A59"/>
    <w:rsid w:val="00457489"/>
    <w:rsid w:val="00460435"/>
    <w:rsid w:val="004632EA"/>
    <w:rsid w:val="0046446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35DA"/>
    <w:rsid w:val="004866A7"/>
    <w:rsid w:val="0049103A"/>
    <w:rsid w:val="004919C3"/>
    <w:rsid w:val="00494A72"/>
    <w:rsid w:val="004953C3"/>
    <w:rsid w:val="00497042"/>
    <w:rsid w:val="004973D4"/>
    <w:rsid w:val="004A0866"/>
    <w:rsid w:val="004A0AF4"/>
    <w:rsid w:val="004A0B9D"/>
    <w:rsid w:val="004A32D2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4408"/>
    <w:rsid w:val="004D67F7"/>
    <w:rsid w:val="004D7678"/>
    <w:rsid w:val="004D7CD7"/>
    <w:rsid w:val="004E0C8E"/>
    <w:rsid w:val="004E1D5E"/>
    <w:rsid w:val="004E4C1E"/>
    <w:rsid w:val="004E6E95"/>
    <w:rsid w:val="004E7BA2"/>
    <w:rsid w:val="004F19B4"/>
    <w:rsid w:val="004F58BA"/>
    <w:rsid w:val="004F5EAF"/>
    <w:rsid w:val="004F6137"/>
    <w:rsid w:val="005022E5"/>
    <w:rsid w:val="005059BF"/>
    <w:rsid w:val="00505A04"/>
    <w:rsid w:val="00505FCF"/>
    <w:rsid w:val="00511B0E"/>
    <w:rsid w:val="00511C0D"/>
    <w:rsid w:val="00512DC0"/>
    <w:rsid w:val="00514000"/>
    <w:rsid w:val="00517049"/>
    <w:rsid w:val="00517F30"/>
    <w:rsid w:val="0052005A"/>
    <w:rsid w:val="00520282"/>
    <w:rsid w:val="00522774"/>
    <w:rsid w:val="00523B04"/>
    <w:rsid w:val="005248A0"/>
    <w:rsid w:val="005254BC"/>
    <w:rsid w:val="00526724"/>
    <w:rsid w:val="0053411A"/>
    <w:rsid w:val="00540F36"/>
    <w:rsid w:val="00541189"/>
    <w:rsid w:val="0054157A"/>
    <w:rsid w:val="0054210B"/>
    <w:rsid w:val="00542EEF"/>
    <w:rsid w:val="00547C39"/>
    <w:rsid w:val="00550B2F"/>
    <w:rsid w:val="00550CDB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4D16"/>
    <w:rsid w:val="00565ADE"/>
    <w:rsid w:val="005673A9"/>
    <w:rsid w:val="0057006C"/>
    <w:rsid w:val="00571BF1"/>
    <w:rsid w:val="00574C19"/>
    <w:rsid w:val="00574C66"/>
    <w:rsid w:val="00575730"/>
    <w:rsid w:val="0057612B"/>
    <w:rsid w:val="005772C4"/>
    <w:rsid w:val="00577577"/>
    <w:rsid w:val="00581043"/>
    <w:rsid w:val="005832AA"/>
    <w:rsid w:val="00584801"/>
    <w:rsid w:val="00584ABA"/>
    <w:rsid w:val="00585673"/>
    <w:rsid w:val="00585B8F"/>
    <w:rsid w:val="00590129"/>
    <w:rsid w:val="005923FF"/>
    <w:rsid w:val="00593266"/>
    <w:rsid w:val="00595FB4"/>
    <w:rsid w:val="005960AA"/>
    <w:rsid w:val="00597B34"/>
    <w:rsid w:val="005A00BB"/>
    <w:rsid w:val="005A1C39"/>
    <w:rsid w:val="005A1C83"/>
    <w:rsid w:val="005A3347"/>
    <w:rsid w:val="005A43ED"/>
    <w:rsid w:val="005A4A76"/>
    <w:rsid w:val="005A5034"/>
    <w:rsid w:val="005A6C74"/>
    <w:rsid w:val="005B0C4F"/>
    <w:rsid w:val="005B12DC"/>
    <w:rsid w:val="005B2DE4"/>
    <w:rsid w:val="005B560E"/>
    <w:rsid w:val="005B56BE"/>
    <w:rsid w:val="005B5DC9"/>
    <w:rsid w:val="005B68D5"/>
    <w:rsid w:val="005B794C"/>
    <w:rsid w:val="005B7AB2"/>
    <w:rsid w:val="005C07D9"/>
    <w:rsid w:val="005C0E2F"/>
    <w:rsid w:val="005C167A"/>
    <w:rsid w:val="005C2560"/>
    <w:rsid w:val="005C7719"/>
    <w:rsid w:val="005D2C72"/>
    <w:rsid w:val="005D697C"/>
    <w:rsid w:val="005E0FD6"/>
    <w:rsid w:val="005E1137"/>
    <w:rsid w:val="005E2913"/>
    <w:rsid w:val="005E399F"/>
    <w:rsid w:val="005E59E7"/>
    <w:rsid w:val="005E5D2F"/>
    <w:rsid w:val="005E6836"/>
    <w:rsid w:val="005E6A3C"/>
    <w:rsid w:val="005E6E3A"/>
    <w:rsid w:val="005F0045"/>
    <w:rsid w:val="005F14E0"/>
    <w:rsid w:val="005F15C3"/>
    <w:rsid w:val="005F1998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06317"/>
    <w:rsid w:val="00607D93"/>
    <w:rsid w:val="00614301"/>
    <w:rsid w:val="00617594"/>
    <w:rsid w:val="00620867"/>
    <w:rsid w:val="00620B12"/>
    <w:rsid w:val="00620E4C"/>
    <w:rsid w:val="006210F4"/>
    <w:rsid w:val="00621DEA"/>
    <w:rsid w:val="00624B9F"/>
    <w:rsid w:val="0062583B"/>
    <w:rsid w:val="00625C71"/>
    <w:rsid w:val="00626383"/>
    <w:rsid w:val="00627316"/>
    <w:rsid w:val="00627A7B"/>
    <w:rsid w:val="006331DD"/>
    <w:rsid w:val="00633FB4"/>
    <w:rsid w:val="006357C1"/>
    <w:rsid w:val="00635BA7"/>
    <w:rsid w:val="006365EA"/>
    <w:rsid w:val="0063712C"/>
    <w:rsid w:val="00637374"/>
    <w:rsid w:val="00640BB2"/>
    <w:rsid w:val="00641A2D"/>
    <w:rsid w:val="006422E9"/>
    <w:rsid w:val="00643F5E"/>
    <w:rsid w:val="006449AF"/>
    <w:rsid w:val="0064502F"/>
    <w:rsid w:val="00646037"/>
    <w:rsid w:val="00646D08"/>
    <w:rsid w:val="006512F5"/>
    <w:rsid w:val="00651640"/>
    <w:rsid w:val="00651ADF"/>
    <w:rsid w:val="006574EA"/>
    <w:rsid w:val="00663284"/>
    <w:rsid w:val="0066396C"/>
    <w:rsid w:val="00665B79"/>
    <w:rsid w:val="006665EB"/>
    <w:rsid w:val="00666856"/>
    <w:rsid w:val="0067255C"/>
    <w:rsid w:val="006726F6"/>
    <w:rsid w:val="00672E5A"/>
    <w:rsid w:val="00673554"/>
    <w:rsid w:val="006748CB"/>
    <w:rsid w:val="00676311"/>
    <w:rsid w:val="00676B9C"/>
    <w:rsid w:val="0068115C"/>
    <w:rsid w:val="006811E9"/>
    <w:rsid w:val="0068150B"/>
    <w:rsid w:val="00682162"/>
    <w:rsid w:val="006826B5"/>
    <w:rsid w:val="00682902"/>
    <w:rsid w:val="00683F3A"/>
    <w:rsid w:val="00684527"/>
    <w:rsid w:val="0068652E"/>
    <w:rsid w:val="00687928"/>
    <w:rsid w:val="0069163F"/>
    <w:rsid w:val="00691DBB"/>
    <w:rsid w:val="00697159"/>
    <w:rsid w:val="006A09A5"/>
    <w:rsid w:val="006A5A32"/>
    <w:rsid w:val="006A735E"/>
    <w:rsid w:val="006A79E7"/>
    <w:rsid w:val="006A7D4D"/>
    <w:rsid w:val="006B0913"/>
    <w:rsid w:val="006B0E41"/>
    <w:rsid w:val="006B19F8"/>
    <w:rsid w:val="006B3031"/>
    <w:rsid w:val="006B5C71"/>
    <w:rsid w:val="006B7F0E"/>
    <w:rsid w:val="006C0E2A"/>
    <w:rsid w:val="006C46C5"/>
    <w:rsid w:val="006C4B43"/>
    <w:rsid w:val="006C60A0"/>
    <w:rsid w:val="006D0D07"/>
    <w:rsid w:val="006D36EC"/>
    <w:rsid w:val="006D3C3E"/>
    <w:rsid w:val="006D6DC1"/>
    <w:rsid w:val="006D6F9A"/>
    <w:rsid w:val="006E0224"/>
    <w:rsid w:val="006E0F1D"/>
    <w:rsid w:val="006E1982"/>
    <w:rsid w:val="006E2C8E"/>
    <w:rsid w:val="006E446F"/>
    <w:rsid w:val="006E51D9"/>
    <w:rsid w:val="006E6291"/>
    <w:rsid w:val="006F12D1"/>
    <w:rsid w:val="006F5544"/>
    <w:rsid w:val="006F62AC"/>
    <w:rsid w:val="006F7CE8"/>
    <w:rsid w:val="006F7D34"/>
    <w:rsid w:val="0070028F"/>
    <w:rsid w:val="00700A7F"/>
    <w:rsid w:val="00701353"/>
    <w:rsid w:val="0070524C"/>
    <w:rsid w:val="00707255"/>
    <w:rsid w:val="00710619"/>
    <w:rsid w:val="007148AF"/>
    <w:rsid w:val="00715F3D"/>
    <w:rsid w:val="007160AD"/>
    <w:rsid w:val="00717AB1"/>
    <w:rsid w:val="00717C64"/>
    <w:rsid w:val="00720A00"/>
    <w:rsid w:val="007216F4"/>
    <w:rsid w:val="00721FA0"/>
    <w:rsid w:val="00723983"/>
    <w:rsid w:val="00723D07"/>
    <w:rsid w:val="00724F55"/>
    <w:rsid w:val="00725377"/>
    <w:rsid w:val="00726FAE"/>
    <w:rsid w:val="0073042E"/>
    <w:rsid w:val="0073085C"/>
    <w:rsid w:val="00730E45"/>
    <w:rsid w:val="00731AD7"/>
    <w:rsid w:val="0073350F"/>
    <w:rsid w:val="007345C8"/>
    <w:rsid w:val="00740CF1"/>
    <w:rsid w:val="00740E80"/>
    <w:rsid w:val="00741375"/>
    <w:rsid w:val="0074437A"/>
    <w:rsid w:val="0074517B"/>
    <w:rsid w:val="00745E33"/>
    <w:rsid w:val="00752EC4"/>
    <w:rsid w:val="007565A3"/>
    <w:rsid w:val="007571E2"/>
    <w:rsid w:val="00757A95"/>
    <w:rsid w:val="00760354"/>
    <w:rsid w:val="00760E91"/>
    <w:rsid w:val="00761009"/>
    <w:rsid w:val="007634B9"/>
    <w:rsid w:val="00763A09"/>
    <w:rsid w:val="00765028"/>
    <w:rsid w:val="00765901"/>
    <w:rsid w:val="00765BEF"/>
    <w:rsid w:val="00766D7F"/>
    <w:rsid w:val="0077051C"/>
    <w:rsid w:val="00773080"/>
    <w:rsid w:val="007735AB"/>
    <w:rsid w:val="00773927"/>
    <w:rsid w:val="00773E4E"/>
    <w:rsid w:val="00773E51"/>
    <w:rsid w:val="00775FFA"/>
    <w:rsid w:val="007764F0"/>
    <w:rsid w:val="007772B6"/>
    <w:rsid w:val="00777AC5"/>
    <w:rsid w:val="00777CCE"/>
    <w:rsid w:val="00780989"/>
    <w:rsid w:val="00780C84"/>
    <w:rsid w:val="00782147"/>
    <w:rsid w:val="0078259F"/>
    <w:rsid w:val="00782872"/>
    <w:rsid w:val="00784287"/>
    <w:rsid w:val="0078789A"/>
    <w:rsid w:val="00791A39"/>
    <w:rsid w:val="00792322"/>
    <w:rsid w:val="00796941"/>
    <w:rsid w:val="00796AAA"/>
    <w:rsid w:val="007A0D41"/>
    <w:rsid w:val="007A5456"/>
    <w:rsid w:val="007A552C"/>
    <w:rsid w:val="007A6185"/>
    <w:rsid w:val="007A7004"/>
    <w:rsid w:val="007A7D42"/>
    <w:rsid w:val="007B10B3"/>
    <w:rsid w:val="007B1D12"/>
    <w:rsid w:val="007B2955"/>
    <w:rsid w:val="007B2F17"/>
    <w:rsid w:val="007B46B3"/>
    <w:rsid w:val="007B5CD8"/>
    <w:rsid w:val="007B5E18"/>
    <w:rsid w:val="007B602B"/>
    <w:rsid w:val="007B6D51"/>
    <w:rsid w:val="007C3DC9"/>
    <w:rsid w:val="007C3F88"/>
    <w:rsid w:val="007D1D2B"/>
    <w:rsid w:val="007D4FEB"/>
    <w:rsid w:val="007D5FD1"/>
    <w:rsid w:val="007D6916"/>
    <w:rsid w:val="007E2EBF"/>
    <w:rsid w:val="007E47E8"/>
    <w:rsid w:val="007E6DD9"/>
    <w:rsid w:val="007F3FE5"/>
    <w:rsid w:val="007F4190"/>
    <w:rsid w:val="007F4E53"/>
    <w:rsid w:val="007F5ABC"/>
    <w:rsid w:val="007F7139"/>
    <w:rsid w:val="007F788C"/>
    <w:rsid w:val="00800121"/>
    <w:rsid w:val="00800C80"/>
    <w:rsid w:val="008018D9"/>
    <w:rsid w:val="008031A5"/>
    <w:rsid w:val="00806335"/>
    <w:rsid w:val="008105E2"/>
    <w:rsid w:val="008110DA"/>
    <w:rsid w:val="008128CA"/>
    <w:rsid w:val="00813440"/>
    <w:rsid w:val="00813FA1"/>
    <w:rsid w:val="00814FBB"/>
    <w:rsid w:val="00820165"/>
    <w:rsid w:val="00820C0A"/>
    <w:rsid w:val="00821493"/>
    <w:rsid w:val="00822733"/>
    <w:rsid w:val="00823380"/>
    <w:rsid w:val="00823B45"/>
    <w:rsid w:val="00826B87"/>
    <w:rsid w:val="00827EFD"/>
    <w:rsid w:val="0083003C"/>
    <w:rsid w:val="00831B8F"/>
    <w:rsid w:val="00834232"/>
    <w:rsid w:val="00836495"/>
    <w:rsid w:val="00836E94"/>
    <w:rsid w:val="00837259"/>
    <w:rsid w:val="00840281"/>
    <w:rsid w:val="0084238B"/>
    <w:rsid w:val="008430A5"/>
    <w:rsid w:val="0084318E"/>
    <w:rsid w:val="0084496F"/>
    <w:rsid w:val="00845BB2"/>
    <w:rsid w:val="00850983"/>
    <w:rsid w:val="00852998"/>
    <w:rsid w:val="00855F67"/>
    <w:rsid w:val="00856941"/>
    <w:rsid w:val="00857A7C"/>
    <w:rsid w:val="008601DA"/>
    <w:rsid w:val="00864864"/>
    <w:rsid w:val="0086546A"/>
    <w:rsid w:val="00867C93"/>
    <w:rsid w:val="008703EF"/>
    <w:rsid w:val="008703F4"/>
    <w:rsid w:val="00870D4D"/>
    <w:rsid w:val="00873D57"/>
    <w:rsid w:val="00874112"/>
    <w:rsid w:val="0087414B"/>
    <w:rsid w:val="008777DC"/>
    <w:rsid w:val="008778B5"/>
    <w:rsid w:val="00880BCE"/>
    <w:rsid w:val="008810AF"/>
    <w:rsid w:val="008819E4"/>
    <w:rsid w:val="008830EF"/>
    <w:rsid w:val="00883A2B"/>
    <w:rsid w:val="00884773"/>
    <w:rsid w:val="00885077"/>
    <w:rsid w:val="008933CF"/>
    <w:rsid w:val="00895362"/>
    <w:rsid w:val="00895D3C"/>
    <w:rsid w:val="00895F20"/>
    <w:rsid w:val="00896669"/>
    <w:rsid w:val="008A225D"/>
    <w:rsid w:val="008A4630"/>
    <w:rsid w:val="008B5AE2"/>
    <w:rsid w:val="008B5B7E"/>
    <w:rsid w:val="008B6589"/>
    <w:rsid w:val="008C02C8"/>
    <w:rsid w:val="008C05BB"/>
    <w:rsid w:val="008C0DB1"/>
    <w:rsid w:val="008C3327"/>
    <w:rsid w:val="008C3E0B"/>
    <w:rsid w:val="008C510F"/>
    <w:rsid w:val="008C6CA6"/>
    <w:rsid w:val="008D05AB"/>
    <w:rsid w:val="008D0E62"/>
    <w:rsid w:val="008D1374"/>
    <w:rsid w:val="008D2D60"/>
    <w:rsid w:val="008D43FE"/>
    <w:rsid w:val="008D5874"/>
    <w:rsid w:val="008D5FE6"/>
    <w:rsid w:val="008D6657"/>
    <w:rsid w:val="008E0B09"/>
    <w:rsid w:val="008E1D94"/>
    <w:rsid w:val="008E1FA7"/>
    <w:rsid w:val="008E24E4"/>
    <w:rsid w:val="008E4D2E"/>
    <w:rsid w:val="008E52ED"/>
    <w:rsid w:val="008E55B1"/>
    <w:rsid w:val="008E5EA9"/>
    <w:rsid w:val="008E7798"/>
    <w:rsid w:val="008F1A98"/>
    <w:rsid w:val="008F24FD"/>
    <w:rsid w:val="008F258C"/>
    <w:rsid w:val="008F3BB8"/>
    <w:rsid w:val="008F4513"/>
    <w:rsid w:val="008F47A7"/>
    <w:rsid w:val="008F5B45"/>
    <w:rsid w:val="008F72BE"/>
    <w:rsid w:val="008F75E9"/>
    <w:rsid w:val="009006DA"/>
    <w:rsid w:val="00900D4D"/>
    <w:rsid w:val="00901417"/>
    <w:rsid w:val="0090402B"/>
    <w:rsid w:val="00904050"/>
    <w:rsid w:val="009046DF"/>
    <w:rsid w:val="009070F9"/>
    <w:rsid w:val="009076D1"/>
    <w:rsid w:val="00910A59"/>
    <w:rsid w:val="00911C81"/>
    <w:rsid w:val="00912484"/>
    <w:rsid w:val="00914562"/>
    <w:rsid w:val="0091682D"/>
    <w:rsid w:val="00917404"/>
    <w:rsid w:val="00920B07"/>
    <w:rsid w:val="00921085"/>
    <w:rsid w:val="00922370"/>
    <w:rsid w:val="0092388A"/>
    <w:rsid w:val="00924CF9"/>
    <w:rsid w:val="00925671"/>
    <w:rsid w:val="00925BE7"/>
    <w:rsid w:val="00926773"/>
    <w:rsid w:val="00927D62"/>
    <w:rsid w:val="00932192"/>
    <w:rsid w:val="00933F7F"/>
    <w:rsid w:val="00936F9A"/>
    <w:rsid w:val="00940B6B"/>
    <w:rsid w:val="00943412"/>
    <w:rsid w:val="00943B2E"/>
    <w:rsid w:val="00943FF8"/>
    <w:rsid w:val="0094536C"/>
    <w:rsid w:val="00945D11"/>
    <w:rsid w:val="00946C55"/>
    <w:rsid w:val="009472D2"/>
    <w:rsid w:val="009503E2"/>
    <w:rsid w:val="009557F9"/>
    <w:rsid w:val="009576C8"/>
    <w:rsid w:val="00960F67"/>
    <w:rsid w:val="00961CD2"/>
    <w:rsid w:val="00962B76"/>
    <w:rsid w:val="009668BF"/>
    <w:rsid w:val="0097061F"/>
    <w:rsid w:val="009708FC"/>
    <w:rsid w:val="00972C70"/>
    <w:rsid w:val="00974224"/>
    <w:rsid w:val="00974F8D"/>
    <w:rsid w:val="00974FF1"/>
    <w:rsid w:val="00975D34"/>
    <w:rsid w:val="009767D3"/>
    <w:rsid w:val="009800D1"/>
    <w:rsid w:val="009819FB"/>
    <w:rsid w:val="00982BF2"/>
    <w:rsid w:val="0098415D"/>
    <w:rsid w:val="00985BA0"/>
    <w:rsid w:val="00986F27"/>
    <w:rsid w:val="00987873"/>
    <w:rsid w:val="0099060F"/>
    <w:rsid w:val="00992E31"/>
    <w:rsid w:val="009954B3"/>
    <w:rsid w:val="009971C3"/>
    <w:rsid w:val="00997C2B"/>
    <w:rsid w:val="009A0404"/>
    <w:rsid w:val="009A1A37"/>
    <w:rsid w:val="009A2B1D"/>
    <w:rsid w:val="009A53CC"/>
    <w:rsid w:val="009A7001"/>
    <w:rsid w:val="009A7DA5"/>
    <w:rsid w:val="009B01D4"/>
    <w:rsid w:val="009B0BA0"/>
    <w:rsid w:val="009B0C22"/>
    <w:rsid w:val="009B2B08"/>
    <w:rsid w:val="009B3079"/>
    <w:rsid w:val="009B36E8"/>
    <w:rsid w:val="009B7253"/>
    <w:rsid w:val="009B729A"/>
    <w:rsid w:val="009C0CF6"/>
    <w:rsid w:val="009C2E28"/>
    <w:rsid w:val="009C4C98"/>
    <w:rsid w:val="009C61D1"/>
    <w:rsid w:val="009D05E0"/>
    <w:rsid w:val="009D365E"/>
    <w:rsid w:val="009D3969"/>
    <w:rsid w:val="009D4F53"/>
    <w:rsid w:val="009D6CB0"/>
    <w:rsid w:val="009E03BE"/>
    <w:rsid w:val="009E07BB"/>
    <w:rsid w:val="009E09F5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3F2"/>
    <w:rsid w:val="00A00A9C"/>
    <w:rsid w:val="00A01035"/>
    <w:rsid w:val="00A0400A"/>
    <w:rsid w:val="00A05A22"/>
    <w:rsid w:val="00A05F81"/>
    <w:rsid w:val="00A068A7"/>
    <w:rsid w:val="00A10205"/>
    <w:rsid w:val="00A12D37"/>
    <w:rsid w:val="00A16415"/>
    <w:rsid w:val="00A1753E"/>
    <w:rsid w:val="00A2056F"/>
    <w:rsid w:val="00A209AB"/>
    <w:rsid w:val="00A21090"/>
    <w:rsid w:val="00A22363"/>
    <w:rsid w:val="00A2310F"/>
    <w:rsid w:val="00A23942"/>
    <w:rsid w:val="00A24090"/>
    <w:rsid w:val="00A24413"/>
    <w:rsid w:val="00A24B52"/>
    <w:rsid w:val="00A2642A"/>
    <w:rsid w:val="00A26AD5"/>
    <w:rsid w:val="00A27B1B"/>
    <w:rsid w:val="00A30F05"/>
    <w:rsid w:val="00A359B9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56927"/>
    <w:rsid w:val="00A56A78"/>
    <w:rsid w:val="00A6076B"/>
    <w:rsid w:val="00A60B19"/>
    <w:rsid w:val="00A62B7F"/>
    <w:rsid w:val="00A639AD"/>
    <w:rsid w:val="00A6486D"/>
    <w:rsid w:val="00A648C5"/>
    <w:rsid w:val="00A65054"/>
    <w:rsid w:val="00A657DB"/>
    <w:rsid w:val="00A667E6"/>
    <w:rsid w:val="00A668D6"/>
    <w:rsid w:val="00A66CC5"/>
    <w:rsid w:val="00A70000"/>
    <w:rsid w:val="00A7011D"/>
    <w:rsid w:val="00A70599"/>
    <w:rsid w:val="00A7111B"/>
    <w:rsid w:val="00A716DD"/>
    <w:rsid w:val="00A72AE1"/>
    <w:rsid w:val="00A72E19"/>
    <w:rsid w:val="00A72F8E"/>
    <w:rsid w:val="00A73ED5"/>
    <w:rsid w:val="00A7430B"/>
    <w:rsid w:val="00A745EB"/>
    <w:rsid w:val="00A749A9"/>
    <w:rsid w:val="00A751DD"/>
    <w:rsid w:val="00A7544A"/>
    <w:rsid w:val="00A80A89"/>
    <w:rsid w:val="00A80D6F"/>
    <w:rsid w:val="00A85388"/>
    <w:rsid w:val="00A86979"/>
    <w:rsid w:val="00A87799"/>
    <w:rsid w:val="00A90D00"/>
    <w:rsid w:val="00A9156B"/>
    <w:rsid w:val="00A91AAD"/>
    <w:rsid w:val="00A91F7E"/>
    <w:rsid w:val="00A93200"/>
    <w:rsid w:val="00A9330B"/>
    <w:rsid w:val="00A940EB"/>
    <w:rsid w:val="00A948BA"/>
    <w:rsid w:val="00A94E17"/>
    <w:rsid w:val="00A953FC"/>
    <w:rsid w:val="00A96D71"/>
    <w:rsid w:val="00A971B5"/>
    <w:rsid w:val="00A9778A"/>
    <w:rsid w:val="00AA18B0"/>
    <w:rsid w:val="00AA312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9C1"/>
    <w:rsid w:val="00AD5C3C"/>
    <w:rsid w:val="00AE0778"/>
    <w:rsid w:val="00AE13D6"/>
    <w:rsid w:val="00AE1E35"/>
    <w:rsid w:val="00AE270B"/>
    <w:rsid w:val="00AE2BF3"/>
    <w:rsid w:val="00AE4501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20E7"/>
    <w:rsid w:val="00B05B01"/>
    <w:rsid w:val="00B1002E"/>
    <w:rsid w:val="00B11AF5"/>
    <w:rsid w:val="00B12513"/>
    <w:rsid w:val="00B12ED2"/>
    <w:rsid w:val="00B12FF6"/>
    <w:rsid w:val="00B15994"/>
    <w:rsid w:val="00B17010"/>
    <w:rsid w:val="00B171D4"/>
    <w:rsid w:val="00B2067B"/>
    <w:rsid w:val="00B2319D"/>
    <w:rsid w:val="00B241CE"/>
    <w:rsid w:val="00B24ABA"/>
    <w:rsid w:val="00B25E44"/>
    <w:rsid w:val="00B305CB"/>
    <w:rsid w:val="00B325FE"/>
    <w:rsid w:val="00B329DF"/>
    <w:rsid w:val="00B33EC3"/>
    <w:rsid w:val="00B376D8"/>
    <w:rsid w:val="00B37FEA"/>
    <w:rsid w:val="00B4064C"/>
    <w:rsid w:val="00B41B2B"/>
    <w:rsid w:val="00B426ED"/>
    <w:rsid w:val="00B42E0C"/>
    <w:rsid w:val="00B4469C"/>
    <w:rsid w:val="00B47827"/>
    <w:rsid w:val="00B47FE1"/>
    <w:rsid w:val="00B506FA"/>
    <w:rsid w:val="00B52B11"/>
    <w:rsid w:val="00B537AD"/>
    <w:rsid w:val="00B54A4C"/>
    <w:rsid w:val="00B56365"/>
    <w:rsid w:val="00B573E8"/>
    <w:rsid w:val="00B60990"/>
    <w:rsid w:val="00B629FE"/>
    <w:rsid w:val="00B637B2"/>
    <w:rsid w:val="00B65134"/>
    <w:rsid w:val="00B6562E"/>
    <w:rsid w:val="00B659B6"/>
    <w:rsid w:val="00B674E5"/>
    <w:rsid w:val="00B70AEE"/>
    <w:rsid w:val="00B71271"/>
    <w:rsid w:val="00B7160F"/>
    <w:rsid w:val="00B7199B"/>
    <w:rsid w:val="00B71ADF"/>
    <w:rsid w:val="00B73110"/>
    <w:rsid w:val="00B731F9"/>
    <w:rsid w:val="00B7501C"/>
    <w:rsid w:val="00B7508E"/>
    <w:rsid w:val="00B75F82"/>
    <w:rsid w:val="00B76530"/>
    <w:rsid w:val="00B76B70"/>
    <w:rsid w:val="00B77A65"/>
    <w:rsid w:val="00B77EF4"/>
    <w:rsid w:val="00B80BF6"/>
    <w:rsid w:val="00B81F23"/>
    <w:rsid w:val="00B82A3A"/>
    <w:rsid w:val="00B85B4A"/>
    <w:rsid w:val="00B87355"/>
    <w:rsid w:val="00B90A19"/>
    <w:rsid w:val="00B91C8A"/>
    <w:rsid w:val="00B92467"/>
    <w:rsid w:val="00B931B4"/>
    <w:rsid w:val="00B93323"/>
    <w:rsid w:val="00B936D7"/>
    <w:rsid w:val="00B93C4E"/>
    <w:rsid w:val="00B94E2B"/>
    <w:rsid w:val="00B955A3"/>
    <w:rsid w:val="00B957AD"/>
    <w:rsid w:val="00B9584C"/>
    <w:rsid w:val="00BA1D16"/>
    <w:rsid w:val="00BA20DE"/>
    <w:rsid w:val="00BA302B"/>
    <w:rsid w:val="00BA446D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0D27"/>
    <w:rsid w:val="00BC3F77"/>
    <w:rsid w:val="00BC499A"/>
    <w:rsid w:val="00BC717E"/>
    <w:rsid w:val="00BC7D5B"/>
    <w:rsid w:val="00BD1725"/>
    <w:rsid w:val="00BD1CB7"/>
    <w:rsid w:val="00BD4DFE"/>
    <w:rsid w:val="00BD5133"/>
    <w:rsid w:val="00BD593F"/>
    <w:rsid w:val="00BD6706"/>
    <w:rsid w:val="00BE0987"/>
    <w:rsid w:val="00BE0D08"/>
    <w:rsid w:val="00BE1FFD"/>
    <w:rsid w:val="00BE2781"/>
    <w:rsid w:val="00BE2BFE"/>
    <w:rsid w:val="00BE3957"/>
    <w:rsid w:val="00BE4FE5"/>
    <w:rsid w:val="00BE630D"/>
    <w:rsid w:val="00BE7ED8"/>
    <w:rsid w:val="00BF1448"/>
    <w:rsid w:val="00BF36F6"/>
    <w:rsid w:val="00BF3AA9"/>
    <w:rsid w:val="00C02B19"/>
    <w:rsid w:val="00C038AC"/>
    <w:rsid w:val="00C06F8A"/>
    <w:rsid w:val="00C12C3F"/>
    <w:rsid w:val="00C13127"/>
    <w:rsid w:val="00C1570C"/>
    <w:rsid w:val="00C16916"/>
    <w:rsid w:val="00C17E8C"/>
    <w:rsid w:val="00C2177F"/>
    <w:rsid w:val="00C22361"/>
    <w:rsid w:val="00C2419C"/>
    <w:rsid w:val="00C26D89"/>
    <w:rsid w:val="00C27A0C"/>
    <w:rsid w:val="00C31833"/>
    <w:rsid w:val="00C33018"/>
    <w:rsid w:val="00C33B4D"/>
    <w:rsid w:val="00C33FF8"/>
    <w:rsid w:val="00C35A49"/>
    <w:rsid w:val="00C36AF1"/>
    <w:rsid w:val="00C37458"/>
    <w:rsid w:val="00C37AF7"/>
    <w:rsid w:val="00C44E54"/>
    <w:rsid w:val="00C458B0"/>
    <w:rsid w:val="00C45E29"/>
    <w:rsid w:val="00C478FD"/>
    <w:rsid w:val="00C51A42"/>
    <w:rsid w:val="00C5347F"/>
    <w:rsid w:val="00C5362C"/>
    <w:rsid w:val="00C53D71"/>
    <w:rsid w:val="00C545B9"/>
    <w:rsid w:val="00C617E5"/>
    <w:rsid w:val="00C62B77"/>
    <w:rsid w:val="00C631BD"/>
    <w:rsid w:val="00C638D3"/>
    <w:rsid w:val="00C65780"/>
    <w:rsid w:val="00C667E4"/>
    <w:rsid w:val="00C67514"/>
    <w:rsid w:val="00C70D9D"/>
    <w:rsid w:val="00C71C75"/>
    <w:rsid w:val="00C76A9C"/>
    <w:rsid w:val="00C77054"/>
    <w:rsid w:val="00C7783F"/>
    <w:rsid w:val="00C80492"/>
    <w:rsid w:val="00C80DF7"/>
    <w:rsid w:val="00C811FB"/>
    <w:rsid w:val="00C818C8"/>
    <w:rsid w:val="00C81C96"/>
    <w:rsid w:val="00C83414"/>
    <w:rsid w:val="00C849B1"/>
    <w:rsid w:val="00C86EE3"/>
    <w:rsid w:val="00C8734B"/>
    <w:rsid w:val="00C9021F"/>
    <w:rsid w:val="00C9028D"/>
    <w:rsid w:val="00C906FE"/>
    <w:rsid w:val="00C92D11"/>
    <w:rsid w:val="00CA04EF"/>
    <w:rsid w:val="00CA2801"/>
    <w:rsid w:val="00CA3357"/>
    <w:rsid w:val="00CA41BF"/>
    <w:rsid w:val="00CA539C"/>
    <w:rsid w:val="00CA769D"/>
    <w:rsid w:val="00CB062A"/>
    <w:rsid w:val="00CB22FF"/>
    <w:rsid w:val="00CB4647"/>
    <w:rsid w:val="00CB59B9"/>
    <w:rsid w:val="00CB686E"/>
    <w:rsid w:val="00CC0833"/>
    <w:rsid w:val="00CC0D6C"/>
    <w:rsid w:val="00CC156E"/>
    <w:rsid w:val="00CC546F"/>
    <w:rsid w:val="00CD1693"/>
    <w:rsid w:val="00CD72D4"/>
    <w:rsid w:val="00CE30CD"/>
    <w:rsid w:val="00CF06A5"/>
    <w:rsid w:val="00CF137D"/>
    <w:rsid w:val="00CF4DEF"/>
    <w:rsid w:val="00D00008"/>
    <w:rsid w:val="00D0058D"/>
    <w:rsid w:val="00D032B6"/>
    <w:rsid w:val="00D10971"/>
    <w:rsid w:val="00D11686"/>
    <w:rsid w:val="00D11738"/>
    <w:rsid w:val="00D11AFF"/>
    <w:rsid w:val="00D1225E"/>
    <w:rsid w:val="00D128E4"/>
    <w:rsid w:val="00D20234"/>
    <w:rsid w:val="00D208D0"/>
    <w:rsid w:val="00D20EAE"/>
    <w:rsid w:val="00D212D5"/>
    <w:rsid w:val="00D230D8"/>
    <w:rsid w:val="00D24B24"/>
    <w:rsid w:val="00D24EB0"/>
    <w:rsid w:val="00D25987"/>
    <w:rsid w:val="00D307C4"/>
    <w:rsid w:val="00D33A32"/>
    <w:rsid w:val="00D350E6"/>
    <w:rsid w:val="00D37C75"/>
    <w:rsid w:val="00D40219"/>
    <w:rsid w:val="00D44880"/>
    <w:rsid w:val="00D46C32"/>
    <w:rsid w:val="00D471AE"/>
    <w:rsid w:val="00D47F55"/>
    <w:rsid w:val="00D52EC6"/>
    <w:rsid w:val="00D53C02"/>
    <w:rsid w:val="00D54728"/>
    <w:rsid w:val="00D55F46"/>
    <w:rsid w:val="00D56DF2"/>
    <w:rsid w:val="00D615FF"/>
    <w:rsid w:val="00D6188A"/>
    <w:rsid w:val="00D623D5"/>
    <w:rsid w:val="00D62E0D"/>
    <w:rsid w:val="00D64CAD"/>
    <w:rsid w:val="00D66B98"/>
    <w:rsid w:val="00D66EE9"/>
    <w:rsid w:val="00D67101"/>
    <w:rsid w:val="00D671FA"/>
    <w:rsid w:val="00D70016"/>
    <w:rsid w:val="00D70D85"/>
    <w:rsid w:val="00D718B1"/>
    <w:rsid w:val="00D71BAC"/>
    <w:rsid w:val="00D7331A"/>
    <w:rsid w:val="00D7499D"/>
    <w:rsid w:val="00D816AF"/>
    <w:rsid w:val="00D84ECA"/>
    <w:rsid w:val="00D854D7"/>
    <w:rsid w:val="00D91A3F"/>
    <w:rsid w:val="00D91B67"/>
    <w:rsid w:val="00D92410"/>
    <w:rsid w:val="00D92C7C"/>
    <w:rsid w:val="00D92CDF"/>
    <w:rsid w:val="00D930F9"/>
    <w:rsid w:val="00D93F52"/>
    <w:rsid w:val="00DA323A"/>
    <w:rsid w:val="00DA32DF"/>
    <w:rsid w:val="00DA5363"/>
    <w:rsid w:val="00DA5931"/>
    <w:rsid w:val="00DA5C3C"/>
    <w:rsid w:val="00DA722B"/>
    <w:rsid w:val="00DA76C9"/>
    <w:rsid w:val="00DB2424"/>
    <w:rsid w:val="00DB3E84"/>
    <w:rsid w:val="00DB6D43"/>
    <w:rsid w:val="00DC02A0"/>
    <w:rsid w:val="00DC0B08"/>
    <w:rsid w:val="00DC0E27"/>
    <w:rsid w:val="00DC1000"/>
    <w:rsid w:val="00DC3D3E"/>
    <w:rsid w:val="00DD1BB4"/>
    <w:rsid w:val="00DD6547"/>
    <w:rsid w:val="00DD78A5"/>
    <w:rsid w:val="00DE0CF9"/>
    <w:rsid w:val="00DE4448"/>
    <w:rsid w:val="00DE49C9"/>
    <w:rsid w:val="00DE6957"/>
    <w:rsid w:val="00DF3A87"/>
    <w:rsid w:val="00DF5E1E"/>
    <w:rsid w:val="00DF6442"/>
    <w:rsid w:val="00DF67A3"/>
    <w:rsid w:val="00DF7A42"/>
    <w:rsid w:val="00E00B23"/>
    <w:rsid w:val="00E0205D"/>
    <w:rsid w:val="00E022DC"/>
    <w:rsid w:val="00E024D3"/>
    <w:rsid w:val="00E0487B"/>
    <w:rsid w:val="00E07A7B"/>
    <w:rsid w:val="00E11F25"/>
    <w:rsid w:val="00E138BD"/>
    <w:rsid w:val="00E14435"/>
    <w:rsid w:val="00E17320"/>
    <w:rsid w:val="00E206F5"/>
    <w:rsid w:val="00E21598"/>
    <w:rsid w:val="00E2163A"/>
    <w:rsid w:val="00E259BC"/>
    <w:rsid w:val="00E264A4"/>
    <w:rsid w:val="00E27322"/>
    <w:rsid w:val="00E317E8"/>
    <w:rsid w:val="00E32E9A"/>
    <w:rsid w:val="00E36EBF"/>
    <w:rsid w:val="00E40FCC"/>
    <w:rsid w:val="00E4109B"/>
    <w:rsid w:val="00E43122"/>
    <w:rsid w:val="00E44003"/>
    <w:rsid w:val="00E44191"/>
    <w:rsid w:val="00E456A5"/>
    <w:rsid w:val="00E45C52"/>
    <w:rsid w:val="00E46ACB"/>
    <w:rsid w:val="00E470B1"/>
    <w:rsid w:val="00E50890"/>
    <w:rsid w:val="00E50993"/>
    <w:rsid w:val="00E5110E"/>
    <w:rsid w:val="00E514CF"/>
    <w:rsid w:val="00E51F94"/>
    <w:rsid w:val="00E5512D"/>
    <w:rsid w:val="00E574E5"/>
    <w:rsid w:val="00E63C51"/>
    <w:rsid w:val="00E6671A"/>
    <w:rsid w:val="00E70BDA"/>
    <w:rsid w:val="00E71139"/>
    <w:rsid w:val="00E7202A"/>
    <w:rsid w:val="00E74F63"/>
    <w:rsid w:val="00E74F86"/>
    <w:rsid w:val="00E758AF"/>
    <w:rsid w:val="00E7602E"/>
    <w:rsid w:val="00E7712C"/>
    <w:rsid w:val="00E7773E"/>
    <w:rsid w:val="00E77F65"/>
    <w:rsid w:val="00E81019"/>
    <w:rsid w:val="00E81BDD"/>
    <w:rsid w:val="00E82E08"/>
    <w:rsid w:val="00E866D6"/>
    <w:rsid w:val="00E87D05"/>
    <w:rsid w:val="00E90664"/>
    <w:rsid w:val="00E9081E"/>
    <w:rsid w:val="00E91538"/>
    <w:rsid w:val="00E91707"/>
    <w:rsid w:val="00E91C12"/>
    <w:rsid w:val="00E92065"/>
    <w:rsid w:val="00E96F05"/>
    <w:rsid w:val="00EA0901"/>
    <w:rsid w:val="00EA340E"/>
    <w:rsid w:val="00EA3B1F"/>
    <w:rsid w:val="00EA4872"/>
    <w:rsid w:val="00EA6271"/>
    <w:rsid w:val="00EB2506"/>
    <w:rsid w:val="00EB3123"/>
    <w:rsid w:val="00EB55D0"/>
    <w:rsid w:val="00EB5646"/>
    <w:rsid w:val="00EB5ADB"/>
    <w:rsid w:val="00EB702C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C7EC3"/>
    <w:rsid w:val="00ED025D"/>
    <w:rsid w:val="00ED0BC3"/>
    <w:rsid w:val="00ED3DFD"/>
    <w:rsid w:val="00ED3F21"/>
    <w:rsid w:val="00ED553F"/>
    <w:rsid w:val="00EE0616"/>
    <w:rsid w:val="00EE260F"/>
    <w:rsid w:val="00EE2DB2"/>
    <w:rsid w:val="00EE452D"/>
    <w:rsid w:val="00EE56E1"/>
    <w:rsid w:val="00EE5B79"/>
    <w:rsid w:val="00EE604B"/>
    <w:rsid w:val="00EE6B33"/>
    <w:rsid w:val="00EF0462"/>
    <w:rsid w:val="00EF26DC"/>
    <w:rsid w:val="00EF3F9B"/>
    <w:rsid w:val="00EF6505"/>
    <w:rsid w:val="00EF7A6F"/>
    <w:rsid w:val="00F02C57"/>
    <w:rsid w:val="00F068CE"/>
    <w:rsid w:val="00F070E5"/>
    <w:rsid w:val="00F1517E"/>
    <w:rsid w:val="00F16678"/>
    <w:rsid w:val="00F17EC1"/>
    <w:rsid w:val="00F22AC4"/>
    <w:rsid w:val="00F253A7"/>
    <w:rsid w:val="00F25DDC"/>
    <w:rsid w:val="00F26388"/>
    <w:rsid w:val="00F31BE3"/>
    <w:rsid w:val="00F33C07"/>
    <w:rsid w:val="00F34B21"/>
    <w:rsid w:val="00F34CA5"/>
    <w:rsid w:val="00F40092"/>
    <w:rsid w:val="00F41E90"/>
    <w:rsid w:val="00F436BF"/>
    <w:rsid w:val="00F53847"/>
    <w:rsid w:val="00F53B56"/>
    <w:rsid w:val="00F54AD8"/>
    <w:rsid w:val="00F55B12"/>
    <w:rsid w:val="00F55BC3"/>
    <w:rsid w:val="00F571FE"/>
    <w:rsid w:val="00F57435"/>
    <w:rsid w:val="00F610BF"/>
    <w:rsid w:val="00F62649"/>
    <w:rsid w:val="00F62C96"/>
    <w:rsid w:val="00F638A5"/>
    <w:rsid w:val="00F64E82"/>
    <w:rsid w:val="00F64EA8"/>
    <w:rsid w:val="00F673C2"/>
    <w:rsid w:val="00F70D2F"/>
    <w:rsid w:val="00F715FC"/>
    <w:rsid w:val="00F71859"/>
    <w:rsid w:val="00F726B9"/>
    <w:rsid w:val="00F734B6"/>
    <w:rsid w:val="00F73976"/>
    <w:rsid w:val="00F74FDC"/>
    <w:rsid w:val="00F7566A"/>
    <w:rsid w:val="00F76117"/>
    <w:rsid w:val="00F77AEF"/>
    <w:rsid w:val="00F80602"/>
    <w:rsid w:val="00F8069D"/>
    <w:rsid w:val="00F827EE"/>
    <w:rsid w:val="00F82A57"/>
    <w:rsid w:val="00F83A2C"/>
    <w:rsid w:val="00F83E9D"/>
    <w:rsid w:val="00F86C5B"/>
    <w:rsid w:val="00F86CB6"/>
    <w:rsid w:val="00F922B8"/>
    <w:rsid w:val="00F9347A"/>
    <w:rsid w:val="00F961A0"/>
    <w:rsid w:val="00F97A32"/>
    <w:rsid w:val="00FA3B58"/>
    <w:rsid w:val="00FA490B"/>
    <w:rsid w:val="00FA5484"/>
    <w:rsid w:val="00FA6127"/>
    <w:rsid w:val="00FA61FE"/>
    <w:rsid w:val="00FA7C37"/>
    <w:rsid w:val="00FA7F65"/>
    <w:rsid w:val="00FB1CFE"/>
    <w:rsid w:val="00FB329A"/>
    <w:rsid w:val="00FB3EBB"/>
    <w:rsid w:val="00FB7CFB"/>
    <w:rsid w:val="00FC002F"/>
    <w:rsid w:val="00FC357E"/>
    <w:rsid w:val="00FC55F6"/>
    <w:rsid w:val="00FD04E0"/>
    <w:rsid w:val="00FD229B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  <w:rsid w:val="00FF4C14"/>
    <w:rsid w:val="00FF7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Hyperlink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5FCF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color w:val="FF0000"/>
    </w:rPr>
  </w:style>
  <w:style w:type="paragraph" w:styleId="BalloonText">
    <w:name w:val="Balloon Text"/>
    <w:basedOn w:val="Normal"/>
    <w:link w:val="BalloonTextChar"/>
    <w:uiPriority w:val="99"/>
    <w:rsid w:val="00F61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610BF"/>
    <w:rPr>
      <w:rFonts w:ascii="Tahom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322F-65BD-44DC-B6DF-9FB78768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Arabic.dotx</Template>
  <TotalTime>581</TotalTime>
  <Pages>202</Pages>
  <Words>45327</Words>
  <Characters>258370</Characters>
  <Application>Microsoft Office Word</Application>
  <DocSecurity>0</DocSecurity>
  <Lines>2153</Lines>
  <Paragraphs>606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mohsn</dc:creator>
  <cp:lastModifiedBy>mohsn</cp:lastModifiedBy>
  <cp:revision>490</cp:revision>
  <cp:lastPrinted>2014-01-25T18:18:00Z</cp:lastPrinted>
  <dcterms:created xsi:type="dcterms:W3CDTF">2019-09-01T19:48:00Z</dcterms:created>
  <dcterms:modified xsi:type="dcterms:W3CDTF">2019-09-02T01:44:00Z</dcterms:modified>
</cp:coreProperties>
</file>