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9F0CAF" w14:textId="77777777" w:rsidR="003B626A" w:rsidRDefault="007A3CB2" w:rsidP="003B626A">
      <w:pPr>
        <w:pStyle w:val="libTitr1"/>
        <w:rPr>
          <w:lang w:bidi="fa-IR"/>
        </w:rPr>
      </w:pPr>
      <w:r>
        <w:rPr>
          <w:rtl/>
          <w:lang w:bidi="fa-IR"/>
        </w:rPr>
        <w:t>عِبر وعَبرات</w:t>
      </w:r>
    </w:p>
    <w:p w14:paraId="33B64BF9" w14:textId="77777777" w:rsidR="007A3CB2" w:rsidRDefault="007A3CB2" w:rsidP="003B626A">
      <w:pPr>
        <w:pStyle w:val="libTitr1"/>
        <w:rPr>
          <w:lang w:bidi="fa-IR"/>
        </w:rPr>
      </w:pPr>
      <w:r>
        <w:rPr>
          <w:rtl/>
          <w:lang w:bidi="fa-IR"/>
        </w:rPr>
        <w:t>سلسلة زاد عاشوراء</w:t>
      </w:r>
    </w:p>
    <w:p w14:paraId="738D6459" w14:textId="77777777" w:rsidR="007A3CB2" w:rsidRDefault="007A3CB2" w:rsidP="003B626A">
      <w:pPr>
        <w:pStyle w:val="libTitr2"/>
        <w:rPr>
          <w:lang w:bidi="fa-IR"/>
        </w:rPr>
      </w:pPr>
      <w:r>
        <w:rPr>
          <w:rtl/>
          <w:lang w:bidi="fa-IR"/>
        </w:rPr>
        <w:t>عِبر وعَبرات</w:t>
      </w:r>
    </w:p>
    <w:p w14:paraId="124FA2D2" w14:textId="77777777" w:rsidR="007A3CB2" w:rsidRDefault="007A3CB2" w:rsidP="003B626A">
      <w:pPr>
        <w:pStyle w:val="libTitr2"/>
        <w:rPr>
          <w:lang w:bidi="fa-IR"/>
        </w:rPr>
      </w:pPr>
      <w:r>
        <w:rPr>
          <w:rtl/>
          <w:lang w:bidi="fa-IR"/>
        </w:rPr>
        <w:t>للمحاضر والخطيب الحسيني</w:t>
      </w:r>
    </w:p>
    <w:p w14:paraId="7B82F225" w14:textId="77777777" w:rsidR="00BB217A" w:rsidRDefault="003B626A" w:rsidP="00BB217A">
      <w:pPr>
        <w:pStyle w:val="libCenterBold2"/>
        <w:rPr>
          <w:lang w:bidi="fa-IR"/>
        </w:rPr>
      </w:pPr>
      <w:r>
        <w:rPr>
          <w:rtl/>
          <w:lang w:bidi="fa-IR"/>
        </w:rPr>
        <w:br w:type="page"/>
      </w:r>
      <w:r w:rsidR="00BB217A">
        <w:rPr>
          <w:rtl/>
          <w:lang w:bidi="fa-IR"/>
        </w:rPr>
        <w:lastRenderedPageBreak/>
        <w:t xml:space="preserve">ملاحظة </w:t>
      </w:r>
    </w:p>
    <w:p w14:paraId="69906921" w14:textId="77777777" w:rsidR="00BB217A" w:rsidRDefault="00BB217A" w:rsidP="00BB217A">
      <w:pPr>
        <w:pStyle w:val="libCenterBold2"/>
        <w:rPr>
          <w:lang w:bidi="fa-IR"/>
        </w:rPr>
      </w:pPr>
      <w:r>
        <w:rPr>
          <w:rtl/>
          <w:lang w:bidi="fa-IR"/>
        </w:rPr>
        <w:t>هذا الكتاب</w:t>
      </w:r>
    </w:p>
    <w:p w14:paraId="641E0235" w14:textId="77777777" w:rsidR="00BB217A" w:rsidRDefault="00BB217A" w:rsidP="00BB217A">
      <w:pPr>
        <w:pStyle w:val="libCenterBold2"/>
        <w:rPr>
          <w:lang w:bidi="fa-IR"/>
        </w:rPr>
      </w:pPr>
      <w:r>
        <w:rPr>
          <w:rtl/>
          <w:lang w:bidi="fa-IR"/>
        </w:rPr>
        <w:t>طبع ونشر الكترونياً وأخرج فنِيّاً برعاية وإشراف</w:t>
      </w:r>
    </w:p>
    <w:p w14:paraId="6E47A8AE" w14:textId="77777777" w:rsidR="00BB217A" w:rsidRDefault="00BB217A" w:rsidP="00BB217A">
      <w:pPr>
        <w:pStyle w:val="libCenterBold2"/>
        <w:rPr>
          <w:lang w:bidi="fa-IR"/>
        </w:rPr>
      </w:pPr>
      <w:r>
        <w:rPr>
          <w:rtl/>
          <w:lang w:bidi="fa-IR"/>
        </w:rPr>
        <w:t>شبكة الإمامين الحسنين (عليهما السلام) للتراث والفكر الإسلامي</w:t>
      </w:r>
    </w:p>
    <w:p w14:paraId="4E1F1DF6" w14:textId="77777777" w:rsidR="00BB217A" w:rsidRDefault="00BB217A" w:rsidP="00BB217A">
      <w:pPr>
        <w:pStyle w:val="libCenterBold2"/>
        <w:rPr>
          <w:lang w:bidi="fa-IR"/>
        </w:rPr>
      </w:pPr>
      <w:r>
        <w:rPr>
          <w:rtl/>
          <w:lang w:bidi="fa-IR"/>
        </w:rPr>
        <w:t>وتولَّى العمل عليه ضبطاً وتصحيحاً وترقيماً</w:t>
      </w:r>
    </w:p>
    <w:p w14:paraId="142608C4" w14:textId="1ACD3EDC" w:rsidR="003B626A" w:rsidRDefault="00BB217A" w:rsidP="00BB217A">
      <w:pPr>
        <w:pStyle w:val="libCenterBold2"/>
        <w:rPr>
          <w:rtl/>
          <w:lang w:bidi="fa-IR"/>
        </w:rPr>
      </w:pPr>
      <w:r>
        <w:rPr>
          <w:rtl/>
          <w:lang w:bidi="fa-IR"/>
        </w:rPr>
        <w:t>قسم اللجنة العلميّة في الشبكة</w:t>
      </w:r>
    </w:p>
    <w:p w14:paraId="10509EBD" w14:textId="7FE67C9E" w:rsidR="007360C5" w:rsidRDefault="007360C5" w:rsidP="007A3CB2">
      <w:pPr>
        <w:pStyle w:val="libNormal"/>
        <w:rPr>
          <w:lang w:bidi="fa-IR"/>
        </w:rPr>
      </w:pPr>
    </w:p>
    <w:p w14:paraId="4847AFEF" w14:textId="77777777" w:rsidR="007360C5" w:rsidRDefault="007360C5" w:rsidP="007A3CB2">
      <w:pPr>
        <w:pStyle w:val="libNormal"/>
        <w:rPr>
          <w:lang w:bidi="fa-IR"/>
        </w:rPr>
      </w:pPr>
    </w:p>
    <w:p w14:paraId="122AFCB4" w14:textId="3800C349" w:rsidR="003B626A" w:rsidRDefault="007A3CB2" w:rsidP="007A3CB2">
      <w:pPr>
        <w:pStyle w:val="libNormal"/>
        <w:rPr>
          <w:rtl/>
          <w:lang w:bidi="fa-IR"/>
        </w:rPr>
      </w:pPr>
      <w:r>
        <w:rPr>
          <w:rtl/>
          <w:lang w:bidi="fa-IR"/>
        </w:rPr>
        <w:t>الكتاب: عبر وعبرات</w:t>
      </w:r>
      <w:bookmarkStart w:id="0" w:name="_GoBack"/>
      <w:bookmarkEnd w:id="0"/>
    </w:p>
    <w:p w14:paraId="162D5365" w14:textId="77777777" w:rsidR="003B626A" w:rsidRDefault="007A3CB2" w:rsidP="007A3CB2">
      <w:pPr>
        <w:pStyle w:val="libNormal"/>
        <w:rPr>
          <w:rtl/>
          <w:lang w:bidi="fa-IR"/>
        </w:rPr>
      </w:pPr>
      <w:r>
        <w:rPr>
          <w:rtl/>
          <w:lang w:bidi="fa-IR"/>
        </w:rPr>
        <w:t>نشر: جمعية المعارف الإسلامية الثقافية</w:t>
      </w:r>
    </w:p>
    <w:p w14:paraId="63E50089" w14:textId="77777777" w:rsidR="003B626A" w:rsidRDefault="007A3CB2" w:rsidP="007A3CB2">
      <w:pPr>
        <w:pStyle w:val="libNormal"/>
        <w:rPr>
          <w:rtl/>
          <w:lang w:bidi="fa-IR"/>
        </w:rPr>
      </w:pPr>
      <w:r>
        <w:rPr>
          <w:rtl/>
          <w:lang w:bidi="fa-IR"/>
        </w:rPr>
        <w:t>إعداد: مركز نون للتأليف والترجمة</w:t>
      </w:r>
    </w:p>
    <w:p w14:paraId="63528679" w14:textId="77777777" w:rsidR="003B626A" w:rsidRDefault="007A3CB2" w:rsidP="007A3CB2">
      <w:pPr>
        <w:pStyle w:val="libNormal"/>
        <w:rPr>
          <w:rtl/>
          <w:lang w:bidi="fa-IR"/>
        </w:rPr>
      </w:pPr>
      <w:r>
        <w:rPr>
          <w:rtl/>
          <w:lang w:bidi="fa-IR"/>
        </w:rPr>
        <w:t>الطبعة: الاولى، شباط، 2004م</w:t>
      </w:r>
      <w:r w:rsidR="003B626A">
        <w:rPr>
          <w:rtl/>
          <w:lang w:bidi="fa-IR"/>
        </w:rPr>
        <w:t>-</w:t>
      </w:r>
      <w:r>
        <w:rPr>
          <w:rtl/>
          <w:lang w:bidi="fa-IR"/>
        </w:rPr>
        <w:t xml:space="preserve"> 1425هـ</w:t>
      </w:r>
    </w:p>
    <w:p w14:paraId="6FFDAFB6" w14:textId="77777777" w:rsidR="003B626A" w:rsidRDefault="007A3CB2" w:rsidP="003B626A">
      <w:pPr>
        <w:pStyle w:val="libNormal"/>
        <w:rPr>
          <w:lang w:bidi="fa-IR"/>
        </w:rPr>
      </w:pPr>
      <w:r>
        <w:rPr>
          <w:rtl/>
          <w:lang w:bidi="fa-IR"/>
        </w:rPr>
        <w:t>جميع حقوق الطبع محفوظة</w:t>
      </w:r>
    </w:p>
    <w:p w14:paraId="724ADE90" w14:textId="77777777" w:rsidR="003B626A" w:rsidRDefault="003B626A" w:rsidP="003B626A">
      <w:pPr>
        <w:pStyle w:val="libNormal"/>
        <w:rPr>
          <w:rtl/>
          <w:lang w:bidi="fa-IR"/>
        </w:rPr>
      </w:pPr>
      <w:r>
        <w:rPr>
          <w:rtl/>
          <w:lang w:bidi="fa-IR"/>
        </w:rPr>
        <w:br w:type="page"/>
      </w:r>
    </w:p>
    <w:p w14:paraId="3D49277C" w14:textId="77777777" w:rsidR="007A3CB2" w:rsidRDefault="007A3CB2" w:rsidP="00721B54">
      <w:pPr>
        <w:pStyle w:val="Heading2Center"/>
        <w:rPr>
          <w:lang w:bidi="fa-IR"/>
        </w:rPr>
      </w:pPr>
      <w:bookmarkStart w:id="1" w:name="_Toc12609710"/>
      <w:r>
        <w:rPr>
          <w:rtl/>
          <w:lang w:bidi="fa-IR"/>
        </w:rPr>
        <w:lastRenderedPageBreak/>
        <w:t>المقدمة</w:t>
      </w:r>
      <w:bookmarkEnd w:id="1"/>
    </w:p>
    <w:p w14:paraId="3A7C8C8D" w14:textId="77777777" w:rsidR="003B626A" w:rsidRDefault="007A3CB2" w:rsidP="00F64AC3">
      <w:pPr>
        <w:pStyle w:val="libCenter"/>
        <w:rPr>
          <w:lang w:bidi="fa-IR"/>
        </w:rPr>
      </w:pPr>
      <w:r>
        <w:rPr>
          <w:rtl/>
          <w:lang w:bidi="fa-IR"/>
        </w:rPr>
        <w:t>بسم الله الرحمن الرحيم</w:t>
      </w:r>
    </w:p>
    <w:p w14:paraId="5728C228" w14:textId="77777777" w:rsidR="003B626A" w:rsidRDefault="007A3CB2" w:rsidP="007A3CB2">
      <w:pPr>
        <w:pStyle w:val="libNormal"/>
        <w:rPr>
          <w:lang w:bidi="fa-IR"/>
        </w:rPr>
      </w:pPr>
      <w:r>
        <w:rPr>
          <w:rtl/>
          <w:lang w:bidi="fa-IR"/>
        </w:rPr>
        <w:t>"ينبغي على الخطباء إثارة عواطف الناس تجاه الحسيند... وتوضيح واقعة عاشوراء ومبادئها... وإثارة المعرفة والإيمان".</w:t>
      </w:r>
    </w:p>
    <w:p w14:paraId="51AD5691" w14:textId="77777777" w:rsidR="003B626A" w:rsidRDefault="007A3CB2" w:rsidP="00F64AC3">
      <w:pPr>
        <w:pStyle w:val="libLeft"/>
        <w:rPr>
          <w:lang w:bidi="fa-IR"/>
        </w:rPr>
      </w:pPr>
      <w:r>
        <w:rPr>
          <w:rtl/>
          <w:lang w:bidi="fa-IR"/>
        </w:rPr>
        <w:t>الإمام الخامنئي دام ظله</w:t>
      </w:r>
    </w:p>
    <w:p w14:paraId="01DED0F2" w14:textId="77777777" w:rsidR="003B626A" w:rsidRDefault="007A3CB2" w:rsidP="007A3CB2">
      <w:pPr>
        <w:pStyle w:val="libNormal"/>
        <w:rPr>
          <w:lang w:bidi="fa-IR"/>
        </w:rPr>
      </w:pPr>
      <w:r>
        <w:rPr>
          <w:rtl/>
          <w:lang w:bidi="fa-IR"/>
        </w:rPr>
        <w:t>السادة الأفاضل المحاضرين في المجالس الحسينية دمتم موفقين.</w:t>
      </w:r>
    </w:p>
    <w:p w14:paraId="5C028657" w14:textId="77777777" w:rsidR="003B626A" w:rsidRDefault="007A3CB2" w:rsidP="007A3CB2">
      <w:pPr>
        <w:pStyle w:val="libNormal"/>
        <w:rPr>
          <w:lang w:bidi="fa-IR"/>
        </w:rPr>
      </w:pPr>
      <w:r>
        <w:rPr>
          <w:rtl/>
          <w:lang w:bidi="fa-IR"/>
        </w:rPr>
        <w:t>تتقدم منكم الوحدة الثقافية المركزية في حزب اللَّه بأسمى آيات العزاء بالمصاب العظيم بإمامنا أبي عبد اللَّه الحسين سائلة المولى تعالى أن يجعلنا من الطالبين بثاره مع الولي الأعظم الإمام الحجة ابن الحسن.</w:t>
      </w:r>
    </w:p>
    <w:p w14:paraId="67E89AD0" w14:textId="77777777" w:rsidR="003B626A" w:rsidRDefault="007A3CB2" w:rsidP="007A3CB2">
      <w:pPr>
        <w:pStyle w:val="libNormal"/>
        <w:rPr>
          <w:lang w:bidi="fa-IR"/>
        </w:rPr>
      </w:pPr>
      <w:r>
        <w:rPr>
          <w:rtl/>
          <w:lang w:bidi="fa-IR"/>
        </w:rPr>
        <w:t>ومع إطلالة شهر محرم لعام 1425هـ وتلافياً للوقوع في تكرار مضامين الكلمات ومن أجل إنجاح البرامج المقرَّرة نقترح توزيع مضامين الكلمات، للمحاضرين الكرام، وفق الترتيب والبرنامج الزمني المحدَّد في هذا الكتيب.</w:t>
      </w:r>
    </w:p>
    <w:p w14:paraId="6187FAEC" w14:textId="77777777" w:rsidR="003B626A" w:rsidRDefault="007A3CB2" w:rsidP="007A3CB2">
      <w:pPr>
        <w:pStyle w:val="libNormal"/>
        <w:rPr>
          <w:lang w:bidi="fa-IR"/>
        </w:rPr>
      </w:pPr>
      <w:r>
        <w:rPr>
          <w:rtl/>
          <w:lang w:bidi="fa-IR"/>
        </w:rPr>
        <w:t>وقد توَّجنا هذا الكتيب بكلمات توجيهية للإمام الراحل الخميني العظيمه ولو</w:t>
      </w:r>
      <w:r w:rsidR="00F64AC3">
        <w:rPr>
          <w:rtl/>
          <w:lang w:bidi="fa-IR"/>
        </w:rPr>
        <w:t>لي أمر المسلمين الإمام الخامنئي</w:t>
      </w:r>
      <w:r>
        <w:rPr>
          <w:rtl/>
          <w:lang w:bidi="fa-IR"/>
        </w:rPr>
        <w:t xml:space="preserve"> سائلين المولى تعالى أن يعجل فرج صاحب العصر والزمانب وأن يتقبل أعمالنا وأعمالكم بأحسن قبول إنه سميع مجيب الدعاء.</w:t>
      </w:r>
    </w:p>
    <w:p w14:paraId="38B21603" w14:textId="77777777" w:rsidR="003B626A" w:rsidRDefault="007A3CB2" w:rsidP="00F64AC3">
      <w:pPr>
        <w:pStyle w:val="libBold1"/>
        <w:rPr>
          <w:lang w:bidi="fa-IR"/>
        </w:rPr>
      </w:pPr>
      <w:r>
        <w:rPr>
          <w:rtl/>
          <w:lang w:bidi="fa-IR"/>
        </w:rPr>
        <w:t>توجيهات الإمام الخميني للمحاضرين والخطباء الحسينيين</w:t>
      </w:r>
    </w:p>
    <w:p w14:paraId="2303489C" w14:textId="77777777" w:rsidR="003B626A" w:rsidRDefault="007A3CB2" w:rsidP="007A3CB2">
      <w:pPr>
        <w:pStyle w:val="libNormal"/>
        <w:rPr>
          <w:lang w:bidi="fa-IR"/>
        </w:rPr>
      </w:pPr>
      <w:r>
        <w:rPr>
          <w:rtl/>
          <w:lang w:bidi="fa-IR"/>
        </w:rPr>
        <w:t>1</w:t>
      </w:r>
      <w:r w:rsidR="003B626A">
        <w:rPr>
          <w:rtl/>
          <w:lang w:bidi="fa-IR"/>
        </w:rPr>
        <w:t>-</w:t>
      </w:r>
      <w:r>
        <w:rPr>
          <w:rtl/>
          <w:lang w:bidi="fa-IR"/>
        </w:rPr>
        <w:t xml:space="preserve"> إن على الخطباء أن يقرأوا المراثي حتى آخر الخطبة ولا يختصروها بل ليتحدثوا كثيراً عن مصائب أهل البيت </w:t>
      </w:r>
      <w:r w:rsidR="00F83AC1" w:rsidRPr="00F83AC1">
        <w:rPr>
          <w:rStyle w:val="libAlaemChar"/>
          <w:rtl/>
        </w:rPr>
        <w:t>عليهم‌السلام</w:t>
      </w:r>
      <w:r>
        <w:rPr>
          <w:rtl/>
          <w:lang w:bidi="fa-IR"/>
        </w:rPr>
        <w:t>.</w:t>
      </w:r>
    </w:p>
    <w:p w14:paraId="50054224" w14:textId="77777777" w:rsidR="003B626A" w:rsidRDefault="007A3CB2" w:rsidP="007A3CB2">
      <w:pPr>
        <w:pStyle w:val="libNormal"/>
        <w:rPr>
          <w:lang w:bidi="fa-IR"/>
        </w:rPr>
      </w:pPr>
      <w:r>
        <w:rPr>
          <w:rtl/>
          <w:lang w:bidi="fa-IR"/>
        </w:rPr>
        <w:t>2</w:t>
      </w:r>
      <w:r w:rsidR="003B626A">
        <w:rPr>
          <w:rtl/>
          <w:lang w:bidi="fa-IR"/>
        </w:rPr>
        <w:t>-</w:t>
      </w:r>
      <w:r>
        <w:rPr>
          <w:rtl/>
          <w:lang w:bidi="fa-IR"/>
        </w:rPr>
        <w:t xml:space="preserve"> ليهتم خطباء المنابر ويسعوا إلى دفع الناس نحو القضايا الإسلامية وإعطائهم التوجيهات اللازمة في الشؤون السياسية والاجتماعية.</w:t>
      </w:r>
    </w:p>
    <w:p w14:paraId="74C74521" w14:textId="77777777" w:rsidR="003B626A" w:rsidRDefault="007A3CB2" w:rsidP="007A3CB2">
      <w:pPr>
        <w:pStyle w:val="libNormal"/>
        <w:rPr>
          <w:lang w:bidi="fa-IR"/>
        </w:rPr>
      </w:pPr>
      <w:r>
        <w:rPr>
          <w:rtl/>
          <w:lang w:bidi="fa-IR"/>
        </w:rPr>
        <w:t>3</w:t>
      </w:r>
      <w:r w:rsidR="003B626A">
        <w:rPr>
          <w:rtl/>
          <w:lang w:bidi="fa-IR"/>
        </w:rPr>
        <w:t>-</w:t>
      </w:r>
      <w:r>
        <w:rPr>
          <w:rtl/>
          <w:lang w:bidi="fa-IR"/>
        </w:rPr>
        <w:t xml:space="preserve"> يجب التذكير بالمصائب والمظالم التي يرتكبها الظالمون في كل عصر ومصر.</w:t>
      </w:r>
    </w:p>
    <w:p w14:paraId="1BB3EBF7" w14:textId="77777777" w:rsidR="003B626A" w:rsidRDefault="007A3CB2" w:rsidP="007A3CB2">
      <w:pPr>
        <w:pStyle w:val="libNormal"/>
        <w:rPr>
          <w:lang w:bidi="fa-IR"/>
        </w:rPr>
      </w:pPr>
      <w:r>
        <w:rPr>
          <w:rtl/>
          <w:lang w:bidi="fa-IR"/>
        </w:rPr>
        <w:t>توجيهات الإمام الخامنئي للمحاضرين والخطباء الحسينيين</w:t>
      </w:r>
    </w:p>
    <w:p w14:paraId="607028A3" w14:textId="77777777" w:rsidR="003B626A" w:rsidRDefault="007A3CB2" w:rsidP="007A3CB2">
      <w:pPr>
        <w:pStyle w:val="libNormal"/>
        <w:rPr>
          <w:lang w:bidi="fa-IR"/>
        </w:rPr>
      </w:pPr>
      <w:r>
        <w:rPr>
          <w:rtl/>
          <w:lang w:bidi="fa-IR"/>
        </w:rPr>
        <w:t>أول شيء يجب أن تهتموا به هو رسالة الثورة في المصيبة وفي المدح وفي الأخلاقيات والوعظ.</w:t>
      </w:r>
    </w:p>
    <w:p w14:paraId="49D3E11C" w14:textId="77777777" w:rsidR="003B626A" w:rsidRDefault="003B626A" w:rsidP="003B626A">
      <w:pPr>
        <w:pStyle w:val="libNormal"/>
        <w:rPr>
          <w:rtl/>
          <w:lang w:bidi="fa-IR"/>
        </w:rPr>
      </w:pPr>
      <w:r>
        <w:rPr>
          <w:rtl/>
          <w:lang w:bidi="fa-IR"/>
        </w:rPr>
        <w:br w:type="page"/>
      </w:r>
    </w:p>
    <w:p w14:paraId="606FDE97" w14:textId="77777777" w:rsidR="00F64AC3" w:rsidRDefault="00F64AC3" w:rsidP="00F64AC3">
      <w:pPr>
        <w:pStyle w:val="libBold1"/>
        <w:rPr>
          <w:lang w:bidi="fa-IR"/>
        </w:rPr>
      </w:pPr>
      <w:r>
        <w:rPr>
          <w:rtl/>
          <w:lang w:bidi="fa-IR"/>
        </w:rPr>
        <w:lastRenderedPageBreak/>
        <w:t>كيف يجب أن تقام مراسم العزاء؟</w:t>
      </w:r>
    </w:p>
    <w:p w14:paraId="3EBB2484" w14:textId="77777777" w:rsidR="007A3CB2" w:rsidRDefault="007A3CB2" w:rsidP="007A3CB2">
      <w:pPr>
        <w:pStyle w:val="libNormal"/>
        <w:rPr>
          <w:lang w:bidi="fa-IR"/>
        </w:rPr>
      </w:pPr>
      <w:r>
        <w:rPr>
          <w:rtl/>
          <w:lang w:bidi="fa-IR"/>
        </w:rPr>
        <w:t>إنه سؤال موجَّه إلى جميع من يشعر بالمسؤولية في هذه القضية، وباعتقادي أن هذه المجالس يجب أن تتميز بثلاثة أمور:</w:t>
      </w:r>
    </w:p>
    <w:p w14:paraId="2C74B7BE" w14:textId="77777777" w:rsidR="003B626A" w:rsidRDefault="007A3CB2" w:rsidP="007A3CB2">
      <w:pPr>
        <w:pStyle w:val="libNormal"/>
        <w:rPr>
          <w:lang w:bidi="fa-IR"/>
        </w:rPr>
      </w:pPr>
      <w:r>
        <w:rPr>
          <w:rtl/>
          <w:lang w:bidi="fa-IR"/>
        </w:rPr>
        <w:t>1</w:t>
      </w:r>
      <w:r w:rsidR="003B626A">
        <w:rPr>
          <w:rtl/>
          <w:lang w:bidi="fa-IR"/>
        </w:rPr>
        <w:t>-</w:t>
      </w:r>
      <w:r>
        <w:rPr>
          <w:rtl/>
          <w:lang w:bidi="fa-IR"/>
        </w:rPr>
        <w:t xml:space="preserve"> تكريس محبة أهل البيتو ومودتهم في القلوب لأن الارتباط العاطفي ارتباط قيِّم ووثيق.</w:t>
      </w:r>
    </w:p>
    <w:p w14:paraId="14B9BB0F" w14:textId="77777777" w:rsidR="003B626A" w:rsidRDefault="007A3CB2" w:rsidP="007A3CB2">
      <w:pPr>
        <w:pStyle w:val="libNormal"/>
        <w:rPr>
          <w:lang w:bidi="fa-IR"/>
        </w:rPr>
      </w:pPr>
      <w:r>
        <w:rPr>
          <w:rtl/>
          <w:lang w:bidi="fa-IR"/>
        </w:rPr>
        <w:t>2</w:t>
      </w:r>
      <w:r w:rsidR="003B626A">
        <w:rPr>
          <w:rtl/>
          <w:lang w:bidi="fa-IR"/>
        </w:rPr>
        <w:t>-</w:t>
      </w:r>
      <w:r>
        <w:rPr>
          <w:rtl/>
          <w:lang w:bidi="fa-IR"/>
        </w:rPr>
        <w:t xml:space="preserve"> اعطاء صورة واضحة عن أصل قضية عاشوراء وتبيانها للناس من الناحية الثقافية والعقائدية والنفسية والاجتماعية.</w:t>
      </w:r>
    </w:p>
    <w:p w14:paraId="3449E96B" w14:textId="77777777" w:rsidR="003B626A" w:rsidRDefault="007A3CB2" w:rsidP="007A3CB2">
      <w:pPr>
        <w:pStyle w:val="libNormal"/>
        <w:rPr>
          <w:lang w:bidi="fa-IR"/>
        </w:rPr>
      </w:pPr>
      <w:r>
        <w:rPr>
          <w:rtl/>
          <w:lang w:bidi="fa-IR"/>
        </w:rPr>
        <w:t>3</w:t>
      </w:r>
      <w:r w:rsidR="003B626A">
        <w:rPr>
          <w:rtl/>
          <w:lang w:bidi="fa-IR"/>
        </w:rPr>
        <w:t>-</w:t>
      </w:r>
      <w:r>
        <w:rPr>
          <w:rtl/>
          <w:lang w:bidi="fa-IR"/>
        </w:rPr>
        <w:t xml:space="preserve"> تكريس المعرفة الدينية والإيمان الديني. والاعتماد على آية شريفة أو حديث شريف صحيح السند أو رواية تاريخية ذات عبرة.</w:t>
      </w:r>
    </w:p>
    <w:p w14:paraId="128C85D7" w14:textId="77777777" w:rsidR="003B626A" w:rsidRDefault="007A3CB2" w:rsidP="007A3CB2">
      <w:pPr>
        <w:pStyle w:val="libNormal"/>
        <w:rPr>
          <w:lang w:bidi="fa-IR"/>
        </w:rPr>
      </w:pPr>
      <w:r>
        <w:rPr>
          <w:rtl/>
          <w:lang w:bidi="fa-IR"/>
        </w:rPr>
        <w:t>4</w:t>
      </w:r>
      <w:r w:rsidR="003B626A">
        <w:rPr>
          <w:rtl/>
          <w:lang w:bidi="fa-IR"/>
        </w:rPr>
        <w:t>-</w:t>
      </w:r>
      <w:r>
        <w:rPr>
          <w:rtl/>
          <w:lang w:bidi="fa-IR"/>
        </w:rPr>
        <w:t xml:space="preserve"> على أيّ منبر صعدتم وأي حديث تحدثتم، بيّنوا للناس يزيد هذا العصر وشمر هذا العصر ومستعمري هذا العصر.</w:t>
      </w:r>
    </w:p>
    <w:p w14:paraId="33F74606" w14:textId="77777777" w:rsidR="003B626A" w:rsidRDefault="007A3CB2" w:rsidP="007A3CB2">
      <w:pPr>
        <w:pStyle w:val="libNormal"/>
        <w:rPr>
          <w:lang w:bidi="fa-IR"/>
        </w:rPr>
      </w:pPr>
      <w:r>
        <w:rPr>
          <w:rtl/>
          <w:lang w:bidi="fa-IR"/>
        </w:rPr>
        <w:t>السادة الأفاضل محاضري وخطباء المنبر الحسيني دمتم موفقين.</w:t>
      </w:r>
    </w:p>
    <w:p w14:paraId="30462182" w14:textId="77777777" w:rsidR="003B626A" w:rsidRDefault="007A3CB2" w:rsidP="007A3CB2">
      <w:pPr>
        <w:pStyle w:val="libNormal"/>
        <w:rPr>
          <w:lang w:bidi="fa-IR"/>
        </w:rPr>
      </w:pPr>
      <w:r>
        <w:rPr>
          <w:rtl/>
          <w:lang w:bidi="fa-IR"/>
        </w:rPr>
        <w:t>السلام عليكم ورحمة اللَّه وبركاته</w:t>
      </w:r>
    </w:p>
    <w:p w14:paraId="0D803D17" w14:textId="77777777" w:rsidR="003B626A" w:rsidRDefault="007A3CB2" w:rsidP="007A3CB2">
      <w:pPr>
        <w:pStyle w:val="libNormal"/>
        <w:rPr>
          <w:lang w:bidi="fa-IR"/>
        </w:rPr>
      </w:pPr>
      <w:r>
        <w:rPr>
          <w:rtl/>
          <w:lang w:bidi="fa-IR"/>
        </w:rPr>
        <w:t>مع إطلالة شهر محرّم الحرام تتجدَّد الجاذبية الخاصة للإمام أبي عبد اللَّه الحسيند لتأتي بالناس من كل حدب وصوب ولتمتلئ المجالس العاشورائية بشكل لا تعهده مناسبات أخرى. وهذا ما يثقل المسؤولية في الاستفادة والإفادة من هذا الموسم المبارك لا سيما من روّاد المنبر الحسيني الشريف محاضرين وخطباء، وهنا تأتي أهمية تحديد أولويات الخطاب العاشورائي بما يخدم الناس في توجيههم وتحديد تكليفهم الإلهي، لا سيّما في هذه المرحلة الحساسة من تاريخ الأمة التي تشهد هجمات جائرة وشرسة تهددها بمخاطر كبيرة مقبلة مما يتطلب خطاباً تعبوياً للأمة يهيؤها لممارسة الدور المنشود منها.</w:t>
      </w:r>
    </w:p>
    <w:p w14:paraId="0BB44C10" w14:textId="77777777" w:rsidR="007A3CB2" w:rsidRDefault="007A3CB2" w:rsidP="007A3CB2">
      <w:pPr>
        <w:pStyle w:val="libNormal"/>
        <w:rPr>
          <w:lang w:bidi="fa-IR"/>
        </w:rPr>
      </w:pPr>
      <w:r>
        <w:rPr>
          <w:rtl/>
          <w:lang w:bidi="fa-IR"/>
        </w:rPr>
        <w:t>ونطرح هنا بعض السياسات لهذا الخطاب العاشورائي التعبوي المطلوب:</w:t>
      </w:r>
    </w:p>
    <w:p w14:paraId="1ED6B7D7" w14:textId="77777777" w:rsidR="003B626A" w:rsidRDefault="007A3CB2" w:rsidP="007A3CB2">
      <w:pPr>
        <w:pStyle w:val="libNormal"/>
        <w:rPr>
          <w:lang w:bidi="fa-IR"/>
        </w:rPr>
      </w:pPr>
      <w:r>
        <w:rPr>
          <w:rtl/>
          <w:lang w:bidi="fa-IR"/>
        </w:rPr>
        <w:t>1</w:t>
      </w:r>
      <w:r w:rsidR="003B626A">
        <w:rPr>
          <w:rtl/>
          <w:lang w:bidi="fa-IR"/>
        </w:rPr>
        <w:t>-</w:t>
      </w:r>
      <w:r>
        <w:rPr>
          <w:rtl/>
          <w:lang w:bidi="fa-IR"/>
        </w:rPr>
        <w:t xml:space="preserve"> التأكيد على أهمية الجانب المعنوي الذي يحققه الارتباط باللَّه تعالى والتوكل عليه، وأهمية هذا الجانب في استنزال المدد والنصر الإلهي ولو قلَّ المؤمنون وكثر أعداؤهم.</w:t>
      </w:r>
    </w:p>
    <w:p w14:paraId="2E576529" w14:textId="77777777" w:rsidR="003B626A" w:rsidRDefault="007A3CB2" w:rsidP="007A3CB2">
      <w:pPr>
        <w:pStyle w:val="libNormal"/>
        <w:rPr>
          <w:lang w:bidi="fa-IR"/>
        </w:rPr>
      </w:pPr>
      <w:r>
        <w:rPr>
          <w:rtl/>
          <w:lang w:bidi="fa-IR"/>
        </w:rPr>
        <w:t>2</w:t>
      </w:r>
      <w:r w:rsidR="003B626A">
        <w:rPr>
          <w:rtl/>
          <w:lang w:bidi="fa-IR"/>
        </w:rPr>
        <w:t>-</w:t>
      </w:r>
      <w:r>
        <w:rPr>
          <w:rtl/>
          <w:lang w:bidi="fa-IR"/>
        </w:rPr>
        <w:t xml:space="preserve"> ربط الناس بالتكليف الإلهي على قاعدة كونه الموجِّه لموقف الفرد والأمة.</w:t>
      </w:r>
    </w:p>
    <w:p w14:paraId="69D09641" w14:textId="77777777" w:rsidR="003B626A" w:rsidRDefault="007A3CB2" w:rsidP="007A3CB2">
      <w:pPr>
        <w:pStyle w:val="libNormal"/>
        <w:rPr>
          <w:lang w:bidi="fa-IR"/>
        </w:rPr>
      </w:pPr>
      <w:r>
        <w:rPr>
          <w:rtl/>
          <w:lang w:bidi="fa-IR"/>
        </w:rPr>
        <w:t>3</w:t>
      </w:r>
      <w:r w:rsidR="003B626A">
        <w:rPr>
          <w:rtl/>
          <w:lang w:bidi="fa-IR"/>
        </w:rPr>
        <w:t>-</w:t>
      </w:r>
      <w:r>
        <w:rPr>
          <w:rtl/>
          <w:lang w:bidi="fa-IR"/>
        </w:rPr>
        <w:t xml:space="preserve"> توجيه الناس نحو العمل للآخرة لضمان استمرار الحياة بسعادة باقية. وإبراز دور الشهادة في تحقيق ذلك.</w:t>
      </w:r>
    </w:p>
    <w:p w14:paraId="02213CF2" w14:textId="77777777" w:rsidR="003B626A" w:rsidRDefault="003B626A" w:rsidP="003B626A">
      <w:pPr>
        <w:pStyle w:val="libNormal"/>
        <w:rPr>
          <w:rtl/>
          <w:lang w:bidi="fa-IR"/>
        </w:rPr>
      </w:pPr>
      <w:r>
        <w:rPr>
          <w:rtl/>
          <w:lang w:bidi="fa-IR"/>
        </w:rPr>
        <w:br w:type="page"/>
      </w:r>
    </w:p>
    <w:p w14:paraId="502BB0A8" w14:textId="77777777" w:rsidR="003B626A" w:rsidRDefault="003B626A" w:rsidP="007A3CB2">
      <w:pPr>
        <w:pStyle w:val="libNormal"/>
        <w:rPr>
          <w:lang w:bidi="fa-IR"/>
        </w:rPr>
      </w:pPr>
      <w:r>
        <w:rPr>
          <w:rFonts w:hint="cs"/>
          <w:rtl/>
          <w:lang w:bidi="fa-IR"/>
        </w:rPr>
        <w:lastRenderedPageBreak/>
        <w:t>4</w:t>
      </w:r>
      <w:r>
        <w:rPr>
          <w:rtl/>
          <w:lang w:bidi="fa-IR"/>
        </w:rPr>
        <w:t>-</w:t>
      </w:r>
      <w:r w:rsidR="007A3CB2">
        <w:rPr>
          <w:rtl/>
          <w:lang w:bidi="fa-IR"/>
        </w:rPr>
        <w:t xml:space="preserve"> غرس روح التضحية في أبناء الأمة لكون معركة الحق ضد الباطل لا بد لها من تضحيات، وتضحيات الإمام الحسيند في كربلاء الدليل الواضح على ذلك.</w:t>
      </w:r>
    </w:p>
    <w:p w14:paraId="37250556" w14:textId="77777777" w:rsidR="003B626A" w:rsidRDefault="007A3CB2" w:rsidP="007A3CB2">
      <w:pPr>
        <w:pStyle w:val="libNormal"/>
        <w:rPr>
          <w:lang w:bidi="fa-IR"/>
        </w:rPr>
      </w:pPr>
      <w:r>
        <w:rPr>
          <w:rtl/>
          <w:lang w:bidi="fa-IR"/>
        </w:rPr>
        <w:t>5</w:t>
      </w:r>
      <w:r w:rsidR="003B626A">
        <w:rPr>
          <w:rtl/>
          <w:lang w:bidi="fa-IR"/>
        </w:rPr>
        <w:t>-</w:t>
      </w:r>
      <w:r>
        <w:rPr>
          <w:rtl/>
          <w:lang w:bidi="fa-IR"/>
        </w:rPr>
        <w:t xml:space="preserve"> الإرشاد إلى دور الولاية في توجيه الأمة وترشيدها. وإن وحدة الولي والقائد هي الضمان لوحدة الأمة وعزِّها.</w:t>
      </w:r>
    </w:p>
    <w:p w14:paraId="224A78BB" w14:textId="77777777" w:rsidR="003B626A" w:rsidRDefault="007A3CB2" w:rsidP="007A3CB2">
      <w:pPr>
        <w:pStyle w:val="libNormal"/>
        <w:rPr>
          <w:lang w:bidi="fa-IR"/>
        </w:rPr>
      </w:pPr>
      <w:r>
        <w:rPr>
          <w:rtl/>
          <w:lang w:bidi="fa-IR"/>
        </w:rPr>
        <w:t>6</w:t>
      </w:r>
      <w:r w:rsidR="003B626A">
        <w:rPr>
          <w:rtl/>
          <w:lang w:bidi="fa-IR"/>
        </w:rPr>
        <w:t>-</w:t>
      </w:r>
      <w:r>
        <w:rPr>
          <w:rtl/>
          <w:lang w:bidi="fa-IR"/>
        </w:rPr>
        <w:t xml:space="preserve"> تأكيد ضرورة وحدة المسلمين صفاً واحداً أمام أعدائهم.</w:t>
      </w:r>
    </w:p>
    <w:p w14:paraId="1E065229" w14:textId="77777777" w:rsidR="003B626A" w:rsidRDefault="007A3CB2" w:rsidP="007A3CB2">
      <w:pPr>
        <w:pStyle w:val="libNormal"/>
        <w:rPr>
          <w:lang w:bidi="fa-IR"/>
        </w:rPr>
      </w:pPr>
      <w:r>
        <w:rPr>
          <w:rtl/>
          <w:lang w:bidi="fa-IR"/>
        </w:rPr>
        <w:t>7</w:t>
      </w:r>
      <w:r w:rsidR="003B626A">
        <w:rPr>
          <w:rtl/>
          <w:lang w:bidi="fa-IR"/>
        </w:rPr>
        <w:t>-</w:t>
      </w:r>
      <w:r>
        <w:rPr>
          <w:rtl/>
          <w:lang w:bidi="fa-IR"/>
        </w:rPr>
        <w:t xml:space="preserve"> تحديد طواغيت العصر ويزيدييه المتمثلين اليوم في الدرجة الأولى بأمريكا وإسرائيل والتطرق إلى الممارسات الإرهابية التي يمارسها هؤلاء الطواغيت ضد مسلمي ومستضعفي العالم.</w:t>
      </w:r>
    </w:p>
    <w:p w14:paraId="738AB985" w14:textId="77777777" w:rsidR="003B626A" w:rsidRDefault="007A3CB2" w:rsidP="007A3CB2">
      <w:pPr>
        <w:pStyle w:val="libNormal"/>
        <w:rPr>
          <w:lang w:bidi="fa-IR"/>
        </w:rPr>
      </w:pPr>
      <w:r>
        <w:rPr>
          <w:rtl/>
          <w:lang w:bidi="fa-IR"/>
        </w:rPr>
        <w:t>8</w:t>
      </w:r>
      <w:r w:rsidR="003B626A">
        <w:rPr>
          <w:rtl/>
          <w:lang w:bidi="fa-IR"/>
        </w:rPr>
        <w:t>-</w:t>
      </w:r>
      <w:r>
        <w:rPr>
          <w:rtl/>
          <w:lang w:bidi="fa-IR"/>
        </w:rPr>
        <w:t xml:space="preserve"> بيان تكليف الأمة في نصرة المظلومين.</w:t>
      </w:r>
    </w:p>
    <w:p w14:paraId="2BFC2039" w14:textId="77777777" w:rsidR="003B626A" w:rsidRDefault="007A3CB2" w:rsidP="007A3CB2">
      <w:pPr>
        <w:pStyle w:val="libNormal"/>
        <w:rPr>
          <w:lang w:bidi="fa-IR"/>
        </w:rPr>
      </w:pPr>
      <w:r>
        <w:rPr>
          <w:rtl/>
          <w:lang w:bidi="fa-IR"/>
        </w:rPr>
        <w:t>9</w:t>
      </w:r>
      <w:r w:rsidR="003B626A">
        <w:rPr>
          <w:rtl/>
          <w:lang w:bidi="fa-IR"/>
        </w:rPr>
        <w:t>-</w:t>
      </w:r>
      <w:r>
        <w:rPr>
          <w:rtl/>
          <w:lang w:bidi="fa-IR"/>
        </w:rPr>
        <w:t xml:space="preserve"> التشديد على ضرورة الثبات في معركة الحق ضد الباطل ودورها في تحقيق النصر الإلهي.</w:t>
      </w:r>
    </w:p>
    <w:p w14:paraId="026CFCC2" w14:textId="77777777" w:rsidR="003B626A" w:rsidRDefault="007A3CB2" w:rsidP="007A3CB2">
      <w:pPr>
        <w:pStyle w:val="libNormal"/>
        <w:rPr>
          <w:lang w:bidi="fa-IR"/>
        </w:rPr>
      </w:pPr>
      <w:r>
        <w:rPr>
          <w:rtl/>
          <w:lang w:bidi="fa-IR"/>
        </w:rPr>
        <w:t>10</w:t>
      </w:r>
      <w:r w:rsidR="003B626A">
        <w:rPr>
          <w:rtl/>
          <w:lang w:bidi="fa-IR"/>
        </w:rPr>
        <w:t>-</w:t>
      </w:r>
      <w:r>
        <w:rPr>
          <w:rtl/>
          <w:lang w:bidi="fa-IR"/>
        </w:rPr>
        <w:t xml:space="preserve"> إبراز التشابه بين ثورة الإمام الحسيند ومعركتنا ضد الباطل، سواء على مستوى أهداف وممارسات الأعداء، أو على مستوى مشاركة الشرائح المتنوعة من المجتمع لنصرة الحق (شبان، شيوخ، نساء، أطفال، طبقات اجتماعية متفاوتة).</w:t>
      </w:r>
    </w:p>
    <w:p w14:paraId="2A294DFC" w14:textId="77777777" w:rsidR="003B626A" w:rsidRDefault="007A3CB2" w:rsidP="007A3CB2">
      <w:pPr>
        <w:pStyle w:val="libNormal"/>
        <w:rPr>
          <w:lang w:bidi="fa-IR"/>
        </w:rPr>
      </w:pPr>
      <w:r>
        <w:rPr>
          <w:rtl/>
          <w:lang w:bidi="fa-IR"/>
        </w:rPr>
        <w:t>11</w:t>
      </w:r>
      <w:r w:rsidR="003B626A">
        <w:rPr>
          <w:rtl/>
          <w:lang w:bidi="fa-IR"/>
        </w:rPr>
        <w:t>-</w:t>
      </w:r>
      <w:r>
        <w:rPr>
          <w:rtl/>
          <w:lang w:bidi="fa-IR"/>
        </w:rPr>
        <w:t xml:space="preserve"> الإلفات إلى ضرورة التكافل الاجتماعي في الأمة بما يؤمِّن القوة الداخلية للمجتمع في معركته ضد الباطل.</w:t>
      </w:r>
    </w:p>
    <w:p w14:paraId="0DA1762C" w14:textId="77777777" w:rsidR="003B626A" w:rsidRDefault="007A3CB2" w:rsidP="007A3CB2">
      <w:pPr>
        <w:pStyle w:val="libNormal"/>
        <w:rPr>
          <w:lang w:bidi="fa-IR"/>
        </w:rPr>
      </w:pPr>
      <w:r>
        <w:rPr>
          <w:rtl/>
          <w:lang w:bidi="fa-IR"/>
        </w:rPr>
        <w:t>12</w:t>
      </w:r>
      <w:r w:rsidR="003B626A">
        <w:rPr>
          <w:rtl/>
          <w:lang w:bidi="fa-IR"/>
        </w:rPr>
        <w:t>-</w:t>
      </w:r>
      <w:r>
        <w:rPr>
          <w:rtl/>
          <w:lang w:bidi="fa-IR"/>
        </w:rPr>
        <w:t xml:space="preserve"> تقوية علاقة الناس بصاحب العصر والزمانب وتبيان مسؤوليتهم في التمهيد لظهوره المبارك، واستعدادهم لاستمرار التضحية بين يديه.</w:t>
      </w:r>
    </w:p>
    <w:p w14:paraId="063F3441" w14:textId="77777777" w:rsidR="003B626A" w:rsidRDefault="007A3CB2" w:rsidP="007A3CB2">
      <w:pPr>
        <w:pStyle w:val="libNormal"/>
        <w:rPr>
          <w:lang w:bidi="fa-IR"/>
        </w:rPr>
      </w:pPr>
      <w:r>
        <w:rPr>
          <w:rtl/>
          <w:lang w:bidi="fa-IR"/>
        </w:rPr>
        <w:t>والحمد للَّه رب العالمين</w:t>
      </w:r>
    </w:p>
    <w:p w14:paraId="41C452EB" w14:textId="77777777" w:rsidR="003B626A" w:rsidRDefault="007A3CB2" w:rsidP="00A20FE9">
      <w:pPr>
        <w:pStyle w:val="libLeft"/>
        <w:rPr>
          <w:rtl/>
          <w:lang w:bidi="fa-IR"/>
        </w:rPr>
      </w:pPr>
      <w:r>
        <w:rPr>
          <w:rtl/>
          <w:lang w:bidi="fa-IR"/>
        </w:rPr>
        <w:t>جمعية المعارف الثقافية الإسلامية</w:t>
      </w:r>
    </w:p>
    <w:p w14:paraId="23ADC8C8" w14:textId="77777777" w:rsidR="003B626A" w:rsidRDefault="003B626A" w:rsidP="003B626A">
      <w:pPr>
        <w:pStyle w:val="libNormal"/>
        <w:rPr>
          <w:rtl/>
          <w:lang w:bidi="fa-IR"/>
        </w:rPr>
      </w:pPr>
      <w:r>
        <w:rPr>
          <w:rtl/>
          <w:lang w:bidi="fa-IR"/>
        </w:rPr>
        <w:br w:type="page"/>
      </w:r>
    </w:p>
    <w:p w14:paraId="5CFC581A" w14:textId="77777777" w:rsidR="00F13E3A" w:rsidRDefault="00F13E3A" w:rsidP="00F13E3A">
      <w:pPr>
        <w:pStyle w:val="libNormal"/>
        <w:rPr>
          <w:lang w:bidi="fa-IR"/>
        </w:rPr>
      </w:pPr>
      <w:r>
        <w:rPr>
          <w:rtl/>
          <w:lang w:bidi="fa-IR"/>
        </w:rPr>
        <w:lastRenderedPageBreak/>
        <w:br w:type="page"/>
      </w:r>
    </w:p>
    <w:p w14:paraId="57CCC72B" w14:textId="77777777" w:rsidR="00F13E3A" w:rsidRDefault="00F13E3A" w:rsidP="00F13E3A">
      <w:pPr>
        <w:pStyle w:val="libNormal"/>
        <w:rPr>
          <w:lang w:bidi="fa-IR"/>
        </w:rPr>
      </w:pPr>
      <w:r>
        <w:rPr>
          <w:rtl/>
          <w:lang w:bidi="fa-IR"/>
        </w:rPr>
        <w:lastRenderedPageBreak/>
        <w:br w:type="page"/>
      </w:r>
    </w:p>
    <w:p w14:paraId="6601A1C6" w14:textId="77777777" w:rsidR="00F13E3A" w:rsidRDefault="00F13E3A" w:rsidP="00F13E3A">
      <w:pPr>
        <w:pStyle w:val="libNormal"/>
        <w:rPr>
          <w:lang w:bidi="fa-IR"/>
        </w:rPr>
      </w:pPr>
      <w:r>
        <w:rPr>
          <w:rtl/>
          <w:lang w:bidi="fa-IR"/>
        </w:rPr>
        <w:lastRenderedPageBreak/>
        <w:br w:type="page"/>
      </w:r>
    </w:p>
    <w:p w14:paraId="67A80B02" w14:textId="77777777" w:rsidR="00F13E3A" w:rsidRDefault="00F13E3A" w:rsidP="00F13E3A">
      <w:pPr>
        <w:pStyle w:val="libNormal"/>
        <w:rPr>
          <w:lang w:bidi="fa-IR"/>
        </w:rPr>
      </w:pPr>
      <w:r>
        <w:rPr>
          <w:rtl/>
          <w:lang w:bidi="fa-IR"/>
        </w:rPr>
        <w:lastRenderedPageBreak/>
        <w:br w:type="page"/>
      </w:r>
    </w:p>
    <w:p w14:paraId="34BB4303" w14:textId="77777777" w:rsidR="00F13E3A" w:rsidRDefault="00F13E3A" w:rsidP="00F13E3A">
      <w:pPr>
        <w:pStyle w:val="libNormal"/>
        <w:rPr>
          <w:lang w:bidi="fa-IR"/>
        </w:rPr>
      </w:pPr>
      <w:r>
        <w:rPr>
          <w:rtl/>
          <w:lang w:bidi="fa-IR"/>
        </w:rPr>
        <w:lastRenderedPageBreak/>
        <w:br w:type="page"/>
      </w:r>
    </w:p>
    <w:p w14:paraId="0F06AA87" w14:textId="77777777" w:rsidR="00F13E3A" w:rsidRDefault="00F13E3A" w:rsidP="00F13E3A">
      <w:pPr>
        <w:pStyle w:val="libNormal"/>
        <w:rPr>
          <w:lang w:bidi="fa-IR"/>
        </w:rPr>
      </w:pPr>
      <w:r>
        <w:rPr>
          <w:rtl/>
          <w:lang w:bidi="fa-IR"/>
        </w:rPr>
        <w:lastRenderedPageBreak/>
        <w:br w:type="page"/>
      </w:r>
    </w:p>
    <w:p w14:paraId="0DC8A7C1" w14:textId="77777777" w:rsidR="00A20FE9" w:rsidRDefault="00A20FE9" w:rsidP="00A20FE9">
      <w:pPr>
        <w:pStyle w:val="Heading1Center"/>
        <w:rPr>
          <w:rtl/>
          <w:lang w:bidi="fa-IR"/>
        </w:rPr>
      </w:pPr>
      <w:bookmarkStart w:id="2" w:name="_Toc12609711"/>
      <w:r>
        <w:rPr>
          <w:rtl/>
          <w:lang w:bidi="fa-IR"/>
        </w:rPr>
        <w:lastRenderedPageBreak/>
        <w:t>القسم الأول : المحاضر الحسيني</w:t>
      </w:r>
      <w:bookmarkEnd w:id="2"/>
    </w:p>
    <w:p w14:paraId="65D85F1E" w14:textId="77777777" w:rsidR="00A20FE9" w:rsidRDefault="00A20FE9" w:rsidP="00A20FE9">
      <w:pPr>
        <w:pStyle w:val="libNormal"/>
        <w:rPr>
          <w:lang w:bidi="fa-IR"/>
        </w:rPr>
      </w:pPr>
      <w:r>
        <w:rPr>
          <w:rtl/>
          <w:lang w:bidi="fa-IR"/>
        </w:rPr>
        <w:br w:type="page"/>
      </w:r>
    </w:p>
    <w:p w14:paraId="38C5F118" w14:textId="77777777" w:rsidR="00A20FE9" w:rsidRDefault="00A20FE9" w:rsidP="00721B54">
      <w:pPr>
        <w:pStyle w:val="Heading2Center"/>
        <w:rPr>
          <w:lang w:bidi="fa-IR"/>
        </w:rPr>
      </w:pPr>
      <w:bookmarkStart w:id="3" w:name="_Toc12609712"/>
      <w:r>
        <w:rPr>
          <w:rtl/>
          <w:lang w:bidi="fa-IR"/>
        </w:rPr>
        <w:lastRenderedPageBreak/>
        <w:t>الليلة الأولى</w:t>
      </w:r>
      <w:bookmarkEnd w:id="3"/>
    </w:p>
    <w:p w14:paraId="1CBEEE7A" w14:textId="77777777" w:rsidR="00A20FE9" w:rsidRDefault="00A20FE9" w:rsidP="00A20FE9">
      <w:pPr>
        <w:pStyle w:val="libBold1"/>
        <w:rPr>
          <w:lang w:bidi="fa-IR"/>
        </w:rPr>
      </w:pPr>
      <w:r>
        <w:rPr>
          <w:rtl/>
          <w:lang w:bidi="fa-IR"/>
        </w:rPr>
        <w:t>عنوان المحاضرة:</w:t>
      </w:r>
    </w:p>
    <w:p w14:paraId="63CF801B" w14:textId="77777777" w:rsidR="00A20FE9" w:rsidRDefault="00A20FE9" w:rsidP="00A20FE9">
      <w:pPr>
        <w:pStyle w:val="libCenterBold1"/>
        <w:rPr>
          <w:lang w:bidi="fa-IR"/>
        </w:rPr>
      </w:pPr>
      <w:r>
        <w:rPr>
          <w:rtl/>
          <w:lang w:bidi="fa-IR"/>
        </w:rPr>
        <w:t>عنوان السعادة</w:t>
      </w:r>
    </w:p>
    <w:p w14:paraId="2A727815" w14:textId="77777777" w:rsidR="00A20FE9" w:rsidRDefault="00A20FE9" w:rsidP="00743EB0">
      <w:pPr>
        <w:pStyle w:val="libBold1"/>
        <w:rPr>
          <w:lang w:bidi="fa-IR"/>
        </w:rPr>
      </w:pPr>
      <w:r>
        <w:rPr>
          <w:rtl/>
          <w:lang w:bidi="fa-IR"/>
        </w:rPr>
        <w:t>-</w:t>
      </w:r>
      <w:r w:rsidR="001202A3">
        <w:rPr>
          <w:rFonts w:hint="cs"/>
          <w:rtl/>
          <w:lang w:bidi="fa-IR"/>
        </w:rPr>
        <w:t xml:space="preserve"> </w:t>
      </w:r>
      <w:r>
        <w:rPr>
          <w:rtl/>
          <w:lang w:bidi="fa-IR"/>
        </w:rPr>
        <w:t>الهدف</w:t>
      </w:r>
    </w:p>
    <w:p w14:paraId="0475832B" w14:textId="77777777" w:rsidR="00A20FE9" w:rsidRDefault="00A20FE9" w:rsidP="00A20FE9">
      <w:pPr>
        <w:pStyle w:val="libNormal"/>
        <w:rPr>
          <w:lang w:bidi="fa-IR"/>
        </w:rPr>
      </w:pPr>
      <w:r>
        <w:rPr>
          <w:rtl/>
          <w:lang w:bidi="fa-IR"/>
        </w:rPr>
        <w:t>بيان سبيل سعادة الإنسان وكيفية تحصيلها.</w:t>
      </w:r>
    </w:p>
    <w:p w14:paraId="2B35AB51" w14:textId="77777777" w:rsidR="00A20FE9" w:rsidRDefault="00A20FE9" w:rsidP="00743EB0">
      <w:pPr>
        <w:pStyle w:val="libBold1"/>
        <w:rPr>
          <w:lang w:bidi="fa-IR"/>
        </w:rPr>
      </w:pPr>
      <w:r>
        <w:rPr>
          <w:rtl/>
          <w:lang w:bidi="fa-IR"/>
        </w:rPr>
        <w:t>-</w:t>
      </w:r>
      <w:r w:rsidR="001202A3">
        <w:rPr>
          <w:rFonts w:hint="cs"/>
          <w:rtl/>
          <w:lang w:bidi="fa-IR"/>
        </w:rPr>
        <w:t xml:space="preserve"> </w:t>
      </w:r>
      <w:r>
        <w:rPr>
          <w:rtl/>
          <w:lang w:bidi="fa-IR"/>
        </w:rPr>
        <w:t>تصدير الموضوع</w:t>
      </w:r>
    </w:p>
    <w:p w14:paraId="44F9F9B9" w14:textId="77777777" w:rsidR="003B626A" w:rsidRDefault="007A3CB2" w:rsidP="007A3CB2">
      <w:pPr>
        <w:pStyle w:val="libNormal"/>
        <w:rPr>
          <w:lang w:bidi="fa-IR"/>
        </w:rPr>
      </w:pPr>
      <w:r>
        <w:rPr>
          <w:rtl/>
          <w:lang w:bidi="fa-IR"/>
        </w:rPr>
        <w:t>﴿</w:t>
      </w:r>
      <w:r w:rsidRPr="00743EB0">
        <w:rPr>
          <w:rStyle w:val="libAieChar"/>
          <w:rtl/>
        </w:rPr>
        <w:t>هُوَ الَّذِي أَنزَلَ السَّكِينَةَ فِي قُلُوبِ الْمُؤْمِنِينَ لِيَزْدَادُوا إِيمَانًا مَّعَ إِيمَانِهِمْ وَلِلَّهِ جُنُودُ السَّمَاوَاتِ وَالْأَرْضِ و</w:t>
      </w:r>
      <w:r w:rsidR="00743EB0">
        <w:rPr>
          <w:rStyle w:val="libAieChar"/>
          <w:rtl/>
        </w:rPr>
        <w:t>َكَانَ اللَّهُ عَلِيمًا حَكِيم</w:t>
      </w:r>
      <w:r w:rsidR="00743EB0">
        <w:rPr>
          <w:rStyle w:val="libAieChar"/>
          <w:rFonts w:hint="cs"/>
          <w:rtl/>
        </w:rPr>
        <w:t>َ</w:t>
      </w:r>
      <w:r w:rsidRPr="00743EB0">
        <w:rPr>
          <w:rStyle w:val="libAieChar"/>
          <w:rtl/>
        </w:rPr>
        <w:t>ا</w:t>
      </w:r>
      <w:r w:rsidR="00743EB0">
        <w:rPr>
          <w:rStyle w:val="libAieChar"/>
          <w:rFonts w:hint="cs"/>
          <w:rtl/>
        </w:rPr>
        <w:t>ً</w:t>
      </w:r>
      <w:r w:rsidRPr="00743EB0">
        <w:rPr>
          <w:rStyle w:val="libAieChar"/>
          <w:rtl/>
        </w:rPr>
        <w:t xml:space="preserve"> </w:t>
      </w:r>
      <w:r>
        <w:rPr>
          <w:rtl/>
          <w:lang w:bidi="fa-IR"/>
        </w:rPr>
        <w:t>﴾</w:t>
      </w:r>
      <w:r w:rsidRPr="003B626A">
        <w:rPr>
          <w:rStyle w:val="libFootnotenumChar"/>
          <w:rtl/>
        </w:rPr>
        <w:t>(1)</w:t>
      </w:r>
      <w:r>
        <w:rPr>
          <w:rtl/>
          <w:lang w:bidi="fa-IR"/>
        </w:rPr>
        <w:t>.</w:t>
      </w:r>
    </w:p>
    <w:p w14:paraId="44EE09FF" w14:textId="77777777" w:rsidR="007A3CB2" w:rsidRDefault="003B626A" w:rsidP="00743EB0">
      <w:pPr>
        <w:pStyle w:val="libBold1"/>
        <w:rPr>
          <w:lang w:bidi="fa-IR"/>
        </w:rPr>
      </w:pPr>
      <w:r>
        <w:rPr>
          <w:rtl/>
          <w:lang w:bidi="fa-IR"/>
        </w:rPr>
        <w:t>-</w:t>
      </w:r>
      <w:r w:rsidR="001202A3">
        <w:rPr>
          <w:rFonts w:hint="cs"/>
          <w:rtl/>
          <w:lang w:bidi="fa-IR"/>
        </w:rPr>
        <w:t xml:space="preserve"> </w:t>
      </w:r>
      <w:r w:rsidR="007A3CB2">
        <w:rPr>
          <w:rtl/>
          <w:lang w:bidi="fa-IR"/>
        </w:rPr>
        <w:t>محاور الموضوع</w:t>
      </w:r>
    </w:p>
    <w:p w14:paraId="7B0242AA" w14:textId="77777777" w:rsidR="007A3CB2" w:rsidRDefault="007A3CB2" w:rsidP="00743EB0">
      <w:pPr>
        <w:pStyle w:val="libBold1"/>
        <w:rPr>
          <w:lang w:bidi="fa-IR"/>
        </w:rPr>
      </w:pPr>
      <w:r>
        <w:rPr>
          <w:rtl/>
          <w:lang w:bidi="fa-IR"/>
        </w:rPr>
        <w:t>أ</w:t>
      </w:r>
      <w:r w:rsidR="003B626A">
        <w:rPr>
          <w:rtl/>
          <w:lang w:bidi="fa-IR"/>
        </w:rPr>
        <w:t>-</w:t>
      </w:r>
      <w:r>
        <w:rPr>
          <w:rtl/>
          <w:lang w:bidi="fa-IR"/>
        </w:rPr>
        <w:t xml:space="preserve"> معنى السكينة:</w:t>
      </w:r>
    </w:p>
    <w:p w14:paraId="20C47B75" w14:textId="77777777" w:rsidR="003B626A" w:rsidRDefault="007A3CB2" w:rsidP="007A3CB2">
      <w:pPr>
        <w:pStyle w:val="libNormal"/>
        <w:rPr>
          <w:lang w:bidi="fa-IR"/>
        </w:rPr>
      </w:pPr>
      <w:r>
        <w:rPr>
          <w:rtl/>
          <w:lang w:bidi="fa-IR"/>
        </w:rPr>
        <w:t>سكون النفس وثباتها واطمئنانها، وفي نفس المعنى وردت كلمات أخرى مثل الاطمئنان، الأمن، وكذلك عدم الخوف.</w:t>
      </w:r>
    </w:p>
    <w:p w14:paraId="2CC0E92F" w14:textId="77777777" w:rsidR="007A3CB2" w:rsidRDefault="007A3CB2" w:rsidP="007A3CB2">
      <w:pPr>
        <w:pStyle w:val="libNormal"/>
        <w:rPr>
          <w:lang w:bidi="fa-IR"/>
        </w:rPr>
      </w:pPr>
      <w:r>
        <w:rPr>
          <w:rtl/>
          <w:lang w:bidi="fa-IR"/>
        </w:rPr>
        <w:t>فأصحاب السكينة هم الذين عبر عنهم القرآن الكريم بقوله:</w:t>
      </w:r>
    </w:p>
    <w:p w14:paraId="7FBE73F5" w14:textId="77777777" w:rsidR="003B626A" w:rsidRDefault="007A3CB2" w:rsidP="007A3CB2">
      <w:pPr>
        <w:pStyle w:val="libNormal"/>
        <w:rPr>
          <w:rtl/>
          <w:lang w:bidi="fa-IR"/>
        </w:rPr>
      </w:pPr>
      <w:r>
        <w:rPr>
          <w:rtl/>
          <w:lang w:bidi="fa-IR"/>
        </w:rPr>
        <w:t>﴿</w:t>
      </w:r>
      <w:r w:rsidRPr="00743EB0">
        <w:rPr>
          <w:rStyle w:val="libAieChar"/>
          <w:rtl/>
        </w:rPr>
        <w:t>لاَ خَوْفٌ عَلَيْهِمْ وَلاَ هُمْ يَحْزَنُونَ</w:t>
      </w:r>
      <w:r>
        <w:rPr>
          <w:rtl/>
          <w:lang w:bidi="fa-IR"/>
        </w:rPr>
        <w:t xml:space="preserve">﴾ </w:t>
      </w:r>
      <w:r w:rsidRPr="003B626A">
        <w:rPr>
          <w:rStyle w:val="libFootnotenumChar"/>
          <w:rtl/>
        </w:rPr>
        <w:t>(2)</w:t>
      </w:r>
      <w:r>
        <w:rPr>
          <w:rtl/>
          <w:lang w:bidi="fa-IR"/>
        </w:rPr>
        <w:t>.</w:t>
      </w:r>
    </w:p>
    <w:p w14:paraId="48736D92" w14:textId="77777777" w:rsidR="002D3655" w:rsidRDefault="002D3655" w:rsidP="002D3655">
      <w:pPr>
        <w:pStyle w:val="libLine"/>
        <w:rPr>
          <w:lang w:bidi="fa-IR"/>
        </w:rPr>
      </w:pPr>
      <w:r>
        <w:rPr>
          <w:rtl/>
          <w:lang w:bidi="fa-IR"/>
        </w:rPr>
        <w:t>____________________</w:t>
      </w:r>
    </w:p>
    <w:p w14:paraId="0F3F65B7" w14:textId="77777777" w:rsidR="002D3655" w:rsidRDefault="002D3655" w:rsidP="002D3655">
      <w:pPr>
        <w:pStyle w:val="libFootnote0"/>
        <w:rPr>
          <w:lang w:bidi="fa-IR"/>
        </w:rPr>
      </w:pPr>
      <w:r>
        <w:rPr>
          <w:rtl/>
          <w:lang w:bidi="fa-IR"/>
        </w:rPr>
        <w:t>1- الفتح:4</w:t>
      </w:r>
    </w:p>
    <w:p w14:paraId="0E2DD1A2" w14:textId="77777777" w:rsidR="002D3655" w:rsidRDefault="002D3655" w:rsidP="002D3655">
      <w:pPr>
        <w:pStyle w:val="libFootnote0"/>
        <w:rPr>
          <w:lang w:bidi="fa-IR"/>
        </w:rPr>
      </w:pPr>
      <w:r>
        <w:rPr>
          <w:rtl/>
          <w:lang w:bidi="fa-IR"/>
        </w:rPr>
        <w:t>2- يونس: 62</w:t>
      </w:r>
    </w:p>
    <w:p w14:paraId="0ECFF784" w14:textId="77777777" w:rsidR="007A3CB2" w:rsidRDefault="003B626A" w:rsidP="007A3CB2">
      <w:pPr>
        <w:pStyle w:val="libNormal"/>
        <w:rPr>
          <w:lang w:bidi="fa-IR"/>
        </w:rPr>
      </w:pPr>
      <w:r>
        <w:rPr>
          <w:rtl/>
          <w:lang w:bidi="fa-IR"/>
        </w:rPr>
        <w:br w:type="page"/>
      </w:r>
    </w:p>
    <w:p w14:paraId="5B573740" w14:textId="77777777" w:rsidR="007A3CB2" w:rsidRDefault="007A3CB2" w:rsidP="00654154">
      <w:pPr>
        <w:pStyle w:val="libBold1"/>
        <w:rPr>
          <w:lang w:bidi="fa-IR"/>
        </w:rPr>
      </w:pPr>
      <w:r>
        <w:rPr>
          <w:rtl/>
          <w:lang w:bidi="fa-IR"/>
        </w:rPr>
        <w:lastRenderedPageBreak/>
        <w:t>ب</w:t>
      </w:r>
      <w:r w:rsidR="003B626A">
        <w:rPr>
          <w:rtl/>
          <w:lang w:bidi="fa-IR"/>
        </w:rPr>
        <w:t>-</w:t>
      </w:r>
      <w:r>
        <w:rPr>
          <w:rtl/>
          <w:lang w:bidi="fa-IR"/>
        </w:rPr>
        <w:t xml:space="preserve"> السكينة مشروع القرآن الكريم لبناء الإنسان:</w:t>
      </w:r>
    </w:p>
    <w:p w14:paraId="3BEF8A36" w14:textId="77777777" w:rsidR="003B626A" w:rsidRDefault="007A3CB2" w:rsidP="007A3CB2">
      <w:pPr>
        <w:pStyle w:val="libNormal"/>
        <w:rPr>
          <w:lang w:bidi="fa-IR"/>
        </w:rPr>
      </w:pPr>
      <w:r>
        <w:rPr>
          <w:rtl/>
          <w:lang w:bidi="fa-IR"/>
        </w:rPr>
        <w:t>في العقيدة: سمي المتدين بالمؤمن من الأمن وهو السكينة.</w:t>
      </w:r>
    </w:p>
    <w:p w14:paraId="6F960C09" w14:textId="77777777" w:rsidR="003B626A" w:rsidRDefault="007A3CB2" w:rsidP="007A3CB2">
      <w:pPr>
        <w:pStyle w:val="libNormal"/>
        <w:rPr>
          <w:lang w:bidi="fa-IR"/>
        </w:rPr>
      </w:pPr>
      <w:r>
        <w:rPr>
          <w:rtl/>
          <w:lang w:bidi="fa-IR"/>
        </w:rPr>
        <w:t>في المرتبة الكمالية سميت النفس الراقية بالمطمئنة أي صاحبة السكينة.</w:t>
      </w:r>
    </w:p>
    <w:p w14:paraId="6A58ADFA" w14:textId="77777777" w:rsidR="003B626A" w:rsidRDefault="007A3CB2" w:rsidP="007A3CB2">
      <w:pPr>
        <w:pStyle w:val="libNormal"/>
        <w:rPr>
          <w:lang w:bidi="fa-IR"/>
        </w:rPr>
      </w:pPr>
      <w:r>
        <w:rPr>
          <w:rtl/>
          <w:lang w:bidi="fa-IR"/>
        </w:rPr>
        <w:t>في مشروع الزواج كانت السكينة هدفاً ﴿</w:t>
      </w:r>
      <w:r w:rsidR="00654154" w:rsidRPr="00654154">
        <w:rPr>
          <w:rStyle w:val="libAieChar"/>
          <w:rFonts w:hint="cs"/>
          <w:rtl/>
        </w:rPr>
        <w:t xml:space="preserve"> </w:t>
      </w:r>
      <w:r w:rsidRPr="00654154">
        <w:rPr>
          <w:rStyle w:val="libAieChar"/>
          <w:rtl/>
        </w:rPr>
        <w:t>وَمِنْ آيَاتِهِ أَنْ خَلَقَ لَكُم مِّنْ أَنفُسِكُمْ أَزْوَاجًا لِّتَسْكُنُوا إِلَيْهَا</w:t>
      </w:r>
      <w:r w:rsidR="00654154">
        <w:rPr>
          <w:rStyle w:val="libAieChar"/>
          <w:rFonts w:hint="cs"/>
          <w:rtl/>
        </w:rPr>
        <w:t xml:space="preserve"> </w:t>
      </w:r>
      <w:r>
        <w:rPr>
          <w:rtl/>
          <w:lang w:bidi="fa-IR"/>
        </w:rPr>
        <w:t xml:space="preserve">﴾ </w:t>
      </w:r>
      <w:r w:rsidRPr="003B626A">
        <w:rPr>
          <w:rStyle w:val="libFootnotenumChar"/>
          <w:rtl/>
        </w:rPr>
        <w:t>(</w:t>
      </w:r>
      <w:r w:rsidR="00654154">
        <w:rPr>
          <w:rStyle w:val="libFootnotenumChar"/>
          <w:rFonts w:hint="cs"/>
          <w:rtl/>
        </w:rPr>
        <w:t>1</w:t>
      </w:r>
      <w:r w:rsidRPr="003B626A">
        <w:rPr>
          <w:rStyle w:val="libFootnotenumChar"/>
          <w:rtl/>
        </w:rPr>
        <w:t>)</w:t>
      </w:r>
      <w:r>
        <w:rPr>
          <w:rtl/>
          <w:lang w:bidi="fa-IR"/>
        </w:rPr>
        <w:t>.</w:t>
      </w:r>
    </w:p>
    <w:p w14:paraId="671741A2" w14:textId="77777777" w:rsidR="007A3CB2" w:rsidRDefault="007A3CB2" w:rsidP="00654154">
      <w:pPr>
        <w:pStyle w:val="libBold1"/>
        <w:rPr>
          <w:lang w:bidi="fa-IR"/>
        </w:rPr>
      </w:pPr>
      <w:r>
        <w:rPr>
          <w:rtl/>
          <w:lang w:bidi="fa-IR"/>
        </w:rPr>
        <w:t>ج</w:t>
      </w:r>
      <w:r w:rsidR="003B626A">
        <w:rPr>
          <w:rtl/>
          <w:lang w:bidi="fa-IR"/>
        </w:rPr>
        <w:t>-</w:t>
      </w:r>
      <w:r>
        <w:rPr>
          <w:rtl/>
          <w:lang w:bidi="fa-IR"/>
        </w:rPr>
        <w:t xml:space="preserve"> بواعث السكينة:</w:t>
      </w:r>
    </w:p>
    <w:p w14:paraId="023DE0B0" w14:textId="77777777" w:rsidR="007A3CB2" w:rsidRDefault="007A3CB2" w:rsidP="00654154">
      <w:pPr>
        <w:pStyle w:val="libBold1"/>
        <w:rPr>
          <w:lang w:bidi="fa-IR"/>
        </w:rPr>
      </w:pPr>
      <w:r>
        <w:rPr>
          <w:rtl/>
          <w:lang w:bidi="fa-IR"/>
        </w:rPr>
        <w:t>1</w:t>
      </w:r>
      <w:r w:rsidR="003B626A">
        <w:rPr>
          <w:rtl/>
          <w:lang w:bidi="fa-IR"/>
        </w:rPr>
        <w:t>-</w:t>
      </w:r>
      <w:r>
        <w:rPr>
          <w:rtl/>
          <w:lang w:bidi="fa-IR"/>
        </w:rPr>
        <w:t xml:space="preserve"> ذكر الله:</w:t>
      </w:r>
    </w:p>
    <w:p w14:paraId="1AE16494" w14:textId="77777777" w:rsidR="003B626A" w:rsidRDefault="007A3CB2" w:rsidP="007A3CB2">
      <w:pPr>
        <w:pStyle w:val="libNormal"/>
        <w:rPr>
          <w:lang w:bidi="fa-IR"/>
        </w:rPr>
      </w:pPr>
      <w:r>
        <w:rPr>
          <w:rtl/>
          <w:lang w:bidi="fa-IR"/>
        </w:rPr>
        <w:t>قال الله تعالى: ﴿</w:t>
      </w:r>
      <w:r w:rsidR="00654154" w:rsidRPr="00654154">
        <w:rPr>
          <w:rStyle w:val="libAieChar"/>
          <w:rFonts w:hint="cs"/>
          <w:rtl/>
        </w:rPr>
        <w:t xml:space="preserve"> أَ</w:t>
      </w:r>
      <w:r w:rsidRPr="00654154">
        <w:rPr>
          <w:rStyle w:val="libAieChar"/>
          <w:rtl/>
        </w:rPr>
        <w:t>لاَ بِذِكْرِ اللّهِ تَطْمَئِنُّ الْقُلُوبُ</w:t>
      </w:r>
      <w:r w:rsidR="00654154" w:rsidRPr="00654154">
        <w:rPr>
          <w:rStyle w:val="libAieChar"/>
          <w:rFonts w:hint="cs"/>
          <w:rtl/>
        </w:rPr>
        <w:t xml:space="preserve"> </w:t>
      </w:r>
      <w:r>
        <w:rPr>
          <w:rtl/>
          <w:lang w:bidi="fa-IR"/>
        </w:rPr>
        <w:t xml:space="preserve">﴾ </w:t>
      </w:r>
      <w:r w:rsidR="00654154">
        <w:rPr>
          <w:rStyle w:val="libFootnotenumChar"/>
          <w:rtl/>
        </w:rPr>
        <w:t>(</w:t>
      </w:r>
      <w:r w:rsidR="00654154">
        <w:rPr>
          <w:rStyle w:val="libFootnotenumChar"/>
          <w:rFonts w:hint="cs"/>
          <w:rtl/>
        </w:rPr>
        <w:t>2</w:t>
      </w:r>
      <w:r w:rsidRPr="003B626A">
        <w:rPr>
          <w:rStyle w:val="libFootnotenumChar"/>
          <w:rtl/>
        </w:rPr>
        <w:t>)</w:t>
      </w:r>
      <w:r>
        <w:rPr>
          <w:rtl/>
          <w:lang w:bidi="fa-IR"/>
        </w:rPr>
        <w:t>.</w:t>
      </w:r>
    </w:p>
    <w:p w14:paraId="53DC54CA" w14:textId="77777777" w:rsidR="003B626A" w:rsidRDefault="007A3CB2" w:rsidP="00654154">
      <w:pPr>
        <w:pStyle w:val="libNormal"/>
        <w:rPr>
          <w:lang w:bidi="fa-IR"/>
        </w:rPr>
      </w:pPr>
      <w:r>
        <w:rPr>
          <w:rtl/>
          <w:lang w:bidi="fa-IR"/>
        </w:rPr>
        <w:t>عن رسول الله "</w:t>
      </w:r>
      <w:r w:rsidR="00654154" w:rsidRPr="00654154">
        <w:rPr>
          <w:rFonts w:eastAsiaTheme="minorHAnsi"/>
          <w:rtl/>
        </w:rPr>
        <w:t xml:space="preserve"> </w:t>
      </w:r>
      <w:r w:rsidR="00654154" w:rsidRPr="00654154">
        <w:rPr>
          <w:rStyle w:val="libAlaemChar"/>
          <w:rFonts w:eastAsiaTheme="minorHAnsi"/>
          <w:rtl/>
        </w:rPr>
        <w:t>صلى‌الله‌عليه‌وآله</w:t>
      </w:r>
      <w:r w:rsidR="00654154" w:rsidRPr="00654154">
        <w:rPr>
          <w:rFonts w:eastAsiaTheme="minorHAnsi"/>
          <w:rtl/>
        </w:rPr>
        <w:t xml:space="preserve"> </w:t>
      </w:r>
      <w:r>
        <w:rPr>
          <w:rtl/>
          <w:lang w:bidi="fa-IR"/>
        </w:rPr>
        <w:t>": "ما جلس قوم يذكرون الله إلا حفتهم الملائكة وغشتهم الرحمة وتنزلت عليهم السكينة".</w:t>
      </w:r>
    </w:p>
    <w:p w14:paraId="46AD9DC1" w14:textId="77777777" w:rsidR="007A3CB2" w:rsidRDefault="007A3CB2" w:rsidP="00654154">
      <w:pPr>
        <w:pStyle w:val="libBold1"/>
        <w:rPr>
          <w:lang w:bidi="fa-IR"/>
        </w:rPr>
      </w:pPr>
      <w:r>
        <w:rPr>
          <w:rtl/>
          <w:lang w:bidi="fa-IR"/>
        </w:rPr>
        <w:t>2</w:t>
      </w:r>
      <w:r w:rsidR="003B626A">
        <w:rPr>
          <w:rtl/>
          <w:lang w:bidi="fa-IR"/>
        </w:rPr>
        <w:t>-</w:t>
      </w:r>
      <w:r>
        <w:rPr>
          <w:rtl/>
          <w:lang w:bidi="fa-IR"/>
        </w:rPr>
        <w:t xml:space="preserve"> خدمة الآخرين بإخلاص:</w:t>
      </w:r>
    </w:p>
    <w:p w14:paraId="0D89BCD3" w14:textId="77777777" w:rsidR="003B626A" w:rsidRDefault="007A3CB2" w:rsidP="007A3CB2">
      <w:pPr>
        <w:pStyle w:val="libNormal"/>
        <w:rPr>
          <w:lang w:bidi="fa-IR"/>
        </w:rPr>
      </w:pPr>
      <w:r>
        <w:rPr>
          <w:rtl/>
          <w:lang w:bidi="fa-IR"/>
        </w:rPr>
        <w:t>قال تعالى: ﴿</w:t>
      </w:r>
      <w:r w:rsidR="00654154" w:rsidRPr="00654154">
        <w:rPr>
          <w:rStyle w:val="libAieChar"/>
          <w:rFonts w:hint="cs"/>
          <w:rtl/>
        </w:rPr>
        <w:t xml:space="preserve"> </w:t>
      </w:r>
      <w:r w:rsidRPr="00654154">
        <w:rPr>
          <w:rStyle w:val="libAieChar"/>
          <w:rtl/>
        </w:rPr>
        <w:t>الَّذِينَ يُنفِقُونَ أَمْوَالَهُمْ فِي سَبِيلِ</w:t>
      </w:r>
    </w:p>
    <w:p w14:paraId="781D979B" w14:textId="77777777" w:rsidR="00654154" w:rsidRDefault="00654154" w:rsidP="00654154">
      <w:pPr>
        <w:pStyle w:val="libLine"/>
        <w:rPr>
          <w:lang w:bidi="fa-IR"/>
        </w:rPr>
      </w:pPr>
      <w:r>
        <w:rPr>
          <w:rtl/>
          <w:lang w:bidi="fa-IR"/>
        </w:rPr>
        <w:t>____________________</w:t>
      </w:r>
    </w:p>
    <w:p w14:paraId="224E14EA" w14:textId="77777777" w:rsidR="00654154" w:rsidRDefault="00654154" w:rsidP="00654154">
      <w:pPr>
        <w:pStyle w:val="libFootnote0"/>
        <w:rPr>
          <w:lang w:bidi="fa-IR"/>
        </w:rPr>
      </w:pPr>
      <w:r>
        <w:rPr>
          <w:rFonts w:hint="cs"/>
          <w:rtl/>
          <w:lang w:bidi="fa-IR"/>
        </w:rPr>
        <w:t>1</w:t>
      </w:r>
      <w:r>
        <w:rPr>
          <w:rtl/>
          <w:lang w:bidi="fa-IR"/>
        </w:rPr>
        <w:t>- الروم:21</w:t>
      </w:r>
    </w:p>
    <w:p w14:paraId="2885155F" w14:textId="77777777" w:rsidR="00654154" w:rsidRDefault="00654154" w:rsidP="00654154">
      <w:pPr>
        <w:pStyle w:val="libFootnote0"/>
        <w:rPr>
          <w:lang w:bidi="fa-IR"/>
        </w:rPr>
      </w:pPr>
      <w:r>
        <w:rPr>
          <w:rFonts w:hint="cs"/>
          <w:rtl/>
          <w:lang w:bidi="fa-IR"/>
        </w:rPr>
        <w:t>2</w:t>
      </w:r>
      <w:r>
        <w:rPr>
          <w:rtl/>
          <w:lang w:bidi="fa-IR"/>
        </w:rPr>
        <w:t>- الرعد:28</w:t>
      </w:r>
    </w:p>
    <w:p w14:paraId="1491B87A" w14:textId="77777777" w:rsidR="007A3CB2" w:rsidRDefault="003B626A" w:rsidP="007A3CB2">
      <w:pPr>
        <w:pStyle w:val="libNormal"/>
        <w:rPr>
          <w:lang w:bidi="fa-IR"/>
        </w:rPr>
      </w:pPr>
      <w:r>
        <w:rPr>
          <w:rtl/>
          <w:lang w:bidi="fa-IR"/>
        </w:rPr>
        <w:br w:type="page"/>
      </w:r>
    </w:p>
    <w:p w14:paraId="355EE76E" w14:textId="77777777" w:rsidR="003B626A" w:rsidRDefault="007A3CB2" w:rsidP="00654154">
      <w:pPr>
        <w:pStyle w:val="libNormal0"/>
        <w:rPr>
          <w:lang w:bidi="fa-IR"/>
        </w:rPr>
      </w:pPr>
      <w:r w:rsidRPr="00654154">
        <w:rPr>
          <w:rStyle w:val="libAieChar"/>
          <w:rtl/>
        </w:rPr>
        <w:lastRenderedPageBreak/>
        <w:t>اللّهِ ثُمَّ لاَ يُتْبِعُونَ مَا أَنفَقُواُ مَنًّا وَلاَ أَذًى لَّهُمْ أَجْرُهُمْ عِندَ رَبِّهِمْ وَلاَ خَوْفٌ عَلَيْهِمْ وَلاَ هُمْ يَحْزَنُونَ</w:t>
      </w:r>
      <w:r>
        <w:rPr>
          <w:rtl/>
          <w:lang w:bidi="fa-IR"/>
        </w:rPr>
        <w:t xml:space="preserve">﴾ </w:t>
      </w:r>
      <w:r w:rsidRPr="003B626A">
        <w:rPr>
          <w:rStyle w:val="libFootnotenumChar"/>
          <w:rtl/>
        </w:rPr>
        <w:t>(</w:t>
      </w:r>
      <w:r w:rsidR="00654154">
        <w:rPr>
          <w:rStyle w:val="libFootnotenumChar"/>
          <w:rFonts w:hint="cs"/>
          <w:rtl/>
        </w:rPr>
        <w:t>1</w:t>
      </w:r>
      <w:r w:rsidRPr="003B626A">
        <w:rPr>
          <w:rStyle w:val="libFootnotenumChar"/>
          <w:rtl/>
        </w:rPr>
        <w:t>)</w:t>
      </w:r>
      <w:r>
        <w:rPr>
          <w:rtl/>
          <w:lang w:bidi="fa-IR"/>
        </w:rPr>
        <w:t>.</w:t>
      </w:r>
    </w:p>
    <w:p w14:paraId="14E128E7" w14:textId="77777777" w:rsidR="003B626A" w:rsidRDefault="007A3CB2" w:rsidP="007A3CB2">
      <w:pPr>
        <w:pStyle w:val="libNormal"/>
        <w:rPr>
          <w:lang w:bidi="fa-IR"/>
        </w:rPr>
      </w:pPr>
      <w:r>
        <w:rPr>
          <w:rtl/>
          <w:lang w:bidi="fa-IR"/>
        </w:rPr>
        <w:t>قال تعالى: ﴿</w:t>
      </w:r>
      <w:r w:rsidRPr="00654154">
        <w:rPr>
          <w:rStyle w:val="libAieChar"/>
          <w:rtl/>
        </w:rPr>
        <w:t xml:space="preserve"> وَمَا نُرْسِلُ الْمُرْسَلِينَ إِلاَّ مُبَشِّرِينَ وَمُنذِرِينَ فَمَنْ آمَنَ وَأَصْلَحَ فَلاَ خَوْفٌ عَلَيْهِمْ وَلاَ هُمْ يَحْزَنُونَ</w:t>
      </w:r>
      <w:r w:rsidR="00654154">
        <w:rPr>
          <w:rStyle w:val="libAieChar"/>
          <w:rFonts w:hint="cs"/>
          <w:rtl/>
        </w:rPr>
        <w:t xml:space="preserve"> </w:t>
      </w:r>
      <w:r>
        <w:rPr>
          <w:rtl/>
          <w:lang w:bidi="fa-IR"/>
        </w:rPr>
        <w:t xml:space="preserve">﴾ </w:t>
      </w:r>
      <w:r w:rsidR="00654154">
        <w:rPr>
          <w:rStyle w:val="libFootnotenumChar"/>
          <w:rtl/>
        </w:rPr>
        <w:t>(</w:t>
      </w:r>
      <w:r w:rsidR="00654154">
        <w:rPr>
          <w:rStyle w:val="libFootnotenumChar"/>
          <w:rFonts w:hint="cs"/>
          <w:rtl/>
        </w:rPr>
        <w:t>2</w:t>
      </w:r>
      <w:r w:rsidRPr="003B626A">
        <w:rPr>
          <w:rStyle w:val="libFootnotenumChar"/>
          <w:rtl/>
        </w:rPr>
        <w:t>)</w:t>
      </w:r>
      <w:r>
        <w:rPr>
          <w:rtl/>
          <w:lang w:bidi="fa-IR"/>
        </w:rPr>
        <w:t>.</w:t>
      </w:r>
    </w:p>
    <w:p w14:paraId="1CEAD367" w14:textId="77777777" w:rsidR="007A3CB2" w:rsidRDefault="007A3CB2" w:rsidP="00654154">
      <w:pPr>
        <w:pStyle w:val="libBold1"/>
        <w:rPr>
          <w:lang w:bidi="fa-IR"/>
        </w:rPr>
      </w:pPr>
      <w:r>
        <w:rPr>
          <w:rtl/>
          <w:lang w:bidi="fa-IR"/>
        </w:rPr>
        <w:t>3</w:t>
      </w:r>
      <w:r w:rsidR="003B626A">
        <w:rPr>
          <w:rtl/>
          <w:lang w:bidi="fa-IR"/>
        </w:rPr>
        <w:t>-</w:t>
      </w:r>
      <w:r>
        <w:rPr>
          <w:rtl/>
          <w:lang w:bidi="fa-IR"/>
        </w:rPr>
        <w:t xml:space="preserve"> طاعة ولي الأمر بصدق:</w:t>
      </w:r>
    </w:p>
    <w:p w14:paraId="77BCD3B5" w14:textId="77777777" w:rsidR="003B626A" w:rsidRDefault="007A3CB2" w:rsidP="00654154">
      <w:pPr>
        <w:pStyle w:val="libNormal"/>
        <w:rPr>
          <w:lang w:bidi="fa-IR"/>
        </w:rPr>
      </w:pPr>
      <w:r>
        <w:rPr>
          <w:rtl/>
          <w:lang w:bidi="fa-IR"/>
        </w:rPr>
        <w:t>قال تعالى: ﴿</w:t>
      </w:r>
      <w:r w:rsidR="00654154" w:rsidRPr="00654154">
        <w:rPr>
          <w:rStyle w:val="libAieChar"/>
          <w:rFonts w:hint="cs"/>
          <w:rtl/>
        </w:rPr>
        <w:t xml:space="preserve"> </w:t>
      </w:r>
      <w:r w:rsidRPr="00654154">
        <w:rPr>
          <w:rStyle w:val="libAieChar"/>
          <w:rtl/>
        </w:rPr>
        <w:t>لَقَدْ رَضِيَ اللَّهُ عَنِ الْمُؤْمِنِينَ إِذْ يُبَايِعُونَكَ تَحْتَ الشَّجَرَةِ فَعَلِمَ مَا فِي قُلُوبِهِمْ فَأَنزَلَ السَّكِينَةَ عَلَيْهِمْ</w:t>
      </w:r>
      <w:r w:rsidR="00654154">
        <w:rPr>
          <w:rStyle w:val="libAieChar"/>
          <w:rFonts w:hint="cs"/>
          <w:rtl/>
        </w:rPr>
        <w:t xml:space="preserve"> </w:t>
      </w:r>
      <w:r>
        <w:rPr>
          <w:rtl/>
          <w:lang w:bidi="fa-IR"/>
        </w:rPr>
        <w:t xml:space="preserve">﴾ </w:t>
      </w:r>
      <w:r w:rsidRPr="003B626A">
        <w:rPr>
          <w:rStyle w:val="libFootnotenumChar"/>
          <w:rtl/>
        </w:rPr>
        <w:t>(</w:t>
      </w:r>
      <w:r w:rsidR="00654154">
        <w:rPr>
          <w:rStyle w:val="libFootnotenumChar"/>
          <w:rFonts w:hint="cs"/>
          <w:rtl/>
        </w:rPr>
        <w:t>3</w:t>
      </w:r>
      <w:r w:rsidRPr="003B626A">
        <w:rPr>
          <w:rStyle w:val="libFootnotenumChar"/>
          <w:rtl/>
        </w:rPr>
        <w:t>)</w:t>
      </w:r>
      <w:r>
        <w:rPr>
          <w:rtl/>
          <w:lang w:bidi="fa-IR"/>
        </w:rPr>
        <w:t>.</w:t>
      </w:r>
    </w:p>
    <w:p w14:paraId="2212B6EC" w14:textId="77777777" w:rsidR="007A3CB2" w:rsidRDefault="007A3CB2" w:rsidP="00654154">
      <w:pPr>
        <w:pStyle w:val="libBold1"/>
        <w:rPr>
          <w:lang w:bidi="fa-IR"/>
        </w:rPr>
      </w:pPr>
      <w:r>
        <w:rPr>
          <w:rtl/>
          <w:lang w:bidi="fa-IR"/>
        </w:rPr>
        <w:t>د</w:t>
      </w:r>
      <w:r w:rsidR="003B626A">
        <w:rPr>
          <w:rtl/>
          <w:lang w:bidi="fa-IR"/>
        </w:rPr>
        <w:t>-</w:t>
      </w:r>
      <w:r>
        <w:rPr>
          <w:rtl/>
          <w:lang w:bidi="fa-IR"/>
        </w:rPr>
        <w:t xml:space="preserve"> نماذج راقية من أصحاب السكينة:</w:t>
      </w:r>
    </w:p>
    <w:p w14:paraId="4300526D" w14:textId="77777777" w:rsidR="007A3CB2" w:rsidRDefault="007A3CB2" w:rsidP="00654154">
      <w:pPr>
        <w:pStyle w:val="libBold1"/>
        <w:rPr>
          <w:lang w:bidi="fa-IR"/>
        </w:rPr>
      </w:pPr>
      <w:r>
        <w:rPr>
          <w:rtl/>
          <w:lang w:bidi="fa-IR"/>
        </w:rPr>
        <w:t>1</w:t>
      </w:r>
      <w:r w:rsidR="003B626A">
        <w:rPr>
          <w:rtl/>
          <w:lang w:bidi="fa-IR"/>
        </w:rPr>
        <w:t>-</w:t>
      </w:r>
      <w:r>
        <w:rPr>
          <w:rtl/>
          <w:lang w:bidi="fa-IR"/>
        </w:rPr>
        <w:t xml:space="preserve"> الإمام الحسين "</w:t>
      </w:r>
      <w:r w:rsidR="003B626A" w:rsidRPr="003B626A">
        <w:rPr>
          <w:rStyle w:val="libAlaemChar"/>
          <w:rtl/>
        </w:rPr>
        <w:t>عليه‌السلام</w:t>
      </w:r>
      <w:r>
        <w:rPr>
          <w:rtl/>
          <w:lang w:bidi="fa-IR"/>
        </w:rPr>
        <w:t>" في كربلاء:</w:t>
      </w:r>
    </w:p>
    <w:p w14:paraId="7E66FF81" w14:textId="77777777" w:rsidR="007A3CB2" w:rsidRDefault="007A3CB2" w:rsidP="007A3CB2">
      <w:pPr>
        <w:pStyle w:val="libNormal"/>
        <w:rPr>
          <w:lang w:bidi="fa-IR"/>
        </w:rPr>
      </w:pPr>
      <w:r>
        <w:rPr>
          <w:rtl/>
          <w:lang w:bidi="fa-IR"/>
        </w:rPr>
        <w:t>في العاشر من المحرم تعجّب الناس من حول الحسين "</w:t>
      </w:r>
      <w:r w:rsidR="003B626A" w:rsidRPr="003B626A">
        <w:rPr>
          <w:rStyle w:val="libAlaemChar"/>
          <w:rtl/>
        </w:rPr>
        <w:t>عليه‌السلام</w:t>
      </w:r>
      <w:r>
        <w:rPr>
          <w:rtl/>
          <w:lang w:bidi="fa-IR"/>
        </w:rPr>
        <w:t>" من أمره "</w:t>
      </w:r>
      <w:r w:rsidR="003B626A" w:rsidRPr="003B626A">
        <w:rPr>
          <w:rStyle w:val="libAlaemChar"/>
          <w:rtl/>
        </w:rPr>
        <w:t>عليه‌السلام</w:t>
      </w:r>
      <w:r>
        <w:rPr>
          <w:rtl/>
          <w:lang w:bidi="fa-IR"/>
        </w:rPr>
        <w:t>" لأن عادة الإنسان حينما يقدم نحو الموت أن يتغير لونه وترتعد فرائصه وتضطرب نفسه، لكن الإمام الحسين‏"</w:t>
      </w:r>
      <w:r w:rsidR="003B626A" w:rsidRPr="003B626A">
        <w:rPr>
          <w:rStyle w:val="libAlaemChar"/>
          <w:rtl/>
        </w:rPr>
        <w:t>عليه‌السلام</w:t>
      </w:r>
      <w:r>
        <w:rPr>
          <w:rtl/>
          <w:lang w:bidi="fa-IR"/>
        </w:rPr>
        <w:t>" كان كلما اشتد عليه الأمر في</w:t>
      </w:r>
    </w:p>
    <w:p w14:paraId="5064E4E2" w14:textId="77777777" w:rsidR="00654154" w:rsidRDefault="00654154" w:rsidP="00654154">
      <w:pPr>
        <w:pStyle w:val="libLine"/>
        <w:rPr>
          <w:lang w:bidi="fa-IR"/>
        </w:rPr>
      </w:pPr>
      <w:r>
        <w:rPr>
          <w:rtl/>
          <w:lang w:bidi="fa-IR"/>
        </w:rPr>
        <w:t>____________________</w:t>
      </w:r>
    </w:p>
    <w:p w14:paraId="49AD9708" w14:textId="77777777" w:rsidR="00654154" w:rsidRDefault="00654154" w:rsidP="00654154">
      <w:pPr>
        <w:pStyle w:val="libFootnote0"/>
        <w:rPr>
          <w:lang w:bidi="fa-IR"/>
        </w:rPr>
      </w:pPr>
      <w:r>
        <w:rPr>
          <w:rtl/>
          <w:lang w:bidi="fa-IR"/>
        </w:rPr>
        <w:t>5- البقرة:262</w:t>
      </w:r>
    </w:p>
    <w:p w14:paraId="2387DB16" w14:textId="77777777" w:rsidR="00654154" w:rsidRDefault="00654154" w:rsidP="00654154">
      <w:pPr>
        <w:pStyle w:val="libFootnote0"/>
        <w:rPr>
          <w:lang w:bidi="fa-IR"/>
        </w:rPr>
      </w:pPr>
      <w:r>
        <w:rPr>
          <w:rtl/>
          <w:lang w:bidi="fa-IR"/>
        </w:rPr>
        <w:t>6- الأنعام:48</w:t>
      </w:r>
    </w:p>
    <w:p w14:paraId="2DEC91EB" w14:textId="77777777" w:rsidR="00654154" w:rsidRDefault="00654154" w:rsidP="00654154">
      <w:pPr>
        <w:pStyle w:val="libFootnote0"/>
        <w:rPr>
          <w:lang w:bidi="fa-IR"/>
        </w:rPr>
      </w:pPr>
      <w:r>
        <w:rPr>
          <w:rtl/>
          <w:lang w:bidi="fa-IR"/>
        </w:rPr>
        <w:t>7- الفتح:18</w:t>
      </w:r>
    </w:p>
    <w:p w14:paraId="67A69D51" w14:textId="77777777" w:rsidR="007A3CB2" w:rsidRDefault="003B626A" w:rsidP="007A3CB2">
      <w:pPr>
        <w:pStyle w:val="libNormal"/>
        <w:rPr>
          <w:lang w:bidi="fa-IR"/>
        </w:rPr>
      </w:pPr>
      <w:r>
        <w:rPr>
          <w:rtl/>
          <w:lang w:bidi="fa-IR"/>
        </w:rPr>
        <w:br w:type="page"/>
      </w:r>
    </w:p>
    <w:p w14:paraId="7DEE080F" w14:textId="77777777" w:rsidR="003B626A" w:rsidRDefault="007A3CB2" w:rsidP="00654154">
      <w:pPr>
        <w:pStyle w:val="libNormal0"/>
        <w:rPr>
          <w:lang w:bidi="fa-IR"/>
        </w:rPr>
      </w:pPr>
      <w:r>
        <w:rPr>
          <w:rtl/>
          <w:lang w:bidi="fa-IR"/>
        </w:rPr>
        <w:lastRenderedPageBreak/>
        <w:t>كربلاء وقرب من الموت سكنت نفسه وهدأت جوارحه وأشرق لونه نوراً وبهاءً.</w:t>
      </w:r>
    </w:p>
    <w:p w14:paraId="2FB82D46" w14:textId="77777777" w:rsidR="003B626A" w:rsidRDefault="007A3CB2" w:rsidP="007A3CB2">
      <w:pPr>
        <w:pStyle w:val="libNormal"/>
        <w:rPr>
          <w:lang w:bidi="fa-IR"/>
        </w:rPr>
      </w:pPr>
      <w:r>
        <w:rPr>
          <w:rtl/>
          <w:lang w:bidi="fa-IR"/>
        </w:rPr>
        <w:t>قيل: انظروا إليه لا يبالي بالموت.</w:t>
      </w:r>
    </w:p>
    <w:p w14:paraId="47AD99CA" w14:textId="77777777" w:rsidR="003B626A" w:rsidRDefault="007A3CB2" w:rsidP="00654154">
      <w:pPr>
        <w:pStyle w:val="libNormal"/>
        <w:rPr>
          <w:lang w:bidi="fa-IR"/>
        </w:rPr>
      </w:pPr>
      <w:r>
        <w:rPr>
          <w:rtl/>
          <w:lang w:bidi="fa-IR"/>
        </w:rPr>
        <w:t>فقال لهم الحسين "</w:t>
      </w:r>
      <w:r w:rsidR="003B626A" w:rsidRPr="003B626A">
        <w:rPr>
          <w:rStyle w:val="libAlaemChar"/>
          <w:rtl/>
        </w:rPr>
        <w:t>عليه‌السلام</w:t>
      </w:r>
      <w:r>
        <w:rPr>
          <w:rtl/>
          <w:lang w:bidi="fa-IR"/>
        </w:rPr>
        <w:t>": "صبراً بني الكرام! فما الموت إلا قنطرة يعبر بكم عن البؤس والضرار إلى الجنان الواسعة والنعيم الدائمة، فأيكم يكره أن ينتقل من سجن إلى قصر؟! وما هو لأعدائكم إلا كمن ينتقل من قصر إلى سجن وعذاب، إن أبي حدثني عن رسول الله "</w:t>
      </w:r>
      <w:r w:rsidR="00654154" w:rsidRPr="00654154">
        <w:rPr>
          <w:rStyle w:val="libAlaemChar"/>
          <w:rFonts w:eastAsiaTheme="minorHAnsi"/>
          <w:rtl/>
        </w:rPr>
        <w:t xml:space="preserve"> صلى‌الله‌عليه‌وآله</w:t>
      </w:r>
      <w:r w:rsidR="00654154" w:rsidRPr="00654154">
        <w:rPr>
          <w:rFonts w:eastAsiaTheme="minorHAnsi"/>
          <w:rtl/>
        </w:rPr>
        <w:t xml:space="preserve"> </w:t>
      </w:r>
      <w:r>
        <w:rPr>
          <w:rtl/>
          <w:lang w:bidi="fa-IR"/>
        </w:rPr>
        <w:t>": "إن الدنيا سجن المؤمن وجنة الكافر، والموت جسر هؤلاء إلى جنانهم، وجسر هؤلاء إلى جحيمهم..".</w:t>
      </w:r>
    </w:p>
    <w:p w14:paraId="69F1BF89" w14:textId="77777777" w:rsidR="007A3CB2" w:rsidRDefault="007A3CB2" w:rsidP="000A207B">
      <w:pPr>
        <w:pStyle w:val="libBold1"/>
        <w:rPr>
          <w:lang w:bidi="fa-IR"/>
        </w:rPr>
      </w:pPr>
      <w:r>
        <w:rPr>
          <w:rtl/>
          <w:lang w:bidi="fa-IR"/>
        </w:rPr>
        <w:t>2</w:t>
      </w:r>
      <w:r w:rsidR="003B626A">
        <w:rPr>
          <w:rtl/>
          <w:lang w:bidi="fa-IR"/>
        </w:rPr>
        <w:t>-</w:t>
      </w:r>
      <w:r>
        <w:rPr>
          <w:rtl/>
          <w:lang w:bidi="fa-IR"/>
        </w:rPr>
        <w:t xml:space="preserve"> الإمام الخميني المقدس:</w:t>
      </w:r>
    </w:p>
    <w:p w14:paraId="7A4DCCD9" w14:textId="77777777" w:rsidR="003B626A" w:rsidRDefault="007A3CB2" w:rsidP="007A3CB2">
      <w:pPr>
        <w:pStyle w:val="libNormal"/>
        <w:rPr>
          <w:lang w:bidi="fa-IR"/>
        </w:rPr>
      </w:pPr>
      <w:r>
        <w:rPr>
          <w:rtl/>
          <w:lang w:bidi="fa-IR"/>
        </w:rPr>
        <w:t>حينما سئل الإمام الخميني "</w:t>
      </w:r>
      <w:r w:rsidR="003B626A" w:rsidRPr="003B626A">
        <w:rPr>
          <w:rStyle w:val="libAlaemChar"/>
          <w:rtl/>
        </w:rPr>
        <w:t>قدس‌سره</w:t>
      </w:r>
      <w:r>
        <w:rPr>
          <w:rtl/>
          <w:lang w:bidi="fa-IR"/>
        </w:rPr>
        <w:t>" هل خاف في حياته؟ أجاب: "كلا، حتى حينما جاء السافاك ليأخذوني من بيتي لم أخف.. ولكن هم ارتعدوا فصرت أهدئ من روعهم".</w:t>
      </w:r>
    </w:p>
    <w:p w14:paraId="15B8981F" w14:textId="77777777" w:rsidR="007A3CB2" w:rsidRDefault="007A3CB2" w:rsidP="000A207B">
      <w:pPr>
        <w:pStyle w:val="libBold1"/>
        <w:rPr>
          <w:lang w:bidi="fa-IR"/>
        </w:rPr>
      </w:pPr>
      <w:r>
        <w:rPr>
          <w:rtl/>
          <w:lang w:bidi="fa-IR"/>
        </w:rPr>
        <w:t>3</w:t>
      </w:r>
      <w:r w:rsidR="003B626A">
        <w:rPr>
          <w:rtl/>
          <w:lang w:bidi="fa-IR"/>
        </w:rPr>
        <w:t>-</w:t>
      </w:r>
      <w:r>
        <w:rPr>
          <w:rtl/>
          <w:lang w:bidi="fa-IR"/>
        </w:rPr>
        <w:t xml:space="preserve"> مجاهد في المقاومة الإسلامية:</w:t>
      </w:r>
    </w:p>
    <w:p w14:paraId="65B09754" w14:textId="77777777" w:rsidR="003B626A" w:rsidRDefault="007A3CB2" w:rsidP="007A3CB2">
      <w:pPr>
        <w:pStyle w:val="libNormal"/>
        <w:rPr>
          <w:rtl/>
          <w:lang w:bidi="fa-IR"/>
        </w:rPr>
      </w:pPr>
      <w:r>
        <w:rPr>
          <w:rtl/>
          <w:lang w:bidi="fa-IR"/>
        </w:rPr>
        <w:t>"وقف أحد مجاهدي المقاومة الإسلامية</w:t>
      </w:r>
    </w:p>
    <w:p w14:paraId="42AA68F4" w14:textId="77777777" w:rsidR="007A3CB2" w:rsidRDefault="003B626A" w:rsidP="007A3CB2">
      <w:pPr>
        <w:pStyle w:val="libNormal"/>
        <w:rPr>
          <w:lang w:bidi="fa-IR"/>
        </w:rPr>
      </w:pPr>
      <w:r>
        <w:rPr>
          <w:rtl/>
          <w:lang w:bidi="fa-IR"/>
        </w:rPr>
        <w:br w:type="page"/>
      </w:r>
    </w:p>
    <w:p w14:paraId="1E8920A6" w14:textId="77777777" w:rsidR="003B626A" w:rsidRDefault="007A3CB2" w:rsidP="00721B54">
      <w:pPr>
        <w:pStyle w:val="libNormal0"/>
        <w:rPr>
          <w:lang w:bidi="fa-IR"/>
        </w:rPr>
      </w:pPr>
      <w:r>
        <w:rPr>
          <w:rtl/>
          <w:lang w:bidi="fa-IR"/>
        </w:rPr>
        <w:lastRenderedPageBreak/>
        <w:t xml:space="preserve">(الشهيد محمد عميص) في إحدى المواجهات ضد الاحتلال الإسرائيلي بجرأة وشجاعة في وجه آلية قادمة، وكان هدفه أن يرميها بما في يده من سلاح، ولكن حين ضغط على الزناد اكتشف أن سلاحه معطّل، فما كان منه إلا أن بدّل القذيفة بأخرى صالحة، بسرعة وسكون مميزين، ثم سدّد ورمى الآلية التي اشتعلت فيها النيران. تم ذلك وسط ذهول الأعداء الذين لم يعلموا لماذا لم يطلقوا عليه النار في تلك اللحظات التي استفاد منها المجاهد بسكينته واطمئنانه الكبير.." </w:t>
      </w:r>
      <w:r w:rsidRPr="003B626A">
        <w:rPr>
          <w:rStyle w:val="libFootnotenumChar"/>
          <w:rtl/>
        </w:rPr>
        <w:t>(</w:t>
      </w:r>
      <w:r w:rsidR="00721B54">
        <w:rPr>
          <w:rStyle w:val="libFootnotenumChar"/>
          <w:rFonts w:hint="cs"/>
          <w:rtl/>
        </w:rPr>
        <w:t>1</w:t>
      </w:r>
      <w:r w:rsidRPr="003B626A">
        <w:rPr>
          <w:rStyle w:val="libFootnotenumChar"/>
          <w:rtl/>
        </w:rPr>
        <w:t>)</w:t>
      </w:r>
      <w:r>
        <w:rPr>
          <w:rtl/>
          <w:lang w:bidi="fa-IR"/>
        </w:rPr>
        <w:t>.</w:t>
      </w:r>
    </w:p>
    <w:p w14:paraId="0DB64923" w14:textId="77777777" w:rsidR="007A3CB2" w:rsidRDefault="007A3CB2" w:rsidP="007A3CB2">
      <w:pPr>
        <w:pStyle w:val="libNormal"/>
        <w:rPr>
          <w:lang w:bidi="fa-IR"/>
        </w:rPr>
      </w:pPr>
      <w:r>
        <w:rPr>
          <w:rtl/>
          <w:lang w:bidi="fa-IR"/>
        </w:rPr>
        <w:t>مراجع للاستفادة:</w:t>
      </w:r>
    </w:p>
    <w:p w14:paraId="25208C79" w14:textId="77777777" w:rsidR="003B626A" w:rsidRDefault="007A3CB2" w:rsidP="007A3CB2">
      <w:pPr>
        <w:pStyle w:val="libNormal"/>
        <w:rPr>
          <w:lang w:bidi="fa-IR"/>
        </w:rPr>
      </w:pPr>
      <w:r>
        <w:rPr>
          <w:rtl/>
          <w:lang w:bidi="fa-IR"/>
        </w:rPr>
        <w:t>1</w:t>
      </w:r>
      <w:r w:rsidR="003B626A">
        <w:rPr>
          <w:rtl/>
          <w:lang w:bidi="fa-IR"/>
        </w:rPr>
        <w:t>-</w:t>
      </w:r>
      <w:r>
        <w:rPr>
          <w:rtl/>
          <w:lang w:bidi="fa-IR"/>
        </w:rPr>
        <w:t xml:space="preserve"> الميزان في تفسير القرآن، ج‏2 وج‏9.</w:t>
      </w:r>
    </w:p>
    <w:p w14:paraId="6CB9BFBE" w14:textId="77777777" w:rsidR="003B626A" w:rsidRDefault="007A3CB2" w:rsidP="007A3CB2">
      <w:pPr>
        <w:pStyle w:val="libNormal"/>
        <w:rPr>
          <w:lang w:bidi="fa-IR"/>
        </w:rPr>
      </w:pPr>
      <w:r>
        <w:rPr>
          <w:rtl/>
          <w:lang w:bidi="fa-IR"/>
        </w:rPr>
        <w:t>2</w:t>
      </w:r>
      <w:r w:rsidR="003B626A">
        <w:rPr>
          <w:rtl/>
          <w:lang w:bidi="fa-IR"/>
        </w:rPr>
        <w:t>-</w:t>
      </w:r>
      <w:r>
        <w:rPr>
          <w:rtl/>
          <w:lang w:bidi="fa-IR"/>
        </w:rPr>
        <w:t xml:space="preserve"> ثواب الأعمال وعقابها.</w:t>
      </w:r>
    </w:p>
    <w:p w14:paraId="2CFDC84C" w14:textId="77777777" w:rsidR="007A3CB2" w:rsidRDefault="007A3CB2" w:rsidP="007A3CB2">
      <w:pPr>
        <w:pStyle w:val="libNormal"/>
        <w:rPr>
          <w:rtl/>
          <w:lang w:bidi="fa-IR"/>
        </w:rPr>
      </w:pPr>
      <w:r>
        <w:rPr>
          <w:rtl/>
          <w:lang w:bidi="fa-IR"/>
        </w:rPr>
        <w:t>3</w:t>
      </w:r>
      <w:r w:rsidR="003B626A">
        <w:rPr>
          <w:rtl/>
          <w:lang w:bidi="fa-IR"/>
        </w:rPr>
        <w:t>-</w:t>
      </w:r>
      <w:r>
        <w:rPr>
          <w:rtl/>
          <w:lang w:bidi="fa-IR"/>
        </w:rPr>
        <w:t xml:space="preserve"> قصص الأحرار، ط1.</w:t>
      </w:r>
    </w:p>
    <w:p w14:paraId="1EF9D138" w14:textId="77777777" w:rsidR="000A207B" w:rsidRDefault="000A207B" w:rsidP="000A207B">
      <w:pPr>
        <w:pStyle w:val="libLine"/>
        <w:rPr>
          <w:lang w:bidi="fa-IR"/>
        </w:rPr>
      </w:pPr>
      <w:r>
        <w:rPr>
          <w:rtl/>
          <w:lang w:bidi="fa-IR"/>
        </w:rPr>
        <w:t>____________________</w:t>
      </w:r>
    </w:p>
    <w:p w14:paraId="70DC215D" w14:textId="77777777" w:rsidR="000A207B" w:rsidRDefault="00721B54" w:rsidP="000A207B">
      <w:pPr>
        <w:pStyle w:val="libFootnote0"/>
        <w:rPr>
          <w:lang w:bidi="fa-IR"/>
        </w:rPr>
      </w:pPr>
      <w:r>
        <w:rPr>
          <w:rFonts w:hint="cs"/>
          <w:rtl/>
          <w:lang w:bidi="fa-IR"/>
        </w:rPr>
        <w:t>1</w:t>
      </w:r>
      <w:r w:rsidR="000A207B">
        <w:rPr>
          <w:rtl/>
          <w:lang w:bidi="fa-IR"/>
        </w:rPr>
        <w:t>- قصص الأحرار، ص65-66</w:t>
      </w:r>
    </w:p>
    <w:p w14:paraId="47F8ECB0" w14:textId="77777777" w:rsidR="007A3CB2" w:rsidRDefault="003B626A" w:rsidP="007A3CB2">
      <w:pPr>
        <w:pStyle w:val="libNormal"/>
        <w:rPr>
          <w:lang w:bidi="fa-IR"/>
        </w:rPr>
      </w:pPr>
      <w:r>
        <w:rPr>
          <w:rtl/>
          <w:lang w:bidi="fa-IR"/>
        </w:rPr>
        <w:br w:type="page"/>
      </w:r>
    </w:p>
    <w:p w14:paraId="339CF82D" w14:textId="77777777" w:rsidR="00F13E3A" w:rsidRDefault="00F13E3A" w:rsidP="00F13E3A">
      <w:pPr>
        <w:pStyle w:val="libNormal"/>
        <w:rPr>
          <w:lang w:bidi="fa-IR"/>
        </w:rPr>
      </w:pPr>
      <w:r>
        <w:rPr>
          <w:rtl/>
          <w:lang w:bidi="fa-IR"/>
        </w:rPr>
        <w:lastRenderedPageBreak/>
        <w:br w:type="page"/>
      </w:r>
    </w:p>
    <w:p w14:paraId="27E9A0D4" w14:textId="77777777" w:rsidR="007A3CB2" w:rsidRDefault="007A3CB2" w:rsidP="00721B54">
      <w:pPr>
        <w:pStyle w:val="Heading2Center"/>
        <w:rPr>
          <w:lang w:bidi="fa-IR"/>
        </w:rPr>
      </w:pPr>
      <w:bookmarkStart w:id="4" w:name="_Toc12609713"/>
      <w:r>
        <w:rPr>
          <w:rtl/>
          <w:lang w:bidi="fa-IR"/>
        </w:rPr>
        <w:lastRenderedPageBreak/>
        <w:t>الليلة الثانية</w:t>
      </w:r>
      <w:bookmarkEnd w:id="4"/>
    </w:p>
    <w:p w14:paraId="48CBAD9F" w14:textId="77777777" w:rsidR="007A3CB2" w:rsidRDefault="007A3CB2" w:rsidP="00721B54">
      <w:pPr>
        <w:pStyle w:val="libBold1"/>
        <w:rPr>
          <w:lang w:bidi="fa-IR"/>
        </w:rPr>
      </w:pPr>
      <w:r>
        <w:rPr>
          <w:rtl/>
          <w:lang w:bidi="fa-IR"/>
        </w:rPr>
        <w:t>عنوان المحاضرة:</w:t>
      </w:r>
    </w:p>
    <w:p w14:paraId="48D086FA" w14:textId="77777777" w:rsidR="007A3CB2" w:rsidRDefault="007A3CB2" w:rsidP="00721B54">
      <w:pPr>
        <w:pStyle w:val="libCenterBold1"/>
        <w:rPr>
          <w:lang w:bidi="fa-IR"/>
        </w:rPr>
      </w:pPr>
      <w:r>
        <w:rPr>
          <w:rtl/>
          <w:lang w:bidi="fa-IR"/>
        </w:rPr>
        <w:t>التسليم‏</w:t>
      </w:r>
    </w:p>
    <w:p w14:paraId="02D6F2F9" w14:textId="77777777" w:rsidR="007A3CB2" w:rsidRDefault="007A3CB2" w:rsidP="00721B54">
      <w:pPr>
        <w:pStyle w:val="libBold1"/>
        <w:rPr>
          <w:lang w:bidi="fa-IR"/>
        </w:rPr>
      </w:pPr>
      <w:r>
        <w:rPr>
          <w:rtl/>
          <w:lang w:bidi="fa-IR"/>
        </w:rPr>
        <w:t>الهدف:</w:t>
      </w:r>
    </w:p>
    <w:p w14:paraId="0B33FF3F" w14:textId="77777777" w:rsidR="003B626A" w:rsidRDefault="007A3CB2" w:rsidP="007A3CB2">
      <w:pPr>
        <w:pStyle w:val="libNormal"/>
        <w:rPr>
          <w:lang w:bidi="fa-IR"/>
        </w:rPr>
      </w:pPr>
      <w:r>
        <w:rPr>
          <w:rtl/>
          <w:lang w:bidi="fa-IR"/>
        </w:rPr>
        <w:t>بيان مكانة التسليم للّه تعالى وبواعثه والحث عليه والإقتداء بأهله‏</w:t>
      </w:r>
    </w:p>
    <w:p w14:paraId="64D3BD9F" w14:textId="77777777" w:rsidR="007A3CB2" w:rsidRDefault="007A3CB2" w:rsidP="00721B54">
      <w:pPr>
        <w:pStyle w:val="libBold1"/>
        <w:rPr>
          <w:lang w:bidi="fa-IR"/>
        </w:rPr>
      </w:pPr>
      <w:r>
        <w:rPr>
          <w:rtl/>
          <w:lang w:bidi="fa-IR"/>
        </w:rPr>
        <w:t>تصدير الموضوع:</w:t>
      </w:r>
    </w:p>
    <w:p w14:paraId="2A1E7444" w14:textId="77777777" w:rsidR="003B626A" w:rsidRDefault="007A3CB2" w:rsidP="007A3CB2">
      <w:pPr>
        <w:pStyle w:val="libNormal"/>
        <w:rPr>
          <w:lang w:bidi="fa-IR"/>
        </w:rPr>
      </w:pPr>
      <w:r>
        <w:rPr>
          <w:rtl/>
          <w:lang w:bidi="fa-IR"/>
        </w:rPr>
        <w:t>قال تعالى: ﴿</w:t>
      </w:r>
      <w:r w:rsidR="00721B54" w:rsidRPr="00721B54">
        <w:rPr>
          <w:rStyle w:val="libAieChar"/>
          <w:rFonts w:hint="cs"/>
          <w:rtl/>
        </w:rPr>
        <w:t xml:space="preserve"> </w:t>
      </w:r>
      <w:r w:rsidRPr="00721B54">
        <w:rPr>
          <w:rStyle w:val="libAieChar"/>
          <w:rtl/>
        </w:rPr>
        <w:t>فَلاَ وَرَبِّكَ لاَ يُؤْمِنُونَ حَتَّىَ يُحَكِّمُوكَ فِيمَا شَجَرَ بَيْنَهُمْ ثُمَّ لاَ يَجِدُواْ فِي أَنفُسِهِمْ حَرَجًا مِّمَّا قَضَيْتَ وَيُسَلِّمُواْ تَسْلِيمًا</w:t>
      </w:r>
      <w:r w:rsidR="00721B54" w:rsidRPr="00721B54">
        <w:rPr>
          <w:rStyle w:val="libAieChar"/>
          <w:rFonts w:hint="cs"/>
          <w:rtl/>
        </w:rPr>
        <w:t xml:space="preserve"> </w:t>
      </w:r>
      <w:r>
        <w:rPr>
          <w:rtl/>
          <w:lang w:bidi="fa-IR"/>
        </w:rPr>
        <w:t xml:space="preserve">﴾ </w:t>
      </w:r>
      <w:r w:rsidRPr="003B626A">
        <w:rPr>
          <w:rStyle w:val="libFootnotenumChar"/>
          <w:rtl/>
        </w:rPr>
        <w:t>(1)</w:t>
      </w:r>
      <w:r>
        <w:rPr>
          <w:rtl/>
          <w:lang w:bidi="fa-IR"/>
        </w:rPr>
        <w:t>.</w:t>
      </w:r>
    </w:p>
    <w:p w14:paraId="6D5F1464" w14:textId="77777777" w:rsidR="007A3CB2" w:rsidRDefault="007A3CB2" w:rsidP="00721B54">
      <w:pPr>
        <w:pStyle w:val="libBold1"/>
        <w:rPr>
          <w:lang w:bidi="fa-IR"/>
        </w:rPr>
      </w:pPr>
      <w:r>
        <w:rPr>
          <w:rtl/>
          <w:lang w:bidi="fa-IR"/>
        </w:rPr>
        <w:t>محاور الموضوع:</w:t>
      </w:r>
    </w:p>
    <w:p w14:paraId="739E294D" w14:textId="77777777" w:rsidR="003B626A" w:rsidRDefault="007A3CB2" w:rsidP="00721B54">
      <w:pPr>
        <w:pStyle w:val="libBold1"/>
        <w:rPr>
          <w:lang w:bidi="fa-IR"/>
        </w:rPr>
      </w:pPr>
      <w:r>
        <w:rPr>
          <w:rtl/>
          <w:lang w:bidi="fa-IR"/>
        </w:rPr>
        <w:t>أ</w:t>
      </w:r>
      <w:r w:rsidR="003B626A">
        <w:rPr>
          <w:rtl/>
          <w:lang w:bidi="fa-IR"/>
        </w:rPr>
        <w:t>-</w:t>
      </w:r>
      <w:r>
        <w:rPr>
          <w:rtl/>
          <w:lang w:bidi="fa-IR"/>
        </w:rPr>
        <w:t xml:space="preserve"> معنى التسليم:</w:t>
      </w:r>
    </w:p>
    <w:p w14:paraId="15A35B3F" w14:textId="77777777" w:rsidR="007A3CB2" w:rsidRDefault="007A3CB2" w:rsidP="007A3CB2">
      <w:pPr>
        <w:pStyle w:val="libNormal"/>
        <w:rPr>
          <w:lang w:bidi="fa-IR"/>
        </w:rPr>
      </w:pPr>
      <w:r>
        <w:rPr>
          <w:rtl/>
          <w:lang w:bidi="fa-IR"/>
        </w:rPr>
        <w:t>1</w:t>
      </w:r>
      <w:r w:rsidR="003B626A">
        <w:rPr>
          <w:rtl/>
          <w:lang w:bidi="fa-IR"/>
        </w:rPr>
        <w:t>-</w:t>
      </w:r>
      <w:r>
        <w:rPr>
          <w:rtl/>
          <w:lang w:bidi="fa-IR"/>
        </w:rPr>
        <w:t xml:space="preserve"> قال العلامة الطباطبائي:</w:t>
      </w:r>
    </w:p>
    <w:p w14:paraId="36F0457F" w14:textId="77777777" w:rsidR="007A3CB2" w:rsidRDefault="007A3CB2" w:rsidP="007A3CB2">
      <w:pPr>
        <w:pStyle w:val="libNormal"/>
        <w:rPr>
          <w:rtl/>
          <w:lang w:bidi="fa-IR"/>
        </w:rPr>
      </w:pPr>
      <w:r>
        <w:rPr>
          <w:rtl/>
          <w:lang w:bidi="fa-IR"/>
        </w:rPr>
        <w:t>"التسليم من العبد مطاوعته المحضة لما يريده الله سبحانه فيه ومنه من غير نظر إلى انتساب أمر إليه، فهي مقامات ثلاث من مقامات العبودية، التوكل ثم التفويض، وهو أدق من</w:t>
      </w:r>
    </w:p>
    <w:p w14:paraId="3AA6E929" w14:textId="77777777" w:rsidR="00721B54" w:rsidRDefault="00721B54" w:rsidP="00721B54">
      <w:pPr>
        <w:pStyle w:val="libLine"/>
        <w:rPr>
          <w:lang w:bidi="fa-IR"/>
        </w:rPr>
      </w:pPr>
      <w:r>
        <w:rPr>
          <w:rtl/>
          <w:lang w:bidi="fa-IR"/>
        </w:rPr>
        <w:t>____________________</w:t>
      </w:r>
    </w:p>
    <w:p w14:paraId="304BA36F" w14:textId="77777777" w:rsidR="00721B54" w:rsidRDefault="00721B54" w:rsidP="00721B54">
      <w:pPr>
        <w:pStyle w:val="libFootnote0"/>
        <w:rPr>
          <w:lang w:bidi="fa-IR"/>
        </w:rPr>
      </w:pPr>
      <w:r>
        <w:rPr>
          <w:rtl/>
          <w:lang w:bidi="fa-IR"/>
        </w:rPr>
        <w:t>1- النساء:65</w:t>
      </w:r>
    </w:p>
    <w:p w14:paraId="60C9B57C" w14:textId="77777777" w:rsidR="007A3CB2" w:rsidRDefault="003B626A" w:rsidP="007A3CB2">
      <w:pPr>
        <w:pStyle w:val="libNormal"/>
        <w:rPr>
          <w:lang w:bidi="fa-IR"/>
        </w:rPr>
      </w:pPr>
      <w:r>
        <w:rPr>
          <w:rtl/>
          <w:lang w:bidi="fa-IR"/>
        </w:rPr>
        <w:br w:type="page"/>
      </w:r>
    </w:p>
    <w:p w14:paraId="35443FEC" w14:textId="77777777" w:rsidR="003B626A" w:rsidRDefault="007A3CB2" w:rsidP="00721B54">
      <w:pPr>
        <w:pStyle w:val="libNormal0"/>
        <w:rPr>
          <w:lang w:bidi="fa-IR"/>
        </w:rPr>
      </w:pPr>
      <w:r>
        <w:rPr>
          <w:rtl/>
          <w:lang w:bidi="fa-IR"/>
        </w:rPr>
        <w:lastRenderedPageBreak/>
        <w:t>التوكل، ثم التسليم وهو أدق منهما".</w:t>
      </w:r>
    </w:p>
    <w:p w14:paraId="16550D77" w14:textId="77777777" w:rsidR="007A3CB2" w:rsidRDefault="007A3CB2" w:rsidP="007A3CB2">
      <w:pPr>
        <w:pStyle w:val="libNormal"/>
        <w:rPr>
          <w:lang w:bidi="fa-IR"/>
        </w:rPr>
      </w:pPr>
      <w:r>
        <w:rPr>
          <w:rtl/>
          <w:lang w:bidi="fa-IR"/>
        </w:rPr>
        <w:t>2</w:t>
      </w:r>
      <w:r w:rsidR="003B626A">
        <w:rPr>
          <w:rtl/>
          <w:lang w:bidi="fa-IR"/>
        </w:rPr>
        <w:t>-</w:t>
      </w:r>
      <w:r>
        <w:rPr>
          <w:rtl/>
          <w:lang w:bidi="fa-IR"/>
        </w:rPr>
        <w:t xml:space="preserve"> قال الإمام الخميني "</w:t>
      </w:r>
      <w:r w:rsidR="003B626A" w:rsidRPr="003B626A">
        <w:rPr>
          <w:rStyle w:val="libAlaemChar"/>
          <w:rtl/>
        </w:rPr>
        <w:t>قدس‌سره</w:t>
      </w:r>
      <w:r>
        <w:rPr>
          <w:rtl/>
          <w:lang w:bidi="fa-IR"/>
        </w:rPr>
        <w:t>":</w:t>
      </w:r>
    </w:p>
    <w:p w14:paraId="57F241B4" w14:textId="77777777" w:rsidR="003B626A" w:rsidRDefault="007A3CB2" w:rsidP="007A3CB2">
      <w:pPr>
        <w:pStyle w:val="libNormal"/>
        <w:rPr>
          <w:lang w:bidi="fa-IR"/>
        </w:rPr>
      </w:pPr>
      <w:r>
        <w:rPr>
          <w:rtl/>
          <w:lang w:bidi="fa-IR"/>
        </w:rPr>
        <w:t>"التسليم عبارة عن الانقياد الباطني والاعتقاد والإيمان القلبيين بالحق تعالى، بعد سلامة النفس من العيوب وخلوّها من الملكات الخبيثة، فإذا كان القلب سالماً، فإنه يسلّم للحق، يقول بعض المحققين: إنما جعل الشك مقابل التسليم لا الجحود والإنكار... حيث إن المراد من التسليم التصديق في جميع الأشياء".</w:t>
      </w:r>
    </w:p>
    <w:p w14:paraId="03CF8E6E" w14:textId="77777777" w:rsidR="003B626A" w:rsidRDefault="007A3CB2" w:rsidP="00F13E3A">
      <w:pPr>
        <w:pStyle w:val="libBold1"/>
        <w:rPr>
          <w:lang w:bidi="fa-IR"/>
        </w:rPr>
      </w:pPr>
      <w:r>
        <w:rPr>
          <w:rtl/>
          <w:lang w:bidi="fa-IR"/>
        </w:rPr>
        <w:t>ب</w:t>
      </w:r>
      <w:r w:rsidR="003B626A">
        <w:rPr>
          <w:rtl/>
          <w:lang w:bidi="fa-IR"/>
        </w:rPr>
        <w:t>-</w:t>
      </w:r>
      <w:r>
        <w:rPr>
          <w:rtl/>
          <w:lang w:bidi="fa-IR"/>
        </w:rPr>
        <w:t xml:space="preserve"> مكانة التسليم من الإيمان:</w:t>
      </w:r>
    </w:p>
    <w:p w14:paraId="4C97C4FD" w14:textId="77777777" w:rsidR="003B626A" w:rsidRDefault="007A3CB2" w:rsidP="007A3CB2">
      <w:pPr>
        <w:pStyle w:val="libNormal"/>
        <w:rPr>
          <w:lang w:bidi="fa-IR"/>
        </w:rPr>
      </w:pPr>
      <w:r>
        <w:rPr>
          <w:rtl/>
          <w:lang w:bidi="fa-IR"/>
        </w:rPr>
        <w:t>عن الإمام الصادق‏"</w:t>
      </w:r>
      <w:r w:rsidR="003B626A" w:rsidRPr="003B626A">
        <w:rPr>
          <w:rStyle w:val="libAlaemChar"/>
          <w:rtl/>
        </w:rPr>
        <w:t>عليه‌السلام</w:t>
      </w:r>
      <w:r>
        <w:rPr>
          <w:rtl/>
          <w:lang w:bidi="fa-IR"/>
        </w:rPr>
        <w:t>" لما سئل بأي شي‏ء علم المؤمن أنه مؤمن؟ قال: "بالتسليم لله والرضا بما ورد عليه من سرور وسخط".</w:t>
      </w:r>
    </w:p>
    <w:p w14:paraId="756CEC22" w14:textId="77777777" w:rsidR="007A3CB2" w:rsidRDefault="007A3CB2" w:rsidP="007A3CB2">
      <w:pPr>
        <w:pStyle w:val="libNormal"/>
        <w:rPr>
          <w:lang w:bidi="fa-IR"/>
        </w:rPr>
      </w:pPr>
      <w:r>
        <w:rPr>
          <w:rtl/>
          <w:lang w:bidi="fa-IR"/>
        </w:rPr>
        <w:t>عن الإمام الرضا "</w:t>
      </w:r>
      <w:r w:rsidR="003B626A" w:rsidRPr="003B626A">
        <w:rPr>
          <w:rStyle w:val="libAlaemChar"/>
          <w:rtl/>
        </w:rPr>
        <w:t>عليه‌السلام</w:t>
      </w:r>
      <w:r>
        <w:rPr>
          <w:rtl/>
          <w:lang w:bidi="fa-IR"/>
        </w:rPr>
        <w:t>": "الإيمان أربعة أركان: التوكل على الله عز وجل، والرضا بقضائه، والتسليم لأمر الله، والتفويض إلى الله".</w:t>
      </w:r>
    </w:p>
    <w:p w14:paraId="6EABC677" w14:textId="77777777" w:rsidR="007A3CB2" w:rsidRDefault="003B626A" w:rsidP="007A3CB2">
      <w:pPr>
        <w:pStyle w:val="libNormal"/>
        <w:rPr>
          <w:lang w:bidi="fa-IR"/>
        </w:rPr>
      </w:pPr>
      <w:r>
        <w:rPr>
          <w:rtl/>
          <w:lang w:bidi="fa-IR"/>
        </w:rPr>
        <w:br w:type="page"/>
      </w:r>
    </w:p>
    <w:p w14:paraId="4EE9B5A5" w14:textId="77777777" w:rsidR="003B626A" w:rsidRDefault="007A3CB2" w:rsidP="00F13E3A">
      <w:pPr>
        <w:pStyle w:val="libBold1"/>
        <w:rPr>
          <w:lang w:bidi="fa-IR"/>
        </w:rPr>
      </w:pPr>
      <w:r>
        <w:rPr>
          <w:rtl/>
          <w:lang w:bidi="fa-IR"/>
        </w:rPr>
        <w:lastRenderedPageBreak/>
        <w:t>ج</w:t>
      </w:r>
      <w:r w:rsidR="003B626A">
        <w:rPr>
          <w:rtl/>
          <w:lang w:bidi="fa-IR"/>
        </w:rPr>
        <w:t>-</w:t>
      </w:r>
      <w:r>
        <w:rPr>
          <w:rtl/>
          <w:lang w:bidi="fa-IR"/>
        </w:rPr>
        <w:t xml:space="preserve"> من صفات أهل التسليم:</w:t>
      </w:r>
    </w:p>
    <w:p w14:paraId="76EA62DD" w14:textId="77777777" w:rsidR="007A3CB2" w:rsidRDefault="007A3CB2" w:rsidP="007A3CB2">
      <w:pPr>
        <w:pStyle w:val="libNormal"/>
        <w:rPr>
          <w:lang w:bidi="fa-IR"/>
        </w:rPr>
      </w:pPr>
      <w:r>
        <w:rPr>
          <w:rtl/>
          <w:lang w:bidi="fa-IR"/>
        </w:rPr>
        <w:t>1</w:t>
      </w:r>
      <w:r w:rsidR="003B626A">
        <w:rPr>
          <w:rtl/>
          <w:lang w:bidi="fa-IR"/>
        </w:rPr>
        <w:t>-</w:t>
      </w:r>
      <w:r>
        <w:rPr>
          <w:rtl/>
          <w:lang w:bidi="fa-IR"/>
        </w:rPr>
        <w:t xml:space="preserve"> نجباء:</w:t>
      </w:r>
    </w:p>
    <w:p w14:paraId="18DFB604" w14:textId="77777777" w:rsidR="003B626A" w:rsidRDefault="007A3CB2" w:rsidP="007A3CB2">
      <w:pPr>
        <w:pStyle w:val="libNormal"/>
        <w:rPr>
          <w:lang w:bidi="fa-IR"/>
        </w:rPr>
      </w:pPr>
      <w:r>
        <w:rPr>
          <w:rtl/>
          <w:lang w:bidi="fa-IR"/>
        </w:rPr>
        <w:t>عن الإمام أبي جعفر "</w:t>
      </w:r>
      <w:r w:rsidR="003B626A" w:rsidRPr="003B626A">
        <w:rPr>
          <w:rStyle w:val="libAlaemChar"/>
          <w:rtl/>
        </w:rPr>
        <w:t>عليه‌السلام</w:t>
      </w:r>
      <w:r>
        <w:rPr>
          <w:rtl/>
          <w:lang w:bidi="fa-IR"/>
        </w:rPr>
        <w:t>": "قد أفلح المؤمنون" أتدري من هم؟ قال: أنت أعلم، قال‏"</w:t>
      </w:r>
      <w:r w:rsidR="003B626A" w:rsidRPr="003B626A">
        <w:rPr>
          <w:rStyle w:val="libAlaemChar"/>
          <w:rtl/>
        </w:rPr>
        <w:t>عليه‌السلام</w:t>
      </w:r>
      <w:r>
        <w:rPr>
          <w:rtl/>
          <w:lang w:bidi="fa-IR"/>
        </w:rPr>
        <w:t>": "قد أفلح المؤمنون المسلّمون، إن المسلّمين هم النجباء".</w:t>
      </w:r>
    </w:p>
    <w:p w14:paraId="59568980" w14:textId="77777777" w:rsidR="007A3CB2" w:rsidRDefault="007A3CB2" w:rsidP="007A3CB2">
      <w:pPr>
        <w:pStyle w:val="libNormal"/>
        <w:rPr>
          <w:lang w:bidi="fa-IR"/>
        </w:rPr>
      </w:pPr>
      <w:r>
        <w:rPr>
          <w:rtl/>
          <w:lang w:bidi="fa-IR"/>
        </w:rPr>
        <w:t>2</w:t>
      </w:r>
      <w:r w:rsidR="003B626A">
        <w:rPr>
          <w:rtl/>
          <w:lang w:bidi="fa-IR"/>
        </w:rPr>
        <w:t>-</w:t>
      </w:r>
      <w:r>
        <w:rPr>
          <w:rtl/>
          <w:lang w:bidi="fa-IR"/>
        </w:rPr>
        <w:t xml:space="preserve"> مخبتون:</w:t>
      </w:r>
    </w:p>
    <w:p w14:paraId="67E5C95E" w14:textId="77777777" w:rsidR="007A3CB2" w:rsidRDefault="007A3CB2" w:rsidP="004E5921">
      <w:pPr>
        <w:pStyle w:val="libNormal"/>
        <w:rPr>
          <w:lang w:bidi="fa-IR"/>
        </w:rPr>
      </w:pPr>
      <w:r>
        <w:rPr>
          <w:rtl/>
          <w:lang w:bidi="fa-IR"/>
        </w:rPr>
        <w:t>عن محمد بن يحيى عن زيد الشحام عن أبي عبد الله "</w:t>
      </w:r>
      <w:r w:rsidR="003B626A" w:rsidRPr="003B626A">
        <w:rPr>
          <w:rStyle w:val="libAlaemChar"/>
          <w:rtl/>
        </w:rPr>
        <w:t>عليه‌السلام</w:t>
      </w:r>
      <w:r>
        <w:rPr>
          <w:rtl/>
          <w:lang w:bidi="fa-IR"/>
        </w:rPr>
        <w:t>" قال: "قلت له إن عندنا رجلاً يقال له كليب، فلا يجي‏ء عنكم شي‏ء إلا قال: أنا أسلّم، فسميناه كليب تسليم، قال: فترحّم عليه، ثم قال: أتدرون ما التسليم؟ فسكتنا، فقال هو والله الإخبات ثم تلا الآية الكريمة: ﴿</w:t>
      </w:r>
      <w:r w:rsidR="00F13E3A" w:rsidRPr="00F13E3A">
        <w:rPr>
          <w:rStyle w:val="libAieChar"/>
          <w:rFonts w:hint="cs"/>
          <w:rtl/>
        </w:rPr>
        <w:t xml:space="preserve"> </w:t>
      </w:r>
      <w:r w:rsidR="00F13E3A" w:rsidRPr="00F13E3A">
        <w:rPr>
          <w:rStyle w:val="libAieChar"/>
          <w:rtl/>
        </w:rPr>
        <w:t>ا</w:t>
      </w:r>
      <w:r w:rsidRPr="00F13E3A">
        <w:rPr>
          <w:rStyle w:val="libAieChar"/>
          <w:rtl/>
        </w:rPr>
        <w:t>لَّذِينَ آمَنُواْ وَعَمِلُواْ الصَّالِحَاتِ وَأَخْبَتُواْ إِلَى رَبِّهِمْ</w:t>
      </w:r>
      <w:r w:rsidR="00F13E3A" w:rsidRPr="00F13E3A">
        <w:rPr>
          <w:rStyle w:val="libAieChar"/>
          <w:rFonts w:hint="cs"/>
          <w:rtl/>
        </w:rPr>
        <w:t xml:space="preserve"> </w:t>
      </w:r>
      <w:r>
        <w:rPr>
          <w:rtl/>
          <w:lang w:bidi="fa-IR"/>
        </w:rPr>
        <w:t>﴾</w:t>
      </w:r>
      <w:r w:rsidRPr="003B626A">
        <w:rPr>
          <w:rStyle w:val="libFootnotenumChar"/>
          <w:rtl/>
        </w:rPr>
        <w:t>(</w:t>
      </w:r>
      <w:r w:rsidR="004E5921">
        <w:rPr>
          <w:rStyle w:val="libFootnotenumChar"/>
          <w:rFonts w:hint="cs"/>
          <w:rtl/>
        </w:rPr>
        <w:t>1</w:t>
      </w:r>
      <w:r w:rsidRPr="003B626A">
        <w:rPr>
          <w:rStyle w:val="libFootnotenumChar"/>
          <w:rtl/>
        </w:rPr>
        <w:t>)</w:t>
      </w:r>
      <w:r>
        <w:rPr>
          <w:rtl/>
          <w:lang w:bidi="fa-IR"/>
        </w:rPr>
        <w:t>.</w:t>
      </w:r>
    </w:p>
    <w:p w14:paraId="756AFB21" w14:textId="77777777" w:rsidR="004E5921" w:rsidRDefault="004E5921" w:rsidP="004E5921">
      <w:pPr>
        <w:pStyle w:val="libLine"/>
        <w:rPr>
          <w:lang w:bidi="fa-IR"/>
        </w:rPr>
      </w:pPr>
      <w:r>
        <w:rPr>
          <w:rtl/>
          <w:lang w:bidi="fa-IR"/>
        </w:rPr>
        <w:t>____________________</w:t>
      </w:r>
    </w:p>
    <w:p w14:paraId="243114FB" w14:textId="77777777" w:rsidR="004E5921" w:rsidRDefault="004E5921" w:rsidP="004E5921">
      <w:pPr>
        <w:pStyle w:val="libFootnote0"/>
        <w:rPr>
          <w:lang w:bidi="fa-IR"/>
        </w:rPr>
      </w:pPr>
      <w:r>
        <w:rPr>
          <w:rtl/>
          <w:lang w:bidi="fa-IR"/>
        </w:rPr>
        <w:t>2- الإخبات: هو الخشوع في الظاهر والباطن والتواضع بالقلب والجوارح والطاعة في السر والعلن</w:t>
      </w:r>
    </w:p>
    <w:p w14:paraId="09FE9B8E" w14:textId="77777777" w:rsidR="007A3CB2" w:rsidRDefault="003B626A" w:rsidP="007A3CB2">
      <w:pPr>
        <w:pStyle w:val="libNormal"/>
        <w:rPr>
          <w:lang w:bidi="fa-IR"/>
        </w:rPr>
      </w:pPr>
      <w:r>
        <w:rPr>
          <w:rtl/>
          <w:lang w:bidi="fa-IR"/>
        </w:rPr>
        <w:br w:type="page"/>
      </w:r>
    </w:p>
    <w:p w14:paraId="07A25D2C" w14:textId="77777777" w:rsidR="003B626A" w:rsidRDefault="007A3CB2" w:rsidP="004E5921">
      <w:pPr>
        <w:pStyle w:val="libBold1"/>
        <w:rPr>
          <w:lang w:bidi="fa-IR"/>
        </w:rPr>
      </w:pPr>
      <w:r>
        <w:rPr>
          <w:rtl/>
          <w:lang w:bidi="fa-IR"/>
        </w:rPr>
        <w:lastRenderedPageBreak/>
        <w:t>د</w:t>
      </w:r>
      <w:r w:rsidR="003B626A">
        <w:rPr>
          <w:rtl/>
          <w:lang w:bidi="fa-IR"/>
        </w:rPr>
        <w:t>-</w:t>
      </w:r>
      <w:r>
        <w:rPr>
          <w:rtl/>
          <w:lang w:bidi="fa-IR"/>
        </w:rPr>
        <w:t xml:space="preserve"> منشأ التسليم:</w:t>
      </w:r>
    </w:p>
    <w:p w14:paraId="7ADD1881" w14:textId="77777777" w:rsidR="003B626A" w:rsidRDefault="007A3CB2" w:rsidP="007A3CB2">
      <w:pPr>
        <w:pStyle w:val="libNormal"/>
        <w:rPr>
          <w:lang w:bidi="fa-IR"/>
        </w:rPr>
      </w:pPr>
      <w:r>
        <w:rPr>
          <w:rtl/>
          <w:lang w:bidi="fa-IR"/>
        </w:rPr>
        <w:t>عن أمير المؤمنين "</w:t>
      </w:r>
      <w:r w:rsidR="003B626A" w:rsidRPr="003B626A">
        <w:rPr>
          <w:rStyle w:val="libAlaemChar"/>
          <w:rtl/>
        </w:rPr>
        <w:t>عليه‌السلام</w:t>
      </w:r>
      <w:r>
        <w:rPr>
          <w:rtl/>
          <w:lang w:bidi="fa-IR"/>
        </w:rPr>
        <w:t>": "أوحى الله عز وجل إلى داوود "</w:t>
      </w:r>
      <w:r w:rsidR="003B626A" w:rsidRPr="003B626A">
        <w:rPr>
          <w:rStyle w:val="libAlaemChar"/>
          <w:rtl/>
        </w:rPr>
        <w:t>عليه‌السلام</w:t>
      </w:r>
      <w:r>
        <w:rPr>
          <w:rtl/>
          <w:lang w:bidi="fa-IR"/>
        </w:rPr>
        <w:t>": يا داوود تريد وأريد ولا يكون إلا ما أريد، فإن أسلمتَ لما أريد أعطيتك ما تريد، وإن لم تسلّم لما أريد أتعبتك فيما تريد ثم لا يكون إلا ما أريد".</w:t>
      </w:r>
    </w:p>
    <w:p w14:paraId="0F01FD8F" w14:textId="77777777" w:rsidR="003B626A" w:rsidRDefault="007A3CB2" w:rsidP="007A3CB2">
      <w:pPr>
        <w:pStyle w:val="libNormal"/>
        <w:rPr>
          <w:lang w:bidi="fa-IR"/>
        </w:rPr>
      </w:pPr>
      <w:r>
        <w:rPr>
          <w:rtl/>
          <w:lang w:bidi="fa-IR"/>
        </w:rPr>
        <w:t>عن الإمام الباقر "</w:t>
      </w:r>
      <w:r w:rsidR="003B626A" w:rsidRPr="003B626A">
        <w:rPr>
          <w:rStyle w:val="libAlaemChar"/>
          <w:rtl/>
        </w:rPr>
        <w:t>عليه‌السلام</w:t>
      </w:r>
      <w:r>
        <w:rPr>
          <w:rtl/>
          <w:lang w:bidi="fa-IR"/>
        </w:rPr>
        <w:t>": "إنا لنحب أن نعافى فيمن نحبّ، فإذا جاء أمر الله سلّمنا فيما يحب".</w:t>
      </w:r>
    </w:p>
    <w:p w14:paraId="5A69119E" w14:textId="77777777" w:rsidR="003B626A" w:rsidRDefault="007A3CB2" w:rsidP="001202A3">
      <w:pPr>
        <w:pStyle w:val="libNormal"/>
        <w:rPr>
          <w:lang w:bidi="fa-IR"/>
        </w:rPr>
      </w:pPr>
      <w:r>
        <w:rPr>
          <w:rtl/>
          <w:lang w:bidi="fa-IR"/>
        </w:rPr>
        <w:t>عن رسول الله "</w:t>
      </w:r>
      <w:r w:rsidR="004E5921" w:rsidRPr="004E5921">
        <w:rPr>
          <w:rFonts w:eastAsiaTheme="minorHAnsi"/>
          <w:rtl/>
        </w:rPr>
        <w:t xml:space="preserve"> </w:t>
      </w:r>
      <w:r w:rsidR="001202A3" w:rsidRPr="004E5921">
        <w:rPr>
          <w:rStyle w:val="libAlaemChar"/>
          <w:rFonts w:eastAsiaTheme="minorHAnsi"/>
          <w:rtl/>
        </w:rPr>
        <w:t>صلى‌الله‌عليه‌وآله</w:t>
      </w:r>
      <w:r w:rsidR="001202A3" w:rsidRPr="004E5921">
        <w:rPr>
          <w:rFonts w:eastAsiaTheme="minorHAnsi"/>
          <w:rtl/>
        </w:rPr>
        <w:t xml:space="preserve"> </w:t>
      </w:r>
      <w:r>
        <w:rPr>
          <w:rtl/>
          <w:lang w:bidi="fa-IR"/>
        </w:rPr>
        <w:t>": "يا عباد الله، أنتم كالمرضى، ورب العالمين كالطبيب، وصلاح المريض فيما يعلمه الطبيب وتدبيره به، لا فيما يشتهيه المريض ويقترحه ألا فسلّموا لله أمره تكونوا من الفائزين".</w:t>
      </w:r>
    </w:p>
    <w:p w14:paraId="0BD5BCDC" w14:textId="77777777" w:rsidR="007A3CB2" w:rsidRDefault="007A3CB2" w:rsidP="004E5921">
      <w:pPr>
        <w:pStyle w:val="libNormal"/>
        <w:rPr>
          <w:lang w:bidi="fa-IR"/>
        </w:rPr>
      </w:pPr>
      <w:r>
        <w:rPr>
          <w:rtl/>
          <w:lang w:bidi="fa-IR"/>
        </w:rPr>
        <w:t>قال الإمام الخميني المقدس: "لا بد للإنسان أن يسعى في سيره الملكوتي لأن يجد هادياً للطريق، فإذا وجد الهادي فلا بد أن يستسلم له ويتابعه في السير والسلوك ويضع قدمه مكان قدمه، ونحن حيث وجدنا النبي الأكرم "</w:t>
      </w:r>
      <w:r w:rsidR="004E5921" w:rsidRPr="004E5921">
        <w:rPr>
          <w:rFonts w:eastAsiaTheme="minorHAnsi"/>
          <w:rtl/>
        </w:rPr>
        <w:t xml:space="preserve"> </w:t>
      </w:r>
      <w:r w:rsidR="004E5921" w:rsidRPr="004E5921">
        <w:rPr>
          <w:rStyle w:val="libAlaemChar"/>
          <w:rFonts w:eastAsiaTheme="minorHAnsi"/>
          <w:rtl/>
        </w:rPr>
        <w:t>صلى‌الله‌عليه‌وآله</w:t>
      </w:r>
      <w:r w:rsidR="004E5921" w:rsidRPr="004E5921">
        <w:rPr>
          <w:rFonts w:eastAsiaTheme="minorHAnsi"/>
          <w:rtl/>
        </w:rPr>
        <w:t xml:space="preserve"> </w:t>
      </w:r>
      <w:r>
        <w:rPr>
          <w:rtl/>
          <w:lang w:bidi="fa-IR"/>
        </w:rPr>
        <w:t>" هادياً</w:t>
      </w:r>
    </w:p>
    <w:p w14:paraId="21BAEAF6" w14:textId="77777777" w:rsidR="007A3CB2" w:rsidRDefault="003B626A" w:rsidP="007A3CB2">
      <w:pPr>
        <w:pStyle w:val="libNormal"/>
        <w:rPr>
          <w:lang w:bidi="fa-IR"/>
        </w:rPr>
      </w:pPr>
      <w:r>
        <w:rPr>
          <w:rtl/>
          <w:lang w:bidi="fa-IR"/>
        </w:rPr>
        <w:br w:type="page"/>
      </w:r>
    </w:p>
    <w:p w14:paraId="1AD4AB32" w14:textId="77777777" w:rsidR="003B626A" w:rsidRDefault="007A3CB2" w:rsidP="00964F23">
      <w:pPr>
        <w:pStyle w:val="libNormal0"/>
        <w:rPr>
          <w:lang w:bidi="fa-IR"/>
        </w:rPr>
      </w:pPr>
      <w:r>
        <w:rPr>
          <w:rtl/>
          <w:lang w:bidi="fa-IR"/>
        </w:rPr>
        <w:lastRenderedPageBreak/>
        <w:t>للطريق وعرفنا أنه واصل إلى جميع المعارف فلا بد أن نتبعه في السير الملكوتي من دون (كيف) و(لِمَ)... فالمريض الذي يريد أن يطّلع على سرّ وصفة الطبيب ثم يستفيد من الدواء يكون وقت العلاج قد مضى وجرّ بنفسه إلى الهلاك".</w:t>
      </w:r>
    </w:p>
    <w:p w14:paraId="6BB8701B" w14:textId="77777777" w:rsidR="003B626A" w:rsidRDefault="007A3CB2" w:rsidP="00964F23">
      <w:pPr>
        <w:pStyle w:val="libBold1"/>
        <w:rPr>
          <w:lang w:bidi="fa-IR"/>
        </w:rPr>
      </w:pPr>
      <w:r>
        <w:rPr>
          <w:rtl/>
          <w:lang w:bidi="fa-IR"/>
        </w:rPr>
        <w:t>ه</w:t>
      </w:r>
      <w:r w:rsidR="003B626A">
        <w:rPr>
          <w:rtl/>
          <w:lang w:bidi="fa-IR"/>
        </w:rPr>
        <w:t>-</w:t>
      </w:r>
      <w:r>
        <w:rPr>
          <w:rtl/>
          <w:lang w:bidi="fa-IR"/>
        </w:rPr>
        <w:t xml:space="preserve"> نماذج من أهل التسليم:</w:t>
      </w:r>
    </w:p>
    <w:p w14:paraId="1DB1BEEF" w14:textId="77777777" w:rsidR="003B626A" w:rsidRDefault="007A3CB2" w:rsidP="007A3CB2">
      <w:pPr>
        <w:pStyle w:val="libNormal"/>
        <w:rPr>
          <w:lang w:bidi="fa-IR"/>
        </w:rPr>
      </w:pPr>
      <w:r>
        <w:rPr>
          <w:rtl/>
          <w:lang w:bidi="fa-IR"/>
        </w:rPr>
        <w:t>1</w:t>
      </w:r>
      <w:r w:rsidR="003B626A">
        <w:rPr>
          <w:rtl/>
          <w:lang w:bidi="fa-IR"/>
        </w:rPr>
        <w:t>-</w:t>
      </w:r>
      <w:r>
        <w:rPr>
          <w:rtl/>
          <w:lang w:bidi="fa-IR"/>
        </w:rPr>
        <w:t xml:space="preserve"> نبي الله إبراهيم "</w:t>
      </w:r>
      <w:r w:rsidR="003B626A" w:rsidRPr="003B626A">
        <w:rPr>
          <w:rStyle w:val="libAlaemChar"/>
          <w:rtl/>
        </w:rPr>
        <w:t>عليه‌السلام</w:t>
      </w:r>
      <w:r>
        <w:rPr>
          <w:rtl/>
          <w:lang w:bidi="fa-IR"/>
        </w:rPr>
        <w:t>": "سلّم أمره لله في وضع زوجته وولده في واد غير ذي زرع وماء وبشر، وسلّم أمره لله في قصة ذبح ولده إسماعيل".</w:t>
      </w:r>
    </w:p>
    <w:p w14:paraId="46F6ABDE" w14:textId="77777777" w:rsidR="003B626A" w:rsidRDefault="007A3CB2" w:rsidP="007A3CB2">
      <w:pPr>
        <w:pStyle w:val="libNormal"/>
        <w:rPr>
          <w:lang w:bidi="fa-IR"/>
        </w:rPr>
      </w:pPr>
      <w:r>
        <w:rPr>
          <w:rtl/>
          <w:lang w:bidi="fa-IR"/>
        </w:rPr>
        <w:t>2</w:t>
      </w:r>
      <w:r w:rsidR="003B626A">
        <w:rPr>
          <w:rtl/>
          <w:lang w:bidi="fa-IR"/>
        </w:rPr>
        <w:t>-</w:t>
      </w:r>
      <w:r>
        <w:rPr>
          <w:rtl/>
          <w:lang w:bidi="fa-IR"/>
        </w:rPr>
        <w:t xml:space="preserve"> تسليم إسماعيل "</w:t>
      </w:r>
      <w:r w:rsidR="003B626A" w:rsidRPr="003B626A">
        <w:rPr>
          <w:rStyle w:val="libAlaemChar"/>
          <w:rtl/>
        </w:rPr>
        <w:t>عليه‌السلام</w:t>
      </w:r>
      <w:r>
        <w:rPr>
          <w:rtl/>
          <w:lang w:bidi="fa-IR"/>
        </w:rPr>
        <w:t>" لأبيه إبراهيم "</w:t>
      </w:r>
      <w:r w:rsidR="003B626A" w:rsidRPr="003B626A">
        <w:rPr>
          <w:rStyle w:val="libAlaemChar"/>
          <w:rtl/>
        </w:rPr>
        <w:t>عليه‌السلام</w:t>
      </w:r>
      <w:r>
        <w:rPr>
          <w:rtl/>
          <w:lang w:bidi="fa-IR"/>
        </w:rPr>
        <w:t>" ﴿</w:t>
      </w:r>
      <w:r w:rsidR="00964F23" w:rsidRPr="00964F23">
        <w:rPr>
          <w:rStyle w:val="libAieChar"/>
          <w:rFonts w:hint="cs"/>
          <w:rtl/>
        </w:rPr>
        <w:t xml:space="preserve"> </w:t>
      </w:r>
      <w:r w:rsidRPr="00964F23">
        <w:rPr>
          <w:rStyle w:val="libAieChar"/>
          <w:rtl/>
        </w:rPr>
        <w:t xml:space="preserve">يَا أَبَتِ افْعَلْ مَا تُؤْمَرُ سَتَجِدُنِي إِن شَاء اللَّهُ مِنَ الصَّابِرِينَ </w:t>
      </w:r>
      <w:r>
        <w:rPr>
          <w:rtl/>
          <w:lang w:bidi="fa-IR"/>
        </w:rPr>
        <w:t>﴾.</w:t>
      </w:r>
    </w:p>
    <w:p w14:paraId="002C43B6" w14:textId="77777777" w:rsidR="007A3CB2" w:rsidRDefault="007A3CB2" w:rsidP="007A3CB2">
      <w:pPr>
        <w:pStyle w:val="libNormal"/>
        <w:rPr>
          <w:lang w:bidi="fa-IR"/>
        </w:rPr>
      </w:pPr>
      <w:r>
        <w:rPr>
          <w:rtl/>
          <w:lang w:bidi="fa-IR"/>
        </w:rPr>
        <w:t>3</w:t>
      </w:r>
      <w:r w:rsidR="003B626A">
        <w:rPr>
          <w:rtl/>
          <w:lang w:bidi="fa-IR"/>
        </w:rPr>
        <w:t>-</w:t>
      </w:r>
      <w:r>
        <w:rPr>
          <w:rtl/>
          <w:lang w:bidi="fa-IR"/>
        </w:rPr>
        <w:t xml:space="preserve"> تسليم الإمام الحسين "</w:t>
      </w:r>
      <w:r w:rsidR="003B626A" w:rsidRPr="003B626A">
        <w:rPr>
          <w:rStyle w:val="libAlaemChar"/>
          <w:rtl/>
        </w:rPr>
        <w:t>عليه‌السلام</w:t>
      </w:r>
      <w:r>
        <w:rPr>
          <w:rtl/>
          <w:lang w:bidi="fa-IR"/>
        </w:rPr>
        <w:t>" وهو القائل: "الحمد لله وما شاء الله ولا قوة إلا بالله وصلى الله على رسوله، خط الموت على ولد آدم مخط القلادة على جيد الفتاة وما أولهني إلى أسلافي اشتياق يعقوب إلى يوسف وخير لي مصرع أنا</w:t>
      </w:r>
    </w:p>
    <w:p w14:paraId="3D2E4B59" w14:textId="77777777" w:rsidR="007A3CB2" w:rsidRDefault="003B626A" w:rsidP="007A3CB2">
      <w:pPr>
        <w:pStyle w:val="libNormal"/>
        <w:rPr>
          <w:lang w:bidi="fa-IR"/>
        </w:rPr>
      </w:pPr>
      <w:r>
        <w:rPr>
          <w:rtl/>
          <w:lang w:bidi="fa-IR"/>
        </w:rPr>
        <w:br w:type="page"/>
      </w:r>
    </w:p>
    <w:p w14:paraId="340D71F2" w14:textId="77777777" w:rsidR="003B626A" w:rsidRDefault="007A3CB2" w:rsidP="00964F23">
      <w:pPr>
        <w:pStyle w:val="libNormal0"/>
        <w:rPr>
          <w:lang w:bidi="fa-IR"/>
        </w:rPr>
      </w:pPr>
      <w:r>
        <w:rPr>
          <w:rtl/>
          <w:lang w:bidi="fa-IR"/>
        </w:rPr>
        <w:lastRenderedPageBreak/>
        <w:t>لاقيه، كأني بأوصالي تقطعها عسلان الفلوات بين النواويس وكربلاء فيملأن مني أكراشاً جوفا وأجربة سغبا، لا محيص عن يوم خط بالقلم، رضا الله رضانا أهل البيت، نصبر على بلائه ويوفينا أجور الصابرين".</w:t>
      </w:r>
    </w:p>
    <w:p w14:paraId="02D92643" w14:textId="77777777" w:rsidR="003B626A" w:rsidRDefault="007A3CB2" w:rsidP="007A3CB2">
      <w:pPr>
        <w:pStyle w:val="libNormal"/>
        <w:rPr>
          <w:lang w:bidi="fa-IR"/>
        </w:rPr>
      </w:pPr>
      <w:r>
        <w:rPr>
          <w:rtl/>
          <w:lang w:bidi="fa-IR"/>
        </w:rPr>
        <w:t>4</w:t>
      </w:r>
      <w:r w:rsidR="003B626A">
        <w:rPr>
          <w:rtl/>
          <w:lang w:bidi="fa-IR"/>
        </w:rPr>
        <w:t>-</w:t>
      </w:r>
      <w:r>
        <w:rPr>
          <w:rtl/>
          <w:lang w:bidi="fa-IR"/>
        </w:rPr>
        <w:t xml:space="preserve"> عن عبد الله بن أبي يعفور قال: قلت لأبي عبد الله، والله لو فلقت رمانة بنصفين، فقلت: هذا حرام وهذا حلال، شهدت أن الذي قلت حلا حلال، وأن الذي قلت حرا حرام، قال‏"</w:t>
      </w:r>
      <w:r w:rsidR="003B626A" w:rsidRPr="003B626A">
        <w:rPr>
          <w:rStyle w:val="libAlaemChar"/>
          <w:rtl/>
        </w:rPr>
        <w:t>عليه‌السلام</w:t>
      </w:r>
      <w:r>
        <w:rPr>
          <w:rtl/>
          <w:lang w:bidi="fa-IR"/>
        </w:rPr>
        <w:t>": "رحمك الله رحمك الله".</w:t>
      </w:r>
    </w:p>
    <w:p w14:paraId="5F9D878B" w14:textId="77777777" w:rsidR="003B626A" w:rsidRDefault="007A3CB2" w:rsidP="007A3CB2">
      <w:pPr>
        <w:pStyle w:val="libNormal"/>
        <w:rPr>
          <w:lang w:bidi="fa-IR"/>
        </w:rPr>
      </w:pPr>
      <w:r>
        <w:rPr>
          <w:rtl/>
          <w:lang w:bidi="fa-IR"/>
        </w:rPr>
        <w:t>5</w:t>
      </w:r>
      <w:r w:rsidR="003B626A">
        <w:rPr>
          <w:rtl/>
          <w:lang w:bidi="fa-IR"/>
        </w:rPr>
        <w:t>-</w:t>
      </w:r>
      <w:r>
        <w:rPr>
          <w:rtl/>
          <w:lang w:bidi="fa-IR"/>
        </w:rPr>
        <w:t xml:space="preserve"> تسليم المجاهدين في المقاومة الإسلامية لله تعالى ولتوجيهات ولي أمر المسلمين..</w:t>
      </w:r>
    </w:p>
    <w:p w14:paraId="3965C9F9" w14:textId="77777777" w:rsidR="007A3CB2" w:rsidRDefault="007A3CB2" w:rsidP="00964F23">
      <w:pPr>
        <w:pStyle w:val="libBold1"/>
        <w:rPr>
          <w:lang w:bidi="fa-IR"/>
        </w:rPr>
      </w:pPr>
      <w:r>
        <w:rPr>
          <w:rtl/>
          <w:lang w:bidi="fa-IR"/>
        </w:rPr>
        <w:t>مراجع للاستفادة:</w:t>
      </w:r>
    </w:p>
    <w:p w14:paraId="11022436" w14:textId="77777777" w:rsidR="003B626A" w:rsidRDefault="007A3CB2" w:rsidP="007A3CB2">
      <w:pPr>
        <w:pStyle w:val="libNormal"/>
        <w:rPr>
          <w:lang w:bidi="fa-IR"/>
        </w:rPr>
      </w:pPr>
      <w:r>
        <w:rPr>
          <w:rtl/>
          <w:lang w:bidi="fa-IR"/>
        </w:rPr>
        <w:t>1</w:t>
      </w:r>
      <w:r w:rsidR="003B626A">
        <w:rPr>
          <w:rtl/>
          <w:lang w:bidi="fa-IR"/>
        </w:rPr>
        <w:t>-</w:t>
      </w:r>
      <w:r>
        <w:rPr>
          <w:rtl/>
          <w:lang w:bidi="fa-IR"/>
        </w:rPr>
        <w:t xml:space="preserve"> الميزان في تفسير القرآن، السيد محمد حسين الطباطبائي، ج‏17.</w:t>
      </w:r>
    </w:p>
    <w:p w14:paraId="1A33DB6D" w14:textId="77777777" w:rsidR="003B626A" w:rsidRDefault="007A3CB2" w:rsidP="007A3CB2">
      <w:pPr>
        <w:pStyle w:val="libNormal"/>
        <w:rPr>
          <w:lang w:bidi="fa-IR"/>
        </w:rPr>
      </w:pPr>
      <w:r>
        <w:rPr>
          <w:rtl/>
          <w:lang w:bidi="fa-IR"/>
        </w:rPr>
        <w:t>2</w:t>
      </w:r>
      <w:r w:rsidR="003B626A">
        <w:rPr>
          <w:rtl/>
          <w:lang w:bidi="fa-IR"/>
        </w:rPr>
        <w:t>-</w:t>
      </w:r>
      <w:r>
        <w:rPr>
          <w:rtl/>
          <w:lang w:bidi="fa-IR"/>
        </w:rPr>
        <w:t xml:space="preserve"> جنود العقل والجهل، الإمام الخميني "</w:t>
      </w:r>
      <w:r w:rsidR="003B626A" w:rsidRPr="003B626A">
        <w:rPr>
          <w:rStyle w:val="libAlaemChar"/>
          <w:rtl/>
        </w:rPr>
        <w:t>قدس‌سره</w:t>
      </w:r>
      <w:r>
        <w:rPr>
          <w:rtl/>
          <w:lang w:bidi="fa-IR"/>
        </w:rPr>
        <w:t>".</w:t>
      </w:r>
    </w:p>
    <w:p w14:paraId="527593BA" w14:textId="77777777" w:rsidR="003B626A" w:rsidRDefault="007A3CB2" w:rsidP="007A3CB2">
      <w:pPr>
        <w:pStyle w:val="libNormal"/>
        <w:rPr>
          <w:lang w:bidi="fa-IR"/>
        </w:rPr>
      </w:pPr>
      <w:r>
        <w:rPr>
          <w:rtl/>
          <w:lang w:bidi="fa-IR"/>
        </w:rPr>
        <w:t>3</w:t>
      </w:r>
      <w:r w:rsidR="003B626A">
        <w:rPr>
          <w:rtl/>
          <w:lang w:bidi="fa-IR"/>
        </w:rPr>
        <w:t>-</w:t>
      </w:r>
      <w:r>
        <w:rPr>
          <w:rtl/>
          <w:lang w:bidi="fa-IR"/>
        </w:rPr>
        <w:t xml:space="preserve"> ميزان الحكمة، ج‏4 و8.</w:t>
      </w:r>
    </w:p>
    <w:p w14:paraId="03B12A14" w14:textId="77777777" w:rsidR="003B626A" w:rsidRDefault="007A3CB2" w:rsidP="007A3CB2">
      <w:pPr>
        <w:pStyle w:val="libNormal"/>
        <w:rPr>
          <w:lang w:bidi="fa-IR"/>
        </w:rPr>
      </w:pPr>
      <w:r>
        <w:rPr>
          <w:rtl/>
          <w:lang w:bidi="fa-IR"/>
        </w:rPr>
        <w:t>4</w:t>
      </w:r>
      <w:r w:rsidR="003B626A">
        <w:rPr>
          <w:rtl/>
          <w:lang w:bidi="fa-IR"/>
        </w:rPr>
        <w:t>-</w:t>
      </w:r>
      <w:r>
        <w:rPr>
          <w:rtl/>
          <w:lang w:bidi="fa-IR"/>
        </w:rPr>
        <w:t xml:space="preserve"> أصول الكافي.</w:t>
      </w:r>
    </w:p>
    <w:p w14:paraId="3EA7FD22" w14:textId="77777777" w:rsidR="007A3CB2" w:rsidRDefault="007A3CB2" w:rsidP="007A3CB2">
      <w:pPr>
        <w:pStyle w:val="libNormal"/>
        <w:rPr>
          <w:lang w:bidi="fa-IR"/>
        </w:rPr>
      </w:pPr>
      <w:r>
        <w:rPr>
          <w:rtl/>
          <w:lang w:bidi="fa-IR"/>
        </w:rPr>
        <w:t>5</w:t>
      </w:r>
      <w:r w:rsidR="003B626A">
        <w:rPr>
          <w:rtl/>
          <w:lang w:bidi="fa-IR"/>
        </w:rPr>
        <w:t>-</w:t>
      </w:r>
      <w:r>
        <w:rPr>
          <w:rtl/>
          <w:lang w:bidi="fa-IR"/>
        </w:rPr>
        <w:t xml:space="preserve"> مقتل الحسين، للسيد المقرَّم.</w:t>
      </w:r>
    </w:p>
    <w:p w14:paraId="4DA6E036" w14:textId="77777777" w:rsidR="007A3CB2" w:rsidRDefault="003B626A" w:rsidP="007A3CB2">
      <w:pPr>
        <w:pStyle w:val="libNormal"/>
        <w:rPr>
          <w:lang w:bidi="fa-IR"/>
        </w:rPr>
      </w:pPr>
      <w:r>
        <w:rPr>
          <w:rtl/>
          <w:lang w:bidi="fa-IR"/>
        </w:rPr>
        <w:br w:type="page"/>
      </w:r>
    </w:p>
    <w:p w14:paraId="15F44FD0" w14:textId="77777777" w:rsidR="007A3CB2" w:rsidRDefault="007A3CB2" w:rsidP="00964F23">
      <w:pPr>
        <w:pStyle w:val="Heading2Center"/>
        <w:rPr>
          <w:lang w:bidi="fa-IR"/>
        </w:rPr>
      </w:pPr>
      <w:bookmarkStart w:id="5" w:name="_Toc12609714"/>
      <w:r>
        <w:rPr>
          <w:rtl/>
          <w:lang w:bidi="fa-IR"/>
        </w:rPr>
        <w:lastRenderedPageBreak/>
        <w:t>الليلة الثالثة</w:t>
      </w:r>
      <w:bookmarkEnd w:id="5"/>
    </w:p>
    <w:p w14:paraId="58A68A05" w14:textId="77777777" w:rsidR="007A3CB2" w:rsidRDefault="007A3CB2" w:rsidP="00964F23">
      <w:pPr>
        <w:pStyle w:val="libBold1"/>
        <w:rPr>
          <w:lang w:bidi="fa-IR"/>
        </w:rPr>
      </w:pPr>
      <w:r>
        <w:rPr>
          <w:rtl/>
          <w:lang w:bidi="fa-IR"/>
        </w:rPr>
        <w:t>عنوان المحاضرة:</w:t>
      </w:r>
    </w:p>
    <w:p w14:paraId="0809C925" w14:textId="77777777" w:rsidR="007A3CB2" w:rsidRDefault="007A3CB2" w:rsidP="00964F23">
      <w:pPr>
        <w:pStyle w:val="libCenterBold1"/>
        <w:rPr>
          <w:lang w:bidi="fa-IR"/>
        </w:rPr>
      </w:pPr>
      <w:r>
        <w:rPr>
          <w:rtl/>
          <w:lang w:bidi="fa-IR"/>
        </w:rPr>
        <w:t>إغاثة الملهوف‏</w:t>
      </w:r>
    </w:p>
    <w:p w14:paraId="7A76566C" w14:textId="77777777" w:rsidR="007A3CB2" w:rsidRDefault="007A3CB2" w:rsidP="00964F23">
      <w:pPr>
        <w:pStyle w:val="libBold1"/>
        <w:rPr>
          <w:lang w:bidi="fa-IR"/>
        </w:rPr>
      </w:pPr>
      <w:r>
        <w:rPr>
          <w:rtl/>
          <w:lang w:bidi="fa-IR"/>
        </w:rPr>
        <w:t>الهدف:</w:t>
      </w:r>
    </w:p>
    <w:p w14:paraId="28DE601A" w14:textId="77777777" w:rsidR="003B626A" w:rsidRDefault="007A3CB2" w:rsidP="007A3CB2">
      <w:pPr>
        <w:pStyle w:val="libNormal"/>
        <w:rPr>
          <w:lang w:bidi="fa-IR"/>
        </w:rPr>
      </w:pPr>
      <w:r>
        <w:rPr>
          <w:rtl/>
          <w:lang w:bidi="fa-IR"/>
        </w:rPr>
        <w:t>حث الناس على إغاثة الآخرين لا سيّما في القضايا العامة.</w:t>
      </w:r>
    </w:p>
    <w:p w14:paraId="76198A74" w14:textId="77777777" w:rsidR="007A3CB2" w:rsidRDefault="007A3CB2" w:rsidP="000015DD">
      <w:pPr>
        <w:pStyle w:val="libBold1"/>
        <w:rPr>
          <w:lang w:bidi="fa-IR"/>
        </w:rPr>
      </w:pPr>
      <w:r>
        <w:rPr>
          <w:rtl/>
          <w:lang w:bidi="fa-IR"/>
        </w:rPr>
        <w:t>تصديرالموضوع:</w:t>
      </w:r>
    </w:p>
    <w:p w14:paraId="4CE16925" w14:textId="77777777" w:rsidR="003B626A" w:rsidRDefault="007A3CB2" w:rsidP="007A3CB2">
      <w:pPr>
        <w:pStyle w:val="libNormal"/>
        <w:rPr>
          <w:lang w:bidi="fa-IR"/>
        </w:rPr>
      </w:pPr>
      <w:r>
        <w:rPr>
          <w:rtl/>
          <w:lang w:bidi="fa-IR"/>
        </w:rPr>
        <w:t>قال الإمام الحسين "</w:t>
      </w:r>
      <w:r w:rsidR="003B626A" w:rsidRPr="003B626A">
        <w:rPr>
          <w:rStyle w:val="libAlaemChar"/>
          <w:rtl/>
        </w:rPr>
        <w:t>عليه‌السلام</w:t>
      </w:r>
      <w:r>
        <w:rPr>
          <w:rtl/>
          <w:lang w:bidi="fa-IR"/>
        </w:rPr>
        <w:t>" يوم العاشر من المحرَّم:</w:t>
      </w:r>
    </w:p>
    <w:p w14:paraId="7E8B8495" w14:textId="77777777" w:rsidR="003B626A" w:rsidRDefault="007A3CB2" w:rsidP="007A3CB2">
      <w:pPr>
        <w:pStyle w:val="libNormal"/>
        <w:rPr>
          <w:lang w:bidi="fa-IR"/>
        </w:rPr>
      </w:pPr>
      <w:r>
        <w:rPr>
          <w:rtl/>
          <w:lang w:bidi="fa-IR"/>
        </w:rPr>
        <w:t>"أما من مغيث يغيثنا؟!</w:t>
      </w:r>
    </w:p>
    <w:p w14:paraId="496A47A8" w14:textId="77777777" w:rsidR="003B626A" w:rsidRDefault="007A3CB2" w:rsidP="007A3CB2">
      <w:pPr>
        <w:pStyle w:val="libNormal"/>
        <w:rPr>
          <w:lang w:bidi="fa-IR"/>
        </w:rPr>
      </w:pPr>
      <w:r>
        <w:rPr>
          <w:rtl/>
          <w:lang w:bidi="fa-IR"/>
        </w:rPr>
        <w:t>أما من مجير يجيرنا؟!</w:t>
      </w:r>
    </w:p>
    <w:p w14:paraId="0D4BD7DE" w14:textId="77777777" w:rsidR="003B626A" w:rsidRDefault="007A3CB2" w:rsidP="007A3CB2">
      <w:pPr>
        <w:pStyle w:val="libNormal"/>
        <w:rPr>
          <w:lang w:bidi="fa-IR"/>
        </w:rPr>
      </w:pPr>
      <w:r>
        <w:rPr>
          <w:rtl/>
          <w:lang w:bidi="fa-IR"/>
        </w:rPr>
        <w:t>أما من طالب حق ينصرنا؟!".</w:t>
      </w:r>
    </w:p>
    <w:p w14:paraId="31A51F57" w14:textId="77777777" w:rsidR="007A3CB2" w:rsidRDefault="007A3CB2" w:rsidP="000015DD">
      <w:pPr>
        <w:pStyle w:val="libBold1"/>
        <w:rPr>
          <w:lang w:bidi="fa-IR"/>
        </w:rPr>
      </w:pPr>
      <w:r>
        <w:rPr>
          <w:rtl/>
          <w:lang w:bidi="fa-IR"/>
        </w:rPr>
        <w:t>محاور الموضوع:</w:t>
      </w:r>
    </w:p>
    <w:p w14:paraId="26B00F38" w14:textId="77777777" w:rsidR="003B626A" w:rsidRDefault="007A3CB2" w:rsidP="000015DD">
      <w:pPr>
        <w:pStyle w:val="libBold1"/>
        <w:rPr>
          <w:lang w:bidi="fa-IR"/>
        </w:rPr>
      </w:pPr>
      <w:r>
        <w:rPr>
          <w:rtl/>
          <w:lang w:bidi="fa-IR"/>
        </w:rPr>
        <w:t>أ</w:t>
      </w:r>
      <w:r w:rsidR="003B626A">
        <w:rPr>
          <w:rtl/>
          <w:lang w:bidi="fa-IR"/>
        </w:rPr>
        <w:t>-</w:t>
      </w:r>
      <w:r>
        <w:rPr>
          <w:rtl/>
          <w:lang w:bidi="fa-IR"/>
        </w:rPr>
        <w:t xml:space="preserve"> مكانة إغاثة المؤمن:</w:t>
      </w:r>
    </w:p>
    <w:p w14:paraId="4B449D2D" w14:textId="77777777" w:rsidR="003B626A" w:rsidRDefault="007A3CB2" w:rsidP="007A3CB2">
      <w:pPr>
        <w:pStyle w:val="libNormal"/>
        <w:rPr>
          <w:rtl/>
          <w:lang w:bidi="fa-IR"/>
        </w:rPr>
      </w:pPr>
      <w:r>
        <w:rPr>
          <w:rtl/>
          <w:lang w:bidi="fa-IR"/>
        </w:rPr>
        <w:t>1</w:t>
      </w:r>
      <w:r w:rsidR="003B626A">
        <w:rPr>
          <w:rtl/>
          <w:lang w:bidi="fa-IR"/>
        </w:rPr>
        <w:t>-</w:t>
      </w:r>
      <w:r>
        <w:rPr>
          <w:rtl/>
          <w:lang w:bidi="fa-IR"/>
        </w:rPr>
        <w:t xml:space="preserve"> أفضل من الصوم والإعتكاف:</w:t>
      </w:r>
    </w:p>
    <w:p w14:paraId="224EAC47" w14:textId="77777777" w:rsidR="007A3CB2" w:rsidRDefault="007A3CB2" w:rsidP="007A3CB2">
      <w:pPr>
        <w:pStyle w:val="libNormal"/>
        <w:rPr>
          <w:lang w:bidi="fa-IR"/>
        </w:rPr>
      </w:pPr>
      <w:r>
        <w:rPr>
          <w:rtl/>
          <w:lang w:bidi="fa-IR"/>
        </w:rPr>
        <w:t>عن الإمام الصادق "</w:t>
      </w:r>
      <w:r w:rsidR="003B626A" w:rsidRPr="003B626A">
        <w:rPr>
          <w:rStyle w:val="libAlaemChar"/>
          <w:rtl/>
        </w:rPr>
        <w:t>عليه‌السلام</w:t>
      </w:r>
      <w:r>
        <w:rPr>
          <w:rtl/>
          <w:lang w:bidi="fa-IR"/>
        </w:rPr>
        <w:t>": "ما من مؤمن يعين مؤمناً مظلوماً إلاّ كان أفضل من صيام شهر واعتكافه في المسجد".</w:t>
      </w:r>
    </w:p>
    <w:p w14:paraId="3F33ECF8" w14:textId="77777777" w:rsidR="007A3CB2" w:rsidRDefault="003B626A" w:rsidP="007A3CB2">
      <w:pPr>
        <w:pStyle w:val="libNormal"/>
        <w:rPr>
          <w:lang w:bidi="fa-IR"/>
        </w:rPr>
      </w:pPr>
      <w:r>
        <w:rPr>
          <w:rtl/>
          <w:lang w:bidi="fa-IR"/>
        </w:rPr>
        <w:br w:type="page"/>
      </w:r>
    </w:p>
    <w:p w14:paraId="4616C361" w14:textId="77777777" w:rsidR="003B626A" w:rsidRDefault="007A3CB2" w:rsidP="007A3CB2">
      <w:pPr>
        <w:pStyle w:val="libNormal"/>
        <w:rPr>
          <w:rtl/>
          <w:lang w:bidi="fa-IR"/>
        </w:rPr>
      </w:pPr>
      <w:r>
        <w:rPr>
          <w:rtl/>
          <w:lang w:bidi="fa-IR"/>
        </w:rPr>
        <w:lastRenderedPageBreak/>
        <w:t>2</w:t>
      </w:r>
      <w:r w:rsidR="003B626A">
        <w:rPr>
          <w:rtl/>
          <w:lang w:bidi="fa-IR"/>
        </w:rPr>
        <w:t>-</w:t>
      </w:r>
      <w:r>
        <w:rPr>
          <w:rtl/>
          <w:lang w:bidi="fa-IR"/>
        </w:rPr>
        <w:t xml:space="preserve"> أفضل من الحج المقبول:</w:t>
      </w:r>
    </w:p>
    <w:p w14:paraId="72523F8B" w14:textId="77777777" w:rsidR="003B626A" w:rsidRDefault="007A3CB2" w:rsidP="007A3CB2">
      <w:pPr>
        <w:pStyle w:val="libNormal"/>
        <w:rPr>
          <w:lang w:bidi="fa-IR"/>
        </w:rPr>
      </w:pPr>
      <w:r>
        <w:rPr>
          <w:rtl/>
          <w:lang w:bidi="fa-IR"/>
        </w:rPr>
        <w:t>عن الإمام الصادق‏"</w:t>
      </w:r>
      <w:r w:rsidR="003B626A" w:rsidRPr="003B626A">
        <w:rPr>
          <w:rStyle w:val="libAlaemChar"/>
          <w:rtl/>
        </w:rPr>
        <w:t>عليه‌السلام</w:t>
      </w:r>
      <w:r>
        <w:rPr>
          <w:rtl/>
          <w:lang w:bidi="fa-IR"/>
        </w:rPr>
        <w:t>": "قضاء حاجة المؤمن أفضل من حجة متقبلة بمناسكها".</w:t>
      </w:r>
    </w:p>
    <w:p w14:paraId="585CB97F" w14:textId="77777777" w:rsidR="003B626A" w:rsidRDefault="007A3CB2" w:rsidP="000015DD">
      <w:pPr>
        <w:pStyle w:val="libBold1"/>
        <w:rPr>
          <w:lang w:bidi="fa-IR"/>
        </w:rPr>
      </w:pPr>
      <w:r>
        <w:rPr>
          <w:rtl/>
          <w:lang w:bidi="fa-IR"/>
        </w:rPr>
        <w:t>ب</w:t>
      </w:r>
      <w:r w:rsidR="003B626A">
        <w:rPr>
          <w:rtl/>
          <w:lang w:bidi="fa-IR"/>
        </w:rPr>
        <w:t>-</w:t>
      </w:r>
      <w:r>
        <w:rPr>
          <w:rtl/>
          <w:lang w:bidi="fa-IR"/>
        </w:rPr>
        <w:t xml:space="preserve"> ثواب إغاثة المؤمن:</w:t>
      </w:r>
    </w:p>
    <w:p w14:paraId="78451CAB" w14:textId="77777777" w:rsidR="007A3CB2" w:rsidRDefault="007A3CB2" w:rsidP="007A3CB2">
      <w:pPr>
        <w:pStyle w:val="libNormal"/>
        <w:rPr>
          <w:lang w:bidi="fa-IR"/>
        </w:rPr>
      </w:pPr>
      <w:r>
        <w:rPr>
          <w:rtl/>
          <w:lang w:bidi="fa-IR"/>
        </w:rPr>
        <w:t>1</w:t>
      </w:r>
      <w:r w:rsidR="003B626A">
        <w:rPr>
          <w:rtl/>
          <w:lang w:bidi="fa-IR"/>
        </w:rPr>
        <w:t>-</w:t>
      </w:r>
      <w:r>
        <w:rPr>
          <w:rtl/>
          <w:lang w:bidi="fa-IR"/>
        </w:rPr>
        <w:t xml:space="preserve"> في الدنيا:</w:t>
      </w:r>
    </w:p>
    <w:p w14:paraId="0E69BCAB" w14:textId="77777777" w:rsidR="003B626A" w:rsidRDefault="007A3CB2" w:rsidP="007A3CB2">
      <w:pPr>
        <w:pStyle w:val="libNormal"/>
        <w:rPr>
          <w:lang w:bidi="fa-IR"/>
        </w:rPr>
      </w:pPr>
      <w:r>
        <w:rPr>
          <w:rtl/>
          <w:lang w:bidi="fa-IR"/>
        </w:rPr>
        <w:t>عن الإمام الصادق‏"</w:t>
      </w:r>
      <w:r w:rsidR="003B626A" w:rsidRPr="003B626A">
        <w:rPr>
          <w:rStyle w:val="libAlaemChar"/>
          <w:rtl/>
        </w:rPr>
        <w:t>عليه‌السلام</w:t>
      </w:r>
      <w:r>
        <w:rPr>
          <w:rtl/>
          <w:lang w:bidi="fa-IR"/>
        </w:rPr>
        <w:t>": "ما من مؤمن ينصر أخاه وهو يقدر على نصرته إلاّ نَصَرهُ الله في الدنيا والآخرة".</w:t>
      </w:r>
    </w:p>
    <w:p w14:paraId="09779902" w14:textId="77777777" w:rsidR="007A3CB2" w:rsidRDefault="007A3CB2" w:rsidP="007A3CB2">
      <w:pPr>
        <w:pStyle w:val="libNormal"/>
        <w:rPr>
          <w:lang w:bidi="fa-IR"/>
        </w:rPr>
      </w:pPr>
      <w:r>
        <w:rPr>
          <w:rtl/>
          <w:lang w:bidi="fa-IR"/>
        </w:rPr>
        <w:t>2</w:t>
      </w:r>
      <w:r w:rsidR="003B626A">
        <w:rPr>
          <w:rtl/>
          <w:lang w:bidi="fa-IR"/>
        </w:rPr>
        <w:t>-</w:t>
      </w:r>
      <w:r>
        <w:rPr>
          <w:rtl/>
          <w:lang w:bidi="fa-IR"/>
        </w:rPr>
        <w:t xml:space="preserve"> في الآخرة:</w:t>
      </w:r>
    </w:p>
    <w:p w14:paraId="4C358DA2" w14:textId="77777777" w:rsidR="003B626A" w:rsidRDefault="007A3CB2" w:rsidP="007A3CB2">
      <w:pPr>
        <w:pStyle w:val="libNormal"/>
        <w:rPr>
          <w:lang w:bidi="fa-IR"/>
        </w:rPr>
      </w:pPr>
      <w:r>
        <w:rPr>
          <w:rtl/>
          <w:lang w:bidi="fa-IR"/>
        </w:rPr>
        <w:t>عن الإمام الكاظم "</w:t>
      </w:r>
      <w:r w:rsidR="003B626A" w:rsidRPr="003B626A">
        <w:rPr>
          <w:rStyle w:val="libAlaemChar"/>
          <w:rtl/>
        </w:rPr>
        <w:t>عليه‌السلام</w:t>
      </w:r>
      <w:r>
        <w:rPr>
          <w:rtl/>
          <w:lang w:bidi="fa-IR"/>
        </w:rPr>
        <w:t>": "إنّ لله عباداً في الأرض يسعون في حوائج الناس، هم الآمنون يوم القيامة".</w:t>
      </w:r>
    </w:p>
    <w:p w14:paraId="3D876AA0" w14:textId="77777777" w:rsidR="003B626A" w:rsidRDefault="007A3CB2" w:rsidP="007A3CB2">
      <w:pPr>
        <w:pStyle w:val="libNormal"/>
        <w:rPr>
          <w:lang w:bidi="fa-IR"/>
        </w:rPr>
      </w:pPr>
      <w:r>
        <w:rPr>
          <w:rtl/>
          <w:lang w:bidi="fa-IR"/>
        </w:rPr>
        <w:t>عن الإمام الصادق "</w:t>
      </w:r>
      <w:r w:rsidR="003B626A" w:rsidRPr="003B626A">
        <w:rPr>
          <w:rStyle w:val="libAlaemChar"/>
          <w:rtl/>
        </w:rPr>
        <w:t>عليه‌السلام</w:t>
      </w:r>
      <w:r>
        <w:rPr>
          <w:rtl/>
          <w:lang w:bidi="fa-IR"/>
        </w:rPr>
        <w:t>": "من قضى حاجة لأخيه المؤمن قضى الله عز وجلّ له يوم القيامة مئة حاجة من ذلك أولها الجنة".</w:t>
      </w:r>
    </w:p>
    <w:p w14:paraId="0F124FC0" w14:textId="77777777" w:rsidR="007A3CB2" w:rsidRDefault="007A3CB2" w:rsidP="007A3CB2">
      <w:pPr>
        <w:pStyle w:val="libNormal"/>
        <w:rPr>
          <w:lang w:bidi="fa-IR"/>
        </w:rPr>
      </w:pPr>
      <w:r>
        <w:rPr>
          <w:rtl/>
          <w:lang w:bidi="fa-IR"/>
        </w:rPr>
        <w:t>عن الإمام الصادق "</w:t>
      </w:r>
      <w:r w:rsidR="003B626A" w:rsidRPr="003B626A">
        <w:rPr>
          <w:rStyle w:val="libAlaemChar"/>
          <w:rtl/>
        </w:rPr>
        <w:t>عليه‌السلام</w:t>
      </w:r>
      <w:r>
        <w:rPr>
          <w:rtl/>
          <w:lang w:bidi="fa-IR"/>
        </w:rPr>
        <w:t>": "إنّ لله في ظل عرشه ظلاً لا يسكنه إلاّ من نّفّسَ عن أخيه كربة</w:t>
      </w:r>
    </w:p>
    <w:p w14:paraId="4C8A2123" w14:textId="77777777" w:rsidR="007A3CB2" w:rsidRDefault="003B626A" w:rsidP="007A3CB2">
      <w:pPr>
        <w:pStyle w:val="libNormal"/>
        <w:rPr>
          <w:lang w:bidi="fa-IR"/>
        </w:rPr>
      </w:pPr>
      <w:r>
        <w:rPr>
          <w:rtl/>
          <w:lang w:bidi="fa-IR"/>
        </w:rPr>
        <w:br w:type="page"/>
      </w:r>
    </w:p>
    <w:p w14:paraId="6A2611E1" w14:textId="77777777" w:rsidR="003B626A" w:rsidRDefault="007A3CB2" w:rsidP="000015DD">
      <w:pPr>
        <w:pStyle w:val="libNormal0"/>
        <w:rPr>
          <w:lang w:bidi="fa-IR"/>
        </w:rPr>
      </w:pPr>
      <w:r>
        <w:rPr>
          <w:rtl/>
          <w:lang w:bidi="fa-IR"/>
        </w:rPr>
        <w:lastRenderedPageBreak/>
        <w:t>أو أعانه بنفسه أو صنع إليه معروفاً ولو بشق تمرة".</w:t>
      </w:r>
    </w:p>
    <w:p w14:paraId="5188E098" w14:textId="77777777" w:rsidR="003B626A" w:rsidRDefault="007A3CB2" w:rsidP="000015DD">
      <w:pPr>
        <w:pStyle w:val="libBold1"/>
        <w:rPr>
          <w:lang w:bidi="fa-IR"/>
        </w:rPr>
      </w:pPr>
      <w:r>
        <w:rPr>
          <w:rtl/>
          <w:lang w:bidi="fa-IR"/>
        </w:rPr>
        <w:t>ج</w:t>
      </w:r>
      <w:r w:rsidR="003B626A">
        <w:rPr>
          <w:rtl/>
          <w:lang w:bidi="fa-IR"/>
        </w:rPr>
        <w:t>-</w:t>
      </w:r>
      <w:r>
        <w:rPr>
          <w:rtl/>
          <w:lang w:bidi="fa-IR"/>
        </w:rPr>
        <w:t xml:space="preserve"> المبادرة في الإغاثة:</w:t>
      </w:r>
    </w:p>
    <w:p w14:paraId="0B1D0ABA" w14:textId="77777777" w:rsidR="003B626A" w:rsidRDefault="007A3CB2" w:rsidP="007A3CB2">
      <w:pPr>
        <w:pStyle w:val="libNormal"/>
        <w:rPr>
          <w:lang w:bidi="fa-IR"/>
        </w:rPr>
      </w:pPr>
      <w:r>
        <w:rPr>
          <w:rtl/>
          <w:lang w:bidi="fa-IR"/>
        </w:rPr>
        <w:t>عن الإمام الصادق‏"</w:t>
      </w:r>
      <w:r w:rsidR="003B626A" w:rsidRPr="003B626A">
        <w:rPr>
          <w:rStyle w:val="libAlaemChar"/>
          <w:rtl/>
        </w:rPr>
        <w:t>عليه‌السلام</w:t>
      </w:r>
      <w:r>
        <w:rPr>
          <w:rtl/>
          <w:lang w:bidi="fa-IR"/>
        </w:rPr>
        <w:t>": "إنّ الرجل ليسألني الحاجة فأبادر بقضائها مخافة أن يستغني عنها، فلا يجد لها موقعاً إذا جاءته".</w:t>
      </w:r>
    </w:p>
    <w:p w14:paraId="74313D6F" w14:textId="77777777" w:rsidR="003B626A" w:rsidRDefault="007A3CB2" w:rsidP="007A3CB2">
      <w:pPr>
        <w:pStyle w:val="libNormal"/>
        <w:rPr>
          <w:lang w:bidi="fa-IR"/>
        </w:rPr>
      </w:pPr>
      <w:r>
        <w:rPr>
          <w:rtl/>
          <w:lang w:bidi="fa-IR"/>
        </w:rPr>
        <w:t>وعنه "</w:t>
      </w:r>
      <w:r w:rsidR="003B626A" w:rsidRPr="003B626A">
        <w:rPr>
          <w:rStyle w:val="libAlaemChar"/>
          <w:rtl/>
        </w:rPr>
        <w:t>عليه‌السلام</w:t>
      </w:r>
      <w:r>
        <w:rPr>
          <w:rtl/>
          <w:lang w:bidi="fa-IR"/>
        </w:rPr>
        <w:t>": "إنّي لأسارع إلى حاجة عدوِّي خوفاً أن أردَّه فيستغني عنّي".</w:t>
      </w:r>
    </w:p>
    <w:p w14:paraId="200ED08D" w14:textId="77777777" w:rsidR="003B626A" w:rsidRDefault="007A3CB2" w:rsidP="000015DD">
      <w:pPr>
        <w:pStyle w:val="libBold1"/>
        <w:rPr>
          <w:lang w:bidi="fa-IR"/>
        </w:rPr>
      </w:pPr>
      <w:r>
        <w:rPr>
          <w:rtl/>
          <w:lang w:bidi="fa-IR"/>
        </w:rPr>
        <w:t>د</w:t>
      </w:r>
      <w:r w:rsidR="003B626A">
        <w:rPr>
          <w:rtl/>
          <w:lang w:bidi="fa-IR"/>
        </w:rPr>
        <w:t>-</w:t>
      </w:r>
      <w:r>
        <w:rPr>
          <w:rtl/>
          <w:lang w:bidi="fa-IR"/>
        </w:rPr>
        <w:t xml:space="preserve"> جزاء خذلان المحتاج:</w:t>
      </w:r>
    </w:p>
    <w:p w14:paraId="73636332" w14:textId="77777777" w:rsidR="003B626A" w:rsidRDefault="007A3CB2" w:rsidP="007A3CB2">
      <w:pPr>
        <w:pStyle w:val="libNormal"/>
        <w:rPr>
          <w:lang w:bidi="fa-IR"/>
        </w:rPr>
      </w:pPr>
      <w:r>
        <w:rPr>
          <w:rtl/>
          <w:lang w:bidi="fa-IR"/>
        </w:rPr>
        <w:t>عن الإمام الصادق‏"</w:t>
      </w:r>
      <w:r w:rsidR="003B626A" w:rsidRPr="003B626A">
        <w:rPr>
          <w:rStyle w:val="libAlaemChar"/>
          <w:rtl/>
        </w:rPr>
        <w:t>عليه‌السلام</w:t>
      </w:r>
      <w:r>
        <w:rPr>
          <w:rtl/>
          <w:lang w:bidi="fa-IR"/>
        </w:rPr>
        <w:t>": "ما من مؤمن يخذل أخاه وهو يقدر على نصرته إلاّ خذله الله في الدنيا والآخرة".</w:t>
      </w:r>
    </w:p>
    <w:p w14:paraId="46E17B49" w14:textId="77777777" w:rsidR="007A3CB2" w:rsidRDefault="007A3CB2" w:rsidP="007A3CB2">
      <w:pPr>
        <w:pStyle w:val="libNormal"/>
        <w:rPr>
          <w:lang w:bidi="fa-IR"/>
        </w:rPr>
      </w:pPr>
      <w:r>
        <w:rPr>
          <w:rtl/>
          <w:lang w:bidi="fa-IR"/>
        </w:rPr>
        <w:t>وعنه "</w:t>
      </w:r>
      <w:r w:rsidR="003B626A" w:rsidRPr="003B626A">
        <w:rPr>
          <w:rStyle w:val="libAlaemChar"/>
          <w:rtl/>
        </w:rPr>
        <w:t>عليه‌السلام</w:t>
      </w:r>
      <w:r>
        <w:rPr>
          <w:rtl/>
          <w:lang w:bidi="fa-IR"/>
        </w:rPr>
        <w:t>": "من سأله أخوه المؤمن حاجة من ضرر فمنعه من سعته وهو يقدر عليها من عنده أو من عند غيره، حشره الله يوم القيامة مغلولة يده إلى عنقه حتى يفرغ الله من حساب الخلق".</w:t>
      </w:r>
    </w:p>
    <w:p w14:paraId="53437EC1" w14:textId="77777777" w:rsidR="007A3CB2" w:rsidRDefault="003B626A" w:rsidP="007A3CB2">
      <w:pPr>
        <w:pStyle w:val="libNormal"/>
        <w:rPr>
          <w:lang w:bidi="fa-IR"/>
        </w:rPr>
      </w:pPr>
      <w:r>
        <w:rPr>
          <w:rtl/>
          <w:lang w:bidi="fa-IR"/>
        </w:rPr>
        <w:br w:type="page"/>
      </w:r>
    </w:p>
    <w:p w14:paraId="5F6286C8" w14:textId="77777777" w:rsidR="003B626A" w:rsidRDefault="007A3CB2" w:rsidP="000015DD">
      <w:pPr>
        <w:pStyle w:val="libBold1"/>
        <w:rPr>
          <w:lang w:bidi="fa-IR"/>
        </w:rPr>
      </w:pPr>
      <w:r>
        <w:rPr>
          <w:rtl/>
          <w:lang w:bidi="fa-IR"/>
        </w:rPr>
        <w:lastRenderedPageBreak/>
        <w:t>ه</w:t>
      </w:r>
      <w:r w:rsidR="003B626A">
        <w:rPr>
          <w:rtl/>
          <w:lang w:bidi="fa-IR"/>
        </w:rPr>
        <w:t>-</w:t>
      </w:r>
      <w:r>
        <w:rPr>
          <w:rtl/>
          <w:lang w:bidi="fa-IR"/>
        </w:rPr>
        <w:t xml:space="preserve"> من أسباب الخذلان:</w:t>
      </w:r>
    </w:p>
    <w:p w14:paraId="61D98A3C" w14:textId="77777777" w:rsidR="003B626A" w:rsidRDefault="007A3CB2" w:rsidP="007A3CB2">
      <w:pPr>
        <w:pStyle w:val="libNormal"/>
        <w:rPr>
          <w:lang w:bidi="fa-IR"/>
        </w:rPr>
      </w:pPr>
      <w:r>
        <w:rPr>
          <w:rtl/>
          <w:lang w:bidi="fa-IR"/>
        </w:rPr>
        <w:t>هناك أسباب عديدة لخذلان المحتاج، ولكن حينما تكون النصرة قد تؤدي إلى الشهادة يكون الموت هو السبب الأساس في إغاثة الملهوف، وهذا واضح في موقف كثير ممن تخلّفوا عن نصرة الإمام الحسين "</w:t>
      </w:r>
      <w:r w:rsidR="003B626A" w:rsidRPr="003B626A">
        <w:rPr>
          <w:rStyle w:val="libAlaemChar"/>
          <w:rtl/>
        </w:rPr>
        <w:t>عليه‌السلام</w:t>
      </w:r>
      <w:r>
        <w:rPr>
          <w:rtl/>
          <w:lang w:bidi="fa-IR"/>
        </w:rPr>
        <w:t>" في كربلاء منهم: عبيد الله بن الحر الجعفي الذي قال للإمام الحسين "</w:t>
      </w:r>
      <w:r w:rsidR="003B626A" w:rsidRPr="003B626A">
        <w:rPr>
          <w:rStyle w:val="libAlaemChar"/>
          <w:rtl/>
        </w:rPr>
        <w:t>عليه‌السلام</w:t>
      </w:r>
      <w:r>
        <w:rPr>
          <w:rtl/>
          <w:lang w:bidi="fa-IR"/>
        </w:rPr>
        <w:t>" حين عرض عليه النصرة: "والله إنّي لأعلم أن من شايعك كان السعيد في الآخرة... ولكن نفسي لم تسمح بعد بالموت".</w:t>
      </w:r>
    </w:p>
    <w:p w14:paraId="719908FE" w14:textId="77777777" w:rsidR="003B626A" w:rsidRDefault="007A3CB2" w:rsidP="000015DD">
      <w:pPr>
        <w:pStyle w:val="libBold1"/>
        <w:rPr>
          <w:lang w:bidi="fa-IR"/>
        </w:rPr>
      </w:pPr>
      <w:r>
        <w:rPr>
          <w:rtl/>
          <w:lang w:bidi="fa-IR"/>
        </w:rPr>
        <w:t>و</w:t>
      </w:r>
      <w:r w:rsidR="003B626A">
        <w:rPr>
          <w:rtl/>
          <w:lang w:bidi="fa-IR"/>
        </w:rPr>
        <w:t>-</w:t>
      </w:r>
      <w:r>
        <w:rPr>
          <w:rtl/>
          <w:lang w:bidi="fa-IR"/>
        </w:rPr>
        <w:t xml:space="preserve"> مصير من خذل الإمام الحسين "</w:t>
      </w:r>
      <w:r w:rsidR="003B626A" w:rsidRPr="003B626A">
        <w:rPr>
          <w:rStyle w:val="libAlaemChar"/>
          <w:rtl/>
        </w:rPr>
        <w:t>عليه‌السلام</w:t>
      </w:r>
      <w:r>
        <w:rPr>
          <w:rtl/>
          <w:lang w:bidi="fa-IR"/>
        </w:rPr>
        <w:t>":</w:t>
      </w:r>
    </w:p>
    <w:p w14:paraId="16FAF961" w14:textId="77777777" w:rsidR="007A3CB2" w:rsidRDefault="007A3CB2" w:rsidP="007A3CB2">
      <w:pPr>
        <w:pStyle w:val="libNormal"/>
        <w:rPr>
          <w:lang w:bidi="fa-IR"/>
        </w:rPr>
      </w:pPr>
      <w:r>
        <w:rPr>
          <w:rtl/>
          <w:lang w:bidi="fa-IR"/>
        </w:rPr>
        <w:t>عمر بن سعد: قال لسائل سأله عن حاله بعد عودته من كربلاء: "لا تسألني عن حالي، فلم يعد مسافر إلى داره بأسوأ مما عدتُ به، فقد قطعت القرابة القريبة، وأتيت أمراً كبيراً، وورد أنّ الناس أعرضوا عنه، وكان إذا مرَّ بقوم أعرضوا بوجوههم عنه، وإذا دخل مسجداً خرج الناس منه، وكان من</w:t>
      </w:r>
    </w:p>
    <w:p w14:paraId="353DB084" w14:textId="77777777" w:rsidR="007A3CB2" w:rsidRDefault="003B626A" w:rsidP="007A3CB2">
      <w:pPr>
        <w:pStyle w:val="libNormal"/>
        <w:rPr>
          <w:lang w:bidi="fa-IR"/>
        </w:rPr>
      </w:pPr>
      <w:r>
        <w:rPr>
          <w:rtl/>
          <w:lang w:bidi="fa-IR"/>
        </w:rPr>
        <w:br w:type="page"/>
      </w:r>
    </w:p>
    <w:p w14:paraId="1AA98D39" w14:textId="77777777" w:rsidR="003B626A" w:rsidRDefault="007A3CB2" w:rsidP="000015DD">
      <w:pPr>
        <w:pStyle w:val="libNormal0"/>
        <w:rPr>
          <w:lang w:bidi="fa-IR"/>
        </w:rPr>
      </w:pPr>
      <w:r>
        <w:rPr>
          <w:rtl/>
          <w:lang w:bidi="fa-IR"/>
        </w:rPr>
        <w:lastRenderedPageBreak/>
        <w:t>يراه يسبّه، فاختار التزام بيته حتى قتل وذبح في فراشه كما دعا الإمام الحسين‏"</w:t>
      </w:r>
      <w:r w:rsidR="003B626A" w:rsidRPr="003B626A">
        <w:rPr>
          <w:rStyle w:val="libAlaemChar"/>
          <w:rtl/>
        </w:rPr>
        <w:t>عليه‌السلام</w:t>
      </w:r>
      <w:r>
        <w:rPr>
          <w:rtl/>
          <w:lang w:bidi="fa-IR"/>
        </w:rPr>
        <w:t>".</w:t>
      </w:r>
    </w:p>
    <w:p w14:paraId="759B924E" w14:textId="77777777" w:rsidR="003B626A" w:rsidRDefault="007A3CB2" w:rsidP="000015DD">
      <w:pPr>
        <w:pStyle w:val="libBold1"/>
        <w:rPr>
          <w:lang w:bidi="fa-IR"/>
        </w:rPr>
      </w:pPr>
      <w:r>
        <w:rPr>
          <w:rtl/>
          <w:lang w:bidi="fa-IR"/>
        </w:rPr>
        <w:t>ز</w:t>
      </w:r>
      <w:r w:rsidR="003B626A">
        <w:rPr>
          <w:rtl/>
          <w:lang w:bidi="fa-IR"/>
        </w:rPr>
        <w:t>-</w:t>
      </w:r>
      <w:r>
        <w:rPr>
          <w:rtl/>
          <w:lang w:bidi="fa-IR"/>
        </w:rPr>
        <w:t xml:space="preserve"> مصير من نصر الإمام الحسين "</w:t>
      </w:r>
      <w:r w:rsidR="003B626A" w:rsidRPr="003B626A">
        <w:rPr>
          <w:rStyle w:val="libAlaemChar"/>
          <w:rtl/>
        </w:rPr>
        <w:t>عليه‌السلام</w:t>
      </w:r>
      <w:r>
        <w:rPr>
          <w:rtl/>
          <w:lang w:bidi="fa-IR"/>
        </w:rPr>
        <w:t>":</w:t>
      </w:r>
    </w:p>
    <w:p w14:paraId="6C48A8ED" w14:textId="77777777" w:rsidR="003B626A" w:rsidRDefault="007A3CB2" w:rsidP="007A3CB2">
      <w:pPr>
        <w:pStyle w:val="libNormal"/>
        <w:rPr>
          <w:lang w:bidi="fa-IR"/>
        </w:rPr>
      </w:pPr>
      <w:r>
        <w:rPr>
          <w:rtl/>
          <w:lang w:bidi="fa-IR"/>
        </w:rPr>
        <w:t>إنها المكانة التي عبر عنها أمير المؤمنين‏"</w:t>
      </w:r>
      <w:r w:rsidR="003B626A" w:rsidRPr="003B626A">
        <w:rPr>
          <w:rStyle w:val="libAlaemChar"/>
          <w:rtl/>
        </w:rPr>
        <w:t>عليه‌السلام</w:t>
      </w:r>
      <w:r>
        <w:rPr>
          <w:rtl/>
          <w:lang w:bidi="fa-IR"/>
        </w:rPr>
        <w:t>": "... مصارع عشاق شهداء لا يسبقهم من كان قبلهم، ولا يلحقهم من بعدهم".</w:t>
      </w:r>
    </w:p>
    <w:p w14:paraId="3A859032" w14:textId="77777777" w:rsidR="003B626A" w:rsidRDefault="007A3CB2" w:rsidP="000015DD">
      <w:pPr>
        <w:pStyle w:val="libBold1"/>
        <w:rPr>
          <w:lang w:bidi="fa-IR"/>
        </w:rPr>
      </w:pPr>
      <w:r>
        <w:rPr>
          <w:rtl/>
          <w:lang w:bidi="fa-IR"/>
        </w:rPr>
        <w:t>ح</w:t>
      </w:r>
      <w:r w:rsidR="003B626A">
        <w:rPr>
          <w:rtl/>
          <w:lang w:bidi="fa-IR"/>
        </w:rPr>
        <w:t>-</w:t>
      </w:r>
      <w:r>
        <w:rPr>
          <w:rtl/>
          <w:lang w:bidi="fa-IR"/>
        </w:rPr>
        <w:t xml:space="preserve"> نصرة الإمام الحسين "</w:t>
      </w:r>
      <w:r w:rsidR="003B626A" w:rsidRPr="003B626A">
        <w:rPr>
          <w:rStyle w:val="libAlaemChar"/>
          <w:rtl/>
        </w:rPr>
        <w:t>عليه‌السلام</w:t>
      </w:r>
      <w:r>
        <w:rPr>
          <w:rtl/>
          <w:lang w:bidi="fa-IR"/>
        </w:rPr>
        <w:t>" في هذا العصر:</w:t>
      </w:r>
    </w:p>
    <w:p w14:paraId="30F9B0FF" w14:textId="77777777" w:rsidR="003B626A" w:rsidRDefault="007A3CB2" w:rsidP="007A3CB2">
      <w:pPr>
        <w:pStyle w:val="libNormal"/>
        <w:rPr>
          <w:lang w:bidi="fa-IR"/>
        </w:rPr>
      </w:pPr>
      <w:r>
        <w:rPr>
          <w:rtl/>
          <w:lang w:bidi="fa-IR"/>
        </w:rPr>
        <w:t>تتمثل من خلال تلبية نداء حفيد الإمام الحسين "</w:t>
      </w:r>
      <w:r w:rsidR="003B626A" w:rsidRPr="003B626A">
        <w:rPr>
          <w:rStyle w:val="libAlaemChar"/>
          <w:rtl/>
        </w:rPr>
        <w:t>عليه‌السلام</w:t>
      </w:r>
      <w:r>
        <w:rPr>
          <w:rtl/>
          <w:lang w:bidi="fa-IR"/>
        </w:rPr>
        <w:t>" الإمام الخميني "</w:t>
      </w:r>
      <w:r w:rsidR="003B626A" w:rsidRPr="003B626A">
        <w:rPr>
          <w:rStyle w:val="libAlaemChar"/>
          <w:rtl/>
        </w:rPr>
        <w:t>قدس‌سره</w:t>
      </w:r>
      <w:r>
        <w:rPr>
          <w:rtl/>
          <w:lang w:bidi="fa-IR"/>
        </w:rPr>
        <w:t>" ونداء ولي الأمر الإمام الخامنئي "</w:t>
      </w:r>
      <w:r w:rsidR="003B626A" w:rsidRPr="003B626A">
        <w:rPr>
          <w:rStyle w:val="libAlaemChar"/>
          <w:rtl/>
        </w:rPr>
        <w:t>قدس‌سره</w:t>
      </w:r>
      <w:r>
        <w:rPr>
          <w:rtl/>
          <w:lang w:bidi="fa-IR"/>
        </w:rPr>
        <w:t>" في مواجهة يزيديي العصر، وهذا ما تحقق في المقاومة الإسلامية في لبنان.</w:t>
      </w:r>
    </w:p>
    <w:p w14:paraId="7607F083" w14:textId="77777777" w:rsidR="007A3CB2" w:rsidRDefault="007A3CB2" w:rsidP="007A3CB2">
      <w:pPr>
        <w:pStyle w:val="libNormal"/>
        <w:rPr>
          <w:lang w:bidi="fa-IR"/>
        </w:rPr>
      </w:pPr>
      <w:r>
        <w:rPr>
          <w:rtl/>
          <w:lang w:bidi="fa-IR"/>
        </w:rPr>
        <w:t>وهو ما يتحقق من خلال إغاثة الشعب الفلسطيني المظلوم في جهاده ضد الإحتلال الصهيوني.</w:t>
      </w:r>
    </w:p>
    <w:p w14:paraId="29A2D58A" w14:textId="77777777" w:rsidR="007A3CB2" w:rsidRDefault="003B626A" w:rsidP="007A3CB2">
      <w:pPr>
        <w:pStyle w:val="libNormal"/>
        <w:rPr>
          <w:lang w:bidi="fa-IR"/>
        </w:rPr>
      </w:pPr>
      <w:r>
        <w:rPr>
          <w:rtl/>
          <w:lang w:bidi="fa-IR"/>
        </w:rPr>
        <w:br w:type="page"/>
      </w:r>
    </w:p>
    <w:p w14:paraId="66E6E406" w14:textId="77777777" w:rsidR="003B626A" w:rsidRDefault="007A3CB2" w:rsidP="000015DD">
      <w:pPr>
        <w:pStyle w:val="libBold1"/>
        <w:rPr>
          <w:lang w:bidi="fa-IR"/>
        </w:rPr>
      </w:pPr>
      <w:r>
        <w:rPr>
          <w:rtl/>
          <w:lang w:bidi="fa-IR"/>
        </w:rPr>
        <w:lastRenderedPageBreak/>
        <w:t>ط</w:t>
      </w:r>
      <w:r w:rsidR="003B626A">
        <w:rPr>
          <w:rtl/>
          <w:lang w:bidi="fa-IR"/>
        </w:rPr>
        <w:t>-</w:t>
      </w:r>
      <w:r>
        <w:rPr>
          <w:rtl/>
          <w:lang w:bidi="fa-IR"/>
        </w:rPr>
        <w:t xml:space="preserve"> مصير من خذل أنصار الإمام الحسين‏"</w:t>
      </w:r>
      <w:r w:rsidR="003B626A" w:rsidRPr="003B626A">
        <w:rPr>
          <w:rStyle w:val="libAlaemChar"/>
          <w:rtl/>
        </w:rPr>
        <w:t>عليه‌السلام</w:t>
      </w:r>
      <w:r>
        <w:rPr>
          <w:rtl/>
          <w:lang w:bidi="fa-IR"/>
        </w:rPr>
        <w:t xml:space="preserve">" في هذا العصر </w:t>
      </w:r>
      <w:r w:rsidRPr="003B626A">
        <w:rPr>
          <w:rStyle w:val="libFootnotenumChar"/>
          <w:rtl/>
        </w:rPr>
        <w:t>(1)</w:t>
      </w:r>
      <w:r>
        <w:rPr>
          <w:rtl/>
          <w:lang w:bidi="fa-IR"/>
        </w:rPr>
        <w:t>.</w:t>
      </w:r>
    </w:p>
    <w:p w14:paraId="42C6B2AA" w14:textId="77777777" w:rsidR="003B626A" w:rsidRDefault="007A3CB2" w:rsidP="007A3CB2">
      <w:pPr>
        <w:pStyle w:val="libNormal"/>
        <w:rPr>
          <w:lang w:bidi="fa-IR"/>
        </w:rPr>
      </w:pPr>
      <w:r>
        <w:rPr>
          <w:rtl/>
          <w:lang w:bidi="fa-IR"/>
        </w:rPr>
        <w:t>تخلي الصهاينة عن ميليشيا لحد بموقف ذليل، إذ اندحروا عام 2000م، دون إعلامهم بذلك.</w:t>
      </w:r>
    </w:p>
    <w:p w14:paraId="5BC10098" w14:textId="77777777" w:rsidR="003B626A" w:rsidRDefault="007A3CB2" w:rsidP="007A3CB2">
      <w:pPr>
        <w:pStyle w:val="libNormal"/>
        <w:rPr>
          <w:lang w:bidi="fa-IR"/>
        </w:rPr>
      </w:pPr>
      <w:r>
        <w:rPr>
          <w:rtl/>
          <w:lang w:bidi="fa-IR"/>
        </w:rPr>
        <w:t>تشرّد العملاء إلى دول عديدة منها فلسطين المحتلّة في ظروف قاسية.</w:t>
      </w:r>
    </w:p>
    <w:p w14:paraId="1640A315" w14:textId="77777777" w:rsidR="003B626A" w:rsidRDefault="007A3CB2" w:rsidP="007A3CB2">
      <w:pPr>
        <w:pStyle w:val="libNormal"/>
        <w:rPr>
          <w:lang w:bidi="fa-IR"/>
        </w:rPr>
      </w:pPr>
      <w:r>
        <w:rPr>
          <w:rtl/>
          <w:lang w:bidi="fa-IR"/>
        </w:rPr>
        <w:t>زعيم مليشيا لحد يدير مطعماً للحمص في داخل الكيان الصهيوني في فلسطين المحتلّة.</w:t>
      </w:r>
    </w:p>
    <w:p w14:paraId="48BD2AA1" w14:textId="77777777" w:rsidR="007A3CB2" w:rsidRDefault="007A3CB2" w:rsidP="000015DD">
      <w:pPr>
        <w:pStyle w:val="libBold1"/>
        <w:rPr>
          <w:lang w:bidi="fa-IR"/>
        </w:rPr>
      </w:pPr>
      <w:r>
        <w:rPr>
          <w:rtl/>
          <w:lang w:bidi="fa-IR"/>
        </w:rPr>
        <w:t>مراجع للاستفادة:</w:t>
      </w:r>
    </w:p>
    <w:p w14:paraId="1C193FB4" w14:textId="77777777" w:rsidR="003B626A" w:rsidRDefault="007A3CB2" w:rsidP="007A3CB2">
      <w:pPr>
        <w:pStyle w:val="libNormal"/>
        <w:rPr>
          <w:lang w:bidi="fa-IR"/>
        </w:rPr>
      </w:pPr>
      <w:r>
        <w:rPr>
          <w:rtl/>
          <w:lang w:bidi="fa-IR"/>
        </w:rPr>
        <w:t>1</w:t>
      </w:r>
      <w:r w:rsidR="003B626A">
        <w:rPr>
          <w:rtl/>
          <w:lang w:bidi="fa-IR"/>
        </w:rPr>
        <w:t>-</w:t>
      </w:r>
      <w:r>
        <w:rPr>
          <w:rtl/>
          <w:lang w:bidi="fa-IR"/>
        </w:rPr>
        <w:t xml:space="preserve"> ميزان الحكمة، الشيخ الريشهري.</w:t>
      </w:r>
    </w:p>
    <w:p w14:paraId="0FAD8E5F" w14:textId="77777777" w:rsidR="007A3CB2" w:rsidRDefault="007A3CB2" w:rsidP="007A3CB2">
      <w:pPr>
        <w:pStyle w:val="libNormal"/>
        <w:rPr>
          <w:rtl/>
          <w:lang w:bidi="fa-IR"/>
        </w:rPr>
      </w:pPr>
      <w:r>
        <w:rPr>
          <w:rtl/>
          <w:lang w:bidi="fa-IR"/>
        </w:rPr>
        <w:t>2</w:t>
      </w:r>
      <w:r w:rsidR="003B626A">
        <w:rPr>
          <w:rtl/>
          <w:lang w:bidi="fa-IR"/>
        </w:rPr>
        <w:t>-</w:t>
      </w:r>
      <w:r>
        <w:rPr>
          <w:rtl/>
          <w:lang w:bidi="fa-IR"/>
        </w:rPr>
        <w:t xml:space="preserve"> مقتل الإمام الحسين "</w:t>
      </w:r>
      <w:r w:rsidR="003B626A" w:rsidRPr="003B626A">
        <w:rPr>
          <w:rStyle w:val="libAlaemChar"/>
          <w:rtl/>
        </w:rPr>
        <w:t>عليه‌السلام</w:t>
      </w:r>
      <w:r>
        <w:rPr>
          <w:rtl/>
          <w:lang w:bidi="fa-IR"/>
        </w:rPr>
        <w:t>"، للسيد المقرَّم.</w:t>
      </w:r>
    </w:p>
    <w:p w14:paraId="103B8BE9" w14:textId="77777777" w:rsidR="000015DD" w:rsidRDefault="000015DD" w:rsidP="000015DD">
      <w:pPr>
        <w:pStyle w:val="libLine"/>
        <w:rPr>
          <w:lang w:bidi="fa-IR"/>
        </w:rPr>
      </w:pPr>
      <w:r>
        <w:rPr>
          <w:rtl/>
          <w:lang w:bidi="fa-IR"/>
        </w:rPr>
        <w:t>____________________</w:t>
      </w:r>
    </w:p>
    <w:p w14:paraId="5773225D" w14:textId="77777777" w:rsidR="000015DD" w:rsidRDefault="000015DD" w:rsidP="000015DD">
      <w:pPr>
        <w:pStyle w:val="libFootnote0"/>
        <w:rPr>
          <w:lang w:bidi="fa-IR"/>
        </w:rPr>
      </w:pPr>
      <w:r>
        <w:rPr>
          <w:rtl/>
          <w:lang w:bidi="fa-IR"/>
        </w:rPr>
        <w:t>1-</w:t>
      </w:r>
      <w:r>
        <w:rPr>
          <w:rFonts w:hint="cs"/>
          <w:rtl/>
          <w:lang w:bidi="fa-IR"/>
        </w:rPr>
        <w:t xml:space="preserve"> </w:t>
      </w:r>
      <w:r>
        <w:rPr>
          <w:rtl/>
          <w:lang w:bidi="fa-IR"/>
        </w:rPr>
        <w:t>المقاومة الإسلامية</w:t>
      </w:r>
    </w:p>
    <w:p w14:paraId="76FA36E1" w14:textId="77777777" w:rsidR="007A3CB2" w:rsidRDefault="003B626A" w:rsidP="007A3CB2">
      <w:pPr>
        <w:pStyle w:val="libNormal"/>
        <w:rPr>
          <w:lang w:bidi="fa-IR"/>
        </w:rPr>
      </w:pPr>
      <w:r>
        <w:rPr>
          <w:rtl/>
          <w:lang w:bidi="fa-IR"/>
        </w:rPr>
        <w:br w:type="page"/>
      </w:r>
    </w:p>
    <w:p w14:paraId="7818418F" w14:textId="77777777" w:rsidR="007A3CB2" w:rsidRDefault="007A3CB2" w:rsidP="000015DD">
      <w:pPr>
        <w:pStyle w:val="Heading2Center"/>
        <w:rPr>
          <w:lang w:bidi="fa-IR"/>
        </w:rPr>
      </w:pPr>
      <w:bookmarkStart w:id="6" w:name="_Toc12609715"/>
      <w:r>
        <w:rPr>
          <w:rtl/>
          <w:lang w:bidi="fa-IR"/>
        </w:rPr>
        <w:lastRenderedPageBreak/>
        <w:t>الليلة الرابعة</w:t>
      </w:r>
      <w:bookmarkEnd w:id="6"/>
    </w:p>
    <w:p w14:paraId="5597F379" w14:textId="77777777" w:rsidR="007A3CB2" w:rsidRDefault="007A3CB2" w:rsidP="000015DD">
      <w:pPr>
        <w:pStyle w:val="libBold1"/>
        <w:rPr>
          <w:lang w:bidi="fa-IR"/>
        </w:rPr>
      </w:pPr>
      <w:r>
        <w:rPr>
          <w:rtl/>
          <w:lang w:bidi="fa-IR"/>
        </w:rPr>
        <w:t>عنوان المحاضرة:</w:t>
      </w:r>
    </w:p>
    <w:p w14:paraId="416451C8" w14:textId="77777777" w:rsidR="007A3CB2" w:rsidRDefault="007A3CB2" w:rsidP="000015DD">
      <w:pPr>
        <w:pStyle w:val="libCenterBold1"/>
        <w:rPr>
          <w:lang w:bidi="fa-IR"/>
        </w:rPr>
      </w:pPr>
      <w:r>
        <w:rPr>
          <w:rtl/>
          <w:lang w:bidi="fa-IR"/>
        </w:rPr>
        <w:t>الصبر</w:t>
      </w:r>
    </w:p>
    <w:p w14:paraId="40A243EB" w14:textId="77777777" w:rsidR="007A3CB2" w:rsidRDefault="007A3CB2" w:rsidP="000015DD">
      <w:pPr>
        <w:pStyle w:val="libBold1"/>
        <w:rPr>
          <w:lang w:bidi="fa-IR"/>
        </w:rPr>
      </w:pPr>
      <w:r>
        <w:rPr>
          <w:rtl/>
          <w:lang w:bidi="fa-IR"/>
        </w:rPr>
        <w:t>الهدف:</w:t>
      </w:r>
    </w:p>
    <w:p w14:paraId="2C14552E" w14:textId="77777777" w:rsidR="003B626A" w:rsidRDefault="007A3CB2" w:rsidP="007A3CB2">
      <w:pPr>
        <w:pStyle w:val="libNormal"/>
        <w:rPr>
          <w:lang w:bidi="fa-IR"/>
        </w:rPr>
      </w:pPr>
      <w:r>
        <w:rPr>
          <w:rtl/>
          <w:lang w:bidi="fa-IR"/>
        </w:rPr>
        <w:t>بيان موقع الصبر وأهميته في بناء الشخصية الإيمانية للإنسان.</w:t>
      </w:r>
    </w:p>
    <w:p w14:paraId="23149224" w14:textId="77777777" w:rsidR="007A3CB2" w:rsidRDefault="007A3CB2" w:rsidP="000015DD">
      <w:pPr>
        <w:pStyle w:val="libBold1"/>
        <w:rPr>
          <w:lang w:bidi="fa-IR"/>
        </w:rPr>
      </w:pPr>
      <w:r>
        <w:rPr>
          <w:rtl/>
          <w:lang w:bidi="fa-IR"/>
        </w:rPr>
        <w:t>تصدير الموضوع:</w:t>
      </w:r>
    </w:p>
    <w:p w14:paraId="67372D0B" w14:textId="77777777" w:rsidR="003B626A" w:rsidRDefault="007A3CB2" w:rsidP="007A3CB2">
      <w:pPr>
        <w:pStyle w:val="libNormal"/>
        <w:rPr>
          <w:lang w:bidi="fa-IR"/>
        </w:rPr>
      </w:pPr>
      <w:r>
        <w:rPr>
          <w:rtl/>
          <w:lang w:bidi="fa-IR"/>
        </w:rPr>
        <w:t>قال تعالى: ﴿</w:t>
      </w:r>
      <w:r w:rsidR="000015DD" w:rsidRPr="000015DD">
        <w:rPr>
          <w:rStyle w:val="libAieChar"/>
          <w:rFonts w:hint="cs"/>
          <w:rtl/>
        </w:rPr>
        <w:t xml:space="preserve"> </w:t>
      </w:r>
      <w:r w:rsidRPr="000015DD">
        <w:rPr>
          <w:rStyle w:val="libAieChar"/>
          <w:rtl/>
        </w:rPr>
        <w:t>اسْتَعِينُواْ بِالصَّبْرِ وَالصَّلاَةِ إِنَّ اللّهَ مَعَ الصَّابِرِينَ</w:t>
      </w:r>
      <w:r w:rsidR="000015DD" w:rsidRPr="000015DD">
        <w:rPr>
          <w:rStyle w:val="libAieChar"/>
          <w:rFonts w:hint="cs"/>
          <w:rtl/>
        </w:rPr>
        <w:t xml:space="preserve"> </w:t>
      </w:r>
      <w:r>
        <w:rPr>
          <w:rtl/>
          <w:lang w:bidi="fa-IR"/>
        </w:rPr>
        <w:t>﴾.</w:t>
      </w:r>
    </w:p>
    <w:p w14:paraId="4AC7E127" w14:textId="77777777" w:rsidR="007A3CB2" w:rsidRDefault="007A3CB2" w:rsidP="000015DD">
      <w:pPr>
        <w:pStyle w:val="libBold1"/>
        <w:rPr>
          <w:lang w:bidi="fa-IR"/>
        </w:rPr>
      </w:pPr>
      <w:r>
        <w:rPr>
          <w:rtl/>
          <w:lang w:bidi="fa-IR"/>
        </w:rPr>
        <w:t>محاور الموضوع:</w:t>
      </w:r>
    </w:p>
    <w:p w14:paraId="71156D0E" w14:textId="77777777" w:rsidR="003B626A" w:rsidRDefault="007A3CB2" w:rsidP="000015DD">
      <w:pPr>
        <w:pStyle w:val="libBold1"/>
        <w:rPr>
          <w:lang w:bidi="fa-IR"/>
        </w:rPr>
      </w:pPr>
      <w:r>
        <w:rPr>
          <w:rtl/>
          <w:lang w:bidi="fa-IR"/>
        </w:rPr>
        <w:t>أ</w:t>
      </w:r>
      <w:r w:rsidR="003B626A">
        <w:rPr>
          <w:rtl/>
          <w:lang w:bidi="fa-IR"/>
        </w:rPr>
        <w:t>-</w:t>
      </w:r>
      <w:r>
        <w:rPr>
          <w:rtl/>
          <w:lang w:bidi="fa-IR"/>
        </w:rPr>
        <w:t xml:space="preserve"> معنى الصبر:</w:t>
      </w:r>
    </w:p>
    <w:p w14:paraId="5E05B4C2" w14:textId="77777777" w:rsidR="007A3CB2" w:rsidRDefault="007A3CB2" w:rsidP="007A3CB2">
      <w:pPr>
        <w:pStyle w:val="libNormal"/>
        <w:rPr>
          <w:lang w:bidi="fa-IR"/>
        </w:rPr>
      </w:pPr>
      <w:r>
        <w:rPr>
          <w:rtl/>
          <w:lang w:bidi="fa-IR"/>
        </w:rPr>
        <w:t>1</w:t>
      </w:r>
      <w:r w:rsidR="003B626A">
        <w:rPr>
          <w:rtl/>
          <w:lang w:bidi="fa-IR"/>
        </w:rPr>
        <w:t>-</w:t>
      </w:r>
      <w:r>
        <w:rPr>
          <w:rtl/>
          <w:lang w:bidi="fa-IR"/>
        </w:rPr>
        <w:t xml:space="preserve"> يعرف الصبر عادةً بأنه تحمّل الآلام والمرارات. وهذا التعريف والفهم يمتزج بالإبهام والغموض إضافة أن هذا التعريف أتاح للظالمين أن يكرسوا مفهوم الصبر كدعوة دينية إلى قبول الناس للظلم والرضوخ له كما أتاح للجبناء أن يبرروا تقاعسهم عن الدفاع عن الحق باسم هذا المفهوم الديني.</w:t>
      </w:r>
    </w:p>
    <w:p w14:paraId="1BF46E4A" w14:textId="77777777" w:rsidR="007A3CB2" w:rsidRDefault="003B626A" w:rsidP="007A3CB2">
      <w:pPr>
        <w:pStyle w:val="libNormal"/>
        <w:rPr>
          <w:lang w:bidi="fa-IR"/>
        </w:rPr>
      </w:pPr>
      <w:r>
        <w:rPr>
          <w:rtl/>
          <w:lang w:bidi="fa-IR"/>
        </w:rPr>
        <w:br w:type="page"/>
      </w:r>
    </w:p>
    <w:p w14:paraId="0B37D15F" w14:textId="77777777" w:rsidR="003B626A" w:rsidRDefault="007A3CB2" w:rsidP="007A3CB2">
      <w:pPr>
        <w:pStyle w:val="libNormal"/>
        <w:rPr>
          <w:lang w:bidi="fa-IR"/>
        </w:rPr>
      </w:pPr>
      <w:r>
        <w:rPr>
          <w:rtl/>
          <w:lang w:bidi="fa-IR"/>
        </w:rPr>
        <w:lastRenderedPageBreak/>
        <w:t>2</w:t>
      </w:r>
      <w:r w:rsidR="003B626A">
        <w:rPr>
          <w:rtl/>
          <w:lang w:bidi="fa-IR"/>
        </w:rPr>
        <w:t>-</w:t>
      </w:r>
      <w:r>
        <w:rPr>
          <w:rtl/>
          <w:lang w:bidi="fa-IR"/>
        </w:rPr>
        <w:t xml:space="preserve"> تعريف الصبر بحسب النصوص: هو مقاومة الإنسان السالك طريق الكمال للدوافع الشريرة المفسدة والمنحطّة.</w:t>
      </w:r>
    </w:p>
    <w:p w14:paraId="7767DDBC" w14:textId="77777777" w:rsidR="003B626A" w:rsidRDefault="007A3CB2" w:rsidP="007A3CB2">
      <w:pPr>
        <w:pStyle w:val="libNormal"/>
        <w:rPr>
          <w:lang w:bidi="fa-IR"/>
        </w:rPr>
      </w:pPr>
      <w:r>
        <w:rPr>
          <w:rtl/>
          <w:lang w:bidi="fa-IR"/>
        </w:rPr>
        <w:t>مثال: يمكننا تشبيه الصبر بشخص يريد تسلّق جبل وهناك موانع تعترضه لتحقيق مبتغاه فيقاومه.</w:t>
      </w:r>
    </w:p>
    <w:p w14:paraId="66B26649" w14:textId="77777777" w:rsidR="003B626A" w:rsidRDefault="007A3CB2" w:rsidP="000015DD">
      <w:pPr>
        <w:pStyle w:val="libBold1"/>
        <w:rPr>
          <w:lang w:bidi="fa-IR"/>
        </w:rPr>
      </w:pPr>
      <w:r>
        <w:rPr>
          <w:rtl/>
          <w:lang w:bidi="fa-IR"/>
        </w:rPr>
        <w:t>ب</w:t>
      </w:r>
      <w:r w:rsidR="003B626A">
        <w:rPr>
          <w:rtl/>
          <w:lang w:bidi="fa-IR"/>
        </w:rPr>
        <w:t>-</w:t>
      </w:r>
      <w:r>
        <w:rPr>
          <w:rtl/>
          <w:lang w:bidi="fa-IR"/>
        </w:rPr>
        <w:t xml:space="preserve"> مكانة الصبر في الإسلام:</w:t>
      </w:r>
    </w:p>
    <w:p w14:paraId="650AFB6C" w14:textId="77777777" w:rsidR="003B626A" w:rsidRDefault="007A3CB2" w:rsidP="007A3CB2">
      <w:pPr>
        <w:pStyle w:val="libNormal"/>
        <w:rPr>
          <w:lang w:bidi="fa-IR"/>
        </w:rPr>
      </w:pPr>
      <w:r>
        <w:rPr>
          <w:rtl/>
          <w:lang w:bidi="fa-IR"/>
        </w:rPr>
        <w:t>عن الإمام الصادق "</w:t>
      </w:r>
      <w:r w:rsidR="003B626A" w:rsidRPr="003B626A">
        <w:rPr>
          <w:rStyle w:val="libAlaemChar"/>
          <w:rtl/>
        </w:rPr>
        <w:t>عليه‌السلام</w:t>
      </w:r>
      <w:r>
        <w:rPr>
          <w:rtl/>
          <w:lang w:bidi="fa-IR"/>
        </w:rPr>
        <w:t>": "الصبر من الإيمان بمنزلة الرأس من الجسد".</w:t>
      </w:r>
    </w:p>
    <w:p w14:paraId="715C5691" w14:textId="77777777" w:rsidR="003B626A" w:rsidRDefault="007A3CB2" w:rsidP="007A3CB2">
      <w:pPr>
        <w:pStyle w:val="libNormal"/>
        <w:rPr>
          <w:lang w:bidi="fa-IR"/>
        </w:rPr>
      </w:pPr>
      <w:r>
        <w:rPr>
          <w:rtl/>
          <w:lang w:bidi="fa-IR"/>
        </w:rPr>
        <w:t>نقل أبو حمزة الثمالي عن الإمام محمد الباقر "</w:t>
      </w:r>
      <w:r w:rsidR="003B626A" w:rsidRPr="003B626A">
        <w:rPr>
          <w:rStyle w:val="libAlaemChar"/>
          <w:rtl/>
        </w:rPr>
        <w:t>عليه‌السلام</w:t>
      </w:r>
      <w:r>
        <w:rPr>
          <w:rtl/>
          <w:lang w:bidi="fa-IR"/>
        </w:rPr>
        <w:t>" أنه قال: "لما حضرت الوفاة أبي علياً بن الحسين "</w:t>
      </w:r>
      <w:r w:rsidR="003B626A" w:rsidRPr="003B626A">
        <w:rPr>
          <w:rStyle w:val="libAlaemChar"/>
          <w:rtl/>
        </w:rPr>
        <w:t>عليه‌السلام</w:t>
      </w:r>
      <w:r>
        <w:rPr>
          <w:rtl/>
          <w:lang w:bidi="fa-IR"/>
        </w:rPr>
        <w:t>" ضمني إلى صدره، وقال: يا بني، أوصيك بما أوصاني به أبي حين حضرته الوفاة وبما ذكر أن أباه أوصاه يا بني اصبر على الحق وإن كان مرَّاً".</w:t>
      </w:r>
    </w:p>
    <w:p w14:paraId="7E71EDEF" w14:textId="77777777" w:rsidR="007A3CB2" w:rsidRDefault="007A3CB2" w:rsidP="007A3CB2">
      <w:pPr>
        <w:pStyle w:val="libNormal"/>
        <w:rPr>
          <w:lang w:bidi="fa-IR"/>
        </w:rPr>
      </w:pPr>
      <w:r>
        <w:rPr>
          <w:rtl/>
          <w:lang w:bidi="fa-IR"/>
        </w:rPr>
        <w:t>علّق الإمام الخامنئي "</w:t>
      </w:r>
      <w:r w:rsidR="003B626A" w:rsidRPr="003B626A">
        <w:rPr>
          <w:rStyle w:val="libAlaemChar"/>
          <w:rtl/>
        </w:rPr>
        <w:t>قدس‌سره</w:t>
      </w:r>
      <w:r>
        <w:rPr>
          <w:rtl/>
          <w:lang w:bidi="fa-IR"/>
        </w:rPr>
        <w:t>": "أهمية الحديث تكمن في أن الإمام الباقر "</w:t>
      </w:r>
      <w:r w:rsidR="003B626A" w:rsidRPr="003B626A">
        <w:rPr>
          <w:rStyle w:val="libAlaemChar"/>
          <w:rtl/>
        </w:rPr>
        <w:t>عليه‌السلام</w:t>
      </w:r>
      <w:r>
        <w:rPr>
          <w:rtl/>
          <w:lang w:bidi="fa-IR"/>
        </w:rPr>
        <w:t>" يذكر وصيَّة أبيه</w:t>
      </w:r>
    </w:p>
    <w:p w14:paraId="73C1F45D" w14:textId="77777777" w:rsidR="007A3CB2" w:rsidRDefault="003B626A" w:rsidP="007A3CB2">
      <w:pPr>
        <w:pStyle w:val="libNormal"/>
        <w:rPr>
          <w:lang w:bidi="fa-IR"/>
        </w:rPr>
      </w:pPr>
      <w:r>
        <w:rPr>
          <w:rtl/>
          <w:lang w:bidi="fa-IR"/>
        </w:rPr>
        <w:br w:type="page"/>
      </w:r>
    </w:p>
    <w:p w14:paraId="72C88E71" w14:textId="77777777" w:rsidR="003B626A" w:rsidRDefault="007A3CB2" w:rsidP="000015DD">
      <w:pPr>
        <w:pStyle w:val="libNormal0"/>
        <w:rPr>
          <w:lang w:bidi="fa-IR"/>
        </w:rPr>
      </w:pPr>
      <w:r>
        <w:rPr>
          <w:rtl/>
          <w:lang w:bidi="fa-IR"/>
        </w:rPr>
        <w:lastRenderedPageBreak/>
        <w:t>الإمام زين العابدين "</w:t>
      </w:r>
      <w:r w:rsidR="003B626A" w:rsidRPr="003B626A">
        <w:rPr>
          <w:rStyle w:val="libAlaemChar"/>
          <w:rtl/>
        </w:rPr>
        <w:t>عليه‌السلام</w:t>
      </w:r>
      <w:r>
        <w:rPr>
          <w:rtl/>
          <w:lang w:bidi="fa-IR"/>
        </w:rPr>
        <w:t>" له والتي هي نفس وصية جدِّه الإمام الحسين "</w:t>
      </w:r>
      <w:r w:rsidR="003B626A" w:rsidRPr="003B626A">
        <w:rPr>
          <w:rStyle w:val="libAlaemChar"/>
          <w:rtl/>
        </w:rPr>
        <w:t>عليه‌السلام</w:t>
      </w:r>
      <w:r>
        <w:rPr>
          <w:rtl/>
          <w:lang w:bidi="fa-IR"/>
        </w:rPr>
        <w:t>" لأبيه السجاد"</w:t>
      </w:r>
      <w:r w:rsidR="003B626A" w:rsidRPr="003B626A">
        <w:rPr>
          <w:rStyle w:val="libAlaemChar"/>
          <w:rtl/>
        </w:rPr>
        <w:t>عليه‌السلام</w:t>
      </w:r>
      <w:r>
        <w:rPr>
          <w:rtl/>
          <w:lang w:bidi="fa-IR"/>
        </w:rPr>
        <w:t>" وهو في ساحة كربلاء حيث كان الإمام الحسين "</w:t>
      </w:r>
      <w:r w:rsidR="003B626A" w:rsidRPr="003B626A">
        <w:rPr>
          <w:rStyle w:val="libAlaemChar"/>
          <w:rtl/>
        </w:rPr>
        <w:t>عليه‌السلام</w:t>
      </w:r>
      <w:r>
        <w:rPr>
          <w:rtl/>
          <w:lang w:bidi="fa-IR"/>
        </w:rPr>
        <w:t>" يرجع من ساحة القتال إلى معسكره ويعقد لقاء قصيراً مع أفراد أسرته الذين سيواصلون ثورته و يتابعون نهضته، ويتحدث مع ولده وخليفته علي بن الحسين‏"</w:t>
      </w:r>
      <w:r w:rsidR="003B626A" w:rsidRPr="003B626A">
        <w:rPr>
          <w:rStyle w:val="libAlaemChar"/>
          <w:rtl/>
        </w:rPr>
        <w:t>عليه‌السلام</w:t>
      </w:r>
      <w:r>
        <w:rPr>
          <w:rtl/>
          <w:lang w:bidi="fa-IR"/>
        </w:rPr>
        <w:t>" لمدة قصيرة لكنها مهمة جداً ومليئة بالفائدة، إنها الوصية التي تساعده على حمل وحفظ هذه الأمانة الكبرى، فإذا بهذه الوصية وهذه الكلمات الأخيرة من الإمام الحسين "</w:t>
      </w:r>
      <w:r w:rsidR="003B626A" w:rsidRPr="003B626A">
        <w:rPr>
          <w:rStyle w:val="libAlaemChar"/>
          <w:rtl/>
        </w:rPr>
        <w:t>عليه‌السلام</w:t>
      </w:r>
      <w:r>
        <w:rPr>
          <w:rtl/>
          <w:lang w:bidi="fa-IR"/>
        </w:rPr>
        <w:t>" لولده الإمام: "يا بني، اصبر على الحق، وان كان مرَّاً" إنها تطلب منه أن لا يتردد أثناء سلوك طريق الحق، من دون أن توقف مسيرته الموانع والعقبات".</w:t>
      </w:r>
    </w:p>
    <w:p w14:paraId="130D6C3B" w14:textId="77777777" w:rsidR="003B626A" w:rsidRDefault="007A3CB2" w:rsidP="000015DD">
      <w:pPr>
        <w:pStyle w:val="libBold1"/>
        <w:rPr>
          <w:lang w:bidi="fa-IR"/>
        </w:rPr>
      </w:pPr>
      <w:r>
        <w:rPr>
          <w:rtl/>
          <w:lang w:bidi="fa-IR"/>
        </w:rPr>
        <w:t>ج</w:t>
      </w:r>
      <w:r w:rsidR="003B626A">
        <w:rPr>
          <w:rtl/>
          <w:lang w:bidi="fa-IR"/>
        </w:rPr>
        <w:t>-</w:t>
      </w:r>
      <w:r>
        <w:rPr>
          <w:rtl/>
          <w:lang w:bidi="fa-IR"/>
        </w:rPr>
        <w:t xml:space="preserve"> أنواع الصبر:</w:t>
      </w:r>
    </w:p>
    <w:p w14:paraId="04FDCB8F" w14:textId="77777777" w:rsidR="007A3CB2" w:rsidRDefault="007A3CB2" w:rsidP="007A3CB2">
      <w:pPr>
        <w:pStyle w:val="libNormal"/>
        <w:rPr>
          <w:lang w:bidi="fa-IR"/>
        </w:rPr>
      </w:pPr>
      <w:r>
        <w:rPr>
          <w:rtl/>
          <w:lang w:bidi="fa-IR"/>
        </w:rPr>
        <w:t>يمكن تقسيم العوامل المانعة من سلوك الإنسان طريق تكامله والتي يقاومه بالصبر إلى ثلاثة:</w:t>
      </w:r>
    </w:p>
    <w:p w14:paraId="1776E24D" w14:textId="77777777" w:rsidR="007A3CB2" w:rsidRDefault="003B626A" w:rsidP="007A3CB2">
      <w:pPr>
        <w:pStyle w:val="libNormal"/>
        <w:rPr>
          <w:lang w:bidi="fa-IR"/>
        </w:rPr>
      </w:pPr>
      <w:r>
        <w:rPr>
          <w:rtl/>
          <w:lang w:bidi="fa-IR"/>
        </w:rPr>
        <w:br w:type="page"/>
      </w:r>
    </w:p>
    <w:p w14:paraId="46D46409" w14:textId="77777777" w:rsidR="003B626A" w:rsidRDefault="007A3CB2" w:rsidP="007A3CB2">
      <w:pPr>
        <w:pStyle w:val="libNormal"/>
        <w:rPr>
          <w:lang w:bidi="fa-IR"/>
        </w:rPr>
      </w:pPr>
      <w:r>
        <w:rPr>
          <w:rtl/>
          <w:lang w:bidi="fa-IR"/>
        </w:rPr>
        <w:lastRenderedPageBreak/>
        <w:t>1</w:t>
      </w:r>
      <w:r w:rsidR="003B626A">
        <w:rPr>
          <w:rtl/>
          <w:lang w:bidi="fa-IR"/>
        </w:rPr>
        <w:t>-</w:t>
      </w:r>
      <w:r>
        <w:rPr>
          <w:rtl/>
          <w:lang w:bidi="fa-IR"/>
        </w:rPr>
        <w:t xml:space="preserve"> عوامل مسببة إلى حالة عدم الاستقرار وعدم الثبات الروحي.</w:t>
      </w:r>
    </w:p>
    <w:p w14:paraId="5D0E92B9" w14:textId="77777777" w:rsidR="003B626A" w:rsidRDefault="007A3CB2" w:rsidP="007A3CB2">
      <w:pPr>
        <w:pStyle w:val="libNormal"/>
        <w:rPr>
          <w:lang w:bidi="fa-IR"/>
        </w:rPr>
      </w:pPr>
      <w:r>
        <w:rPr>
          <w:rtl/>
          <w:lang w:bidi="fa-IR"/>
        </w:rPr>
        <w:t>2</w:t>
      </w:r>
      <w:r w:rsidR="003B626A">
        <w:rPr>
          <w:rtl/>
          <w:lang w:bidi="fa-IR"/>
        </w:rPr>
        <w:t>-</w:t>
      </w:r>
      <w:r>
        <w:rPr>
          <w:rtl/>
          <w:lang w:bidi="fa-IR"/>
        </w:rPr>
        <w:t xml:space="preserve"> عوامل مؤدية إلى ترك الواجبات.</w:t>
      </w:r>
    </w:p>
    <w:p w14:paraId="131F9ACD" w14:textId="77777777" w:rsidR="003B626A" w:rsidRDefault="007A3CB2" w:rsidP="007A3CB2">
      <w:pPr>
        <w:pStyle w:val="libNormal"/>
        <w:rPr>
          <w:lang w:bidi="fa-IR"/>
        </w:rPr>
      </w:pPr>
      <w:r>
        <w:rPr>
          <w:rtl/>
          <w:lang w:bidi="fa-IR"/>
        </w:rPr>
        <w:t>3</w:t>
      </w:r>
      <w:r w:rsidR="003B626A">
        <w:rPr>
          <w:rtl/>
          <w:lang w:bidi="fa-IR"/>
        </w:rPr>
        <w:t>-</w:t>
      </w:r>
      <w:r>
        <w:rPr>
          <w:rtl/>
          <w:lang w:bidi="fa-IR"/>
        </w:rPr>
        <w:t xml:space="preserve"> عوامل دافعة نحو فعل المحرمات.</w:t>
      </w:r>
    </w:p>
    <w:p w14:paraId="3E826AE9" w14:textId="77777777" w:rsidR="003B626A" w:rsidRDefault="007A3CB2" w:rsidP="007A3CB2">
      <w:pPr>
        <w:pStyle w:val="libNormal"/>
        <w:rPr>
          <w:lang w:bidi="fa-IR"/>
        </w:rPr>
      </w:pPr>
      <w:r>
        <w:rPr>
          <w:rtl/>
          <w:lang w:bidi="fa-IR"/>
        </w:rPr>
        <w:t>وهي ما ذكرها أمير المؤمنين "</w:t>
      </w:r>
      <w:r w:rsidR="003B626A" w:rsidRPr="003B626A">
        <w:rPr>
          <w:rStyle w:val="libAlaemChar"/>
          <w:rtl/>
        </w:rPr>
        <w:t>عليه‌السلام</w:t>
      </w:r>
      <w:r>
        <w:rPr>
          <w:rtl/>
          <w:lang w:bidi="fa-IR"/>
        </w:rPr>
        <w:t>" بقوله: "الصبر ثلاثة: صبر عند المصيبة، وصبر على الطاعة، وصبر على المعصية".</w:t>
      </w:r>
    </w:p>
    <w:p w14:paraId="2C4C4E94" w14:textId="77777777" w:rsidR="003B626A" w:rsidRDefault="007A3CB2" w:rsidP="000015DD">
      <w:pPr>
        <w:pStyle w:val="libBold1"/>
        <w:rPr>
          <w:lang w:bidi="fa-IR"/>
        </w:rPr>
      </w:pPr>
      <w:r>
        <w:rPr>
          <w:rtl/>
          <w:lang w:bidi="fa-IR"/>
        </w:rPr>
        <w:t>د</w:t>
      </w:r>
      <w:r w:rsidR="003B626A">
        <w:rPr>
          <w:rtl/>
          <w:lang w:bidi="fa-IR"/>
        </w:rPr>
        <w:t>-</w:t>
      </w:r>
      <w:r>
        <w:rPr>
          <w:rtl/>
          <w:lang w:bidi="fa-IR"/>
        </w:rPr>
        <w:t xml:space="preserve"> نتائج الصبر:</w:t>
      </w:r>
    </w:p>
    <w:p w14:paraId="066F46C1" w14:textId="77777777" w:rsidR="003B626A" w:rsidRDefault="007A3CB2" w:rsidP="007A3CB2">
      <w:pPr>
        <w:pStyle w:val="libNormal"/>
        <w:rPr>
          <w:lang w:bidi="fa-IR"/>
        </w:rPr>
      </w:pPr>
      <w:r>
        <w:rPr>
          <w:rtl/>
          <w:lang w:bidi="fa-IR"/>
        </w:rPr>
        <w:t>أكدت النصوص الشريفة أن الصبر تحقق الهدف المبتغى وينزل النصر المنشود.</w:t>
      </w:r>
    </w:p>
    <w:p w14:paraId="75FA1C6C" w14:textId="77777777" w:rsidR="003B626A" w:rsidRDefault="007A3CB2" w:rsidP="007A3CB2">
      <w:pPr>
        <w:pStyle w:val="libNormal"/>
        <w:rPr>
          <w:lang w:bidi="fa-IR"/>
        </w:rPr>
      </w:pPr>
      <w:r>
        <w:rPr>
          <w:rtl/>
          <w:lang w:bidi="fa-IR"/>
        </w:rPr>
        <w:t>عن أمير المؤمنين "</w:t>
      </w:r>
      <w:r w:rsidR="003B626A" w:rsidRPr="003B626A">
        <w:rPr>
          <w:rStyle w:val="libAlaemChar"/>
          <w:rtl/>
        </w:rPr>
        <w:t>عليه‌السلام</w:t>
      </w:r>
      <w:r>
        <w:rPr>
          <w:rtl/>
          <w:lang w:bidi="fa-IR"/>
        </w:rPr>
        <w:t>":</w:t>
      </w:r>
    </w:p>
    <w:p w14:paraId="172151EC" w14:textId="77777777" w:rsidR="003B626A" w:rsidRDefault="007A3CB2" w:rsidP="007A3CB2">
      <w:pPr>
        <w:pStyle w:val="libNormal"/>
        <w:rPr>
          <w:lang w:bidi="fa-IR"/>
        </w:rPr>
      </w:pPr>
      <w:r>
        <w:rPr>
          <w:rtl/>
          <w:lang w:bidi="fa-IR"/>
        </w:rPr>
        <w:t>"لا يعدم الصبور الظفر وإن طال به الزمان".</w:t>
      </w:r>
    </w:p>
    <w:p w14:paraId="745099C8" w14:textId="77777777" w:rsidR="003B626A" w:rsidRDefault="007A3CB2" w:rsidP="007A3CB2">
      <w:pPr>
        <w:pStyle w:val="libNormal"/>
        <w:rPr>
          <w:lang w:bidi="fa-IR"/>
        </w:rPr>
      </w:pPr>
      <w:r>
        <w:rPr>
          <w:rtl/>
          <w:lang w:bidi="fa-IR"/>
        </w:rPr>
        <w:t>"من ركب مركب الصبر، اهتدى إلى ميدان النصر".</w:t>
      </w:r>
    </w:p>
    <w:p w14:paraId="53287FB2" w14:textId="77777777" w:rsidR="007A3CB2" w:rsidRDefault="007A3CB2" w:rsidP="007A3CB2">
      <w:pPr>
        <w:pStyle w:val="libNormal"/>
        <w:rPr>
          <w:lang w:bidi="fa-IR"/>
        </w:rPr>
      </w:pPr>
      <w:r>
        <w:rPr>
          <w:rtl/>
          <w:lang w:bidi="fa-IR"/>
        </w:rPr>
        <w:t>وفي حرب صفين قال الأمير "</w:t>
      </w:r>
      <w:r w:rsidR="003B626A" w:rsidRPr="003B626A">
        <w:rPr>
          <w:rStyle w:val="libAlaemChar"/>
          <w:rtl/>
        </w:rPr>
        <w:t>عليه‌السلام</w:t>
      </w:r>
      <w:r>
        <w:rPr>
          <w:rtl/>
          <w:lang w:bidi="fa-IR"/>
        </w:rPr>
        <w:t>": "واستعينوا بالصدق والصبر، فإن الصبر يُنزل عليكم النصر".</w:t>
      </w:r>
    </w:p>
    <w:p w14:paraId="53B7BB2F" w14:textId="77777777" w:rsidR="007A3CB2" w:rsidRDefault="003B626A" w:rsidP="007A3CB2">
      <w:pPr>
        <w:pStyle w:val="libNormal"/>
        <w:rPr>
          <w:lang w:bidi="fa-IR"/>
        </w:rPr>
      </w:pPr>
      <w:r>
        <w:rPr>
          <w:rtl/>
          <w:lang w:bidi="fa-IR"/>
        </w:rPr>
        <w:br w:type="page"/>
      </w:r>
    </w:p>
    <w:p w14:paraId="4A94ED04" w14:textId="77777777" w:rsidR="003B626A" w:rsidRDefault="007A3CB2" w:rsidP="007A3CB2">
      <w:pPr>
        <w:pStyle w:val="libNormal"/>
        <w:rPr>
          <w:lang w:bidi="fa-IR"/>
        </w:rPr>
      </w:pPr>
      <w:r>
        <w:rPr>
          <w:rtl/>
          <w:lang w:bidi="fa-IR"/>
        </w:rPr>
        <w:lastRenderedPageBreak/>
        <w:t>وقال "</w:t>
      </w:r>
      <w:r w:rsidR="003B626A" w:rsidRPr="003B626A">
        <w:rPr>
          <w:rStyle w:val="libAlaemChar"/>
          <w:rtl/>
        </w:rPr>
        <w:t>عليه‌السلام</w:t>
      </w:r>
      <w:r>
        <w:rPr>
          <w:rtl/>
          <w:lang w:bidi="fa-IR"/>
        </w:rPr>
        <w:t>" في خطبته القاصعة في تحليله لثورة المستضعفين وانتصارهم على الطغاة: "حتى إذا رأى الله جد الصبر منهم على الأذى في محبتهم، والاحتمال للمكروه من خوفه، جعل لهم من مضائق البلاء فرجاً، فأبدلهم العزة مكان الذل، والامن مكان الخوف، فصاروا ملوكاً حكماً، وأئمة أعلاماً، وبلغت الكرامة من الله لهم ما لم تبلغ الآمال إليهم بهم".</w:t>
      </w:r>
    </w:p>
    <w:p w14:paraId="4E557E5B" w14:textId="77777777" w:rsidR="003B626A" w:rsidRDefault="007A3CB2" w:rsidP="000015DD">
      <w:pPr>
        <w:pStyle w:val="libBold1"/>
        <w:rPr>
          <w:lang w:bidi="fa-IR"/>
        </w:rPr>
      </w:pPr>
      <w:r>
        <w:rPr>
          <w:rtl/>
          <w:lang w:bidi="fa-IR"/>
        </w:rPr>
        <w:t>ه</w:t>
      </w:r>
      <w:r w:rsidR="003B626A">
        <w:rPr>
          <w:rtl/>
          <w:lang w:bidi="fa-IR"/>
        </w:rPr>
        <w:t>-</w:t>
      </w:r>
      <w:r>
        <w:rPr>
          <w:rtl/>
          <w:lang w:bidi="fa-IR"/>
        </w:rPr>
        <w:t xml:space="preserve"> الصابر الأول في كربلاء:</w:t>
      </w:r>
    </w:p>
    <w:p w14:paraId="40DD42F9" w14:textId="77777777" w:rsidR="007A3CB2" w:rsidRDefault="007A3CB2" w:rsidP="007A3CB2">
      <w:pPr>
        <w:pStyle w:val="libNormal"/>
        <w:rPr>
          <w:lang w:bidi="fa-IR"/>
        </w:rPr>
      </w:pPr>
      <w:r>
        <w:rPr>
          <w:rtl/>
          <w:lang w:bidi="fa-IR"/>
        </w:rPr>
        <w:t>قال هلال بن نافع: "كنت واقفاً نحو الحسين‏"</w:t>
      </w:r>
      <w:r w:rsidR="003B626A" w:rsidRPr="003B626A">
        <w:rPr>
          <w:rStyle w:val="libAlaemChar"/>
          <w:rtl/>
        </w:rPr>
        <w:t>عليه‌السلام</w:t>
      </w:r>
      <w:r>
        <w:rPr>
          <w:rtl/>
          <w:lang w:bidi="fa-IR"/>
        </w:rPr>
        <w:t>" وهو يجود بنفسه، فو الله ما رأيت قتيلاً قط مضمخا بدمه أحسن منه وجهاً ولا أنور.. ولما اشتد به الحال رفع طرفه إلى السماء ودعا بدعاء، ومما قال فيه: (.. صبراً على قضائك يا رب لا إله سواك يا غياث المستغيثين ما لي رب سواك ولا معبود غيرك، صبراً على حكمك يا غياث من لا غياث له، يا دائماً لا نفاذ</w:t>
      </w:r>
    </w:p>
    <w:p w14:paraId="035F231A" w14:textId="77777777" w:rsidR="007A3CB2" w:rsidRDefault="003B626A" w:rsidP="007A3CB2">
      <w:pPr>
        <w:pStyle w:val="libNormal"/>
        <w:rPr>
          <w:lang w:bidi="fa-IR"/>
        </w:rPr>
      </w:pPr>
      <w:r>
        <w:rPr>
          <w:rtl/>
          <w:lang w:bidi="fa-IR"/>
        </w:rPr>
        <w:br w:type="page"/>
      </w:r>
    </w:p>
    <w:p w14:paraId="73D24B59" w14:textId="77777777" w:rsidR="003B626A" w:rsidRDefault="007A3CB2" w:rsidP="000015DD">
      <w:pPr>
        <w:pStyle w:val="libNormal0"/>
        <w:rPr>
          <w:lang w:bidi="fa-IR"/>
        </w:rPr>
      </w:pPr>
      <w:r>
        <w:rPr>
          <w:rtl/>
          <w:lang w:bidi="fa-IR"/>
        </w:rPr>
        <w:lastRenderedPageBreak/>
        <w:t>له، يا محيي الموتى، يا قائماً على كل نفس بما كسبت احكم بيني وبينهم وأنت خير الحاكمين)".</w:t>
      </w:r>
    </w:p>
    <w:p w14:paraId="65A18A4B" w14:textId="77777777" w:rsidR="007A3CB2" w:rsidRDefault="007A3CB2" w:rsidP="000015DD">
      <w:pPr>
        <w:pStyle w:val="libBold1"/>
        <w:rPr>
          <w:lang w:bidi="fa-IR"/>
        </w:rPr>
      </w:pPr>
      <w:r>
        <w:rPr>
          <w:rtl/>
          <w:lang w:bidi="fa-IR"/>
        </w:rPr>
        <w:t>مراجع للاستفادة:</w:t>
      </w:r>
    </w:p>
    <w:p w14:paraId="01434DEB" w14:textId="77777777" w:rsidR="003B626A" w:rsidRDefault="007A3CB2" w:rsidP="007A3CB2">
      <w:pPr>
        <w:pStyle w:val="libNormal"/>
        <w:rPr>
          <w:lang w:bidi="fa-IR"/>
        </w:rPr>
      </w:pPr>
      <w:r>
        <w:rPr>
          <w:rtl/>
          <w:lang w:bidi="fa-IR"/>
        </w:rPr>
        <w:t>1</w:t>
      </w:r>
      <w:r w:rsidR="003B626A">
        <w:rPr>
          <w:rtl/>
          <w:lang w:bidi="fa-IR"/>
        </w:rPr>
        <w:t>-</w:t>
      </w:r>
      <w:r>
        <w:rPr>
          <w:rtl/>
          <w:lang w:bidi="fa-IR"/>
        </w:rPr>
        <w:t xml:space="preserve"> بحث حول الصبر، الإمام الخامنئي "</w:t>
      </w:r>
      <w:r w:rsidR="003B626A" w:rsidRPr="003B626A">
        <w:rPr>
          <w:rStyle w:val="libAlaemChar"/>
          <w:rtl/>
        </w:rPr>
        <w:t>قدس‌سره</w:t>
      </w:r>
      <w:r>
        <w:rPr>
          <w:rtl/>
          <w:lang w:bidi="fa-IR"/>
        </w:rPr>
        <w:t>".</w:t>
      </w:r>
    </w:p>
    <w:p w14:paraId="0E10EEB7" w14:textId="77777777" w:rsidR="007A3CB2" w:rsidRDefault="007A3CB2" w:rsidP="007A3CB2">
      <w:pPr>
        <w:pStyle w:val="libNormal"/>
        <w:rPr>
          <w:lang w:bidi="fa-IR"/>
        </w:rPr>
      </w:pPr>
      <w:r>
        <w:rPr>
          <w:rtl/>
          <w:lang w:bidi="fa-IR"/>
        </w:rPr>
        <w:t>2</w:t>
      </w:r>
      <w:r w:rsidR="003B626A">
        <w:rPr>
          <w:rtl/>
          <w:lang w:bidi="fa-IR"/>
        </w:rPr>
        <w:t>-</w:t>
      </w:r>
      <w:r>
        <w:rPr>
          <w:rtl/>
          <w:lang w:bidi="fa-IR"/>
        </w:rPr>
        <w:t xml:space="preserve"> مقتل، للسيد المقرَّم.</w:t>
      </w:r>
    </w:p>
    <w:p w14:paraId="3AA29AC1" w14:textId="77777777" w:rsidR="003B626A" w:rsidRDefault="003B626A" w:rsidP="007A3CB2">
      <w:pPr>
        <w:pStyle w:val="libNormal"/>
        <w:rPr>
          <w:lang w:bidi="fa-IR"/>
        </w:rPr>
      </w:pPr>
      <w:r>
        <w:rPr>
          <w:rtl/>
          <w:lang w:bidi="fa-IR"/>
        </w:rPr>
        <w:br w:type="page"/>
      </w:r>
    </w:p>
    <w:p w14:paraId="0B17ACE7" w14:textId="77777777" w:rsidR="007A3CB2" w:rsidRDefault="007A3CB2" w:rsidP="000015DD">
      <w:pPr>
        <w:pStyle w:val="Heading2Center"/>
        <w:rPr>
          <w:lang w:bidi="fa-IR"/>
        </w:rPr>
      </w:pPr>
      <w:bookmarkStart w:id="7" w:name="_Toc12609716"/>
      <w:r>
        <w:rPr>
          <w:rtl/>
          <w:lang w:bidi="fa-IR"/>
        </w:rPr>
        <w:lastRenderedPageBreak/>
        <w:t>الليلة الخامسة</w:t>
      </w:r>
      <w:bookmarkEnd w:id="7"/>
    </w:p>
    <w:p w14:paraId="2650E05A" w14:textId="77777777" w:rsidR="007A3CB2" w:rsidRDefault="007A3CB2" w:rsidP="000015DD">
      <w:pPr>
        <w:pStyle w:val="libBold1"/>
        <w:rPr>
          <w:lang w:bidi="fa-IR"/>
        </w:rPr>
      </w:pPr>
      <w:r>
        <w:rPr>
          <w:rtl/>
          <w:lang w:bidi="fa-IR"/>
        </w:rPr>
        <w:t>عنوان المحاضرة:</w:t>
      </w:r>
    </w:p>
    <w:p w14:paraId="07BBACA6" w14:textId="77777777" w:rsidR="007A3CB2" w:rsidRDefault="007A3CB2" w:rsidP="000015DD">
      <w:pPr>
        <w:pStyle w:val="libCenterBold1"/>
        <w:rPr>
          <w:lang w:bidi="fa-IR"/>
        </w:rPr>
      </w:pPr>
      <w:r>
        <w:rPr>
          <w:rtl/>
          <w:lang w:bidi="fa-IR"/>
        </w:rPr>
        <w:t>علاقة المنتظرين للإمام المهدي‏"عجل الله تعالى فرجه"‏</w:t>
      </w:r>
    </w:p>
    <w:p w14:paraId="45DB0883" w14:textId="77777777" w:rsidR="007A3CB2" w:rsidRDefault="007A3CB2" w:rsidP="00281315">
      <w:pPr>
        <w:pStyle w:val="libCenterBold1"/>
        <w:rPr>
          <w:lang w:bidi="fa-IR"/>
        </w:rPr>
      </w:pPr>
      <w:r>
        <w:rPr>
          <w:rtl/>
          <w:lang w:bidi="fa-IR"/>
        </w:rPr>
        <w:t>(الثائر للحسين "</w:t>
      </w:r>
      <w:r w:rsidR="003B626A" w:rsidRPr="003B626A">
        <w:rPr>
          <w:rStyle w:val="libAlaemChar"/>
          <w:rtl/>
        </w:rPr>
        <w:t>عليه‌السلام</w:t>
      </w:r>
      <w:r>
        <w:rPr>
          <w:rtl/>
          <w:lang w:bidi="fa-IR"/>
        </w:rPr>
        <w:t>")</w:t>
      </w:r>
    </w:p>
    <w:p w14:paraId="7EE269DF" w14:textId="77777777" w:rsidR="007A3CB2" w:rsidRDefault="007A3CB2" w:rsidP="00281315">
      <w:pPr>
        <w:pStyle w:val="libBold1"/>
        <w:rPr>
          <w:lang w:bidi="fa-IR"/>
        </w:rPr>
      </w:pPr>
      <w:r>
        <w:rPr>
          <w:rtl/>
          <w:lang w:bidi="fa-IR"/>
        </w:rPr>
        <w:t>الهدف:</w:t>
      </w:r>
    </w:p>
    <w:p w14:paraId="4F047983" w14:textId="77777777" w:rsidR="003B626A" w:rsidRDefault="007A3CB2" w:rsidP="007A3CB2">
      <w:pPr>
        <w:pStyle w:val="libNormal"/>
        <w:rPr>
          <w:lang w:bidi="fa-IR"/>
        </w:rPr>
      </w:pPr>
      <w:r>
        <w:rPr>
          <w:rtl/>
          <w:lang w:bidi="fa-IR"/>
        </w:rPr>
        <w:t>تعزيز علاقة المنتظرين بإمامهم الغائب (عجل الله تعالى فرجه الشريف)</w:t>
      </w:r>
    </w:p>
    <w:p w14:paraId="79B666D6" w14:textId="77777777" w:rsidR="007A3CB2" w:rsidRDefault="007A3CB2" w:rsidP="00281315">
      <w:pPr>
        <w:pStyle w:val="libBold1"/>
        <w:rPr>
          <w:lang w:bidi="fa-IR"/>
        </w:rPr>
      </w:pPr>
      <w:r>
        <w:rPr>
          <w:rtl/>
          <w:lang w:bidi="fa-IR"/>
        </w:rPr>
        <w:t>تصدير الموضوع:</w:t>
      </w:r>
    </w:p>
    <w:p w14:paraId="65940E2F" w14:textId="77777777" w:rsidR="003B626A" w:rsidRDefault="007A3CB2" w:rsidP="007A3CB2">
      <w:pPr>
        <w:pStyle w:val="libNormal"/>
        <w:rPr>
          <w:lang w:bidi="fa-IR"/>
        </w:rPr>
      </w:pPr>
      <w:r>
        <w:rPr>
          <w:rtl/>
          <w:lang w:bidi="fa-IR"/>
        </w:rPr>
        <w:t>ورد في دعاء الندبة: هل من سبيل إليك يا ابن أحمد فتلقى..</w:t>
      </w:r>
    </w:p>
    <w:p w14:paraId="7BF11762" w14:textId="77777777" w:rsidR="007A3CB2" w:rsidRDefault="007A3CB2" w:rsidP="00281315">
      <w:pPr>
        <w:pStyle w:val="libBold1"/>
        <w:rPr>
          <w:lang w:bidi="fa-IR"/>
        </w:rPr>
      </w:pPr>
      <w:r>
        <w:rPr>
          <w:rtl/>
          <w:lang w:bidi="fa-IR"/>
        </w:rPr>
        <w:t>محاور الموضوع:</w:t>
      </w:r>
    </w:p>
    <w:p w14:paraId="6B1B0389" w14:textId="77777777" w:rsidR="003B626A" w:rsidRDefault="007A3CB2" w:rsidP="00281315">
      <w:pPr>
        <w:pStyle w:val="libBold1"/>
        <w:rPr>
          <w:lang w:bidi="fa-IR"/>
        </w:rPr>
      </w:pPr>
      <w:r>
        <w:rPr>
          <w:rtl/>
          <w:lang w:bidi="fa-IR"/>
        </w:rPr>
        <w:t>أ</w:t>
      </w:r>
      <w:r w:rsidR="003B626A">
        <w:rPr>
          <w:rtl/>
          <w:lang w:bidi="fa-IR"/>
        </w:rPr>
        <w:t>-</w:t>
      </w:r>
      <w:r>
        <w:rPr>
          <w:rtl/>
          <w:lang w:bidi="fa-IR"/>
        </w:rPr>
        <w:t xml:space="preserve"> أهمية معرفة الحجة "عجل الله تعالى فرجه":</w:t>
      </w:r>
    </w:p>
    <w:p w14:paraId="06637F35" w14:textId="77777777" w:rsidR="003B626A" w:rsidRDefault="007A3CB2" w:rsidP="007A3CB2">
      <w:pPr>
        <w:pStyle w:val="libNormal"/>
        <w:rPr>
          <w:lang w:bidi="fa-IR"/>
        </w:rPr>
      </w:pPr>
      <w:r>
        <w:rPr>
          <w:rtl/>
          <w:lang w:bidi="fa-IR"/>
        </w:rPr>
        <w:t>عن الإمام الصادق "</w:t>
      </w:r>
      <w:r w:rsidR="003B626A" w:rsidRPr="003B626A">
        <w:rPr>
          <w:rStyle w:val="libAlaemChar"/>
          <w:rtl/>
        </w:rPr>
        <w:t>عليه‌السلام</w:t>
      </w:r>
      <w:r>
        <w:rPr>
          <w:rtl/>
          <w:lang w:bidi="fa-IR"/>
        </w:rPr>
        <w:t>" أنه قال لزرارة: "للقائم غيبة قبل أن يقوم.. وهو المنتظر، غير أن اللّه يمتحن قلوب الشيعة فعند ذل يرتاب المبطلون".</w:t>
      </w:r>
    </w:p>
    <w:p w14:paraId="3213BF0A" w14:textId="77777777" w:rsidR="007A3CB2" w:rsidRDefault="007A3CB2" w:rsidP="007A3CB2">
      <w:pPr>
        <w:pStyle w:val="libNormal"/>
        <w:rPr>
          <w:lang w:bidi="fa-IR"/>
        </w:rPr>
      </w:pPr>
      <w:r>
        <w:rPr>
          <w:rtl/>
          <w:lang w:bidi="fa-IR"/>
        </w:rPr>
        <w:t>قال زرارة: جعلت فداك، إن أدركت ذلك الزمان، أي شي‏ء أعمل؟.</w:t>
      </w:r>
    </w:p>
    <w:p w14:paraId="3A94B19C" w14:textId="77777777" w:rsidR="007A3CB2" w:rsidRDefault="003B626A" w:rsidP="007A3CB2">
      <w:pPr>
        <w:pStyle w:val="libNormal"/>
        <w:rPr>
          <w:lang w:bidi="fa-IR"/>
        </w:rPr>
      </w:pPr>
      <w:r>
        <w:rPr>
          <w:rtl/>
          <w:lang w:bidi="fa-IR"/>
        </w:rPr>
        <w:br w:type="page"/>
      </w:r>
    </w:p>
    <w:p w14:paraId="756E7261" w14:textId="77777777" w:rsidR="003B626A" w:rsidRDefault="007A3CB2" w:rsidP="007A3CB2">
      <w:pPr>
        <w:pStyle w:val="libNormal"/>
        <w:rPr>
          <w:lang w:bidi="fa-IR"/>
        </w:rPr>
      </w:pPr>
      <w:r>
        <w:rPr>
          <w:rtl/>
          <w:lang w:bidi="fa-IR"/>
        </w:rPr>
        <w:lastRenderedPageBreak/>
        <w:t>قال "</w:t>
      </w:r>
      <w:r w:rsidR="003B626A" w:rsidRPr="003B626A">
        <w:rPr>
          <w:rStyle w:val="libAlaemChar"/>
          <w:rtl/>
        </w:rPr>
        <w:t>عليه‌السلام</w:t>
      </w:r>
      <w:r>
        <w:rPr>
          <w:rtl/>
          <w:lang w:bidi="fa-IR"/>
        </w:rPr>
        <w:t>": "يا زرارة، متى أدركت ذلك الزمان فلتدع بهذا الدعاء (اللهم عرفني نفسك، فإنك إن لم تعرّفني نفسك لم أعرف نبيّك، اللهم عرفني رسولك، فإنك إن لم تعرّفني رسولك لم أعرف حجتك، اللهم عرّفني حجتك فإنك إن لم تعرّفني حجتك ضللت عن ديني)".</w:t>
      </w:r>
    </w:p>
    <w:p w14:paraId="2926E2BC" w14:textId="77777777" w:rsidR="003B626A" w:rsidRDefault="007A3CB2" w:rsidP="007A3CB2">
      <w:pPr>
        <w:pStyle w:val="libNormal"/>
        <w:rPr>
          <w:lang w:bidi="fa-IR"/>
        </w:rPr>
      </w:pPr>
      <w:r>
        <w:rPr>
          <w:rtl/>
          <w:lang w:bidi="fa-IR"/>
        </w:rPr>
        <w:t>في الحديث المشهور: "من لم يعرف إمام زمانه مات ميتة جاهلية".</w:t>
      </w:r>
    </w:p>
    <w:p w14:paraId="53D50490" w14:textId="77777777" w:rsidR="003B626A" w:rsidRDefault="007A3CB2" w:rsidP="00281315">
      <w:pPr>
        <w:pStyle w:val="libBold1"/>
        <w:rPr>
          <w:lang w:bidi="fa-IR"/>
        </w:rPr>
      </w:pPr>
      <w:r>
        <w:rPr>
          <w:rtl/>
          <w:lang w:bidi="fa-IR"/>
        </w:rPr>
        <w:t>ب</w:t>
      </w:r>
      <w:r w:rsidR="003B626A">
        <w:rPr>
          <w:rtl/>
          <w:lang w:bidi="fa-IR"/>
        </w:rPr>
        <w:t>-</w:t>
      </w:r>
      <w:r>
        <w:rPr>
          <w:rtl/>
          <w:lang w:bidi="fa-IR"/>
        </w:rPr>
        <w:t xml:space="preserve"> آداب العلاقة مع الإمام المهدي "عجل الله تعالى فرجه":</w:t>
      </w:r>
    </w:p>
    <w:p w14:paraId="2E1CDFFB" w14:textId="77777777" w:rsidR="007A3CB2" w:rsidRDefault="007A3CB2" w:rsidP="007A3CB2">
      <w:pPr>
        <w:pStyle w:val="libNormal"/>
        <w:rPr>
          <w:lang w:bidi="fa-IR"/>
        </w:rPr>
      </w:pPr>
      <w:r>
        <w:rPr>
          <w:rtl/>
          <w:lang w:bidi="fa-IR"/>
        </w:rPr>
        <w:t>1</w:t>
      </w:r>
      <w:r w:rsidR="003B626A">
        <w:rPr>
          <w:rtl/>
          <w:lang w:bidi="fa-IR"/>
        </w:rPr>
        <w:t>-</w:t>
      </w:r>
      <w:r>
        <w:rPr>
          <w:rtl/>
          <w:lang w:bidi="fa-IR"/>
        </w:rPr>
        <w:t xml:space="preserve"> مواساته في غيبته تألماً وبكاءً والتشوق لرؤيته:</w:t>
      </w:r>
    </w:p>
    <w:p w14:paraId="24C96798" w14:textId="77777777" w:rsidR="003B626A" w:rsidRDefault="007A3CB2" w:rsidP="007A3CB2">
      <w:pPr>
        <w:pStyle w:val="libNormal"/>
        <w:rPr>
          <w:lang w:bidi="fa-IR"/>
        </w:rPr>
      </w:pPr>
      <w:r>
        <w:rPr>
          <w:rtl/>
          <w:lang w:bidi="fa-IR"/>
        </w:rPr>
        <w:t>في دعاء الندبة: (هل من معين فأطيل معه العويل والبكاء، هل من جزوع فأساعد جزعه إذا خلا، هل قذيت عين فساعدتها عيني على القذى).</w:t>
      </w:r>
    </w:p>
    <w:p w14:paraId="5D97E9AA" w14:textId="77777777" w:rsidR="003B626A" w:rsidRDefault="007A3CB2" w:rsidP="007A3CB2">
      <w:pPr>
        <w:pStyle w:val="libNormal"/>
        <w:rPr>
          <w:rtl/>
          <w:lang w:bidi="fa-IR"/>
        </w:rPr>
      </w:pPr>
      <w:r>
        <w:rPr>
          <w:rtl/>
          <w:lang w:bidi="fa-IR"/>
        </w:rPr>
        <w:t>عن الإمام الصادق "</w:t>
      </w:r>
      <w:r w:rsidR="003B626A" w:rsidRPr="003B626A">
        <w:rPr>
          <w:rStyle w:val="libAlaemChar"/>
          <w:rtl/>
        </w:rPr>
        <w:t>عليه‌السلام</w:t>
      </w:r>
      <w:r>
        <w:rPr>
          <w:rtl/>
          <w:lang w:bidi="fa-IR"/>
        </w:rPr>
        <w:t>": "سيدي غيبتك نفت رقادي، وضيقت عليّ مهادي، وابتزت مني راحة فؤادي، سيدي غيبتك أوصلت مصابي بفجائع الأبد..".</w:t>
      </w:r>
    </w:p>
    <w:p w14:paraId="27EC087C" w14:textId="77777777" w:rsidR="007A3CB2" w:rsidRDefault="003B626A" w:rsidP="007A3CB2">
      <w:pPr>
        <w:pStyle w:val="libNormal"/>
        <w:rPr>
          <w:lang w:bidi="fa-IR"/>
        </w:rPr>
      </w:pPr>
      <w:r>
        <w:rPr>
          <w:rtl/>
          <w:lang w:bidi="fa-IR"/>
        </w:rPr>
        <w:br w:type="page"/>
      </w:r>
    </w:p>
    <w:p w14:paraId="250E3BD7" w14:textId="77777777" w:rsidR="007A3CB2" w:rsidRDefault="007A3CB2" w:rsidP="007A3CB2">
      <w:pPr>
        <w:pStyle w:val="libNormal"/>
        <w:rPr>
          <w:lang w:bidi="fa-IR"/>
        </w:rPr>
      </w:pPr>
      <w:r>
        <w:rPr>
          <w:rtl/>
          <w:lang w:bidi="fa-IR"/>
        </w:rPr>
        <w:lastRenderedPageBreak/>
        <w:t>2</w:t>
      </w:r>
      <w:r w:rsidR="003B626A">
        <w:rPr>
          <w:rtl/>
          <w:lang w:bidi="fa-IR"/>
        </w:rPr>
        <w:t>-</w:t>
      </w:r>
      <w:r>
        <w:rPr>
          <w:rtl/>
          <w:lang w:bidi="fa-IR"/>
        </w:rPr>
        <w:t xml:space="preserve"> الصلاة عليه "</w:t>
      </w:r>
      <w:r w:rsidR="003B626A" w:rsidRPr="003B626A">
        <w:rPr>
          <w:rStyle w:val="libAlaemChar"/>
          <w:rtl/>
        </w:rPr>
        <w:t>عليه‌السلام</w:t>
      </w:r>
      <w:r>
        <w:rPr>
          <w:rtl/>
          <w:lang w:bidi="fa-IR"/>
        </w:rPr>
        <w:t>":</w:t>
      </w:r>
    </w:p>
    <w:p w14:paraId="2E1A62D3" w14:textId="77777777" w:rsidR="003B626A" w:rsidRDefault="007A3CB2" w:rsidP="007A3CB2">
      <w:pPr>
        <w:pStyle w:val="libNormal"/>
        <w:rPr>
          <w:lang w:bidi="fa-IR"/>
        </w:rPr>
      </w:pPr>
      <w:r>
        <w:rPr>
          <w:rtl/>
          <w:lang w:bidi="fa-IR"/>
        </w:rPr>
        <w:t>في دعاء الإفتتاح: (اللهم وصلّ‏ِ على ولي أمرك القائم المؤمل والعدل المنتظر..).</w:t>
      </w:r>
    </w:p>
    <w:p w14:paraId="454E0993" w14:textId="77777777" w:rsidR="007A3CB2" w:rsidRDefault="007A3CB2" w:rsidP="007A3CB2">
      <w:pPr>
        <w:pStyle w:val="libNormal"/>
        <w:rPr>
          <w:lang w:bidi="fa-IR"/>
        </w:rPr>
      </w:pPr>
      <w:r>
        <w:rPr>
          <w:rtl/>
          <w:lang w:bidi="fa-IR"/>
        </w:rPr>
        <w:t>3</w:t>
      </w:r>
      <w:r w:rsidR="003B626A">
        <w:rPr>
          <w:rtl/>
          <w:lang w:bidi="fa-IR"/>
        </w:rPr>
        <w:t>-</w:t>
      </w:r>
      <w:r>
        <w:rPr>
          <w:rtl/>
          <w:lang w:bidi="fa-IR"/>
        </w:rPr>
        <w:t xml:space="preserve"> التشوق للتشرف بخدمته:</w:t>
      </w:r>
    </w:p>
    <w:p w14:paraId="5DD22CD5" w14:textId="77777777" w:rsidR="003B626A" w:rsidRDefault="007A3CB2" w:rsidP="007A3CB2">
      <w:pPr>
        <w:pStyle w:val="libNormal"/>
        <w:rPr>
          <w:lang w:bidi="fa-IR"/>
        </w:rPr>
      </w:pPr>
      <w:r>
        <w:rPr>
          <w:rtl/>
          <w:lang w:bidi="fa-IR"/>
        </w:rPr>
        <w:t>عن الإمام الصادق "</w:t>
      </w:r>
      <w:r w:rsidR="003B626A" w:rsidRPr="003B626A">
        <w:rPr>
          <w:rStyle w:val="libAlaemChar"/>
          <w:rtl/>
        </w:rPr>
        <w:t>عليه‌السلام</w:t>
      </w:r>
      <w:r>
        <w:rPr>
          <w:rtl/>
          <w:lang w:bidi="fa-IR"/>
        </w:rPr>
        <w:t>": "... لو أدركته لخدمته مدة حياتي".</w:t>
      </w:r>
    </w:p>
    <w:p w14:paraId="630EDED0" w14:textId="77777777" w:rsidR="007A3CB2" w:rsidRDefault="007A3CB2" w:rsidP="007A3CB2">
      <w:pPr>
        <w:pStyle w:val="libNormal"/>
        <w:rPr>
          <w:lang w:bidi="fa-IR"/>
        </w:rPr>
      </w:pPr>
      <w:r>
        <w:rPr>
          <w:rtl/>
          <w:lang w:bidi="fa-IR"/>
        </w:rPr>
        <w:t>4</w:t>
      </w:r>
      <w:r w:rsidR="003B626A">
        <w:rPr>
          <w:rtl/>
          <w:lang w:bidi="fa-IR"/>
        </w:rPr>
        <w:t>-</w:t>
      </w:r>
      <w:r>
        <w:rPr>
          <w:rtl/>
          <w:lang w:bidi="fa-IR"/>
        </w:rPr>
        <w:t xml:space="preserve"> التوسل به في المهمات:</w:t>
      </w:r>
    </w:p>
    <w:p w14:paraId="4C86BFEE" w14:textId="77777777" w:rsidR="003B626A" w:rsidRDefault="007A3CB2" w:rsidP="007A3CB2">
      <w:pPr>
        <w:pStyle w:val="libNormal"/>
        <w:rPr>
          <w:lang w:bidi="fa-IR"/>
        </w:rPr>
      </w:pPr>
      <w:r>
        <w:rPr>
          <w:rtl/>
          <w:lang w:bidi="fa-IR"/>
        </w:rPr>
        <w:t>عن الإمام الرضا "</w:t>
      </w:r>
      <w:r w:rsidR="003B626A" w:rsidRPr="003B626A">
        <w:rPr>
          <w:rStyle w:val="libAlaemChar"/>
          <w:rtl/>
        </w:rPr>
        <w:t>عليه‌السلام</w:t>
      </w:r>
      <w:r>
        <w:rPr>
          <w:rtl/>
          <w:lang w:bidi="fa-IR"/>
        </w:rPr>
        <w:t>": "إذا نزلت بكم الشدة فاستعينوا بنا على الله عز وجل".</w:t>
      </w:r>
    </w:p>
    <w:p w14:paraId="687DFCA7" w14:textId="77777777" w:rsidR="003B626A" w:rsidRDefault="007A3CB2" w:rsidP="007A3CB2">
      <w:pPr>
        <w:pStyle w:val="libNormal"/>
        <w:rPr>
          <w:lang w:bidi="fa-IR"/>
        </w:rPr>
      </w:pPr>
      <w:r>
        <w:rPr>
          <w:rtl/>
          <w:lang w:bidi="fa-IR"/>
        </w:rPr>
        <w:t>وعن أئمة أهل البيت "</w:t>
      </w:r>
      <w:r w:rsidR="00F83AC1" w:rsidRPr="00F83AC1">
        <w:rPr>
          <w:rStyle w:val="libAlaemChar"/>
          <w:rtl/>
        </w:rPr>
        <w:t>عليهم‌السلام</w:t>
      </w:r>
      <w:r>
        <w:rPr>
          <w:rtl/>
          <w:lang w:bidi="fa-IR"/>
        </w:rPr>
        <w:t>" ورد: "اللهم إني أسألك بحق وليك وحجتك صاحب الزمان إلا أعنتني به على جميع أموري".</w:t>
      </w:r>
    </w:p>
    <w:p w14:paraId="445281C9" w14:textId="77777777" w:rsidR="007A3CB2" w:rsidRDefault="007A3CB2" w:rsidP="007A3CB2">
      <w:pPr>
        <w:pStyle w:val="libNormal"/>
        <w:rPr>
          <w:lang w:bidi="fa-IR"/>
        </w:rPr>
      </w:pPr>
      <w:r>
        <w:rPr>
          <w:rtl/>
          <w:lang w:bidi="fa-IR"/>
        </w:rPr>
        <w:t>توسل الإمام الخامنئي "</w:t>
      </w:r>
      <w:r w:rsidR="003B626A" w:rsidRPr="003B626A">
        <w:rPr>
          <w:rStyle w:val="libAlaemChar"/>
          <w:rtl/>
        </w:rPr>
        <w:t>قدس‌سره</w:t>
      </w:r>
      <w:r>
        <w:rPr>
          <w:rtl/>
          <w:lang w:bidi="fa-IR"/>
        </w:rPr>
        <w:t>" بصاحب الزمان‏"عجل الله تعالى فرجه":</w:t>
      </w:r>
    </w:p>
    <w:p w14:paraId="2C49E42C" w14:textId="77777777" w:rsidR="007A3CB2" w:rsidRDefault="007A3CB2" w:rsidP="007A3CB2">
      <w:pPr>
        <w:pStyle w:val="libNormal"/>
        <w:rPr>
          <w:lang w:bidi="fa-IR"/>
        </w:rPr>
      </w:pPr>
      <w:r>
        <w:rPr>
          <w:rtl/>
          <w:lang w:bidi="fa-IR"/>
        </w:rPr>
        <w:t>أثناء حرب (عناقيد الغضب) التي شنها الصهاينة على المقاومة الإسلامية، وبعد تفاقم الأمور واشتدادها، وشعور الإمام الخامنئي "</w:t>
      </w:r>
      <w:r w:rsidR="003B626A" w:rsidRPr="003B626A">
        <w:rPr>
          <w:rStyle w:val="libAlaemChar"/>
          <w:rtl/>
        </w:rPr>
        <w:t>قدس‌سره</w:t>
      </w:r>
      <w:r>
        <w:rPr>
          <w:rtl/>
          <w:lang w:bidi="fa-IR"/>
        </w:rPr>
        <w:t>" بالخطر، قام حفظه المولى بالانتقال من مقر إقامته في طهران إلى مسجد جمكران بالقرب من مدينة</w:t>
      </w:r>
    </w:p>
    <w:p w14:paraId="29C331E5" w14:textId="77777777" w:rsidR="007A3CB2" w:rsidRDefault="003B626A" w:rsidP="007A3CB2">
      <w:pPr>
        <w:pStyle w:val="libNormal"/>
        <w:rPr>
          <w:lang w:bidi="fa-IR"/>
        </w:rPr>
      </w:pPr>
      <w:r>
        <w:rPr>
          <w:rtl/>
          <w:lang w:bidi="fa-IR"/>
        </w:rPr>
        <w:br w:type="page"/>
      </w:r>
    </w:p>
    <w:p w14:paraId="405DE3BA" w14:textId="77777777" w:rsidR="003B626A" w:rsidRDefault="007A3CB2" w:rsidP="00392F82">
      <w:pPr>
        <w:pStyle w:val="libNormal0"/>
        <w:rPr>
          <w:lang w:bidi="fa-IR"/>
        </w:rPr>
      </w:pPr>
      <w:r>
        <w:rPr>
          <w:rtl/>
          <w:lang w:bidi="fa-IR"/>
        </w:rPr>
        <w:lastRenderedPageBreak/>
        <w:t>قم المشرفة ليصلي فيه ويتوسل إلى الله بالإمام الحجة لينصر المقاومة الإسلامية في لبنان.</w:t>
      </w:r>
    </w:p>
    <w:p w14:paraId="6CF61F9F" w14:textId="77777777" w:rsidR="003B626A" w:rsidRDefault="007A3CB2" w:rsidP="00392F82">
      <w:pPr>
        <w:pStyle w:val="libBold1"/>
        <w:rPr>
          <w:lang w:bidi="fa-IR"/>
        </w:rPr>
      </w:pPr>
      <w:r>
        <w:rPr>
          <w:rtl/>
          <w:lang w:bidi="fa-IR"/>
        </w:rPr>
        <w:t>ج</w:t>
      </w:r>
      <w:r w:rsidR="003B626A">
        <w:rPr>
          <w:rtl/>
          <w:lang w:bidi="fa-IR"/>
        </w:rPr>
        <w:t>-</w:t>
      </w:r>
      <w:r>
        <w:rPr>
          <w:rtl/>
          <w:lang w:bidi="fa-IR"/>
        </w:rPr>
        <w:t xml:space="preserve"> روح العلاقة مع الإمام المهدي "عجل الله تعالى فرجه":</w:t>
      </w:r>
    </w:p>
    <w:p w14:paraId="39281AC9" w14:textId="77777777" w:rsidR="003B626A" w:rsidRDefault="007A3CB2" w:rsidP="007A3CB2">
      <w:pPr>
        <w:pStyle w:val="libNormal"/>
        <w:rPr>
          <w:lang w:bidi="fa-IR"/>
        </w:rPr>
      </w:pPr>
      <w:r>
        <w:rPr>
          <w:rtl/>
          <w:lang w:bidi="fa-IR"/>
        </w:rPr>
        <w:t>إن ما ورد في آداب العلاقة مع الإمام صاحب الزمان "</w:t>
      </w:r>
      <w:r w:rsidR="003B626A" w:rsidRPr="003B626A">
        <w:rPr>
          <w:rStyle w:val="libAlaemChar"/>
          <w:rtl/>
        </w:rPr>
        <w:t>عليه‌السلام</w:t>
      </w:r>
      <w:r>
        <w:rPr>
          <w:rtl/>
          <w:lang w:bidi="fa-IR"/>
        </w:rPr>
        <w:t>" يدعو إلى تأسيس علاقة مع شخصه المبارك لا مع فكرة أو مشروع، بل مع إنسان معصوم ولد من الإمام الحسن العسكري‏"</w:t>
      </w:r>
      <w:r w:rsidR="003B626A" w:rsidRPr="003B626A">
        <w:rPr>
          <w:rStyle w:val="libAlaemChar"/>
          <w:rtl/>
        </w:rPr>
        <w:t>عليه‌السلام</w:t>
      </w:r>
      <w:r>
        <w:rPr>
          <w:rtl/>
          <w:lang w:bidi="fa-IR"/>
        </w:rPr>
        <w:t>" وهو في غيبته ح حياة يعيشها المؤمن بتفاصيلها فيقول في زيارته (زيارة آل ياسين): (السلام عليك حين تقوم.. السلام عليك حين تقعد.. السلام عليك حين تقرأ.. السلام عليك حين تبين..). ويقول له كما ورد في دعاء الندبة: (... بنفسي أنت من مغيّب لم يخلُ منا، بنفسي أنت من نازح ما نزح عنا..).</w:t>
      </w:r>
    </w:p>
    <w:p w14:paraId="52986CF5" w14:textId="77777777" w:rsidR="007A3CB2" w:rsidRDefault="007A3CB2" w:rsidP="00392F82">
      <w:pPr>
        <w:pStyle w:val="libBold1"/>
        <w:rPr>
          <w:lang w:bidi="fa-IR"/>
        </w:rPr>
      </w:pPr>
      <w:r>
        <w:rPr>
          <w:rtl/>
          <w:lang w:bidi="fa-IR"/>
        </w:rPr>
        <w:t>مراجع للإستفادة:</w:t>
      </w:r>
    </w:p>
    <w:p w14:paraId="3C98C7F9" w14:textId="77777777" w:rsidR="007A3CB2" w:rsidRDefault="007A3CB2" w:rsidP="007A3CB2">
      <w:pPr>
        <w:pStyle w:val="libNormal"/>
        <w:rPr>
          <w:lang w:bidi="fa-IR"/>
        </w:rPr>
      </w:pPr>
      <w:r>
        <w:rPr>
          <w:rtl/>
          <w:lang w:bidi="fa-IR"/>
        </w:rPr>
        <w:t>1</w:t>
      </w:r>
      <w:r w:rsidR="003B626A">
        <w:rPr>
          <w:rtl/>
          <w:lang w:bidi="fa-IR"/>
        </w:rPr>
        <w:t>-</w:t>
      </w:r>
      <w:r>
        <w:rPr>
          <w:rtl/>
          <w:lang w:bidi="fa-IR"/>
        </w:rPr>
        <w:t xml:space="preserve"> بين يدي القائم "عجل الله تعالى فرجه"، جمعية المعارف الإسلامية الثقافية.</w:t>
      </w:r>
    </w:p>
    <w:p w14:paraId="4C3C748C" w14:textId="77777777" w:rsidR="003B626A" w:rsidRDefault="003B626A" w:rsidP="007A3CB2">
      <w:pPr>
        <w:pStyle w:val="libNormal"/>
        <w:rPr>
          <w:lang w:bidi="fa-IR"/>
        </w:rPr>
      </w:pPr>
      <w:r>
        <w:rPr>
          <w:rtl/>
          <w:lang w:bidi="fa-IR"/>
        </w:rPr>
        <w:br w:type="page"/>
      </w:r>
    </w:p>
    <w:p w14:paraId="464FF793" w14:textId="77777777" w:rsidR="007A3CB2" w:rsidRDefault="007A3CB2" w:rsidP="00392F82">
      <w:pPr>
        <w:pStyle w:val="Heading2Center"/>
        <w:rPr>
          <w:lang w:bidi="fa-IR"/>
        </w:rPr>
      </w:pPr>
      <w:bookmarkStart w:id="8" w:name="_Toc12609717"/>
      <w:r>
        <w:rPr>
          <w:rtl/>
          <w:lang w:bidi="fa-IR"/>
        </w:rPr>
        <w:lastRenderedPageBreak/>
        <w:t>الليلةالسادسة</w:t>
      </w:r>
      <w:bookmarkEnd w:id="8"/>
    </w:p>
    <w:p w14:paraId="04D99EA5" w14:textId="77777777" w:rsidR="007A3CB2" w:rsidRDefault="007A3CB2" w:rsidP="00392F82">
      <w:pPr>
        <w:pStyle w:val="libBold1"/>
        <w:rPr>
          <w:lang w:bidi="fa-IR"/>
        </w:rPr>
      </w:pPr>
      <w:r>
        <w:rPr>
          <w:rtl/>
          <w:lang w:bidi="fa-IR"/>
        </w:rPr>
        <w:t>عنوان المحاضرة:</w:t>
      </w:r>
    </w:p>
    <w:p w14:paraId="2BA7C40F" w14:textId="77777777" w:rsidR="007A3CB2" w:rsidRDefault="007A3CB2" w:rsidP="00392F82">
      <w:pPr>
        <w:pStyle w:val="libCenterBold1"/>
        <w:rPr>
          <w:lang w:bidi="fa-IR"/>
        </w:rPr>
      </w:pPr>
      <w:r>
        <w:rPr>
          <w:rtl/>
          <w:lang w:bidi="fa-IR"/>
        </w:rPr>
        <w:t>السيدة زينب "</w:t>
      </w:r>
      <w:r w:rsidR="00F83AC1" w:rsidRPr="00F83AC1">
        <w:rPr>
          <w:rStyle w:val="libAlaemChar"/>
          <w:rtl/>
        </w:rPr>
        <w:t>عليها‌السلام</w:t>
      </w:r>
      <w:r>
        <w:rPr>
          <w:rtl/>
          <w:lang w:bidi="fa-IR"/>
        </w:rPr>
        <w:t>" العابدة والمجاهدة</w:t>
      </w:r>
    </w:p>
    <w:p w14:paraId="5E193C0E" w14:textId="77777777" w:rsidR="007A3CB2" w:rsidRDefault="007A3CB2" w:rsidP="00392F82">
      <w:pPr>
        <w:pStyle w:val="libBold1"/>
        <w:rPr>
          <w:lang w:bidi="fa-IR"/>
        </w:rPr>
      </w:pPr>
      <w:r>
        <w:rPr>
          <w:rtl/>
          <w:lang w:bidi="fa-IR"/>
        </w:rPr>
        <w:t>الهدف:</w:t>
      </w:r>
    </w:p>
    <w:p w14:paraId="0921BF4E" w14:textId="77777777" w:rsidR="003B626A" w:rsidRDefault="007A3CB2" w:rsidP="007A3CB2">
      <w:pPr>
        <w:pStyle w:val="libNormal"/>
        <w:rPr>
          <w:lang w:bidi="fa-IR"/>
        </w:rPr>
      </w:pPr>
      <w:r>
        <w:rPr>
          <w:rtl/>
          <w:lang w:bidi="fa-IR"/>
        </w:rPr>
        <w:t>بيان مكانة السيدة زينب "</w:t>
      </w:r>
      <w:r w:rsidR="00F83AC1" w:rsidRPr="00F83AC1">
        <w:rPr>
          <w:rStyle w:val="libAlaemChar"/>
          <w:rtl/>
        </w:rPr>
        <w:t>عليها‌السلام</w:t>
      </w:r>
      <w:r>
        <w:rPr>
          <w:rtl/>
          <w:lang w:bidi="fa-IR"/>
        </w:rPr>
        <w:t>" ودور المرأة في الجهاد في سبيل اللّه.</w:t>
      </w:r>
    </w:p>
    <w:p w14:paraId="6EB4BB1F" w14:textId="77777777" w:rsidR="007A3CB2" w:rsidRDefault="007A3CB2" w:rsidP="00392F82">
      <w:pPr>
        <w:pStyle w:val="libBold1"/>
        <w:rPr>
          <w:lang w:bidi="fa-IR"/>
        </w:rPr>
      </w:pPr>
      <w:r>
        <w:rPr>
          <w:rtl/>
          <w:lang w:bidi="fa-IR"/>
        </w:rPr>
        <w:t>تصدير الموضوع:</w:t>
      </w:r>
    </w:p>
    <w:p w14:paraId="267B7F69" w14:textId="77777777" w:rsidR="003B626A" w:rsidRDefault="007A3CB2" w:rsidP="007A3CB2">
      <w:pPr>
        <w:pStyle w:val="libNormal"/>
        <w:rPr>
          <w:lang w:bidi="fa-IR"/>
        </w:rPr>
      </w:pPr>
      <w:r>
        <w:rPr>
          <w:rtl/>
          <w:lang w:bidi="fa-IR"/>
        </w:rPr>
        <w:t>﴿</w:t>
      </w:r>
      <w:r w:rsidR="00392F82" w:rsidRPr="00392F82">
        <w:rPr>
          <w:rStyle w:val="libAieChar"/>
          <w:rFonts w:hint="cs"/>
          <w:rtl/>
        </w:rPr>
        <w:t xml:space="preserve"> </w:t>
      </w:r>
      <w:r w:rsidRPr="00392F82">
        <w:rPr>
          <w:rStyle w:val="libAieChar"/>
          <w:rtl/>
        </w:rPr>
        <w:t>الَّذِينَ يُبَلِّغُونَ رِسَالَاتِ اللَّهِ وَيَخْشَوْنَهُ وَلَا يَخْشَوْنَ أَحَدًا إِلَّا ا</w:t>
      </w:r>
      <w:r w:rsidR="00392F82" w:rsidRPr="00392F82">
        <w:rPr>
          <w:rStyle w:val="libAieChar"/>
          <w:rtl/>
        </w:rPr>
        <w:t>للَّهَ وَكَفَى بِاللَّهِ حَسِيب</w:t>
      </w:r>
      <w:r w:rsidR="00392F82" w:rsidRPr="00392F82">
        <w:rPr>
          <w:rStyle w:val="libAieChar"/>
          <w:rFonts w:hint="cs"/>
          <w:rtl/>
        </w:rPr>
        <w:t>َ</w:t>
      </w:r>
      <w:r w:rsidRPr="00392F82">
        <w:rPr>
          <w:rStyle w:val="libAieChar"/>
          <w:rtl/>
        </w:rPr>
        <w:t>ا</w:t>
      </w:r>
      <w:r w:rsidR="00392F82" w:rsidRPr="00392F82">
        <w:rPr>
          <w:rStyle w:val="libAieChar"/>
          <w:rFonts w:hint="cs"/>
          <w:rtl/>
        </w:rPr>
        <w:t xml:space="preserve">ً </w:t>
      </w:r>
      <w:r>
        <w:rPr>
          <w:rtl/>
          <w:lang w:bidi="fa-IR"/>
        </w:rPr>
        <w:t xml:space="preserve">﴾ </w:t>
      </w:r>
      <w:r w:rsidRPr="003B626A">
        <w:rPr>
          <w:rStyle w:val="libFootnotenumChar"/>
          <w:rtl/>
        </w:rPr>
        <w:t>(1)</w:t>
      </w:r>
    </w:p>
    <w:p w14:paraId="6AD3AF64" w14:textId="77777777" w:rsidR="007A3CB2" w:rsidRDefault="007A3CB2" w:rsidP="00392F82">
      <w:pPr>
        <w:pStyle w:val="libBold1"/>
        <w:rPr>
          <w:lang w:bidi="fa-IR"/>
        </w:rPr>
      </w:pPr>
      <w:r>
        <w:rPr>
          <w:rtl/>
          <w:lang w:bidi="fa-IR"/>
        </w:rPr>
        <w:t>محاور الموضوع:</w:t>
      </w:r>
    </w:p>
    <w:p w14:paraId="55FC7DC5" w14:textId="77777777" w:rsidR="003B626A" w:rsidRDefault="007A3CB2" w:rsidP="00392F82">
      <w:pPr>
        <w:pStyle w:val="libBold1"/>
        <w:rPr>
          <w:lang w:bidi="fa-IR"/>
        </w:rPr>
      </w:pPr>
      <w:r>
        <w:rPr>
          <w:rtl/>
          <w:lang w:bidi="fa-IR"/>
        </w:rPr>
        <w:t>أ</w:t>
      </w:r>
      <w:r w:rsidR="003B626A">
        <w:rPr>
          <w:rtl/>
          <w:lang w:bidi="fa-IR"/>
        </w:rPr>
        <w:t>-</w:t>
      </w:r>
      <w:r>
        <w:rPr>
          <w:rtl/>
          <w:lang w:bidi="fa-IR"/>
        </w:rPr>
        <w:t xml:space="preserve"> علاقة الإمام الحسين بالسيدة زينب </w:t>
      </w:r>
      <w:r w:rsidR="00F83AC1" w:rsidRPr="00F83AC1">
        <w:rPr>
          <w:rStyle w:val="libAlaemChar"/>
          <w:rtl/>
        </w:rPr>
        <w:t>عليها‌السلام</w:t>
      </w:r>
      <w:r>
        <w:rPr>
          <w:rtl/>
          <w:lang w:bidi="fa-IR"/>
        </w:rPr>
        <w:t>:</w:t>
      </w:r>
    </w:p>
    <w:p w14:paraId="5271E4E1" w14:textId="77777777" w:rsidR="003B626A" w:rsidRDefault="007A3CB2" w:rsidP="007A3CB2">
      <w:pPr>
        <w:pStyle w:val="libNormal"/>
        <w:rPr>
          <w:lang w:bidi="fa-IR"/>
        </w:rPr>
      </w:pPr>
      <w:r>
        <w:rPr>
          <w:rtl/>
          <w:lang w:bidi="fa-IR"/>
        </w:rPr>
        <w:t>كانت إذا زارته يقوم لها إجلالاً ويجلسها في مكانه.</w:t>
      </w:r>
    </w:p>
    <w:p w14:paraId="76665E4E" w14:textId="77777777" w:rsidR="007A3CB2" w:rsidRDefault="007A3CB2" w:rsidP="007A3CB2">
      <w:pPr>
        <w:pStyle w:val="libNormal"/>
        <w:rPr>
          <w:lang w:bidi="fa-IR"/>
        </w:rPr>
      </w:pPr>
      <w:r>
        <w:rPr>
          <w:rtl/>
          <w:lang w:bidi="fa-IR"/>
        </w:rPr>
        <w:t>رآها يوماً نائمة وقد سطعت الشمس عليها، فقام بينها وبين نور الشمس يظللِّها بجسده الطاهر.</w:t>
      </w:r>
    </w:p>
    <w:p w14:paraId="503CDCFB" w14:textId="77777777" w:rsidR="00392F82" w:rsidRDefault="00392F82" w:rsidP="00392F82">
      <w:pPr>
        <w:pStyle w:val="libLine"/>
        <w:rPr>
          <w:lang w:bidi="fa-IR"/>
        </w:rPr>
      </w:pPr>
      <w:r>
        <w:rPr>
          <w:rtl/>
          <w:lang w:bidi="fa-IR"/>
        </w:rPr>
        <w:t>____________________</w:t>
      </w:r>
    </w:p>
    <w:p w14:paraId="49F672C2" w14:textId="77777777" w:rsidR="00392F82" w:rsidRDefault="00392F82" w:rsidP="00392F82">
      <w:pPr>
        <w:pStyle w:val="libFootnote0"/>
        <w:rPr>
          <w:lang w:bidi="fa-IR"/>
        </w:rPr>
      </w:pPr>
      <w:r>
        <w:rPr>
          <w:rtl/>
          <w:lang w:bidi="fa-IR"/>
        </w:rPr>
        <w:t>1- الأحزاب:39</w:t>
      </w:r>
    </w:p>
    <w:p w14:paraId="0E9D53B2" w14:textId="77777777" w:rsidR="007A3CB2" w:rsidRDefault="003B626A" w:rsidP="007A3CB2">
      <w:pPr>
        <w:pStyle w:val="libNormal"/>
        <w:rPr>
          <w:lang w:bidi="fa-IR"/>
        </w:rPr>
      </w:pPr>
      <w:r>
        <w:rPr>
          <w:rtl/>
          <w:lang w:bidi="fa-IR"/>
        </w:rPr>
        <w:br w:type="page"/>
      </w:r>
    </w:p>
    <w:p w14:paraId="44A097A0" w14:textId="77777777" w:rsidR="003B626A" w:rsidRDefault="007A3CB2" w:rsidP="00392F82">
      <w:pPr>
        <w:pStyle w:val="libBold1"/>
        <w:rPr>
          <w:lang w:bidi="fa-IR"/>
        </w:rPr>
      </w:pPr>
      <w:r>
        <w:rPr>
          <w:rtl/>
          <w:lang w:bidi="fa-IR"/>
        </w:rPr>
        <w:lastRenderedPageBreak/>
        <w:t>ب</w:t>
      </w:r>
      <w:r w:rsidR="003B626A">
        <w:rPr>
          <w:rtl/>
          <w:lang w:bidi="fa-IR"/>
        </w:rPr>
        <w:t>-</w:t>
      </w:r>
      <w:r>
        <w:rPr>
          <w:rtl/>
          <w:lang w:bidi="fa-IR"/>
        </w:rPr>
        <w:t xml:space="preserve"> صفات السيدة زينب "</w:t>
      </w:r>
      <w:r w:rsidR="00F83AC1" w:rsidRPr="00F83AC1">
        <w:rPr>
          <w:rStyle w:val="libAlaemChar"/>
          <w:rtl/>
        </w:rPr>
        <w:t>عليها‌السلام</w:t>
      </w:r>
      <w:r>
        <w:rPr>
          <w:rtl/>
          <w:lang w:bidi="fa-IR"/>
        </w:rPr>
        <w:t>":</w:t>
      </w:r>
    </w:p>
    <w:p w14:paraId="5FE5A54C" w14:textId="77777777" w:rsidR="007A3CB2" w:rsidRDefault="007A3CB2" w:rsidP="007A3CB2">
      <w:pPr>
        <w:pStyle w:val="libNormal"/>
        <w:rPr>
          <w:lang w:bidi="fa-IR"/>
        </w:rPr>
      </w:pPr>
      <w:r>
        <w:rPr>
          <w:rtl/>
          <w:lang w:bidi="fa-IR"/>
        </w:rPr>
        <w:t>1</w:t>
      </w:r>
      <w:r w:rsidR="003B626A">
        <w:rPr>
          <w:rtl/>
          <w:lang w:bidi="fa-IR"/>
        </w:rPr>
        <w:t>-</w:t>
      </w:r>
      <w:r>
        <w:rPr>
          <w:rtl/>
          <w:lang w:bidi="fa-IR"/>
        </w:rPr>
        <w:t xml:space="preserve"> عالمة:</w:t>
      </w:r>
    </w:p>
    <w:p w14:paraId="08033C17" w14:textId="77777777" w:rsidR="003B626A" w:rsidRDefault="007A3CB2" w:rsidP="007A3CB2">
      <w:pPr>
        <w:pStyle w:val="libNormal"/>
        <w:rPr>
          <w:lang w:bidi="fa-IR"/>
        </w:rPr>
      </w:pPr>
      <w:r>
        <w:rPr>
          <w:rtl/>
          <w:lang w:bidi="fa-IR"/>
        </w:rPr>
        <w:t>الإمام زين العابدين "</w:t>
      </w:r>
      <w:r w:rsidR="003B626A" w:rsidRPr="003B626A">
        <w:rPr>
          <w:rStyle w:val="libAlaemChar"/>
          <w:rtl/>
        </w:rPr>
        <w:t>عليه‌السلام</w:t>
      </w:r>
      <w:r>
        <w:rPr>
          <w:rtl/>
          <w:lang w:bidi="fa-IR"/>
        </w:rPr>
        <w:t>": "أنت بحمد الله عالمة غير معلمة، وفهمة غير مفهّمة".</w:t>
      </w:r>
    </w:p>
    <w:p w14:paraId="7F24EBE9" w14:textId="77777777" w:rsidR="003B626A" w:rsidRDefault="007A3CB2" w:rsidP="000668ED">
      <w:pPr>
        <w:pStyle w:val="libNormal"/>
        <w:rPr>
          <w:lang w:bidi="fa-IR"/>
        </w:rPr>
      </w:pPr>
      <w:r>
        <w:rPr>
          <w:rtl/>
          <w:lang w:bidi="fa-IR"/>
        </w:rPr>
        <w:t xml:space="preserve">كان الناس يرجعون إليها في الحلال والحرام، وكانت تفسّر القرآن للناس </w:t>
      </w:r>
      <w:r w:rsidRPr="003B626A">
        <w:rPr>
          <w:rStyle w:val="libFootnotenumChar"/>
          <w:rtl/>
        </w:rPr>
        <w:t>(</w:t>
      </w:r>
      <w:r w:rsidR="000668ED">
        <w:rPr>
          <w:rStyle w:val="libFootnotenumChar"/>
          <w:rFonts w:hint="cs"/>
          <w:rtl/>
        </w:rPr>
        <w:t>1</w:t>
      </w:r>
      <w:r w:rsidRPr="003B626A">
        <w:rPr>
          <w:rStyle w:val="libFootnotenumChar"/>
          <w:rtl/>
        </w:rPr>
        <w:t>)</w:t>
      </w:r>
      <w:r>
        <w:rPr>
          <w:rtl/>
          <w:lang w:bidi="fa-IR"/>
        </w:rPr>
        <w:t xml:space="preserve"> .</w:t>
      </w:r>
    </w:p>
    <w:p w14:paraId="467B3444" w14:textId="77777777" w:rsidR="007A3CB2" w:rsidRDefault="007A3CB2" w:rsidP="007A3CB2">
      <w:pPr>
        <w:pStyle w:val="libNormal"/>
        <w:rPr>
          <w:lang w:bidi="fa-IR"/>
        </w:rPr>
      </w:pPr>
      <w:r>
        <w:rPr>
          <w:rtl/>
          <w:lang w:bidi="fa-IR"/>
        </w:rPr>
        <w:t>2</w:t>
      </w:r>
      <w:r w:rsidR="003B626A">
        <w:rPr>
          <w:rtl/>
          <w:lang w:bidi="fa-IR"/>
        </w:rPr>
        <w:t>-</w:t>
      </w:r>
      <w:r>
        <w:rPr>
          <w:rtl/>
          <w:lang w:bidi="fa-IR"/>
        </w:rPr>
        <w:t xml:space="preserve"> عابدة:</w:t>
      </w:r>
    </w:p>
    <w:p w14:paraId="7F9100D2" w14:textId="77777777" w:rsidR="003B626A" w:rsidRDefault="007A3CB2" w:rsidP="007A3CB2">
      <w:pPr>
        <w:pStyle w:val="libNormal"/>
        <w:rPr>
          <w:lang w:bidi="fa-IR"/>
        </w:rPr>
      </w:pPr>
      <w:r>
        <w:rPr>
          <w:rtl/>
          <w:lang w:bidi="fa-IR"/>
        </w:rPr>
        <w:t>ما تركت تهجدها طول دهرها حتى ليلة الحادي عشر من المحرم.</w:t>
      </w:r>
    </w:p>
    <w:p w14:paraId="78D97C9C" w14:textId="77777777" w:rsidR="003B626A" w:rsidRDefault="007A3CB2" w:rsidP="007A3CB2">
      <w:pPr>
        <w:pStyle w:val="libNormal"/>
        <w:rPr>
          <w:lang w:bidi="fa-IR"/>
        </w:rPr>
      </w:pPr>
      <w:r>
        <w:rPr>
          <w:rtl/>
          <w:lang w:bidi="fa-IR"/>
        </w:rPr>
        <w:t>الإمام السجاد "</w:t>
      </w:r>
      <w:r w:rsidR="003B626A" w:rsidRPr="003B626A">
        <w:rPr>
          <w:rStyle w:val="libAlaemChar"/>
          <w:rtl/>
        </w:rPr>
        <w:t>عليه‌السلام</w:t>
      </w:r>
      <w:r>
        <w:rPr>
          <w:rtl/>
          <w:lang w:bidi="fa-IR"/>
        </w:rPr>
        <w:t>": "إن عمتي زينب مع تلك المصائب والمحن النازلة بها في طريقنا إلى الشام ما تركت نوافلها الليلية".</w:t>
      </w:r>
    </w:p>
    <w:p w14:paraId="4A8E647B" w14:textId="77777777" w:rsidR="007A3CB2" w:rsidRDefault="007A3CB2" w:rsidP="007A3CB2">
      <w:pPr>
        <w:pStyle w:val="libNormal"/>
        <w:rPr>
          <w:lang w:bidi="fa-IR"/>
        </w:rPr>
      </w:pPr>
      <w:r>
        <w:rPr>
          <w:rtl/>
          <w:lang w:bidi="fa-IR"/>
        </w:rPr>
        <w:t>3</w:t>
      </w:r>
      <w:r w:rsidR="003B626A">
        <w:rPr>
          <w:rtl/>
          <w:lang w:bidi="fa-IR"/>
        </w:rPr>
        <w:t>-</w:t>
      </w:r>
      <w:r>
        <w:rPr>
          <w:rtl/>
          <w:lang w:bidi="fa-IR"/>
        </w:rPr>
        <w:t xml:space="preserve"> مخدرة:</w:t>
      </w:r>
    </w:p>
    <w:p w14:paraId="53B1AD9B" w14:textId="77777777" w:rsidR="003B626A" w:rsidRDefault="007A3CB2" w:rsidP="007A3CB2">
      <w:pPr>
        <w:pStyle w:val="libNormal"/>
        <w:rPr>
          <w:lang w:bidi="fa-IR"/>
        </w:rPr>
      </w:pPr>
      <w:r>
        <w:rPr>
          <w:rtl/>
          <w:lang w:bidi="fa-IR"/>
        </w:rPr>
        <w:t>يحيى المازني: كنت في جوار أمير المؤمنين‏"</w:t>
      </w:r>
      <w:r w:rsidR="003B626A" w:rsidRPr="003B626A">
        <w:rPr>
          <w:rStyle w:val="libAlaemChar"/>
          <w:rtl/>
        </w:rPr>
        <w:t>عليه‌السلام</w:t>
      </w:r>
      <w:r>
        <w:rPr>
          <w:rtl/>
          <w:lang w:bidi="fa-IR"/>
        </w:rPr>
        <w:t>" في المدينة مدة مديدة، وبالقرب من البيت الذي تسكنه زينب ابنته، فلا والله ما رأيت لها شخصاً ولا سمعت لها صوتاً.</w:t>
      </w:r>
    </w:p>
    <w:p w14:paraId="625DF4DD" w14:textId="77777777" w:rsidR="00392F82" w:rsidRDefault="00392F82" w:rsidP="00392F82">
      <w:pPr>
        <w:pStyle w:val="libLine"/>
        <w:rPr>
          <w:lang w:bidi="fa-IR"/>
        </w:rPr>
      </w:pPr>
      <w:r>
        <w:rPr>
          <w:rtl/>
          <w:lang w:bidi="fa-IR"/>
        </w:rPr>
        <w:t>____________________</w:t>
      </w:r>
    </w:p>
    <w:p w14:paraId="4987AF28" w14:textId="77777777" w:rsidR="00392F82" w:rsidRDefault="000668ED" w:rsidP="00392F82">
      <w:pPr>
        <w:pStyle w:val="libFootnote0"/>
        <w:rPr>
          <w:lang w:bidi="fa-IR"/>
        </w:rPr>
      </w:pPr>
      <w:r>
        <w:rPr>
          <w:rFonts w:hint="cs"/>
          <w:rtl/>
          <w:lang w:bidi="fa-IR"/>
        </w:rPr>
        <w:t>1</w:t>
      </w:r>
      <w:r w:rsidR="00392F82">
        <w:rPr>
          <w:rtl/>
          <w:lang w:bidi="fa-IR"/>
        </w:rPr>
        <w:t>-</w:t>
      </w:r>
      <w:r>
        <w:rPr>
          <w:rFonts w:hint="cs"/>
          <w:rtl/>
          <w:lang w:bidi="fa-IR"/>
        </w:rPr>
        <w:t xml:space="preserve"> </w:t>
      </w:r>
      <w:r w:rsidR="00392F82">
        <w:rPr>
          <w:rtl/>
          <w:lang w:bidi="fa-IR"/>
        </w:rPr>
        <w:t>الإلفات إلى أهمية تعلم المرأة دينها</w:t>
      </w:r>
    </w:p>
    <w:p w14:paraId="75576872" w14:textId="77777777" w:rsidR="007A3CB2" w:rsidRDefault="003B626A" w:rsidP="007A3CB2">
      <w:pPr>
        <w:pStyle w:val="libNormal"/>
        <w:rPr>
          <w:lang w:bidi="fa-IR"/>
        </w:rPr>
      </w:pPr>
      <w:r>
        <w:rPr>
          <w:rtl/>
          <w:lang w:bidi="fa-IR"/>
        </w:rPr>
        <w:br w:type="page"/>
      </w:r>
    </w:p>
    <w:p w14:paraId="354ED23A" w14:textId="77777777" w:rsidR="003B626A" w:rsidRDefault="007A3CB2" w:rsidP="00392F82">
      <w:pPr>
        <w:pStyle w:val="libNormal"/>
        <w:rPr>
          <w:lang w:bidi="fa-IR"/>
        </w:rPr>
      </w:pPr>
      <w:r>
        <w:rPr>
          <w:rtl/>
          <w:lang w:bidi="fa-IR"/>
        </w:rPr>
        <w:lastRenderedPageBreak/>
        <w:t>كان أمير المؤمنين "</w:t>
      </w:r>
      <w:r w:rsidR="003B626A" w:rsidRPr="003B626A">
        <w:rPr>
          <w:rStyle w:val="libAlaemChar"/>
          <w:rtl/>
        </w:rPr>
        <w:t>عليه‌السلام</w:t>
      </w:r>
      <w:r>
        <w:rPr>
          <w:rtl/>
          <w:lang w:bidi="fa-IR"/>
        </w:rPr>
        <w:t>" حينما يذهب مع أولاده لزيارة المرقد الطاهر لرسول اللّه "</w:t>
      </w:r>
      <w:r w:rsidR="00392F82" w:rsidRPr="00392F82">
        <w:rPr>
          <w:rFonts w:eastAsiaTheme="minorHAnsi"/>
          <w:rtl/>
        </w:rPr>
        <w:t xml:space="preserve"> </w:t>
      </w:r>
      <w:r w:rsidR="00392F82" w:rsidRPr="00392F82">
        <w:rPr>
          <w:rStyle w:val="libAlaemChar"/>
          <w:rFonts w:eastAsiaTheme="minorHAnsi"/>
          <w:rtl/>
        </w:rPr>
        <w:t>صلى‌الله‌عليه‌وآله</w:t>
      </w:r>
      <w:r w:rsidR="00392F82" w:rsidRPr="00392F82">
        <w:rPr>
          <w:rFonts w:eastAsiaTheme="minorHAnsi"/>
          <w:rtl/>
        </w:rPr>
        <w:t xml:space="preserve"> </w:t>
      </w:r>
      <w:r>
        <w:rPr>
          <w:rtl/>
          <w:lang w:bidi="fa-IR"/>
        </w:rPr>
        <w:t>" ليلاً يأمر ولده الإمام الحسن "</w:t>
      </w:r>
      <w:r w:rsidR="003B626A" w:rsidRPr="003B626A">
        <w:rPr>
          <w:rStyle w:val="libAlaemChar"/>
          <w:rtl/>
        </w:rPr>
        <w:t>عليه‌السلام</w:t>
      </w:r>
      <w:r>
        <w:rPr>
          <w:rtl/>
          <w:lang w:bidi="fa-IR"/>
        </w:rPr>
        <w:t>" ببإخماد نور القنديل وحينما سُأل الإمام "</w:t>
      </w:r>
      <w:r w:rsidR="003B626A" w:rsidRPr="003B626A">
        <w:rPr>
          <w:rStyle w:val="libAlaemChar"/>
          <w:rtl/>
        </w:rPr>
        <w:t>عليه‌السلام</w:t>
      </w:r>
      <w:r>
        <w:rPr>
          <w:rtl/>
          <w:lang w:bidi="fa-IR"/>
        </w:rPr>
        <w:t>" عن ذلك أجابه: "أخشى أن ينظر أحد إلى شخص أختك زينب".</w:t>
      </w:r>
    </w:p>
    <w:p w14:paraId="2BE3DBCE" w14:textId="77777777" w:rsidR="003B626A" w:rsidRDefault="007A3CB2" w:rsidP="007A3CB2">
      <w:pPr>
        <w:pStyle w:val="libNormal"/>
        <w:rPr>
          <w:lang w:bidi="fa-IR"/>
        </w:rPr>
      </w:pPr>
      <w:r>
        <w:rPr>
          <w:rtl/>
          <w:lang w:bidi="fa-IR"/>
        </w:rPr>
        <w:t>الإلفات إلى وجوب الحجاب على النساء وأهميته في الإسلام.</w:t>
      </w:r>
    </w:p>
    <w:p w14:paraId="5F74346B" w14:textId="77777777" w:rsidR="003B626A" w:rsidRDefault="007A3CB2" w:rsidP="007A3CB2">
      <w:pPr>
        <w:pStyle w:val="libNormal"/>
        <w:rPr>
          <w:lang w:bidi="fa-IR"/>
        </w:rPr>
      </w:pPr>
      <w:r>
        <w:rPr>
          <w:rtl/>
          <w:lang w:bidi="fa-IR"/>
        </w:rPr>
        <w:t>﴿</w:t>
      </w:r>
      <w:r w:rsidR="00392F82" w:rsidRPr="00392F82">
        <w:rPr>
          <w:rStyle w:val="libAieChar"/>
          <w:rFonts w:hint="cs"/>
          <w:rtl/>
        </w:rPr>
        <w:t xml:space="preserve"> </w:t>
      </w:r>
      <w:r w:rsidRPr="00392F82">
        <w:rPr>
          <w:rStyle w:val="libAieChar"/>
          <w:rtl/>
        </w:rPr>
        <w:t>يَا أَيُّهَا النَّبِيُّ قُل لِّأَزْوَاجِكَ وَبَنَاتِكَ وَنِسَاء الْمُؤْمِنِينَ يُدْنِينَ عَلَيْهِنَّ مِن جَلَابِيبِهِنَّ ذَلِكَ أَدْنَى أَن يُعْرَفْنَ فَلَا يُؤْذَيْنَ</w:t>
      </w:r>
      <w:r w:rsidR="00392F82" w:rsidRPr="00392F82">
        <w:rPr>
          <w:rStyle w:val="libAieChar"/>
          <w:rFonts w:hint="cs"/>
          <w:rtl/>
        </w:rPr>
        <w:t xml:space="preserve"> </w:t>
      </w:r>
      <w:r>
        <w:rPr>
          <w:rtl/>
          <w:lang w:bidi="fa-IR"/>
        </w:rPr>
        <w:t>﴾.</w:t>
      </w:r>
    </w:p>
    <w:p w14:paraId="080BCAC3" w14:textId="77777777" w:rsidR="007A3CB2" w:rsidRDefault="007A3CB2" w:rsidP="007A3CB2">
      <w:pPr>
        <w:pStyle w:val="libNormal"/>
        <w:rPr>
          <w:lang w:bidi="fa-IR"/>
        </w:rPr>
      </w:pPr>
      <w:r>
        <w:rPr>
          <w:rtl/>
          <w:lang w:bidi="fa-IR"/>
        </w:rPr>
        <w:t>4</w:t>
      </w:r>
      <w:r w:rsidR="003B626A">
        <w:rPr>
          <w:rtl/>
          <w:lang w:bidi="fa-IR"/>
        </w:rPr>
        <w:t>-</w:t>
      </w:r>
      <w:r>
        <w:rPr>
          <w:rtl/>
          <w:lang w:bidi="fa-IR"/>
        </w:rPr>
        <w:t xml:space="preserve"> مجاهدة:</w:t>
      </w:r>
    </w:p>
    <w:p w14:paraId="476E3ECE" w14:textId="77777777" w:rsidR="003B626A" w:rsidRDefault="007A3CB2" w:rsidP="007A3CB2">
      <w:pPr>
        <w:pStyle w:val="libNormal"/>
        <w:rPr>
          <w:lang w:bidi="fa-IR"/>
        </w:rPr>
      </w:pPr>
      <w:r>
        <w:rPr>
          <w:rtl/>
          <w:lang w:bidi="fa-IR"/>
        </w:rPr>
        <w:t>دور السيدة زينب "</w:t>
      </w:r>
      <w:r w:rsidR="00F83AC1" w:rsidRPr="00F83AC1">
        <w:rPr>
          <w:rStyle w:val="libAlaemChar"/>
          <w:rtl/>
        </w:rPr>
        <w:t>عليها‌السلام</w:t>
      </w:r>
      <w:r>
        <w:rPr>
          <w:rtl/>
          <w:lang w:bidi="fa-IR"/>
        </w:rPr>
        <w:t>" في نشر الثقافة العاشورائية: في الكوفة والشام والمدينة.</w:t>
      </w:r>
    </w:p>
    <w:p w14:paraId="6B6C45DE" w14:textId="77777777" w:rsidR="007A3CB2" w:rsidRDefault="007A3CB2" w:rsidP="007A3CB2">
      <w:pPr>
        <w:pStyle w:val="libNormal"/>
        <w:rPr>
          <w:lang w:bidi="fa-IR"/>
        </w:rPr>
      </w:pPr>
      <w:r>
        <w:rPr>
          <w:rtl/>
          <w:lang w:bidi="fa-IR"/>
        </w:rPr>
        <w:t>قالت في الكوفة: "يا أهل الكوفة، يا أهل الختل والغدر أتبكون، فلا رقأت الدمعة ولا هدأت الرنة،.. ألا بئس ما قدمت لكم أنفسكم أن سخط الله عليكم وفي العذاب أنتم خالدون..".</w:t>
      </w:r>
    </w:p>
    <w:p w14:paraId="33C1381B" w14:textId="77777777" w:rsidR="007A3CB2" w:rsidRDefault="003B626A" w:rsidP="007A3CB2">
      <w:pPr>
        <w:pStyle w:val="libNormal"/>
        <w:rPr>
          <w:lang w:bidi="fa-IR"/>
        </w:rPr>
      </w:pPr>
      <w:r>
        <w:rPr>
          <w:rtl/>
          <w:lang w:bidi="fa-IR"/>
        </w:rPr>
        <w:br w:type="page"/>
      </w:r>
    </w:p>
    <w:p w14:paraId="1692315D" w14:textId="77777777" w:rsidR="003B626A" w:rsidRDefault="007A3CB2" w:rsidP="007A3CB2">
      <w:pPr>
        <w:pStyle w:val="libNormal"/>
        <w:rPr>
          <w:lang w:bidi="fa-IR"/>
        </w:rPr>
      </w:pPr>
      <w:r>
        <w:rPr>
          <w:rtl/>
          <w:lang w:bidi="fa-IR"/>
        </w:rPr>
        <w:lastRenderedPageBreak/>
        <w:t>قالت ليزيد: "فكد كيدك، واسع سعيك، وناصب جهدك، فو الله لا تمحو ذكرنا ولا تميت وحينا".</w:t>
      </w:r>
    </w:p>
    <w:p w14:paraId="017C7031" w14:textId="77777777" w:rsidR="003B626A" w:rsidRDefault="007A3CB2" w:rsidP="007A3CB2">
      <w:pPr>
        <w:pStyle w:val="libNormal"/>
        <w:rPr>
          <w:lang w:bidi="fa-IR"/>
        </w:rPr>
      </w:pPr>
      <w:r>
        <w:rPr>
          <w:rtl/>
          <w:lang w:bidi="fa-IR"/>
        </w:rPr>
        <w:t>* رغم كون السيدة زينب "</w:t>
      </w:r>
      <w:r w:rsidR="00F83AC1" w:rsidRPr="00F83AC1">
        <w:rPr>
          <w:rStyle w:val="libAlaemChar"/>
          <w:rtl/>
        </w:rPr>
        <w:t>عليها‌السلام</w:t>
      </w:r>
      <w:r>
        <w:rPr>
          <w:rtl/>
          <w:lang w:bidi="fa-IR"/>
        </w:rPr>
        <w:t>" عالمة غير معلمة وقد تجاوزت الخمسين من عمرها، لكنها كانت بعد شهادة أخيها تعلم أن إمامها هم ابن أخيها الشاب الإمام زين العابدين "</w:t>
      </w:r>
      <w:r w:rsidR="003B626A" w:rsidRPr="003B626A">
        <w:rPr>
          <w:rStyle w:val="libAlaemChar"/>
          <w:rtl/>
        </w:rPr>
        <w:t>عليه‌السلام</w:t>
      </w:r>
      <w:r>
        <w:rPr>
          <w:rtl/>
          <w:lang w:bidi="fa-IR"/>
        </w:rPr>
        <w:t>" لذا لم تتفرد بالقرار، وذهبت إلى الإمام السجاد وسألته ما نفعل يا ابن أخي؟.</w:t>
      </w:r>
    </w:p>
    <w:p w14:paraId="1DE8AC25" w14:textId="77777777" w:rsidR="003B626A" w:rsidRDefault="007A3CB2" w:rsidP="007A3CB2">
      <w:pPr>
        <w:pStyle w:val="libNormal"/>
        <w:rPr>
          <w:lang w:bidi="fa-IR"/>
        </w:rPr>
      </w:pPr>
      <w:r>
        <w:rPr>
          <w:rtl/>
          <w:lang w:bidi="fa-IR"/>
        </w:rPr>
        <w:t>ج</w:t>
      </w:r>
      <w:r w:rsidR="003B626A">
        <w:rPr>
          <w:rtl/>
          <w:lang w:bidi="fa-IR"/>
        </w:rPr>
        <w:t>-</w:t>
      </w:r>
      <w:r>
        <w:rPr>
          <w:rtl/>
          <w:lang w:bidi="fa-IR"/>
        </w:rPr>
        <w:t xml:space="preserve"> زينبيات العصر:</w:t>
      </w:r>
    </w:p>
    <w:p w14:paraId="0220BE98" w14:textId="77777777" w:rsidR="003B626A" w:rsidRDefault="007A3CB2" w:rsidP="007A3CB2">
      <w:pPr>
        <w:pStyle w:val="libNormal"/>
        <w:rPr>
          <w:lang w:bidi="fa-IR"/>
        </w:rPr>
      </w:pPr>
      <w:r>
        <w:rPr>
          <w:rtl/>
          <w:lang w:bidi="fa-IR"/>
        </w:rPr>
        <w:t>الإضاءة على دور المرأة في مقاومة الاحتلال الصهيوني.</w:t>
      </w:r>
    </w:p>
    <w:p w14:paraId="3D3C8035" w14:textId="77777777" w:rsidR="007A3CB2" w:rsidRDefault="007A3CB2" w:rsidP="00392F82">
      <w:pPr>
        <w:pStyle w:val="libBold1"/>
        <w:rPr>
          <w:lang w:bidi="fa-IR"/>
        </w:rPr>
      </w:pPr>
      <w:r>
        <w:rPr>
          <w:rtl/>
          <w:lang w:bidi="fa-IR"/>
        </w:rPr>
        <w:t>مراجع للإستفادة:</w:t>
      </w:r>
    </w:p>
    <w:p w14:paraId="550F4F2E" w14:textId="77777777" w:rsidR="003B626A" w:rsidRDefault="003B626A" w:rsidP="007A3CB2">
      <w:pPr>
        <w:pStyle w:val="libNormal"/>
        <w:rPr>
          <w:lang w:bidi="fa-IR"/>
        </w:rPr>
      </w:pPr>
      <w:r>
        <w:rPr>
          <w:rtl/>
          <w:lang w:bidi="fa-IR"/>
        </w:rPr>
        <w:t>-</w:t>
      </w:r>
      <w:r w:rsidR="007A3CB2">
        <w:rPr>
          <w:rtl/>
          <w:lang w:bidi="fa-IR"/>
        </w:rPr>
        <w:t xml:space="preserve"> مقتل الإمام الحسين "</w:t>
      </w:r>
      <w:r w:rsidRPr="003B626A">
        <w:rPr>
          <w:rStyle w:val="libAlaemChar"/>
          <w:rtl/>
        </w:rPr>
        <w:t>عليه‌السلام</w:t>
      </w:r>
      <w:r w:rsidR="007A3CB2">
        <w:rPr>
          <w:rtl/>
          <w:lang w:bidi="fa-IR"/>
        </w:rPr>
        <w:t>"، المقرَّم.</w:t>
      </w:r>
    </w:p>
    <w:p w14:paraId="475D694F" w14:textId="77777777" w:rsidR="007A3CB2" w:rsidRDefault="003B626A" w:rsidP="007A3CB2">
      <w:pPr>
        <w:pStyle w:val="libNormal"/>
        <w:rPr>
          <w:lang w:bidi="fa-IR"/>
        </w:rPr>
      </w:pPr>
      <w:r>
        <w:rPr>
          <w:rtl/>
          <w:lang w:bidi="fa-IR"/>
        </w:rPr>
        <w:t>-</w:t>
      </w:r>
      <w:r w:rsidR="007A3CB2">
        <w:rPr>
          <w:rtl/>
          <w:lang w:bidi="fa-IR"/>
        </w:rPr>
        <w:t xml:space="preserve"> زينب الكبرى، الشيخ جعفر النقدي.</w:t>
      </w:r>
    </w:p>
    <w:p w14:paraId="659DCE1E" w14:textId="77777777" w:rsidR="007A3CB2" w:rsidRDefault="003B626A" w:rsidP="007A3CB2">
      <w:pPr>
        <w:pStyle w:val="libNormal"/>
        <w:rPr>
          <w:lang w:bidi="fa-IR"/>
        </w:rPr>
      </w:pPr>
      <w:r>
        <w:rPr>
          <w:rtl/>
          <w:lang w:bidi="fa-IR"/>
        </w:rPr>
        <w:br w:type="page"/>
      </w:r>
    </w:p>
    <w:p w14:paraId="71F94D9B" w14:textId="77777777" w:rsidR="007A3CB2" w:rsidRDefault="007A3CB2" w:rsidP="000668ED">
      <w:pPr>
        <w:pStyle w:val="Heading2Center"/>
        <w:rPr>
          <w:lang w:bidi="fa-IR"/>
        </w:rPr>
      </w:pPr>
      <w:bookmarkStart w:id="9" w:name="_Toc12609718"/>
      <w:r>
        <w:rPr>
          <w:rtl/>
          <w:lang w:bidi="fa-IR"/>
        </w:rPr>
        <w:lastRenderedPageBreak/>
        <w:t>الليلة السابعة</w:t>
      </w:r>
      <w:bookmarkEnd w:id="9"/>
    </w:p>
    <w:p w14:paraId="0423250E" w14:textId="77777777" w:rsidR="007A3CB2" w:rsidRDefault="007A3CB2" w:rsidP="000668ED">
      <w:pPr>
        <w:pStyle w:val="libBold1"/>
        <w:rPr>
          <w:lang w:bidi="fa-IR"/>
        </w:rPr>
      </w:pPr>
      <w:r>
        <w:rPr>
          <w:rtl/>
          <w:lang w:bidi="fa-IR"/>
        </w:rPr>
        <w:t>عنوان المحاضرة:</w:t>
      </w:r>
    </w:p>
    <w:p w14:paraId="5351335F" w14:textId="77777777" w:rsidR="007A3CB2" w:rsidRDefault="007A3CB2" w:rsidP="000668ED">
      <w:pPr>
        <w:pStyle w:val="libCenterBold1"/>
        <w:rPr>
          <w:lang w:bidi="fa-IR"/>
        </w:rPr>
      </w:pPr>
      <w:r>
        <w:rPr>
          <w:rtl/>
          <w:lang w:bidi="fa-IR"/>
        </w:rPr>
        <w:t>الإيثار</w:t>
      </w:r>
    </w:p>
    <w:p w14:paraId="6D2CA092" w14:textId="77777777" w:rsidR="007A3CB2" w:rsidRDefault="007A3CB2" w:rsidP="000668ED">
      <w:pPr>
        <w:pStyle w:val="libBold1"/>
        <w:rPr>
          <w:lang w:bidi="fa-IR"/>
        </w:rPr>
      </w:pPr>
      <w:r>
        <w:rPr>
          <w:rtl/>
          <w:lang w:bidi="fa-IR"/>
        </w:rPr>
        <w:t>الهدف:</w:t>
      </w:r>
    </w:p>
    <w:p w14:paraId="6418F1CE" w14:textId="77777777" w:rsidR="003B626A" w:rsidRDefault="007A3CB2" w:rsidP="007A3CB2">
      <w:pPr>
        <w:pStyle w:val="libNormal"/>
        <w:rPr>
          <w:lang w:bidi="fa-IR"/>
        </w:rPr>
      </w:pPr>
      <w:r>
        <w:rPr>
          <w:rtl/>
          <w:lang w:bidi="fa-IR"/>
        </w:rPr>
        <w:t>تحفيز الناس على الإيثار بما يحبون في سبيل الله تعالى.</w:t>
      </w:r>
    </w:p>
    <w:p w14:paraId="2C0153EA" w14:textId="77777777" w:rsidR="007A3CB2" w:rsidRDefault="007A3CB2" w:rsidP="000668ED">
      <w:pPr>
        <w:pStyle w:val="libBold1"/>
        <w:rPr>
          <w:lang w:bidi="fa-IR"/>
        </w:rPr>
      </w:pPr>
      <w:r>
        <w:rPr>
          <w:rtl/>
          <w:lang w:bidi="fa-IR"/>
        </w:rPr>
        <w:t>تصدير الموضوع:</w:t>
      </w:r>
    </w:p>
    <w:p w14:paraId="49FCF6F3" w14:textId="77777777" w:rsidR="003B626A" w:rsidRDefault="007A3CB2" w:rsidP="007A3CB2">
      <w:pPr>
        <w:pStyle w:val="libNormal"/>
        <w:rPr>
          <w:lang w:bidi="fa-IR"/>
        </w:rPr>
      </w:pPr>
      <w:r>
        <w:rPr>
          <w:rtl/>
          <w:lang w:bidi="fa-IR"/>
        </w:rPr>
        <w:t>قال تعالى: ﴿</w:t>
      </w:r>
      <w:r w:rsidR="000668ED" w:rsidRPr="000668ED">
        <w:rPr>
          <w:rStyle w:val="libAieChar"/>
          <w:rFonts w:hint="cs"/>
          <w:rtl/>
        </w:rPr>
        <w:t xml:space="preserve"> </w:t>
      </w:r>
      <w:r w:rsidRPr="000668ED">
        <w:rPr>
          <w:rStyle w:val="libAieChar"/>
          <w:rtl/>
        </w:rPr>
        <w:t>وَيُؤْثِرُونَ عَلَى أَنفُسِهِمْ وَلَوْ كَانَ بِهِمْ خَصَاصَةٌ</w:t>
      </w:r>
      <w:r w:rsidR="000668ED" w:rsidRPr="000668ED">
        <w:rPr>
          <w:rStyle w:val="libAieChar"/>
          <w:rFonts w:hint="cs"/>
          <w:rtl/>
        </w:rPr>
        <w:t xml:space="preserve"> </w:t>
      </w:r>
      <w:r>
        <w:rPr>
          <w:rtl/>
          <w:lang w:bidi="fa-IR"/>
        </w:rPr>
        <w:t xml:space="preserve">﴾ </w:t>
      </w:r>
      <w:r w:rsidRPr="003B626A">
        <w:rPr>
          <w:rStyle w:val="libFootnotenumChar"/>
          <w:rtl/>
        </w:rPr>
        <w:t>(1)</w:t>
      </w:r>
    </w:p>
    <w:p w14:paraId="089A91F0" w14:textId="77777777" w:rsidR="007A3CB2" w:rsidRDefault="007A3CB2" w:rsidP="000668ED">
      <w:pPr>
        <w:pStyle w:val="libBold1"/>
        <w:rPr>
          <w:lang w:bidi="fa-IR"/>
        </w:rPr>
      </w:pPr>
      <w:r>
        <w:rPr>
          <w:rtl/>
          <w:lang w:bidi="fa-IR"/>
        </w:rPr>
        <w:t>محاور الموضوع:</w:t>
      </w:r>
    </w:p>
    <w:p w14:paraId="2CDD4682" w14:textId="77777777" w:rsidR="003B626A" w:rsidRDefault="007A3CB2" w:rsidP="000668ED">
      <w:pPr>
        <w:pStyle w:val="libBold1"/>
        <w:rPr>
          <w:lang w:bidi="fa-IR"/>
        </w:rPr>
      </w:pPr>
      <w:r>
        <w:rPr>
          <w:rtl/>
          <w:lang w:bidi="fa-IR"/>
        </w:rPr>
        <w:t>أ</w:t>
      </w:r>
      <w:r w:rsidR="003B626A">
        <w:rPr>
          <w:rtl/>
          <w:lang w:bidi="fa-IR"/>
        </w:rPr>
        <w:t>-</w:t>
      </w:r>
      <w:r>
        <w:rPr>
          <w:rtl/>
          <w:lang w:bidi="fa-IR"/>
        </w:rPr>
        <w:t xml:space="preserve"> معنى الإيثار:</w:t>
      </w:r>
    </w:p>
    <w:p w14:paraId="3FE6A40C" w14:textId="77777777" w:rsidR="003B626A" w:rsidRDefault="007A3CB2" w:rsidP="007A3CB2">
      <w:pPr>
        <w:pStyle w:val="libNormal"/>
        <w:rPr>
          <w:lang w:bidi="fa-IR"/>
        </w:rPr>
      </w:pPr>
      <w:r>
        <w:rPr>
          <w:rtl/>
          <w:lang w:bidi="fa-IR"/>
        </w:rPr>
        <w:t>إيثار الشي‏ء تفضيله على غيره، فإيثار الغير بمعنى تقديم الغير على النفس.</w:t>
      </w:r>
    </w:p>
    <w:p w14:paraId="0E302A64" w14:textId="77777777" w:rsidR="003B626A" w:rsidRDefault="007A3CB2" w:rsidP="000668ED">
      <w:pPr>
        <w:pStyle w:val="libBold1"/>
        <w:rPr>
          <w:lang w:bidi="fa-IR"/>
        </w:rPr>
      </w:pPr>
      <w:r>
        <w:rPr>
          <w:rtl/>
          <w:lang w:bidi="fa-IR"/>
        </w:rPr>
        <w:t>ب</w:t>
      </w:r>
      <w:r w:rsidR="003B626A">
        <w:rPr>
          <w:rtl/>
          <w:lang w:bidi="fa-IR"/>
        </w:rPr>
        <w:t>-</w:t>
      </w:r>
      <w:r>
        <w:rPr>
          <w:rtl/>
          <w:lang w:bidi="fa-IR"/>
        </w:rPr>
        <w:t xml:space="preserve"> مكانة الإيثار:</w:t>
      </w:r>
    </w:p>
    <w:p w14:paraId="68D7037C" w14:textId="77777777" w:rsidR="003B626A" w:rsidRDefault="007A3CB2" w:rsidP="007A3CB2">
      <w:pPr>
        <w:pStyle w:val="libNormal"/>
        <w:rPr>
          <w:lang w:bidi="fa-IR"/>
        </w:rPr>
      </w:pPr>
      <w:r>
        <w:rPr>
          <w:rtl/>
          <w:lang w:bidi="fa-IR"/>
        </w:rPr>
        <w:t>عن أمير المؤمنين "</w:t>
      </w:r>
      <w:r w:rsidR="003B626A" w:rsidRPr="003B626A">
        <w:rPr>
          <w:rStyle w:val="libAlaemChar"/>
          <w:rtl/>
        </w:rPr>
        <w:t>عليه‌السلام</w:t>
      </w:r>
      <w:r>
        <w:rPr>
          <w:rtl/>
          <w:lang w:bidi="fa-IR"/>
        </w:rPr>
        <w:t>":</w:t>
      </w:r>
    </w:p>
    <w:p w14:paraId="1BAD9EFD" w14:textId="77777777" w:rsidR="003B626A" w:rsidRDefault="007A3CB2" w:rsidP="007A3CB2">
      <w:pPr>
        <w:pStyle w:val="libNormal"/>
        <w:rPr>
          <w:lang w:bidi="fa-IR"/>
        </w:rPr>
      </w:pPr>
      <w:r>
        <w:rPr>
          <w:rtl/>
          <w:lang w:bidi="fa-IR"/>
        </w:rPr>
        <w:t>"الإيثار أعلى الإيمان".</w:t>
      </w:r>
    </w:p>
    <w:p w14:paraId="6EB91BCF" w14:textId="77777777" w:rsidR="007A3CB2" w:rsidRDefault="007A3CB2" w:rsidP="007A3CB2">
      <w:pPr>
        <w:pStyle w:val="libNormal"/>
        <w:rPr>
          <w:lang w:bidi="fa-IR"/>
        </w:rPr>
      </w:pPr>
      <w:r>
        <w:rPr>
          <w:rtl/>
          <w:lang w:bidi="fa-IR"/>
        </w:rPr>
        <w:t>"الإيثار أشرف الكرم".</w:t>
      </w:r>
    </w:p>
    <w:p w14:paraId="4E6CD47A" w14:textId="77777777" w:rsidR="000668ED" w:rsidRDefault="000668ED" w:rsidP="000668ED">
      <w:pPr>
        <w:pStyle w:val="libLine"/>
        <w:rPr>
          <w:lang w:bidi="fa-IR"/>
        </w:rPr>
      </w:pPr>
      <w:r>
        <w:rPr>
          <w:rtl/>
          <w:lang w:bidi="fa-IR"/>
        </w:rPr>
        <w:t>____________________</w:t>
      </w:r>
    </w:p>
    <w:p w14:paraId="402024F6" w14:textId="77777777" w:rsidR="000668ED" w:rsidRDefault="000668ED" w:rsidP="000668ED">
      <w:pPr>
        <w:pStyle w:val="libFootnote0"/>
        <w:rPr>
          <w:lang w:bidi="fa-IR"/>
        </w:rPr>
      </w:pPr>
      <w:r>
        <w:rPr>
          <w:rtl/>
          <w:lang w:bidi="fa-IR"/>
        </w:rPr>
        <w:t>1-</w:t>
      </w:r>
      <w:r>
        <w:rPr>
          <w:rFonts w:hint="cs"/>
          <w:rtl/>
          <w:lang w:bidi="fa-IR"/>
        </w:rPr>
        <w:t xml:space="preserve"> </w:t>
      </w:r>
      <w:r>
        <w:rPr>
          <w:rtl/>
          <w:lang w:bidi="fa-IR"/>
        </w:rPr>
        <w:t>الحشر،9.</w:t>
      </w:r>
    </w:p>
    <w:p w14:paraId="2C36C6A3" w14:textId="77777777" w:rsidR="007A3CB2" w:rsidRDefault="003B626A" w:rsidP="007A3CB2">
      <w:pPr>
        <w:pStyle w:val="libNormal"/>
        <w:rPr>
          <w:lang w:bidi="fa-IR"/>
        </w:rPr>
      </w:pPr>
      <w:r>
        <w:rPr>
          <w:rtl/>
          <w:lang w:bidi="fa-IR"/>
        </w:rPr>
        <w:br w:type="page"/>
      </w:r>
    </w:p>
    <w:p w14:paraId="4C6F29D0" w14:textId="77777777" w:rsidR="003B626A" w:rsidRDefault="007A3CB2" w:rsidP="007A3CB2">
      <w:pPr>
        <w:pStyle w:val="libNormal"/>
        <w:rPr>
          <w:lang w:bidi="fa-IR"/>
        </w:rPr>
      </w:pPr>
      <w:r>
        <w:rPr>
          <w:rtl/>
          <w:lang w:bidi="fa-IR"/>
        </w:rPr>
        <w:lastRenderedPageBreak/>
        <w:t>"الإيثار أفضل عبادة وأجمل سيادة".</w:t>
      </w:r>
    </w:p>
    <w:p w14:paraId="5FA3FF28" w14:textId="77777777" w:rsidR="003B626A" w:rsidRDefault="007A3CB2" w:rsidP="007A3CB2">
      <w:pPr>
        <w:pStyle w:val="libNormal"/>
        <w:rPr>
          <w:lang w:bidi="fa-IR"/>
        </w:rPr>
      </w:pPr>
      <w:r>
        <w:rPr>
          <w:rtl/>
          <w:lang w:bidi="fa-IR"/>
        </w:rPr>
        <w:t>روي أن الله تعالى أوحى لنبيه موسى "</w:t>
      </w:r>
      <w:r w:rsidR="003B626A" w:rsidRPr="003B626A">
        <w:rPr>
          <w:rStyle w:val="libAlaemChar"/>
          <w:rtl/>
        </w:rPr>
        <w:t>عليه‌السلام</w:t>
      </w:r>
      <w:r>
        <w:rPr>
          <w:rtl/>
          <w:lang w:bidi="fa-IR"/>
        </w:rPr>
        <w:t>": "يا موسى لا يأتيني أحد منهم قد عمل به (أي بالإيثار) وقتاً من عمره إلا استحييت من محاسبته وبوأته من جنتي حيث يشاء".</w:t>
      </w:r>
    </w:p>
    <w:p w14:paraId="31807F45" w14:textId="77777777" w:rsidR="003B626A" w:rsidRDefault="007A3CB2" w:rsidP="00F06483">
      <w:pPr>
        <w:pStyle w:val="libBold1"/>
        <w:rPr>
          <w:lang w:bidi="fa-IR"/>
        </w:rPr>
      </w:pPr>
      <w:r>
        <w:rPr>
          <w:rtl/>
          <w:lang w:bidi="fa-IR"/>
        </w:rPr>
        <w:t>ج</w:t>
      </w:r>
      <w:r w:rsidR="003B626A">
        <w:rPr>
          <w:rtl/>
          <w:lang w:bidi="fa-IR"/>
        </w:rPr>
        <w:t>-</w:t>
      </w:r>
      <w:r>
        <w:rPr>
          <w:rtl/>
          <w:lang w:bidi="fa-IR"/>
        </w:rPr>
        <w:t xml:space="preserve"> صفات المؤثرين:</w:t>
      </w:r>
    </w:p>
    <w:p w14:paraId="299F3676" w14:textId="77777777" w:rsidR="003B626A" w:rsidRDefault="007A3CB2" w:rsidP="007A3CB2">
      <w:pPr>
        <w:pStyle w:val="libNormal"/>
        <w:rPr>
          <w:lang w:bidi="fa-IR"/>
        </w:rPr>
      </w:pPr>
      <w:r>
        <w:rPr>
          <w:rtl/>
          <w:lang w:bidi="fa-IR"/>
        </w:rPr>
        <w:t>1</w:t>
      </w:r>
      <w:r w:rsidR="003B626A">
        <w:rPr>
          <w:rtl/>
          <w:lang w:bidi="fa-IR"/>
        </w:rPr>
        <w:t>-</w:t>
      </w:r>
      <w:r>
        <w:rPr>
          <w:rtl/>
          <w:lang w:bidi="fa-IR"/>
        </w:rPr>
        <w:t xml:space="preserve"> كاملون: عن الإمام الصادق "</w:t>
      </w:r>
      <w:r w:rsidR="003B626A" w:rsidRPr="003B626A">
        <w:rPr>
          <w:rStyle w:val="libAlaemChar"/>
          <w:rtl/>
        </w:rPr>
        <w:t>عليه‌السلام</w:t>
      </w:r>
      <w:r>
        <w:rPr>
          <w:rtl/>
          <w:lang w:bidi="fa-IR"/>
        </w:rPr>
        <w:t>" في وصف الكاملين من المؤمنين: "هم البررة بالإخوة في حال العسر واليسر، المؤثرون على أنفسهم في حال العسر كذلك وصفهم الله تعالى﴿</w:t>
      </w:r>
      <w:r w:rsidR="00F06483" w:rsidRPr="00F06483">
        <w:rPr>
          <w:rStyle w:val="libAieChar"/>
          <w:rFonts w:hint="cs"/>
          <w:rtl/>
        </w:rPr>
        <w:t xml:space="preserve"> </w:t>
      </w:r>
      <w:r w:rsidRPr="00F06483">
        <w:rPr>
          <w:rStyle w:val="libAieChar"/>
          <w:rtl/>
        </w:rPr>
        <w:t>وَيُؤْثِرُونَ عَلَى أَنفُسِهِمْ</w:t>
      </w:r>
      <w:r w:rsidR="00F06483" w:rsidRPr="00F06483">
        <w:rPr>
          <w:rStyle w:val="libAieChar"/>
          <w:rFonts w:hint="cs"/>
          <w:rtl/>
        </w:rPr>
        <w:t xml:space="preserve"> </w:t>
      </w:r>
      <w:r>
        <w:rPr>
          <w:rtl/>
          <w:lang w:bidi="fa-IR"/>
        </w:rPr>
        <w:t>﴾.</w:t>
      </w:r>
    </w:p>
    <w:p w14:paraId="5BF90FC7" w14:textId="77777777" w:rsidR="003B626A" w:rsidRDefault="007A3CB2" w:rsidP="007A3CB2">
      <w:pPr>
        <w:pStyle w:val="libNormal"/>
        <w:rPr>
          <w:lang w:bidi="fa-IR"/>
        </w:rPr>
      </w:pPr>
      <w:r>
        <w:rPr>
          <w:rtl/>
          <w:lang w:bidi="fa-IR"/>
        </w:rPr>
        <w:t>2</w:t>
      </w:r>
      <w:r w:rsidR="003B626A">
        <w:rPr>
          <w:rtl/>
          <w:lang w:bidi="fa-IR"/>
        </w:rPr>
        <w:t>-</w:t>
      </w:r>
      <w:r>
        <w:rPr>
          <w:rtl/>
          <w:lang w:bidi="fa-IR"/>
        </w:rPr>
        <w:t xml:space="preserve"> أهل الأعراف: عن الإمام علي "</w:t>
      </w:r>
      <w:r w:rsidR="003B626A" w:rsidRPr="003B626A">
        <w:rPr>
          <w:rStyle w:val="libAlaemChar"/>
          <w:rtl/>
        </w:rPr>
        <w:t>عليه‌السلام</w:t>
      </w:r>
      <w:r>
        <w:rPr>
          <w:rtl/>
          <w:lang w:bidi="fa-IR"/>
        </w:rPr>
        <w:t>": "المؤثرون رجال من الأعراف".</w:t>
      </w:r>
    </w:p>
    <w:p w14:paraId="7CDF26FF" w14:textId="77777777" w:rsidR="003B626A" w:rsidRDefault="007A3CB2" w:rsidP="00F06483">
      <w:pPr>
        <w:pStyle w:val="libBold1"/>
        <w:rPr>
          <w:lang w:bidi="fa-IR"/>
        </w:rPr>
      </w:pPr>
      <w:r>
        <w:rPr>
          <w:rtl/>
          <w:lang w:bidi="fa-IR"/>
        </w:rPr>
        <w:t>د</w:t>
      </w:r>
      <w:r w:rsidR="003B626A">
        <w:rPr>
          <w:rtl/>
          <w:lang w:bidi="fa-IR"/>
        </w:rPr>
        <w:t>-</w:t>
      </w:r>
      <w:r>
        <w:rPr>
          <w:rtl/>
          <w:lang w:bidi="fa-IR"/>
        </w:rPr>
        <w:t xml:space="preserve"> كيف نصل إلى أهل الإيثار:</w:t>
      </w:r>
    </w:p>
    <w:p w14:paraId="17E7FF72" w14:textId="77777777" w:rsidR="007A3CB2" w:rsidRDefault="007A3CB2" w:rsidP="00F06483">
      <w:pPr>
        <w:pStyle w:val="libNormal"/>
        <w:rPr>
          <w:lang w:bidi="fa-IR"/>
        </w:rPr>
      </w:pPr>
      <w:r>
        <w:rPr>
          <w:rtl/>
          <w:lang w:bidi="fa-IR"/>
        </w:rPr>
        <w:t>1</w:t>
      </w:r>
      <w:r w:rsidR="003B626A">
        <w:rPr>
          <w:rtl/>
          <w:lang w:bidi="fa-IR"/>
        </w:rPr>
        <w:t>-</w:t>
      </w:r>
      <w:r>
        <w:rPr>
          <w:rtl/>
          <w:lang w:bidi="fa-IR"/>
        </w:rPr>
        <w:t xml:space="preserve"> اليقين بفضل الله تعالى، فعن الرسول الأكرم‏"</w:t>
      </w:r>
      <w:r w:rsidR="00F06483" w:rsidRPr="009B7A78">
        <w:rPr>
          <w:rFonts w:eastAsiaTheme="minorHAnsi"/>
          <w:rtl/>
        </w:rPr>
        <w:t xml:space="preserve"> </w:t>
      </w:r>
      <w:r w:rsidR="00F06483" w:rsidRPr="00F06483">
        <w:rPr>
          <w:rStyle w:val="libAlaemChar"/>
          <w:rFonts w:eastAsiaTheme="minorHAnsi"/>
          <w:rtl/>
        </w:rPr>
        <w:t>صلى‌الله‌عليه‌وآله</w:t>
      </w:r>
      <w:r w:rsidR="00F06483" w:rsidRPr="009B7A78">
        <w:rPr>
          <w:rFonts w:eastAsiaTheme="minorHAnsi"/>
          <w:rtl/>
        </w:rPr>
        <w:t xml:space="preserve"> </w:t>
      </w:r>
      <w:r>
        <w:rPr>
          <w:rtl/>
          <w:lang w:bidi="fa-IR"/>
        </w:rPr>
        <w:t>": "من أيقن بالخلف سخت نفسه بالنفقة".</w:t>
      </w:r>
    </w:p>
    <w:p w14:paraId="3A3F872A" w14:textId="77777777" w:rsidR="007A3CB2" w:rsidRDefault="003B626A" w:rsidP="007A3CB2">
      <w:pPr>
        <w:pStyle w:val="libNormal"/>
        <w:rPr>
          <w:lang w:bidi="fa-IR"/>
        </w:rPr>
      </w:pPr>
      <w:r>
        <w:rPr>
          <w:rtl/>
          <w:lang w:bidi="fa-IR"/>
        </w:rPr>
        <w:br w:type="page"/>
      </w:r>
    </w:p>
    <w:p w14:paraId="32312C6D" w14:textId="77777777" w:rsidR="003B626A" w:rsidRDefault="007A3CB2" w:rsidP="007A3CB2">
      <w:pPr>
        <w:pStyle w:val="libNormal"/>
        <w:rPr>
          <w:lang w:bidi="fa-IR"/>
        </w:rPr>
      </w:pPr>
      <w:r>
        <w:rPr>
          <w:rtl/>
          <w:lang w:bidi="fa-IR"/>
        </w:rPr>
        <w:lastRenderedPageBreak/>
        <w:t>قال الله عز وجل: ﴿</w:t>
      </w:r>
      <w:r w:rsidR="00F23A1B" w:rsidRPr="00F23A1B">
        <w:rPr>
          <w:rStyle w:val="libAieChar"/>
          <w:rFonts w:hint="cs"/>
          <w:rtl/>
        </w:rPr>
        <w:t xml:space="preserve"> </w:t>
      </w:r>
      <w:r w:rsidRPr="00F23A1B">
        <w:rPr>
          <w:rStyle w:val="libAieChar"/>
          <w:rtl/>
        </w:rPr>
        <w:t>وَمَا أَنفَقْتُم مِّن شَيْءٍ فَهُوَ يُخْلِفُهُ وَهُوَ خَيْرُ الرَّازِقِينَ</w:t>
      </w:r>
      <w:r w:rsidR="00F23A1B" w:rsidRPr="00F23A1B">
        <w:rPr>
          <w:rStyle w:val="libAieChar"/>
          <w:rFonts w:hint="cs"/>
          <w:rtl/>
        </w:rPr>
        <w:t xml:space="preserve"> </w:t>
      </w:r>
      <w:r>
        <w:rPr>
          <w:rtl/>
          <w:lang w:bidi="fa-IR"/>
        </w:rPr>
        <w:t>﴾.</w:t>
      </w:r>
    </w:p>
    <w:p w14:paraId="23822718" w14:textId="77777777" w:rsidR="003B626A" w:rsidRDefault="007A3CB2" w:rsidP="007A3CB2">
      <w:pPr>
        <w:pStyle w:val="libNormal"/>
        <w:rPr>
          <w:lang w:bidi="fa-IR"/>
        </w:rPr>
      </w:pPr>
      <w:r>
        <w:rPr>
          <w:rtl/>
          <w:lang w:bidi="fa-IR"/>
        </w:rPr>
        <w:t>2</w:t>
      </w:r>
      <w:r w:rsidR="003B626A">
        <w:rPr>
          <w:rtl/>
          <w:lang w:bidi="fa-IR"/>
        </w:rPr>
        <w:t>-</w:t>
      </w:r>
      <w:r>
        <w:rPr>
          <w:rtl/>
          <w:lang w:bidi="fa-IR"/>
        </w:rPr>
        <w:t xml:space="preserve"> مقارعة هوى النفس، فعن الإمام الصادق‏"</w:t>
      </w:r>
      <w:r w:rsidR="003B626A" w:rsidRPr="003B626A">
        <w:rPr>
          <w:rStyle w:val="libAlaemChar"/>
          <w:rtl/>
        </w:rPr>
        <w:t>عليه‌السلام</w:t>
      </w:r>
      <w:r>
        <w:rPr>
          <w:rtl/>
          <w:lang w:bidi="fa-IR"/>
        </w:rPr>
        <w:t>": "لا تدع النفس وهواها، فإن هواها في رداها، وترك النفس وما تهوى أذاها، وكف النفس عما تهوى دواها".</w:t>
      </w:r>
    </w:p>
    <w:p w14:paraId="532280DC" w14:textId="77777777" w:rsidR="003B626A" w:rsidRDefault="007A3CB2" w:rsidP="00F23A1B">
      <w:pPr>
        <w:pStyle w:val="libBold1"/>
        <w:rPr>
          <w:lang w:bidi="fa-IR"/>
        </w:rPr>
      </w:pPr>
      <w:r>
        <w:rPr>
          <w:rtl/>
          <w:lang w:bidi="fa-IR"/>
        </w:rPr>
        <w:t>ه</w:t>
      </w:r>
      <w:r w:rsidR="003B626A">
        <w:rPr>
          <w:rtl/>
          <w:lang w:bidi="fa-IR"/>
        </w:rPr>
        <w:t>-</w:t>
      </w:r>
      <w:r>
        <w:rPr>
          <w:rtl/>
          <w:lang w:bidi="fa-IR"/>
        </w:rPr>
        <w:t xml:space="preserve"> نماذج أهل الإيثار:</w:t>
      </w:r>
    </w:p>
    <w:p w14:paraId="6DB65A27" w14:textId="77777777" w:rsidR="003B626A" w:rsidRDefault="007A3CB2" w:rsidP="0027052E">
      <w:pPr>
        <w:pStyle w:val="libNormal"/>
        <w:rPr>
          <w:rtl/>
          <w:lang w:bidi="fa-IR"/>
        </w:rPr>
      </w:pPr>
      <w:r>
        <w:rPr>
          <w:rtl/>
          <w:lang w:bidi="fa-IR"/>
        </w:rPr>
        <w:t>1</w:t>
      </w:r>
      <w:r w:rsidR="003B626A">
        <w:rPr>
          <w:rtl/>
          <w:lang w:bidi="fa-IR"/>
        </w:rPr>
        <w:t>-</w:t>
      </w:r>
      <w:r>
        <w:rPr>
          <w:rtl/>
          <w:lang w:bidi="fa-IR"/>
        </w:rPr>
        <w:t xml:space="preserve"> الإمام علي "</w:t>
      </w:r>
      <w:r w:rsidR="003B626A" w:rsidRPr="003B626A">
        <w:rPr>
          <w:rStyle w:val="libAlaemChar"/>
          <w:rtl/>
        </w:rPr>
        <w:t>عليه‌السلام</w:t>
      </w:r>
      <w:r>
        <w:rPr>
          <w:rtl/>
          <w:lang w:bidi="fa-IR"/>
        </w:rPr>
        <w:t>"، الذي آثر حياة رسول الله "</w:t>
      </w:r>
      <w:r w:rsidR="00F06483" w:rsidRPr="00F06483">
        <w:rPr>
          <w:rStyle w:val="libAlaemChar"/>
          <w:rFonts w:eastAsiaTheme="minorHAnsi"/>
          <w:rtl/>
        </w:rPr>
        <w:t xml:space="preserve"> صلى‌الله‌عليه‌وآله</w:t>
      </w:r>
      <w:r w:rsidR="00F06483" w:rsidRPr="009B7A78">
        <w:rPr>
          <w:rFonts w:eastAsiaTheme="minorHAnsi"/>
          <w:rtl/>
        </w:rPr>
        <w:t xml:space="preserve"> </w:t>
      </w:r>
      <w:r>
        <w:rPr>
          <w:rtl/>
          <w:lang w:bidi="fa-IR"/>
        </w:rPr>
        <w:t>" على حياته ليلة مبيته في فراش النبي "</w:t>
      </w:r>
      <w:r w:rsidR="00F06483" w:rsidRPr="00F06483">
        <w:rPr>
          <w:rStyle w:val="libAlaemChar"/>
          <w:rFonts w:eastAsiaTheme="minorHAnsi"/>
          <w:rtl/>
        </w:rPr>
        <w:t xml:space="preserve"> صلى‌الله‌عليه‌وآله</w:t>
      </w:r>
      <w:r w:rsidR="00F06483" w:rsidRPr="009B7A78">
        <w:rPr>
          <w:rFonts w:eastAsiaTheme="minorHAnsi"/>
          <w:rtl/>
        </w:rPr>
        <w:t xml:space="preserve"> </w:t>
      </w:r>
      <w:r>
        <w:rPr>
          <w:rtl/>
          <w:lang w:bidi="fa-IR"/>
        </w:rPr>
        <w:t>"، فباهى الله تعالى به الملائكة وأنزل فيه: ﴿</w:t>
      </w:r>
      <w:r w:rsidR="00F23A1B" w:rsidRPr="00F23A1B">
        <w:rPr>
          <w:rStyle w:val="libAieChar"/>
          <w:rFonts w:hint="cs"/>
          <w:rtl/>
        </w:rPr>
        <w:t xml:space="preserve"> </w:t>
      </w:r>
      <w:r w:rsidRPr="00F23A1B">
        <w:rPr>
          <w:rStyle w:val="libAieChar"/>
          <w:rtl/>
        </w:rPr>
        <w:t>وَمِنَ النَّاسِ مَن يَشْرِي نَفْسَهُ ابْتِغَاء مَرْضَاتِ اللّهِ...</w:t>
      </w:r>
      <w:r w:rsidR="00F23A1B" w:rsidRPr="00F23A1B">
        <w:rPr>
          <w:rStyle w:val="libAieChar"/>
          <w:rFonts w:hint="cs"/>
          <w:rtl/>
        </w:rPr>
        <w:t xml:space="preserve"> </w:t>
      </w:r>
      <w:r>
        <w:rPr>
          <w:rtl/>
          <w:lang w:bidi="fa-IR"/>
        </w:rPr>
        <w:t xml:space="preserve">﴾ </w:t>
      </w:r>
      <w:r w:rsidRPr="003B626A">
        <w:rPr>
          <w:rStyle w:val="libFootnotenumChar"/>
          <w:rtl/>
        </w:rPr>
        <w:t>(</w:t>
      </w:r>
      <w:r w:rsidR="0027052E">
        <w:rPr>
          <w:rStyle w:val="libFootnotenumChar"/>
          <w:rFonts w:hint="cs"/>
          <w:rtl/>
        </w:rPr>
        <w:t>1</w:t>
      </w:r>
      <w:r w:rsidRPr="003B626A">
        <w:rPr>
          <w:rStyle w:val="libFootnotenumChar"/>
          <w:rtl/>
        </w:rPr>
        <w:t>)</w:t>
      </w:r>
    </w:p>
    <w:p w14:paraId="07AD6908" w14:textId="77777777" w:rsidR="003B626A" w:rsidRDefault="007A3CB2" w:rsidP="007A3CB2">
      <w:pPr>
        <w:pStyle w:val="libNormal"/>
        <w:rPr>
          <w:rtl/>
          <w:lang w:bidi="fa-IR"/>
        </w:rPr>
      </w:pPr>
      <w:r>
        <w:rPr>
          <w:rtl/>
          <w:lang w:bidi="fa-IR"/>
        </w:rPr>
        <w:t>2</w:t>
      </w:r>
      <w:r w:rsidR="003B626A">
        <w:rPr>
          <w:rtl/>
          <w:lang w:bidi="fa-IR"/>
        </w:rPr>
        <w:t>-</w:t>
      </w:r>
      <w:r>
        <w:rPr>
          <w:rtl/>
          <w:lang w:bidi="fa-IR"/>
        </w:rPr>
        <w:t xml:space="preserve"> إيثار أهل البيت "</w:t>
      </w:r>
      <w:r w:rsidR="003B626A" w:rsidRPr="003B626A">
        <w:rPr>
          <w:rStyle w:val="libAlaemChar"/>
          <w:rtl/>
        </w:rPr>
        <w:t>عليه‌السلام</w:t>
      </w:r>
      <w:r>
        <w:rPr>
          <w:rtl/>
          <w:lang w:bidi="fa-IR"/>
        </w:rPr>
        <w:t>"، عندما أطعموا المسكين واليتيم والأسير مما يحبون ويحتاجون للإفطار به عندما كانوا صائمين فأنزل الله تعالى فيهم: ﴿</w:t>
      </w:r>
      <w:r w:rsidR="00F23A1B" w:rsidRPr="00F23A1B">
        <w:rPr>
          <w:rStyle w:val="libAieChar"/>
          <w:rFonts w:hint="cs"/>
          <w:rtl/>
        </w:rPr>
        <w:t xml:space="preserve"> </w:t>
      </w:r>
      <w:r w:rsidRPr="00F23A1B">
        <w:rPr>
          <w:rStyle w:val="libAieChar"/>
          <w:rtl/>
        </w:rPr>
        <w:t>وَيُطْعِمُونَ الطَّعَامَ عَلَى حُبِّهِ مِسْكِينًا وَيَتِيمًا وَأَسِيرًا</w:t>
      </w:r>
      <w:r w:rsidR="00F23A1B" w:rsidRPr="00F23A1B">
        <w:rPr>
          <w:rStyle w:val="libAieChar"/>
          <w:rFonts w:hint="cs"/>
          <w:rtl/>
        </w:rPr>
        <w:t xml:space="preserve"> </w:t>
      </w:r>
      <w:r>
        <w:rPr>
          <w:rtl/>
          <w:lang w:bidi="fa-IR"/>
        </w:rPr>
        <w:t>﴾.</w:t>
      </w:r>
    </w:p>
    <w:p w14:paraId="22A309E3" w14:textId="77777777" w:rsidR="0027052E" w:rsidRDefault="0027052E" w:rsidP="0027052E">
      <w:pPr>
        <w:pStyle w:val="libLine"/>
        <w:rPr>
          <w:lang w:bidi="fa-IR"/>
        </w:rPr>
      </w:pPr>
      <w:r>
        <w:rPr>
          <w:rtl/>
          <w:lang w:bidi="fa-IR"/>
        </w:rPr>
        <w:t>____________________</w:t>
      </w:r>
    </w:p>
    <w:p w14:paraId="63BF02DC" w14:textId="77777777" w:rsidR="0027052E" w:rsidRDefault="0027052E" w:rsidP="0027052E">
      <w:pPr>
        <w:pStyle w:val="libFootnote0"/>
        <w:rPr>
          <w:lang w:bidi="fa-IR"/>
        </w:rPr>
      </w:pPr>
      <w:r>
        <w:rPr>
          <w:rFonts w:hint="cs"/>
          <w:rtl/>
          <w:lang w:bidi="fa-IR"/>
        </w:rPr>
        <w:t>1</w:t>
      </w:r>
      <w:r>
        <w:rPr>
          <w:rtl/>
          <w:lang w:bidi="fa-IR"/>
        </w:rPr>
        <w:t>- البقرة،207.</w:t>
      </w:r>
    </w:p>
    <w:p w14:paraId="31DD9102" w14:textId="77777777" w:rsidR="007A3CB2" w:rsidRDefault="003B626A" w:rsidP="007A3CB2">
      <w:pPr>
        <w:pStyle w:val="libNormal"/>
        <w:rPr>
          <w:lang w:bidi="fa-IR"/>
        </w:rPr>
      </w:pPr>
      <w:r>
        <w:rPr>
          <w:rtl/>
          <w:lang w:bidi="fa-IR"/>
        </w:rPr>
        <w:br w:type="page"/>
      </w:r>
    </w:p>
    <w:p w14:paraId="1C10C076" w14:textId="77777777" w:rsidR="003B626A" w:rsidRDefault="007A3CB2" w:rsidP="007A3CB2">
      <w:pPr>
        <w:pStyle w:val="libNormal"/>
        <w:rPr>
          <w:lang w:bidi="fa-IR"/>
        </w:rPr>
      </w:pPr>
      <w:r>
        <w:rPr>
          <w:rtl/>
          <w:lang w:bidi="fa-IR"/>
        </w:rPr>
        <w:lastRenderedPageBreak/>
        <w:t>3</w:t>
      </w:r>
      <w:r w:rsidR="003B626A">
        <w:rPr>
          <w:rtl/>
          <w:lang w:bidi="fa-IR"/>
        </w:rPr>
        <w:t>-</w:t>
      </w:r>
      <w:r>
        <w:rPr>
          <w:rtl/>
          <w:lang w:bidi="fa-IR"/>
        </w:rPr>
        <w:t xml:space="preserve"> إيثار أبي الفضل العباس "</w:t>
      </w:r>
      <w:r w:rsidR="003B626A" w:rsidRPr="003B626A">
        <w:rPr>
          <w:rStyle w:val="libAlaemChar"/>
          <w:rtl/>
        </w:rPr>
        <w:t>عليه‌السلام</w:t>
      </w:r>
      <w:r>
        <w:rPr>
          <w:rtl/>
          <w:lang w:bidi="fa-IR"/>
        </w:rPr>
        <w:t>" في كربلاء، إذا تذكر عطش الإمام الحسين "</w:t>
      </w:r>
      <w:r w:rsidR="003B626A" w:rsidRPr="003B626A">
        <w:rPr>
          <w:rStyle w:val="libAlaemChar"/>
          <w:rtl/>
        </w:rPr>
        <w:t>عليه‌السلام</w:t>
      </w:r>
      <w:r>
        <w:rPr>
          <w:rtl/>
          <w:lang w:bidi="fa-IR"/>
        </w:rPr>
        <w:t>" عندما وصل إلى الماء فرماه وأنشد قائلاً:</w:t>
      </w:r>
    </w:p>
    <w:p w14:paraId="49B43453" w14:textId="77777777" w:rsidR="003B626A" w:rsidRDefault="007A3CB2" w:rsidP="007A3CB2">
      <w:pPr>
        <w:pStyle w:val="libNormal"/>
        <w:rPr>
          <w:lang w:bidi="fa-IR"/>
        </w:rPr>
      </w:pPr>
      <w:r>
        <w:rPr>
          <w:rtl/>
          <w:lang w:bidi="fa-IR"/>
        </w:rPr>
        <w:t>يا نفس من بعد الحسين هوني‏ وبعده لا كنت أن تكوني‏</w:t>
      </w:r>
    </w:p>
    <w:p w14:paraId="21483C9B" w14:textId="77777777" w:rsidR="003B626A" w:rsidRDefault="007A3CB2" w:rsidP="007A3CB2">
      <w:pPr>
        <w:pStyle w:val="libNormal"/>
        <w:rPr>
          <w:lang w:bidi="fa-IR"/>
        </w:rPr>
      </w:pPr>
      <w:r>
        <w:rPr>
          <w:rtl/>
          <w:lang w:bidi="fa-IR"/>
        </w:rPr>
        <w:t>هذا الحسين وارد المنون‏ وتشربين بارد المعين‏</w:t>
      </w:r>
    </w:p>
    <w:p w14:paraId="6B49C1B9" w14:textId="77777777" w:rsidR="007A3CB2" w:rsidRDefault="007A3CB2" w:rsidP="007A3CB2">
      <w:pPr>
        <w:pStyle w:val="libNormal"/>
        <w:rPr>
          <w:lang w:bidi="fa-IR"/>
        </w:rPr>
      </w:pPr>
      <w:r>
        <w:rPr>
          <w:rtl/>
          <w:lang w:bidi="fa-IR"/>
        </w:rPr>
        <w:t>4</w:t>
      </w:r>
      <w:r w:rsidR="003B626A">
        <w:rPr>
          <w:rtl/>
          <w:lang w:bidi="fa-IR"/>
        </w:rPr>
        <w:t>-</w:t>
      </w:r>
      <w:r>
        <w:rPr>
          <w:rtl/>
          <w:lang w:bidi="fa-IR"/>
        </w:rPr>
        <w:t xml:space="preserve"> إيثار مجاهدي المقاومة الإسلامية، كان أحد أفراد المقاومة الإسلامية ضيفاً يتناول إفطاره بعد ليلة حافلة بالعمل الجهادي عند الشهيد الحاج حسين جواد وفيما كان الحاج حسين جواد في الحمّام يزيل ما علق على ثيابه وبدنه من وحول ليلة أمس وإذ ارتفعت فجأةً أصوات من الخارج وتوقفت سيارات بسرعة أمام المنزل، ثمّ أندفع جنود الاحتلال داخل البيت يصرخون وقد شهروا بنادقهم في وجه المجاهد قائلين: مين حسين جواد! فأجابهم المجاهد بهدوء وبدون تردد: أنا حسين جواد فيما كان</w:t>
      </w:r>
    </w:p>
    <w:p w14:paraId="0799D7FD" w14:textId="77777777" w:rsidR="007A3CB2" w:rsidRDefault="003B626A" w:rsidP="007A3CB2">
      <w:pPr>
        <w:pStyle w:val="libNormal"/>
        <w:rPr>
          <w:lang w:bidi="fa-IR"/>
        </w:rPr>
      </w:pPr>
      <w:r>
        <w:rPr>
          <w:rtl/>
          <w:lang w:bidi="fa-IR"/>
        </w:rPr>
        <w:br w:type="page"/>
      </w:r>
    </w:p>
    <w:p w14:paraId="33FFA91A" w14:textId="77777777" w:rsidR="003B626A" w:rsidRDefault="007A3CB2" w:rsidP="009B7A78">
      <w:pPr>
        <w:pStyle w:val="libNormal0"/>
        <w:rPr>
          <w:lang w:bidi="fa-IR"/>
        </w:rPr>
      </w:pPr>
      <w:r>
        <w:rPr>
          <w:rtl/>
          <w:lang w:bidi="fa-IR"/>
        </w:rPr>
        <w:lastRenderedPageBreak/>
        <w:t>نفس الحاج حسين جواد لا يزال في الحمام حذراً من احتمال اقتحام المكان عليه، ولكن الجنود ما لبثوا أن غادروا المنزل وقد كبّلوا يدي أسيرهم الموهوم (حسين جواد) ووضعوا كيساً في رأسه.</w:t>
      </w:r>
    </w:p>
    <w:p w14:paraId="72071A04" w14:textId="77777777" w:rsidR="007A3CB2" w:rsidRDefault="007A3CB2" w:rsidP="009B7A78">
      <w:pPr>
        <w:pStyle w:val="libBold1"/>
        <w:rPr>
          <w:lang w:bidi="fa-IR"/>
        </w:rPr>
      </w:pPr>
      <w:r>
        <w:rPr>
          <w:rtl/>
          <w:lang w:bidi="fa-IR"/>
        </w:rPr>
        <w:t>مراجع للإستفادة:</w:t>
      </w:r>
    </w:p>
    <w:p w14:paraId="157E07E9" w14:textId="77777777" w:rsidR="003B626A" w:rsidRDefault="007A3CB2" w:rsidP="007A3CB2">
      <w:pPr>
        <w:pStyle w:val="libNormal"/>
        <w:rPr>
          <w:lang w:bidi="fa-IR"/>
        </w:rPr>
      </w:pPr>
      <w:r>
        <w:rPr>
          <w:rtl/>
          <w:lang w:bidi="fa-IR"/>
        </w:rPr>
        <w:t>1</w:t>
      </w:r>
      <w:r w:rsidR="003B626A">
        <w:rPr>
          <w:rtl/>
          <w:lang w:bidi="fa-IR"/>
        </w:rPr>
        <w:t>-</w:t>
      </w:r>
      <w:r>
        <w:rPr>
          <w:rtl/>
          <w:lang w:bidi="fa-IR"/>
        </w:rPr>
        <w:t xml:space="preserve"> أصول الكافي، الشيخ الكليني، ج‏2.</w:t>
      </w:r>
    </w:p>
    <w:p w14:paraId="1F02443F" w14:textId="77777777" w:rsidR="003B626A" w:rsidRDefault="007A3CB2" w:rsidP="007A3CB2">
      <w:pPr>
        <w:pStyle w:val="libNormal"/>
        <w:rPr>
          <w:lang w:bidi="fa-IR"/>
        </w:rPr>
      </w:pPr>
      <w:r>
        <w:rPr>
          <w:rtl/>
          <w:lang w:bidi="fa-IR"/>
        </w:rPr>
        <w:t>2</w:t>
      </w:r>
      <w:r w:rsidR="003B626A">
        <w:rPr>
          <w:rtl/>
          <w:lang w:bidi="fa-IR"/>
        </w:rPr>
        <w:t>-</w:t>
      </w:r>
      <w:r>
        <w:rPr>
          <w:rtl/>
          <w:lang w:bidi="fa-IR"/>
        </w:rPr>
        <w:t xml:space="preserve"> تفسير الميزان، السيد الطباطبائي، ج‏3.</w:t>
      </w:r>
    </w:p>
    <w:p w14:paraId="3500ED1E" w14:textId="77777777" w:rsidR="003B626A" w:rsidRDefault="007A3CB2" w:rsidP="007A3CB2">
      <w:pPr>
        <w:pStyle w:val="libNormal"/>
        <w:rPr>
          <w:lang w:bidi="fa-IR"/>
        </w:rPr>
      </w:pPr>
      <w:r>
        <w:rPr>
          <w:rtl/>
          <w:lang w:bidi="fa-IR"/>
        </w:rPr>
        <w:t xml:space="preserve">3 </w:t>
      </w:r>
      <w:r w:rsidR="003B626A">
        <w:rPr>
          <w:rtl/>
          <w:lang w:bidi="fa-IR"/>
        </w:rPr>
        <w:t>-</w:t>
      </w:r>
      <w:r>
        <w:rPr>
          <w:rtl/>
          <w:lang w:bidi="fa-IR"/>
        </w:rPr>
        <w:t>جامع السعادات، الشيخ النراقي، ج‏3.</w:t>
      </w:r>
    </w:p>
    <w:p w14:paraId="7F9575A1" w14:textId="77777777" w:rsidR="003B626A" w:rsidRDefault="007A3CB2" w:rsidP="007A3CB2">
      <w:pPr>
        <w:pStyle w:val="libNormal"/>
        <w:rPr>
          <w:lang w:bidi="fa-IR"/>
        </w:rPr>
      </w:pPr>
      <w:r>
        <w:rPr>
          <w:rtl/>
          <w:lang w:bidi="fa-IR"/>
        </w:rPr>
        <w:t>4</w:t>
      </w:r>
      <w:r w:rsidR="003B626A">
        <w:rPr>
          <w:rtl/>
          <w:lang w:bidi="fa-IR"/>
        </w:rPr>
        <w:t>-</w:t>
      </w:r>
      <w:r>
        <w:rPr>
          <w:rtl/>
          <w:lang w:bidi="fa-IR"/>
        </w:rPr>
        <w:t xml:space="preserve"> مقتل الحسين، للسيد المقرّم.</w:t>
      </w:r>
    </w:p>
    <w:p w14:paraId="23CEAA9C" w14:textId="77777777" w:rsidR="007A3CB2" w:rsidRDefault="007A3CB2" w:rsidP="007A3CB2">
      <w:pPr>
        <w:pStyle w:val="libNormal"/>
        <w:rPr>
          <w:lang w:bidi="fa-IR"/>
        </w:rPr>
      </w:pPr>
      <w:r>
        <w:rPr>
          <w:rtl/>
          <w:lang w:bidi="fa-IR"/>
        </w:rPr>
        <w:t>5</w:t>
      </w:r>
      <w:r w:rsidR="003B626A">
        <w:rPr>
          <w:rtl/>
          <w:lang w:bidi="fa-IR"/>
        </w:rPr>
        <w:t>-</w:t>
      </w:r>
      <w:r>
        <w:rPr>
          <w:rtl/>
          <w:lang w:bidi="fa-IR"/>
        </w:rPr>
        <w:t xml:space="preserve"> ميزان الحكمة، الشيخ الريشهري.</w:t>
      </w:r>
    </w:p>
    <w:p w14:paraId="4A73E5BB" w14:textId="77777777" w:rsidR="007A3CB2" w:rsidRDefault="003B626A" w:rsidP="007A3CB2">
      <w:pPr>
        <w:pStyle w:val="libNormal"/>
        <w:rPr>
          <w:lang w:bidi="fa-IR"/>
        </w:rPr>
      </w:pPr>
      <w:r>
        <w:rPr>
          <w:rtl/>
          <w:lang w:bidi="fa-IR"/>
        </w:rPr>
        <w:br w:type="page"/>
      </w:r>
    </w:p>
    <w:p w14:paraId="5B412693" w14:textId="77777777" w:rsidR="00B245E2" w:rsidRDefault="00B245E2" w:rsidP="00B245E2">
      <w:pPr>
        <w:pStyle w:val="libNormal"/>
        <w:rPr>
          <w:lang w:bidi="fa-IR"/>
        </w:rPr>
      </w:pPr>
      <w:r>
        <w:rPr>
          <w:rtl/>
          <w:lang w:bidi="fa-IR"/>
        </w:rPr>
        <w:lastRenderedPageBreak/>
        <w:br w:type="page"/>
      </w:r>
    </w:p>
    <w:p w14:paraId="6D71C7F7" w14:textId="77777777" w:rsidR="007A3CB2" w:rsidRDefault="007A3CB2" w:rsidP="00B245E2">
      <w:pPr>
        <w:pStyle w:val="Heading2Center"/>
        <w:rPr>
          <w:lang w:bidi="fa-IR"/>
        </w:rPr>
      </w:pPr>
      <w:bookmarkStart w:id="10" w:name="_Toc12609719"/>
      <w:r>
        <w:rPr>
          <w:rtl/>
          <w:lang w:bidi="fa-IR"/>
        </w:rPr>
        <w:lastRenderedPageBreak/>
        <w:t>الليلة الثامنة</w:t>
      </w:r>
      <w:bookmarkEnd w:id="10"/>
    </w:p>
    <w:p w14:paraId="41114485" w14:textId="77777777" w:rsidR="007A3CB2" w:rsidRDefault="007A3CB2" w:rsidP="00B245E2">
      <w:pPr>
        <w:pStyle w:val="libBold1"/>
        <w:rPr>
          <w:lang w:bidi="fa-IR"/>
        </w:rPr>
      </w:pPr>
      <w:r>
        <w:rPr>
          <w:rtl/>
          <w:lang w:bidi="fa-IR"/>
        </w:rPr>
        <w:t>عنوان المحاضرة:</w:t>
      </w:r>
    </w:p>
    <w:p w14:paraId="4E7E6A79" w14:textId="77777777" w:rsidR="007A3CB2" w:rsidRDefault="007A3CB2" w:rsidP="00B245E2">
      <w:pPr>
        <w:pStyle w:val="libCenterBold1"/>
        <w:rPr>
          <w:lang w:bidi="fa-IR"/>
        </w:rPr>
      </w:pPr>
      <w:r>
        <w:rPr>
          <w:rtl/>
          <w:lang w:bidi="fa-IR"/>
        </w:rPr>
        <w:t>مدرسة البلاء</w:t>
      </w:r>
    </w:p>
    <w:p w14:paraId="62C77AB9" w14:textId="77777777" w:rsidR="007A3CB2" w:rsidRDefault="007A3CB2" w:rsidP="00B245E2">
      <w:pPr>
        <w:pStyle w:val="libBold1"/>
        <w:rPr>
          <w:lang w:bidi="fa-IR"/>
        </w:rPr>
      </w:pPr>
      <w:r>
        <w:rPr>
          <w:rtl/>
          <w:lang w:bidi="fa-IR"/>
        </w:rPr>
        <w:t>الهدف:</w:t>
      </w:r>
    </w:p>
    <w:p w14:paraId="19BBF216" w14:textId="77777777" w:rsidR="003B626A" w:rsidRDefault="007A3CB2" w:rsidP="007A3CB2">
      <w:pPr>
        <w:pStyle w:val="libNormal"/>
        <w:rPr>
          <w:lang w:bidi="fa-IR"/>
        </w:rPr>
      </w:pPr>
      <w:r>
        <w:rPr>
          <w:rtl/>
          <w:lang w:bidi="fa-IR"/>
        </w:rPr>
        <w:t>كيف نفهم البلاء ونتعاطى معه ونتعلم منه‏</w:t>
      </w:r>
    </w:p>
    <w:p w14:paraId="5A42F887" w14:textId="77777777" w:rsidR="007A3CB2" w:rsidRDefault="007A3CB2" w:rsidP="00B245E2">
      <w:pPr>
        <w:pStyle w:val="libBold1"/>
        <w:rPr>
          <w:lang w:bidi="fa-IR"/>
        </w:rPr>
      </w:pPr>
      <w:r>
        <w:rPr>
          <w:rtl/>
          <w:lang w:bidi="fa-IR"/>
        </w:rPr>
        <w:t>تصدير الموضوع:</w:t>
      </w:r>
    </w:p>
    <w:p w14:paraId="56453845" w14:textId="77777777" w:rsidR="003B626A" w:rsidRDefault="007A3CB2" w:rsidP="007A3CB2">
      <w:pPr>
        <w:pStyle w:val="libNormal"/>
        <w:rPr>
          <w:lang w:bidi="fa-IR"/>
        </w:rPr>
      </w:pPr>
      <w:r>
        <w:rPr>
          <w:rtl/>
          <w:lang w:bidi="fa-IR"/>
        </w:rPr>
        <w:t>﴿</w:t>
      </w:r>
      <w:r w:rsidR="00B245E2" w:rsidRPr="00B245E2">
        <w:rPr>
          <w:rStyle w:val="libAieChar"/>
          <w:rFonts w:hint="cs"/>
          <w:rtl/>
        </w:rPr>
        <w:t xml:space="preserve"> </w:t>
      </w:r>
      <w:r w:rsidRPr="00B245E2">
        <w:rPr>
          <w:rStyle w:val="libAieChar"/>
          <w:rtl/>
        </w:rPr>
        <w:t>وَلَنَبْلُوَنَّكُمْ بِشَيْءٍ مِّنَ الْخَوفْ وَالْجُوعِ وَنَقْصٍ مِّنَ الأَمَوَالِ وَالأنفُسِ وَالثَّمَرَاتِ وَبَشِّرِ الصَّابِرِينَ الَّذِينَ إِذَا أَصَابَتْهُم مُّصِيبَةٌ قَالُواْ إِنَّا لِلّهِ وَإِنَّا إِلَيْهِ رَاجِعونَ</w:t>
      </w:r>
      <w:r w:rsidR="00B245E2" w:rsidRPr="00B245E2">
        <w:rPr>
          <w:rStyle w:val="libAieChar"/>
          <w:rFonts w:hint="cs"/>
          <w:rtl/>
        </w:rPr>
        <w:t xml:space="preserve"> </w:t>
      </w:r>
      <w:r>
        <w:rPr>
          <w:rtl/>
          <w:lang w:bidi="fa-IR"/>
        </w:rPr>
        <w:t>﴾.</w:t>
      </w:r>
    </w:p>
    <w:p w14:paraId="388C981E" w14:textId="77777777" w:rsidR="007A3CB2" w:rsidRDefault="007A3CB2" w:rsidP="00B245E2">
      <w:pPr>
        <w:pStyle w:val="libBold1"/>
        <w:rPr>
          <w:lang w:bidi="fa-IR"/>
        </w:rPr>
      </w:pPr>
      <w:r>
        <w:rPr>
          <w:rtl/>
          <w:lang w:bidi="fa-IR"/>
        </w:rPr>
        <w:t>محاور الموضوع:</w:t>
      </w:r>
    </w:p>
    <w:p w14:paraId="04B483B4" w14:textId="77777777" w:rsidR="003B626A" w:rsidRDefault="007A3CB2" w:rsidP="00B245E2">
      <w:pPr>
        <w:pStyle w:val="libBold1"/>
        <w:rPr>
          <w:lang w:bidi="fa-IR"/>
        </w:rPr>
      </w:pPr>
      <w:r>
        <w:rPr>
          <w:rtl/>
          <w:lang w:bidi="fa-IR"/>
        </w:rPr>
        <w:t>أ</w:t>
      </w:r>
      <w:r w:rsidR="003B626A">
        <w:rPr>
          <w:rtl/>
          <w:lang w:bidi="fa-IR"/>
        </w:rPr>
        <w:t>-</w:t>
      </w:r>
      <w:r>
        <w:rPr>
          <w:rtl/>
          <w:lang w:bidi="fa-IR"/>
        </w:rPr>
        <w:t xml:space="preserve"> معنى البلاء:</w:t>
      </w:r>
    </w:p>
    <w:p w14:paraId="1C2D4AD6" w14:textId="77777777" w:rsidR="003B626A" w:rsidRDefault="007A3CB2" w:rsidP="007A3CB2">
      <w:pPr>
        <w:pStyle w:val="libNormal"/>
        <w:rPr>
          <w:lang w:bidi="fa-IR"/>
        </w:rPr>
      </w:pPr>
      <w:r>
        <w:rPr>
          <w:rtl/>
          <w:lang w:bidi="fa-IR"/>
        </w:rPr>
        <w:t>البلاء لغةً هو: الإختبار ويكون بالخير والشر، يقال ابتلاه الله بلاءً حسناً.</w:t>
      </w:r>
    </w:p>
    <w:p w14:paraId="109CC14C" w14:textId="77777777" w:rsidR="003B626A" w:rsidRDefault="007A3CB2" w:rsidP="007A3CB2">
      <w:pPr>
        <w:pStyle w:val="libNormal"/>
        <w:rPr>
          <w:lang w:bidi="fa-IR"/>
        </w:rPr>
      </w:pPr>
      <w:r>
        <w:rPr>
          <w:rtl/>
          <w:lang w:bidi="fa-IR"/>
        </w:rPr>
        <w:t>قال تعالى: ﴿</w:t>
      </w:r>
      <w:r w:rsidR="00B245E2" w:rsidRPr="00B245E2">
        <w:rPr>
          <w:rStyle w:val="libAieChar"/>
          <w:rFonts w:hint="cs"/>
          <w:rtl/>
        </w:rPr>
        <w:t xml:space="preserve"> </w:t>
      </w:r>
      <w:r w:rsidRPr="00B245E2">
        <w:rPr>
          <w:rStyle w:val="libAieChar"/>
          <w:rtl/>
        </w:rPr>
        <w:t>وَلِيُبْلِيَ الْمُؤْمِنِينَ مِنْهُ بَلاء حَسَناً</w:t>
      </w:r>
      <w:r w:rsidR="00B245E2" w:rsidRPr="00B245E2">
        <w:rPr>
          <w:rStyle w:val="libAieChar"/>
          <w:rFonts w:hint="cs"/>
          <w:rtl/>
        </w:rPr>
        <w:t xml:space="preserve"> </w:t>
      </w:r>
      <w:r>
        <w:rPr>
          <w:rtl/>
          <w:lang w:bidi="fa-IR"/>
        </w:rPr>
        <w:t xml:space="preserve">﴾ </w:t>
      </w:r>
      <w:r w:rsidRPr="003B626A">
        <w:rPr>
          <w:rStyle w:val="libFootnotenumChar"/>
          <w:rtl/>
        </w:rPr>
        <w:t>(1)</w:t>
      </w:r>
      <w:r>
        <w:rPr>
          <w:rtl/>
          <w:lang w:bidi="fa-IR"/>
        </w:rPr>
        <w:t>.</w:t>
      </w:r>
    </w:p>
    <w:p w14:paraId="68B03402" w14:textId="77777777" w:rsidR="007A3CB2" w:rsidRDefault="007A3CB2" w:rsidP="007A3CB2">
      <w:pPr>
        <w:pStyle w:val="libNormal"/>
        <w:rPr>
          <w:lang w:bidi="fa-IR"/>
        </w:rPr>
      </w:pPr>
      <w:r>
        <w:rPr>
          <w:rtl/>
          <w:lang w:bidi="fa-IR"/>
        </w:rPr>
        <w:t>وقال عز وجل: ﴿</w:t>
      </w:r>
      <w:r w:rsidR="00B245E2" w:rsidRPr="00B245E2">
        <w:rPr>
          <w:rStyle w:val="libAieChar"/>
          <w:rFonts w:hint="cs"/>
          <w:rtl/>
        </w:rPr>
        <w:t xml:space="preserve"> </w:t>
      </w:r>
      <w:r w:rsidRPr="00B245E2">
        <w:rPr>
          <w:rStyle w:val="libAieChar"/>
          <w:rtl/>
        </w:rPr>
        <w:t>الَّذِي خَلَقَ الْمَوْتَ وَالْحَيَاةَ لِيَبْلُوَكُمْ أَيُّكُمْ أَحْسَنُ عَمَلًا</w:t>
      </w:r>
      <w:r w:rsidR="00B245E2">
        <w:rPr>
          <w:rFonts w:hint="cs"/>
          <w:rtl/>
          <w:lang w:bidi="fa-IR"/>
        </w:rPr>
        <w:t xml:space="preserve"> </w:t>
      </w:r>
      <w:r>
        <w:rPr>
          <w:rtl/>
          <w:lang w:bidi="fa-IR"/>
        </w:rPr>
        <w:t xml:space="preserve">﴾ </w:t>
      </w:r>
      <w:r w:rsidRPr="003B626A">
        <w:rPr>
          <w:rStyle w:val="libFootnotenumChar"/>
          <w:rtl/>
        </w:rPr>
        <w:t>(2)</w:t>
      </w:r>
      <w:r>
        <w:rPr>
          <w:rtl/>
          <w:lang w:bidi="fa-IR"/>
        </w:rPr>
        <w:t>.</w:t>
      </w:r>
    </w:p>
    <w:p w14:paraId="4AC821CB" w14:textId="77777777" w:rsidR="00703D81" w:rsidRDefault="00703D81" w:rsidP="00703D81">
      <w:pPr>
        <w:pStyle w:val="libLine"/>
        <w:rPr>
          <w:lang w:bidi="fa-IR"/>
        </w:rPr>
      </w:pPr>
      <w:r>
        <w:rPr>
          <w:rtl/>
          <w:lang w:bidi="fa-IR"/>
        </w:rPr>
        <w:t>____________________</w:t>
      </w:r>
    </w:p>
    <w:p w14:paraId="7AC54641" w14:textId="77777777" w:rsidR="00703D81" w:rsidRDefault="00703D81" w:rsidP="00703D81">
      <w:pPr>
        <w:pStyle w:val="libFootnote0"/>
        <w:rPr>
          <w:lang w:bidi="fa-IR"/>
        </w:rPr>
      </w:pPr>
      <w:r>
        <w:rPr>
          <w:rtl/>
          <w:lang w:bidi="fa-IR"/>
        </w:rPr>
        <w:t>1- الأنفال،17</w:t>
      </w:r>
    </w:p>
    <w:p w14:paraId="7D251FD3" w14:textId="77777777" w:rsidR="00703D81" w:rsidRDefault="00703D81" w:rsidP="00703D81">
      <w:pPr>
        <w:pStyle w:val="libFootnote0"/>
        <w:rPr>
          <w:lang w:bidi="fa-IR"/>
        </w:rPr>
      </w:pPr>
      <w:r>
        <w:rPr>
          <w:rtl/>
          <w:lang w:bidi="fa-IR"/>
        </w:rPr>
        <w:t>2- الملك،2</w:t>
      </w:r>
    </w:p>
    <w:p w14:paraId="1442D75E" w14:textId="77777777" w:rsidR="007A3CB2" w:rsidRDefault="003B626A" w:rsidP="007A3CB2">
      <w:pPr>
        <w:pStyle w:val="libNormal"/>
        <w:rPr>
          <w:lang w:bidi="fa-IR"/>
        </w:rPr>
      </w:pPr>
      <w:r>
        <w:rPr>
          <w:rtl/>
          <w:lang w:bidi="fa-IR"/>
        </w:rPr>
        <w:br w:type="page"/>
      </w:r>
    </w:p>
    <w:p w14:paraId="634CF269" w14:textId="77777777" w:rsidR="003B626A" w:rsidRDefault="007A3CB2" w:rsidP="00703D81">
      <w:pPr>
        <w:pStyle w:val="libBold1"/>
        <w:rPr>
          <w:lang w:bidi="fa-IR"/>
        </w:rPr>
      </w:pPr>
      <w:r>
        <w:rPr>
          <w:rtl/>
          <w:lang w:bidi="fa-IR"/>
        </w:rPr>
        <w:lastRenderedPageBreak/>
        <w:t>ب</w:t>
      </w:r>
      <w:r w:rsidR="003B626A">
        <w:rPr>
          <w:rtl/>
          <w:lang w:bidi="fa-IR"/>
        </w:rPr>
        <w:t>-</w:t>
      </w:r>
      <w:r>
        <w:rPr>
          <w:rtl/>
          <w:lang w:bidi="fa-IR"/>
        </w:rPr>
        <w:t xml:space="preserve"> لمن البلاء؟</w:t>
      </w:r>
    </w:p>
    <w:p w14:paraId="19FC8801" w14:textId="77777777" w:rsidR="003B626A" w:rsidRDefault="007A3CB2" w:rsidP="007A3CB2">
      <w:pPr>
        <w:pStyle w:val="libNormal"/>
        <w:rPr>
          <w:lang w:bidi="fa-IR"/>
        </w:rPr>
      </w:pPr>
      <w:r>
        <w:rPr>
          <w:rtl/>
          <w:lang w:bidi="fa-IR"/>
        </w:rPr>
        <w:t>1</w:t>
      </w:r>
      <w:r w:rsidR="003B626A">
        <w:rPr>
          <w:rtl/>
          <w:lang w:bidi="fa-IR"/>
        </w:rPr>
        <w:t>-</w:t>
      </w:r>
      <w:r>
        <w:rPr>
          <w:rtl/>
          <w:lang w:bidi="fa-IR"/>
        </w:rPr>
        <w:t xml:space="preserve"> البلاء لكل الناس، عن الإمام علي "</w:t>
      </w:r>
      <w:r w:rsidR="003B626A" w:rsidRPr="003B626A">
        <w:rPr>
          <w:rStyle w:val="libAlaemChar"/>
          <w:rtl/>
        </w:rPr>
        <w:t>عليه‌السلام</w:t>
      </w:r>
      <w:r>
        <w:rPr>
          <w:rtl/>
          <w:lang w:bidi="fa-IR"/>
        </w:rPr>
        <w:t>": "إن البلاء للظالم أدب وللمؤمن امتحان وللأنبياء درجة".</w:t>
      </w:r>
    </w:p>
    <w:p w14:paraId="07FA4A62" w14:textId="77777777" w:rsidR="003B626A" w:rsidRDefault="007A3CB2" w:rsidP="007A3CB2">
      <w:pPr>
        <w:pStyle w:val="libNormal"/>
        <w:rPr>
          <w:lang w:bidi="fa-IR"/>
        </w:rPr>
      </w:pPr>
      <w:r>
        <w:rPr>
          <w:rtl/>
          <w:lang w:bidi="fa-IR"/>
        </w:rPr>
        <w:t>2</w:t>
      </w:r>
      <w:r w:rsidR="003B626A">
        <w:rPr>
          <w:rtl/>
          <w:lang w:bidi="fa-IR"/>
        </w:rPr>
        <w:t>-</w:t>
      </w:r>
      <w:r>
        <w:rPr>
          <w:rtl/>
          <w:lang w:bidi="fa-IR"/>
        </w:rPr>
        <w:t xml:space="preserve"> المؤمن أولى بالبلاء، عن الإمام علي "</w:t>
      </w:r>
      <w:r w:rsidR="003B626A" w:rsidRPr="003B626A">
        <w:rPr>
          <w:rStyle w:val="libAlaemChar"/>
          <w:rtl/>
        </w:rPr>
        <w:t>عليه‌السلام</w:t>
      </w:r>
      <w:r>
        <w:rPr>
          <w:rtl/>
          <w:lang w:bidi="fa-IR"/>
        </w:rPr>
        <w:t>": "إن البلاء أسرع إلى المؤمن التقي من المطر إلى قرار الأرض".</w:t>
      </w:r>
    </w:p>
    <w:p w14:paraId="28045809" w14:textId="77777777" w:rsidR="003B626A" w:rsidRDefault="007A3CB2" w:rsidP="00703D81">
      <w:pPr>
        <w:pStyle w:val="libBold1"/>
        <w:rPr>
          <w:lang w:bidi="fa-IR"/>
        </w:rPr>
      </w:pPr>
      <w:r>
        <w:rPr>
          <w:rtl/>
          <w:lang w:bidi="fa-IR"/>
        </w:rPr>
        <w:t>ج</w:t>
      </w:r>
      <w:r w:rsidR="003B626A">
        <w:rPr>
          <w:rtl/>
          <w:lang w:bidi="fa-IR"/>
        </w:rPr>
        <w:t>-</w:t>
      </w:r>
      <w:r>
        <w:rPr>
          <w:rtl/>
          <w:lang w:bidi="fa-IR"/>
        </w:rPr>
        <w:t xml:space="preserve"> فوائد البلاء:</w:t>
      </w:r>
    </w:p>
    <w:p w14:paraId="49B22138" w14:textId="77777777" w:rsidR="003B626A" w:rsidRDefault="007A3CB2" w:rsidP="00703D81">
      <w:pPr>
        <w:pStyle w:val="libNormal"/>
        <w:rPr>
          <w:lang w:bidi="fa-IR"/>
        </w:rPr>
      </w:pPr>
      <w:r>
        <w:rPr>
          <w:rtl/>
          <w:lang w:bidi="fa-IR"/>
        </w:rPr>
        <w:t>1</w:t>
      </w:r>
      <w:r w:rsidR="003B626A">
        <w:rPr>
          <w:rtl/>
          <w:lang w:bidi="fa-IR"/>
        </w:rPr>
        <w:t>-</w:t>
      </w:r>
      <w:r>
        <w:rPr>
          <w:rtl/>
          <w:lang w:bidi="fa-IR"/>
        </w:rPr>
        <w:t xml:space="preserve"> تنمية معنوية للمؤمن للإيمان: عن النبي‏"</w:t>
      </w:r>
      <w:r w:rsidR="00703D81" w:rsidRPr="00703D81">
        <w:rPr>
          <w:rFonts w:eastAsiaTheme="minorHAnsi"/>
          <w:rtl/>
        </w:rPr>
        <w:t xml:space="preserve"> </w:t>
      </w:r>
      <w:r w:rsidR="00703D81" w:rsidRPr="00703D81">
        <w:rPr>
          <w:rStyle w:val="libAlaemChar"/>
          <w:rFonts w:eastAsiaTheme="minorHAnsi"/>
          <w:rtl/>
        </w:rPr>
        <w:t>صلى‌الله‌عليه‌وآله</w:t>
      </w:r>
      <w:r w:rsidR="00703D81" w:rsidRPr="00703D81">
        <w:rPr>
          <w:rFonts w:eastAsiaTheme="minorHAnsi"/>
          <w:rtl/>
        </w:rPr>
        <w:t xml:space="preserve"> </w:t>
      </w:r>
      <w:r>
        <w:rPr>
          <w:rtl/>
          <w:lang w:bidi="fa-IR"/>
        </w:rPr>
        <w:t>": "إن الله يغذي عبده المؤمن بالبلاء كما تغذي الوالدة ولدها باللبن".</w:t>
      </w:r>
    </w:p>
    <w:p w14:paraId="51B133EA" w14:textId="77777777" w:rsidR="003B626A" w:rsidRDefault="007A3CB2" w:rsidP="00703D81">
      <w:pPr>
        <w:pStyle w:val="libNormal"/>
        <w:rPr>
          <w:lang w:bidi="fa-IR"/>
        </w:rPr>
      </w:pPr>
      <w:r>
        <w:rPr>
          <w:rtl/>
          <w:lang w:bidi="fa-IR"/>
        </w:rPr>
        <w:t>وعنه "</w:t>
      </w:r>
      <w:r w:rsidR="00703D81" w:rsidRPr="00703D81">
        <w:rPr>
          <w:rStyle w:val="libAlaemChar"/>
          <w:rFonts w:eastAsiaTheme="minorHAnsi"/>
          <w:rtl/>
        </w:rPr>
        <w:t xml:space="preserve"> صلى‌الله‌عليه‌وآله</w:t>
      </w:r>
      <w:r w:rsidR="00703D81" w:rsidRPr="00703D81">
        <w:rPr>
          <w:rFonts w:eastAsiaTheme="minorHAnsi"/>
          <w:rtl/>
        </w:rPr>
        <w:t xml:space="preserve"> </w:t>
      </w:r>
      <w:r>
        <w:rPr>
          <w:rtl/>
          <w:lang w:bidi="fa-IR"/>
        </w:rPr>
        <w:t>": "إن الله ليتعهد عبده المؤمن بأنواع البلاء كما يتعهد أهل البيت سيدهم بطرق الطعام".</w:t>
      </w:r>
    </w:p>
    <w:p w14:paraId="1621784B" w14:textId="77777777" w:rsidR="007A3CB2" w:rsidRDefault="007A3CB2" w:rsidP="00703D81">
      <w:pPr>
        <w:pStyle w:val="libNormal"/>
        <w:rPr>
          <w:lang w:bidi="fa-IR"/>
        </w:rPr>
      </w:pPr>
      <w:r>
        <w:rPr>
          <w:rtl/>
          <w:lang w:bidi="fa-IR"/>
        </w:rPr>
        <w:t>2</w:t>
      </w:r>
      <w:r w:rsidR="003B626A">
        <w:rPr>
          <w:rtl/>
          <w:lang w:bidi="fa-IR"/>
        </w:rPr>
        <w:t>-</w:t>
      </w:r>
      <w:r>
        <w:rPr>
          <w:rtl/>
          <w:lang w:bidi="fa-IR"/>
        </w:rPr>
        <w:t xml:space="preserve"> قمع للكبر، وعنه "</w:t>
      </w:r>
      <w:r w:rsidR="00703D81" w:rsidRPr="00703D81">
        <w:rPr>
          <w:rStyle w:val="libAlaemChar"/>
          <w:rFonts w:eastAsiaTheme="minorHAnsi"/>
          <w:rtl/>
        </w:rPr>
        <w:t xml:space="preserve"> صلى‌الله‌عليه‌وآله</w:t>
      </w:r>
      <w:r w:rsidR="00703D81" w:rsidRPr="00703D81">
        <w:rPr>
          <w:rFonts w:eastAsiaTheme="minorHAnsi"/>
          <w:rtl/>
        </w:rPr>
        <w:t xml:space="preserve"> </w:t>
      </w:r>
      <w:r>
        <w:rPr>
          <w:rtl/>
          <w:lang w:bidi="fa-IR"/>
        </w:rPr>
        <w:t>": "لولا ثلاثة في ابن آدم ما طأطأ رأسه شي‏ء المرض والموت والفقر وكلهن فيه وانه لمعهن لوثّاب".</w:t>
      </w:r>
    </w:p>
    <w:p w14:paraId="1D109862" w14:textId="77777777" w:rsidR="007A3CB2" w:rsidRDefault="003B626A" w:rsidP="007A3CB2">
      <w:pPr>
        <w:pStyle w:val="libNormal"/>
        <w:rPr>
          <w:lang w:bidi="fa-IR"/>
        </w:rPr>
      </w:pPr>
      <w:r>
        <w:rPr>
          <w:rtl/>
          <w:lang w:bidi="fa-IR"/>
        </w:rPr>
        <w:br w:type="page"/>
      </w:r>
    </w:p>
    <w:p w14:paraId="20B2B7DA" w14:textId="77777777" w:rsidR="003B626A" w:rsidRDefault="007A3CB2" w:rsidP="007A3CB2">
      <w:pPr>
        <w:pStyle w:val="libNormal"/>
        <w:rPr>
          <w:lang w:bidi="fa-IR"/>
        </w:rPr>
      </w:pPr>
      <w:r>
        <w:rPr>
          <w:rtl/>
          <w:lang w:bidi="fa-IR"/>
        </w:rPr>
        <w:lastRenderedPageBreak/>
        <w:t>3</w:t>
      </w:r>
      <w:r w:rsidR="003B626A">
        <w:rPr>
          <w:rtl/>
          <w:lang w:bidi="fa-IR"/>
        </w:rPr>
        <w:t>-</w:t>
      </w:r>
      <w:r>
        <w:rPr>
          <w:rtl/>
          <w:lang w:bidi="fa-IR"/>
        </w:rPr>
        <w:t xml:space="preserve"> تمحيص للذنوب، عن الإمام علي "</w:t>
      </w:r>
      <w:r w:rsidR="003B626A" w:rsidRPr="003B626A">
        <w:rPr>
          <w:rStyle w:val="libAlaemChar"/>
          <w:rtl/>
        </w:rPr>
        <w:t>عليه‌السلام</w:t>
      </w:r>
      <w:r>
        <w:rPr>
          <w:rtl/>
          <w:lang w:bidi="fa-IR"/>
        </w:rPr>
        <w:t>": "الحمد لله الذي جعل تمحيص ذنوب شيعتنا في الدنيا بمحنتهم لتسلم بها طاعتهم ويستحقوا عليها ثواباً".</w:t>
      </w:r>
    </w:p>
    <w:p w14:paraId="0343EE48" w14:textId="77777777" w:rsidR="003B626A" w:rsidRDefault="007A3CB2" w:rsidP="007A3CB2">
      <w:pPr>
        <w:pStyle w:val="libNormal"/>
        <w:rPr>
          <w:lang w:bidi="fa-IR"/>
        </w:rPr>
      </w:pPr>
      <w:r>
        <w:rPr>
          <w:rtl/>
          <w:lang w:bidi="fa-IR"/>
        </w:rPr>
        <w:t>4</w:t>
      </w:r>
      <w:r w:rsidR="003B626A">
        <w:rPr>
          <w:rtl/>
          <w:lang w:bidi="fa-IR"/>
        </w:rPr>
        <w:t>-</w:t>
      </w:r>
      <w:r>
        <w:rPr>
          <w:rtl/>
          <w:lang w:bidi="fa-IR"/>
        </w:rPr>
        <w:t xml:space="preserve"> الكرامة الإلهية، عن الصادق "</w:t>
      </w:r>
      <w:r w:rsidR="003B626A" w:rsidRPr="003B626A">
        <w:rPr>
          <w:rStyle w:val="libAlaemChar"/>
          <w:rtl/>
        </w:rPr>
        <w:t>عليه‌السلام</w:t>
      </w:r>
      <w:r>
        <w:rPr>
          <w:rtl/>
          <w:lang w:bidi="fa-IR"/>
        </w:rPr>
        <w:t>": "إن بلاياه محشوة بكراماته الأبدية ومحنه مورثة رضاه وقربه ولو بعد حين".</w:t>
      </w:r>
    </w:p>
    <w:p w14:paraId="6018E997" w14:textId="77777777" w:rsidR="003B626A" w:rsidRDefault="007A3CB2" w:rsidP="007A3CB2">
      <w:pPr>
        <w:pStyle w:val="libNormal"/>
        <w:rPr>
          <w:lang w:bidi="fa-IR"/>
        </w:rPr>
      </w:pPr>
      <w:r>
        <w:rPr>
          <w:rtl/>
          <w:lang w:bidi="fa-IR"/>
        </w:rPr>
        <w:t>5</w:t>
      </w:r>
      <w:r w:rsidR="003B626A">
        <w:rPr>
          <w:rtl/>
          <w:lang w:bidi="fa-IR"/>
        </w:rPr>
        <w:t>-</w:t>
      </w:r>
      <w:r>
        <w:rPr>
          <w:rtl/>
          <w:lang w:bidi="fa-IR"/>
        </w:rPr>
        <w:t xml:space="preserve"> فيه صلاح العبد، عن الصادق "</w:t>
      </w:r>
      <w:r w:rsidR="003B626A" w:rsidRPr="003B626A">
        <w:rPr>
          <w:rStyle w:val="libAlaemChar"/>
          <w:rtl/>
        </w:rPr>
        <w:t>عليه‌السلام</w:t>
      </w:r>
      <w:r>
        <w:rPr>
          <w:rtl/>
          <w:lang w:bidi="fa-IR"/>
        </w:rPr>
        <w:t>": "فيما أوحى الله لموسى: وأنا أعلم بما يصلح عليه عبدي فليصبر على بلائي وليشكر نعمائي وليرضَ بقضائي".</w:t>
      </w:r>
    </w:p>
    <w:p w14:paraId="36C630DB" w14:textId="77777777" w:rsidR="003B626A" w:rsidRDefault="007A3CB2" w:rsidP="00703D81">
      <w:pPr>
        <w:pStyle w:val="libBold1"/>
        <w:rPr>
          <w:lang w:bidi="fa-IR"/>
        </w:rPr>
      </w:pPr>
      <w:r>
        <w:rPr>
          <w:rtl/>
          <w:lang w:bidi="fa-IR"/>
        </w:rPr>
        <w:t>د</w:t>
      </w:r>
      <w:r w:rsidR="003B626A">
        <w:rPr>
          <w:rtl/>
          <w:lang w:bidi="fa-IR"/>
        </w:rPr>
        <w:t>-</w:t>
      </w:r>
      <w:r>
        <w:rPr>
          <w:rtl/>
          <w:lang w:bidi="fa-IR"/>
        </w:rPr>
        <w:t xml:space="preserve"> كيف نتعاطى مع البلاء؟:</w:t>
      </w:r>
    </w:p>
    <w:p w14:paraId="6C4D1AB9" w14:textId="77777777" w:rsidR="003B626A" w:rsidRDefault="007A3CB2" w:rsidP="007A3CB2">
      <w:pPr>
        <w:pStyle w:val="libNormal"/>
        <w:rPr>
          <w:lang w:bidi="fa-IR"/>
        </w:rPr>
      </w:pPr>
      <w:r>
        <w:rPr>
          <w:rtl/>
          <w:lang w:bidi="fa-IR"/>
        </w:rPr>
        <w:t>1</w:t>
      </w:r>
      <w:r w:rsidR="003B626A">
        <w:rPr>
          <w:rtl/>
          <w:lang w:bidi="fa-IR"/>
        </w:rPr>
        <w:t>-</w:t>
      </w:r>
      <w:r>
        <w:rPr>
          <w:rtl/>
          <w:lang w:bidi="fa-IR"/>
        </w:rPr>
        <w:t xml:space="preserve"> التسليم والصبر، قال تعالى: ﴿</w:t>
      </w:r>
      <w:r w:rsidR="00703D81" w:rsidRPr="00703D81">
        <w:rPr>
          <w:rStyle w:val="libAieChar"/>
          <w:rFonts w:hint="cs"/>
          <w:rtl/>
        </w:rPr>
        <w:t xml:space="preserve"> </w:t>
      </w:r>
      <w:r w:rsidRPr="00703D81">
        <w:rPr>
          <w:rStyle w:val="libAieChar"/>
          <w:rtl/>
        </w:rPr>
        <w:t>الَّذِينَ إِذَا أَصَابَتْهُم مُّصِيبَةٌ قَالُواْ إِنَّا لِلّهِ وَإِنَّا إِلَيْهِ رَاجِعونَ</w:t>
      </w:r>
      <w:r>
        <w:rPr>
          <w:rtl/>
          <w:lang w:bidi="fa-IR"/>
        </w:rPr>
        <w:t>﴾.</w:t>
      </w:r>
    </w:p>
    <w:p w14:paraId="65070AE3" w14:textId="77777777" w:rsidR="007A3CB2" w:rsidRDefault="007A3CB2" w:rsidP="007A3CB2">
      <w:pPr>
        <w:pStyle w:val="libNormal"/>
        <w:rPr>
          <w:lang w:bidi="fa-IR"/>
        </w:rPr>
      </w:pPr>
      <w:r>
        <w:rPr>
          <w:rtl/>
          <w:lang w:bidi="fa-IR"/>
        </w:rPr>
        <w:t>وورد في الحديث: "فليصبر على بلائي وليشكر نعمائي وليرضَ بقضائي".</w:t>
      </w:r>
    </w:p>
    <w:p w14:paraId="5A39A504" w14:textId="77777777" w:rsidR="007A3CB2" w:rsidRDefault="003B626A" w:rsidP="007A3CB2">
      <w:pPr>
        <w:pStyle w:val="libNormal"/>
        <w:rPr>
          <w:lang w:bidi="fa-IR"/>
        </w:rPr>
      </w:pPr>
      <w:r>
        <w:rPr>
          <w:rtl/>
          <w:lang w:bidi="fa-IR"/>
        </w:rPr>
        <w:br w:type="page"/>
      </w:r>
    </w:p>
    <w:p w14:paraId="707C82A3" w14:textId="77777777" w:rsidR="003B626A" w:rsidRDefault="007A3CB2" w:rsidP="007A3CB2">
      <w:pPr>
        <w:pStyle w:val="libNormal"/>
        <w:rPr>
          <w:lang w:bidi="fa-IR"/>
        </w:rPr>
      </w:pPr>
      <w:r>
        <w:rPr>
          <w:rtl/>
          <w:lang w:bidi="fa-IR"/>
        </w:rPr>
        <w:lastRenderedPageBreak/>
        <w:t>وعن الإمام علي "</w:t>
      </w:r>
      <w:r w:rsidR="003B626A" w:rsidRPr="003B626A">
        <w:rPr>
          <w:rStyle w:val="libAlaemChar"/>
          <w:rtl/>
        </w:rPr>
        <w:t>عليه‌السلام</w:t>
      </w:r>
      <w:r>
        <w:rPr>
          <w:rtl/>
          <w:lang w:bidi="fa-IR"/>
        </w:rPr>
        <w:t>": "قل عند كل شدّة: "لا حول ولا قوة إلاّ بالله العلي العظيم، تكفه".</w:t>
      </w:r>
    </w:p>
    <w:p w14:paraId="73AC8E8A" w14:textId="77777777" w:rsidR="003B626A" w:rsidRDefault="007A3CB2" w:rsidP="007A3CB2">
      <w:pPr>
        <w:pStyle w:val="libNormal"/>
        <w:rPr>
          <w:lang w:bidi="fa-IR"/>
        </w:rPr>
      </w:pPr>
      <w:r>
        <w:rPr>
          <w:rtl/>
          <w:lang w:bidi="fa-IR"/>
        </w:rPr>
        <w:t>وعن الإمام الباقر "</w:t>
      </w:r>
      <w:r w:rsidR="003B626A" w:rsidRPr="003B626A">
        <w:rPr>
          <w:rStyle w:val="libAlaemChar"/>
          <w:rtl/>
        </w:rPr>
        <w:t>عليه‌السلام</w:t>
      </w:r>
      <w:r>
        <w:rPr>
          <w:rtl/>
          <w:lang w:bidi="fa-IR"/>
        </w:rPr>
        <w:t>": "ما أبالي أصبحت فقيراً أو غنياً لأن الله يقول: لا أفعل بالمؤمن إلاّ ما هو خير له".</w:t>
      </w:r>
    </w:p>
    <w:p w14:paraId="3DE5308E" w14:textId="77777777" w:rsidR="003B626A" w:rsidRDefault="007A3CB2" w:rsidP="00703D81">
      <w:pPr>
        <w:pStyle w:val="libBold1"/>
        <w:rPr>
          <w:lang w:bidi="fa-IR"/>
        </w:rPr>
      </w:pPr>
      <w:r>
        <w:rPr>
          <w:rtl/>
          <w:lang w:bidi="fa-IR"/>
        </w:rPr>
        <w:t>ه</w:t>
      </w:r>
      <w:r w:rsidR="003B626A">
        <w:rPr>
          <w:rtl/>
          <w:lang w:bidi="fa-IR"/>
        </w:rPr>
        <w:t>-</w:t>
      </w:r>
      <w:r>
        <w:rPr>
          <w:rtl/>
          <w:lang w:bidi="fa-IR"/>
        </w:rPr>
        <w:t xml:space="preserve"> الأولياء والبلاء:</w:t>
      </w:r>
    </w:p>
    <w:p w14:paraId="1C848B22" w14:textId="77777777" w:rsidR="003B626A" w:rsidRDefault="007A3CB2" w:rsidP="007A3CB2">
      <w:pPr>
        <w:pStyle w:val="libNormal"/>
        <w:rPr>
          <w:lang w:bidi="fa-IR"/>
        </w:rPr>
      </w:pPr>
      <w:r>
        <w:rPr>
          <w:rtl/>
          <w:lang w:bidi="fa-IR"/>
        </w:rPr>
        <w:t>1</w:t>
      </w:r>
      <w:r w:rsidR="003B626A">
        <w:rPr>
          <w:rtl/>
          <w:lang w:bidi="fa-IR"/>
        </w:rPr>
        <w:t>-</w:t>
      </w:r>
      <w:r>
        <w:rPr>
          <w:rtl/>
          <w:lang w:bidi="fa-IR"/>
        </w:rPr>
        <w:t xml:space="preserve"> الإمام الكاظم "</w:t>
      </w:r>
      <w:r w:rsidR="003B626A" w:rsidRPr="003B626A">
        <w:rPr>
          <w:rStyle w:val="libAlaemChar"/>
          <w:rtl/>
        </w:rPr>
        <w:t>عليه‌السلام</w:t>
      </w:r>
      <w:r>
        <w:rPr>
          <w:rtl/>
          <w:lang w:bidi="fa-IR"/>
        </w:rPr>
        <w:t>": "لن تكونوا مؤمنين حتى تعدوا البلاء نعمة والرخاء مصيبة وذلك أن الصبر عند البلاء أعظم من الغفلة عند الرخاء".</w:t>
      </w:r>
    </w:p>
    <w:p w14:paraId="23DA5F23" w14:textId="77777777" w:rsidR="003B626A" w:rsidRDefault="007A3CB2" w:rsidP="007A3CB2">
      <w:pPr>
        <w:pStyle w:val="libNormal"/>
        <w:rPr>
          <w:lang w:bidi="fa-IR"/>
        </w:rPr>
      </w:pPr>
      <w:r>
        <w:rPr>
          <w:rtl/>
          <w:lang w:bidi="fa-IR"/>
        </w:rPr>
        <w:t>2</w:t>
      </w:r>
      <w:r w:rsidR="003B626A">
        <w:rPr>
          <w:rtl/>
          <w:lang w:bidi="fa-IR"/>
        </w:rPr>
        <w:t>-</w:t>
      </w:r>
      <w:r>
        <w:rPr>
          <w:rtl/>
          <w:lang w:bidi="fa-IR"/>
        </w:rPr>
        <w:t xml:space="preserve"> الإمام الصادق‏"</w:t>
      </w:r>
      <w:r w:rsidR="003B626A" w:rsidRPr="003B626A">
        <w:rPr>
          <w:rStyle w:val="libAlaemChar"/>
          <w:rtl/>
        </w:rPr>
        <w:t>عليه‌السلام</w:t>
      </w:r>
      <w:r>
        <w:rPr>
          <w:rtl/>
          <w:lang w:bidi="fa-IR"/>
        </w:rPr>
        <w:t>": "إنما المؤمن بمنزلة كفة الميزان كلما زيد في إيمانه زيد في بلائه" و"أكثر الناس بلاءً، الأنبياء ثم الأولياء ثم الذين يلونهم الأمثل فالأمثل".</w:t>
      </w:r>
    </w:p>
    <w:p w14:paraId="0B8075A5" w14:textId="77777777" w:rsidR="007A3CB2" w:rsidRDefault="007A3CB2" w:rsidP="007A3CB2">
      <w:pPr>
        <w:pStyle w:val="libNormal"/>
        <w:rPr>
          <w:lang w:bidi="fa-IR"/>
        </w:rPr>
      </w:pPr>
      <w:r>
        <w:rPr>
          <w:rtl/>
          <w:lang w:bidi="fa-IR"/>
        </w:rPr>
        <w:t>3</w:t>
      </w:r>
      <w:r w:rsidR="003B626A">
        <w:rPr>
          <w:rtl/>
          <w:lang w:bidi="fa-IR"/>
        </w:rPr>
        <w:t>-</w:t>
      </w:r>
      <w:r>
        <w:rPr>
          <w:rtl/>
          <w:lang w:bidi="fa-IR"/>
        </w:rPr>
        <w:t xml:space="preserve"> لما حمل علي بن الحسين "</w:t>
      </w:r>
      <w:r w:rsidR="003B626A" w:rsidRPr="003B626A">
        <w:rPr>
          <w:rStyle w:val="libAlaemChar"/>
          <w:rtl/>
        </w:rPr>
        <w:t>عليه‌السلام</w:t>
      </w:r>
      <w:r>
        <w:rPr>
          <w:rtl/>
          <w:lang w:bidi="fa-IR"/>
        </w:rPr>
        <w:t>" إلى يزيد بن معاوية فأوقف بين يديه قال يزيد (لعنه الله): (ما أصابكم من مصيبة فبما كسبت أيديكم).</w:t>
      </w:r>
    </w:p>
    <w:p w14:paraId="5A2DE9B2" w14:textId="77777777" w:rsidR="007A3CB2" w:rsidRDefault="003B626A" w:rsidP="007A3CB2">
      <w:pPr>
        <w:pStyle w:val="libNormal"/>
        <w:rPr>
          <w:lang w:bidi="fa-IR"/>
        </w:rPr>
      </w:pPr>
      <w:r>
        <w:rPr>
          <w:rtl/>
          <w:lang w:bidi="fa-IR"/>
        </w:rPr>
        <w:br w:type="page"/>
      </w:r>
    </w:p>
    <w:p w14:paraId="2E6B38B1" w14:textId="77777777" w:rsidR="003B626A" w:rsidRDefault="007A3CB2" w:rsidP="007A3CB2">
      <w:pPr>
        <w:pStyle w:val="libNormal"/>
        <w:rPr>
          <w:lang w:bidi="fa-IR"/>
        </w:rPr>
      </w:pPr>
      <w:r>
        <w:rPr>
          <w:rtl/>
          <w:lang w:bidi="fa-IR"/>
        </w:rPr>
        <w:lastRenderedPageBreak/>
        <w:t>فقال الإمام علي بن الحسين "</w:t>
      </w:r>
      <w:r w:rsidR="003B626A" w:rsidRPr="003B626A">
        <w:rPr>
          <w:rStyle w:val="libAlaemChar"/>
          <w:rtl/>
        </w:rPr>
        <w:t>عليه‌السلام</w:t>
      </w:r>
      <w:r>
        <w:rPr>
          <w:rtl/>
          <w:lang w:bidi="fa-IR"/>
        </w:rPr>
        <w:t>": "ليست هذه الآية فينا، إن فينا قول الله عز وجل ﴿</w:t>
      </w:r>
      <w:r w:rsidR="00703D81" w:rsidRPr="00703D81">
        <w:rPr>
          <w:rStyle w:val="libAieChar"/>
          <w:rFonts w:hint="cs"/>
          <w:rtl/>
        </w:rPr>
        <w:t xml:space="preserve"> </w:t>
      </w:r>
      <w:r w:rsidRPr="00703D81">
        <w:rPr>
          <w:rStyle w:val="libAieChar"/>
          <w:rtl/>
        </w:rPr>
        <w:t>مَا أَصَابَ مِن مُّصِيبَةٍ فِي الْأَرْضِ وَلَا فِي أَنفُسِكُمْ إِلَّا فِي كِتَابٍ مِّن قَبْلِ أَن نَّبْرَأَهَا</w:t>
      </w:r>
      <w:r w:rsidR="00703D81" w:rsidRPr="00703D81">
        <w:rPr>
          <w:rStyle w:val="libAieChar"/>
          <w:rFonts w:hint="cs"/>
          <w:rtl/>
        </w:rPr>
        <w:t xml:space="preserve"> </w:t>
      </w:r>
      <w:r>
        <w:rPr>
          <w:rtl/>
          <w:lang w:bidi="fa-IR"/>
        </w:rPr>
        <w:t>﴾".</w:t>
      </w:r>
    </w:p>
    <w:p w14:paraId="626AAEC6" w14:textId="77777777" w:rsidR="003B626A" w:rsidRDefault="007A3CB2" w:rsidP="00703D81">
      <w:pPr>
        <w:pStyle w:val="libBold1"/>
        <w:rPr>
          <w:lang w:bidi="fa-IR"/>
        </w:rPr>
      </w:pPr>
      <w:r>
        <w:rPr>
          <w:rtl/>
          <w:lang w:bidi="fa-IR"/>
        </w:rPr>
        <w:t>و</w:t>
      </w:r>
      <w:r w:rsidR="003B626A">
        <w:rPr>
          <w:rtl/>
          <w:lang w:bidi="fa-IR"/>
        </w:rPr>
        <w:t>-</w:t>
      </w:r>
      <w:r>
        <w:rPr>
          <w:rtl/>
          <w:lang w:bidi="fa-IR"/>
        </w:rPr>
        <w:t xml:space="preserve"> البلاء لوحة جمال:</w:t>
      </w:r>
    </w:p>
    <w:p w14:paraId="31BFBEEB" w14:textId="77777777" w:rsidR="003B626A" w:rsidRDefault="007A3CB2" w:rsidP="007A3CB2">
      <w:pPr>
        <w:pStyle w:val="libNormal"/>
        <w:rPr>
          <w:lang w:bidi="fa-IR"/>
        </w:rPr>
      </w:pPr>
      <w:r>
        <w:rPr>
          <w:rtl/>
          <w:lang w:bidi="fa-IR"/>
        </w:rPr>
        <w:t>الإمام الحسين "</w:t>
      </w:r>
      <w:r w:rsidR="003B626A" w:rsidRPr="003B626A">
        <w:rPr>
          <w:rStyle w:val="libAlaemChar"/>
          <w:rtl/>
        </w:rPr>
        <w:t>عليه‌السلام</w:t>
      </w:r>
      <w:r>
        <w:rPr>
          <w:rtl/>
          <w:lang w:bidi="fa-IR"/>
        </w:rPr>
        <w:t>": "هوَّن ما نزل بي أنه في عينك يارب"</w:t>
      </w:r>
    </w:p>
    <w:p w14:paraId="240C00CF" w14:textId="77777777" w:rsidR="003B626A" w:rsidRDefault="007A3CB2" w:rsidP="00703D81">
      <w:pPr>
        <w:pStyle w:val="libNormal"/>
        <w:rPr>
          <w:lang w:bidi="fa-IR"/>
        </w:rPr>
      </w:pPr>
      <w:r>
        <w:rPr>
          <w:rtl/>
          <w:lang w:bidi="fa-IR"/>
        </w:rPr>
        <w:t>قال ابن زياد (لعنه اللّه) للسيدة زينب "</w:t>
      </w:r>
      <w:r w:rsidR="00703D81" w:rsidRPr="00703D81">
        <w:rPr>
          <w:rStyle w:val="libAlaemChar"/>
          <w:rFonts w:eastAsiaTheme="minorHAnsi"/>
          <w:rtl/>
        </w:rPr>
        <w:t xml:space="preserve"> عليها‌السلام</w:t>
      </w:r>
      <w:r w:rsidR="00703D81" w:rsidRPr="00BF23BA">
        <w:rPr>
          <w:rFonts w:eastAsiaTheme="minorHAnsi"/>
          <w:rtl/>
        </w:rPr>
        <w:t xml:space="preserve"> </w:t>
      </w:r>
      <w:r>
        <w:rPr>
          <w:rtl/>
          <w:lang w:bidi="fa-IR"/>
        </w:rPr>
        <w:t>" بعد سوقها أسيرة إلى قصره في الكوفة: كيف رأيتِ صنع الله بكم.</w:t>
      </w:r>
    </w:p>
    <w:p w14:paraId="7B87CAF4" w14:textId="77777777" w:rsidR="003B626A" w:rsidRDefault="007A3CB2" w:rsidP="00703D81">
      <w:pPr>
        <w:pStyle w:val="libNormal"/>
        <w:rPr>
          <w:lang w:bidi="fa-IR"/>
        </w:rPr>
      </w:pPr>
      <w:r>
        <w:rPr>
          <w:rtl/>
          <w:lang w:bidi="fa-IR"/>
        </w:rPr>
        <w:t>قالت "</w:t>
      </w:r>
      <w:r w:rsidR="00703D81" w:rsidRPr="00BF23BA">
        <w:rPr>
          <w:rFonts w:eastAsiaTheme="minorHAnsi"/>
          <w:rtl/>
        </w:rPr>
        <w:t xml:space="preserve"> </w:t>
      </w:r>
      <w:r w:rsidR="00703D81" w:rsidRPr="00703D81">
        <w:rPr>
          <w:rStyle w:val="libAlaemChar"/>
          <w:rFonts w:eastAsiaTheme="minorHAnsi"/>
          <w:rtl/>
        </w:rPr>
        <w:t>عليها‌السلام</w:t>
      </w:r>
      <w:r w:rsidR="00703D81" w:rsidRPr="00BF23BA">
        <w:rPr>
          <w:rFonts w:eastAsiaTheme="minorHAnsi"/>
          <w:rtl/>
        </w:rPr>
        <w:t xml:space="preserve"> </w:t>
      </w:r>
      <w:r>
        <w:rPr>
          <w:rtl/>
          <w:lang w:bidi="fa-IR"/>
        </w:rPr>
        <w:t>": "ما رأيت إلاّ جميلاً".</w:t>
      </w:r>
    </w:p>
    <w:p w14:paraId="2381F6F7" w14:textId="77777777" w:rsidR="007A3CB2" w:rsidRDefault="007A3CB2" w:rsidP="00703D81">
      <w:pPr>
        <w:pStyle w:val="libBold1"/>
        <w:rPr>
          <w:lang w:bidi="fa-IR"/>
        </w:rPr>
      </w:pPr>
      <w:r>
        <w:rPr>
          <w:rtl/>
          <w:lang w:bidi="fa-IR"/>
        </w:rPr>
        <w:t>مراجع للإستفادة:</w:t>
      </w:r>
    </w:p>
    <w:p w14:paraId="4BEC332D" w14:textId="77777777" w:rsidR="003B626A" w:rsidRDefault="007A3CB2" w:rsidP="007A3CB2">
      <w:pPr>
        <w:pStyle w:val="libNormal"/>
        <w:rPr>
          <w:lang w:bidi="fa-IR"/>
        </w:rPr>
      </w:pPr>
      <w:r>
        <w:rPr>
          <w:rtl/>
          <w:lang w:bidi="fa-IR"/>
        </w:rPr>
        <w:t>1</w:t>
      </w:r>
      <w:r w:rsidR="003B626A">
        <w:rPr>
          <w:rtl/>
          <w:lang w:bidi="fa-IR"/>
        </w:rPr>
        <w:t>-</w:t>
      </w:r>
      <w:r>
        <w:rPr>
          <w:rtl/>
          <w:lang w:bidi="fa-IR"/>
        </w:rPr>
        <w:t xml:space="preserve"> مقتل الحسين، للسيد القرِّم.</w:t>
      </w:r>
    </w:p>
    <w:p w14:paraId="3F743032" w14:textId="77777777" w:rsidR="007A3CB2" w:rsidRDefault="007A3CB2" w:rsidP="007A3CB2">
      <w:pPr>
        <w:pStyle w:val="libNormal"/>
        <w:rPr>
          <w:lang w:bidi="fa-IR"/>
        </w:rPr>
      </w:pPr>
      <w:r>
        <w:rPr>
          <w:rtl/>
          <w:lang w:bidi="fa-IR"/>
        </w:rPr>
        <w:t>2</w:t>
      </w:r>
      <w:r w:rsidR="003B626A">
        <w:rPr>
          <w:rtl/>
          <w:lang w:bidi="fa-IR"/>
        </w:rPr>
        <w:t>-</w:t>
      </w:r>
      <w:r>
        <w:rPr>
          <w:rtl/>
          <w:lang w:bidi="fa-IR"/>
        </w:rPr>
        <w:t xml:space="preserve"> ميزان الحكمة، الشيخ الريشهري.</w:t>
      </w:r>
    </w:p>
    <w:p w14:paraId="6769C8C0" w14:textId="77777777" w:rsidR="007A3CB2" w:rsidRDefault="003B626A" w:rsidP="007A3CB2">
      <w:pPr>
        <w:pStyle w:val="libNormal"/>
        <w:rPr>
          <w:lang w:bidi="fa-IR"/>
        </w:rPr>
      </w:pPr>
      <w:r>
        <w:rPr>
          <w:rtl/>
          <w:lang w:bidi="fa-IR"/>
        </w:rPr>
        <w:br w:type="page"/>
      </w:r>
    </w:p>
    <w:p w14:paraId="60475EBD" w14:textId="77777777" w:rsidR="00703D81" w:rsidRDefault="00703D81" w:rsidP="00703D81">
      <w:pPr>
        <w:pStyle w:val="libNormal"/>
        <w:rPr>
          <w:lang w:bidi="fa-IR"/>
        </w:rPr>
      </w:pPr>
      <w:r>
        <w:rPr>
          <w:rtl/>
          <w:lang w:bidi="fa-IR"/>
        </w:rPr>
        <w:lastRenderedPageBreak/>
        <w:br w:type="page"/>
      </w:r>
    </w:p>
    <w:p w14:paraId="2D0A7591" w14:textId="77777777" w:rsidR="007A3CB2" w:rsidRDefault="007A3CB2" w:rsidP="00703D81">
      <w:pPr>
        <w:pStyle w:val="Heading2Center"/>
        <w:rPr>
          <w:lang w:bidi="fa-IR"/>
        </w:rPr>
      </w:pPr>
      <w:bookmarkStart w:id="11" w:name="_Toc12609720"/>
      <w:r>
        <w:rPr>
          <w:rtl/>
          <w:lang w:bidi="fa-IR"/>
        </w:rPr>
        <w:lastRenderedPageBreak/>
        <w:t>الليلة التاسعة</w:t>
      </w:r>
      <w:bookmarkEnd w:id="11"/>
    </w:p>
    <w:p w14:paraId="054D0DA7" w14:textId="77777777" w:rsidR="007A3CB2" w:rsidRDefault="007A3CB2" w:rsidP="00703D81">
      <w:pPr>
        <w:pStyle w:val="libBold1"/>
        <w:rPr>
          <w:lang w:bidi="fa-IR"/>
        </w:rPr>
      </w:pPr>
      <w:r>
        <w:rPr>
          <w:rtl/>
          <w:lang w:bidi="fa-IR"/>
        </w:rPr>
        <w:t>عنوان المحاضرة:</w:t>
      </w:r>
    </w:p>
    <w:p w14:paraId="78116833" w14:textId="77777777" w:rsidR="007A3CB2" w:rsidRDefault="007A3CB2" w:rsidP="00703D81">
      <w:pPr>
        <w:pStyle w:val="libCenterBold1"/>
        <w:rPr>
          <w:lang w:bidi="fa-IR"/>
        </w:rPr>
      </w:pPr>
      <w:r>
        <w:rPr>
          <w:rtl/>
          <w:lang w:bidi="fa-IR"/>
        </w:rPr>
        <w:t>الدنيا</w:t>
      </w:r>
    </w:p>
    <w:p w14:paraId="4ED776FF" w14:textId="77777777" w:rsidR="007A3CB2" w:rsidRDefault="007A3CB2" w:rsidP="00703D81">
      <w:pPr>
        <w:pStyle w:val="libBold1"/>
        <w:rPr>
          <w:lang w:bidi="fa-IR"/>
        </w:rPr>
      </w:pPr>
      <w:r>
        <w:rPr>
          <w:rtl/>
          <w:lang w:bidi="fa-IR"/>
        </w:rPr>
        <w:t>الهدف:</w:t>
      </w:r>
    </w:p>
    <w:p w14:paraId="3AFCE1E3" w14:textId="77777777" w:rsidR="003B626A" w:rsidRDefault="007A3CB2" w:rsidP="007A3CB2">
      <w:pPr>
        <w:pStyle w:val="libNormal"/>
        <w:rPr>
          <w:lang w:bidi="fa-IR"/>
        </w:rPr>
      </w:pPr>
      <w:r>
        <w:rPr>
          <w:rtl/>
          <w:lang w:bidi="fa-IR"/>
        </w:rPr>
        <w:t>بيان نظرة الإسلام إلى الدنيا وعلاقة الإنسان بها.</w:t>
      </w:r>
    </w:p>
    <w:p w14:paraId="1272A5B9" w14:textId="77777777" w:rsidR="007A3CB2" w:rsidRDefault="007A3CB2" w:rsidP="00703D81">
      <w:pPr>
        <w:pStyle w:val="libBold1"/>
        <w:rPr>
          <w:lang w:bidi="fa-IR"/>
        </w:rPr>
      </w:pPr>
      <w:r>
        <w:rPr>
          <w:rtl/>
          <w:lang w:bidi="fa-IR"/>
        </w:rPr>
        <w:t>تصدير الموضوع:</w:t>
      </w:r>
    </w:p>
    <w:p w14:paraId="534C5F08" w14:textId="77777777" w:rsidR="007A3CB2" w:rsidRDefault="007A3CB2" w:rsidP="007A3CB2">
      <w:pPr>
        <w:pStyle w:val="libNormal"/>
        <w:rPr>
          <w:lang w:bidi="fa-IR"/>
        </w:rPr>
      </w:pPr>
      <w:r>
        <w:rPr>
          <w:rtl/>
          <w:lang w:bidi="fa-IR"/>
        </w:rPr>
        <w:t>خطب الإمام الحسين "</w:t>
      </w:r>
      <w:r w:rsidR="003B626A" w:rsidRPr="003B626A">
        <w:rPr>
          <w:rStyle w:val="libAlaemChar"/>
          <w:rtl/>
        </w:rPr>
        <w:t>عليه‌السلام</w:t>
      </w:r>
      <w:r>
        <w:rPr>
          <w:rtl/>
          <w:lang w:bidi="fa-IR"/>
        </w:rPr>
        <w:t>" في اليوم العاشر من المحرم قائلاً:</w:t>
      </w:r>
    </w:p>
    <w:p w14:paraId="33E691EB" w14:textId="77777777" w:rsidR="003B626A" w:rsidRDefault="007A3CB2" w:rsidP="007A3CB2">
      <w:pPr>
        <w:pStyle w:val="libNormal"/>
        <w:rPr>
          <w:lang w:bidi="fa-IR"/>
        </w:rPr>
      </w:pPr>
      <w:r>
        <w:rPr>
          <w:rtl/>
          <w:lang w:bidi="fa-IR"/>
        </w:rPr>
        <w:t>"أيها الناس إن الله خلق الدنيا فجعلها دار فناء وزوال متصرّفة بأهلها حالاً بعد حال، فالمغرور من غرته، والشقي من فتنته، فلا تغرنكم هذه الدنيا، فإنها تقطع رجاء من ركن إليها وتخيب طمع من طمع فيها".</w:t>
      </w:r>
    </w:p>
    <w:p w14:paraId="2F78C04F" w14:textId="77777777" w:rsidR="007A3CB2" w:rsidRDefault="007A3CB2" w:rsidP="00703D81">
      <w:pPr>
        <w:pStyle w:val="libBold1"/>
        <w:rPr>
          <w:lang w:bidi="fa-IR"/>
        </w:rPr>
      </w:pPr>
      <w:r>
        <w:rPr>
          <w:rtl/>
          <w:lang w:bidi="fa-IR"/>
        </w:rPr>
        <w:t>محاور الموضوع:</w:t>
      </w:r>
    </w:p>
    <w:p w14:paraId="46766BAB" w14:textId="77777777" w:rsidR="003B626A" w:rsidRDefault="007A3CB2" w:rsidP="00703D81">
      <w:pPr>
        <w:pStyle w:val="libBold1"/>
        <w:rPr>
          <w:lang w:bidi="fa-IR"/>
        </w:rPr>
      </w:pPr>
      <w:r>
        <w:rPr>
          <w:rtl/>
          <w:lang w:bidi="fa-IR"/>
        </w:rPr>
        <w:t>أ</w:t>
      </w:r>
      <w:r w:rsidR="003B626A">
        <w:rPr>
          <w:rtl/>
          <w:lang w:bidi="fa-IR"/>
        </w:rPr>
        <w:t>-</w:t>
      </w:r>
      <w:r>
        <w:rPr>
          <w:rtl/>
          <w:lang w:bidi="fa-IR"/>
        </w:rPr>
        <w:t xml:space="preserve"> ذم الدنيا ومدحها في الروايات:</w:t>
      </w:r>
    </w:p>
    <w:p w14:paraId="480D5836" w14:textId="77777777" w:rsidR="007A3CB2" w:rsidRDefault="007A3CB2" w:rsidP="007A3CB2">
      <w:pPr>
        <w:pStyle w:val="libNormal"/>
        <w:rPr>
          <w:lang w:bidi="fa-IR"/>
        </w:rPr>
      </w:pPr>
      <w:r>
        <w:rPr>
          <w:rtl/>
          <w:lang w:bidi="fa-IR"/>
        </w:rPr>
        <w:t>عن الإمام أمير المؤمنين "</w:t>
      </w:r>
      <w:r w:rsidR="003B626A" w:rsidRPr="003B626A">
        <w:rPr>
          <w:rStyle w:val="libAlaemChar"/>
          <w:rtl/>
        </w:rPr>
        <w:t>عليه‌السلام</w:t>
      </w:r>
      <w:r>
        <w:rPr>
          <w:rtl/>
          <w:lang w:bidi="fa-IR"/>
        </w:rPr>
        <w:t>":</w:t>
      </w:r>
    </w:p>
    <w:p w14:paraId="42FDE855" w14:textId="77777777" w:rsidR="007A3CB2" w:rsidRDefault="007A3CB2" w:rsidP="007A3CB2">
      <w:pPr>
        <w:pStyle w:val="libNormal"/>
        <w:rPr>
          <w:lang w:bidi="fa-IR"/>
        </w:rPr>
      </w:pPr>
      <w:r>
        <w:rPr>
          <w:rtl/>
          <w:lang w:bidi="fa-IR"/>
        </w:rPr>
        <w:t>"الدنيا سوق الخسران".</w:t>
      </w:r>
    </w:p>
    <w:p w14:paraId="21C6E11E" w14:textId="77777777" w:rsidR="007A3CB2" w:rsidRDefault="003B626A" w:rsidP="007A3CB2">
      <w:pPr>
        <w:pStyle w:val="libNormal"/>
        <w:rPr>
          <w:lang w:bidi="fa-IR"/>
        </w:rPr>
      </w:pPr>
      <w:r>
        <w:rPr>
          <w:rtl/>
          <w:lang w:bidi="fa-IR"/>
        </w:rPr>
        <w:br w:type="page"/>
      </w:r>
    </w:p>
    <w:p w14:paraId="65B70660" w14:textId="77777777" w:rsidR="003B626A" w:rsidRDefault="007A3CB2" w:rsidP="007A3CB2">
      <w:pPr>
        <w:pStyle w:val="libNormal"/>
        <w:rPr>
          <w:lang w:bidi="fa-IR"/>
        </w:rPr>
      </w:pPr>
      <w:r>
        <w:rPr>
          <w:rtl/>
          <w:lang w:bidi="fa-IR"/>
        </w:rPr>
        <w:lastRenderedPageBreak/>
        <w:t>"الدنيا مصرع العقول".</w:t>
      </w:r>
    </w:p>
    <w:p w14:paraId="397C7FD8" w14:textId="77777777" w:rsidR="003B626A" w:rsidRDefault="007A3CB2" w:rsidP="007A3CB2">
      <w:pPr>
        <w:pStyle w:val="libNormal"/>
        <w:rPr>
          <w:lang w:bidi="fa-IR"/>
        </w:rPr>
      </w:pPr>
      <w:r>
        <w:rPr>
          <w:rtl/>
          <w:lang w:bidi="fa-IR"/>
        </w:rPr>
        <w:t>"الدنيا معدن الشر ومحل الغرور".</w:t>
      </w:r>
    </w:p>
    <w:p w14:paraId="78415BAE" w14:textId="77777777" w:rsidR="003B626A" w:rsidRDefault="007A3CB2" w:rsidP="007A3CB2">
      <w:pPr>
        <w:pStyle w:val="libNormal"/>
        <w:rPr>
          <w:lang w:bidi="fa-IR"/>
        </w:rPr>
      </w:pPr>
      <w:r>
        <w:rPr>
          <w:rtl/>
          <w:lang w:bidi="fa-IR"/>
        </w:rPr>
        <w:t>عن أمير المؤمنين "</w:t>
      </w:r>
      <w:r w:rsidR="003B626A" w:rsidRPr="003B626A">
        <w:rPr>
          <w:rStyle w:val="libAlaemChar"/>
          <w:rtl/>
        </w:rPr>
        <w:t>عليه‌السلام</w:t>
      </w:r>
      <w:r>
        <w:rPr>
          <w:rtl/>
          <w:lang w:bidi="fa-IR"/>
        </w:rPr>
        <w:t>": "الدنيا.. دار غنى لمن زود منها، ودار موعظة لمن اتعظ بها، مسجد أحباء الله، ومحل ملائكة الله ومهبط وحي الله، ومتجر أولياء الله، اكتسبوا فيها الرحمة وربحوا فيها الجنة".</w:t>
      </w:r>
    </w:p>
    <w:p w14:paraId="7E6716B9" w14:textId="77777777" w:rsidR="003B626A" w:rsidRDefault="007A3CB2" w:rsidP="00703D81">
      <w:pPr>
        <w:pStyle w:val="libBold1"/>
        <w:rPr>
          <w:lang w:bidi="fa-IR"/>
        </w:rPr>
      </w:pPr>
      <w:r>
        <w:rPr>
          <w:rtl/>
          <w:lang w:bidi="fa-IR"/>
        </w:rPr>
        <w:t>ب</w:t>
      </w:r>
      <w:r w:rsidR="003B626A">
        <w:rPr>
          <w:rtl/>
          <w:lang w:bidi="fa-IR"/>
        </w:rPr>
        <w:t>-</w:t>
      </w:r>
      <w:r>
        <w:rPr>
          <w:rtl/>
          <w:lang w:bidi="fa-IR"/>
        </w:rPr>
        <w:t xml:space="preserve"> المذموم:</w:t>
      </w:r>
    </w:p>
    <w:p w14:paraId="53DFA26E" w14:textId="77777777" w:rsidR="003B626A" w:rsidRDefault="007A3CB2" w:rsidP="007A3CB2">
      <w:pPr>
        <w:pStyle w:val="libNormal"/>
        <w:rPr>
          <w:lang w:bidi="fa-IR"/>
        </w:rPr>
      </w:pPr>
      <w:r>
        <w:rPr>
          <w:rtl/>
          <w:lang w:bidi="fa-IR"/>
        </w:rPr>
        <w:t>علاقة الإنسان بالدنيا كغاية والممدوح علاقته بها كوسيلة.</w:t>
      </w:r>
    </w:p>
    <w:p w14:paraId="45672D1A" w14:textId="77777777" w:rsidR="003B626A" w:rsidRDefault="007A3CB2" w:rsidP="007A3CB2">
      <w:pPr>
        <w:pStyle w:val="libNormal"/>
        <w:rPr>
          <w:lang w:bidi="fa-IR"/>
        </w:rPr>
      </w:pPr>
      <w:r>
        <w:rPr>
          <w:rtl/>
          <w:lang w:bidi="fa-IR"/>
        </w:rPr>
        <w:t>قال أمير المؤمنين "</w:t>
      </w:r>
      <w:r w:rsidR="003B626A" w:rsidRPr="003B626A">
        <w:rPr>
          <w:rStyle w:val="libAlaemChar"/>
          <w:rtl/>
        </w:rPr>
        <w:t>عليه‌السلام</w:t>
      </w:r>
      <w:r>
        <w:rPr>
          <w:rtl/>
          <w:lang w:bidi="fa-IR"/>
        </w:rPr>
        <w:t>" لمن ذم الدنيا: "أيها الذام للدنيا المغتر بغرورها المخدوع بأباطيلها ثم تذمها، أتغتر بالدنيا ثم تذمها ! أنت المتجرّم عليها أم هي المتجرّمة عليك".</w:t>
      </w:r>
    </w:p>
    <w:p w14:paraId="223A21CD" w14:textId="77777777" w:rsidR="007A3CB2" w:rsidRDefault="007A3CB2" w:rsidP="007A3CB2">
      <w:pPr>
        <w:pStyle w:val="libNormal"/>
        <w:rPr>
          <w:lang w:bidi="fa-IR"/>
        </w:rPr>
      </w:pPr>
      <w:r>
        <w:rPr>
          <w:rtl/>
          <w:lang w:bidi="fa-IR"/>
        </w:rPr>
        <w:t>عن أمير المؤمنين "</w:t>
      </w:r>
      <w:r w:rsidR="003B626A" w:rsidRPr="003B626A">
        <w:rPr>
          <w:rStyle w:val="libAlaemChar"/>
          <w:rtl/>
        </w:rPr>
        <w:t>عليه‌السلام</w:t>
      </w:r>
      <w:r>
        <w:rPr>
          <w:rtl/>
          <w:lang w:bidi="fa-IR"/>
        </w:rPr>
        <w:t>": "من أبصر بها بصّرته، ومن أبصر إليها أعمته".</w:t>
      </w:r>
    </w:p>
    <w:p w14:paraId="2B2F89C5" w14:textId="77777777" w:rsidR="007A3CB2" w:rsidRDefault="003B626A" w:rsidP="007A3CB2">
      <w:pPr>
        <w:pStyle w:val="libNormal"/>
        <w:rPr>
          <w:lang w:bidi="fa-IR"/>
        </w:rPr>
      </w:pPr>
      <w:r>
        <w:rPr>
          <w:rtl/>
          <w:lang w:bidi="fa-IR"/>
        </w:rPr>
        <w:br w:type="page"/>
      </w:r>
    </w:p>
    <w:p w14:paraId="59C50B4E" w14:textId="77777777" w:rsidR="003B626A" w:rsidRDefault="007A3CB2" w:rsidP="00703D81">
      <w:pPr>
        <w:pStyle w:val="libBold1"/>
        <w:rPr>
          <w:lang w:bidi="fa-IR"/>
        </w:rPr>
      </w:pPr>
      <w:r>
        <w:rPr>
          <w:rtl/>
          <w:lang w:bidi="fa-IR"/>
        </w:rPr>
        <w:lastRenderedPageBreak/>
        <w:t>ج</w:t>
      </w:r>
      <w:r w:rsidR="003B626A">
        <w:rPr>
          <w:rtl/>
          <w:lang w:bidi="fa-IR"/>
        </w:rPr>
        <w:t>-</w:t>
      </w:r>
      <w:r>
        <w:rPr>
          <w:rtl/>
          <w:lang w:bidi="fa-IR"/>
        </w:rPr>
        <w:t xml:space="preserve"> العمل في الدنيا لأجل الآخرة:</w:t>
      </w:r>
    </w:p>
    <w:p w14:paraId="774F86C6" w14:textId="77777777" w:rsidR="003B626A" w:rsidRDefault="007A3CB2" w:rsidP="007A3CB2">
      <w:pPr>
        <w:pStyle w:val="libNormal"/>
        <w:rPr>
          <w:lang w:bidi="fa-IR"/>
        </w:rPr>
      </w:pPr>
      <w:r>
        <w:rPr>
          <w:rtl/>
          <w:lang w:bidi="fa-IR"/>
        </w:rPr>
        <w:t>قال تعالى: ﴿</w:t>
      </w:r>
      <w:r w:rsidR="00BF23BA" w:rsidRPr="00BF23BA">
        <w:rPr>
          <w:rStyle w:val="libAieChar"/>
          <w:rFonts w:hint="cs"/>
          <w:rtl/>
        </w:rPr>
        <w:t xml:space="preserve"> </w:t>
      </w:r>
      <w:r w:rsidRPr="00BF23BA">
        <w:rPr>
          <w:rStyle w:val="libAieChar"/>
          <w:rtl/>
        </w:rPr>
        <w:t>وَابْتَغِ فِيمَا آتَاكَ اللَّهُ الدَّارَ الْآخِرَةَ وَلَا تَنسَ نَصِيبَكَ مِنَ الدُّنْيَا</w:t>
      </w:r>
      <w:r w:rsidR="00BF23BA" w:rsidRPr="00BF23BA">
        <w:rPr>
          <w:rStyle w:val="libAieChar"/>
          <w:rFonts w:hint="cs"/>
          <w:rtl/>
        </w:rPr>
        <w:t xml:space="preserve"> </w:t>
      </w:r>
      <w:r>
        <w:rPr>
          <w:rtl/>
          <w:lang w:bidi="fa-IR"/>
        </w:rPr>
        <w:t>﴾.</w:t>
      </w:r>
    </w:p>
    <w:p w14:paraId="40F25929" w14:textId="77777777" w:rsidR="003B626A" w:rsidRDefault="007A3CB2" w:rsidP="007A3CB2">
      <w:pPr>
        <w:pStyle w:val="libNormal"/>
        <w:rPr>
          <w:lang w:bidi="fa-IR"/>
        </w:rPr>
      </w:pPr>
      <w:r>
        <w:rPr>
          <w:rtl/>
          <w:lang w:bidi="fa-IR"/>
        </w:rPr>
        <w:t>عن الإمام علي "</w:t>
      </w:r>
      <w:r w:rsidR="003B626A" w:rsidRPr="003B626A">
        <w:rPr>
          <w:rStyle w:val="libAlaemChar"/>
          <w:rtl/>
        </w:rPr>
        <w:t>عليه‌السلام</w:t>
      </w:r>
      <w:r>
        <w:rPr>
          <w:rtl/>
          <w:lang w:bidi="fa-IR"/>
        </w:rPr>
        <w:t>": "الناس في الدنيا عاملان، عامل في الدنيا قد شغلته دنياه عن آخرته، يخشى على من يخلفه الفقر، ويأمنه على نفسه، فيفنى عمره في منفعة غيره، وعامل في الدنيا لما بعدها فجاءه الذي له من الدنيا بغير عمل فأحرز الحظين معاً وملك الدارين جميعاً فأصبح وجيهاً عند الله لا يسأل الله حاجة فيمنعه".</w:t>
      </w:r>
    </w:p>
    <w:p w14:paraId="2C533DDB" w14:textId="77777777" w:rsidR="003B626A" w:rsidRDefault="007A3CB2" w:rsidP="007A3CB2">
      <w:pPr>
        <w:pStyle w:val="libNormal"/>
        <w:rPr>
          <w:lang w:bidi="fa-IR"/>
        </w:rPr>
      </w:pPr>
      <w:r>
        <w:rPr>
          <w:rtl/>
          <w:lang w:bidi="fa-IR"/>
        </w:rPr>
        <w:t>عن الإمام الكاظم "</w:t>
      </w:r>
      <w:r w:rsidR="003B626A" w:rsidRPr="003B626A">
        <w:rPr>
          <w:rStyle w:val="libAlaemChar"/>
          <w:rtl/>
        </w:rPr>
        <w:t>عليه‌السلام</w:t>
      </w:r>
      <w:r>
        <w:rPr>
          <w:rtl/>
          <w:lang w:bidi="fa-IR"/>
        </w:rPr>
        <w:t>": "ليس منا من ترك دنياه لدينه أو ترك دينه لدنياه".</w:t>
      </w:r>
    </w:p>
    <w:p w14:paraId="1078CABC" w14:textId="77777777" w:rsidR="003B626A" w:rsidRDefault="007A3CB2" w:rsidP="00BF23BA">
      <w:pPr>
        <w:pStyle w:val="libBold1"/>
        <w:rPr>
          <w:lang w:bidi="fa-IR"/>
        </w:rPr>
      </w:pPr>
      <w:r>
        <w:rPr>
          <w:rtl/>
          <w:lang w:bidi="fa-IR"/>
        </w:rPr>
        <w:t>د</w:t>
      </w:r>
      <w:r w:rsidR="003B626A">
        <w:rPr>
          <w:rtl/>
          <w:lang w:bidi="fa-IR"/>
        </w:rPr>
        <w:t>-</w:t>
      </w:r>
      <w:r>
        <w:rPr>
          <w:rtl/>
          <w:lang w:bidi="fa-IR"/>
        </w:rPr>
        <w:t xml:space="preserve"> لا تركن إلى الدنيا:</w:t>
      </w:r>
    </w:p>
    <w:p w14:paraId="05064F6A" w14:textId="77777777" w:rsidR="007A3CB2" w:rsidRDefault="007A3CB2" w:rsidP="007A3CB2">
      <w:pPr>
        <w:pStyle w:val="libNormal"/>
        <w:rPr>
          <w:lang w:bidi="fa-IR"/>
        </w:rPr>
      </w:pPr>
      <w:r>
        <w:rPr>
          <w:rtl/>
          <w:lang w:bidi="fa-IR"/>
        </w:rPr>
        <w:t>عن الإمام علي "</w:t>
      </w:r>
      <w:r w:rsidR="003B626A" w:rsidRPr="003B626A">
        <w:rPr>
          <w:rStyle w:val="libAlaemChar"/>
          <w:rtl/>
        </w:rPr>
        <w:t>عليه‌السلام</w:t>
      </w:r>
      <w:r>
        <w:rPr>
          <w:rtl/>
          <w:lang w:bidi="fa-IR"/>
        </w:rPr>
        <w:t>": "اجعل الدنيا شوكاً وانظر أين تضع قدمك منها، فإن من ركن إليها خذلته، ومن آنس فيها أوحشته ومن يرغب فيها أوهنته".</w:t>
      </w:r>
    </w:p>
    <w:p w14:paraId="5E214310" w14:textId="77777777" w:rsidR="007A3CB2" w:rsidRDefault="003B626A" w:rsidP="007A3CB2">
      <w:pPr>
        <w:pStyle w:val="libNormal"/>
        <w:rPr>
          <w:lang w:bidi="fa-IR"/>
        </w:rPr>
      </w:pPr>
      <w:r>
        <w:rPr>
          <w:rtl/>
          <w:lang w:bidi="fa-IR"/>
        </w:rPr>
        <w:br w:type="page"/>
      </w:r>
    </w:p>
    <w:p w14:paraId="3D16A770" w14:textId="77777777" w:rsidR="003B626A" w:rsidRDefault="007A3CB2" w:rsidP="00BF23BA">
      <w:pPr>
        <w:pStyle w:val="libBold1"/>
        <w:rPr>
          <w:lang w:bidi="fa-IR"/>
        </w:rPr>
      </w:pPr>
      <w:r>
        <w:rPr>
          <w:rtl/>
          <w:lang w:bidi="fa-IR"/>
        </w:rPr>
        <w:lastRenderedPageBreak/>
        <w:t>ه</w:t>
      </w:r>
      <w:r w:rsidR="003B626A">
        <w:rPr>
          <w:rtl/>
          <w:lang w:bidi="fa-IR"/>
        </w:rPr>
        <w:t>-</w:t>
      </w:r>
      <w:r>
        <w:rPr>
          <w:rtl/>
          <w:lang w:bidi="fa-IR"/>
        </w:rPr>
        <w:t xml:space="preserve"> حب الدنيا منطلق القتل والتخلف عن الفتح:</w:t>
      </w:r>
    </w:p>
    <w:p w14:paraId="2922395F" w14:textId="77777777" w:rsidR="003B626A" w:rsidRDefault="007A3CB2" w:rsidP="007A3CB2">
      <w:pPr>
        <w:pStyle w:val="libNormal"/>
        <w:rPr>
          <w:lang w:bidi="fa-IR"/>
        </w:rPr>
      </w:pPr>
      <w:r>
        <w:rPr>
          <w:rtl/>
          <w:lang w:bidi="fa-IR"/>
        </w:rPr>
        <w:t>قال عمر بن سعد عشية قتله للإمام الحسين "</w:t>
      </w:r>
      <w:r w:rsidR="003B626A" w:rsidRPr="003B626A">
        <w:rPr>
          <w:rStyle w:val="libAlaemChar"/>
          <w:rtl/>
        </w:rPr>
        <w:t>عليه‌السلام</w:t>
      </w:r>
      <w:r>
        <w:rPr>
          <w:rtl/>
          <w:lang w:bidi="fa-IR"/>
        </w:rPr>
        <w:t>":</w:t>
      </w:r>
    </w:p>
    <w:p w14:paraId="20FFC881" w14:textId="77777777" w:rsidR="003B626A" w:rsidRDefault="007A3CB2" w:rsidP="007A3CB2">
      <w:pPr>
        <w:pStyle w:val="libNormal"/>
        <w:rPr>
          <w:lang w:bidi="fa-IR"/>
        </w:rPr>
      </w:pPr>
      <w:r>
        <w:rPr>
          <w:rtl/>
          <w:lang w:bidi="fa-IR"/>
        </w:rPr>
        <w:t>أ أترك ملك الري والري رغبتي‏ أو أرجع مذموماً بقتل حسين‏</w:t>
      </w:r>
    </w:p>
    <w:p w14:paraId="0FBBD249" w14:textId="77777777" w:rsidR="003B626A" w:rsidRDefault="007A3CB2" w:rsidP="007A3CB2">
      <w:pPr>
        <w:pStyle w:val="libNormal"/>
        <w:rPr>
          <w:lang w:bidi="fa-IR"/>
        </w:rPr>
      </w:pPr>
      <w:r>
        <w:rPr>
          <w:rtl/>
          <w:lang w:bidi="fa-IR"/>
        </w:rPr>
        <w:t>وفي قتله النار التي ليس دونها حجاب وملك الري قرة عيني‏</w:t>
      </w:r>
    </w:p>
    <w:p w14:paraId="337EF0B2" w14:textId="77777777" w:rsidR="003B626A" w:rsidRDefault="007A3CB2" w:rsidP="007A3CB2">
      <w:pPr>
        <w:pStyle w:val="libNormal"/>
        <w:rPr>
          <w:lang w:bidi="fa-IR"/>
        </w:rPr>
      </w:pPr>
      <w:r>
        <w:rPr>
          <w:rtl/>
          <w:lang w:bidi="fa-IR"/>
        </w:rPr>
        <w:t>قال الإمام الحسين "</w:t>
      </w:r>
      <w:r w:rsidR="003B626A" w:rsidRPr="003B626A">
        <w:rPr>
          <w:rStyle w:val="libAlaemChar"/>
          <w:rtl/>
        </w:rPr>
        <w:t>عليه‌السلام</w:t>
      </w:r>
      <w:r>
        <w:rPr>
          <w:rtl/>
          <w:lang w:bidi="fa-IR"/>
        </w:rPr>
        <w:t>" لعبد الله بن الحجر الجحفي: "أنا أدعوك في وقتي هذا إلى توبة تغسل بها ما عليك من ذنوب".</w:t>
      </w:r>
    </w:p>
    <w:p w14:paraId="27E49CA8" w14:textId="77777777" w:rsidR="003B626A" w:rsidRDefault="007A3CB2" w:rsidP="007A3CB2">
      <w:pPr>
        <w:pStyle w:val="libNormal"/>
        <w:rPr>
          <w:lang w:bidi="fa-IR"/>
        </w:rPr>
      </w:pPr>
      <w:r>
        <w:rPr>
          <w:rtl/>
          <w:lang w:bidi="fa-IR"/>
        </w:rPr>
        <w:t>فأجابه عبد الله: والله إني لأعلم أن من شايعك كان السعيد في الآخرة، ول</w:t>
      </w:r>
      <w:r w:rsidR="00BF23BA">
        <w:rPr>
          <w:rtl/>
          <w:lang w:bidi="fa-IR"/>
        </w:rPr>
        <w:t>كن ما عسى أن أغني عنك، ولم أخلِ</w:t>
      </w:r>
      <w:r>
        <w:rPr>
          <w:rtl/>
          <w:lang w:bidi="fa-IR"/>
        </w:rPr>
        <w:t>ف لك بالكوفة ناصراً، فأنشدك أن تحملني على هذه الخطة، فإن نفسي لم تسمح بعد الموت.</w:t>
      </w:r>
    </w:p>
    <w:p w14:paraId="085A9128" w14:textId="77777777" w:rsidR="003B626A" w:rsidRDefault="007A3CB2" w:rsidP="00BF23BA">
      <w:pPr>
        <w:pStyle w:val="libBold1"/>
        <w:rPr>
          <w:lang w:bidi="fa-IR"/>
        </w:rPr>
      </w:pPr>
      <w:r>
        <w:rPr>
          <w:rtl/>
          <w:lang w:bidi="fa-IR"/>
        </w:rPr>
        <w:t>و</w:t>
      </w:r>
      <w:r w:rsidR="003B626A">
        <w:rPr>
          <w:rtl/>
          <w:lang w:bidi="fa-IR"/>
        </w:rPr>
        <w:t>-</w:t>
      </w:r>
      <w:r>
        <w:rPr>
          <w:rtl/>
          <w:lang w:bidi="fa-IR"/>
        </w:rPr>
        <w:t xml:space="preserve"> فلنعاهد الله في هذه الليلة أن ننزع حب الدنيا من قلوبنا..</w:t>
      </w:r>
    </w:p>
    <w:p w14:paraId="157F60E2" w14:textId="77777777" w:rsidR="007A3CB2" w:rsidRDefault="003B626A" w:rsidP="007A3CB2">
      <w:pPr>
        <w:pStyle w:val="libNormal"/>
        <w:rPr>
          <w:lang w:bidi="fa-IR"/>
        </w:rPr>
      </w:pPr>
      <w:r>
        <w:rPr>
          <w:rtl/>
          <w:lang w:bidi="fa-IR"/>
        </w:rPr>
        <w:br w:type="page"/>
      </w:r>
    </w:p>
    <w:p w14:paraId="52B47E2A" w14:textId="77777777" w:rsidR="007A3CB2" w:rsidRDefault="007A3CB2" w:rsidP="00BF23BA">
      <w:pPr>
        <w:pStyle w:val="libBold1"/>
        <w:rPr>
          <w:lang w:bidi="fa-IR"/>
        </w:rPr>
      </w:pPr>
      <w:r>
        <w:rPr>
          <w:rtl/>
          <w:lang w:bidi="fa-IR"/>
        </w:rPr>
        <w:lastRenderedPageBreak/>
        <w:t>مراجع للإستفادة:</w:t>
      </w:r>
    </w:p>
    <w:p w14:paraId="7158F6B5" w14:textId="77777777" w:rsidR="003B626A" w:rsidRDefault="007A3CB2" w:rsidP="007A3CB2">
      <w:pPr>
        <w:pStyle w:val="libNormal"/>
        <w:rPr>
          <w:lang w:bidi="fa-IR"/>
        </w:rPr>
      </w:pPr>
      <w:r>
        <w:rPr>
          <w:rtl/>
          <w:lang w:bidi="fa-IR"/>
        </w:rPr>
        <w:t>1</w:t>
      </w:r>
      <w:r w:rsidR="003B626A">
        <w:rPr>
          <w:rtl/>
          <w:lang w:bidi="fa-IR"/>
        </w:rPr>
        <w:t>-</w:t>
      </w:r>
      <w:r>
        <w:rPr>
          <w:rtl/>
          <w:lang w:bidi="fa-IR"/>
        </w:rPr>
        <w:t xml:space="preserve"> في رحاب نهج البلاغة، الشيخ الشهيد المطهري.</w:t>
      </w:r>
    </w:p>
    <w:p w14:paraId="7CFD7BB4" w14:textId="77777777" w:rsidR="003B626A" w:rsidRDefault="007A3CB2" w:rsidP="007A3CB2">
      <w:pPr>
        <w:pStyle w:val="libNormal"/>
        <w:rPr>
          <w:lang w:bidi="fa-IR"/>
        </w:rPr>
      </w:pPr>
      <w:r>
        <w:rPr>
          <w:rtl/>
          <w:lang w:bidi="fa-IR"/>
        </w:rPr>
        <w:t>2</w:t>
      </w:r>
      <w:r w:rsidR="003B626A">
        <w:rPr>
          <w:rtl/>
          <w:lang w:bidi="fa-IR"/>
        </w:rPr>
        <w:t>-</w:t>
      </w:r>
      <w:r>
        <w:rPr>
          <w:rtl/>
          <w:lang w:bidi="fa-IR"/>
        </w:rPr>
        <w:t xml:space="preserve"> مقتل الإمام الحسين، للسيد المقرَّم.</w:t>
      </w:r>
    </w:p>
    <w:p w14:paraId="237FB5A2" w14:textId="77777777" w:rsidR="007A3CB2" w:rsidRDefault="007A3CB2" w:rsidP="007A3CB2">
      <w:pPr>
        <w:pStyle w:val="libNormal"/>
        <w:rPr>
          <w:lang w:bidi="fa-IR"/>
        </w:rPr>
      </w:pPr>
      <w:r>
        <w:rPr>
          <w:rtl/>
          <w:lang w:bidi="fa-IR"/>
        </w:rPr>
        <w:t>3</w:t>
      </w:r>
      <w:r w:rsidR="003B626A">
        <w:rPr>
          <w:rtl/>
          <w:lang w:bidi="fa-IR"/>
        </w:rPr>
        <w:t>-</w:t>
      </w:r>
      <w:r>
        <w:rPr>
          <w:rtl/>
          <w:lang w:bidi="fa-IR"/>
        </w:rPr>
        <w:t xml:space="preserve"> ميزان الحكمة، الشيخ الريشهري</w:t>
      </w:r>
    </w:p>
    <w:p w14:paraId="7567CA76" w14:textId="77777777" w:rsidR="003B626A" w:rsidRDefault="003B626A" w:rsidP="007A3CB2">
      <w:pPr>
        <w:pStyle w:val="libNormal"/>
        <w:rPr>
          <w:lang w:bidi="fa-IR"/>
        </w:rPr>
      </w:pPr>
      <w:r>
        <w:rPr>
          <w:rtl/>
          <w:lang w:bidi="fa-IR"/>
        </w:rPr>
        <w:br w:type="page"/>
      </w:r>
    </w:p>
    <w:p w14:paraId="29CEFD11" w14:textId="77777777" w:rsidR="007A3CB2" w:rsidRDefault="007A3CB2" w:rsidP="00BF23BA">
      <w:pPr>
        <w:pStyle w:val="Heading2Center"/>
        <w:rPr>
          <w:lang w:bidi="fa-IR"/>
        </w:rPr>
      </w:pPr>
      <w:bookmarkStart w:id="12" w:name="_Toc12609721"/>
      <w:r>
        <w:rPr>
          <w:rtl/>
          <w:lang w:bidi="fa-IR"/>
        </w:rPr>
        <w:lastRenderedPageBreak/>
        <w:t>الليلة االعاشرة</w:t>
      </w:r>
      <w:bookmarkEnd w:id="12"/>
    </w:p>
    <w:p w14:paraId="04CF33BF" w14:textId="77777777" w:rsidR="007A3CB2" w:rsidRDefault="007A3CB2" w:rsidP="00BF23BA">
      <w:pPr>
        <w:pStyle w:val="libBold1"/>
        <w:rPr>
          <w:lang w:bidi="fa-IR"/>
        </w:rPr>
      </w:pPr>
      <w:r>
        <w:rPr>
          <w:rtl/>
          <w:lang w:bidi="fa-IR"/>
        </w:rPr>
        <w:t>عنوان المحاضرة:</w:t>
      </w:r>
    </w:p>
    <w:p w14:paraId="1C00CD34" w14:textId="77777777" w:rsidR="007A3CB2" w:rsidRDefault="007A3CB2" w:rsidP="00BF23BA">
      <w:pPr>
        <w:pStyle w:val="libCenterBold1"/>
        <w:rPr>
          <w:lang w:bidi="fa-IR"/>
        </w:rPr>
      </w:pPr>
      <w:r>
        <w:rPr>
          <w:rtl/>
          <w:lang w:bidi="fa-IR"/>
        </w:rPr>
        <w:t>الموت في نظر الإمام الحسين‏"</w:t>
      </w:r>
      <w:r w:rsidR="003B626A" w:rsidRPr="003B626A">
        <w:rPr>
          <w:rStyle w:val="libAlaemChar"/>
          <w:rtl/>
        </w:rPr>
        <w:t>عليه‌السلام</w:t>
      </w:r>
      <w:r>
        <w:rPr>
          <w:rtl/>
          <w:lang w:bidi="fa-IR"/>
        </w:rPr>
        <w:t>"</w:t>
      </w:r>
    </w:p>
    <w:p w14:paraId="65CCFAD0" w14:textId="77777777" w:rsidR="007A3CB2" w:rsidRDefault="007A3CB2" w:rsidP="00BF23BA">
      <w:pPr>
        <w:pStyle w:val="libBold1"/>
        <w:rPr>
          <w:lang w:bidi="fa-IR"/>
        </w:rPr>
      </w:pPr>
      <w:r>
        <w:rPr>
          <w:rtl/>
          <w:lang w:bidi="fa-IR"/>
        </w:rPr>
        <w:t>الهدف:</w:t>
      </w:r>
    </w:p>
    <w:p w14:paraId="03BEDCE0" w14:textId="77777777" w:rsidR="003B626A" w:rsidRDefault="007A3CB2" w:rsidP="007A3CB2">
      <w:pPr>
        <w:pStyle w:val="libNormal"/>
        <w:rPr>
          <w:lang w:bidi="fa-IR"/>
        </w:rPr>
      </w:pPr>
      <w:r>
        <w:rPr>
          <w:rtl/>
          <w:lang w:bidi="fa-IR"/>
        </w:rPr>
        <w:t>بيان حقيقة الموت وغرس حب الشهادة.</w:t>
      </w:r>
    </w:p>
    <w:p w14:paraId="4C2C32A6" w14:textId="77777777" w:rsidR="007A3CB2" w:rsidRDefault="007A3CB2" w:rsidP="00BF23BA">
      <w:pPr>
        <w:pStyle w:val="libBold1"/>
        <w:rPr>
          <w:lang w:bidi="fa-IR"/>
        </w:rPr>
      </w:pPr>
      <w:r>
        <w:rPr>
          <w:rtl/>
          <w:lang w:bidi="fa-IR"/>
        </w:rPr>
        <w:t>تصدير الموضوع:</w:t>
      </w:r>
    </w:p>
    <w:p w14:paraId="569FE9C3" w14:textId="77777777" w:rsidR="003B626A" w:rsidRDefault="007A3CB2" w:rsidP="007A3CB2">
      <w:pPr>
        <w:pStyle w:val="libNormal"/>
        <w:rPr>
          <w:lang w:bidi="fa-IR"/>
        </w:rPr>
      </w:pPr>
      <w:r>
        <w:rPr>
          <w:rtl/>
          <w:lang w:bidi="fa-IR"/>
        </w:rPr>
        <w:t>في العاشر من المحرم تعجّب من حول الإمام الحسين "</w:t>
      </w:r>
      <w:r w:rsidR="003B626A" w:rsidRPr="003B626A">
        <w:rPr>
          <w:rStyle w:val="libAlaemChar"/>
          <w:rtl/>
        </w:rPr>
        <w:t>عليه‌السلام</w:t>
      </w:r>
      <w:r>
        <w:rPr>
          <w:rtl/>
          <w:lang w:bidi="fa-IR"/>
        </w:rPr>
        <w:t>" من أمر الحسين "</w:t>
      </w:r>
      <w:r w:rsidR="003B626A" w:rsidRPr="003B626A">
        <w:rPr>
          <w:rStyle w:val="libAlaemChar"/>
          <w:rtl/>
        </w:rPr>
        <w:t>عليه‌السلام</w:t>
      </w:r>
      <w:r>
        <w:rPr>
          <w:rtl/>
          <w:lang w:bidi="fa-IR"/>
        </w:rPr>
        <w:t>"، لأن عادة الإنسان حينما يقدم نحو الموت أن يتغيّر لونه وترتعد فرائصه وتضطرب نفسه، لكن الحسين‏"</w:t>
      </w:r>
      <w:r w:rsidR="003B626A" w:rsidRPr="003B626A">
        <w:rPr>
          <w:rStyle w:val="libAlaemChar"/>
          <w:rtl/>
        </w:rPr>
        <w:t>عليه‌السلام</w:t>
      </w:r>
      <w:r>
        <w:rPr>
          <w:rtl/>
          <w:lang w:bidi="fa-IR"/>
        </w:rPr>
        <w:t>" كان كلما اشتد عليه الأمر في كربلاء وقرب من الموت سكنت نفسه وهدأت جوارحه وأشرق لونه نوراً وبهاءً.</w:t>
      </w:r>
    </w:p>
    <w:p w14:paraId="4FD7C76A" w14:textId="77777777" w:rsidR="003B626A" w:rsidRDefault="007A3CB2" w:rsidP="007A3CB2">
      <w:pPr>
        <w:pStyle w:val="libNormal"/>
        <w:rPr>
          <w:lang w:bidi="fa-IR"/>
        </w:rPr>
      </w:pPr>
      <w:r>
        <w:rPr>
          <w:rtl/>
          <w:lang w:bidi="fa-IR"/>
        </w:rPr>
        <w:t>قيل: انظروا إليه لا يبالي بالموت.</w:t>
      </w:r>
    </w:p>
    <w:p w14:paraId="240A04BA" w14:textId="77777777" w:rsidR="007A3CB2" w:rsidRDefault="007A3CB2" w:rsidP="007A3CB2">
      <w:pPr>
        <w:pStyle w:val="libNormal"/>
        <w:rPr>
          <w:lang w:bidi="fa-IR"/>
        </w:rPr>
      </w:pPr>
      <w:r>
        <w:rPr>
          <w:rtl/>
          <w:lang w:bidi="fa-IR"/>
        </w:rPr>
        <w:t>فقال لهم الحسين "</w:t>
      </w:r>
      <w:r w:rsidR="003B626A" w:rsidRPr="003B626A">
        <w:rPr>
          <w:rStyle w:val="libAlaemChar"/>
          <w:rtl/>
        </w:rPr>
        <w:t>عليه‌السلام</w:t>
      </w:r>
      <w:r>
        <w:rPr>
          <w:rtl/>
          <w:lang w:bidi="fa-IR"/>
        </w:rPr>
        <w:t>": "صبراً بني الكرام! فما الموت إلا قنطرة يعبر بكم عن البؤس والضرار إلى الجنان الواسعة والنعيم الدائمة، فأيّكم يكره أن ينتقل من سجن إلى قصر!؟ وما هو لأعدائكم</w:t>
      </w:r>
    </w:p>
    <w:p w14:paraId="2F641788" w14:textId="77777777" w:rsidR="007A3CB2" w:rsidRDefault="003B626A" w:rsidP="007A3CB2">
      <w:pPr>
        <w:pStyle w:val="libNormal"/>
        <w:rPr>
          <w:lang w:bidi="fa-IR"/>
        </w:rPr>
      </w:pPr>
      <w:r>
        <w:rPr>
          <w:rtl/>
          <w:lang w:bidi="fa-IR"/>
        </w:rPr>
        <w:br w:type="page"/>
      </w:r>
    </w:p>
    <w:p w14:paraId="2DE78C95" w14:textId="77777777" w:rsidR="003B626A" w:rsidRDefault="007A3CB2" w:rsidP="00BF23BA">
      <w:pPr>
        <w:pStyle w:val="libNormal0"/>
        <w:rPr>
          <w:lang w:bidi="fa-IR"/>
        </w:rPr>
      </w:pPr>
      <w:r>
        <w:rPr>
          <w:rtl/>
          <w:lang w:bidi="fa-IR"/>
        </w:rPr>
        <w:lastRenderedPageBreak/>
        <w:t>إلا كمن ينتقل من قصر إلى سجن وعذاب".</w:t>
      </w:r>
    </w:p>
    <w:p w14:paraId="2708F13E" w14:textId="77777777" w:rsidR="003B626A" w:rsidRDefault="007A3CB2" w:rsidP="00BF23BA">
      <w:pPr>
        <w:pStyle w:val="libNormal"/>
        <w:rPr>
          <w:lang w:bidi="fa-IR"/>
        </w:rPr>
      </w:pPr>
      <w:r>
        <w:rPr>
          <w:rtl/>
          <w:lang w:bidi="fa-IR"/>
        </w:rPr>
        <w:t>إن أبي حدثني عن رسول الله "</w:t>
      </w:r>
      <w:r w:rsidR="00BF23BA" w:rsidRPr="00BF23BA">
        <w:rPr>
          <w:rFonts w:eastAsiaTheme="minorHAnsi"/>
          <w:rtl/>
        </w:rPr>
        <w:t xml:space="preserve"> </w:t>
      </w:r>
      <w:r w:rsidR="00BF23BA" w:rsidRPr="00BF23BA">
        <w:rPr>
          <w:rStyle w:val="libAlaemChar"/>
          <w:rFonts w:eastAsiaTheme="minorHAnsi"/>
          <w:rtl/>
        </w:rPr>
        <w:t>صلى‌الله‌عليه‌وآله</w:t>
      </w:r>
      <w:r w:rsidR="00BF23BA">
        <w:rPr>
          <w:rtl/>
          <w:lang w:bidi="fa-IR"/>
        </w:rPr>
        <w:t xml:space="preserve"> </w:t>
      </w:r>
      <w:r>
        <w:rPr>
          <w:rtl/>
          <w:lang w:bidi="fa-IR"/>
        </w:rPr>
        <w:t>": "إن الدنيا سجن المؤمن وجنة الكافر والموت جسر هؤلاء إلى جنانهم، وجسر هؤلاء إلى جحيمهم".</w:t>
      </w:r>
    </w:p>
    <w:p w14:paraId="1D1BAB72" w14:textId="77777777" w:rsidR="007A3CB2" w:rsidRDefault="007A3CB2" w:rsidP="00BF23BA">
      <w:pPr>
        <w:pStyle w:val="libBold1"/>
        <w:rPr>
          <w:lang w:bidi="fa-IR"/>
        </w:rPr>
      </w:pPr>
      <w:r>
        <w:rPr>
          <w:rtl/>
          <w:lang w:bidi="fa-IR"/>
        </w:rPr>
        <w:t>محاور الموضوع:</w:t>
      </w:r>
    </w:p>
    <w:p w14:paraId="498CF8AC" w14:textId="77777777" w:rsidR="003B626A" w:rsidRDefault="007A3CB2" w:rsidP="00BF23BA">
      <w:pPr>
        <w:pStyle w:val="libBold1"/>
        <w:rPr>
          <w:lang w:bidi="fa-IR"/>
        </w:rPr>
      </w:pPr>
      <w:r>
        <w:rPr>
          <w:rtl/>
          <w:lang w:bidi="fa-IR"/>
        </w:rPr>
        <w:t>أ</w:t>
      </w:r>
      <w:r w:rsidR="003B626A">
        <w:rPr>
          <w:rtl/>
          <w:lang w:bidi="fa-IR"/>
        </w:rPr>
        <w:t>-</w:t>
      </w:r>
      <w:r>
        <w:rPr>
          <w:rtl/>
          <w:lang w:bidi="fa-IR"/>
        </w:rPr>
        <w:t xml:space="preserve"> حقيقة الموت:</w:t>
      </w:r>
    </w:p>
    <w:p w14:paraId="402CCA88" w14:textId="77777777" w:rsidR="003B626A" w:rsidRDefault="007A3CB2" w:rsidP="007A3CB2">
      <w:pPr>
        <w:pStyle w:val="libNormal"/>
        <w:rPr>
          <w:lang w:bidi="fa-IR"/>
        </w:rPr>
      </w:pPr>
      <w:r>
        <w:rPr>
          <w:rtl/>
          <w:lang w:bidi="fa-IR"/>
        </w:rPr>
        <w:t>في الحديث السابق: "فما الموت إلاّ قنطرة".</w:t>
      </w:r>
    </w:p>
    <w:p w14:paraId="11629A67" w14:textId="77777777" w:rsidR="003B626A" w:rsidRDefault="007A3CB2" w:rsidP="007A3CB2">
      <w:pPr>
        <w:pStyle w:val="libNormal"/>
        <w:rPr>
          <w:lang w:bidi="fa-IR"/>
        </w:rPr>
      </w:pPr>
      <w:r>
        <w:rPr>
          <w:rtl/>
          <w:lang w:bidi="fa-IR"/>
        </w:rPr>
        <w:t>قال تعالى: ﴿</w:t>
      </w:r>
      <w:r w:rsidR="00BF23BA" w:rsidRPr="00BF23BA">
        <w:rPr>
          <w:rStyle w:val="libAieChar"/>
          <w:rFonts w:hint="cs"/>
          <w:rtl/>
        </w:rPr>
        <w:t xml:space="preserve"> </w:t>
      </w:r>
      <w:r w:rsidRPr="00BF23BA">
        <w:rPr>
          <w:rStyle w:val="libAieChar"/>
          <w:rtl/>
        </w:rPr>
        <w:t>خَلَقَ الْمَوْتَ وَالْحَيَاةَ لِيَبْلُ</w:t>
      </w:r>
      <w:r w:rsidR="00BF23BA" w:rsidRPr="00BF23BA">
        <w:rPr>
          <w:rStyle w:val="libAieChar"/>
          <w:rtl/>
        </w:rPr>
        <w:t>وَكُمْ أَيُّكُمْ أَحْسَنُ عَمَل</w:t>
      </w:r>
      <w:r w:rsidRPr="00BF23BA">
        <w:rPr>
          <w:rStyle w:val="libAieChar"/>
          <w:rtl/>
        </w:rPr>
        <w:t>اً</w:t>
      </w:r>
      <w:r w:rsidR="00BF23BA">
        <w:rPr>
          <w:rFonts w:hint="cs"/>
          <w:rtl/>
          <w:lang w:bidi="fa-IR"/>
        </w:rPr>
        <w:t xml:space="preserve"> </w:t>
      </w:r>
      <w:r>
        <w:rPr>
          <w:rtl/>
          <w:lang w:bidi="fa-IR"/>
        </w:rPr>
        <w:t>﴾.</w:t>
      </w:r>
    </w:p>
    <w:p w14:paraId="0ECA107A" w14:textId="77777777" w:rsidR="003B626A" w:rsidRDefault="007A3CB2" w:rsidP="007A3CB2">
      <w:pPr>
        <w:pStyle w:val="libNormal"/>
        <w:rPr>
          <w:lang w:bidi="fa-IR"/>
        </w:rPr>
      </w:pPr>
      <w:r>
        <w:rPr>
          <w:rtl/>
          <w:lang w:bidi="fa-IR"/>
        </w:rPr>
        <w:t>عن أمير المؤمنين "</w:t>
      </w:r>
      <w:r w:rsidR="003B626A" w:rsidRPr="003B626A">
        <w:rPr>
          <w:rStyle w:val="libAlaemChar"/>
          <w:rtl/>
        </w:rPr>
        <w:t>عليه‌السلام</w:t>
      </w:r>
      <w:r>
        <w:rPr>
          <w:rtl/>
          <w:lang w:bidi="fa-IR"/>
        </w:rPr>
        <w:t>": "ما خلقتم للفناء، بل خلقتم للبقاء، وإنما تنقلون من دار إلى دار".</w:t>
      </w:r>
    </w:p>
    <w:p w14:paraId="78E6CE7E" w14:textId="77777777" w:rsidR="003B626A" w:rsidRDefault="007A3CB2" w:rsidP="00BF23BA">
      <w:pPr>
        <w:pStyle w:val="libBold1"/>
        <w:rPr>
          <w:lang w:bidi="fa-IR"/>
        </w:rPr>
      </w:pPr>
      <w:r>
        <w:rPr>
          <w:rtl/>
          <w:lang w:bidi="fa-IR"/>
        </w:rPr>
        <w:t>ب</w:t>
      </w:r>
      <w:r w:rsidR="003B626A">
        <w:rPr>
          <w:rtl/>
          <w:lang w:bidi="fa-IR"/>
        </w:rPr>
        <w:t>-</w:t>
      </w:r>
      <w:r>
        <w:rPr>
          <w:rtl/>
          <w:lang w:bidi="fa-IR"/>
        </w:rPr>
        <w:t xml:space="preserve"> سبب كره الموت (عند كثير من الناس):</w:t>
      </w:r>
    </w:p>
    <w:p w14:paraId="498C9E20" w14:textId="77777777" w:rsidR="003B626A" w:rsidRDefault="007A3CB2" w:rsidP="007A3CB2">
      <w:pPr>
        <w:pStyle w:val="libNormal"/>
        <w:rPr>
          <w:lang w:bidi="fa-IR"/>
        </w:rPr>
      </w:pPr>
      <w:r>
        <w:rPr>
          <w:rtl/>
          <w:lang w:bidi="fa-IR"/>
        </w:rPr>
        <w:t xml:space="preserve">سأل أحدهم أبا ذر الغفاري </w:t>
      </w:r>
      <w:r w:rsidR="00CE6C20" w:rsidRPr="00CE6C20">
        <w:rPr>
          <w:rStyle w:val="libAlaemChar"/>
          <w:rtl/>
        </w:rPr>
        <w:t>رحمه‌الله</w:t>
      </w:r>
      <w:r>
        <w:rPr>
          <w:rtl/>
          <w:lang w:bidi="fa-IR"/>
        </w:rPr>
        <w:t>: ما لنا نكره الموت!؟.</w:t>
      </w:r>
    </w:p>
    <w:p w14:paraId="329B1043" w14:textId="77777777" w:rsidR="003B626A" w:rsidRDefault="007A3CB2" w:rsidP="007A3CB2">
      <w:pPr>
        <w:pStyle w:val="libNormal"/>
        <w:rPr>
          <w:rtl/>
          <w:lang w:bidi="fa-IR"/>
        </w:rPr>
      </w:pPr>
      <w:r>
        <w:rPr>
          <w:rtl/>
          <w:lang w:bidi="fa-IR"/>
        </w:rPr>
        <w:t xml:space="preserve">فأجاب </w:t>
      </w:r>
      <w:r w:rsidR="00CE6C20" w:rsidRPr="00CE6C20">
        <w:rPr>
          <w:rStyle w:val="libAlaemChar"/>
          <w:rtl/>
        </w:rPr>
        <w:t>رحمه‌الله</w:t>
      </w:r>
      <w:r>
        <w:rPr>
          <w:rtl/>
          <w:lang w:bidi="fa-IR"/>
        </w:rPr>
        <w:t>: "لأنكم عمّرتم الدنيا وخرّبتم الآخرة، فتكرهون أن تنتقلوا من عمران إلى خراب".</w:t>
      </w:r>
    </w:p>
    <w:p w14:paraId="01CB9DA1" w14:textId="77777777" w:rsidR="007A3CB2" w:rsidRDefault="003B626A" w:rsidP="007A3CB2">
      <w:pPr>
        <w:pStyle w:val="libNormal"/>
        <w:rPr>
          <w:lang w:bidi="fa-IR"/>
        </w:rPr>
      </w:pPr>
      <w:r>
        <w:rPr>
          <w:rtl/>
          <w:lang w:bidi="fa-IR"/>
        </w:rPr>
        <w:br w:type="page"/>
      </w:r>
    </w:p>
    <w:p w14:paraId="7B6AE14E" w14:textId="77777777" w:rsidR="003B626A" w:rsidRDefault="007A3CB2" w:rsidP="00BF23BA">
      <w:pPr>
        <w:pStyle w:val="libBold1"/>
        <w:rPr>
          <w:lang w:bidi="fa-IR"/>
        </w:rPr>
      </w:pPr>
      <w:r>
        <w:rPr>
          <w:rtl/>
          <w:lang w:bidi="fa-IR"/>
        </w:rPr>
        <w:lastRenderedPageBreak/>
        <w:t>ج</w:t>
      </w:r>
      <w:r w:rsidR="003B626A">
        <w:rPr>
          <w:rtl/>
          <w:lang w:bidi="fa-IR"/>
        </w:rPr>
        <w:t>-</w:t>
      </w:r>
      <w:r>
        <w:rPr>
          <w:rtl/>
          <w:lang w:bidi="fa-IR"/>
        </w:rPr>
        <w:t xml:space="preserve"> ذكر الموت رادع عن المعاصي:</w:t>
      </w:r>
    </w:p>
    <w:p w14:paraId="4E5279E7" w14:textId="77777777" w:rsidR="003B626A" w:rsidRDefault="007A3CB2" w:rsidP="00BF23BA">
      <w:pPr>
        <w:pStyle w:val="libNormal"/>
        <w:rPr>
          <w:lang w:bidi="fa-IR"/>
        </w:rPr>
      </w:pPr>
      <w:r>
        <w:rPr>
          <w:rtl/>
          <w:lang w:bidi="fa-IR"/>
        </w:rPr>
        <w:t>عن النبي الأكرم "</w:t>
      </w:r>
      <w:r w:rsidR="00BF23BA" w:rsidRPr="00BF23BA">
        <w:rPr>
          <w:rStyle w:val="libAlaemChar"/>
          <w:rFonts w:eastAsiaTheme="minorHAnsi"/>
          <w:rtl/>
        </w:rPr>
        <w:t xml:space="preserve"> صلى‌الله‌عليه‌وآله</w:t>
      </w:r>
      <w:r w:rsidR="00BF23BA">
        <w:rPr>
          <w:rtl/>
          <w:lang w:bidi="fa-IR"/>
        </w:rPr>
        <w:t xml:space="preserve"> </w:t>
      </w:r>
      <w:r>
        <w:rPr>
          <w:rtl/>
          <w:lang w:bidi="fa-IR"/>
        </w:rPr>
        <w:t>": "أفضل الزهد في الدنيا ذكر الموت، وأفضل العبادة ذكر الموت، وأفضل التفكر ذكر الموت، فمن أثقله ذكر الموت، وجد قبره روضة من رياض الجنة".</w:t>
      </w:r>
    </w:p>
    <w:p w14:paraId="4D1B7A8B" w14:textId="77777777" w:rsidR="003B626A" w:rsidRDefault="007A3CB2" w:rsidP="007A3CB2">
      <w:pPr>
        <w:pStyle w:val="libNormal"/>
        <w:rPr>
          <w:lang w:bidi="fa-IR"/>
        </w:rPr>
      </w:pPr>
      <w:r>
        <w:rPr>
          <w:rtl/>
          <w:lang w:bidi="fa-IR"/>
        </w:rPr>
        <w:t>عن الإمام علي "</w:t>
      </w:r>
      <w:r w:rsidR="003B626A" w:rsidRPr="003B626A">
        <w:rPr>
          <w:rStyle w:val="libAlaemChar"/>
          <w:rtl/>
        </w:rPr>
        <w:t>عليه‌السلام</w:t>
      </w:r>
      <w:r>
        <w:rPr>
          <w:rtl/>
          <w:lang w:bidi="fa-IR"/>
        </w:rPr>
        <w:t>": "أكثروا ذكر الموت، ويوم خروجكم من القبور، وقيامكم بين يدي الله عز وجل تهون عليكم المصاب".</w:t>
      </w:r>
    </w:p>
    <w:p w14:paraId="3239085B" w14:textId="77777777" w:rsidR="007A3CB2" w:rsidRDefault="007A3CB2" w:rsidP="00BF23BA">
      <w:pPr>
        <w:pStyle w:val="libBold1"/>
        <w:rPr>
          <w:lang w:bidi="fa-IR"/>
        </w:rPr>
      </w:pPr>
      <w:r>
        <w:rPr>
          <w:rtl/>
          <w:lang w:bidi="fa-IR"/>
        </w:rPr>
        <w:t>قصة:</w:t>
      </w:r>
    </w:p>
    <w:p w14:paraId="51024713" w14:textId="77777777" w:rsidR="003B626A" w:rsidRDefault="007A3CB2" w:rsidP="007A3CB2">
      <w:pPr>
        <w:pStyle w:val="libNormal"/>
        <w:rPr>
          <w:lang w:bidi="fa-IR"/>
        </w:rPr>
      </w:pPr>
      <w:r>
        <w:rPr>
          <w:rtl/>
          <w:lang w:bidi="fa-IR"/>
        </w:rPr>
        <w:t>روي أن شاباً من الأنصار كان يأتي عبد الله بن العباس، وكان عبد الله يكرمه ويدنيه، فقيل له:</w:t>
      </w:r>
    </w:p>
    <w:p w14:paraId="5F6D90B2" w14:textId="77777777" w:rsidR="007A3CB2" w:rsidRDefault="007A3CB2" w:rsidP="007A3CB2">
      <w:pPr>
        <w:pStyle w:val="libNormal"/>
        <w:rPr>
          <w:lang w:bidi="fa-IR"/>
        </w:rPr>
      </w:pPr>
      <w:r>
        <w:rPr>
          <w:rtl/>
          <w:lang w:bidi="fa-IR"/>
        </w:rPr>
        <w:t>إنك تكرم هذا الشاب وتدنيه، وهو شاب سوء يأتي المقابر فينبشها بالليالي، فقال عبد الله ببن العباس: إذا كان ذلك فأعلموني، فخرج الشاب في بعض الليالي يتخلل القبور، فأعلم عبد الله بن العباس بذلك، فخرج لينظر ما يكون من أمره،</w:t>
      </w:r>
    </w:p>
    <w:p w14:paraId="0954F2FB" w14:textId="77777777" w:rsidR="007A3CB2" w:rsidRDefault="003B626A" w:rsidP="007A3CB2">
      <w:pPr>
        <w:pStyle w:val="libNormal"/>
        <w:rPr>
          <w:lang w:bidi="fa-IR"/>
        </w:rPr>
      </w:pPr>
      <w:r>
        <w:rPr>
          <w:rtl/>
          <w:lang w:bidi="fa-IR"/>
        </w:rPr>
        <w:br w:type="page"/>
      </w:r>
    </w:p>
    <w:p w14:paraId="1AFA3365" w14:textId="77777777" w:rsidR="003B626A" w:rsidRDefault="007A3CB2" w:rsidP="00BF23BA">
      <w:pPr>
        <w:pStyle w:val="libNormal0"/>
        <w:rPr>
          <w:lang w:bidi="fa-IR"/>
        </w:rPr>
      </w:pPr>
      <w:r>
        <w:rPr>
          <w:rtl/>
          <w:lang w:bidi="fa-IR"/>
        </w:rPr>
        <w:lastRenderedPageBreak/>
        <w:t>ووقف ناحية ينظر إليه من حيث لا يراه الشاب فدخل الشاب ووقف ناحية ينظر إليه من حيث لا يراه الشاب، فدخل الشاب قبراً قد حُفر، ثم اضطجع في اللحد، ونادى بأعلى صوته: (يا ويحي إذا دخلت لحدي وحدي، ونطقت الأرض من تحتي فقالت: لا مرحباً بك ولا أهلاً، قد كنت أبغضك وأنت على ظهري، فكيف وقد صرت في بطني، بل ويحي إذا نظرت إلى الأنبياء وقوفاً والملائكة صفوفاً فمن عدلك غداً من يخلصني، ومن المظلومين من يستنقذني، ومن عذاب النار من يجيرني، عصيت من ليس بأهل أن يعصى، عاهدت ربي مرة بعد أخرى، فلم يجد عندي صدقاً ولا وفاءً).</w:t>
      </w:r>
    </w:p>
    <w:p w14:paraId="0B92639D" w14:textId="77777777" w:rsidR="003B626A" w:rsidRDefault="007A3CB2" w:rsidP="007A3CB2">
      <w:pPr>
        <w:pStyle w:val="libNormal"/>
        <w:rPr>
          <w:lang w:bidi="fa-IR"/>
        </w:rPr>
      </w:pPr>
      <w:r>
        <w:rPr>
          <w:rtl/>
          <w:lang w:bidi="fa-IR"/>
        </w:rPr>
        <w:t>وجعل يردد هذا الكلام ويبكي، فلما خرج من القبر التزمه ابن العباس وعانقه.</w:t>
      </w:r>
    </w:p>
    <w:p w14:paraId="0A04412D" w14:textId="77777777" w:rsidR="007A3CB2" w:rsidRDefault="007A3CB2" w:rsidP="007A3CB2">
      <w:pPr>
        <w:pStyle w:val="libNormal"/>
        <w:rPr>
          <w:lang w:bidi="fa-IR"/>
        </w:rPr>
      </w:pPr>
      <w:r>
        <w:rPr>
          <w:rtl/>
          <w:lang w:bidi="fa-IR"/>
        </w:rPr>
        <w:t>ثم قال: نعم النباش! نعم النباش! ما انبشك للذنوب والخطايا.</w:t>
      </w:r>
    </w:p>
    <w:p w14:paraId="6045053B" w14:textId="77777777" w:rsidR="007A3CB2" w:rsidRDefault="003B626A" w:rsidP="007A3CB2">
      <w:pPr>
        <w:pStyle w:val="libNormal"/>
        <w:rPr>
          <w:lang w:bidi="fa-IR"/>
        </w:rPr>
      </w:pPr>
      <w:r>
        <w:rPr>
          <w:rtl/>
          <w:lang w:bidi="fa-IR"/>
        </w:rPr>
        <w:br w:type="page"/>
      </w:r>
    </w:p>
    <w:p w14:paraId="52E696E1" w14:textId="77777777" w:rsidR="003B626A" w:rsidRDefault="007A3CB2" w:rsidP="00BF23BA">
      <w:pPr>
        <w:pStyle w:val="libBold1"/>
        <w:rPr>
          <w:lang w:bidi="fa-IR"/>
        </w:rPr>
      </w:pPr>
      <w:r>
        <w:rPr>
          <w:rtl/>
          <w:lang w:bidi="fa-IR"/>
        </w:rPr>
        <w:lastRenderedPageBreak/>
        <w:t>د</w:t>
      </w:r>
      <w:r w:rsidR="003B626A">
        <w:rPr>
          <w:rtl/>
          <w:lang w:bidi="fa-IR"/>
        </w:rPr>
        <w:t>-</w:t>
      </w:r>
      <w:r>
        <w:rPr>
          <w:rtl/>
          <w:lang w:bidi="fa-IR"/>
        </w:rPr>
        <w:t xml:space="preserve"> جمال الموت في كربلاء:</w:t>
      </w:r>
    </w:p>
    <w:p w14:paraId="73370589" w14:textId="77777777" w:rsidR="003B626A" w:rsidRDefault="007A3CB2" w:rsidP="007A3CB2">
      <w:pPr>
        <w:pStyle w:val="libNormal"/>
        <w:rPr>
          <w:lang w:bidi="fa-IR"/>
        </w:rPr>
      </w:pPr>
      <w:r>
        <w:rPr>
          <w:rtl/>
          <w:lang w:bidi="fa-IR"/>
        </w:rPr>
        <w:t>عن الإمام الحسين "</w:t>
      </w:r>
      <w:r w:rsidR="003B626A" w:rsidRPr="003B626A">
        <w:rPr>
          <w:rStyle w:val="libAlaemChar"/>
          <w:rtl/>
        </w:rPr>
        <w:t>عليه‌السلام</w:t>
      </w:r>
      <w:r>
        <w:rPr>
          <w:rtl/>
          <w:lang w:bidi="fa-IR"/>
        </w:rPr>
        <w:t>": "خط الموت على ولد آدم مخط القلادة على جيد الفتاة".</w:t>
      </w:r>
    </w:p>
    <w:p w14:paraId="20DC43C5" w14:textId="77777777" w:rsidR="003B626A" w:rsidRDefault="007A3CB2" w:rsidP="007A3CB2">
      <w:pPr>
        <w:pStyle w:val="libNormal"/>
        <w:rPr>
          <w:lang w:bidi="fa-IR"/>
        </w:rPr>
      </w:pPr>
      <w:r>
        <w:rPr>
          <w:rtl/>
          <w:lang w:bidi="fa-IR"/>
        </w:rPr>
        <w:t>وعنه "</w:t>
      </w:r>
      <w:r w:rsidR="003B626A" w:rsidRPr="003B626A">
        <w:rPr>
          <w:rStyle w:val="libAlaemChar"/>
          <w:rtl/>
        </w:rPr>
        <w:t>عليه‌السلام</w:t>
      </w:r>
      <w:r>
        <w:rPr>
          <w:rtl/>
          <w:lang w:bidi="fa-IR"/>
        </w:rPr>
        <w:t>": "إني لا أرى الموت إلا سعادة، والحياة مع الظالمين إلا برما".</w:t>
      </w:r>
    </w:p>
    <w:p w14:paraId="3D209EBB" w14:textId="77777777" w:rsidR="003B626A" w:rsidRDefault="007A3CB2" w:rsidP="007A3CB2">
      <w:pPr>
        <w:pStyle w:val="libNormal"/>
        <w:rPr>
          <w:lang w:bidi="fa-IR"/>
        </w:rPr>
      </w:pPr>
      <w:r>
        <w:rPr>
          <w:rtl/>
          <w:lang w:bidi="fa-IR"/>
        </w:rPr>
        <w:t>سأل الإمام الحسين "</w:t>
      </w:r>
      <w:r w:rsidR="003B626A" w:rsidRPr="003B626A">
        <w:rPr>
          <w:rStyle w:val="libAlaemChar"/>
          <w:rtl/>
        </w:rPr>
        <w:t>عليه‌السلام</w:t>
      </w:r>
      <w:r>
        <w:rPr>
          <w:rtl/>
          <w:lang w:bidi="fa-IR"/>
        </w:rPr>
        <w:t>" القاسم بن الحسن "</w:t>
      </w:r>
      <w:r w:rsidR="003B626A" w:rsidRPr="003B626A">
        <w:rPr>
          <w:rStyle w:val="libAlaemChar"/>
          <w:rtl/>
        </w:rPr>
        <w:t>عليه‌السلام</w:t>
      </w:r>
      <w:r>
        <w:rPr>
          <w:rtl/>
          <w:lang w:bidi="fa-IR"/>
        </w:rPr>
        <w:t>": "كيف ترى الموت يا عم!؟ فأجاب: إني أرى الموت أحلى من العسل".</w:t>
      </w:r>
    </w:p>
    <w:p w14:paraId="27762E52" w14:textId="77777777" w:rsidR="003B626A" w:rsidRDefault="007A3CB2" w:rsidP="007A3CB2">
      <w:pPr>
        <w:pStyle w:val="libNormal"/>
        <w:rPr>
          <w:lang w:bidi="fa-IR"/>
        </w:rPr>
      </w:pPr>
      <w:r>
        <w:rPr>
          <w:rtl/>
          <w:lang w:bidi="fa-IR"/>
        </w:rPr>
        <w:t>ضاحك برير صاحبه عبد الرحمن الأنصاري قبيل شهادته.</w:t>
      </w:r>
    </w:p>
    <w:p w14:paraId="7BDBD714" w14:textId="77777777" w:rsidR="003B626A" w:rsidRDefault="007A3CB2" w:rsidP="007A3CB2">
      <w:pPr>
        <w:pStyle w:val="libNormal"/>
        <w:rPr>
          <w:lang w:bidi="fa-IR"/>
        </w:rPr>
      </w:pPr>
      <w:r>
        <w:rPr>
          <w:rtl/>
          <w:lang w:bidi="fa-IR"/>
        </w:rPr>
        <w:t>فقال له الأخير: يا برير ما هذه ساعة باطل.</w:t>
      </w:r>
    </w:p>
    <w:p w14:paraId="3BD70B8F" w14:textId="77777777" w:rsidR="003B626A" w:rsidRDefault="007A3CB2" w:rsidP="007A3CB2">
      <w:pPr>
        <w:pStyle w:val="libNormal"/>
        <w:rPr>
          <w:lang w:bidi="fa-IR"/>
        </w:rPr>
      </w:pPr>
      <w:r>
        <w:rPr>
          <w:rtl/>
          <w:lang w:bidi="fa-IR"/>
        </w:rPr>
        <w:t>فقال برير: "لقد علم قومي إني ما أحببت الباطل كهلاً ولا شاباً، وإنما أفعل ذلك استبشاراً بما نصير إليه، فو الله ما هو إلا أن نلقى هؤلاء القوم بأسيافنا نعالجهم بها ساعة، ثم نعانق الحور العين".</w:t>
      </w:r>
    </w:p>
    <w:p w14:paraId="43E33900" w14:textId="77777777" w:rsidR="003B626A" w:rsidRDefault="007A3CB2" w:rsidP="00BF23BA">
      <w:pPr>
        <w:pStyle w:val="libBold1"/>
        <w:rPr>
          <w:lang w:bidi="fa-IR"/>
        </w:rPr>
      </w:pPr>
      <w:r>
        <w:rPr>
          <w:rtl/>
          <w:lang w:bidi="fa-IR"/>
        </w:rPr>
        <w:t>ه</w:t>
      </w:r>
      <w:r w:rsidR="003B626A">
        <w:rPr>
          <w:rtl/>
          <w:lang w:bidi="fa-IR"/>
        </w:rPr>
        <w:t>-</w:t>
      </w:r>
      <w:r>
        <w:rPr>
          <w:rtl/>
          <w:lang w:bidi="fa-IR"/>
        </w:rPr>
        <w:t xml:space="preserve"> نظرة الشهداء.</w:t>
      </w:r>
    </w:p>
    <w:p w14:paraId="7F0E9CD9" w14:textId="77777777" w:rsidR="007A3CB2" w:rsidRDefault="003B626A" w:rsidP="007A3CB2">
      <w:pPr>
        <w:pStyle w:val="libNormal"/>
        <w:rPr>
          <w:lang w:bidi="fa-IR"/>
        </w:rPr>
      </w:pPr>
      <w:r>
        <w:rPr>
          <w:rtl/>
          <w:lang w:bidi="fa-IR"/>
        </w:rPr>
        <w:br w:type="page"/>
      </w:r>
    </w:p>
    <w:p w14:paraId="6EA42797" w14:textId="77777777" w:rsidR="007A3CB2" w:rsidRDefault="007A3CB2" w:rsidP="00BF23BA">
      <w:pPr>
        <w:pStyle w:val="libBold1"/>
        <w:rPr>
          <w:lang w:bidi="fa-IR"/>
        </w:rPr>
      </w:pPr>
      <w:r>
        <w:rPr>
          <w:rtl/>
          <w:lang w:bidi="fa-IR"/>
        </w:rPr>
        <w:lastRenderedPageBreak/>
        <w:t>مراجع للإستفادة:</w:t>
      </w:r>
    </w:p>
    <w:p w14:paraId="2A8FC850" w14:textId="77777777" w:rsidR="003B626A" w:rsidRDefault="007A3CB2" w:rsidP="007A3CB2">
      <w:pPr>
        <w:pStyle w:val="libNormal"/>
        <w:rPr>
          <w:lang w:bidi="fa-IR"/>
        </w:rPr>
      </w:pPr>
      <w:r>
        <w:rPr>
          <w:rtl/>
          <w:lang w:bidi="fa-IR"/>
        </w:rPr>
        <w:t>1</w:t>
      </w:r>
      <w:r w:rsidR="003B626A">
        <w:rPr>
          <w:rtl/>
          <w:lang w:bidi="fa-IR"/>
        </w:rPr>
        <w:t>-</w:t>
      </w:r>
      <w:r>
        <w:rPr>
          <w:rtl/>
          <w:lang w:bidi="fa-IR"/>
        </w:rPr>
        <w:t xml:space="preserve"> تسلية الفؤاد، السيد عبد اللّه شبر.</w:t>
      </w:r>
    </w:p>
    <w:p w14:paraId="690473A9" w14:textId="77777777" w:rsidR="003B626A" w:rsidRDefault="007A3CB2" w:rsidP="007A3CB2">
      <w:pPr>
        <w:pStyle w:val="libNormal"/>
        <w:rPr>
          <w:lang w:bidi="fa-IR"/>
        </w:rPr>
      </w:pPr>
      <w:r>
        <w:rPr>
          <w:rtl/>
          <w:lang w:bidi="fa-IR"/>
        </w:rPr>
        <w:t>2</w:t>
      </w:r>
      <w:r w:rsidR="003B626A">
        <w:rPr>
          <w:rtl/>
          <w:lang w:bidi="fa-IR"/>
        </w:rPr>
        <w:t>-</w:t>
      </w:r>
      <w:r>
        <w:rPr>
          <w:rtl/>
          <w:lang w:bidi="fa-IR"/>
        </w:rPr>
        <w:t xml:space="preserve"> بحار الأنوار، العلامة المجلسي.</w:t>
      </w:r>
    </w:p>
    <w:p w14:paraId="6AD608FD" w14:textId="77777777" w:rsidR="007A3CB2" w:rsidRDefault="007A3CB2" w:rsidP="007A3CB2">
      <w:pPr>
        <w:pStyle w:val="libNormal"/>
        <w:rPr>
          <w:lang w:bidi="fa-IR"/>
        </w:rPr>
      </w:pPr>
      <w:r>
        <w:rPr>
          <w:rtl/>
          <w:lang w:bidi="fa-IR"/>
        </w:rPr>
        <w:t>3</w:t>
      </w:r>
      <w:r w:rsidR="003B626A">
        <w:rPr>
          <w:rtl/>
          <w:lang w:bidi="fa-IR"/>
        </w:rPr>
        <w:t>-</w:t>
      </w:r>
      <w:r>
        <w:rPr>
          <w:rtl/>
          <w:lang w:bidi="fa-IR"/>
        </w:rPr>
        <w:t xml:space="preserve"> مقتل الحسين، للسيد المقرَّم.</w:t>
      </w:r>
    </w:p>
    <w:p w14:paraId="3023AFA6" w14:textId="77777777" w:rsidR="003B626A" w:rsidRDefault="003B626A" w:rsidP="007A3CB2">
      <w:pPr>
        <w:pStyle w:val="libNormal"/>
        <w:rPr>
          <w:lang w:bidi="fa-IR"/>
        </w:rPr>
      </w:pPr>
      <w:r>
        <w:rPr>
          <w:rtl/>
          <w:lang w:bidi="fa-IR"/>
        </w:rPr>
        <w:br w:type="page"/>
      </w:r>
    </w:p>
    <w:p w14:paraId="64162FC5" w14:textId="77777777" w:rsidR="009F65A7" w:rsidRDefault="009F65A7" w:rsidP="009F65A7">
      <w:pPr>
        <w:pStyle w:val="libNormal"/>
        <w:rPr>
          <w:lang w:bidi="fa-IR"/>
        </w:rPr>
      </w:pPr>
      <w:r>
        <w:rPr>
          <w:rtl/>
          <w:lang w:bidi="fa-IR"/>
        </w:rPr>
        <w:lastRenderedPageBreak/>
        <w:br w:type="page"/>
      </w:r>
    </w:p>
    <w:p w14:paraId="423388CF" w14:textId="77777777" w:rsidR="007A3CB2" w:rsidRDefault="007A3CB2" w:rsidP="009F65A7">
      <w:pPr>
        <w:pStyle w:val="Heading1Center"/>
        <w:rPr>
          <w:lang w:bidi="fa-IR"/>
        </w:rPr>
      </w:pPr>
      <w:bookmarkStart w:id="13" w:name="_Toc12609722"/>
      <w:r>
        <w:rPr>
          <w:rtl/>
          <w:lang w:bidi="fa-IR"/>
        </w:rPr>
        <w:lastRenderedPageBreak/>
        <w:t>القسم الثاني: الخطيب الحسيني</w:t>
      </w:r>
      <w:bookmarkEnd w:id="13"/>
    </w:p>
    <w:p w14:paraId="4E144AC9" w14:textId="77777777" w:rsidR="009F65A7" w:rsidRDefault="009F65A7" w:rsidP="009F65A7">
      <w:pPr>
        <w:pStyle w:val="libNormal"/>
        <w:rPr>
          <w:lang w:bidi="fa-IR"/>
        </w:rPr>
      </w:pPr>
      <w:r>
        <w:rPr>
          <w:rtl/>
          <w:lang w:bidi="fa-IR"/>
        </w:rPr>
        <w:br w:type="page"/>
      </w:r>
    </w:p>
    <w:p w14:paraId="7B85D5D6" w14:textId="77777777" w:rsidR="009F65A7" w:rsidRDefault="009F65A7" w:rsidP="009F65A7">
      <w:pPr>
        <w:pStyle w:val="libNormal"/>
        <w:rPr>
          <w:lang w:bidi="fa-IR"/>
        </w:rPr>
      </w:pPr>
      <w:r>
        <w:rPr>
          <w:rtl/>
          <w:lang w:bidi="fa-IR"/>
        </w:rPr>
        <w:lastRenderedPageBreak/>
        <w:br w:type="page"/>
      </w:r>
    </w:p>
    <w:p w14:paraId="58696442" w14:textId="77777777" w:rsidR="007A3CB2" w:rsidRDefault="007A3CB2" w:rsidP="009F65A7">
      <w:pPr>
        <w:pStyle w:val="Heading2Center"/>
        <w:rPr>
          <w:lang w:bidi="fa-IR"/>
        </w:rPr>
      </w:pPr>
      <w:bookmarkStart w:id="14" w:name="_Toc12609723"/>
      <w:r>
        <w:rPr>
          <w:rtl/>
          <w:lang w:bidi="fa-IR"/>
        </w:rPr>
        <w:lastRenderedPageBreak/>
        <w:t>الليلة الأولى</w:t>
      </w:r>
      <w:bookmarkEnd w:id="14"/>
    </w:p>
    <w:p w14:paraId="5E381902" w14:textId="77777777" w:rsidR="007A3CB2" w:rsidRDefault="007A3CB2" w:rsidP="009F65A7">
      <w:pPr>
        <w:pStyle w:val="libBold1"/>
        <w:rPr>
          <w:lang w:bidi="fa-IR"/>
        </w:rPr>
      </w:pPr>
      <w:r>
        <w:rPr>
          <w:rtl/>
          <w:lang w:bidi="fa-IR"/>
        </w:rPr>
        <w:t>عنوان المحاضرة:</w:t>
      </w:r>
    </w:p>
    <w:p w14:paraId="2924442F" w14:textId="77777777" w:rsidR="007A3CB2" w:rsidRDefault="007A3CB2" w:rsidP="009F65A7">
      <w:pPr>
        <w:pStyle w:val="libCenterBold1"/>
        <w:rPr>
          <w:lang w:bidi="fa-IR"/>
        </w:rPr>
      </w:pPr>
      <w:r>
        <w:rPr>
          <w:rtl/>
          <w:lang w:bidi="fa-IR"/>
        </w:rPr>
        <w:t>حول هلال محرّم‏</w:t>
      </w:r>
    </w:p>
    <w:p w14:paraId="6F588C79" w14:textId="77777777" w:rsidR="007A3CB2" w:rsidRDefault="007A3CB2" w:rsidP="009F65A7">
      <w:pPr>
        <w:pStyle w:val="libBold1"/>
        <w:rPr>
          <w:lang w:bidi="fa-IR"/>
        </w:rPr>
      </w:pPr>
      <w:r>
        <w:rPr>
          <w:rtl/>
          <w:lang w:bidi="fa-IR"/>
        </w:rPr>
        <w:t>الموعظة:</w:t>
      </w:r>
    </w:p>
    <w:p w14:paraId="3311F026" w14:textId="77777777" w:rsidR="007A3CB2" w:rsidRDefault="007A3CB2" w:rsidP="009F65A7">
      <w:pPr>
        <w:pStyle w:val="libBold1"/>
        <w:rPr>
          <w:lang w:bidi="fa-IR"/>
        </w:rPr>
      </w:pPr>
      <w:r>
        <w:rPr>
          <w:rtl/>
          <w:lang w:bidi="fa-IR"/>
        </w:rPr>
        <w:t>الهجرة</w:t>
      </w:r>
    </w:p>
    <w:p w14:paraId="5236B4C0" w14:textId="77777777" w:rsidR="007A3CB2" w:rsidRDefault="007A3CB2" w:rsidP="009F65A7">
      <w:pPr>
        <w:pStyle w:val="libBold1"/>
        <w:rPr>
          <w:lang w:bidi="fa-IR"/>
        </w:rPr>
      </w:pPr>
      <w:r>
        <w:rPr>
          <w:rtl/>
          <w:lang w:bidi="fa-IR"/>
        </w:rPr>
        <w:t>الهدف:</w:t>
      </w:r>
    </w:p>
    <w:p w14:paraId="17C10684" w14:textId="77777777" w:rsidR="003B626A" w:rsidRDefault="007A3CB2" w:rsidP="007A3CB2">
      <w:pPr>
        <w:pStyle w:val="libNormal"/>
        <w:rPr>
          <w:lang w:bidi="fa-IR"/>
        </w:rPr>
      </w:pPr>
      <w:r>
        <w:rPr>
          <w:rtl/>
          <w:lang w:bidi="fa-IR"/>
        </w:rPr>
        <w:t>الإطلالة على الهجرة وبيان دورها في تبليغ رسالات اللّه.</w:t>
      </w:r>
    </w:p>
    <w:p w14:paraId="6323A47B" w14:textId="77777777" w:rsidR="007A3CB2" w:rsidRDefault="007A3CB2" w:rsidP="009F65A7">
      <w:pPr>
        <w:pStyle w:val="libBold1"/>
        <w:rPr>
          <w:lang w:bidi="fa-IR"/>
        </w:rPr>
      </w:pPr>
      <w:r>
        <w:rPr>
          <w:rtl/>
          <w:lang w:bidi="fa-IR"/>
        </w:rPr>
        <w:t>تصدير الموضوع:</w:t>
      </w:r>
    </w:p>
    <w:p w14:paraId="6969FB2B" w14:textId="77777777" w:rsidR="003B626A" w:rsidRDefault="007A3CB2" w:rsidP="007A3CB2">
      <w:pPr>
        <w:pStyle w:val="libNormal"/>
        <w:rPr>
          <w:lang w:bidi="fa-IR"/>
        </w:rPr>
      </w:pPr>
      <w:r>
        <w:rPr>
          <w:rtl/>
          <w:lang w:bidi="fa-IR"/>
        </w:rPr>
        <w:t>﴿</w:t>
      </w:r>
      <w:r w:rsidR="009F65A7" w:rsidRPr="009F65A7">
        <w:rPr>
          <w:rStyle w:val="libAieChar"/>
          <w:rFonts w:hint="cs"/>
          <w:rtl/>
        </w:rPr>
        <w:t xml:space="preserve"> </w:t>
      </w:r>
      <w:r w:rsidRPr="009F65A7">
        <w:rPr>
          <w:rStyle w:val="libAieChar"/>
          <w:rtl/>
        </w:rPr>
        <w:t>فَالَّذِينَ هَاجَرُواْ وَأُخْرِجُواْ مِن دِيَارِهِمْ وَأُوذُواْ فِي سَبِيلِي وَقَاتَلُواْ وَقُتِلُواْ لأُكَفِّرَنَّ عَنْهُمْ سَيِّئَاتِهِمْ وَلأُدْخِلَنَّهُمْ جَنَّاتٍ تَجْرِي مِن تَحْتِهَا الأَنْهَارُ ثَوَابًا مِّن عِندِ اللّهِ وَاللّهُ عِندَهُ حُسْنُ الثَّوَابِ</w:t>
      </w:r>
      <w:r>
        <w:rPr>
          <w:rtl/>
          <w:lang w:bidi="fa-IR"/>
        </w:rPr>
        <w:t xml:space="preserve">﴾ </w:t>
      </w:r>
      <w:r w:rsidRPr="003B626A">
        <w:rPr>
          <w:rStyle w:val="libFootnotenumChar"/>
          <w:rtl/>
        </w:rPr>
        <w:t>(1)</w:t>
      </w:r>
      <w:r>
        <w:rPr>
          <w:rtl/>
          <w:lang w:bidi="fa-IR"/>
        </w:rPr>
        <w:t>.</w:t>
      </w:r>
    </w:p>
    <w:p w14:paraId="21D57D76" w14:textId="77777777" w:rsidR="007A3CB2" w:rsidRDefault="007A3CB2" w:rsidP="009F65A7">
      <w:pPr>
        <w:pStyle w:val="libBold1"/>
        <w:rPr>
          <w:lang w:bidi="fa-IR"/>
        </w:rPr>
      </w:pPr>
      <w:r>
        <w:rPr>
          <w:rtl/>
          <w:lang w:bidi="fa-IR"/>
        </w:rPr>
        <w:t>محاور الموضوع:</w:t>
      </w:r>
    </w:p>
    <w:p w14:paraId="163ACD5E" w14:textId="77777777" w:rsidR="003B626A" w:rsidRDefault="007A3CB2" w:rsidP="009F65A7">
      <w:pPr>
        <w:pStyle w:val="libBold1"/>
        <w:rPr>
          <w:lang w:bidi="fa-IR"/>
        </w:rPr>
      </w:pPr>
      <w:r>
        <w:rPr>
          <w:rtl/>
          <w:lang w:bidi="fa-IR"/>
        </w:rPr>
        <w:t>أ</w:t>
      </w:r>
      <w:r w:rsidR="003B626A">
        <w:rPr>
          <w:rtl/>
          <w:lang w:bidi="fa-IR"/>
        </w:rPr>
        <w:t>-</w:t>
      </w:r>
      <w:r>
        <w:rPr>
          <w:rtl/>
          <w:lang w:bidi="fa-IR"/>
        </w:rPr>
        <w:t xml:space="preserve"> هجرة الأنبياء للدعوة إلى اللَّه تعالى:</w:t>
      </w:r>
    </w:p>
    <w:p w14:paraId="68E55D26" w14:textId="77777777" w:rsidR="003B626A" w:rsidRDefault="007A3CB2" w:rsidP="007A3CB2">
      <w:pPr>
        <w:pStyle w:val="libNormal"/>
        <w:rPr>
          <w:lang w:bidi="fa-IR"/>
        </w:rPr>
      </w:pPr>
      <w:r>
        <w:rPr>
          <w:rtl/>
          <w:lang w:bidi="fa-IR"/>
        </w:rPr>
        <w:t>نموذج 1: هجرة خليل اللَّه إبراهيم "</w:t>
      </w:r>
      <w:r w:rsidR="003B626A" w:rsidRPr="003B626A">
        <w:rPr>
          <w:rStyle w:val="libAlaemChar"/>
          <w:rtl/>
        </w:rPr>
        <w:t>عليه‌السلام</w:t>
      </w:r>
      <w:r>
        <w:rPr>
          <w:rtl/>
          <w:lang w:bidi="fa-IR"/>
        </w:rPr>
        <w:t>" للدعوة إلى دين اللَّه الحنيف.</w:t>
      </w:r>
    </w:p>
    <w:p w14:paraId="42335804" w14:textId="77777777" w:rsidR="007A3CB2" w:rsidRDefault="007A3CB2" w:rsidP="007A3CB2">
      <w:pPr>
        <w:pStyle w:val="libNormal"/>
        <w:rPr>
          <w:lang w:bidi="fa-IR"/>
        </w:rPr>
      </w:pPr>
      <w:r>
        <w:rPr>
          <w:rtl/>
          <w:lang w:bidi="fa-IR"/>
        </w:rPr>
        <w:t>نموذج 2: هجرة كليم اللَّه موسى "</w:t>
      </w:r>
      <w:r w:rsidR="003B626A" w:rsidRPr="003B626A">
        <w:rPr>
          <w:rStyle w:val="libAlaemChar"/>
          <w:rtl/>
        </w:rPr>
        <w:t>عليه‌السلام</w:t>
      </w:r>
      <w:r>
        <w:rPr>
          <w:rtl/>
          <w:lang w:bidi="fa-IR"/>
        </w:rPr>
        <w:t>" من</w:t>
      </w:r>
    </w:p>
    <w:p w14:paraId="46C469CB" w14:textId="77777777" w:rsidR="009F65A7" w:rsidRDefault="009F65A7" w:rsidP="009F65A7">
      <w:pPr>
        <w:pStyle w:val="libLine"/>
        <w:rPr>
          <w:lang w:bidi="fa-IR"/>
        </w:rPr>
      </w:pPr>
      <w:r>
        <w:rPr>
          <w:rtl/>
          <w:lang w:bidi="fa-IR"/>
        </w:rPr>
        <w:t>____________________</w:t>
      </w:r>
    </w:p>
    <w:p w14:paraId="781B7080" w14:textId="77777777" w:rsidR="009F65A7" w:rsidRDefault="009F65A7" w:rsidP="009F65A7">
      <w:pPr>
        <w:pStyle w:val="libFootnote0"/>
        <w:rPr>
          <w:lang w:bidi="fa-IR"/>
        </w:rPr>
      </w:pPr>
      <w:r>
        <w:rPr>
          <w:rtl/>
          <w:lang w:bidi="fa-IR"/>
        </w:rPr>
        <w:t>1- آل عمران:195</w:t>
      </w:r>
    </w:p>
    <w:p w14:paraId="4FB7E3F2" w14:textId="77777777" w:rsidR="007A3CB2" w:rsidRDefault="003B626A" w:rsidP="007A3CB2">
      <w:pPr>
        <w:pStyle w:val="libNormal"/>
        <w:rPr>
          <w:lang w:bidi="fa-IR"/>
        </w:rPr>
      </w:pPr>
      <w:r>
        <w:rPr>
          <w:rtl/>
          <w:lang w:bidi="fa-IR"/>
        </w:rPr>
        <w:br w:type="page"/>
      </w:r>
    </w:p>
    <w:p w14:paraId="5CB0A815" w14:textId="77777777" w:rsidR="003B626A" w:rsidRDefault="007A3CB2" w:rsidP="009F65A7">
      <w:pPr>
        <w:pStyle w:val="libNormal0"/>
        <w:rPr>
          <w:lang w:bidi="fa-IR"/>
        </w:rPr>
      </w:pPr>
      <w:r>
        <w:rPr>
          <w:rtl/>
          <w:lang w:bidi="fa-IR"/>
        </w:rPr>
        <w:lastRenderedPageBreak/>
        <w:t>مصر حيث قضى بهجرته على ربوبية فرعون المزعومة وأنقذت المؤمنين.</w:t>
      </w:r>
    </w:p>
    <w:p w14:paraId="002D206C" w14:textId="77777777" w:rsidR="003B626A" w:rsidRDefault="007A3CB2" w:rsidP="009F65A7">
      <w:pPr>
        <w:pStyle w:val="libNormal"/>
        <w:rPr>
          <w:lang w:bidi="fa-IR"/>
        </w:rPr>
      </w:pPr>
      <w:r>
        <w:rPr>
          <w:rtl/>
          <w:lang w:bidi="fa-IR"/>
        </w:rPr>
        <w:t>نموذج 3: هجرة خاتم الأنبياء محمد "</w:t>
      </w:r>
      <w:r w:rsidR="009F65A7" w:rsidRPr="009F65A7">
        <w:rPr>
          <w:rFonts w:eastAsiaTheme="minorHAnsi"/>
          <w:rtl/>
        </w:rPr>
        <w:t xml:space="preserve"> </w:t>
      </w:r>
      <w:r w:rsidR="009F65A7" w:rsidRPr="009F65A7">
        <w:rPr>
          <w:rStyle w:val="libAlaemChar"/>
          <w:rFonts w:eastAsiaTheme="minorHAnsi"/>
          <w:rtl/>
        </w:rPr>
        <w:t>صلى‌الله‌عليه‌وآله</w:t>
      </w:r>
      <w:r w:rsidR="009F65A7">
        <w:rPr>
          <w:rtl/>
          <w:lang w:bidi="fa-IR"/>
        </w:rPr>
        <w:t xml:space="preserve"> </w:t>
      </w:r>
      <w:r>
        <w:rPr>
          <w:rtl/>
          <w:lang w:bidi="fa-IR"/>
        </w:rPr>
        <w:t>" إلى يثرب بعد اضطهاد استمر 13 عاماً.</w:t>
      </w:r>
    </w:p>
    <w:p w14:paraId="5E418D33" w14:textId="77777777" w:rsidR="003B626A" w:rsidRDefault="007A3CB2" w:rsidP="007A3CB2">
      <w:pPr>
        <w:pStyle w:val="libNormal"/>
        <w:rPr>
          <w:lang w:bidi="fa-IR"/>
        </w:rPr>
      </w:pPr>
      <w:r>
        <w:rPr>
          <w:rtl/>
          <w:lang w:bidi="fa-IR"/>
        </w:rPr>
        <w:t>كانت الهجرة هي الخيار الأخير بعد معاناة طويلة وصراع حول القضية الأساس وهي التوحيد، والعودة إلى اللَّه رب العالمين ونشر الإسلام الحنيف.</w:t>
      </w:r>
    </w:p>
    <w:p w14:paraId="13D2BFB0" w14:textId="77777777" w:rsidR="003B626A" w:rsidRDefault="007A3CB2" w:rsidP="009F65A7">
      <w:pPr>
        <w:pStyle w:val="libBold1"/>
        <w:rPr>
          <w:lang w:bidi="fa-IR"/>
        </w:rPr>
      </w:pPr>
      <w:r>
        <w:rPr>
          <w:rtl/>
          <w:lang w:bidi="fa-IR"/>
        </w:rPr>
        <w:t>ب</w:t>
      </w:r>
      <w:r w:rsidR="003B626A">
        <w:rPr>
          <w:rtl/>
          <w:lang w:bidi="fa-IR"/>
        </w:rPr>
        <w:t>-</w:t>
      </w:r>
      <w:r>
        <w:rPr>
          <w:rtl/>
          <w:lang w:bidi="fa-IR"/>
        </w:rPr>
        <w:t xml:space="preserve"> أفضل الهجرة:</w:t>
      </w:r>
    </w:p>
    <w:p w14:paraId="171082DB" w14:textId="77777777" w:rsidR="003B626A" w:rsidRDefault="007A3CB2" w:rsidP="009F65A7">
      <w:pPr>
        <w:pStyle w:val="libNormal"/>
        <w:rPr>
          <w:lang w:bidi="fa-IR"/>
        </w:rPr>
      </w:pPr>
      <w:r>
        <w:rPr>
          <w:rtl/>
          <w:lang w:bidi="fa-IR"/>
        </w:rPr>
        <w:t>عن الرسول الأكرم "</w:t>
      </w:r>
      <w:r w:rsidR="009F65A7" w:rsidRPr="009F65A7">
        <w:rPr>
          <w:rStyle w:val="libAlaemChar"/>
          <w:rFonts w:eastAsiaTheme="minorHAnsi"/>
          <w:rtl/>
        </w:rPr>
        <w:t xml:space="preserve"> صلى‌الله‌عليه‌وآله</w:t>
      </w:r>
      <w:r w:rsidR="009F65A7">
        <w:rPr>
          <w:rtl/>
          <w:lang w:bidi="fa-IR"/>
        </w:rPr>
        <w:t xml:space="preserve"> </w:t>
      </w:r>
      <w:r>
        <w:rPr>
          <w:rtl/>
          <w:lang w:bidi="fa-IR"/>
        </w:rPr>
        <w:t>": "أفضل الهجرة أن تهجر ما كره اللَّه".</w:t>
      </w:r>
    </w:p>
    <w:p w14:paraId="6F78BCB6" w14:textId="77777777" w:rsidR="003B626A" w:rsidRDefault="007A3CB2" w:rsidP="009F65A7">
      <w:pPr>
        <w:pStyle w:val="libNormal"/>
        <w:rPr>
          <w:lang w:bidi="fa-IR"/>
        </w:rPr>
      </w:pPr>
      <w:r>
        <w:rPr>
          <w:rtl/>
          <w:lang w:bidi="fa-IR"/>
        </w:rPr>
        <w:t>وعنه "</w:t>
      </w:r>
      <w:r w:rsidR="009F65A7" w:rsidRPr="009F65A7">
        <w:rPr>
          <w:rStyle w:val="libAlaemChar"/>
          <w:rFonts w:eastAsiaTheme="minorHAnsi"/>
          <w:rtl/>
        </w:rPr>
        <w:t xml:space="preserve"> صلى‌الله‌عليه‌وآله</w:t>
      </w:r>
      <w:r w:rsidR="009F65A7">
        <w:rPr>
          <w:rtl/>
          <w:lang w:bidi="fa-IR"/>
        </w:rPr>
        <w:t xml:space="preserve"> </w:t>
      </w:r>
      <w:r>
        <w:rPr>
          <w:rtl/>
          <w:lang w:bidi="fa-IR"/>
        </w:rPr>
        <w:t>": "أشرف الهجرة أن تهجره السيئات".</w:t>
      </w:r>
    </w:p>
    <w:p w14:paraId="05EC71F4" w14:textId="77777777" w:rsidR="003B626A" w:rsidRDefault="007A3CB2" w:rsidP="009F65A7">
      <w:pPr>
        <w:pStyle w:val="libNormal"/>
        <w:rPr>
          <w:lang w:bidi="fa-IR"/>
        </w:rPr>
      </w:pPr>
      <w:r>
        <w:rPr>
          <w:rtl/>
          <w:lang w:bidi="fa-IR"/>
        </w:rPr>
        <w:t>وعنه "</w:t>
      </w:r>
      <w:r w:rsidR="009F65A7" w:rsidRPr="009F65A7">
        <w:rPr>
          <w:rStyle w:val="libAlaemChar"/>
          <w:rFonts w:eastAsiaTheme="minorHAnsi"/>
          <w:rtl/>
        </w:rPr>
        <w:t xml:space="preserve"> صلى‌الله‌عليه‌وآله</w:t>
      </w:r>
      <w:r w:rsidR="009F65A7">
        <w:rPr>
          <w:rtl/>
          <w:lang w:bidi="fa-IR"/>
        </w:rPr>
        <w:t xml:space="preserve"> </w:t>
      </w:r>
      <w:r>
        <w:rPr>
          <w:rtl/>
          <w:lang w:bidi="fa-IR"/>
        </w:rPr>
        <w:t>": "المهاجر من هجر الخطايا والذنوب".</w:t>
      </w:r>
    </w:p>
    <w:p w14:paraId="5ADC5D67" w14:textId="77777777" w:rsidR="003B626A" w:rsidRDefault="007A3CB2" w:rsidP="009F65A7">
      <w:pPr>
        <w:pStyle w:val="libBold1"/>
        <w:rPr>
          <w:lang w:bidi="fa-IR"/>
        </w:rPr>
      </w:pPr>
      <w:r>
        <w:rPr>
          <w:rtl/>
          <w:lang w:bidi="fa-IR"/>
        </w:rPr>
        <w:t>ج</w:t>
      </w:r>
      <w:r w:rsidR="003B626A">
        <w:rPr>
          <w:rtl/>
          <w:lang w:bidi="fa-IR"/>
        </w:rPr>
        <w:t>-</w:t>
      </w:r>
      <w:r>
        <w:rPr>
          <w:rtl/>
          <w:lang w:bidi="fa-IR"/>
        </w:rPr>
        <w:t xml:space="preserve"> أفضل من الهجرة مع النبي "</w:t>
      </w:r>
      <w:r w:rsidR="009F65A7" w:rsidRPr="009F65A7">
        <w:rPr>
          <w:rStyle w:val="libAlaemChar"/>
          <w:rFonts w:eastAsiaTheme="minorHAnsi"/>
          <w:rtl/>
        </w:rPr>
        <w:t xml:space="preserve"> صلى‌الله‌عليه‌وآله</w:t>
      </w:r>
      <w:r w:rsidR="009F65A7">
        <w:rPr>
          <w:rtl/>
          <w:lang w:bidi="fa-IR"/>
        </w:rPr>
        <w:t xml:space="preserve"> </w:t>
      </w:r>
      <w:r>
        <w:rPr>
          <w:rtl/>
          <w:lang w:bidi="fa-IR"/>
        </w:rPr>
        <w:t>":</w:t>
      </w:r>
    </w:p>
    <w:p w14:paraId="52F8285C" w14:textId="77777777" w:rsidR="007A3CB2" w:rsidRDefault="007A3CB2" w:rsidP="009F65A7">
      <w:pPr>
        <w:pStyle w:val="libNormal"/>
        <w:rPr>
          <w:lang w:bidi="fa-IR"/>
        </w:rPr>
      </w:pPr>
      <w:r>
        <w:rPr>
          <w:rtl/>
          <w:lang w:bidi="fa-IR"/>
        </w:rPr>
        <w:t>عن الرسول الأكرم "</w:t>
      </w:r>
      <w:r w:rsidR="009F65A7" w:rsidRPr="009F65A7">
        <w:rPr>
          <w:rStyle w:val="libAlaemChar"/>
          <w:rFonts w:eastAsiaTheme="minorHAnsi"/>
          <w:rtl/>
        </w:rPr>
        <w:t xml:space="preserve"> صلى‌الله‌عليه‌وآله</w:t>
      </w:r>
      <w:r w:rsidR="009F65A7">
        <w:rPr>
          <w:rtl/>
          <w:lang w:bidi="fa-IR"/>
        </w:rPr>
        <w:t xml:space="preserve"> </w:t>
      </w:r>
      <w:r>
        <w:rPr>
          <w:rtl/>
          <w:lang w:bidi="fa-IR"/>
        </w:rPr>
        <w:t>": "لمقام أحدكم في</w:t>
      </w:r>
    </w:p>
    <w:p w14:paraId="15313980" w14:textId="77777777" w:rsidR="007A3CB2" w:rsidRDefault="003B626A" w:rsidP="007A3CB2">
      <w:pPr>
        <w:pStyle w:val="libNormal"/>
        <w:rPr>
          <w:lang w:bidi="fa-IR"/>
        </w:rPr>
      </w:pPr>
      <w:r>
        <w:rPr>
          <w:rtl/>
          <w:lang w:bidi="fa-IR"/>
        </w:rPr>
        <w:br w:type="page"/>
      </w:r>
    </w:p>
    <w:p w14:paraId="1C77A271" w14:textId="77777777" w:rsidR="003B626A" w:rsidRDefault="007A3CB2" w:rsidP="009F65A7">
      <w:pPr>
        <w:pStyle w:val="libNormal0"/>
        <w:rPr>
          <w:lang w:bidi="fa-IR"/>
        </w:rPr>
      </w:pPr>
      <w:r>
        <w:rPr>
          <w:rtl/>
          <w:lang w:bidi="fa-IR"/>
        </w:rPr>
        <w:lastRenderedPageBreak/>
        <w:t>الدنيا يتكلم بحق يرد به باطلاً، أو ينصر به حقاً أفضل من هجرة معي".</w:t>
      </w:r>
    </w:p>
    <w:p w14:paraId="349F92B5" w14:textId="77777777" w:rsidR="003B626A" w:rsidRDefault="007A3CB2" w:rsidP="009F65A7">
      <w:pPr>
        <w:pStyle w:val="libBold1"/>
        <w:rPr>
          <w:lang w:bidi="fa-IR"/>
        </w:rPr>
      </w:pPr>
      <w:r>
        <w:rPr>
          <w:rtl/>
          <w:lang w:bidi="fa-IR"/>
        </w:rPr>
        <w:t>د</w:t>
      </w:r>
      <w:r w:rsidR="003B626A">
        <w:rPr>
          <w:rtl/>
          <w:lang w:bidi="fa-IR"/>
        </w:rPr>
        <w:t>-</w:t>
      </w:r>
      <w:r>
        <w:rPr>
          <w:rtl/>
          <w:lang w:bidi="fa-IR"/>
        </w:rPr>
        <w:t xml:space="preserve"> التعرُّب بعد الهجرة:</w:t>
      </w:r>
    </w:p>
    <w:p w14:paraId="68CBF26F" w14:textId="77777777" w:rsidR="003B626A" w:rsidRDefault="007A3CB2" w:rsidP="009F65A7">
      <w:pPr>
        <w:pStyle w:val="libNormal"/>
        <w:rPr>
          <w:lang w:bidi="fa-IR"/>
        </w:rPr>
      </w:pPr>
      <w:r>
        <w:rPr>
          <w:rtl/>
          <w:lang w:bidi="fa-IR"/>
        </w:rPr>
        <w:t>من وصايا النبي "</w:t>
      </w:r>
      <w:r w:rsidR="009F65A7" w:rsidRPr="009F65A7">
        <w:rPr>
          <w:rStyle w:val="libAlaemChar"/>
          <w:rFonts w:eastAsiaTheme="minorHAnsi"/>
          <w:rtl/>
        </w:rPr>
        <w:t xml:space="preserve"> صلى‌الله‌عليه‌وآله</w:t>
      </w:r>
      <w:r w:rsidR="009F65A7">
        <w:rPr>
          <w:rtl/>
          <w:lang w:bidi="fa-IR"/>
        </w:rPr>
        <w:t xml:space="preserve"> </w:t>
      </w:r>
      <w:r>
        <w:rPr>
          <w:rtl/>
          <w:lang w:bidi="fa-IR"/>
        </w:rPr>
        <w:t>": "لا تعرّب بعد الهجرة".</w:t>
      </w:r>
    </w:p>
    <w:p w14:paraId="73206D81" w14:textId="77777777" w:rsidR="003B626A" w:rsidRDefault="007A3CB2" w:rsidP="007A3CB2">
      <w:pPr>
        <w:pStyle w:val="libNormal"/>
        <w:rPr>
          <w:lang w:bidi="fa-IR"/>
        </w:rPr>
      </w:pPr>
      <w:r>
        <w:rPr>
          <w:rtl/>
          <w:lang w:bidi="fa-IR"/>
        </w:rPr>
        <w:t>وفي معنى التعرُّب بعد الهجرة ورد عن الإمام الصادق "</w:t>
      </w:r>
      <w:r w:rsidR="003B626A" w:rsidRPr="003B626A">
        <w:rPr>
          <w:rStyle w:val="libAlaemChar"/>
          <w:rtl/>
        </w:rPr>
        <w:t>عليه‌السلام</w:t>
      </w:r>
      <w:r>
        <w:rPr>
          <w:rtl/>
          <w:lang w:bidi="fa-IR"/>
        </w:rPr>
        <w:t>" قوله: "المتعرّب بعد الهجرة التارك لهذا الأمر بعد معرفته".</w:t>
      </w:r>
    </w:p>
    <w:p w14:paraId="3E15DE42" w14:textId="77777777" w:rsidR="003B626A" w:rsidRDefault="007A3CB2" w:rsidP="009F65A7">
      <w:pPr>
        <w:pStyle w:val="libBold1"/>
        <w:rPr>
          <w:lang w:bidi="fa-IR"/>
        </w:rPr>
      </w:pPr>
      <w:r>
        <w:rPr>
          <w:rtl/>
          <w:lang w:bidi="fa-IR"/>
        </w:rPr>
        <w:t>ه</w:t>
      </w:r>
      <w:r w:rsidR="003B626A">
        <w:rPr>
          <w:rtl/>
          <w:lang w:bidi="fa-IR"/>
        </w:rPr>
        <w:t>-</w:t>
      </w:r>
      <w:r>
        <w:rPr>
          <w:rtl/>
          <w:lang w:bidi="fa-IR"/>
        </w:rPr>
        <w:t xml:space="preserve"> هجرة الإمام الحسين "</w:t>
      </w:r>
      <w:r w:rsidR="003B626A" w:rsidRPr="003B626A">
        <w:rPr>
          <w:rStyle w:val="libAlaemChar"/>
          <w:rtl/>
        </w:rPr>
        <w:t>عليه‌السلام</w:t>
      </w:r>
      <w:r>
        <w:rPr>
          <w:rtl/>
          <w:lang w:bidi="fa-IR"/>
        </w:rPr>
        <w:t>":</w:t>
      </w:r>
    </w:p>
    <w:p w14:paraId="67FC4F22" w14:textId="77777777" w:rsidR="003B626A" w:rsidRDefault="007A3CB2" w:rsidP="007A3CB2">
      <w:pPr>
        <w:pStyle w:val="libNormal"/>
        <w:rPr>
          <w:lang w:bidi="fa-IR"/>
        </w:rPr>
      </w:pPr>
      <w:r>
        <w:rPr>
          <w:rtl/>
          <w:lang w:bidi="fa-IR"/>
        </w:rPr>
        <w:t>كانت لأجل إحياء الإسلام من جديد وبتعبير الإمام الخميني "</w:t>
      </w:r>
      <w:r w:rsidR="003B626A" w:rsidRPr="003B626A">
        <w:rPr>
          <w:rStyle w:val="libAlaemChar"/>
          <w:rtl/>
        </w:rPr>
        <w:t>قدس‌سره</w:t>
      </w:r>
      <w:r>
        <w:rPr>
          <w:rtl/>
          <w:lang w:bidi="fa-IR"/>
        </w:rPr>
        <w:t>" لولادته ولادة جديدة.</w:t>
      </w:r>
    </w:p>
    <w:p w14:paraId="5574BE4A" w14:textId="77777777" w:rsidR="007A3CB2" w:rsidRDefault="007A3CB2" w:rsidP="009F65A7">
      <w:pPr>
        <w:pStyle w:val="libBold1"/>
        <w:rPr>
          <w:lang w:bidi="fa-IR"/>
        </w:rPr>
      </w:pPr>
      <w:r>
        <w:rPr>
          <w:rtl/>
          <w:lang w:bidi="fa-IR"/>
        </w:rPr>
        <w:t>المصيبة:</w:t>
      </w:r>
    </w:p>
    <w:p w14:paraId="7AB50F25" w14:textId="77777777" w:rsidR="003B626A" w:rsidRDefault="007A3CB2" w:rsidP="007A3CB2">
      <w:pPr>
        <w:pStyle w:val="libNormal"/>
        <w:rPr>
          <w:lang w:bidi="fa-IR"/>
        </w:rPr>
      </w:pPr>
      <w:r>
        <w:rPr>
          <w:rtl/>
          <w:lang w:bidi="fa-IR"/>
        </w:rPr>
        <w:t>وصية الزهراء "</w:t>
      </w:r>
      <w:r w:rsidR="00F83AC1" w:rsidRPr="00F83AC1">
        <w:rPr>
          <w:rStyle w:val="libAlaemChar"/>
          <w:rtl/>
        </w:rPr>
        <w:t>عليها‌السلام</w:t>
      </w:r>
      <w:r>
        <w:rPr>
          <w:rtl/>
          <w:lang w:bidi="fa-IR"/>
        </w:rPr>
        <w:t>" لأمير المؤمنين "</w:t>
      </w:r>
      <w:r w:rsidR="003B626A" w:rsidRPr="003B626A">
        <w:rPr>
          <w:rStyle w:val="libAlaemChar"/>
          <w:rtl/>
        </w:rPr>
        <w:t>عليه‌السلام</w:t>
      </w:r>
      <w:r>
        <w:rPr>
          <w:rtl/>
          <w:lang w:bidi="fa-IR"/>
        </w:rPr>
        <w:t>" بأولادها لا سيَّم الحسين "</w:t>
      </w:r>
      <w:r w:rsidR="003B626A" w:rsidRPr="003B626A">
        <w:rPr>
          <w:rStyle w:val="libAlaemChar"/>
          <w:rtl/>
        </w:rPr>
        <w:t>عليه‌السلام</w:t>
      </w:r>
      <w:r>
        <w:rPr>
          <w:rtl/>
          <w:lang w:bidi="fa-IR"/>
        </w:rPr>
        <w:t>".</w:t>
      </w:r>
    </w:p>
    <w:p w14:paraId="0F12FEB9" w14:textId="77777777" w:rsidR="007A3CB2" w:rsidRDefault="007A3CB2" w:rsidP="007A3CB2">
      <w:pPr>
        <w:pStyle w:val="libNormal"/>
        <w:rPr>
          <w:lang w:bidi="fa-IR"/>
        </w:rPr>
      </w:pPr>
      <w:r>
        <w:rPr>
          <w:rtl/>
          <w:lang w:bidi="fa-IR"/>
        </w:rPr>
        <w:t>القصيدة الختامية من وحي ذلك.</w:t>
      </w:r>
    </w:p>
    <w:p w14:paraId="66C2B17B" w14:textId="77777777" w:rsidR="007A3CB2" w:rsidRDefault="003B626A" w:rsidP="007A3CB2">
      <w:pPr>
        <w:pStyle w:val="libNormal"/>
        <w:rPr>
          <w:lang w:bidi="fa-IR"/>
        </w:rPr>
      </w:pPr>
      <w:r>
        <w:rPr>
          <w:rtl/>
          <w:lang w:bidi="fa-IR"/>
        </w:rPr>
        <w:br w:type="page"/>
      </w:r>
    </w:p>
    <w:p w14:paraId="561FB750" w14:textId="77777777" w:rsidR="009F65A7" w:rsidRDefault="009F65A7" w:rsidP="009F65A7">
      <w:pPr>
        <w:pStyle w:val="libNormal"/>
        <w:rPr>
          <w:lang w:bidi="fa-IR"/>
        </w:rPr>
      </w:pPr>
      <w:r>
        <w:rPr>
          <w:rtl/>
          <w:lang w:bidi="fa-IR"/>
        </w:rPr>
        <w:lastRenderedPageBreak/>
        <w:br w:type="page"/>
      </w:r>
    </w:p>
    <w:p w14:paraId="19C86D07" w14:textId="77777777" w:rsidR="007A3CB2" w:rsidRDefault="007A3CB2" w:rsidP="009F65A7">
      <w:pPr>
        <w:pStyle w:val="Heading2Center"/>
        <w:rPr>
          <w:lang w:bidi="fa-IR"/>
        </w:rPr>
      </w:pPr>
      <w:bookmarkStart w:id="15" w:name="_Toc12609724"/>
      <w:r>
        <w:rPr>
          <w:rtl/>
          <w:lang w:bidi="fa-IR"/>
        </w:rPr>
        <w:lastRenderedPageBreak/>
        <w:t>الليلة الثانية</w:t>
      </w:r>
      <w:bookmarkEnd w:id="15"/>
    </w:p>
    <w:p w14:paraId="390B6DC6" w14:textId="77777777" w:rsidR="007A3CB2" w:rsidRDefault="007A3CB2" w:rsidP="009F65A7">
      <w:pPr>
        <w:pStyle w:val="libBold1"/>
        <w:rPr>
          <w:lang w:bidi="fa-IR"/>
        </w:rPr>
      </w:pPr>
      <w:r>
        <w:rPr>
          <w:rtl/>
          <w:lang w:bidi="fa-IR"/>
        </w:rPr>
        <w:t>عنوان المحاضرة:</w:t>
      </w:r>
    </w:p>
    <w:p w14:paraId="067F22AB" w14:textId="77777777" w:rsidR="007A3CB2" w:rsidRDefault="007A3CB2" w:rsidP="009F65A7">
      <w:pPr>
        <w:pStyle w:val="libCenterBold1"/>
        <w:rPr>
          <w:lang w:bidi="fa-IR"/>
        </w:rPr>
      </w:pPr>
      <w:r>
        <w:rPr>
          <w:rtl/>
          <w:lang w:bidi="fa-IR"/>
        </w:rPr>
        <w:t>حول خروج الإمام الحسين‏"</w:t>
      </w:r>
      <w:r w:rsidR="003B626A" w:rsidRPr="003B626A">
        <w:rPr>
          <w:rStyle w:val="libAlaemChar"/>
          <w:rtl/>
        </w:rPr>
        <w:t>عليه‌السلام</w:t>
      </w:r>
      <w:r>
        <w:rPr>
          <w:rtl/>
          <w:lang w:bidi="fa-IR"/>
        </w:rPr>
        <w:t>" من المدينة</w:t>
      </w:r>
    </w:p>
    <w:p w14:paraId="5661B683" w14:textId="77777777" w:rsidR="007A3CB2" w:rsidRDefault="007A3CB2" w:rsidP="009F65A7">
      <w:pPr>
        <w:pStyle w:val="libBold1"/>
        <w:rPr>
          <w:lang w:bidi="fa-IR"/>
        </w:rPr>
      </w:pPr>
      <w:r>
        <w:rPr>
          <w:rtl/>
          <w:lang w:bidi="fa-IR"/>
        </w:rPr>
        <w:t>الموعظة:</w:t>
      </w:r>
    </w:p>
    <w:p w14:paraId="7DA3A8DC" w14:textId="77777777" w:rsidR="007A3CB2" w:rsidRDefault="007A3CB2" w:rsidP="009F65A7">
      <w:pPr>
        <w:pStyle w:val="libBold1"/>
        <w:rPr>
          <w:lang w:bidi="fa-IR"/>
        </w:rPr>
      </w:pPr>
      <w:r>
        <w:rPr>
          <w:rtl/>
          <w:lang w:bidi="fa-IR"/>
        </w:rPr>
        <w:t>الشعائر الحسينية</w:t>
      </w:r>
    </w:p>
    <w:p w14:paraId="0A9207FF" w14:textId="77777777" w:rsidR="007A3CB2" w:rsidRDefault="007A3CB2" w:rsidP="009F65A7">
      <w:pPr>
        <w:pStyle w:val="libBold1"/>
        <w:rPr>
          <w:lang w:bidi="fa-IR"/>
        </w:rPr>
      </w:pPr>
      <w:r>
        <w:rPr>
          <w:rtl/>
          <w:lang w:bidi="fa-IR"/>
        </w:rPr>
        <w:t>الهدف:</w:t>
      </w:r>
    </w:p>
    <w:p w14:paraId="1F496FB8" w14:textId="77777777" w:rsidR="003B626A" w:rsidRDefault="007A3CB2" w:rsidP="007A3CB2">
      <w:pPr>
        <w:pStyle w:val="libNormal"/>
        <w:rPr>
          <w:lang w:bidi="fa-IR"/>
        </w:rPr>
      </w:pPr>
      <w:r>
        <w:rPr>
          <w:rtl/>
          <w:lang w:bidi="fa-IR"/>
        </w:rPr>
        <w:t>حث الناس على تعظيم الشعائر الحسينية وإقامتها.</w:t>
      </w:r>
    </w:p>
    <w:p w14:paraId="5F4FB484" w14:textId="77777777" w:rsidR="007A3CB2" w:rsidRDefault="007A3CB2" w:rsidP="009F65A7">
      <w:pPr>
        <w:pStyle w:val="libBold1"/>
        <w:rPr>
          <w:lang w:bidi="fa-IR"/>
        </w:rPr>
      </w:pPr>
      <w:r>
        <w:rPr>
          <w:rtl/>
          <w:lang w:bidi="fa-IR"/>
        </w:rPr>
        <w:t>تصدير الموضوع:</w:t>
      </w:r>
    </w:p>
    <w:p w14:paraId="0FCD2185" w14:textId="77777777" w:rsidR="003B626A" w:rsidRDefault="007A3CB2" w:rsidP="007A3CB2">
      <w:pPr>
        <w:pStyle w:val="libNormal"/>
        <w:rPr>
          <w:lang w:bidi="fa-IR"/>
        </w:rPr>
      </w:pPr>
      <w:r>
        <w:rPr>
          <w:rtl/>
          <w:lang w:bidi="fa-IR"/>
        </w:rPr>
        <w:t>ومن يعظم شعائر الله فإنها من تقوى القلوب.</w:t>
      </w:r>
    </w:p>
    <w:p w14:paraId="4B8B9E91" w14:textId="77777777" w:rsidR="007A3CB2" w:rsidRDefault="007A3CB2" w:rsidP="009F65A7">
      <w:pPr>
        <w:pStyle w:val="libBold1"/>
        <w:rPr>
          <w:lang w:bidi="fa-IR"/>
        </w:rPr>
      </w:pPr>
      <w:r>
        <w:rPr>
          <w:rtl/>
          <w:lang w:bidi="fa-IR"/>
        </w:rPr>
        <w:t>محاور الموضوع:</w:t>
      </w:r>
    </w:p>
    <w:p w14:paraId="464F03CE" w14:textId="77777777" w:rsidR="003B626A" w:rsidRDefault="007A3CB2" w:rsidP="009F65A7">
      <w:pPr>
        <w:pStyle w:val="libBold1"/>
        <w:rPr>
          <w:lang w:bidi="fa-IR"/>
        </w:rPr>
      </w:pPr>
      <w:r>
        <w:rPr>
          <w:rtl/>
          <w:lang w:bidi="fa-IR"/>
        </w:rPr>
        <w:t>أ</w:t>
      </w:r>
      <w:r w:rsidR="003B626A">
        <w:rPr>
          <w:rtl/>
          <w:lang w:bidi="fa-IR"/>
        </w:rPr>
        <w:t>-</w:t>
      </w:r>
      <w:r>
        <w:rPr>
          <w:rtl/>
          <w:lang w:bidi="fa-IR"/>
        </w:rPr>
        <w:t xml:space="preserve"> من الشعائر الحسينية:</w:t>
      </w:r>
    </w:p>
    <w:p w14:paraId="6051DB96" w14:textId="77777777" w:rsidR="003B626A" w:rsidRDefault="007A3CB2" w:rsidP="007A3CB2">
      <w:pPr>
        <w:pStyle w:val="libNormal"/>
        <w:rPr>
          <w:lang w:bidi="fa-IR"/>
        </w:rPr>
      </w:pPr>
      <w:r>
        <w:rPr>
          <w:rtl/>
          <w:lang w:bidi="fa-IR"/>
        </w:rPr>
        <w:t>زيارة الإمام الحسين‏"</w:t>
      </w:r>
      <w:r w:rsidR="003B626A" w:rsidRPr="003B626A">
        <w:rPr>
          <w:rStyle w:val="libAlaemChar"/>
          <w:rtl/>
        </w:rPr>
        <w:t>عليه‌السلام</w:t>
      </w:r>
      <w:r>
        <w:rPr>
          <w:rtl/>
          <w:lang w:bidi="fa-IR"/>
        </w:rPr>
        <w:t>".</w:t>
      </w:r>
    </w:p>
    <w:p w14:paraId="3F61FCF5" w14:textId="77777777" w:rsidR="003B626A" w:rsidRDefault="007A3CB2" w:rsidP="009F65A7">
      <w:pPr>
        <w:pStyle w:val="libNormal"/>
        <w:rPr>
          <w:lang w:bidi="fa-IR"/>
        </w:rPr>
      </w:pPr>
      <w:r>
        <w:rPr>
          <w:rtl/>
          <w:lang w:bidi="fa-IR"/>
        </w:rPr>
        <w:t>عن الرسول الأكرم "</w:t>
      </w:r>
      <w:r w:rsidR="009F65A7" w:rsidRPr="009F65A7">
        <w:rPr>
          <w:rStyle w:val="libAlaemChar"/>
          <w:rFonts w:eastAsiaTheme="minorHAnsi"/>
          <w:rtl/>
        </w:rPr>
        <w:t xml:space="preserve"> صلى‌الله‌عليه‌وآله</w:t>
      </w:r>
      <w:r w:rsidR="009F65A7">
        <w:rPr>
          <w:rtl/>
          <w:lang w:bidi="fa-IR"/>
        </w:rPr>
        <w:t xml:space="preserve"> </w:t>
      </w:r>
      <w:r>
        <w:rPr>
          <w:rtl/>
          <w:lang w:bidi="fa-IR"/>
        </w:rPr>
        <w:t>": "من زار الحسين كان كمن زار الله في عرشه".</w:t>
      </w:r>
    </w:p>
    <w:p w14:paraId="2D321953" w14:textId="77777777" w:rsidR="003B626A" w:rsidRDefault="007A3CB2" w:rsidP="007A3CB2">
      <w:pPr>
        <w:pStyle w:val="libNormal"/>
        <w:rPr>
          <w:rtl/>
          <w:lang w:bidi="fa-IR"/>
        </w:rPr>
      </w:pPr>
      <w:r>
        <w:rPr>
          <w:rtl/>
          <w:lang w:bidi="fa-IR"/>
        </w:rPr>
        <w:t>عن الإمام الرضا "</w:t>
      </w:r>
      <w:r w:rsidR="003B626A" w:rsidRPr="003B626A">
        <w:rPr>
          <w:rStyle w:val="libAlaemChar"/>
          <w:rtl/>
        </w:rPr>
        <w:t>عليه‌السلام</w:t>
      </w:r>
      <w:r>
        <w:rPr>
          <w:rtl/>
          <w:lang w:bidi="fa-IR"/>
        </w:rPr>
        <w:t>": "يا ابن شبيب، إن سرّك أن تلقى الله ولا ذنب عليك، فزر الحسين".</w:t>
      </w:r>
    </w:p>
    <w:p w14:paraId="76024237" w14:textId="77777777" w:rsidR="007A3CB2" w:rsidRDefault="003B626A" w:rsidP="007A3CB2">
      <w:pPr>
        <w:pStyle w:val="libNormal"/>
        <w:rPr>
          <w:lang w:bidi="fa-IR"/>
        </w:rPr>
      </w:pPr>
      <w:r>
        <w:rPr>
          <w:rtl/>
          <w:lang w:bidi="fa-IR"/>
        </w:rPr>
        <w:br w:type="page"/>
      </w:r>
    </w:p>
    <w:p w14:paraId="4FB3399B" w14:textId="77777777" w:rsidR="003B626A" w:rsidRDefault="007A3CB2" w:rsidP="009F65A7">
      <w:pPr>
        <w:pStyle w:val="libBold1"/>
        <w:rPr>
          <w:lang w:bidi="fa-IR"/>
        </w:rPr>
      </w:pPr>
      <w:r>
        <w:rPr>
          <w:rtl/>
          <w:lang w:bidi="fa-IR"/>
        </w:rPr>
        <w:lastRenderedPageBreak/>
        <w:t>ب</w:t>
      </w:r>
      <w:r w:rsidR="003B626A">
        <w:rPr>
          <w:rtl/>
          <w:lang w:bidi="fa-IR"/>
        </w:rPr>
        <w:t>-</w:t>
      </w:r>
      <w:r>
        <w:rPr>
          <w:rtl/>
          <w:lang w:bidi="fa-IR"/>
        </w:rPr>
        <w:t xml:space="preserve"> من الشعائر الحسينية:</w:t>
      </w:r>
    </w:p>
    <w:p w14:paraId="29B5D271" w14:textId="77777777" w:rsidR="003B626A" w:rsidRDefault="007A3CB2" w:rsidP="007A3CB2">
      <w:pPr>
        <w:pStyle w:val="libNormal"/>
        <w:rPr>
          <w:lang w:bidi="fa-IR"/>
        </w:rPr>
      </w:pPr>
      <w:r>
        <w:rPr>
          <w:rtl/>
          <w:lang w:bidi="fa-IR"/>
        </w:rPr>
        <w:t>إنشاد الشعر.</w:t>
      </w:r>
    </w:p>
    <w:p w14:paraId="3F56F871" w14:textId="77777777" w:rsidR="003B626A" w:rsidRDefault="007A3CB2" w:rsidP="007A3CB2">
      <w:pPr>
        <w:pStyle w:val="libNormal"/>
        <w:rPr>
          <w:lang w:bidi="fa-IR"/>
        </w:rPr>
      </w:pPr>
      <w:r>
        <w:rPr>
          <w:rtl/>
          <w:lang w:bidi="fa-IR"/>
        </w:rPr>
        <w:t>عن الإمام الصادق "</w:t>
      </w:r>
      <w:r w:rsidR="003B626A" w:rsidRPr="003B626A">
        <w:rPr>
          <w:rStyle w:val="libAlaemChar"/>
          <w:rtl/>
        </w:rPr>
        <w:t>عليه‌السلام</w:t>
      </w:r>
      <w:r>
        <w:rPr>
          <w:rtl/>
          <w:lang w:bidi="fa-IR"/>
        </w:rPr>
        <w:t>": "من أنشد في الحسين بيتاً من الشعر فبكى وأبكى عشرة فله ولهم الجنة".</w:t>
      </w:r>
    </w:p>
    <w:p w14:paraId="0685D428" w14:textId="77777777" w:rsidR="003B626A" w:rsidRDefault="007A3CB2" w:rsidP="009F65A7">
      <w:pPr>
        <w:pStyle w:val="libBold1"/>
        <w:rPr>
          <w:lang w:bidi="fa-IR"/>
        </w:rPr>
      </w:pPr>
      <w:r>
        <w:rPr>
          <w:rtl/>
          <w:lang w:bidi="fa-IR"/>
        </w:rPr>
        <w:t>ج</w:t>
      </w:r>
      <w:r w:rsidR="003B626A">
        <w:rPr>
          <w:rtl/>
          <w:lang w:bidi="fa-IR"/>
        </w:rPr>
        <w:t>-</w:t>
      </w:r>
      <w:r>
        <w:rPr>
          <w:rtl/>
          <w:lang w:bidi="fa-IR"/>
        </w:rPr>
        <w:t xml:space="preserve"> من الشعائر الحسينية:</w:t>
      </w:r>
    </w:p>
    <w:p w14:paraId="5728B27C" w14:textId="77777777" w:rsidR="003B626A" w:rsidRDefault="007A3CB2" w:rsidP="007A3CB2">
      <w:pPr>
        <w:pStyle w:val="libNormal"/>
        <w:rPr>
          <w:lang w:bidi="fa-IR"/>
        </w:rPr>
      </w:pPr>
      <w:r>
        <w:rPr>
          <w:rtl/>
          <w:lang w:bidi="fa-IR"/>
        </w:rPr>
        <w:t>لبس السواد حزناً على مصابه.</w:t>
      </w:r>
    </w:p>
    <w:p w14:paraId="4F54227A" w14:textId="77777777" w:rsidR="003B626A" w:rsidRDefault="007A3CB2" w:rsidP="009F65A7">
      <w:pPr>
        <w:pStyle w:val="libBold1"/>
        <w:rPr>
          <w:lang w:bidi="fa-IR"/>
        </w:rPr>
      </w:pPr>
      <w:r>
        <w:rPr>
          <w:rtl/>
          <w:lang w:bidi="fa-IR"/>
        </w:rPr>
        <w:t>د</w:t>
      </w:r>
      <w:r w:rsidR="003B626A">
        <w:rPr>
          <w:rtl/>
          <w:lang w:bidi="fa-IR"/>
        </w:rPr>
        <w:t>-</w:t>
      </w:r>
      <w:r>
        <w:rPr>
          <w:rtl/>
          <w:lang w:bidi="fa-IR"/>
        </w:rPr>
        <w:t xml:space="preserve"> من الشعائر الحسينية:</w:t>
      </w:r>
    </w:p>
    <w:p w14:paraId="69BB7D95" w14:textId="77777777" w:rsidR="003B626A" w:rsidRDefault="007A3CB2" w:rsidP="007A3CB2">
      <w:pPr>
        <w:pStyle w:val="libNormal"/>
        <w:rPr>
          <w:lang w:bidi="fa-IR"/>
        </w:rPr>
      </w:pPr>
      <w:r>
        <w:rPr>
          <w:rtl/>
          <w:lang w:bidi="fa-IR"/>
        </w:rPr>
        <w:t>البكاء على الإمام الحسين "</w:t>
      </w:r>
      <w:r w:rsidR="003B626A" w:rsidRPr="003B626A">
        <w:rPr>
          <w:rStyle w:val="libAlaemChar"/>
          <w:rtl/>
        </w:rPr>
        <w:t>عليه‌السلام</w:t>
      </w:r>
      <w:r>
        <w:rPr>
          <w:rtl/>
          <w:lang w:bidi="fa-IR"/>
        </w:rPr>
        <w:t>".</w:t>
      </w:r>
    </w:p>
    <w:p w14:paraId="58CDA01C" w14:textId="77777777" w:rsidR="003B626A" w:rsidRDefault="007A3CB2" w:rsidP="007A3CB2">
      <w:pPr>
        <w:pStyle w:val="libNormal"/>
        <w:rPr>
          <w:lang w:bidi="fa-IR"/>
        </w:rPr>
      </w:pPr>
      <w:r>
        <w:rPr>
          <w:rtl/>
          <w:lang w:bidi="fa-IR"/>
        </w:rPr>
        <w:t>عن الإمام الرضا "</w:t>
      </w:r>
      <w:r w:rsidR="003B626A" w:rsidRPr="003B626A">
        <w:rPr>
          <w:rStyle w:val="libAlaemChar"/>
          <w:rtl/>
        </w:rPr>
        <w:t>عليه‌السلام</w:t>
      </w:r>
      <w:r>
        <w:rPr>
          <w:rtl/>
          <w:lang w:bidi="fa-IR"/>
        </w:rPr>
        <w:t>": "على مثل الحسين فليبك الباكون، فإن البكاء عليه يحط الذنوب العظام".</w:t>
      </w:r>
    </w:p>
    <w:p w14:paraId="638429FC" w14:textId="77777777" w:rsidR="003B626A" w:rsidRDefault="007A3CB2" w:rsidP="009F65A7">
      <w:pPr>
        <w:pStyle w:val="libBold1"/>
        <w:rPr>
          <w:lang w:bidi="fa-IR"/>
        </w:rPr>
      </w:pPr>
      <w:r>
        <w:rPr>
          <w:rtl/>
          <w:lang w:bidi="fa-IR"/>
        </w:rPr>
        <w:t>ه</w:t>
      </w:r>
      <w:r w:rsidR="003B626A">
        <w:rPr>
          <w:rtl/>
          <w:lang w:bidi="fa-IR"/>
        </w:rPr>
        <w:t>-</w:t>
      </w:r>
      <w:r>
        <w:rPr>
          <w:rtl/>
          <w:lang w:bidi="fa-IR"/>
        </w:rPr>
        <w:t xml:space="preserve"> بكاء أهل البيت على الإمام الحسين "</w:t>
      </w:r>
      <w:r w:rsidR="00F83AC1" w:rsidRPr="00F83AC1">
        <w:rPr>
          <w:rStyle w:val="libAlaemChar"/>
          <w:rtl/>
        </w:rPr>
        <w:t>عليهم‌السلام</w:t>
      </w:r>
      <w:r>
        <w:rPr>
          <w:rtl/>
          <w:lang w:bidi="fa-IR"/>
        </w:rPr>
        <w:t>"</w:t>
      </w:r>
    </w:p>
    <w:p w14:paraId="604BA440" w14:textId="77777777" w:rsidR="003B626A" w:rsidRDefault="007A3CB2" w:rsidP="009F65A7">
      <w:pPr>
        <w:pStyle w:val="libBold1"/>
        <w:rPr>
          <w:rtl/>
          <w:lang w:bidi="fa-IR"/>
        </w:rPr>
      </w:pPr>
      <w:r>
        <w:rPr>
          <w:rtl/>
          <w:lang w:bidi="fa-IR"/>
        </w:rPr>
        <w:t>1</w:t>
      </w:r>
      <w:r w:rsidR="003B626A">
        <w:rPr>
          <w:rtl/>
          <w:lang w:bidi="fa-IR"/>
        </w:rPr>
        <w:t>-</w:t>
      </w:r>
      <w:r>
        <w:rPr>
          <w:rtl/>
          <w:lang w:bidi="fa-IR"/>
        </w:rPr>
        <w:t xml:space="preserve"> بكاء النبي "</w:t>
      </w:r>
      <w:r w:rsidR="009F65A7" w:rsidRPr="009F65A7">
        <w:rPr>
          <w:rStyle w:val="libAlaemChar"/>
          <w:rFonts w:eastAsiaTheme="minorHAnsi"/>
          <w:rtl/>
        </w:rPr>
        <w:t xml:space="preserve"> صلى‌الله‌عليه‌وآله</w:t>
      </w:r>
      <w:r w:rsidR="009F65A7">
        <w:rPr>
          <w:rtl/>
          <w:lang w:bidi="fa-IR"/>
        </w:rPr>
        <w:t xml:space="preserve"> </w:t>
      </w:r>
      <w:r>
        <w:rPr>
          <w:rtl/>
          <w:lang w:bidi="fa-IR"/>
        </w:rPr>
        <w:t>":</w:t>
      </w:r>
    </w:p>
    <w:p w14:paraId="50E9272E" w14:textId="77777777" w:rsidR="007A3CB2" w:rsidRDefault="007A3CB2" w:rsidP="009F65A7">
      <w:pPr>
        <w:pStyle w:val="libNormal"/>
        <w:rPr>
          <w:lang w:bidi="fa-IR"/>
        </w:rPr>
      </w:pPr>
      <w:r>
        <w:rPr>
          <w:rtl/>
          <w:lang w:bidi="fa-IR"/>
        </w:rPr>
        <w:t>ل</w:t>
      </w:r>
      <w:r w:rsidR="009F65A7">
        <w:rPr>
          <w:rFonts w:hint="cs"/>
          <w:rtl/>
          <w:lang w:bidi="fa-IR"/>
        </w:rPr>
        <w:t>ـ</w:t>
      </w:r>
      <w:r>
        <w:rPr>
          <w:rtl/>
          <w:lang w:bidi="fa-IR"/>
        </w:rPr>
        <w:t>مّا أخبر النبي بأن السيدة فاطمة تلد الإمام الحسين "</w:t>
      </w:r>
      <w:r w:rsidR="009F65A7" w:rsidRPr="009F65A7">
        <w:rPr>
          <w:rFonts w:eastAsiaTheme="minorHAnsi"/>
          <w:rtl/>
        </w:rPr>
        <w:t xml:space="preserve"> </w:t>
      </w:r>
      <w:r w:rsidR="009F65A7" w:rsidRPr="009F65A7">
        <w:rPr>
          <w:rStyle w:val="libAlaemChar"/>
          <w:rFonts w:eastAsiaTheme="minorHAnsi"/>
          <w:rtl/>
        </w:rPr>
        <w:t>عليهما‌السلام</w:t>
      </w:r>
      <w:r w:rsidR="009F65A7">
        <w:rPr>
          <w:rtl/>
          <w:lang w:bidi="fa-IR"/>
        </w:rPr>
        <w:t xml:space="preserve"> </w:t>
      </w:r>
      <w:r>
        <w:rPr>
          <w:rtl/>
          <w:lang w:bidi="fa-IR"/>
        </w:rPr>
        <w:t>"، أخبر أيضاً بشهادته، فبكى فلمّا وضعه وأُتي به إليه في تلك الساعة وهو ملفوف في خرقة، أذّن في أذنه اليمنى وأقام في</w:t>
      </w:r>
    </w:p>
    <w:p w14:paraId="1B90FA30" w14:textId="77777777" w:rsidR="007A3CB2" w:rsidRDefault="003B626A" w:rsidP="007A3CB2">
      <w:pPr>
        <w:pStyle w:val="libNormal"/>
        <w:rPr>
          <w:lang w:bidi="fa-IR"/>
        </w:rPr>
      </w:pPr>
      <w:r>
        <w:rPr>
          <w:rtl/>
          <w:lang w:bidi="fa-IR"/>
        </w:rPr>
        <w:br w:type="page"/>
      </w:r>
    </w:p>
    <w:p w14:paraId="23DABB30" w14:textId="77777777" w:rsidR="003B626A" w:rsidRDefault="007A3CB2" w:rsidP="009F65A7">
      <w:pPr>
        <w:pStyle w:val="libNormal0"/>
        <w:rPr>
          <w:lang w:bidi="fa-IR"/>
        </w:rPr>
      </w:pPr>
      <w:r>
        <w:rPr>
          <w:rtl/>
          <w:lang w:bidi="fa-IR"/>
        </w:rPr>
        <w:lastRenderedPageBreak/>
        <w:t>اليسرى، ثمّ وضعه في حجره، ونظر إليه ورثاه وبكى وهو يقول: سيكون لك حديث، اللهم العن قاتله، ثمّ لما أتى عليه سبعة أيام عقّ عنه كبشاً أملح، وحلق رأسه وتصدق بوزن الشعر ورقاً، وخلّق رأسه بالخلوق (طيب مركّب من الزعفران) ثمّ وضعه في حجره ورثاه وبكى وهو يقول: "يا أبا عبد الله عزيز عليّ ثمّ بكى". ثمّ قال: "اللهم إنّي أسألك فيما سألك إبراهيم "</w:t>
      </w:r>
      <w:r w:rsidR="003B626A" w:rsidRPr="003B626A">
        <w:rPr>
          <w:rStyle w:val="libAlaemChar"/>
          <w:rtl/>
        </w:rPr>
        <w:t>عليه‌السلام</w:t>
      </w:r>
      <w:r>
        <w:rPr>
          <w:rtl/>
          <w:lang w:bidi="fa-IR"/>
        </w:rPr>
        <w:t>" في ذريته، اللهم إنّي أُحبهما وأُحب من يحبّهما".</w:t>
      </w:r>
    </w:p>
    <w:p w14:paraId="194BD950" w14:textId="77777777" w:rsidR="003B626A" w:rsidRDefault="007A3CB2" w:rsidP="009F65A7">
      <w:pPr>
        <w:pStyle w:val="libNormal"/>
        <w:rPr>
          <w:lang w:bidi="fa-IR"/>
        </w:rPr>
      </w:pPr>
      <w:r>
        <w:rPr>
          <w:rtl/>
          <w:lang w:bidi="fa-IR"/>
        </w:rPr>
        <w:t>وفي خبر آخر: قال الإمام علي "</w:t>
      </w:r>
      <w:r w:rsidR="003B626A" w:rsidRPr="003B626A">
        <w:rPr>
          <w:rStyle w:val="libAlaemChar"/>
          <w:rtl/>
        </w:rPr>
        <w:t>عليه‌السلام</w:t>
      </w:r>
      <w:r>
        <w:rPr>
          <w:rtl/>
          <w:lang w:bidi="fa-IR"/>
        </w:rPr>
        <w:t>": "دخلت على رسول الله "</w:t>
      </w:r>
      <w:r w:rsidR="009F65A7" w:rsidRPr="009F65A7">
        <w:rPr>
          <w:rStyle w:val="libAlaemChar"/>
          <w:rFonts w:eastAsiaTheme="minorHAnsi"/>
          <w:rtl/>
        </w:rPr>
        <w:t xml:space="preserve"> صلى‌الله‌عليه‌وآله</w:t>
      </w:r>
      <w:r w:rsidR="009F65A7">
        <w:rPr>
          <w:rtl/>
          <w:lang w:bidi="fa-IR"/>
        </w:rPr>
        <w:t xml:space="preserve"> </w:t>
      </w:r>
      <w:r>
        <w:rPr>
          <w:rtl/>
          <w:lang w:bidi="fa-IR"/>
        </w:rPr>
        <w:t>" وعيناه تفيضان، فقلت: بأبي أنت وأمي يا رسول الله ما لعينيك تفيضان؟ أغضبك أحد؟ قال: لا ولكن أخبرني جبرائيل إن ولدي الحسين يقتل في أرض كربلاء وأشّمّني من تربته، ولم أملك عيني أن فاضتا، وأسم الأرض كربلاء".</w:t>
      </w:r>
    </w:p>
    <w:p w14:paraId="0DDC805F" w14:textId="77777777" w:rsidR="003B626A" w:rsidRDefault="007A3CB2" w:rsidP="009F65A7">
      <w:pPr>
        <w:pStyle w:val="libBold1"/>
        <w:rPr>
          <w:lang w:bidi="fa-IR"/>
        </w:rPr>
      </w:pPr>
      <w:r>
        <w:rPr>
          <w:rtl/>
          <w:lang w:bidi="fa-IR"/>
        </w:rPr>
        <w:t>2</w:t>
      </w:r>
      <w:r w:rsidR="003B626A">
        <w:rPr>
          <w:rtl/>
          <w:lang w:bidi="fa-IR"/>
        </w:rPr>
        <w:t>-</w:t>
      </w:r>
      <w:r>
        <w:rPr>
          <w:rtl/>
          <w:lang w:bidi="fa-IR"/>
        </w:rPr>
        <w:t xml:space="preserve"> بكاء أمير المؤمنين "</w:t>
      </w:r>
      <w:r w:rsidR="003B626A" w:rsidRPr="003B626A">
        <w:rPr>
          <w:rStyle w:val="libAlaemChar"/>
          <w:rtl/>
        </w:rPr>
        <w:t>عليه‌السلام</w:t>
      </w:r>
      <w:r>
        <w:rPr>
          <w:rtl/>
          <w:lang w:bidi="fa-IR"/>
        </w:rPr>
        <w:t>"</w:t>
      </w:r>
    </w:p>
    <w:p w14:paraId="5F3579BA" w14:textId="77777777" w:rsidR="007A3CB2" w:rsidRDefault="007A3CB2" w:rsidP="007A3CB2">
      <w:pPr>
        <w:pStyle w:val="libNormal"/>
        <w:rPr>
          <w:lang w:bidi="fa-IR"/>
        </w:rPr>
      </w:pPr>
      <w:r>
        <w:rPr>
          <w:rtl/>
          <w:lang w:bidi="fa-IR"/>
        </w:rPr>
        <w:t>عن ابن عباس قال: "كنتُ مع أمير</w:t>
      </w:r>
    </w:p>
    <w:p w14:paraId="218BBDC6" w14:textId="77777777" w:rsidR="007A3CB2" w:rsidRDefault="003B626A" w:rsidP="007A3CB2">
      <w:pPr>
        <w:pStyle w:val="libNormal"/>
        <w:rPr>
          <w:lang w:bidi="fa-IR"/>
        </w:rPr>
      </w:pPr>
      <w:r>
        <w:rPr>
          <w:rtl/>
          <w:lang w:bidi="fa-IR"/>
        </w:rPr>
        <w:br w:type="page"/>
      </w:r>
    </w:p>
    <w:p w14:paraId="08FC094F" w14:textId="77777777" w:rsidR="003B626A" w:rsidRDefault="007A3CB2" w:rsidP="009F65A7">
      <w:pPr>
        <w:pStyle w:val="libNormal0"/>
        <w:rPr>
          <w:lang w:bidi="fa-IR"/>
        </w:rPr>
      </w:pPr>
      <w:r>
        <w:rPr>
          <w:rtl/>
          <w:lang w:bidi="fa-IR"/>
        </w:rPr>
        <w:lastRenderedPageBreak/>
        <w:t>المؤمنين‏"</w:t>
      </w:r>
      <w:r w:rsidR="003B626A" w:rsidRPr="003B626A">
        <w:rPr>
          <w:rStyle w:val="libAlaemChar"/>
          <w:rtl/>
        </w:rPr>
        <w:t>عليه‌السلام</w:t>
      </w:r>
      <w:r>
        <w:rPr>
          <w:rtl/>
          <w:lang w:bidi="fa-IR"/>
        </w:rPr>
        <w:t>" عند خروجه إلى صفّين، فلمّا نزل نينوى، وهو بشطّ الفرات، قال بأعلى صوته: يا ابن عبّاس أتعرف هذا الموضع؟ قلت له: ما أعرفه يا أمير المؤمنين، قال علي "</w:t>
      </w:r>
      <w:r w:rsidR="003B626A" w:rsidRPr="003B626A">
        <w:rPr>
          <w:rStyle w:val="libAlaemChar"/>
          <w:rtl/>
        </w:rPr>
        <w:t>عليه‌السلام</w:t>
      </w:r>
      <w:r>
        <w:rPr>
          <w:rtl/>
          <w:lang w:bidi="fa-IR"/>
        </w:rPr>
        <w:t>": لو عرفته كمعرفتي لم تكن تجوزه حتى تبكي كبكائي، قال فبكى "</w:t>
      </w:r>
      <w:r w:rsidR="003B626A" w:rsidRPr="003B626A">
        <w:rPr>
          <w:rStyle w:val="libAlaemChar"/>
          <w:rtl/>
        </w:rPr>
        <w:t>عليه‌السلام</w:t>
      </w:r>
      <w:r>
        <w:rPr>
          <w:rtl/>
          <w:lang w:bidi="fa-IR"/>
        </w:rPr>
        <w:t>" طويلاً حتى اخضلّت لحيته أي نديت حتى ترشت نداها وابتلت وسالت الدّموع على صدره، وبكينا معه وهو يقول: أوَّه أوَّه مالي ولآل أبي سفيان، مالي ولآل حرب حزب الشيطان وأولياء الكفر؟! صبراً يا أبا عبد الله فقد لقي أبوك مثل الذي تلقى منهم".</w:t>
      </w:r>
    </w:p>
    <w:p w14:paraId="47FDCDE7" w14:textId="77777777" w:rsidR="007A3CB2" w:rsidRDefault="007A3CB2" w:rsidP="009F65A7">
      <w:pPr>
        <w:pStyle w:val="libBold1"/>
        <w:rPr>
          <w:lang w:bidi="fa-IR"/>
        </w:rPr>
      </w:pPr>
      <w:r>
        <w:rPr>
          <w:rtl/>
          <w:lang w:bidi="fa-IR"/>
        </w:rPr>
        <w:t>3</w:t>
      </w:r>
      <w:r w:rsidR="003B626A">
        <w:rPr>
          <w:rtl/>
          <w:lang w:bidi="fa-IR"/>
        </w:rPr>
        <w:t>-</w:t>
      </w:r>
      <w:r>
        <w:rPr>
          <w:rtl/>
          <w:lang w:bidi="fa-IR"/>
        </w:rPr>
        <w:t xml:space="preserve"> الإمام الحسن "</w:t>
      </w:r>
      <w:r w:rsidR="003B626A" w:rsidRPr="003B626A">
        <w:rPr>
          <w:rStyle w:val="libAlaemChar"/>
          <w:rtl/>
        </w:rPr>
        <w:t>عليه‌السلام</w:t>
      </w:r>
      <w:r>
        <w:rPr>
          <w:rtl/>
          <w:lang w:bidi="fa-IR"/>
        </w:rPr>
        <w:t>":</w:t>
      </w:r>
    </w:p>
    <w:p w14:paraId="6ED0E537" w14:textId="77777777" w:rsidR="007A3CB2" w:rsidRDefault="007A3CB2" w:rsidP="007A3CB2">
      <w:pPr>
        <w:pStyle w:val="libNormal"/>
        <w:rPr>
          <w:lang w:bidi="fa-IR"/>
        </w:rPr>
      </w:pPr>
      <w:r>
        <w:rPr>
          <w:rtl/>
          <w:lang w:bidi="fa-IR"/>
        </w:rPr>
        <w:t>وبكى الإمام الحسن "</w:t>
      </w:r>
      <w:r w:rsidR="003B626A" w:rsidRPr="003B626A">
        <w:rPr>
          <w:rStyle w:val="libAlaemChar"/>
          <w:rtl/>
        </w:rPr>
        <w:t>عليه‌السلام</w:t>
      </w:r>
      <w:r>
        <w:rPr>
          <w:rtl/>
          <w:lang w:bidi="fa-IR"/>
        </w:rPr>
        <w:t>" أخاه الحسين‏"</w:t>
      </w:r>
      <w:r w:rsidR="003B626A" w:rsidRPr="003B626A">
        <w:rPr>
          <w:rStyle w:val="libAlaemChar"/>
          <w:rtl/>
        </w:rPr>
        <w:t>عليه‌السلام</w:t>
      </w:r>
      <w:r>
        <w:rPr>
          <w:rtl/>
          <w:lang w:bidi="fa-IR"/>
        </w:rPr>
        <w:t>" وذلك حين حضره الموت، وظهر السم في جميع أعضائه، وخرج كبده مقطّعاً، فأتى إليه الإمام الحسين "</w:t>
      </w:r>
      <w:r w:rsidR="003B626A" w:rsidRPr="003B626A">
        <w:rPr>
          <w:rStyle w:val="libAlaemChar"/>
          <w:rtl/>
        </w:rPr>
        <w:t>عليه‌السلام</w:t>
      </w:r>
      <w:r>
        <w:rPr>
          <w:rtl/>
          <w:lang w:bidi="fa-IR"/>
        </w:rPr>
        <w:t>" واعتنقه وجعل يبكي، فقال له الإمام الحسن "</w:t>
      </w:r>
      <w:r w:rsidR="003B626A" w:rsidRPr="003B626A">
        <w:rPr>
          <w:rStyle w:val="libAlaemChar"/>
          <w:rtl/>
        </w:rPr>
        <w:t>عليه‌السلام</w:t>
      </w:r>
      <w:r>
        <w:rPr>
          <w:rtl/>
          <w:lang w:bidi="fa-IR"/>
        </w:rPr>
        <w:t>": "ما يبكيك يا أبا عبد الله، قال: أبكي لم صنع بك". فقال له الإمام</w:t>
      </w:r>
    </w:p>
    <w:p w14:paraId="5EF66810" w14:textId="77777777" w:rsidR="007A3CB2" w:rsidRDefault="003B626A" w:rsidP="007A3CB2">
      <w:pPr>
        <w:pStyle w:val="libNormal"/>
        <w:rPr>
          <w:lang w:bidi="fa-IR"/>
        </w:rPr>
      </w:pPr>
      <w:r>
        <w:rPr>
          <w:rtl/>
          <w:lang w:bidi="fa-IR"/>
        </w:rPr>
        <w:br w:type="page"/>
      </w:r>
    </w:p>
    <w:p w14:paraId="2E031C09" w14:textId="77777777" w:rsidR="003B626A" w:rsidRDefault="007A3CB2" w:rsidP="009F65A7">
      <w:pPr>
        <w:pStyle w:val="libNormal0"/>
        <w:rPr>
          <w:lang w:bidi="fa-IR"/>
        </w:rPr>
      </w:pPr>
      <w:r>
        <w:rPr>
          <w:rtl/>
          <w:lang w:bidi="fa-IR"/>
        </w:rPr>
        <w:lastRenderedPageBreak/>
        <w:t>الحسن‏"</w:t>
      </w:r>
      <w:r w:rsidR="003B626A" w:rsidRPr="003B626A">
        <w:rPr>
          <w:rStyle w:val="libAlaemChar"/>
          <w:rtl/>
        </w:rPr>
        <w:t>عليه‌السلام</w:t>
      </w:r>
      <w:r>
        <w:rPr>
          <w:rtl/>
          <w:lang w:bidi="fa-IR"/>
        </w:rPr>
        <w:t>": "لا يوم كيومك يا أبا عبد الله، يزدلف إليك ثلاثون ألف رجل يدّعون أنّهم أمّة جدِّنا وينتحلون دين الإسلام، ويجتمعون على قتلك وسفك دمك وانتهاك ذراريك ونسائك، فعندها تمطرُ السماء دماً ورماداً، ويبكي عليك كلّ‏ُ شي‏ء حتى الوحوش في الفلوات والحيتان في البحار".</w:t>
      </w:r>
    </w:p>
    <w:p w14:paraId="4857402A" w14:textId="77777777" w:rsidR="007A3CB2" w:rsidRDefault="007A3CB2" w:rsidP="009F65A7">
      <w:pPr>
        <w:pStyle w:val="libBold1"/>
        <w:rPr>
          <w:lang w:bidi="fa-IR"/>
        </w:rPr>
      </w:pPr>
      <w:r>
        <w:rPr>
          <w:rtl/>
          <w:lang w:bidi="fa-IR"/>
        </w:rPr>
        <w:t>4</w:t>
      </w:r>
      <w:r w:rsidR="003B626A">
        <w:rPr>
          <w:rtl/>
          <w:lang w:bidi="fa-IR"/>
        </w:rPr>
        <w:t>-</w:t>
      </w:r>
      <w:r>
        <w:rPr>
          <w:rtl/>
          <w:lang w:bidi="fa-IR"/>
        </w:rPr>
        <w:t xml:space="preserve"> مجلس الزهراء "</w:t>
      </w:r>
      <w:r w:rsidR="00F83AC1" w:rsidRPr="00F83AC1">
        <w:rPr>
          <w:rStyle w:val="libAlaemChar"/>
          <w:rtl/>
        </w:rPr>
        <w:t>عليها‌السلام</w:t>
      </w:r>
      <w:r>
        <w:rPr>
          <w:rtl/>
          <w:lang w:bidi="fa-IR"/>
        </w:rPr>
        <w:t>" يوم القيامة:</w:t>
      </w:r>
    </w:p>
    <w:p w14:paraId="56455C41" w14:textId="77777777" w:rsidR="003B626A" w:rsidRDefault="007A3CB2" w:rsidP="009F65A7">
      <w:pPr>
        <w:pStyle w:val="libNormal"/>
        <w:rPr>
          <w:lang w:bidi="fa-IR"/>
        </w:rPr>
      </w:pPr>
      <w:r>
        <w:rPr>
          <w:rtl/>
          <w:lang w:bidi="fa-IR"/>
        </w:rPr>
        <w:t>فقد ورد أن السيدة الزهراء "</w:t>
      </w:r>
      <w:r w:rsidR="00F83AC1" w:rsidRPr="00F83AC1">
        <w:rPr>
          <w:rStyle w:val="libAlaemChar"/>
          <w:rtl/>
        </w:rPr>
        <w:t>عليها‌السلام</w:t>
      </w:r>
      <w:r>
        <w:rPr>
          <w:rtl/>
          <w:lang w:bidi="fa-IR"/>
        </w:rPr>
        <w:t>" حينما تكون في ساحة المحشر تنظر إلى ولدها الحسين‏"</w:t>
      </w:r>
      <w:r w:rsidR="003B626A" w:rsidRPr="003B626A">
        <w:rPr>
          <w:rStyle w:val="libAlaemChar"/>
          <w:rtl/>
        </w:rPr>
        <w:t>عليه‌السلام</w:t>
      </w:r>
      <w:r>
        <w:rPr>
          <w:rtl/>
          <w:lang w:bidi="fa-IR"/>
        </w:rPr>
        <w:t>" بلا رأس فتصرخ ومعها خاتم الأنبياء "</w:t>
      </w:r>
      <w:r w:rsidR="009F65A7" w:rsidRPr="009F65A7">
        <w:rPr>
          <w:rStyle w:val="libAlaemChar"/>
          <w:rFonts w:eastAsiaTheme="minorHAnsi"/>
          <w:rtl/>
        </w:rPr>
        <w:t xml:space="preserve"> صلى‌الله‌عليه‌وآله</w:t>
      </w:r>
      <w:r w:rsidR="009F65A7">
        <w:rPr>
          <w:rtl/>
          <w:lang w:bidi="fa-IR"/>
        </w:rPr>
        <w:t xml:space="preserve"> </w:t>
      </w:r>
      <w:r>
        <w:rPr>
          <w:rtl/>
          <w:lang w:bidi="fa-IR"/>
        </w:rPr>
        <w:t>" وكل الأنبياء "</w:t>
      </w:r>
      <w:r w:rsidR="00F83AC1" w:rsidRPr="00F83AC1">
        <w:rPr>
          <w:rStyle w:val="libAlaemChar"/>
          <w:rtl/>
        </w:rPr>
        <w:t>عليهم‌السلام</w:t>
      </w:r>
      <w:r>
        <w:rPr>
          <w:rtl/>
          <w:lang w:bidi="fa-IR"/>
        </w:rPr>
        <w:t>" الصالحين والمؤمنين.</w:t>
      </w:r>
    </w:p>
    <w:p w14:paraId="3DF11104" w14:textId="77777777" w:rsidR="007A3CB2" w:rsidRDefault="007A3CB2" w:rsidP="00F83AC1">
      <w:pPr>
        <w:pStyle w:val="libBold1"/>
        <w:rPr>
          <w:lang w:bidi="fa-IR"/>
        </w:rPr>
      </w:pPr>
      <w:r>
        <w:rPr>
          <w:rtl/>
          <w:lang w:bidi="fa-IR"/>
        </w:rPr>
        <w:t>المصيبة:</w:t>
      </w:r>
    </w:p>
    <w:p w14:paraId="64269367" w14:textId="77777777" w:rsidR="003B626A" w:rsidRDefault="003B626A" w:rsidP="00F83AC1">
      <w:pPr>
        <w:pStyle w:val="libNormal"/>
        <w:rPr>
          <w:lang w:bidi="fa-IR"/>
        </w:rPr>
      </w:pPr>
      <w:r>
        <w:rPr>
          <w:rtl/>
          <w:lang w:bidi="fa-IR"/>
        </w:rPr>
        <w:t>-</w:t>
      </w:r>
      <w:r w:rsidR="007A3CB2">
        <w:rPr>
          <w:rtl/>
          <w:lang w:bidi="fa-IR"/>
        </w:rPr>
        <w:t xml:space="preserve"> وداع الإمام الحسين "</w:t>
      </w:r>
      <w:r w:rsidRPr="003B626A">
        <w:rPr>
          <w:rStyle w:val="libAlaemChar"/>
          <w:rtl/>
        </w:rPr>
        <w:t>عليه‌السلام</w:t>
      </w:r>
      <w:r w:rsidR="007A3CB2">
        <w:rPr>
          <w:rtl/>
          <w:lang w:bidi="fa-IR"/>
        </w:rPr>
        <w:t>" لقبر جده الرسول الأكرم "</w:t>
      </w:r>
      <w:r w:rsidR="00F83AC1" w:rsidRPr="00F83AC1">
        <w:rPr>
          <w:rStyle w:val="libAlaemChar"/>
          <w:rFonts w:eastAsiaTheme="minorHAnsi"/>
          <w:rtl/>
        </w:rPr>
        <w:t xml:space="preserve"> </w:t>
      </w:r>
      <w:r w:rsidR="00F83AC1" w:rsidRPr="009F65A7">
        <w:rPr>
          <w:rStyle w:val="libAlaemChar"/>
          <w:rFonts w:eastAsiaTheme="minorHAnsi"/>
          <w:rtl/>
        </w:rPr>
        <w:t>صلى‌الله‌عليه‌وآله</w:t>
      </w:r>
      <w:r w:rsidR="00F83AC1">
        <w:rPr>
          <w:rtl/>
          <w:lang w:bidi="fa-IR"/>
        </w:rPr>
        <w:t xml:space="preserve"> </w:t>
      </w:r>
      <w:r w:rsidR="007A3CB2">
        <w:rPr>
          <w:rtl/>
          <w:lang w:bidi="fa-IR"/>
        </w:rPr>
        <w:t>"، وأمه البتول، وأخيه المجتبى.</w:t>
      </w:r>
    </w:p>
    <w:p w14:paraId="36F1C52A" w14:textId="77777777" w:rsidR="007A3CB2" w:rsidRDefault="003B626A" w:rsidP="007A3CB2">
      <w:pPr>
        <w:pStyle w:val="libNormal"/>
        <w:rPr>
          <w:lang w:bidi="fa-IR"/>
        </w:rPr>
      </w:pPr>
      <w:r>
        <w:rPr>
          <w:rtl/>
          <w:lang w:bidi="fa-IR"/>
        </w:rPr>
        <w:t>-</w:t>
      </w:r>
      <w:r w:rsidR="007A3CB2">
        <w:rPr>
          <w:rtl/>
          <w:lang w:bidi="fa-IR"/>
        </w:rPr>
        <w:t xml:space="preserve"> القصيدة الختامية من وحي ذلك.</w:t>
      </w:r>
    </w:p>
    <w:p w14:paraId="7425A190" w14:textId="77777777" w:rsidR="00F83AC1" w:rsidRDefault="00F83AC1" w:rsidP="00F83AC1">
      <w:pPr>
        <w:pStyle w:val="libNormal"/>
        <w:rPr>
          <w:lang w:bidi="fa-IR"/>
        </w:rPr>
      </w:pPr>
      <w:r>
        <w:rPr>
          <w:rtl/>
          <w:lang w:bidi="fa-IR"/>
        </w:rPr>
        <w:br w:type="page"/>
      </w:r>
    </w:p>
    <w:p w14:paraId="62B41230" w14:textId="77777777" w:rsidR="00F83AC1" w:rsidRDefault="00F83AC1" w:rsidP="00F83AC1">
      <w:pPr>
        <w:pStyle w:val="libNormal"/>
        <w:rPr>
          <w:lang w:bidi="fa-IR"/>
        </w:rPr>
      </w:pPr>
      <w:r>
        <w:rPr>
          <w:rtl/>
          <w:lang w:bidi="fa-IR"/>
        </w:rPr>
        <w:lastRenderedPageBreak/>
        <w:br w:type="page"/>
      </w:r>
    </w:p>
    <w:p w14:paraId="312AA576" w14:textId="77777777" w:rsidR="007A3CB2" w:rsidRDefault="007A3CB2" w:rsidP="00F83AC1">
      <w:pPr>
        <w:pStyle w:val="Heading2Center"/>
        <w:rPr>
          <w:lang w:bidi="fa-IR"/>
        </w:rPr>
      </w:pPr>
      <w:bookmarkStart w:id="16" w:name="_Toc12609725"/>
      <w:r>
        <w:rPr>
          <w:rtl/>
          <w:lang w:bidi="fa-IR"/>
        </w:rPr>
        <w:lastRenderedPageBreak/>
        <w:t>الليلة الثالثة</w:t>
      </w:r>
      <w:bookmarkEnd w:id="16"/>
    </w:p>
    <w:p w14:paraId="4C1A7A88" w14:textId="77777777" w:rsidR="007A3CB2" w:rsidRDefault="007A3CB2" w:rsidP="00F83AC1">
      <w:pPr>
        <w:pStyle w:val="libBold1"/>
        <w:rPr>
          <w:lang w:bidi="fa-IR"/>
        </w:rPr>
      </w:pPr>
      <w:r>
        <w:rPr>
          <w:rtl/>
          <w:lang w:bidi="fa-IR"/>
        </w:rPr>
        <w:t>عنوان المحاضرة:</w:t>
      </w:r>
    </w:p>
    <w:p w14:paraId="2EDB8501" w14:textId="77777777" w:rsidR="007A3CB2" w:rsidRDefault="007A3CB2" w:rsidP="00F83AC1">
      <w:pPr>
        <w:pStyle w:val="libCenterBold1"/>
        <w:rPr>
          <w:lang w:bidi="fa-IR"/>
        </w:rPr>
      </w:pPr>
      <w:r>
        <w:rPr>
          <w:rtl/>
          <w:lang w:bidi="fa-IR"/>
        </w:rPr>
        <w:t>حول خروج الإمام الحسين‏"</w:t>
      </w:r>
      <w:r w:rsidR="003B626A" w:rsidRPr="003B626A">
        <w:rPr>
          <w:rStyle w:val="libAlaemChar"/>
          <w:rtl/>
        </w:rPr>
        <w:t>عليه‌السلام</w:t>
      </w:r>
      <w:r>
        <w:rPr>
          <w:rtl/>
          <w:lang w:bidi="fa-IR"/>
        </w:rPr>
        <w:t>" من مكة وخروج السبايا معه‏</w:t>
      </w:r>
    </w:p>
    <w:p w14:paraId="368A49C9" w14:textId="77777777" w:rsidR="007A3CB2" w:rsidRDefault="007A3CB2" w:rsidP="00F83AC1">
      <w:pPr>
        <w:pStyle w:val="libBold1"/>
        <w:rPr>
          <w:lang w:bidi="fa-IR"/>
        </w:rPr>
      </w:pPr>
      <w:r>
        <w:rPr>
          <w:rtl/>
          <w:lang w:bidi="fa-IR"/>
        </w:rPr>
        <w:t>الموعظة:</w:t>
      </w:r>
    </w:p>
    <w:p w14:paraId="723D765D" w14:textId="77777777" w:rsidR="003B626A" w:rsidRDefault="007A3CB2" w:rsidP="00F83AC1">
      <w:pPr>
        <w:pStyle w:val="libBold1"/>
        <w:rPr>
          <w:lang w:bidi="fa-IR"/>
        </w:rPr>
      </w:pPr>
      <w:r>
        <w:rPr>
          <w:rtl/>
          <w:lang w:bidi="fa-IR"/>
        </w:rPr>
        <w:t>الرعاية النبوي للإمام الحسين‏"</w:t>
      </w:r>
      <w:r w:rsidR="003B626A" w:rsidRPr="003B626A">
        <w:rPr>
          <w:rStyle w:val="libAlaemChar"/>
          <w:rtl/>
        </w:rPr>
        <w:t>عليه‌السلام</w:t>
      </w:r>
      <w:r>
        <w:rPr>
          <w:rtl/>
          <w:lang w:bidi="fa-IR"/>
        </w:rPr>
        <w:t>"</w:t>
      </w:r>
    </w:p>
    <w:p w14:paraId="3AF2BF87" w14:textId="77777777" w:rsidR="007A3CB2" w:rsidRDefault="007A3CB2" w:rsidP="00F83AC1">
      <w:pPr>
        <w:pStyle w:val="libBold1"/>
        <w:rPr>
          <w:lang w:bidi="fa-IR"/>
        </w:rPr>
      </w:pPr>
      <w:r>
        <w:rPr>
          <w:rtl/>
          <w:lang w:bidi="fa-IR"/>
        </w:rPr>
        <w:t>الهدف:</w:t>
      </w:r>
    </w:p>
    <w:p w14:paraId="0DAA6DB2" w14:textId="77777777" w:rsidR="003B626A" w:rsidRDefault="007A3CB2" w:rsidP="007A3CB2">
      <w:pPr>
        <w:pStyle w:val="libNormal"/>
        <w:rPr>
          <w:lang w:bidi="fa-IR"/>
        </w:rPr>
      </w:pPr>
      <w:r>
        <w:rPr>
          <w:rtl/>
          <w:lang w:bidi="fa-IR"/>
        </w:rPr>
        <w:t>بيان جانب من مكانة الإمام الحسين "</w:t>
      </w:r>
      <w:r w:rsidR="003B626A" w:rsidRPr="003B626A">
        <w:rPr>
          <w:rStyle w:val="libAlaemChar"/>
          <w:rtl/>
        </w:rPr>
        <w:t>عليه‌السلام</w:t>
      </w:r>
      <w:r>
        <w:rPr>
          <w:rtl/>
          <w:lang w:bidi="fa-IR"/>
        </w:rPr>
        <w:t>" والإضاءة على بعض أساليب تربية الأبناء</w:t>
      </w:r>
    </w:p>
    <w:p w14:paraId="5E3EFC5C" w14:textId="77777777" w:rsidR="007A3CB2" w:rsidRDefault="007A3CB2" w:rsidP="00F83AC1">
      <w:pPr>
        <w:pStyle w:val="libBold1"/>
        <w:rPr>
          <w:lang w:bidi="fa-IR"/>
        </w:rPr>
      </w:pPr>
      <w:r>
        <w:rPr>
          <w:rtl/>
          <w:lang w:bidi="fa-IR"/>
        </w:rPr>
        <w:t>تصدير الموضوع:</w:t>
      </w:r>
    </w:p>
    <w:p w14:paraId="31644631" w14:textId="77777777" w:rsidR="003B626A" w:rsidRDefault="007A3CB2" w:rsidP="007A3CB2">
      <w:pPr>
        <w:pStyle w:val="libNormal"/>
        <w:rPr>
          <w:lang w:bidi="fa-IR"/>
        </w:rPr>
      </w:pPr>
      <w:r>
        <w:rPr>
          <w:rtl/>
          <w:lang w:bidi="fa-IR"/>
        </w:rPr>
        <w:t>الولد الصال ريحانة من رياحين الجنة.</w:t>
      </w:r>
    </w:p>
    <w:p w14:paraId="6EE5876F" w14:textId="77777777" w:rsidR="007A3CB2" w:rsidRDefault="007A3CB2" w:rsidP="00F83AC1">
      <w:pPr>
        <w:pStyle w:val="libBold1"/>
        <w:rPr>
          <w:lang w:bidi="fa-IR"/>
        </w:rPr>
      </w:pPr>
      <w:r>
        <w:rPr>
          <w:rtl/>
          <w:lang w:bidi="fa-IR"/>
        </w:rPr>
        <w:t>محاور الموضوع:</w:t>
      </w:r>
    </w:p>
    <w:p w14:paraId="7689B205" w14:textId="77777777" w:rsidR="003B626A" w:rsidRDefault="007A3CB2" w:rsidP="00F83AC1">
      <w:pPr>
        <w:pStyle w:val="libBold1"/>
        <w:rPr>
          <w:lang w:bidi="fa-IR"/>
        </w:rPr>
      </w:pPr>
      <w:r>
        <w:rPr>
          <w:rtl/>
          <w:lang w:bidi="fa-IR"/>
        </w:rPr>
        <w:t>أ</w:t>
      </w:r>
      <w:r w:rsidR="003B626A">
        <w:rPr>
          <w:rtl/>
          <w:lang w:bidi="fa-IR"/>
        </w:rPr>
        <w:t>-</w:t>
      </w:r>
      <w:r>
        <w:rPr>
          <w:rtl/>
          <w:lang w:bidi="fa-IR"/>
        </w:rPr>
        <w:t xml:space="preserve"> الوراثة ودورها في تكوين شخصية الإنسان‏</w:t>
      </w:r>
    </w:p>
    <w:p w14:paraId="1B7F5E08" w14:textId="77777777" w:rsidR="003B626A" w:rsidRDefault="007A3CB2" w:rsidP="007A3CB2">
      <w:pPr>
        <w:pStyle w:val="libNormal"/>
        <w:rPr>
          <w:lang w:bidi="fa-IR"/>
        </w:rPr>
      </w:pPr>
      <w:r>
        <w:rPr>
          <w:rtl/>
          <w:lang w:bidi="fa-IR"/>
        </w:rPr>
        <w:t>نماذج في بيت الإمام علي‏"</w:t>
      </w:r>
      <w:r w:rsidR="003B626A" w:rsidRPr="003B626A">
        <w:rPr>
          <w:rStyle w:val="libAlaemChar"/>
          <w:rtl/>
        </w:rPr>
        <w:t>عليه‌السلام</w:t>
      </w:r>
      <w:r>
        <w:rPr>
          <w:rtl/>
          <w:lang w:bidi="fa-IR"/>
        </w:rPr>
        <w:t>" لعب العرق فيها دوراً بارزاً:</w:t>
      </w:r>
    </w:p>
    <w:p w14:paraId="00472842" w14:textId="77777777" w:rsidR="003B626A" w:rsidRDefault="007A3CB2" w:rsidP="007A3CB2">
      <w:pPr>
        <w:pStyle w:val="libNormal"/>
        <w:rPr>
          <w:lang w:bidi="fa-IR"/>
        </w:rPr>
      </w:pPr>
      <w:r>
        <w:rPr>
          <w:rtl/>
          <w:lang w:bidi="fa-IR"/>
        </w:rPr>
        <w:t>1</w:t>
      </w:r>
      <w:r w:rsidR="003B626A">
        <w:rPr>
          <w:rtl/>
          <w:lang w:bidi="fa-IR"/>
        </w:rPr>
        <w:t>-</w:t>
      </w:r>
      <w:r>
        <w:rPr>
          <w:rtl/>
          <w:lang w:bidi="fa-IR"/>
        </w:rPr>
        <w:t xml:space="preserve"> محمد بن الحنفية: فيما قال له الإمام يوم الجمل: "أدركك عرق من أمك" راجع أعيان الشيعة.</w:t>
      </w:r>
    </w:p>
    <w:p w14:paraId="44E02D2A" w14:textId="77777777" w:rsidR="007A3CB2" w:rsidRDefault="007A3CB2" w:rsidP="007A3CB2">
      <w:pPr>
        <w:pStyle w:val="libNormal"/>
        <w:rPr>
          <w:lang w:bidi="fa-IR"/>
        </w:rPr>
      </w:pPr>
      <w:r>
        <w:rPr>
          <w:rtl/>
          <w:lang w:bidi="fa-IR"/>
        </w:rPr>
        <w:t>2</w:t>
      </w:r>
      <w:r w:rsidR="003B626A">
        <w:rPr>
          <w:rtl/>
          <w:lang w:bidi="fa-IR"/>
        </w:rPr>
        <w:t>-</w:t>
      </w:r>
      <w:r>
        <w:rPr>
          <w:rtl/>
          <w:lang w:bidi="fa-IR"/>
        </w:rPr>
        <w:t xml:space="preserve"> أبو الفضل العباس وأخوته: الذين أراد لهم</w:t>
      </w:r>
    </w:p>
    <w:p w14:paraId="67317F25" w14:textId="77777777" w:rsidR="007A3CB2" w:rsidRDefault="003B626A" w:rsidP="007A3CB2">
      <w:pPr>
        <w:pStyle w:val="libNormal"/>
        <w:rPr>
          <w:lang w:bidi="fa-IR"/>
        </w:rPr>
      </w:pPr>
      <w:r>
        <w:rPr>
          <w:rtl/>
          <w:lang w:bidi="fa-IR"/>
        </w:rPr>
        <w:br w:type="page"/>
      </w:r>
    </w:p>
    <w:p w14:paraId="70E7A354" w14:textId="77777777" w:rsidR="003B626A" w:rsidRDefault="007A3CB2" w:rsidP="00F83AC1">
      <w:pPr>
        <w:pStyle w:val="libNormal0"/>
        <w:rPr>
          <w:lang w:bidi="fa-IR"/>
        </w:rPr>
      </w:pPr>
      <w:r>
        <w:rPr>
          <w:rtl/>
          <w:lang w:bidi="fa-IR"/>
        </w:rPr>
        <w:lastRenderedPageBreak/>
        <w:t>الإمام علي "</w:t>
      </w:r>
      <w:r w:rsidR="003B626A" w:rsidRPr="003B626A">
        <w:rPr>
          <w:rStyle w:val="libAlaemChar"/>
          <w:rtl/>
        </w:rPr>
        <w:t>عليه‌السلام</w:t>
      </w:r>
      <w:r>
        <w:rPr>
          <w:rtl/>
          <w:lang w:bidi="fa-IR"/>
        </w:rPr>
        <w:t>" أن يكونوا من أنصار أخيهم الإمام الحسين "</w:t>
      </w:r>
      <w:r w:rsidR="003B626A" w:rsidRPr="003B626A">
        <w:rPr>
          <w:rStyle w:val="libAlaemChar"/>
          <w:rtl/>
        </w:rPr>
        <w:t>عليه‌السلام</w:t>
      </w:r>
      <w:r>
        <w:rPr>
          <w:rtl/>
          <w:lang w:bidi="fa-IR"/>
        </w:rPr>
        <w:t>" في كربلاء، فسأل عن امرأة تنتسب إلى بيت شجاعة وإحترام وإقدام، فقال له: أين أنت من فاطمة بنت حزام... فإنه ليس في العرب أشجع من آبائها ولا أفرس.</w:t>
      </w:r>
    </w:p>
    <w:p w14:paraId="0171B525" w14:textId="77777777" w:rsidR="003B626A" w:rsidRDefault="007A3CB2" w:rsidP="007A3CB2">
      <w:pPr>
        <w:pStyle w:val="libNormal"/>
        <w:rPr>
          <w:lang w:bidi="fa-IR"/>
        </w:rPr>
      </w:pPr>
      <w:r>
        <w:rPr>
          <w:rtl/>
          <w:lang w:bidi="fa-IR"/>
        </w:rPr>
        <w:t>3</w:t>
      </w:r>
      <w:r w:rsidR="003B626A">
        <w:rPr>
          <w:rtl/>
          <w:lang w:bidi="fa-IR"/>
        </w:rPr>
        <w:t>-</w:t>
      </w:r>
      <w:r>
        <w:rPr>
          <w:rtl/>
          <w:lang w:bidi="fa-IR"/>
        </w:rPr>
        <w:t xml:space="preserve"> الإمامان الحسن والحسين "</w:t>
      </w:r>
      <w:r w:rsidR="003B626A" w:rsidRPr="003B626A">
        <w:rPr>
          <w:rStyle w:val="libAlaemChar"/>
          <w:rtl/>
        </w:rPr>
        <w:t>عليه‌السلام</w:t>
      </w:r>
      <w:r>
        <w:rPr>
          <w:rtl/>
          <w:lang w:bidi="fa-IR"/>
        </w:rPr>
        <w:t>": اللذان جمعا كمال الوراثة.</w:t>
      </w:r>
    </w:p>
    <w:p w14:paraId="023F0803" w14:textId="77777777" w:rsidR="003B626A" w:rsidRDefault="007A3CB2" w:rsidP="00F83AC1">
      <w:pPr>
        <w:pStyle w:val="libNormal"/>
        <w:rPr>
          <w:lang w:bidi="fa-IR"/>
        </w:rPr>
      </w:pPr>
      <w:r>
        <w:rPr>
          <w:rtl/>
          <w:lang w:bidi="fa-IR"/>
        </w:rPr>
        <w:t>• أبوهما: الإمام علي "</w:t>
      </w:r>
      <w:r w:rsidR="003B626A" w:rsidRPr="003B626A">
        <w:rPr>
          <w:rStyle w:val="libAlaemChar"/>
          <w:rtl/>
        </w:rPr>
        <w:t>عليه‌السلام</w:t>
      </w:r>
      <w:r>
        <w:rPr>
          <w:rtl/>
          <w:lang w:bidi="fa-IR"/>
        </w:rPr>
        <w:t>" الذي قال فيه النبي "</w:t>
      </w:r>
      <w:r w:rsidR="00F83AC1" w:rsidRPr="00F83AC1">
        <w:rPr>
          <w:rStyle w:val="libAlaemChar"/>
          <w:rFonts w:eastAsiaTheme="minorHAnsi"/>
          <w:rtl/>
        </w:rPr>
        <w:t xml:space="preserve"> </w:t>
      </w:r>
      <w:r w:rsidR="00F83AC1" w:rsidRPr="009F65A7">
        <w:rPr>
          <w:rStyle w:val="libAlaemChar"/>
          <w:rFonts w:eastAsiaTheme="minorHAnsi"/>
          <w:rtl/>
        </w:rPr>
        <w:t>صلى‌الله‌عليه‌وآله</w:t>
      </w:r>
      <w:r w:rsidR="00F83AC1">
        <w:rPr>
          <w:rtl/>
          <w:lang w:bidi="fa-IR"/>
        </w:rPr>
        <w:t xml:space="preserve"> </w:t>
      </w:r>
      <w:r>
        <w:rPr>
          <w:rtl/>
          <w:lang w:bidi="fa-IR"/>
        </w:rPr>
        <w:t>": "عليّ‏َ مع الحق، والحق مع عليّ‏َ".</w:t>
      </w:r>
    </w:p>
    <w:p w14:paraId="47231E14" w14:textId="77777777" w:rsidR="003B626A" w:rsidRDefault="007A3CB2" w:rsidP="00F83AC1">
      <w:pPr>
        <w:pStyle w:val="libNormal"/>
        <w:rPr>
          <w:lang w:bidi="fa-IR"/>
        </w:rPr>
      </w:pPr>
      <w:r>
        <w:rPr>
          <w:rtl/>
          <w:lang w:bidi="fa-IR"/>
        </w:rPr>
        <w:t>• أمهما: السيدة فاطمة الزهراء "</w:t>
      </w:r>
      <w:r w:rsidR="003B626A" w:rsidRPr="003B626A">
        <w:rPr>
          <w:rStyle w:val="libAlaemChar"/>
          <w:rtl/>
        </w:rPr>
        <w:t>عليه‌السلام</w:t>
      </w:r>
      <w:r>
        <w:rPr>
          <w:rtl/>
          <w:lang w:bidi="fa-IR"/>
        </w:rPr>
        <w:t>"، بضعة النبي "</w:t>
      </w:r>
      <w:r w:rsidR="00F83AC1" w:rsidRPr="00F83AC1">
        <w:rPr>
          <w:rStyle w:val="libAlaemChar"/>
          <w:rFonts w:eastAsiaTheme="minorHAnsi"/>
          <w:rtl/>
        </w:rPr>
        <w:t xml:space="preserve"> </w:t>
      </w:r>
      <w:r w:rsidR="00F83AC1" w:rsidRPr="009F65A7">
        <w:rPr>
          <w:rStyle w:val="libAlaemChar"/>
          <w:rFonts w:eastAsiaTheme="minorHAnsi"/>
          <w:rtl/>
        </w:rPr>
        <w:t>صلى‌الله‌عليه‌وآله</w:t>
      </w:r>
      <w:r w:rsidR="00F83AC1">
        <w:rPr>
          <w:rtl/>
          <w:lang w:bidi="fa-IR"/>
        </w:rPr>
        <w:t xml:space="preserve"> </w:t>
      </w:r>
      <w:r>
        <w:rPr>
          <w:rtl/>
          <w:lang w:bidi="fa-IR"/>
        </w:rPr>
        <w:t>" وروحه التي بين جنبيه.</w:t>
      </w:r>
    </w:p>
    <w:p w14:paraId="2945B314" w14:textId="77777777" w:rsidR="003B626A" w:rsidRDefault="007A3CB2" w:rsidP="007A3CB2">
      <w:pPr>
        <w:pStyle w:val="libNormal"/>
        <w:rPr>
          <w:lang w:bidi="fa-IR"/>
        </w:rPr>
      </w:pPr>
      <w:r>
        <w:rPr>
          <w:rtl/>
          <w:lang w:bidi="fa-IR"/>
        </w:rPr>
        <w:t>إن قيل حوّا قلتُ فاطم فوقها إن قيل مريم قلت فاطم أفضل‏</w:t>
      </w:r>
    </w:p>
    <w:p w14:paraId="71F3CE45" w14:textId="77777777" w:rsidR="003B626A" w:rsidRDefault="007A3CB2" w:rsidP="007A3CB2">
      <w:pPr>
        <w:pStyle w:val="libNormal"/>
        <w:rPr>
          <w:lang w:bidi="fa-IR"/>
        </w:rPr>
      </w:pPr>
      <w:r>
        <w:rPr>
          <w:rtl/>
          <w:lang w:bidi="fa-IR"/>
        </w:rPr>
        <w:t>أفهل لمريم والد كأحمد أم هل لمريم مثل فاطم أشبُل‏</w:t>
      </w:r>
    </w:p>
    <w:p w14:paraId="313D1C43" w14:textId="77777777" w:rsidR="003B626A" w:rsidRDefault="007A3CB2" w:rsidP="00F83AC1">
      <w:pPr>
        <w:pStyle w:val="libBold1"/>
        <w:rPr>
          <w:lang w:bidi="fa-IR"/>
        </w:rPr>
      </w:pPr>
      <w:r>
        <w:rPr>
          <w:rtl/>
          <w:lang w:bidi="fa-IR"/>
        </w:rPr>
        <w:t>ب</w:t>
      </w:r>
      <w:r w:rsidR="003B626A">
        <w:rPr>
          <w:rtl/>
          <w:lang w:bidi="fa-IR"/>
        </w:rPr>
        <w:t>-</w:t>
      </w:r>
      <w:r>
        <w:rPr>
          <w:rtl/>
          <w:lang w:bidi="fa-IR"/>
        </w:rPr>
        <w:t xml:space="preserve"> الولادة الميمونة:</w:t>
      </w:r>
    </w:p>
    <w:p w14:paraId="1071FF19" w14:textId="77777777" w:rsidR="007A3CB2" w:rsidRDefault="007A3CB2" w:rsidP="007A3CB2">
      <w:pPr>
        <w:pStyle w:val="libNormal"/>
        <w:rPr>
          <w:lang w:bidi="fa-IR"/>
        </w:rPr>
      </w:pPr>
      <w:r>
        <w:rPr>
          <w:rtl/>
          <w:lang w:bidi="fa-IR"/>
        </w:rPr>
        <w:t>ولد الإمام الحسين "</w:t>
      </w:r>
      <w:r w:rsidR="003B626A" w:rsidRPr="003B626A">
        <w:rPr>
          <w:rStyle w:val="libAlaemChar"/>
          <w:rtl/>
        </w:rPr>
        <w:t>عليه‌السلام</w:t>
      </w:r>
      <w:r>
        <w:rPr>
          <w:rtl/>
          <w:lang w:bidi="fa-IR"/>
        </w:rPr>
        <w:t>" في شهر شعبان</w:t>
      </w:r>
    </w:p>
    <w:p w14:paraId="005423E0" w14:textId="77777777" w:rsidR="007A3CB2" w:rsidRDefault="003B626A" w:rsidP="007A3CB2">
      <w:pPr>
        <w:pStyle w:val="libNormal"/>
        <w:rPr>
          <w:lang w:bidi="fa-IR"/>
        </w:rPr>
      </w:pPr>
      <w:r>
        <w:rPr>
          <w:rtl/>
          <w:lang w:bidi="fa-IR"/>
        </w:rPr>
        <w:br w:type="page"/>
      </w:r>
    </w:p>
    <w:p w14:paraId="36F0E7EC" w14:textId="77777777" w:rsidR="003B626A" w:rsidRDefault="007A3CB2" w:rsidP="00F83AC1">
      <w:pPr>
        <w:pStyle w:val="libNormal0"/>
        <w:rPr>
          <w:lang w:bidi="fa-IR"/>
        </w:rPr>
      </w:pPr>
      <w:r>
        <w:rPr>
          <w:rtl/>
          <w:lang w:bidi="fa-IR"/>
        </w:rPr>
        <w:lastRenderedPageBreak/>
        <w:t>وكان يوم الفرح الأكبر، لولا دمعة انسكبت من عيني رسول الله "</w:t>
      </w:r>
      <w:r w:rsidR="00F83AC1" w:rsidRPr="00F83AC1">
        <w:rPr>
          <w:rStyle w:val="libAlaemChar"/>
          <w:rFonts w:eastAsiaTheme="minorHAnsi"/>
          <w:rtl/>
        </w:rPr>
        <w:t xml:space="preserve"> </w:t>
      </w:r>
      <w:r w:rsidR="00F83AC1" w:rsidRPr="009F65A7">
        <w:rPr>
          <w:rStyle w:val="libAlaemChar"/>
          <w:rFonts w:eastAsiaTheme="minorHAnsi"/>
          <w:rtl/>
        </w:rPr>
        <w:t>صلى‌الله‌عليه‌وآله</w:t>
      </w:r>
      <w:r w:rsidR="00F83AC1">
        <w:rPr>
          <w:rtl/>
          <w:lang w:bidi="fa-IR"/>
        </w:rPr>
        <w:t xml:space="preserve"> </w:t>
      </w:r>
      <w:r>
        <w:rPr>
          <w:rtl/>
          <w:lang w:bidi="fa-IR"/>
        </w:rPr>
        <w:t>"...</w:t>
      </w:r>
    </w:p>
    <w:p w14:paraId="52FE0E45" w14:textId="77777777" w:rsidR="003B626A" w:rsidRDefault="007A3CB2" w:rsidP="00F83AC1">
      <w:pPr>
        <w:pStyle w:val="libNormal"/>
        <w:rPr>
          <w:lang w:bidi="fa-IR"/>
        </w:rPr>
      </w:pPr>
      <w:r>
        <w:rPr>
          <w:rtl/>
          <w:lang w:bidi="fa-IR"/>
        </w:rPr>
        <w:t>• احتضن النبي "</w:t>
      </w:r>
      <w:r w:rsidR="00F83AC1" w:rsidRPr="00F83AC1">
        <w:rPr>
          <w:rStyle w:val="libAlaemChar"/>
          <w:rFonts w:eastAsiaTheme="minorHAnsi"/>
          <w:rtl/>
        </w:rPr>
        <w:t xml:space="preserve"> </w:t>
      </w:r>
      <w:r w:rsidR="00F83AC1" w:rsidRPr="009F65A7">
        <w:rPr>
          <w:rStyle w:val="libAlaemChar"/>
          <w:rFonts w:eastAsiaTheme="minorHAnsi"/>
          <w:rtl/>
        </w:rPr>
        <w:t>صلى‌الله‌عليه‌وآله</w:t>
      </w:r>
      <w:r w:rsidR="00F83AC1">
        <w:rPr>
          <w:rtl/>
          <w:lang w:bidi="fa-IR"/>
        </w:rPr>
        <w:t xml:space="preserve"> </w:t>
      </w:r>
      <w:r>
        <w:rPr>
          <w:rtl/>
          <w:lang w:bidi="fa-IR"/>
        </w:rPr>
        <w:t>" وأذّن في أذنهِ (الله أكبر الله أكبر).</w:t>
      </w:r>
    </w:p>
    <w:p w14:paraId="77764481" w14:textId="77777777" w:rsidR="003B626A" w:rsidRDefault="007A3CB2" w:rsidP="007A3CB2">
      <w:pPr>
        <w:pStyle w:val="libNormal"/>
        <w:rPr>
          <w:lang w:bidi="fa-IR"/>
        </w:rPr>
      </w:pPr>
      <w:r>
        <w:rPr>
          <w:rtl/>
          <w:lang w:bidi="fa-IR"/>
        </w:rPr>
        <w:t>أول كلمة دخلت أذن الإمام الحسين‏"</w:t>
      </w:r>
      <w:r w:rsidR="003B626A" w:rsidRPr="003B626A">
        <w:rPr>
          <w:rStyle w:val="libAlaemChar"/>
          <w:rtl/>
        </w:rPr>
        <w:t>عليه‌السلام</w:t>
      </w:r>
      <w:r>
        <w:rPr>
          <w:rtl/>
          <w:lang w:bidi="fa-IR"/>
        </w:rPr>
        <w:t>" (الله) وقد حدد في الخبر أن ذلك عصمة للمولود من الشيطان الرجيم.</w:t>
      </w:r>
    </w:p>
    <w:p w14:paraId="0F2F0818" w14:textId="77777777" w:rsidR="003B626A" w:rsidRDefault="003B626A" w:rsidP="00F83AC1">
      <w:pPr>
        <w:pStyle w:val="libBold1"/>
        <w:rPr>
          <w:lang w:bidi="fa-IR"/>
        </w:rPr>
      </w:pPr>
      <w:r>
        <w:rPr>
          <w:rtl/>
          <w:lang w:bidi="fa-IR"/>
        </w:rPr>
        <w:t>-</w:t>
      </w:r>
      <w:r w:rsidR="007A3CB2">
        <w:rPr>
          <w:rtl/>
          <w:lang w:bidi="fa-IR"/>
        </w:rPr>
        <w:t xml:space="preserve"> تسمية الإمام الحسين‏"</w:t>
      </w:r>
      <w:r w:rsidRPr="003B626A">
        <w:rPr>
          <w:rStyle w:val="libAlaemChar"/>
          <w:rtl/>
        </w:rPr>
        <w:t>عليه‌السلام</w:t>
      </w:r>
      <w:r w:rsidR="007A3CB2">
        <w:rPr>
          <w:rtl/>
          <w:lang w:bidi="fa-IR"/>
        </w:rPr>
        <w:t>":</w:t>
      </w:r>
    </w:p>
    <w:p w14:paraId="1A5644AE" w14:textId="77777777" w:rsidR="003B626A" w:rsidRDefault="007A3CB2" w:rsidP="00F83AC1">
      <w:pPr>
        <w:pStyle w:val="libNormal"/>
        <w:rPr>
          <w:lang w:bidi="fa-IR"/>
        </w:rPr>
      </w:pPr>
      <w:r>
        <w:rPr>
          <w:rtl/>
          <w:lang w:bidi="fa-IR"/>
        </w:rPr>
        <w:t>• أختار النبي "</w:t>
      </w:r>
      <w:r w:rsidR="00F83AC1" w:rsidRPr="00F83AC1">
        <w:rPr>
          <w:rStyle w:val="libAlaemChar"/>
          <w:rFonts w:eastAsiaTheme="minorHAnsi"/>
          <w:rtl/>
        </w:rPr>
        <w:t xml:space="preserve"> </w:t>
      </w:r>
      <w:r w:rsidR="00F83AC1" w:rsidRPr="009F65A7">
        <w:rPr>
          <w:rStyle w:val="libAlaemChar"/>
          <w:rFonts w:eastAsiaTheme="minorHAnsi"/>
          <w:rtl/>
        </w:rPr>
        <w:t>صلى‌الله‌عليه‌وآله</w:t>
      </w:r>
      <w:r w:rsidR="00F83AC1">
        <w:rPr>
          <w:rtl/>
          <w:lang w:bidi="fa-IR"/>
        </w:rPr>
        <w:t xml:space="preserve"> </w:t>
      </w:r>
      <w:r>
        <w:rPr>
          <w:rtl/>
          <w:lang w:bidi="fa-IR"/>
        </w:rPr>
        <w:t>" لسبطه أسم الحسين‏"</w:t>
      </w:r>
      <w:r w:rsidR="003B626A" w:rsidRPr="003B626A">
        <w:rPr>
          <w:rStyle w:val="libAlaemChar"/>
          <w:rtl/>
        </w:rPr>
        <w:t>عليه‌السلام</w:t>
      </w:r>
      <w:r>
        <w:rPr>
          <w:rtl/>
          <w:lang w:bidi="fa-IR"/>
        </w:rPr>
        <w:t>"، وهو الذي كان يردّد " من حق الولد على والده أن يحسّن اسمه وأدبه.</w:t>
      </w:r>
    </w:p>
    <w:p w14:paraId="7A959762" w14:textId="77777777" w:rsidR="003B626A" w:rsidRDefault="003B626A" w:rsidP="00F83AC1">
      <w:pPr>
        <w:pStyle w:val="libBold1"/>
        <w:rPr>
          <w:lang w:bidi="fa-IR"/>
        </w:rPr>
      </w:pPr>
      <w:r>
        <w:rPr>
          <w:rtl/>
          <w:lang w:bidi="fa-IR"/>
        </w:rPr>
        <w:t>-</w:t>
      </w:r>
      <w:r w:rsidR="007A3CB2">
        <w:rPr>
          <w:rtl/>
          <w:lang w:bidi="fa-IR"/>
        </w:rPr>
        <w:t xml:space="preserve"> غذاء الإمام الحسين "</w:t>
      </w:r>
      <w:r w:rsidRPr="003B626A">
        <w:rPr>
          <w:rStyle w:val="libAlaemChar"/>
          <w:rtl/>
        </w:rPr>
        <w:t>عليه‌السلام</w:t>
      </w:r>
      <w:r w:rsidR="007A3CB2">
        <w:rPr>
          <w:rtl/>
          <w:lang w:bidi="fa-IR"/>
        </w:rPr>
        <w:t>":</w:t>
      </w:r>
    </w:p>
    <w:p w14:paraId="57DD7214" w14:textId="77777777" w:rsidR="007A3CB2" w:rsidRDefault="007A3CB2" w:rsidP="00F83AC1">
      <w:pPr>
        <w:pStyle w:val="libNormal"/>
        <w:rPr>
          <w:lang w:bidi="fa-IR"/>
        </w:rPr>
      </w:pPr>
      <w:r>
        <w:rPr>
          <w:rtl/>
          <w:lang w:bidi="fa-IR"/>
        </w:rPr>
        <w:t>حينما مرضت والدته سيدة نساء العلمين فاطمة "</w:t>
      </w:r>
      <w:r w:rsidR="003B626A" w:rsidRPr="003B626A">
        <w:rPr>
          <w:rStyle w:val="libAlaemChar"/>
          <w:rtl/>
        </w:rPr>
        <w:t>عليه‌السلام</w:t>
      </w:r>
      <w:r>
        <w:rPr>
          <w:rtl/>
          <w:lang w:bidi="fa-IR"/>
        </w:rPr>
        <w:t>" كان النبي "</w:t>
      </w:r>
      <w:r w:rsidR="00F83AC1" w:rsidRPr="00F83AC1">
        <w:rPr>
          <w:rStyle w:val="libAlaemChar"/>
          <w:rFonts w:eastAsiaTheme="minorHAnsi"/>
          <w:rtl/>
        </w:rPr>
        <w:t xml:space="preserve"> </w:t>
      </w:r>
      <w:r w:rsidR="00F83AC1" w:rsidRPr="009F65A7">
        <w:rPr>
          <w:rStyle w:val="libAlaemChar"/>
          <w:rFonts w:eastAsiaTheme="minorHAnsi"/>
          <w:rtl/>
        </w:rPr>
        <w:t>صلى‌الله‌عليه‌وآله</w:t>
      </w:r>
      <w:r w:rsidR="00F83AC1">
        <w:rPr>
          <w:rtl/>
          <w:lang w:bidi="fa-IR"/>
        </w:rPr>
        <w:t xml:space="preserve"> </w:t>
      </w:r>
      <w:r>
        <w:rPr>
          <w:rtl/>
          <w:lang w:bidi="fa-IR"/>
        </w:rPr>
        <w:t>" يضع إبهامه في فمه، فيمصّ‏ُ منه الإمام الحسين "</w:t>
      </w:r>
      <w:r w:rsidR="003B626A" w:rsidRPr="003B626A">
        <w:rPr>
          <w:rStyle w:val="libAlaemChar"/>
          <w:rtl/>
        </w:rPr>
        <w:t>عليه‌السلام</w:t>
      </w:r>
      <w:r>
        <w:rPr>
          <w:rtl/>
          <w:lang w:bidi="fa-IR"/>
        </w:rPr>
        <w:t>"، كما كان النبي‏"</w:t>
      </w:r>
      <w:r w:rsidR="00F83AC1" w:rsidRPr="00F83AC1">
        <w:rPr>
          <w:rStyle w:val="libAlaemChar"/>
          <w:rFonts w:eastAsiaTheme="minorHAnsi"/>
          <w:rtl/>
        </w:rPr>
        <w:t xml:space="preserve"> </w:t>
      </w:r>
      <w:r w:rsidR="00F83AC1" w:rsidRPr="009F65A7">
        <w:rPr>
          <w:rStyle w:val="libAlaemChar"/>
          <w:rFonts w:eastAsiaTheme="minorHAnsi"/>
          <w:rtl/>
        </w:rPr>
        <w:t>صلى‌الله‌عليه‌وآله</w:t>
      </w:r>
      <w:r w:rsidR="00F83AC1">
        <w:rPr>
          <w:rtl/>
          <w:lang w:bidi="fa-IR"/>
        </w:rPr>
        <w:t xml:space="preserve"> </w:t>
      </w:r>
      <w:r>
        <w:rPr>
          <w:rtl/>
          <w:lang w:bidi="fa-IR"/>
        </w:rPr>
        <w:t>" يجعل لسانه في فمه ليغذيه بريق النبوة وهو يقول: "إيهاً حسين، إيهاً حسين أبى الله إلاّ ما يريد هو (أي الإمامة) فيك وفي ولدك".</w:t>
      </w:r>
    </w:p>
    <w:p w14:paraId="656E3D42" w14:textId="77777777" w:rsidR="007A3CB2" w:rsidRDefault="003B626A" w:rsidP="007A3CB2">
      <w:pPr>
        <w:pStyle w:val="libNormal"/>
        <w:rPr>
          <w:lang w:bidi="fa-IR"/>
        </w:rPr>
      </w:pPr>
      <w:r>
        <w:rPr>
          <w:rtl/>
          <w:lang w:bidi="fa-IR"/>
        </w:rPr>
        <w:br w:type="page"/>
      </w:r>
    </w:p>
    <w:p w14:paraId="5130FE91" w14:textId="77777777" w:rsidR="003B626A" w:rsidRDefault="003B626A" w:rsidP="00F83AC1">
      <w:pPr>
        <w:pStyle w:val="libBold1"/>
        <w:rPr>
          <w:lang w:bidi="fa-IR"/>
        </w:rPr>
      </w:pPr>
      <w:r>
        <w:rPr>
          <w:rtl/>
          <w:lang w:bidi="fa-IR"/>
        </w:rPr>
        <w:lastRenderedPageBreak/>
        <w:t>-</w:t>
      </w:r>
      <w:r w:rsidR="007A3CB2">
        <w:rPr>
          <w:rtl/>
          <w:lang w:bidi="fa-IR"/>
        </w:rPr>
        <w:t xml:space="preserve"> رفيق الإمام الحسين "</w:t>
      </w:r>
      <w:r w:rsidRPr="003B626A">
        <w:rPr>
          <w:rStyle w:val="libAlaemChar"/>
          <w:rtl/>
        </w:rPr>
        <w:t>عليه‌السلام</w:t>
      </w:r>
      <w:r w:rsidR="007A3CB2">
        <w:rPr>
          <w:rtl/>
          <w:lang w:bidi="fa-IR"/>
        </w:rPr>
        <w:t>" في طفولته:</w:t>
      </w:r>
    </w:p>
    <w:p w14:paraId="5FA2E89A" w14:textId="77777777" w:rsidR="003B626A" w:rsidRDefault="007A3CB2" w:rsidP="001202A3">
      <w:pPr>
        <w:pStyle w:val="libNormal"/>
        <w:rPr>
          <w:lang w:bidi="fa-IR"/>
        </w:rPr>
      </w:pPr>
      <w:r>
        <w:rPr>
          <w:rtl/>
          <w:lang w:bidi="fa-IR"/>
        </w:rPr>
        <w:t>وكان الإمام الحسين "</w:t>
      </w:r>
      <w:r w:rsidR="003B626A" w:rsidRPr="003B626A">
        <w:rPr>
          <w:rStyle w:val="libAlaemChar"/>
          <w:rtl/>
        </w:rPr>
        <w:t>عليه‌السلام</w:t>
      </w:r>
      <w:r>
        <w:rPr>
          <w:rtl/>
          <w:lang w:bidi="fa-IR"/>
        </w:rPr>
        <w:t>" الطفل كلما كبر كلما زاد تعلّق رسول الله "</w:t>
      </w:r>
      <w:r w:rsidR="00F83AC1" w:rsidRPr="00F83AC1">
        <w:rPr>
          <w:rStyle w:val="libAlaemChar"/>
          <w:rFonts w:eastAsiaTheme="minorHAnsi"/>
          <w:rtl/>
        </w:rPr>
        <w:t xml:space="preserve"> </w:t>
      </w:r>
      <w:r w:rsidR="00F83AC1" w:rsidRPr="009F65A7">
        <w:rPr>
          <w:rStyle w:val="libAlaemChar"/>
          <w:rFonts w:eastAsiaTheme="minorHAnsi"/>
          <w:rtl/>
        </w:rPr>
        <w:t>صلى‌الله‌عليه‌وآله</w:t>
      </w:r>
      <w:r w:rsidR="00F83AC1">
        <w:rPr>
          <w:rtl/>
          <w:lang w:bidi="fa-IR"/>
        </w:rPr>
        <w:t xml:space="preserve"> </w:t>
      </w:r>
      <w:r>
        <w:rPr>
          <w:rtl/>
          <w:lang w:bidi="fa-IR"/>
        </w:rPr>
        <w:t>" به فكان يراقبه حينما يلعب مع الأطفال وقد ورد أن النبي "</w:t>
      </w:r>
      <w:r w:rsidR="00F83AC1" w:rsidRPr="00F83AC1">
        <w:rPr>
          <w:rStyle w:val="libAlaemChar"/>
          <w:rFonts w:eastAsiaTheme="minorHAnsi"/>
          <w:rtl/>
        </w:rPr>
        <w:t xml:space="preserve"> </w:t>
      </w:r>
      <w:r w:rsidR="001202A3" w:rsidRPr="009F65A7">
        <w:rPr>
          <w:rStyle w:val="libAlaemChar"/>
          <w:rFonts w:eastAsiaTheme="minorHAnsi"/>
          <w:rtl/>
        </w:rPr>
        <w:t>صلى‌الله‌عليه‌وآله</w:t>
      </w:r>
      <w:r w:rsidR="001202A3">
        <w:rPr>
          <w:rtl/>
          <w:lang w:bidi="fa-IR"/>
        </w:rPr>
        <w:t xml:space="preserve"> </w:t>
      </w:r>
      <w:r>
        <w:rPr>
          <w:rtl/>
          <w:lang w:bidi="fa-IR"/>
        </w:rPr>
        <w:t>" قبّل أحد الصبيان ولاطفه وأقعده في حجره، فسئل عن سبب ذلك فقال "</w:t>
      </w:r>
      <w:r w:rsidR="00F83AC1" w:rsidRPr="00F83AC1">
        <w:rPr>
          <w:rStyle w:val="libAlaemChar"/>
          <w:rFonts w:eastAsiaTheme="minorHAnsi"/>
          <w:rtl/>
        </w:rPr>
        <w:t xml:space="preserve"> </w:t>
      </w:r>
      <w:r w:rsidR="00F83AC1" w:rsidRPr="009F65A7">
        <w:rPr>
          <w:rStyle w:val="libAlaemChar"/>
          <w:rFonts w:eastAsiaTheme="minorHAnsi"/>
          <w:rtl/>
        </w:rPr>
        <w:t>صلى‌الله‌عليه‌وآله</w:t>
      </w:r>
      <w:r w:rsidR="00F83AC1">
        <w:rPr>
          <w:rtl/>
          <w:lang w:bidi="fa-IR"/>
        </w:rPr>
        <w:t xml:space="preserve"> </w:t>
      </w:r>
      <w:r>
        <w:rPr>
          <w:rtl/>
          <w:lang w:bidi="fa-IR"/>
        </w:rPr>
        <w:t>": "يا أصحابي لا تلوموني فإني رأيت هذا الصبي يوماً يلعب مع الحسين "</w:t>
      </w:r>
      <w:r w:rsidR="003B626A" w:rsidRPr="003B626A">
        <w:rPr>
          <w:rStyle w:val="libAlaemChar"/>
          <w:rtl/>
        </w:rPr>
        <w:t>عليه‌السلام</w:t>
      </w:r>
      <w:r>
        <w:rPr>
          <w:rtl/>
          <w:lang w:bidi="fa-IR"/>
        </w:rPr>
        <w:t>" ورأيته يرفع التراب من تحت أقدامه، ويمسح به وجهه وعينيه مع صغر سنه... فأحببته لحب الحسين.. ولقد أخبرني جبرائيل أنه يكون من أنصار الحسين في وقعة كربلاء.. فلأجل هذا أحببته وأكرمته..".</w:t>
      </w:r>
    </w:p>
    <w:p w14:paraId="07C23351" w14:textId="77777777" w:rsidR="003B626A" w:rsidRDefault="003B626A" w:rsidP="00F83AC1">
      <w:pPr>
        <w:pStyle w:val="libBold1"/>
        <w:rPr>
          <w:lang w:bidi="fa-IR"/>
        </w:rPr>
      </w:pPr>
      <w:r>
        <w:rPr>
          <w:rtl/>
          <w:lang w:bidi="fa-IR"/>
        </w:rPr>
        <w:t>-</w:t>
      </w:r>
      <w:r w:rsidR="007A3CB2">
        <w:rPr>
          <w:rtl/>
          <w:lang w:bidi="fa-IR"/>
        </w:rPr>
        <w:t xml:space="preserve"> من أخلاق الإمام الحسين "</w:t>
      </w:r>
      <w:r w:rsidRPr="003B626A">
        <w:rPr>
          <w:rStyle w:val="libAlaemChar"/>
          <w:rtl/>
        </w:rPr>
        <w:t>عليه‌السلام</w:t>
      </w:r>
      <w:r w:rsidR="007A3CB2">
        <w:rPr>
          <w:rtl/>
          <w:lang w:bidi="fa-IR"/>
        </w:rPr>
        <w:t>":</w:t>
      </w:r>
    </w:p>
    <w:p w14:paraId="403755F6" w14:textId="77777777" w:rsidR="003B626A" w:rsidRDefault="007A3CB2" w:rsidP="00F83AC1">
      <w:pPr>
        <w:pStyle w:val="libNormal"/>
        <w:rPr>
          <w:lang w:bidi="fa-IR"/>
        </w:rPr>
      </w:pPr>
      <w:r>
        <w:rPr>
          <w:rtl/>
          <w:lang w:bidi="fa-IR"/>
        </w:rPr>
        <w:t>وكبر الإمام الحسين "</w:t>
      </w:r>
      <w:r w:rsidR="003B626A" w:rsidRPr="003B626A">
        <w:rPr>
          <w:rStyle w:val="libAlaemChar"/>
          <w:rtl/>
        </w:rPr>
        <w:t>عليه‌السلام</w:t>
      </w:r>
      <w:r>
        <w:rPr>
          <w:rtl/>
          <w:lang w:bidi="fa-IR"/>
        </w:rPr>
        <w:t>" ليتجلّى فيه خُلُق النبي‏"</w:t>
      </w:r>
      <w:r w:rsidR="00F83AC1" w:rsidRPr="00F83AC1">
        <w:rPr>
          <w:rStyle w:val="libAlaemChar"/>
          <w:rFonts w:eastAsiaTheme="minorHAnsi"/>
          <w:rtl/>
        </w:rPr>
        <w:t xml:space="preserve"> </w:t>
      </w:r>
      <w:r w:rsidR="00F83AC1" w:rsidRPr="009F65A7">
        <w:rPr>
          <w:rStyle w:val="libAlaemChar"/>
          <w:rFonts w:eastAsiaTheme="minorHAnsi"/>
          <w:rtl/>
        </w:rPr>
        <w:t>صلى‌الله‌عليه‌وآله</w:t>
      </w:r>
      <w:r w:rsidR="00F83AC1">
        <w:rPr>
          <w:rtl/>
          <w:lang w:bidi="fa-IR"/>
        </w:rPr>
        <w:t xml:space="preserve"> </w:t>
      </w:r>
      <w:r>
        <w:rPr>
          <w:rtl/>
          <w:lang w:bidi="fa-IR"/>
        </w:rPr>
        <w:t>" وأدب الإمام علي "</w:t>
      </w:r>
      <w:r w:rsidR="003B626A" w:rsidRPr="003B626A">
        <w:rPr>
          <w:rStyle w:val="libAlaemChar"/>
          <w:rtl/>
        </w:rPr>
        <w:t>عليه‌السلام</w:t>
      </w:r>
      <w:r>
        <w:rPr>
          <w:rtl/>
          <w:lang w:bidi="fa-IR"/>
        </w:rPr>
        <w:t>" وجلال السيدة فاطمة "</w:t>
      </w:r>
      <w:r w:rsidR="00F83AC1" w:rsidRPr="00F83AC1">
        <w:rPr>
          <w:rStyle w:val="libAlaemChar"/>
          <w:rtl/>
        </w:rPr>
        <w:t>عليها‌السلام</w:t>
      </w:r>
      <w:r>
        <w:rPr>
          <w:rtl/>
          <w:lang w:bidi="fa-IR"/>
        </w:rPr>
        <w:t>"، فكان العابد الذي يقضي أكثر أوقاته مشغولاً بالصلاة والصوم.</w:t>
      </w:r>
    </w:p>
    <w:p w14:paraId="25E9864D" w14:textId="77777777" w:rsidR="007A3CB2" w:rsidRDefault="007A3CB2" w:rsidP="007A3CB2">
      <w:pPr>
        <w:pStyle w:val="libNormal"/>
        <w:rPr>
          <w:lang w:bidi="fa-IR"/>
        </w:rPr>
      </w:pPr>
      <w:r>
        <w:rPr>
          <w:rtl/>
          <w:lang w:bidi="fa-IR"/>
        </w:rPr>
        <w:t>فقال عنه ابن الزبير: "أما والله لقد قتلوه،</w:t>
      </w:r>
    </w:p>
    <w:p w14:paraId="0AD1F9D7" w14:textId="77777777" w:rsidR="007A3CB2" w:rsidRDefault="003B626A" w:rsidP="007A3CB2">
      <w:pPr>
        <w:pStyle w:val="libNormal"/>
        <w:rPr>
          <w:lang w:bidi="fa-IR"/>
        </w:rPr>
      </w:pPr>
      <w:r>
        <w:rPr>
          <w:rtl/>
          <w:lang w:bidi="fa-IR"/>
        </w:rPr>
        <w:br w:type="page"/>
      </w:r>
    </w:p>
    <w:p w14:paraId="346A539F" w14:textId="77777777" w:rsidR="003B626A" w:rsidRDefault="007A3CB2" w:rsidP="00F83AC1">
      <w:pPr>
        <w:pStyle w:val="libNormal0"/>
        <w:rPr>
          <w:lang w:bidi="fa-IR"/>
        </w:rPr>
      </w:pPr>
      <w:r>
        <w:rPr>
          <w:rtl/>
          <w:lang w:bidi="fa-IR"/>
        </w:rPr>
        <w:lastRenderedPageBreak/>
        <w:t>طويلاً بالليل قيامه كثيراً في النهار صيامه".</w:t>
      </w:r>
    </w:p>
    <w:p w14:paraId="6E16BC2C" w14:textId="77777777" w:rsidR="003B626A" w:rsidRDefault="007A3CB2" w:rsidP="007A3CB2">
      <w:pPr>
        <w:pStyle w:val="libNormal"/>
        <w:rPr>
          <w:lang w:bidi="fa-IR"/>
        </w:rPr>
      </w:pPr>
      <w:r>
        <w:rPr>
          <w:rtl/>
          <w:lang w:bidi="fa-IR"/>
        </w:rPr>
        <w:t>وكان الحليم عند القدرة، فقد ورد أن بعض مواليه جنى جناية توجب التأديب فأمر الإمام الحسين "</w:t>
      </w:r>
      <w:r w:rsidR="003B626A" w:rsidRPr="003B626A">
        <w:rPr>
          <w:rStyle w:val="libAlaemChar"/>
          <w:rtl/>
        </w:rPr>
        <w:t>عليه‌السلام</w:t>
      </w:r>
      <w:r>
        <w:rPr>
          <w:rtl/>
          <w:lang w:bidi="fa-IR"/>
        </w:rPr>
        <w:t>" بتأديبه.</w:t>
      </w:r>
    </w:p>
    <w:p w14:paraId="793DD3C6" w14:textId="77777777" w:rsidR="003B626A" w:rsidRDefault="007A3CB2" w:rsidP="007A3CB2">
      <w:pPr>
        <w:pStyle w:val="libNormal"/>
        <w:rPr>
          <w:lang w:bidi="fa-IR"/>
        </w:rPr>
      </w:pPr>
      <w:r>
        <w:rPr>
          <w:rtl/>
          <w:lang w:bidi="fa-IR"/>
        </w:rPr>
        <w:t>فانبرى العبد قائلاً:</w:t>
      </w:r>
    </w:p>
    <w:p w14:paraId="53F2536E" w14:textId="77777777" w:rsidR="003B626A" w:rsidRDefault="007A3CB2" w:rsidP="007A3CB2">
      <w:pPr>
        <w:pStyle w:val="libNormal"/>
        <w:rPr>
          <w:lang w:bidi="fa-IR"/>
        </w:rPr>
      </w:pPr>
      <w:r>
        <w:rPr>
          <w:rtl/>
          <w:lang w:bidi="fa-IR"/>
        </w:rPr>
        <w:t>•</w:t>
      </w:r>
      <w:r w:rsidR="001202A3">
        <w:rPr>
          <w:rFonts w:hint="cs"/>
          <w:rtl/>
          <w:lang w:bidi="fa-IR"/>
        </w:rPr>
        <w:t xml:space="preserve"> </w:t>
      </w:r>
      <w:r>
        <w:rPr>
          <w:rtl/>
          <w:lang w:bidi="fa-IR"/>
        </w:rPr>
        <w:t>يا مولاي: إن الله تعالى يقول: ﴿</w:t>
      </w:r>
      <w:r w:rsidR="00F83AC1" w:rsidRPr="00F83AC1">
        <w:rPr>
          <w:rStyle w:val="libAieChar"/>
          <w:rFonts w:hint="cs"/>
          <w:rtl/>
        </w:rPr>
        <w:t xml:space="preserve"> </w:t>
      </w:r>
      <w:r w:rsidRPr="00F83AC1">
        <w:rPr>
          <w:rStyle w:val="libAieChar"/>
          <w:rtl/>
        </w:rPr>
        <w:t>وَالْكَاظِمِينَ الْغَيْظَ</w:t>
      </w:r>
      <w:r w:rsidR="00F83AC1" w:rsidRPr="00F83AC1">
        <w:rPr>
          <w:rStyle w:val="libAieChar"/>
          <w:rFonts w:hint="cs"/>
          <w:rtl/>
        </w:rPr>
        <w:t xml:space="preserve"> </w:t>
      </w:r>
      <w:r>
        <w:rPr>
          <w:rtl/>
          <w:lang w:bidi="fa-IR"/>
        </w:rPr>
        <w:t>﴾.</w:t>
      </w:r>
    </w:p>
    <w:p w14:paraId="12779096" w14:textId="77777777" w:rsidR="003B626A" w:rsidRDefault="007A3CB2" w:rsidP="007A3CB2">
      <w:pPr>
        <w:pStyle w:val="libNormal"/>
        <w:rPr>
          <w:lang w:bidi="fa-IR"/>
        </w:rPr>
      </w:pPr>
      <w:r>
        <w:rPr>
          <w:rtl/>
          <w:lang w:bidi="fa-IR"/>
        </w:rPr>
        <w:t>•</w:t>
      </w:r>
      <w:r w:rsidR="001202A3">
        <w:rPr>
          <w:rFonts w:hint="cs"/>
          <w:rtl/>
          <w:lang w:bidi="fa-IR"/>
        </w:rPr>
        <w:t xml:space="preserve"> </w:t>
      </w:r>
      <w:r>
        <w:rPr>
          <w:rtl/>
          <w:lang w:bidi="fa-IR"/>
        </w:rPr>
        <w:t>فقال الإمام الحسين‏"</w:t>
      </w:r>
      <w:r w:rsidR="003B626A" w:rsidRPr="003B626A">
        <w:rPr>
          <w:rStyle w:val="libAlaemChar"/>
          <w:rtl/>
        </w:rPr>
        <w:t>عليه‌السلام</w:t>
      </w:r>
      <w:r>
        <w:rPr>
          <w:rtl/>
          <w:lang w:bidi="fa-IR"/>
        </w:rPr>
        <w:t>": "خلّوا عنه، فقد كظمتُ غيظي".</w:t>
      </w:r>
    </w:p>
    <w:p w14:paraId="0FF27401" w14:textId="77777777" w:rsidR="003B626A" w:rsidRDefault="007A3CB2" w:rsidP="007A3CB2">
      <w:pPr>
        <w:pStyle w:val="libNormal"/>
        <w:rPr>
          <w:lang w:bidi="fa-IR"/>
        </w:rPr>
      </w:pPr>
      <w:r>
        <w:rPr>
          <w:rtl/>
          <w:lang w:bidi="fa-IR"/>
        </w:rPr>
        <w:t>•</w:t>
      </w:r>
      <w:r w:rsidR="001202A3">
        <w:rPr>
          <w:rFonts w:hint="cs"/>
          <w:rtl/>
          <w:lang w:bidi="fa-IR"/>
        </w:rPr>
        <w:t xml:space="preserve"> </w:t>
      </w:r>
      <w:r>
        <w:rPr>
          <w:rtl/>
          <w:lang w:bidi="fa-IR"/>
        </w:rPr>
        <w:t>فسارع العبد قائلاً: ﴿</w:t>
      </w:r>
      <w:r w:rsidR="00F83AC1" w:rsidRPr="00F83AC1">
        <w:rPr>
          <w:rStyle w:val="libAieChar"/>
          <w:rFonts w:hint="cs"/>
          <w:rtl/>
        </w:rPr>
        <w:t xml:space="preserve"> </w:t>
      </w:r>
      <w:r w:rsidRPr="00F83AC1">
        <w:rPr>
          <w:rStyle w:val="libAieChar"/>
          <w:rtl/>
        </w:rPr>
        <w:t>وَالْعَافِينَ عَنِ النَّاسِ</w:t>
      </w:r>
      <w:r w:rsidR="00F83AC1" w:rsidRPr="00F83AC1">
        <w:rPr>
          <w:rStyle w:val="libAieChar"/>
          <w:rFonts w:hint="cs"/>
          <w:rtl/>
        </w:rPr>
        <w:t xml:space="preserve"> </w:t>
      </w:r>
      <w:r>
        <w:rPr>
          <w:rtl/>
          <w:lang w:bidi="fa-IR"/>
        </w:rPr>
        <w:t>﴾.</w:t>
      </w:r>
    </w:p>
    <w:p w14:paraId="635915F7" w14:textId="77777777" w:rsidR="003B626A" w:rsidRDefault="007A3CB2" w:rsidP="007A3CB2">
      <w:pPr>
        <w:pStyle w:val="libNormal"/>
        <w:rPr>
          <w:lang w:bidi="fa-IR"/>
        </w:rPr>
      </w:pPr>
      <w:r>
        <w:rPr>
          <w:rtl/>
          <w:lang w:bidi="fa-IR"/>
        </w:rPr>
        <w:t>•</w:t>
      </w:r>
      <w:r w:rsidR="001202A3">
        <w:rPr>
          <w:rFonts w:hint="cs"/>
          <w:rtl/>
          <w:lang w:bidi="fa-IR"/>
        </w:rPr>
        <w:t xml:space="preserve"> </w:t>
      </w:r>
      <w:r>
        <w:rPr>
          <w:rtl/>
          <w:lang w:bidi="fa-IR"/>
        </w:rPr>
        <w:t>فأجابه الإمام الحسين‏"</w:t>
      </w:r>
      <w:r w:rsidR="003B626A" w:rsidRPr="003B626A">
        <w:rPr>
          <w:rStyle w:val="libAlaemChar"/>
          <w:rtl/>
        </w:rPr>
        <w:t>عليه‌السلام</w:t>
      </w:r>
      <w:r>
        <w:rPr>
          <w:rtl/>
          <w:lang w:bidi="fa-IR"/>
        </w:rPr>
        <w:t>": "قد عفوت عنك".</w:t>
      </w:r>
    </w:p>
    <w:p w14:paraId="6BAC8922" w14:textId="77777777" w:rsidR="003B626A" w:rsidRDefault="007A3CB2" w:rsidP="007A3CB2">
      <w:pPr>
        <w:pStyle w:val="libNormal"/>
        <w:rPr>
          <w:lang w:bidi="fa-IR"/>
        </w:rPr>
      </w:pPr>
      <w:r>
        <w:rPr>
          <w:rtl/>
          <w:lang w:bidi="fa-IR"/>
        </w:rPr>
        <w:t>•</w:t>
      </w:r>
      <w:r w:rsidR="001202A3">
        <w:rPr>
          <w:rFonts w:hint="cs"/>
          <w:rtl/>
          <w:lang w:bidi="fa-IR"/>
        </w:rPr>
        <w:t xml:space="preserve"> </w:t>
      </w:r>
      <w:r>
        <w:rPr>
          <w:rtl/>
          <w:lang w:bidi="fa-IR"/>
        </w:rPr>
        <w:t>فطلب العبد المزيد بقوله: ﴿</w:t>
      </w:r>
      <w:r w:rsidR="00F83AC1" w:rsidRPr="00F83AC1">
        <w:rPr>
          <w:rStyle w:val="libAieChar"/>
          <w:rFonts w:hint="cs"/>
          <w:rtl/>
        </w:rPr>
        <w:t xml:space="preserve"> </w:t>
      </w:r>
      <w:r w:rsidRPr="00F83AC1">
        <w:rPr>
          <w:rStyle w:val="libAieChar"/>
          <w:rtl/>
        </w:rPr>
        <w:t>وَاللّهُ يُحِبُّ الْمُحْسِنِينَ</w:t>
      </w:r>
      <w:r w:rsidR="00F83AC1" w:rsidRPr="00F83AC1">
        <w:rPr>
          <w:rStyle w:val="libAieChar"/>
          <w:rFonts w:hint="cs"/>
          <w:rtl/>
        </w:rPr>
        <w:t xml:space="preserve"> </w:t>
      </w:r>
      <w:r>
        <w:rPr>
          <w:rtl/>
          <w:lang w:bidi="fa-IR"/>
        </w:rPr>
        <w:t>﴾.</w:t>
      </w:r>
    </w:p>
    <w:p w14:paraId="5515C67A" w14:textId="77777777" w:rsidR="003B626A" w:rsidRDefault="007A3CB2" w:rsidP="007A3CB2">
      <w:pPr>
        <w:pStyle w:val="libNormal"/>
        <w:rPr>
          <w:lang w:bidi="fa-IR"/>
        </w:rPr>
      </w:pPr>
      <w:r>
        <w:rPr>
          <w:rtl/>
          <w:lang w:bidi="fa-IR"/>
        </w:rPr>
        <w:t>•</w:t>
      </w:r>
      <w:r w:rsidR="001202A3">
        <w:rPr>
          <w:rFonts w:hint="cs"/>
          <w:rtl/>
          <w:lang w:bidi="fa-IR"/>
        </w:rPr>
        <w:t xml:space="preserve"> </w:t>
      </w:r>
      <w:r>
        <w:rPr>
          <w:rtl/>
          <w:lang w:bidi="fa-IR"/>
        </w:rPr>
        <w:t>فإذا بالإمام الحسين‏"</w:t>
      </w:r>
      <w:r w:rsidR="003B626A" w:rsidRPr="003B626A">
        <w:rPr>
          <w:rStyle w:val="libAlaemChar"/>
          <w:rtl/>
        </w:rPr>
        <w:t>عليه‌السلام</w:t>
      </w:r>
      <w:r>
        <w:rPr>
          <w:rtl/>
          <w:lang w:bidi="fa-IR"/>
        </w:rPr>
        <w:t>" يفصح عن أخلاقه النبوية بقوله: "أنت حر لوجه الله".</w:t>
      </w:r>
    </w:p>
    <w:p w14:paraId="3F6C0A2A" w14:textId="77777777" w:rsidR="007A3CB2" w:rsidRDefault="007A3CB2" w:rsidP="007A3CB2">
      <w:pPr>
        <w:pStyle w:val="libNormal"/>
        <w:rPr>
          <w:lang w:bidi="fa-IR"/>
        </w:rPr>
      </w:pPr>
      <w:r>
        <w:rPr>
          <w:rtl/>
          <w:lang w:bidi="fa-IR"/>
        </w:rPr>
        <w:t>ثمّ أمر بجائزة سنيّة تغنيه عن الحاجة ومسألة الناس.</w:t>
      </w:r>
    </w:p>
    <w:p w14:paraId="2ECED0EA" w14:textId="77777777" w:rsidR="007A3CB2" w:rsidRDefault="003B626A" w:rsidP="007A3CB2">
      <w:pPr>
        <w:pStyle w:val="libNormal"/>
        <w:rPr>
          <w:lang w:bidi="fa-IR"/>
        </w:rPr>
      </w:pPr>
      <w:r>
        <w:rPr>
          <w:rtl/>
          <w:lang w:bidi="fa-IR"/>
        </w:rPr>
        <w:br w:type="page"/>
      </w:r>
    </w:p>
    <w:p w14:paraId="4F316AD0" w14:textId="77777777" w:rsidR="007A3CB2" w:rsidRDefault="007A3CB2" w:rsidP="00F83AC1">
      <w:pPr>
        <w:pStyle w:val="libBold1"/>
        <w:rPr>
          <w:lang w:bidi="fa-IR"/>
        </w:rPr>
      </w:pPr>
      <w:r>
        <w:rPr>
          <w:rtl/>
          <w:lang w:bidi="fa-IR"/>
        </w:rPr>
        <w:lastRenderedPageBreak/>
        <w:t>المصيبة:</w:t>
      </w:r>
    </w:p>
    <w:p w14:paraId="35DB842E" w14:textId="77777777" w:rsidR="003B626A" w:rsidRDefault="003B626A" w:rsidP="007A3CB2">
      <w:pPr>
        <w:pStyle w:val="libNormal"/>
        <w:rPr>
          <w:lang w:bidi="fa-IR"/>
        </w:rPr>
      </w:pPr>
      <w:r>
        <w:rPr>
          <w:rtl/>
          <w:lang w:bidi="fa-IR"/>
        </w:rPr>
        <w:t>-</w:t>
      </w:r>
      <w:r w:rsidR="007A3CB2">
        <w:rPr>
          <w:rtl/>
          <w:lang w:bidi="fa-IR"/>
        </w:rPr>
        <w:t xml:space="preserve"> محاولة محمد بن الحنفية صرف الإمام الحسين "</w:t>
      </w:r>
      <w:r w:rsidRPr="003B626A">
        <w:rPr>
          <w:rStyle w:val="libAlaemChar"/>
          <w:rtl/>
        </w:rPr>
        <w:t>عليه‌السلام</w:t>
      </w:r>
      <w:r w:rsidR="007A3CB2">
        <w:rPr>
          <w:rtl/>
          <w:lang w:bidi="fa-IR"/>
        </w:rPr>
        <w:t>" عن السفر إلى العراق وجواب الإمام "</w:t>
      </w:r>
      <w:r w:rsidRPr="003B626A">
        <w:rPr>
          <w:rStyle w:val="libAlaemChar"/>
          <w:rtl/>
        </w:rPr>
        <w:t>عليه‌السلام</w:t>
      </w:r>
      <w:r w:rsidR="007A3CB2">
        <w:rPr>
          <w:rtl/>
          <w:lang w:bidi="fa-IR"/>
        </w:rPr>
        <w:t>": "شاء اللّه أن يراني قتيلاً، وشاء أن يراهنّ‏َ سبايا".</w:t>
      </w:r>
    </w:p>
    <w:p w14:paraId="416AB1A7" w14:textId="77777777" w:rsidR="003B626A" w:rsidRDefault="003B626A" w:rsidP="007A3CB2">
      <w:pPr>
        <w:pStyle w:val="libNormal"/>
        <w:rPr>
          <w:lang w:bidi="fa-IR"/>
        </w:rPr>
      </w:pPr>
      <w:r>
        <w:rPr>
          <w:rtl/>
          <w:lang w:bidi="fa-IR"/>
        </w:rPr>
        <w:t>-</w:t>
      </w:r>
      <w:r w:rsidR="007A3CB2">
        <w:rPr>
          <w:rtl/>
          <w:lang w:bidi="fa-IR"/>
        </w:rPr>
        <w:t xml:space="preserve"> المقارنة بين خروج النساء من المدينة ومكة، وخروجهنّ‏َ من كربلاء.</w:t>
      </w:r>
    </w:p>
    <w:p w14:paraId="352E1E73" w14:textId="77777777" w:rsidR="007A3CB2" w:rsidRDefault="003B626A" w:rsidP="007A3CB2">
      <w:pPr>
        <w:pStyle w:val="libNormal"/>
        <w:rPr>
          <w:lang w:bidi="fa-IR"/>
        </w:rPr>
      </w:pPr>
      <w:r>
        <w:rPr>
          <w:rtl/>
          <w:lang w:bidi="fa-IR"/>
        </w:rPr>
        <w:t>-</w:t>
      </w:r>
      <w:r w:rsidR="007A3CB2">
        <w:rPr>
          <w:rtl/>
          <w:lang w:bidi="fa-IR"/>
        </w:rPr>
        <w:t xml:space="preserve"> القصيدة الختامية من وحي ذلك.</w:t>
      </w:r>
    </w:p>
    <w:p w14:paraId="4552DFE5" w14:textId="77777777" w:rsidR="00F83AC1" w:rsidRDefault="00F83AC1" w:rsidP="00F83AC1">
      <w:pPr>
        <w:pStyle w:val="libNormal"/>
        <w:rPr>
          <w:lang w:bidi="fa-IR"/>
        </w:rPr>
      </w:pPr>
      <w:r>
        <w:rPr>
          <w:rtl/>
          <w:lang w:bidi="fa-IR"/>
        </w:rPr>
        <w:br w:type="page"/>
      </w:r>
    </w:p>
    <w:p w14:paraId="17641DEC" w14:textId="77777777" w:rsidR="007A3CB2" w:rsidRDefault="007A3CB2" w:rsidP="00F83AC1">
      <w:pPr>
        <w:pStyle w:val="Heading2Center"/>
        <w:rPr>
          <w:lang w:bidi="fa-IR"/>
        </w:rPr>
      </w:pPr>
      <w:bookmarkStart w:id="17" w:name="_Toc12609726"/>
      <w:r>
        <w:rPr>
          <w:rtl/>
          <w:lang w:bidi="fa-IR"/>
        </w:rPr>
        <w:lastRenderedPageBreak/>
        <w:t>الليلة الرابعة</w:t>
      </w:r>
      <w:bookmarkEnd w:id="17"/>
    </w:p>
    <w:p w14:paraId="76DCB661" w14:textId="77777777" w:rsidR="007A3CB2" w:rsidRDefault="007A3CB2" w:rsidP="00F83AC1">
      <w:pPr>
        <w:pStyle w:val="libBold1"/>
        <w:rPr>
          <w:lang w:bidi="fa-IR"/>
        </w:rPr>
      </w:pPr>
      <w:r>
        <w:rPr>
          <w:rtl/>
          <w:lang w:bidi="fa-IR"/>
        </w:rPr>
        <w:t>عنوان المحاضرة:</w:t>
      </w:r>
    </w:p>
    <w:p w14:paraId="0C4DAAAA" w14:textId="77777777" w:rsidR="007A3CB2" w:rsidRDefault="007A3CB2" w:rsidP="00F83AC1">
      <w:pPr>
        <w:pStyle w:val="libCenterBold1"/>
        <w:rPr>
          <w:lang w:bidi="fa-IR"/>
        </w:rPr>
      </w:pPr>
      <w:r>
        <w:rPr>
          <w:rtl/>
          <w:lang w:bidi="fa-IR"/>
        </w:rPr>
        <w:t>حول نزول الإمام الحسين‏"</w:t>
      </w:r>
      <w:r w:rsidR="003B626A" w:rsidRPr="003B626A">
        <w:rPr>
          <w:rStyle w:val="libAlaemChar"/>
          <w:rtl/>
        </w:rPr>
        <w:t>عليه‌السلام</w:t>
      </w:r>
      <w:r>
        <w:rPr>
          <w:rtl/>
          <w:lang w:bidi="fa-IR"/>
        </w:rPr>
        <w:t>" في كربلاء</w:t>
      </w:r>
    </w:p>
    <w:p w14:paraId="1A990650" w14:textId="77777777" w:rsidR="007A3CB2" w:rsidRDefault="007A3CB2" w:rsidP="00F83AC1">
      <w:pPr>
        <w:pStyle w:val="libBold1"/>
        <w:rPr>
          <w:lang w:bidi="fa-IR"/>
        </w:rPr>
      </w:pPr>
      <w:r>
        <w:rPr>
          <w:rtl/>
          <w:lang w:bidi="fa-IR"/>
        </w:rPr>
        <w:t>الموعظة:</w:t>
      </w:r>
    </w:p>
    <w:p w14:paraId="7B93FAA2" w14:textId="77777777" w:rsidR="007A3CB2" w:rsidRDefault="007A3CB2" w:rsidP="00F83AC1">
      <w:pPr>
        <w:pStyle w:val="libBold1"/>
        <w:rPr>
          <w:lang w:bidi="fa-IR"/>
        </w:rPr>
      </w:pPr>
      <w:r>
        <w:rPr>
          <w:rtl/>
          <w:lang w:bidi="fa-IR"/>
        </w:rPr>
        <w:t>الزيارة</w:t>
      </w:r>
    </w:p>
    <w:p w14:paraId="7703154E" w14:textId="77777777" w:rsidR="007A3CB2" w:rsidRDefault="007A3CB2" w:rsidP="00F83AC1">
      <w:pPr>
        <w:pStyle w:val="libBold1"/>
        <w:rPr>
          <w:lang w:bidi="fa-IR"/>
        </w:rPr>
      </w:pPr>
      <w:r>
        <w:rPr>
          <w:rtl/>
          <w:lang w:bidi="fa-IR"/>
        </w:rPr>
        <w:t>الهدف:</w:t>
      </w:r>
    </w:p>
    <w:p w14:paraId="4C55464C" w14:textId="77777777" w:rsidR="003B626A" w:rsidRDefault="007A3CB2" w:rsidP="007A3CB2">
      <w:pPr>
        <w:pStyle w:val="libNormal"/>
        <w:rPr>
          <w:lang w:bidi="fa-IR"/>
        </w:rPr>
      </w:pPr>
      <w:r>
        <w:rPr>
          <w:rtl/>
          <w:lang w:bidi="fa-IR"/>
        </w:rPr>
        <w:t>ترسيخ علاقة المؤمنين بأهل البيت "</w:t>
      </w:r>
      <w:r w:rsidR="003B626A" w:rsidRPr="003B626A">
        <w:rPr>
          <w:rStyle w:val="libAlaemChar"/>
          <w:rtl/>
        </w:rPr>
        <w:t>عليه‌السلام</w:t>
      </w:r>
      <w:r>
        <w:rPr>
          <w:rtl/>
          <w:lang w:bidi="fa-IR"/>
        </w:rPr>
        <w:t>" والاستفادة من زيارتهم.</w:t>
      </w:r>
    </w:p>
    <w:p w14:paraId="7E76C046" w14:textId="77777777" w:rsidR="007A3CB2" w:rsidRDefault="007A3CB2" w:rsidP="00F83AC1">
      <w:pPr>
        <w:pStyle w:val="libBold1"/>
        <w:rPr>
          <w:lang w:bidi="fa-IR"/>
        </w:rPr>
      </w:pPr>
      <w:r>
        <w:rPr>
          <w:rtl/>
          <w:lang w:bidi="fa-IR"/>
        </w:rPr>
        <w:t>تصدير الموضوع:</w:t>
      </w:r>
    </w:p>
    <w:p w14:paraId="2CBB4880" w14:textId="77777777" w:rsidR="003B626A" w:rsidRDefault="007A3CB2" w:rsidP="007A3CB2">
      <w:pPr>
        <w:pStyle w:val="libNormal"/>
        <w:rPr>
          <w:lang w:bidi="fa-IR"/>
        </w:rPr>
      </w:pPr>
      <w:r>
        <w:rPr>
          <w:rtl/>
          <w:lang w:bidi="fa-IR"/>
        </w:rPr>
        <w:t>عن أمير المؤمنين "</w:t>
      </w:r>
      <w:r w:rsidR="003B626A" w:rsidRPr="003B626A">
        <w:rPr>
          <w:rStyle w:val="libAlaemChar"/>
          <w:rtl/>
        </w:rPr>
        <w:t>عليه‌السلام</w:t>
      </w:r>
      <w:r>
        <w:rPr>
          <w:rtl/>
          <w:lang w:bidi="fa-IR"/>
        </w:rPr>
        <w:t xml:space="preserve">": "زر في الله أهل طاعته" </w:t>
      </w:r>
      <w:r w:rsidRPr="003B626A">
        <w:rPr>
          <w:rStyle w:val="libFootnotenumChar"/>
          <w:rtl/>
        </w:rPr>
        <w:t>(1)</w:t>
      </w:r>
      <w:r>
        <w:rPr>
          <w:rtl/>
          <w:lang w:bidi="fa-IR"/>
        </w:rPr>
        <w:t>.</w:t>
      </w:r>
    </w:p>
    <w:p w14:paraId="27D90EC6" w14:textId="77777777" w:rsidR="007A3CB2" w:rsidRDefault="007A3CB2" w:rsidP="00F83AC1">
      <w:pPr>
        <w:pStyle w:val="libBold1"/>
        <w:rPr>
          <w:lang w:bidi="fa-IR"/>
        </w:rPr>
      </w:pPr>
      <w:r>
        <w:rPr>
          <w:rtl/>
          <w:lang w:bidi="fa-IR"/>
        </w:rPr>
        <w:t>محاور الموضوع:</w:t>
      </w:r>
    </w:p>
    <w:p w14:paraId="4D188537" w14:textId="77777777" w:rsidR="003B626A" w:rsidRDefault="007A3CB2" w:rsidP="00F83AC1">
      <w:pPr>
        <w:pStyle w:val="libBold1"/>
        <w:rPr>
          <w:lang w:bidi="fa-IR"/>
        </w:rPr>
      </w:pPr>
      <w:r>
        <w:rPr>
          <w:rtl/>
          <w:lang w:bidi="fa-IR"/>
        </w:rPr>
        <w:t>أ</w:t>
      </w:r>
      <w:r w:rsidR="003B626A">
        <w:rPr>
          <w:rtl/>
          <w:lang w:bidi="fa-IR"/>
        </w:rPr>
        <w:t>-</w:t>
      </w:r>
      <w:r>
        <w:rPr>
          <w:rtl/>
          <w:lang w:bidi="fa-IR"/>
        </w:rPr>
        <w:t xml:space="preserve"> زيارة المؤمن:</w:t>
      </w:r>
    </w:p>
    <w:p w14:paraId="40BB6D2A" w14:textId="77777777" w:rsidR="003B626A" w:rsidRDefault="007A3CB2" w:rsidP="001A7796">
      <w:pPr>
        <w:pStyle w:val="libNormal"/>
        <w:rPr>
          <w:lang w:bidi="fa-IR"/>
        </w:rPr>
      </w:pPr>
      <w:r>
        <w:rPr>
          <w:rtl/>
          <w:lang w:bidi="fa-IR"/>
        </w:rPr>
        <w:t>قال رسول الله "</w:t>
      </w:r>
      <w:r w:rsidR="001A7796" w:rsidRPr="001A7796">
        <w:rPr>
          <w:rStyle w:val="libAlaemChar"/>
          <w:rFonts w:eastAsiaTheme="minorHAnsi"/>
          <w:rtl/>
        </w:rPr>
        <w:t xml:space="preserve"> </w:t>
      </w:r>
      <w:r w:rsidR="001A7796" w:rsidRPr="009F65A7">
        <w:rPr>
          <w:rStyle w:val="libAlaemChar"/>
          <w:rFonts w:eastAsiaTheme="minorHAnsi"/>
          <w:rtl/>
        </w:rPr>
        <w:t>صلى‌الله‌عليه‌وآله</w:t>
      </w:r>
      <w:r w:rsidR="001A7796">
        <w:rPr>
          <w:rtl/>
          <w:lang w:bidi="fa-IR"/>
        </w:rPr>
        <w:t xml:space="preserve"> </w:t>
      </w:r>
      <w:r>
        <w:rPr>
          <w:rtl/>
          <w:lang w:bidi="fa-IR"/>
        </w:rPr>
        <w:t>": "من زار أخاه المؤمن إلى منزله لا حاجة منه إليه كتب من زوار الله وكان حقيقاً على الله أن يكرم زائره"</w:t>
      </w:r>
      <w:r w:rsidRPr="003B626A">
        <w:rPr>
          <w:rStyle w:val="libFootnotenumChar"/>
          <w:rtl/>
        </w:rPr>
        <w:t>(2)</w:t>
      </w:r>
      <w:r>
        <w:rPr>
          <w:rtl/>
          <w:lang w:bidi="fa-IR"/>
        </w:rPr>
        <w:t>.</w:t>
      </w:r>
    </w:p>
    <w:p w14:paraId="7157CA75" w14:textId="77777777" w:rsidR="003B626A" w:rsidRDefault="007A3CB2" w:rsidP="007A3CB2">
      <w:pPr>
        <w:pStyle w:val="libNormal"/>
        <w:rPr>
          <w:lang w:bidi="fa-IR"/>
        </w:rPr>
      </w:pPr>
      <w:r>
        <w:rPr>
          <w:rtl/>
          <w:lang w:bidi="fa-IR"/>
        </w:rPr>
        <w:t>ثواب زيارة المؤمن يوم القيامة.</w:t>
      </w:r>
    </w:p>
    <w:p w14:paraId="4FFEE16A" w14:textId="77777777" w:rsidR="007A3CB2" w:rsidRDefault="007A3CB2" w:rsidP="007A3CB2">
      <w:pPr>
        <w:pStyle w:val="libNormal"/>
        <w:rPr>
          <w:lang w:bidi="fa-IR"/>
        </w:rPr>
      </w:pPr>
      <w:r>
        <w:rPr>
          <w:rtl/>
          <w:lang w:bidi="fa-IR"/>
        </w:rPr>
        <w:t>عن الصادق "</w:t>
      </w:r>
      <w:r w:rsidR="003B626A" w:rsidRPr="003B626A">
        <w:rPr>
          <w:rStyle w:val="libAlaemChar"/>
          <w:rtl/>
        </w:rPr>
        <w:t>عليه‌السلام</w:t>
      </w:r>
      <w:r>
        <w:rPr>
          <w:rtl/>
          <w:lang w:bidi="fa-IR"/>
        </w:rPr>
        <w:t>": "من زار أخاه في الله ولله جاء يوم القيامة يخطر بين قباطي من نور لا</w:t>
      </w:r>
    </w:p>
    <w:p w14:paraId="001A838B" w14:textId="77777777" w:rsidR="001A7796" w:rsidRDefault="001A7796" w:rsidP="001A7796">
      <w:pPr>
        <w:pStyle w:val="libLine"/>
        <w:rPr>
          <w:lang w:bidi="fa-IR"/>
        </w:rPr>
      </w:pPr>
      <w:r>
        <w:rPr>
          <w:rtl/>
          <w:lang w:bidi="fa-IR"/>
        </w:rPr>
        <w:t>____________________</w:t>
      </w:r>
    </w:p>
    <w:p w14:paraId="14350B6B" w14:textId="77777777" w:rsidR="001A7796" w:rsidRDefault="001A7796" w:rsidP="001A7796">
      <w:pPr>
        <w:pStyle w:val="libFootnote0"/>
        <w:rPr>
          <w:lang w:bidi="fa-IR"/>
        </w:rPr>
      </w:pPr>
      <w:r>
        <w:rPr>
          <w:rtl/>
          <w:lang w:bidi="fa-IR"/>
        </w:rPr>
        <w:t>1- ميزان الحكمة 296</w:t>
      </w:r>
    </w:p>
    <w:p w14:paraId="5203C9E2" w14:textId="77777777" w:rsidR="001A7796" w:rsidRDefault="001A7796" w:rsidP="001A7796">
      <w:pPr>
        <w:pStyle w:val="libFootnote0"/>
        <w:rPr>
          <w:lang w:bidi="fa-IR"/>
        </w:rPr>
      </w:pPr>
      <w:r>
        <w:rPr>
          <w:rtl/>
          <w:lang w:bidi="fa-IR"/>
        </w:rPr>
        <w:t>2- ميزان الحكمة 296</w:t>
      </w:r>
    </w:p>
    <w:p w14:paraId="7664CC47" w14:textId="77777777" w:rsidR="007A3CB2" w:rsidRDefault="003B626A" w:rsidP="007A3CB2">
      <w:pPr>
        <w:pStyle w:val="libNormal"/>
        <w:rPr>
          <w:lang w:bidi="fa-IR"/>
        </w:rPr>
      </w:pPr>
      <w:r>
        <w:rPr>
          <w:rtl/>
          <w:lang w:bidi="fa-IR"/>
        </w:rPr>
        <w:br w:type="page"/>
      </w:r>
    </w:p>
    <w:p w14:paraId="13FDC8C4" w14:textId="77777777" w:rsidR="003B626A" w:rsidRDefault="007A3CB2" w:rsidP="001A7796">
      <w:pPr>
        <w:pStyle w:val="libNormal0"/>
        <w:rPr>
          <w:lang w:bidi="fa-IR"/>
        </w:rPr>
      </w:pPr>
      <w:r>
        <w:rPr>
          <w:rtl/>
          <w:lang w:bidi="fa-IR"/>
        </w:rPr>
        <w:lastRenderedPageBreak/>
        <w:t>يمر بشي‏ء إلا أضاء له"</w:t>
      </w:r>
      <w:r w:rsidRPr="003B626A">
        <w:rPr>
          <w:rStyle w:val="libFootnotenumChar"/>
          <w:rtl/>
        </w:rPr>
        <w:t>(</w:t>
      </w:r>
      <w:r w:rsidR="001A7796">
        <w:rPr>
          <w:rStyle w:val="libFootnotenumChar"/>
          <w:rFonts w:hint="cs"/>
          <w:rtl/>
        </w:rPr>
        <w:t>1</w:t>
      </w:r>
      <w:r w:rsidRPr="003B626A">
        <w:rPr>
          <w:rStyle w:val="libFootnotenumChar"/>
          <w:rtl/>
        </w:rPr>
        <w:t>)</w:t>
      </w:r>
      <w:r>
        <w:rPr>
          <w:rtl/>
          <w:lang w:bidi="fa-IR"/>
        </w:rPr>
        <w:t>.</w:t>
      </w:r>
    </w:p>
    <w:p w14:paraId="0A0BBC2E" w14:textId="77777777" w:rsidR="003B626A" w:rsidRDefault="007A3CB2" w:rsidP="007A3CB2">
      <w:pPr>
        <w:pStyle w:val="libNormal"/>
        <w:rPr>
          <w:lang w:bidi="fa-IR"/>
        </w:rPr>
      </w:pPr>
      <w:r>
        <w:rPr>
          <w:rtl/>
          <w:lang w:bidi="fa-IR"/>
        </w:rPr>
        <w:t>شرط الثواب:</w:t>
      </w:r>
    </w:p>
    <w:p w14:paraId="7F3EF44B" w14:textId="77777777" w:rsidR="003B626A" w:rsidRDefault="007A3CB2" w:rsidP="007A3CB2">
      <w:pPr>
        <w:pStyle w:val="libNormal"/>
        <w:rPr>
          <w:lang w:bidi="fa-IR"/>
        </w:rPr>
      </w:pPr>
      <w:r>
        <w:rPr>
          <w:rtl/>
          <w:lang w:bidi="fa-IR"/>
        </w:rPr>
        <w:t>1</w:t>
      </w:r>
      <w:r w:rsidR="003B626A">
        <w:rPr>
          <w:rtl/>
          <w:lang w:bidi="fa-IR"/>
        </w:rPr>
        <w:t>-</w:t>
      </w:r>
      <w:r>
        <w:rPr>
          <w:rtl/>
          <w:lang w:bidi="fa-IR"/>
        </w:rPr>
        <w:t xml:space="preserve"> أن تكون الزيارة لله.</w:t>
      </w:r>
    </w:p>
    <w:p w14:paraId="2D2EDB4E" w14:textId="77777777" w:rsidR="003B626A" w:rsidRDefault="007A3CB2" w:rsidP="007A3CB2">
      <w:pPr>
        <w:pStyle w:val="libNormal"/>
        <w:rPr>
          <w:lang w:bidi="fa-IR"/>
        </w:rPr>
      </w:pPr>
      <w:r>
        <w:rPr>
          <w:rtl/>
          <w:lang w:bidi="fa-IR"/>
        </w:rPr>
        <w:t>2</w:t>
      </w:r>
      <w:r w:rsidR="003B626A">
        <w:rPr>
          <w:rtl/>
          <w:lang w:bidi="fa-IR"/>
        </w:rPr>
        <w:t>-</w:t>
      </w:r>
      <w:r>
        <w:rPr>
          <w:rtl/>
          <w:lang w:bidi="fa-IR"/>
        </w:rPr>
        <w:t xml:space="preserve"> المحبة (أن تكون بحبك إياه).</w:t>
      </w:r>
    </w:p>
    <w:p w14:paraId="79A01520" w14:textId="77777777" w:rsidR="003B626A" w:rsidRDefault="007A3CB2" w:rsidP="001A7796">
      <w:pPr>
        <w:pStyle w:val="libBold1"/>
        <w:rPr>
          <w:lang w:bidi="fa-IR"/>
        </w:rPr>
      </w:pPr>
      <w:r>
        <w:rPr>
          <w:rtl/>
          <w:lang w:bidi="fa-IR"/>
        </w:rPr>
        <w:t>ب</w:t>
      </w:r>
      <w:r w:rsidR="003B626A">
        <w:rPr>
          <w:rtl/>
          <w:lang w:bidi="fa-IR"/>
        </w:rPr>
        <w:t>-</w:t>
      </w:r>
      <w:r>
        <w:rPr>
          <w:rtl/>
          <w:lang w:bidi="fa-IR"/>
        </w:rPr>
        <w:t xml:space="preserve"> منافع الزيارة:</w:t>
      </w:r>
    </w:p>
    <w:p w14:paraId="0D576C02" w14:textId="77777777" w:rsidR="003B626A" w:rsidRDefault="007A3CB2" w:rsidP="007A3CB2">
      <w:pPr>
        <w:pStyle w:val="libNormal"/>
        <w:rPr>
          <w:lang w:bidi="fa-IR"/>
        </w:rPr>
      </w:pPr>
      <w:r>
        <w:rPr>
          <w:rtl/>
          <w:lang w:bidi="fa-IR"/>
        </w:rPr>
        <w:t>1</w:t>
      </w:r>
      <w:r w:rsidR="003B626A">
        <w:rPr>
          <w:rtl/>
          <w:lang w:bidi="fa-IR"/>
        </w:rPr>
        <w:t>-</w:t>
      </w:r>
      <w:r>
        <w:rPr>
          <w:rtl/>
          <w:lang w:bidi="fa-IR"/>
        </w:rPr>
        <w:t xml:space="preserve"> تأكيد المودة والتلاحم بين المؤمنين.</w:t>
      </w:r>
    </w:p>
    <w:p w14:paraId="6DD7341C" w14:textId="77777777" w:rsidR="003B626A" w:rsidRDefault="007A3CB2" w:rsidP="007A3CB2">
      <w:pPr>
        <w:pStyle w:val="libNormal"/>
        <w:rPr>
          <w:lang w:bidi="fa-IR"/>
        </w:rPr>
      </w:pPr>
      <w:r>
        <w:rPr>
          <w:rtl/>
          <w:lang w:bidi="fa-IR"/>
        </w:rPr>
        <w:t>2</w:t>
      </w:r>
      <w:r w:rsidR="003B626A">
        <w:rPr>
          <w:rtl/>
          <w:lang w:bidi="fa-IR"/>
        </w:rPr>
        <w:t>-</w:t>
      </w:r>
      <w:r>
        <w:rPr>
          <w:rtl/>
          <w:lang w:bidi="fa-IR"/>
        </w:rPr>
        <w:t xml:space="preserve"> المساعدة في قضاء الحوائج.</w:t>
      </w:r>
    </w:p>
    <w:p w14:paraId="73F6F687" w14:textId="77777777" w:rsidR="003B626A" w:rsidRDefault="007A3CB2" w:rsidP="001A7796">
      <w:pPr>
        <w:pStyle w:val="libNormal"/>
        <w:rPr>
          <w:lang w:bidi="fa-IR"/>
        </w:rPr>
      </w:pPr>
      <w:r>
        <w:rPr>
          <w:rtl/>
          <w:lang w:bidi="fa-IR"/>
        </w:rPr>
        <w:t>عن الإمام الصادق "</w:t>
      </w:r>
      <w:r w:rsidR="003B626A" w:rsidRPr="003B626A">
        <w:rPr>
          <w:rStyle w:val="libAlaemChar"/>
          <w:rtl/>
        </w:rPr>
        <w:t>عليه‌السلام</w:t>
      </w:r>
      <w:r>
        <w:rPr>
          <w:rtl/>
          <w:lang w:bidi="fa-IR"/>
        </w:rPr>
        <w:t>": "المؤمن أخو المؤمن كالجسد الواحد إن اشتكى شيئاً منه وجد ألم ذلك في ساير جسده"</w:t>
      </w:r>
      <w:r w:rsidRPr="003B626A">
        <w:rPr>
          <w:rStyle w:val="libFootnotenumChar"/>
          <w:rtl/>
        </w:rPr>
        <w:t>(</w:t>
      </w:r>
      <w:r w:rsidR="001A7796">
        <w:rPr>
          <w:rStyle w:val="libFootnotenumChar"/>
          <w:rFonts w:hint="cs"/>
          <w:rtl/>
        </w:rPr>
        <w:t>2</w:t>
      </w:r>
      <w:r w:rsidRPr="003B626A">
        <w:rPr>
          <w:rStyle w:val="libFootnotenumChar"/>
          <w:rtl/>
        </w:rPr>
        <w:t>)</w:t>
      </w:r>
      <w:r>
        <w:rPr>
          <w:rtl/>
          <w:lang w:bidi="fa-IR"/>
        </w:rPr>
        <w:t>.</w:t>
      </w:r>
    </w:p>
    <w:p w14:paraId="645C89A9" w14:textId="77777777" w:rsidR="003B626A" w:rsidRDefault="007A3CB2" w:rsidP="007A3CB2">
      <w:pPr>
        <w:pStyle w:val="libNormal"/>
        <w:rPr>
          <w:lang w:bidi="fa-IR"/>
        </w:rPr>
      </w:pPr>
      <w:r>
        <w:rPr>
          <w:rtl/>
          <w:lang w:bidi="fa-IR"/>
        </w:rPr>
        <w:t>3</w:t>
      </w:r>
      <w:r w:rsidR="003B626A">
        <w:rPr>
          <w:rtl/>
          <w:lang w:bidi="fa-IR"/>
        </w:rPr>
        <w:t>-</w:t>
      </w:r>
      <w:r>
        <w:rPr>
          <w:rtl/>
          <w:lang w:bidi="fa-IR"/>
        </w:rPr>
        <w:t xml:space="preserve"> إحياء أمر أهل البيت "</w:t>
      </w:r>
      <w:r w:rsidR="00F83AC1" w:rsidRPr="00F83AC1">
        <w:rPr>
          <w:rStyle w:val="libAlaemChar"/>
          <w:rtl/>
        </w:rPr>
        <w:t>عليهم‌السلام</w:t>
      </w:r>
      <w:r>
        <w:rPr>
          <w:rtl/>
          <w:lang w:bidi="fa-IR"/>
        </w:rPr>
        <w:t>".</w:t>
      </w:r>
    </w:p>
    <w:p w14:paraId="4D19F288" w14:textId="77777777" w:rsidR="003B626A" w:rsidRDefault="007A3CB2" w:rsidP="001A7796">
      <w:pPr>
        <w:pStyle w:val="libNormal"/>
        <w:rPr>
          <w:lang w:bidi="fa-IR"/>
        </w:rPr>
      </w:pPr>
      <w:r>
        <w:rPr>
          <w:rtl/>
          <w:lang w:bidi="fa-IR"/>
        </w:rPr>
        <w:t>عن الكاظم "</w:t>
      </w:r>
      <w:r w:rsidR="003B626A" w:rsidRPr="003B626A">
        <w:rPr>
          <w:rStyle w:val="libAlaemChar"/>
          <w:rtl/>
        </w:rPr>
        <w:t>عليه‌السلام</w:t>
      </w:r>
      <w:r>
        <w:rPr>
          <w:rtl/>
          <w:lang w:bidi="fa-IR"/>
        </w:rPr>
        <w:t>": "تزاوروا فإن في زيارتكم إحياءً لقلوبكم وذكراً لأحاديثنا"</w:t>
      </w:r>
      <w:r w:rsidRPr="003B626A">
        <w:rPr>
          <w:rStyle w:val="libFootnotenumChar"/>
          <w:rtl/>
        </w:rPr>
        <w:t>(</w:t>
      </w:r>
      <w:r w:rsidR="001A7796">
        <w:rPr>
          <w:rStyle w:val="libFootnotenumChar"/>
          <w:rFonts w:hint="cs"/>
          <w:rtl/>
        </w:rPr>
        <w:t>3</w:t>
      </w:r>
      <w:r w:rsidRPr="003B626A">
        <w:rPr>
          <w:rStyle w:val="libFootnotenumChar"/>
          <w:rtl/>
        </w:rPr>
        <w:t>)</w:t>
      </w:r>
      <w:r>
        <w:rPr>
          <w:rtl/>
          <w:lang w:bidi="fa-IR"/>
        </w:rPr>
        <w:t>.</w:t>
      </w:r>
    </w:p>
    <w:p w14:paraId="777A38F3" w14:textId="77777777" w:rsidR="007A3CB2" w:rsidRDefault="007A3CB2" w:rsidP="007A3CB2">
      <w:pPr>
        <w:pStyle w:val="libNormal"/>
        <w:rPr>
          <w:lang w:bidi="fa-IR"/>
        </w:rPr>
      </w:pPr>
      <w:r>
        <w:rPr>
          <w:rtl/>
          <w:lang w:bidi="fa-IR"/>
        </w:rPr>
        <w:t>عن الصادق "</w:t>
      </w:r>
      <w:r w:rsidR="003B626A" w:rsidRPr="003B626A">
        <w:rPr>
          <w:rStyle w:val="libAlaemChar"/>
          <w:rtl/>
        </w:rPr>
        <w:t>عليه‌السلام</w:t>
      </w:r>
      <w:r>
        <w:rPr>
          <w:rtl/>
          <w:lang w:bidi="fa-IR"/>
        </w:rPr>
        <w:t>": "تجلسون وتتحدثون؟ قال نعم. قال إن تلك المجالس أحبُّها فاحيوا أمرنا يا فضيل يرحم الله من أحيى أمرنا".</w:t>
      </w:r>
    </w:p>
    <w:p w14:paraId="26E7B18C" w14:textId="77777777" w:rsidR="001A7796" w:rsidRDefault="001A7796" w:rsidP="001A7796">
      <w:pPr>
        <w:pStyle w:val="libLine"/>
        <w:rPr>
          <w:lang w:bidi="fa-IR"/>
        </w:rPr>
      </w:pPr>
      <w:r>
        <w:rPr>
          <w:rtl/>
          <w:lang w:bidi="fa-IR"/>
        </w:rPr>
        <w:t>____________________</w:t>
      </w:r>
    </w:p>
    <w:p w14:paraId="219317A9" w14:textId="77777777" w:rsidR="001A7796" w:rsidRDefault="001A7796" w:rsidP="001A7796">
      <w:pPr>
        <w:pStyle w:val="libFootnote0"/>
        <w:rPr>
          <w:lang w:bidi="fa-IR"/>
        </w:rPr>
      </w:pPr>
      <w:r>
        <w:rPr>
          <w:rFonts w:hint="cs"/>
          <w:rtl/>
          <w:lang w:bidi="fa-IR"/>
        </w:rPr>
        <w:t>1</w:t>
      </w:r>
      <w:r>
        <w:rPr>
          <w:rtl/>
          <w:lang w:bidi="fa-IR"/>
        </w:rPr>
        <w:t>- ميزان الحكمة 297</w:t>
      </w:r>
    </w:p>
    <w:p w14:paraId="22FF7308" w14:textId="77777777" w:rsidR="001A7796" w:rsidRDefault="001A7796" w:rsidP="001A7796">
      <w:pPr>
        <w:pStyle w:val="libFootnote0"/>
        <w:rPr>
          <w:lang w:bidi="fa-IR"/>
        </w:rPr>
      </w:pPr>
      <w:r>
        <w:rPr>
          <w:rFonts w:hint="cs"/>
          <w:rtl/>
          <w:lang w:bidi="fa-IR"/>
        </w:rPr>
        <w:t>2</w:t>
      </w:r>
      <w:r>
        <w:rPr>
          <w:rtl/>
          <w:lang w:bidi="fa-IR"/>
        </w:rPr>
        <w:t>- الساطعة، 344</w:t>
      </w:r>
    </w:p>
    <w:p w14:paraId="3CECBC12" w14:textId="77777777" w:rsidR="001A7796" w:rsidRDefault="001A7796" w:rsidP="001A7796">
      <w:pPr>
        <w:pStyle w:val="libFootnote0"/>
        <w:rPr>
          <w:lang w:bidi="fa-IR"/>
        </w:rPr>
      </w:pPr>
      <w:r>
        <w:rPr>
          <w:rFonts w:hint="cs"/>
          <w:rtl/>
          <w:lang w:bidi="fa-IR"/>
        </w:rPr>
        <w:t>3</w:t>
      </w:r>
      <w:r>
        <w:rPr>
          <w:rtl/>
          <w:lang w:bidi="fa-IR"/>
        </w:rPr>
        <w:t>- ميزان الحكمة 298</w:t>
      </w:r>
    </w:p>
    <w:p w14:paraId="60F7C0ED" w14:textId="77777777" w:rsidR="007A3CB2" w:rsidRDefault="003B626A" w:rsidP="007A3CB2">
      <w:pPr>
        <w:pStyle w:val="libNormal"/>
        <w:rPr>
          <w:lang w:bidi="fa-IR"/>
        </w:rPr>
      </w:pPr>
      <w:r>
        <w:rPr>
          <w:rtl/>
          <w:lang w:bidi="fa-IR"/>
        </w:rPr>
        <w:br w:type="page"/>
      </w:r>
    </w:p>
    <w:p w14:paraId="1BB11B64" w14:textId="77777777" w:rsidR="003B626A" w:rsidRDefault="007A3CB2" w:rsidP="001A7796">
      <w:pPr>
        <w:pStyle w:val="libBold1"/>
        <w:rPr>
          <w:lang w:bidi="fa-IR"/>
        </w:rPr>
      </w:pPr>
      <w:r>
        <w:rPr>
          <w:rtl/>
          <w:lang w:bidi="fa-IR"/>
        </w:rPr>
        <w:lastRenderedPageBreak/>
        <w:t>ج</w:t>
      </w:r>
      <w:r w:rsidR="003B626A">
        <w:rPr>
          <w:rtl/>
          <w:lang w:bidi="fa-IR"/>
        </w:rPr>
        <w:t>-</w:t>
      </w:r>
      <w:r>
        <w:rPr>
          <w:rtl/>
          <w:lang w:bidi="fa-IR"/>
        </w:rPr>
        <w:t xml:space="preserve"> زيارة الميت:</w:t>
      </w:r>
    </w:p>
    <w:p w14:paraId="74749641" w14:textId="77777777" w:rsidR="003B626A" w:rsidRDefault="007A3CB2" w:rsidP="001A7796">
      <w:pPr>
        <w:pStyle w:val="libNormal"/>
        <w:rPr>
          <w:lang w:bidi="fa-IR"/>
        </w:rPr>
      </w:pPr>
      <w:r>
        <w:rPr>
          <w:rtl/>
          <w:lang w:bidi="fa-IR"/>
        </w:rPr>
        <w:t>عن علي "</w:t>
      </w:r>
      <w:r w:rsidR="003B626A" w:rsidRPr="003B626A">
        <w:rPr>
          <w:rStyle w:val="libAlaemChar"/>
          <w:rtl/>
        </w:rPr>
        <w:t>عليه‌السلام</w:t>
      </w:r>
      <w:r>
        <w:rPr>
          <w:rtl/>
          <w:lang w:bidi="fa-IR"/>
        </w:rPr>
        <w:t xml:space="preserve">": "زوروا موتاكم فانهم يفرحون بزيارتكم وليطلب الرجل حاجته عند قبر أبيه وأمه بعدما يدعوا لهما" </w:t>
      </w:r>
      <w:r w:rsidRPr="003B626A">
        <w:rPr>
          <w:rStyle w:val="libFootnotenumChar"/>
          <w:rtl/>
        </w:rPr>
        <w:t>(</w:t>
      </w:r>
      <w:r w:rsidR="001A7796">
        <w:rPr>
          <w:rStyle w:val="libFootnotenumChar"/>
          <w:rFonts w:hint="cs"/>
          <w:rtl/>
        </w:rPr>
        <w:t>1</w:t>
      </w:r>
      <w:r w:rsidRPr="003B626A">
        <w:rPr>
          <w:rStyle w:val="libFootnotenumChar"/>
          <w:rtl/>
        </w:rPr>
        <w:t>)</w:t>
      </w:r>
      <w:r>
        <w:rPr>
          <w:rtl/>
          <w:lang w:bidi="fa-IR"/>
        </w:rPr>
        <w:t>.</w:t>
      </w:r>
    </w:p>
    <w:p w14:paraId="37B52E08" w14:textId="77777777" w:rsidR="007A3CB2" w:rsidRDefault="007A3CB2" w:rsidP="001A7796">
      <w:pPr>
        <w:pStyle w:val="libBold1"/>
        <w:rPr>
          <w:lang w:bidi="fa-IR"/>
        </w:rPr>
      </w:pPr>
      <w:r>
        <w:rPr>
          <w:rtl/>
          <w:lang w:bidi="fa-IR"/>
        </w:rPr>
        <w:t>هدف الزيارة:</w:t>
      </w:r>
    </w:p>
    <w:p w14:paraId="3CB3AA78" w14:textId="77777777" w:rsidR="007A3CB2" w:rsidRDefault="007A3CB2" w:rsidP="001A7796">
      <w:pPr>
        <w:pStyle w:val="libBold1"/>
        <w:rPr>
          <w:lang w:bidi="fa-IR"/>
        </w:rPr>
      </w:pPr>
      <w:r>
        <w:rPr>
          <w:rtl/>
          <w:lang w:bidi="fa-IR"/>
        </w:rPr>
        <w:t>1</w:t>
      </w:r>
      <w:r w:rsidR="003B626A">
        <w:rPr>
          <w:rtl/>
          <w:lang w:bidi="fa-IR"/>
        </w:rPr>
        <w:t>-</w:t>
      </w:r>
      <w:r>
        <w:rPr>
          <w:rtl/>
          <w:lang w:bidi="fa-IR"/>
        </w:rPr>
        <w:t xml:space="preserve"> نفع الميت:</w:t>
      </w:r>
    </w:p>
    <w:p w14:paraId="539F94F6" w14:textId="77777777" w:rsidR="003B626A" w:rsidRDefault="007A3CB2" w:rsidP="007A3CB2">
      <w:pPr>
        <w:pStyle w:val="libNormal"/>
        <w:rPr>
          <w:lang w:bidi="fa-IR"/>
        </w:rPr>
      </w:pPr>
      <w:r>
        <w:rPr>
          <w:rtl/>
          <w:lang w:bidi="fa-IR"/>
        </w:rPr>
        <w:t>عن داود الرقي: قلت لأبي عبد الله "</w:t>
      </w:r>
      <w:r w:rsidR="003B626A" w:rsidRPr="003B626A">
        <w:rPr>
          <w:rStyle w:val="libAlaemChar"/>
          <w:rtl/>
        </w:rPr>
        <w:t>عليه‌السلام</w:t>
      </w:r>
      <w:r>
        <w:rPr>
          <w:rtl/>
          <w:lang w:bidi="fa-IR"/>
        </w:rPr>
        <w:t>" يقوم الرجل على قبر أبيه وقريبه وغير قريب هل ينفعه ذلك؟</w:t>
      </w:r>
    </w:p>
    <w:p w14:paraId="2C227344" w14:textId="77777777" w:rsidR="003B626A" w:rsidRDefault="007A3CB2" w:rsidP="007A3CB2">
      <w:pPr>
        <w:pStyle w:val="libNormal"/>
        <w:rPr>
          <w:lang w:bidi="fa-IR"/>
        </w:rPr>
      </w:pPr>
      <w:r>
        <w:rPr>
          <w:rtl/>
          <w:lang w:bidi="fa-IR"/>
        </w:rPr>
        <w:t>قال "</w:t>
      </w:r>
      <w:r w:rsidR="003B626A" w:rsidRPr="003B626A">
        <w:rPr>
          <w:rStyle w:val="libAlaemChar"/>
          <w:rtl/>
        </w:rPr>
        <w:t>عليه‌السلام</w:t>
      </w:r>
      <w:r>
        <w:rPr>
          <w:rtl/>
          <w:lang w:bidi="fa-IR"/>
        </w:rPr>
        <w:t>": "نعم إن ذلك يُدخل عليه كما يُدخل على أحدكم الهدية يفرح بها".</w:t>
      </w:r>
    </w:p>
    <w:p w14:paraId="40ACBFA2" w14:textId="77777777" w:rsidR="007A3CB2" w:rsidRDefault="007A3CB2" w:rsidP="001A7796">
      <w:pPr>
        <w:pStyle w:val="libBold1"/>
        <w:rPr>
          <w:lang w:bidi="fa-IR"/>
        </w:rPr>
      </w:pPr>
      <w:r>
        <w:rPr>
          <w:rtl/>
          <w:lang w:bidi="fa-IR"/>
        </w:rPr>
        <w:t>2</w:t>
      </w:r>
      <w:r w:rsidR="003B626A">
        <w:rPr>
          <w:rtl/>
          <w:lang w:bidi="fa-IR"/>
        </w:rPr>
        <w:t>-</w:t>
      </w:r>
      <w:r>
        <w:rPr>
          <w:rtl/>
          <w:lang w:bidi="fa-IR"/>
        </w:rPr>
        <w:t xml:space="preserve"> نفع الحي:</w:t>
      </w:r>
    </w:p>
    <w:p w14:paraId="3E409214" w14:textId="77777777" w:rsidR="007A3CB2" w:rsidRDefault="007A3CB2" w:rsidP="007A3CB2">
      <w:pPr>
        <w:pStyle w:val="libNormal"/>
        <w:rPr>
          <w:lang w:bidi="fa-IR"/>
        </w:rPr>
      </w:pPr>
      <w:r>
        <w:rPr>
          <w:rtl/>
          <w:lang w:bidi="fa-IR"/>
        </w:rPr>
        <w:t>مرّ علي "</w:t>
      </w:r>
      <w:r w:rsidR="003B626A" w:rsidRPr="003B626A">
        <w:rPr>
          <w:rStyle w:val="libAlaemChar"/>
          <w:rtl/>
        </w:rPr>
        <w:t>عليه‌السلام</w:t>
      </w:r>
      <w:r>
        <w:rPr>
          <w:rtl/>
          <w:lang w:bidi="fa-IR"/>
        </w:rPr>
        <w:t>" على المقابر فقال: "السلام عليكم يا أهل القبور أنتم لنا سلف ونحن لكم خلف وإنّا إن شاء الله بكم لاحقون، أما المساكن فسكنت، وأما الأزواج فنكحت، وأما الأموال فقسمت هذا خبر ما عندنا فليت شعري ما خبر</w:t>
      </w:r>
    </w:p>
    <w:p w14:paraId="4E30D624" w14:textId="77777777" w:rsidR="001A7796" w:rsidRDefault="001A7796" w:rsidP="001A7796">
      <w:pPr>
        <w:pStyle w:val="libLine"/>
        <w:rPr>
          <w:lang w:bidi="fa-IR"/>
        </w:rPr>
      </w:pPr>
      <w:r>
        <w:rPr>
          <w:rtl/>
          <w:lang w:bidi="fa-IR"/>
        </w:rPr>
        <w:t>____________________</w:t>
      </w:r>
    </w:p>
    <w:p w14:paraId="42940ADB" w14:textId="77777777" w:rsidR="001A7796" w:rsidRDefault="001A7796" w:rsidP="001A7796">
      <w:pPr>
        <w:pStyle w:val="libFootnote0"/>
        <w:rPr>
          <w:lang w:bidi="fa-IR"/>
        </w:rPr>
      </w:pPr>
      <w:r>
        <w:rPr>
          <w:rFonts w:hint="cs"/>
          <w:rtl/>
          <w:lang w:bidi="fa-IR"/>
        </w:rPr>
        <w:t>1</w:t>
      </w:r>
      <w:r>
        <w:rPr>
          <w:rtl/>
          <w:lang w:bidi="fa-IR"/>
        </w:rPr>
        <w:t>- ميزان الحكمة 312</w:t>
      </w:r>
    </w:p>
    <w:p w14:paraId="44713CFD" w14:textId="77777777" w:rsidR="007A3CB2" w:rsidRDefault="003B626A" w:rsidP="007A3CB2">
      <w:pPr>
        <w:pStyle w:val="libNormal"/>
        <w:rPr>
          <w:lang w:bidi="fa-IR"/>
        </w:rPr>
      </w:pPr>
      <w:r>
        <w:rPr>
          <w:rtl/>
          <w:lang w:bidi="fa-IR"/>
        </w:rPr>
        <w:br w:type="page"/>
      </w:r>
    </w:p>
    <w:p w14:paraId="473D900C" w14:textId="77777777" w:rsidR="003B626A" w:rsidRDefault="007A3CB2" w:rsidP="001A7796">
      <w:pPr>
        <w:pStyle w:val="libNormal0"/>
        <w:rPr>
          <w:lang w:bidi="fa-IR"/>
        </w:rPr>
      </w:pPr>
      <w:r>
        <w:rPr>
          <w:rtl/>
          <w:lang w:bidi="fa-IR"/>
        </w:rPr>
        <w:lastRenderedPageBreak/>
        <w:t>من عندكم"، ثم قال "أما إنهم إن نطقوا لقالوا: وجدنا التقوى خير زاد".</w:t>
      </w:r>
    </w:p>
    <w:p w14:paraId="1FCC09E8" w14:textId="77777777" w:rsidR="003B626A" w:rsidRDefault="007A3CB2" w:rsidP="001A7796">
      <w:pPr>
        <w:pStyle w:val="libBold1"/>
        <w:rPr>
          <w:lang w:bidi="fa-IR"/>
        </w:rPr>
      </w:pPr>
      <w:r>
        <w:rPr>
          <w:rtl/>
          <w:lang w:bidi="fa-IR"/>
        </w:rPr>
        <w:t>د</w:t>
      </w:r>
      <w:r w:rsidR="003B626A">
        <w:rPr>
          <w:rtl/>
          <w:lang w:bidi="fa-IR"/>
        </w:rPr>
        <w:t>-</w:t>
      </w:r>
      <w:r>
        <w:rPr>
          <w:rtl/>
          <w:lang w:bidi="fa-IR"/>
        </w:rPr>
        <w:t xml:space="preserve"> زيارة النبي وأهل بيته "</w:t>
      </w:r>
      <w:r w:rsidR="001A7796" w:rsidRPr="001A7796">
        <w:rPr>
          <w:rStyle w:val="libAlaemChar"/>
          <w:rFonts w:eastAsiaTheme="minorHAnsi"/>
          <w:rtl/>
        </w:rPr>
        <w:t xml:space="preserve"> </w:t>
      </w:r>
      <w:r w:rsidR="001A7796" w:rsidRPr="009F65A7">
        <w:rPr>
          <w:rStyle w:val="libAlaemChar"/>
          <w:rFonts w:eastAsiaTheme="minorHAnsi"/>
          <w:rtl/>
        </w:rPr>
        <w:t>صلى‌الله‌عليه‌وآله</w:t>
      </w:r>
      <w:r w:rsidR="001A7796">
        <w:rPr>
          <w:rtl/>
          <w:lang w:bidi="fa-IR"/>
        </w:rPr>
        <w:t xml:space="preserve"> </w:t>
      </w:r>
      <w:r>
        <w:rPr>
          <w:rtl/>
          <w:lang w:bidi="fa-IR"/>
        </w:rPr>
        <w:t>":</w:t>
      </w:r>
    </w:p>
    <w:p w14:paraId="71A4D22F" w14:textId="77777777" w:rsidR="003B626A" w:rsidRDefault="007A3CB2" w:rsidP="001A7796">
      <w:pPr>
        <w:pStyle w:val="libNormal"/>
        <w:rPr>
          <w:lang w:bidi="fa-IR"/>
        </w:rPr>
      </w:pPr>
      <w:r>
        <w:rPr>
          <w:rtl/>
          <w:lang w:bidi="fa-IR"/>
        </w:rPr>
        <w:t>أخرج الكليني في الكافي والصدوق في من لا يحضره الفقيه وابن قو لويه في كامل الزيارة بأسانيدهم. عن رسول الله "</w:t>
      </w:r>
      <w:r w:rsidR="001A7796" w:rsidRPr="001A7796">
        <w:rPr>
          <w:rStyle w:val="libAlaemChar"/>
          <w:rFonts w:eastAsiaTheme="minorHAnsi"/>
          <w:rtl/>
        </w:rPr>
        <w:t xml:space="preserve"> </w:t>
      </w:r>
      <w:r w:rsidR="001A7796" w:rsidRPr="009F65A7">
        <w:rPr>
          <w:rStyle w:val="libAlaemChar"/>
          <w:rFonts w:eastAsiaTheme="minorHAnsi"/>
          <w:rtl/>
        </w:rPr>
        <w:t>صلى‌الله‌عليه‌وآله</w:t>
      </w:r>
      <w:r w:rsidR="001A7796">
        <w:rPr>
          <w:rtl/>
          <w:lang w:bidi="fa-IR"/>
        </w:rPr>
        <w:t xml:space="preserve"> </w:t>
      </w:r>
      <w:r>
        <w:rPr>
          <w:rtl/>
          <w:lang w:bidi="fa-IR"/>
        </w:rPr>
        <w:t>" أنه: "قال لعلي‏"</w:t>
      </w:r>
      <w:r w:rsidR="003B626A" w:rsidRPr="003B626A">
        <w:rPr>
          <w:rStyle w:val="libAlaemChar"/>
          <w:rtl/>
        </w:rPr>
        <w:t>عليه‌السلام</w:t>
      </w:r>
      <w:r>
        <w:rPr>
          <w:rtl/>
          <w:lang w:bidi="fa-IR"/>
        </w:rPr>
        <w:t>" يا علي من زارني في حياتي أو بعد مماتي أو زارك في حياتك أو بعد موتك أو زار ابنيك في حياتهما أو بعد موتهما ضمنت له يوم القيامة أن أخلِّصه من أهوالها وشدائدها حتى أصيِّره معي في درجتي".</w:t>
      </w:r>
    </w:p>
    <w:p w14:paraId="5B204B29" w14:textId="77777777" w:rsidR="003B626A" w:rsidRDefault="007A3CB2" w:rsidP="001A7796">
      <w:pPr>
        <w:pStyle w:val="libNormal"/>
        <w:rPr>
          <w:lang w:bidi="fa-IR"/>
        </w:rPr>
      </w:pPr>
      <w:r>
        <w:rPr>
          <w:rtl/>
          <w:lang w:bidi="fa-IR"/>
        </w:rPr>
        <w:t>وقال "</w:t>
      </w:r>
      <w:r w:rsidR="001A7796" w:rsidRPr="001A7796">
        <w:rPr>
          <w:rStyle w:val="libAlaemChar"/>
          <w:rFonts w:eastAsiaTheme="minorHAnsi"/>
          <w:rtl/>
        </w:rPr>
        <w:t xml:space="preserve"> </w:t>
      </w:r>
      <w:r w:rsidR="001A7796" w:rsidRPr="009F65A7">
        <w:rPr>
          <w:rStyle w:val="libAlaemChar"/>
          <w:rFonts w:eastAsiaTheme="minorHAnsi"/>
          <w:rtl/>
        </w:rPr>
        <w:t>صلى‌الله‌عليه‌وآله</w:t>
      </w:r>
      <w:r w:rsidR="001A7796">
        <w:rPr>
          <w:rtl/>
          <w:lang w:bidi="fa-IR"/>
        </w:rPr>
        <w:t xml:space="preserve"> </w:t>
      </w:r>
      <w:r>
        <w:rPr>
          <w:rtl/>
          <w:lang w:bidi="fa-IR"/>
        </w:rPr>
        <w:t>": "للحسن "</w:t>
      </w:r>
      <w:r w:rsidR="003B626A" w:rsidRPr="003B626A">
        <w:rPr>
          <w:rStyle w:val="libAlaemChar"/>
          <w:rtl/>
        </w:rPr>
        <w:t>عليه‌السلام</w:t>
      </w:r>
      <w:r>
        <w:rPr>
          <w:rtl/>
          <w:lang w:bidi="fa-IR"/>
        </w:rPr>
        <w:t>": يا بني من زارني حيّاً أو ميتاً أو زار أباك أو زار أخاك أو زارك كان حقّاً عليّ أن أزوره يوم القيامة فأخلصه ذنوبه".</w:t>
      </w:r>
    </w:p>
    <w:p w14:paraId="00F047EE" w14:textId="77777777" w:rsidR="007A3CB2" w:rsidRDefault="007A3CB2" w:rsidP="001A7796">
      <w:pPr>
        <w:pStyle w:val="libBold1"/>
        <w:rPr>
          <w:lang w:bidi="fa-IR"/>
        </w:rPr>
      </w:pPr>
      <w:r>
        <w:rPr>
          <w:rtl/>
          <w:lang w:bidi="fa-IR"/>
        </w:rPr>
        <w:t>شرط الزيارة:</w:t>
      </w:r>
    </w:p>
    <w:p w14:paraId="1D041562" w14:textId="77777777" w:rsidR="007A3CB2" w:rsidRDefault="007A3CB2" w:rsidP="001A7796">
      <w:pPr>
        <w:pStyle w:val="libBold1"/>
        <w:rPr>
          <w:lang w:bidi="fa-IR"/>
        </w:rPr>
      </w:pPr>
      <w:r>
        <w:rPr>
          <w:rtl/>
          <w:lang w:bidi="fa-IR"/>
        </w:rPr>
        <w:t>1</w:t>
      </w:r>
      <w:r w:rsidR="003B626A">
        <w:rPr>
          <w:rtl/>
          <w:lang w:bidi="fa-IR"/>
        </w:rPr>
        <w:t>-</w:t>
      </w:r>
      <w:r>
        <w:rPr>
          <w:rtl/>
          <w:lang w:bidi="fa-IR"/>
        </w:rPr>
        <w:t xml:space="preserve"> المعرفة:</w:t>
      </w:r>
    </w:p>
    <w:p w14:paraId="40B5129D" w14:textId="77777777" w:rsidR="007A3CB2" w:rsidRDefault="007A3CB2" w:rsidP="007A3CB2">
      <w:pPr>
        <w:pStyle w:val="libNormal"/>
        <w:rPr>
          <w:lang w:bidi="fa-IR"/>
        </w:rPr>
      </w:pPr>
      <w:r>
        <w:rPr>
          <w:rtl/>
          <w:lang w:bidi="fa-IR"/>
        </w:rPr>
        <w:t>عن الصادق "</w:t>
      </w:r>
      <w:r w:rsidR="003B626A" w:rsidRPr="003B626A">
        <w:rPr>
          <w:rStyle w:val="libAlaemChar"/>
          <w:rtl/>
        </w:rPr>
        <w:t>عليه‌السلام</w:t>
      </w:r>
      <w:r>
        <w:rPr>
          <w:rtl/>
          <w:lang w:bidi="fa-IR"/>
        </w:rPr>
        <w:t>": "من زار الحسين‏"</w:t>
      </w:r>
      <w:r w:rsidR="003B626A" w:rsidRPr="003B626A">
        <w:rPr>
          <w:rStyle w:val="libAlaemChar"/>
          <w:rtl/>
        </w:rPr>
        <w:t>عليه‌السلام</w:t>
      </w:r>
      <w:r>
        <w:rPr>
          <w:rtl/>
          <w:lang w:bidi="fa-IR"/>
        </w:rPr>
        <w:t>"</w:t>
      </w:r>
    </w:p>
    <w:p w14:paraId="7D97F759" w14:textId="77777777" w:rsidR="007A3CB2" w:rsidRDefault="003B626A" w:rsidP="007A3CB2">
      <w:pPr>
        <w:pStyle w:val="libNormal"/>
        <w:rPr>
          <w:lang w:bidi="fa-IR"/>
        </w:rPr>
      </w:pPr>
      <w:r>
        <w:rPr>
          <w:rtl/>
          <w:lang w:bidi="fa-IR"/>
        </w:rPr>
        <w:br w:type="page"/>
      </w:r>
    </w:p>
    <w:p w14:paraId="49F8FF7A" w14:textId="77777777" w:rsidR="003B626A" w:rsidRDefault="007A3CB2" w:rsidP="007A3CB2">
      <w:pPr>
        <w:pStyle w:val="libNormal"/>
        <w:rPr>
          <w:lang w:bidi="fa-IR"/>
        </w:rPr>
      </w:pPr>
      <w:r>
        <w:rPr>
          <w:rtl/>
          <w:lang w:bidi="fa-IR"/>
        </w:rPr>
        <w:lastRenderedPageBreak/>
        <w:t>عارفاً بحقِّه كتب الله له ثواب ألف حجة مقبولة وألف عمرة مقبولة وغفر له ما تقدّم من ذنبه وما تأخر".</w:t>
      </w:r>
    </w:p>
    <w:p w14:paraId="706DC5C2" w14:textId="77777777" w:rsidR="003B626A" w:rsidRDefault="007A3CB2" w:rsidP="007A3CB2">
      <w:pPr>
        <w:pStyle w:val="libNormal"/>
        <w:rPr>
          <w:lang w:bidi="fa-IR"/>
        </w:rPr>
      </w:pPr>
      <w:r>
        <w:rPr>
          <w:rtl/>
          <w:lang w:bidi="fa-IR"/>
        </w:rPr>
        <w:t>وعن الإمام الرضا "</w:t>
      </w:r>
      <w:r w:rsidR="003B626A" w:rsidRPr="003B626A">
        <w:rPr>
          <w:rStyle w:val="libAlaemChar"/>
          <w:rtl/>
        </w:rPr>
        <w:t>عليه‌السلام</w:t>
      </w:r>
      <w:r>
        <w:rPr>
          <w:rtl/>
          <w:lang w:bidi="fa-IR"/>
        </w:rPr>
        <w:t>": "ما زارني أحد من أوليائي عارفاً بحقي إلاّ تشفعّت فيه يوم القيامة".</w:t>
      </w:r>
    </w:p>
    <w:p w14:paraId="3E488688" w14:textId="77777777" w:rsidR="003B626A" w:rsidRDefault="007A3CB2" w:rsidP="001A7796">
      <w:pPr>
        <w:pStyle w:val="libBold1"/>
        <w:rPr>
          <w:lang w:bidi="fa-IR"/>
        </w:rPr>
      </w:pPr>
      <w:r>
        <w:rPr>
          <w:rtl/>
          <w:lang w:bidi="fa-IR"/>
        </w:rPr>
        <w:t>ه</w:t>
      </w:r>
      <w:r w:rsidR="003B626A">
        <w:rPr>
          <w:rtl/>
          <w:lang w:bidi="fa-IR"/>
        </w:rPr>
        <w:t>-</w:t>
      </w:r>
      <w:r>
        <w:rPr>
          <w:rtl/>
          <w:lang w:bidi="fa-IR"/>
        </w:rPr>
        <w:t xml:space="preserve"> تخصيص الله سبحانه لزيارة قبر الحسين‏"</w:t>
      </w:r>
      <w:r w:rsidR="003B626A" w:rsidRPr="003B626A">
        <w:rPr>
          <w:rStyle w:val="libAlaemChar"/>
          <w:rtl/>
        </w:rPr>
        <w:t>عليه‌السلام</w:t>
      </w:r>
      <w:r>
        <w:rPr>
          <w:rtl/>
          <w:lang w:bidi="fa-IR"/>
        </w:rPr>
        <w:t>":</w:t>
      </w:r>
    </w:p>
    <w:p w14:paraId="7F5DEE56" w14:textId="77777777" w:rsidR="003B626A" w:rsidRDefault="007A3CB2" w:rsidP="007A3CB2">
      <w:pPr>
        <w:pStyle w:val="libNormal"/>
        <w:rPr>
          <w:lang w:bidi="fa-IR"/>
        </w:rPr>
      </w:pPr>
      <w:r>
        <w:rPr>
          <w:rtl/>
          <w:lang w:bidi="fa-IR"/>
        </w:rPr>
        <w:t>ميّز الله تعالى زيارة قبر الحسين "</w:t>
      </w:r>
      <w:r w:rsidR="003B626A" w:rsidRPr="003B626A">
        <w:rPr>
          <w:rStyle w:val="libAlaemChar"/>
          <w:rtl/>
        </w:rPr>
        <w:t>عليه‌السلام</w:t>
      </w:r>
      <w:r>
        <w:rPr>
          <w:rtl/>
          <w:lang w:bidi="fa-IR"/>
        </w:rPr>
        <w:t>" كما ميّز تربته.</w:t>
      </w:r>
    </w:p>
    <w:p w14:paraId="518D5EC3" w14:textId="77777777" w:rsidR="003B626A" w:rsidRDefault="007A3CB2" w:rsidP="007A3CB2">
      <w:pPr>
        <w:pStyle w:val="libNormal"/>
        <w:rPr>
          <w:lang w:bidi="fa-IR"/>
        </w:rPr>
      </w:pPr>
      <w:r>
        <w:rPr>
          <w:rtl/>
          <w:lang w:bidi="fa-IR"/>
        </w:rPr>
        <w:t>وعن الصادق "</w:t>
      </w:r>
      <w:r w:rsidR="003B626A" w:rsidRPr="003B626A">
        <w:rPr>
          <w:rStyle w:val="libAlaemChar"/>
          <w:rtl/>
        </w:rPr>
        <w:t>عليه‌السلام</w:t>
      </w:r>
      <w:r>
        <w:rPr>
          <w:rtl/>
          <w:lang w:bidi="fa-IR"/>
        </w:rPr>
        <w:t>": "من لم يأتِ قبر الحسين‏"</w:t>
      </w:r>
      <w:r w:rsidR="003B626A" w:rsidRPr="003B626A">
        <w:rPr>
          <w:rStyle w:val="libAlaemChar"/>
          <w:rtl/>
        </w:rPr>
        <w:t>عليه‌السلام</w:t>
      </w:r>
      <w:r>
        <w:rPr>
          <w:rtl/>
          <w:lang w:bidi="fa-IR"/>
        </w:rPr>
        <w:t>" حتى يموت كان منتقص الدين، منتقص الإيمان، وإن أدخل الجنة كان دون المؤمنين في الجنة".</w:t>
      </w:r>
    </w:p>
    <w:p w14:paraId="3779530E" w14:textId="77777777" w:rsidR="007A3CB2" w:rsidRDefault="007A3CB2" w:rsidP="007A3CB2">
      <w:pPr>
        <w:pStyle w:val="libNormal"/>
        <w:rPr>
          <w:lang w:bidi="fa-IR"/>
        </w:rPr>
      </w:pPr>
      <w:r>
        <w:rPr>
          <w:rtl/>
          <w:lang w:bidi="fa-IR"/>
        </w:rPr>
        <w:t>عن الصادق "</w:t>
      </w:r>
      <w:r w:rsidR="003B626A" w:rsidRPr="003B626A">
        <w:rPr>
          <w:rStyle w:val="libAlaemChar"/>
          <w:rtl/>
        </w:rPr>
        <w:t>عليه‌السلام</w:t>
      </w:r>
      <w:r>
        <w:rPr>
          <w:rtl/>
          <w:lang w:bidi="fa-IR"/>
        </w:rPr>
        <w:t>": "إن الله تبارك وتعالى يتجلّى لزوار قبر الحسين "</w:t>
      </w:r>
      <w:r w:rsidR="003B626A" w:rsidRPr="003B626A">
        <w:rPr>
          <w:rStyle w:val="libAlaemChar"/>
          <w:rtl/>
        </w:rPr>
        <w:t>عليه‌السلام</w:t>
      </w:r>
      <w:r>
        <w:rPr>
          <w:rtl/>
          <w:lang w:bidi="fa-IR"/>
        </w:rPr>
        <w:t>" صلوات الله عليه قبل أهل عرفات ويقضي حوائجهم ويغفر ذنوبهم ويشفعّهم في مسائلهم ثم يثني بأهل عرفات فيفعل ذلك بهم".</w:t>
      </w:r>
    </w:p>
    <w:p w14:paraId="44740F5C" w14:textId="77777777" w:rsidR="007A3CB2" w:rsidRDefault="003B626A" w:rsidP="007A3CB2">
      <w:pPr>
        <w:pStyle w:val="libNormal"/>
        <w:rPr>
          <w:lang w:bidi="fa-IR"/>
        </w:rPr>
      </w:pPr>
      <w:r>
        <w:rPr>
          <w:rtl/>
          <w:lang w:bidi="fa-IR"/>
        </w:rPr>
        <w:br w:type="page"/>
      </w:r>
    </w:p>
    <w:p w14:paraId="337E1D01" w14:textId="77777777" w:rsidR="003B626A" w:rsidRDefault="007A3CB2" w:rsidP="007A3CB2">
      <w:pPr>
        <w:pStyle w:val="libNormal"/>
        <w:rPr>
          <w:lang w:bidi="fa-IR"/>
        </w:rPr>
      </w:pPr>
      <w:r>
        <w:rPr>
          <w:rtl/>
          <w:lang w:bidi="fa-IR"/>
        </w:rPr>
        <w:lastRenderedPageBreak/>
        <w:t>عن معاوية بن وهب سمع الصادق "</w:t>
      </w:r>
      <w:r w:rsidR="003B626A" w:rsidRPr="003B626A">
        <w:rPr>
          <w:rStyle w:val="libAlaemChar"/>
          <w:rtl/>
        </w:rPr>
        <w:t>عليه‌السلام</w:t>
      </w:r>
      <w:r>
        <w:rPr>
          <w:rtl/>
          <w:lang w:bidi="fa-IR"/>
        </w:rPr>
        <w:t>" يناجي ربّه: "اللّهم يا من خصّنا بالكرامة ووعدنا بالشفاعة وخصّنا بالوصية أعطانا على ما مضى وما بقي، وجعل أفئدة من الناس تهوي إلينا اغفر لي و لأخواني وزوار قبر أبي الحسين الذين أنفقوا أموالهم واشخصوا أبدانهم رغبة في برّنا ورجاء لما عندك في صلتنا وسروراً أدخلوه على نبيك اللهم إن أعداءنا عابوا عليهم خروجهم فلم ينههم ذلك عن الشخوص إلينا خلافاً منهم على من خالفنا فارحم تلك الوجوه التي غيّرتها الشمس وارحم تلك الوجوه التي تتقلب على حضرة أبي عبد الله... اللهم أني أستودعك تلك الأنفس والأبدان حتى نوافيهم على الحوض يوم العطش".</w:t>
      </w:r>
    </w:p>
    <w:p w14:paraId="082B8E60" w14:textId="77777777" w:rsidR="007A3CB2" w:rsidRDefault="007A3CB2" w:rsidP="001A7796">
      <w:pPr>
        <w:pStyle w:val="libBold1"/>
        <w:rPr>
          <w:lang w:bidi="fa-IR"/>
        </w:rPr>
      </w:pPr>
      <w:r>
        <w:rPr>
          <w:rtl/>
          <w:lang w:bidi="fa-IR"/>
        </w:rPr>
        <w:t>فلسفة الزيارة:</w:t>
      </w:r>
    </w:p>
    <w:p w14:paraId="0A01B8A5" w14:textId="77777777" w:rsidR="007A3CB2" w:rsidRDefault="007A3CB2" w:rsidP="007A3CB2">
      <w:pPr>
        <w:pStyle w:val="libNormal"/>
        <w:rPr>
          <w:lang w:bidi="fa-IR"/>
        </w:rPr>
      </w:pPr>
      <w:r>
        <w:rPr>
          <w:rtl/>
          <w:lang w:bidi="fa-IR"/>
        </w:rPr>
        <w:t>يمكن اختصار فلسفة الزيارة بتحصيل الطهارة والطهر تبدأ بطهارة الجسد الغسل. ثم طهارة النفس، طهارة العائلة، طهارة المجتمع</w:t>
      </w:r>
    </w:p>
    <w:p w14:paraId="7F153527" w14:textId="77777777" w:rsidR="007A3CB2" w:rsidRDefault="003B626A" w:rsidP="007A3CB2">
      <w:pPr>
        <w:pStyle w:val="libNormal"/>
        <w:rPr>
          <w:lang w:bidi="fa-IR"/>
        </w:rPr>
      </w:pPr>
      <w:r>
        <w:rPr>
          <w:rtl/>
          <w:lang w:bidi="fa-IR"/>
        </w:rPr>
        <w:br w:type="page"/>
      </w:r>
    </w:p>
    <w:p w14:paraId="6BA5279B" w14:textId="77777777" w:rsidR="003B626A" w:rsidRDefault="007A3CB2" w:rsidP="001A7796">
      <w:pPr>
        <w:pStyle w:val="libNormal0"/>
        <w:rPr>
          <w:lang w:bidi="fa-IR"/>
        </w:rPr>
      </w:pPr>
      <w:r>
        <w:rPr>
          <w:rtl/>
          <w:lang w:bidi="fa-IR"/>
        </w:rPr>
        <w:lastRenderedPageBreak/>
        <w:t>"أشهد أنك طهر طاهر مطهر من طهر طاهر مطهر طهرت وطهرت بك البلاد وطهرت أر أنت بها وطهر حرمك".</w:t>
      </w:r>
    </w:p>
    <w:p w14:paraId="39ED4AB0" w14:textId="77777777" w:rsidR="007A3CB2" w:rsidRDefault="007A3CB2" w:rsidP="001A7796">
      <w:pPr>
        <w:pStyle w:val="libBold1"/>
        <w:rPr>
          <w:lang w:bidi="fa-IR"/>
        </w:rPr>
      </w:pPr>
      <w:r>
        <w:rPr>
          <w:rtl/>
          <w:lang w:bidi="fa-IR"/>
        </w:rPr>
        <w:t>المصيبة:</w:t>
      </w:r>
    </w:p>
    <w:p w14:paraId="5F5712A2" w14:textId="77777777" w:rsidR="003B626A" w:rsidRDefault="003B626A" w:rsidP="007A3CB2">
      <w:pPr>
        <w:pStyle w:val="libNormal"/>
        <w:rPr>
          <w:lang w:bidi="fa-IR"/>
        </w:rPr>
      </w:pPr>
      <w:r>
        <w:rPr>
          <w:rtl/>
          <w:lang w:bidi="fa-IR"/>
        </w:rPr>
        <w:t>-</w:t>
      </w:r>
      <w:r w:rsidR="007A3CB2">
        <w:rPr>
          <w:rtl/>
          <w:lang w:bidi="fa-IR"/>
        </w:rPr>
        <w:t>النزول إلى كربلاء.</w:t>
      </w:r>
    </w:p>
    <w:p w14:paraId="2A72C2BF" w14:textId="77777777" w:rsidR="003B626A" w:rsidRDefault="003B626A" w:rsidP="007A3CB2">
      <w:pPr>
        <w:pStyle w:val="libNormal"/>
        <w:rPr>
          <w:lang w:bidi="fa-IR"/>
        </w:rPr>
      </w:pPr>
      <w:r>
        <w:rPr>
          <w:rtl/>
          <w:lang w:bidi="fa-IR"/>
        </w:rPr>
        <w:t>-</w:t>
      </w:r>
      <w:r w:rsidR="007A3CB2">
        <w:rPr>
          <w:rtl/>
          <w:lang w:bidi="fa-IR"/>
        </w:rPr>
        <w:t>شهادة الحرّ.</w:t>
      </w:r>
    </w:p>
    <w:p w14:paraId="0FA5D076" w14:textId="77777777" w:rsidR="007A3CB2" w:rsidRDefault="003B626A" w:rsidP="007A3CB2">
      <w:pPr>
        <w:pStyle w:val="libNormal"/>
        <w:rPr>
          <w:lang w:bidi="fa-IR"/>
        </w:rPr>
      </w:pPr>
      <w:r>
        <w:rPr>
          <w:rtl/>
          <w:lang w:bidi="fa-IR"/>
        </w:rPr>
        <w:t>-</w:t>
      </w:r>
      <w:r w:rsidR="007A3CB2">
        <w:rPr>
          <w:rtl/>
          <w:lang w:bidi="fa-IR"/>
        </w:rPr>
        <w:t>القصية الختامية من وحي ذلك.</w:t>
      </w:r>
    </w:p>
    <w:p w14:paraId="673B05BF" w14:textId="77777777" w:rsidR="007A3CB2" w:rsidRDefault="003B626A" w:rsidP="007A3CB2">
      <w:pPr>
        <w:pStyle w:val="libNormal"/>
        <w:rPr>
          <w:lang w:bidi="fa-IR"/>
        </w:rPr>
      </w:pPr>
      <w:r>
        <w:rPr>
          <w:rtl/>
          <w:lang w:bidi="fa-IR"/>
        </w:rPr>
        <w:br w:type="page"/>
      </w:r>
    </w:p>
    <w:p w14:paraId="5E586A25" w14:textId="77777777" w:rsidR="001A7796" w:rsidRDefault="001A7796" w:rsidP="001A7796">
      <w:pPr>
        <w:pStyle w:val="libNormal"/>
        <w:rPr>
          <w:lang w:bidi="fa-IR"/>
        </w:rPr>
      </w:pPr>
      <w:r>
        <w:rPr>
          <w:rtl/>
          <w:lang w:bidi="fa-IR"/>
        </w:rPr>
        <w:lastRenderedPageBreak/>
        <w:br w:type="page"/>
      </w:r>
    </w:p>
    <w:p w14:paraId="00ECEDA7" w14:textId="77777777" w:rsidR="007A3CB2" w:rsidRDefault="007A3CB2" w:rsidP="001A7796">
      <w:pPr>
        <w:pStyle w:val="Heading2Center"/>
        <w:rPr>
          <w:lang w:bidi="fa-IR"/>
        </w:rPr>
      </w:pPr>
      <w:bookmarkStart w:id="18" w:name="_Toc12609727"/>
      <w:r>
        <w:rPr>
          <w:rtl/>
          <w:lang w:bidi="fa-IR"/>
        </w:rPr>
        <w:lastRenderedPageBreak/>
        <w:t>الليلة الخامسة</w:t>
      </w:r>
      <w:bookmarkEnd w:id="18"/>
    </w:p>
    <w:p w14:paraId="1C65DBD6" w14:textId="77777777" w:rsidR="007A3CB2" w:rsidRDefault="007A3CB2" w:rsidP="001A7796">
      <w:pPr>
        <w:pStyle w:val="libBold1"/>
        <w:rPr>
          <w:lang w:bidi="fa-IR"/>
        </w:rPr>
      </w:pPr>
      <w:r>
        <w:rPr>
          <w:rtl/>
          <w:lang w:bidi="fa-IR"/>
        </w:rPr>
        <w:t>عنوان المحاضرة:</w:t>
      </w:r>
    </w:p>
    <w:p w14:paraId="0AAF751E" w14:textId="77777777" w:rsidR="007A3CB2" w:rsidRDefault="007A3CB2" w:rsidP="001A7796">
      <w:pPr>
        <w:pStyle w:val="libCenterBold1"/>
        <w:rPr>
          <w:lang w:bidi="fa-IR"/>
        </w:rPr>
      </w:pPr>
      <w:r>
        <w:rPr>
          <w:rtl/>
          <w:lang w:bidi="fa-IR"/>
        </w:rPr>
        <w:t>حول مسلم بن عقيل "</w:t>
      </w:r>
      <w:r w:rsidR="003B626A" w:rsidRPr="003B626A">
        <w:rPr>
          <w:rStyle w:val="libAlaemChar"/>
          <w:rtl/>
        </w:rPr>
        <w:t>عليه‌السلام</w:t>
      </w:r>
      <w:r>
        <w:rPr>
          <w:rtl/>
          <w:lang w:bidi="fa-IR"/>
        </w:rPr>
        <w:t>"</w:t>
      </w:r>
    </w:p>
    <w:p w14:paraId="082CACBF" w14:textId="77777777" w:rsidR="007A3CB2" w:rsidRDefault="007A3CB2" w:rsidP="001A7796">
      <w:pPr>
        <w:pStyle w:val="libBold1"/>
        <w:rPr>
          <w:lang w:bidi="fa-IR"/>
        </w:rPr>
      </w:pPr>
      <w:r>
        <w:rPr>
          <w:rtl/>
          <w:lang w:bidi="fa-IR"/>
        </w:rPr>
        <w:t>الموعظة:</w:t>
      </w:r>
    </w:p>
    <w:p w14:paraId="34EBD6FE" w14:textId="77777777" w:rsidR="007A3CB2" w:rsidRDefault="007A3CB2" w:rsidP="001A7796">
      <w:pPr>
        <w:pStyle w:val="libBold1"/>
        <w:rPr>
          <w:lang w:bidi="fa-IR"/>
        </w:rPr>
      </w:pPr>
      <w:r>
        <w:rPr>
          <w:rtl/>
          <w:lang w:bidi="fa-IR"/>
        </w:rPr>
        <w:t>إقامة الصلاة</w:t>
      </w:r>
    </w:p>
    <w:p w14:paraId="56A3A7ED" w14:textId="77777777" w:rsidR="007A3CB2" w:rsidRDefault="007A3CB2" w:rsidP="001A7796">
      <w:pPr>
        <w:pStyle w:val="libBold1"/>
        <w:rPr>
          <w:lang w:bidi="fa-IR"/>
        </w:rPr>
      </w:pPr>
      <w:r>
        <w:rPr>
          <w:rtl/>
          <w:lang w:bidi="fa-IR"/>
        </w:rPr>
        <w:t>الهدف:</w:t>
      </w:r>
    </w:p>
    <w:p w14:paraId="5F6E0287" w14:textId="77777777" w:rsidR="003B626A" w:rsidRDefault="003B626A" w:rsidP="007A3CB2">
      <w:pPr>
        <w:pStyle w:val="libNormal"/>
        <w:rPr>
          <w:lang w:bidi="fa-IR"/>
        </w:rPr>
      </w:pPr>
      <w:r>
        <w:rPr>
          <w:rtl/>
          <w:lang w:bidi="fa-IR"/>
        </w:rPr>
        <w:t>-</w:t>
      </w:r>
      <w:r w:rsidR="007A3CB2">
        <w:rPr>
          <w:rtl/>
          <w:lang w:bidi="fa-IR"/>
        </w:rPr>
        <w:t xml:space="preserve"> بيان أهمية إقامة الصلاة.</w:t>
      </w:r>
    </w:p>
    <w:p w14:paraId="1A63EBE2" w14:textId="77777777" w:rsidR="003B626A" w:rsidRDefault="003B626A" w:rsidP="007A3CB2">
      <w:pPr>
        <w:pStyle w:val="libNormal"/>
        <w:rPr>
          <w:lang w:bidi="fa-IR"/>
        </w:rPr>
      </w:pPr>
      <w:r>
        <w:rPr>
          <w:rtl/>
          <w:lang w:bidi="fa-IR"/>
        </w:rPr>
        <w:t>-</w:t>
      </w:r>
      <w:r w:rsidR="007A3CB2">
        <w:rPr>
          <w:rtl/>
          <w:lang w:bidi="fa-IR"/>
        </w:rPr>
        <w:t xml:space="preserve"> تحفيز غير المصلين إلى الصلاة.</w:t>
      </w:r>
    </w:p>
    <w:p w14:paraId="065CF3BA" w14:textId="77777777" w:rsidR="007A3CB2" w:rsidRDefault="007A3CB2" w:rsidP="001A7796">
      <w:pPr>
        <w:pStyle w:val="libBold1"/>
        <w:rPr>
          <w:lang w:bidi="fa-IR"/>
        </w:rPr>
      </w:pPr>
      <w:r>
        <w:rPr>
          <w:rtl/>
          <w:lang w:bidi="fa-IR"/>
        </w:rPr>
        <w:t>تصدير الموضوع:</w:t>
      </w:r>
    </w:p>
    <w:p w14:paraId="36FEEA02" w14:textId="77777777" w:rsidR="003B626A" w:rsidRDefault="007A3CB2" w:rsidP="007A3CB2">
      <w:pPr>
        <w:pStyle w:val="libNormal"/>
        <w:rPr>
          <w:lang w:bidi="fa-IR"/>
        </w:rPr>
      </w:pPr>
      <w:r>
        <w:rPr>
          <w:rtl/>
          <w:lang w:bidi="fa-IR"/>
        </w:rPr>
        <w:t>أشهد أنك قد أقمت الصلاة..</w:t>
      </w:r>
    </w:p>
    <w:p w14:paraId="6C64147B" w14:textId="77777777" w:rsidR="007A3CB2" w:rsidRDefault="007A3CB2" w:rsidP="001A7796">
      <w:pPr>
        <w:pStyle w:val="libBold1"/>
        <w:rPr>
          <w:lang w:bidi="fa-IR"/>
        </w:rPr>
      </w:pPr>
      <w:r>
        <w:rPr>
          <w:rtl/>
          <w:lang w:bidi="fa-IR"/>
        </w:rPr>
        <w:t>محاور الموضوع:</w:t>
      </w:r>
    </w:p>
    <w:p w14:paraId="5672B702" w14:textId="77777777" w:rsidR="003B626A" w:rsidRDefault="007A3CB2" w:rsidP="001A7796">
      <w:pPr>
        <w:pStyle w:val="libBold1"/>
        <w:rPr>
          <w:lang w:bidi="fa-IR"/>
        </w:rPr>
      </w:pPr>
      <w:r>
        <w:rPr>
          <w:rtl/>
          <w:lang w:bidi="fa-IR"/>
        </w:rPr>
        <w:t>أ</w:t>
      </w:r>
      <w:r w:rsidR="003B626A">
        <w:rPr>
          <w:rtl/>
          <w:lang w:bidi="fa-IR"/>
        </w:rPr>
        <w:t>-</w:t>
      </w:r>
      <w:r>
        <w:rPr>
          <w:rtl/>
          <w:lang w:bidi="fa-IR"/>
        </w:rPr>
        <w:t xml:space="preserve"> مكانة الصلاة في الإسلام:</w:t>
      </w:r>
    </w:p>
    <w:p w14:paraId="09E3992D" w14:textId="77777777" w:rsidR="003B626A" w:rsidRDefault="007A3CB2" w:rsidP="001A7796">
      <w:pPr>
        <w:pStyle w:val="libNormal"/>
        <w:rPr>
          <w:lang w:bidi="fa-IR"/>
        </w:rPr>
      </w:pPr>
      <w:r>
        <w:rPr>
          <w:rtl/>
          <w:lang w:bidi="fa-IR"/>
        </w:rPr>
        <w:t>عن النبي "</w:t>
      </w:r>
      <w:r w:rsidR="001A7796" w:rsidRPr="001A7796">
        <w:rPr>
          <w:rStyle w:val="libAlaemChar"/>
          <w:rFonts w:eastAsiaTheme="minorHAnsi"/>
          <w:rtl/>
        </w:rPr>
        <w:t xml:space="preserve"> </w:t>
      </w:r>
      <w:r w:rsidR="001A7796" w:rsidRPr="009F65A7">
        <w:rPr>
          <w:rStyle w:val="libAlaemChar"/>
          <w:rFonts w:eastAsiaTheme="minorHAnsi"/>
          <w:rtl/>
        </w:rPr>
        <w:t>صلى‌الله‌عليه‌وآله</w:t>
      </w:r>
      <w:r w:rsidR="001A7796">
        <w:rPr>
          <w:rtl/>
          <w:lang w:bidi="fa-IR"/>
        </w:rPr>
        <w:t xml:space="preserve"> </w:t>
      </w:r>
      <w:r>
        <w:rPr>
          <w:rtl/>
          <w:lang w:bidi="fa-IR"/>
        </w:rPr>
        <w:t>": "لكل شي‏ء وجه ووجه دينكم الصلاة، فلا يشينن أحدهم وجه دينه".</w:t>
      </w:r>
    </w:p>
    <w:p w14:paraId="7B7817D4" w14:textId="77777777" w:rsidR="003B626A" w:rsidRDefault="007A3CB2" w:rsidP="001A7796">
      <w:pPr>
        <w:pStyle w:val="libNormal"/>
        <w:rPr>
          <w:lang w:bidi="fa-IR"/>
        </w:rPr>
      </w:pPr>
      <w:r>
        <w:rPr>
          <w:rtl/>
          <w:lang w:bidi="fa-IR"/>
        </w:rPr>
        <w:t>وعنه "</w:t>
      </w:r>
      <w:r w:rsidR="001A7796" w:rsidRPr="001A7796">
        <w:rPr>
          <w:rStyle w:val="libAlaemChar"/>
          <w:rFonts w:eastAsiaTheme="minorHAnsi"/>
          <w:rtl/>
        </w:rPr>
        <w:t xml:space="preserve"> </w:t>
      </w:r>
      <w:r w:rsidR="001A7796" w:rsidRPr="009F65A7">
        <w:rPr>
          <w:rStyle w:val="libAlaemChar"/>
          <w:rFonts w:eastAsiaTheme="minorHAnsi"/>
          <w:rtl/>
        </w:rPr>
        <w:t>صلى‌الله‌عليه‌وآله</w:t>
      </w:r>
      <w:r w:rsidR="001A7796">
        <w:rPr>
          <w:rtl/>
          <w:lang w:bidi="fa-IR"/>
        </w:rPr>
        <w:t xml:space="preserve"> </w:t>
      </w:r>
      <w:r>
        <w:rPr>
          <w:rtl/>
          <w:lang w:bidi="fa-IR"/>
        </w:rPr>
        <w:t>": "ليكن أكثر همك الصلاة، فإنها رأس الإسلام بعد الإقرار بالدين".</w:t>
      </w:r>
    </w:p>
    <w:p w14:paraId="493720F8" w14:textId="77777777" w:rsidR="007A3CB2" w:rsidRDefault="007A3CB2" w:rsidP="007A3CB2">
      <w:pPr>
        <w:pStyle w:val="libNormal"/>
        <w:rPr>
          <w:lang w:bidi="fa-IR"/>
        </w:rPr>
      </w:pPr>
      <w:r>
        <w:rPr>
          <w:rtl/>
          <w:lang w:bidi="fa-IR"/>
        </w:rPr>
        <w:t>عن الإمام الصادق "</w:t>
      </w:r>
      <w:r w:rsidR="003B626A" w:rsidRPr="003B626A">
        <w:rPr>
          <w:rStyle w:val="libAlaemChar"/>
          <w:rtl/>
        </w:rPr>
        <w:t>عليه‌السلام</w:t>
      </w:r>
      <w:r>
        <w:rPr>
          <w:rtl/>
          <w:lang w:bidi="fa-IR"/>
        </w:rPr>
        <w:t>": "أحب الأعمال إلى الله عز وجل الصلاة وهي آخر وصايا الأنبياء".</w:t>
      </w:r>
    </w:p>
    <w:p w14:paraId="62F894CC" w14:textId="77777777" w:rsidR="007A3CB2" w:rsidRDefault="003B626A" w:rsidP="007A3CB2">
      <w:pPr>
        <w:pStyle w:val="libNormal"/>
        <w:rPr>
          <w:lang w:bidi="fa-IR"/>
        </w:rPr>
      </w:pPr>
      <w:r>
        <w:rPr>
          <w:rtl/>
          <w:lang w:bidi="fa-IR"/>
        </w:rPr>
        <w:br w:type="page"/>
      </w:r>
    </w:p>
    <w:p w14:paraId="7571339E" w14:textId="77777777" w:rsidR="003B626A" w:rsidRDefault="007A3CB2" w:rsidP="001A7796">
      <w:pPr>
        <w:pStyle w:val="libBold1"/>
        <w:rPr>
          <w:lang w:bidi="fa-IR"/>
        </w:rPr>
      </w:pPr>
      <w:r>
        <w:rPr>
          <w:rtl/>
          <w:lang w:bidi="fa-IR"/>
        </w:rPr>
        <w:lastRenderedPageBreak/>
        <w:t>ب</w:t>
      </w:r>
      <w:r w:rsidR="003B626A">
        <w:rPr>
          <w:rtl/>
          <w:lang w:bidi="fa-IR"/>
        </w:rPr>
        <w:t>-</w:t>
      </w:r>
      <w:r>
        <w:rPr>
          <w:rtl/>
          <w:lang w:bidi="fa-IR"/>
        </w:rPr>
        <w:t xml:space="preserve"> ثواب الصلاة:</w:t>
      </w:r>
    </w:p>
    <w:p w14:paraId="12D6289E" w14:textId="77777777" w:rsidR="003B626A" w:rsidRDefault="007A3CB2" w:rsidP="001A7796">
      <w:pPr>
        <w:pStyle w:val="libNormal"/>
        <w:rPr>
          <w:lang w:bidi="fa-IR"/>
        </w:rPr>
      </w:pPr>
      <w:r>
        <w:rPr>
          <w:rtl/>
          <w:lang w:bidi="fa-IR"/>
        </w:rPr>
        <w:t>عن سلمان (رضوان الله تعالى عليه) كنت مع رسول الله "</w:t>
      </w:r>
      <w:r w:rsidR="001A7796" w:rsidRPr="001A7796">
        <w:rPr>
          <w:rStyle w:val="libAlaemChar"/>
          <w:rFonts w:eastAsiaTheme="minorHAnsi"/>
          <w:rtl/>
        </w:rPr>
        <w:t xml:space="preserve"> </w:t>
      </w:r>
      <w:r w:rsidR="001A7796" w:rsidRPr="009F65A7">
        <w:rPr>
          <w:rStyle w:val="libAlaemChar"/>
          <w:rFonts w:eastAsiaTheme="minorHAnsi"/>
          <w:rtl/>
        </w:rPr>
        <w:t>صلى‌الله‌عليه‌وآله</w:t>
      </w:r>
      <w:r w:rsidR="001A7796">
        <w:rPr>
          <w:rtl/>
          <w:lang w:bidi="fa-IR"/>
        </w:rPr>
        <w:t xml:space="preserve"> </w:t>
      </w:r>
      <w:r>
        <w:rPr>
          <w:rtl/>
          <w:lang w:bidi="fa-IR"/>
        </w:rPr>
        <w:t>" في ظل شجرة، فأخذ غصناً منها، فنفضه فتساقط ورقه، فقال: "ألا تسألوني عن ما صنعت؟!".</w:t>
      </w:r>
    </w:p>
    <w:p w14:paraId="3CE0DE62" w14:textId="77777777" w:rsidR="003B626A" w:rsidRDefault="007A3CB2" w:rsidP="001A7796">
      <w:pPr>
        <w:pStyle w:val="libNormal"/>
        <w:rPr>
          <w:lang w:bidi="fa-IR"/>
        </w:rPr>
      </w:pPr>
      <w:r>
        <w:rPr>
          <w:rtl/>
          <w:lang w:bidi="fa-IR"/>
        </w:rPr>
        <w:t>فقال "</w:t>
      </w:r>
      <w:r w:rsidR="001A7796" w:rsidRPr="001A7796">
        <w:rPr>
          <w:rStyle w:val="libAlaemChar"/>
          <w:rFonts w:eastAsiaTheme="minorHAnsi"/>
          <w:rtl/>
        </w:rPr>
        <w:t xml:space="preserve"> </w:t>
      </w:r>
      <w:r w:rsidR="001A7796" w:rsidRPr="009F65A7">
        <w:rPr>
          <w:rStyle w:val="libAlaemChar"/>
          <w:rFonts w:eastAsiaTheme="minorHAnsi"/>
          <w:rtl/>
        </w:rPr>
        <w:t>صلى‌الله‌عليه‌وآله</w:t>
      </w:r>
      <w:r w:rsidR="001A7796">
        <w:rPr>
          <w:rtl/>
          <w:lang w:bidi="fa-IR"/>
        </w:rPr>
        <w:t xml:space="preserve"> </w:t>
      </w:r>
      <w:r>
        <w:rPr>
          <w:rtl/>
          <w:lang w:bidi="fa-IR"/>
        </w:rPr>
        <w:t>": "إن العبد إذا قام إلى الصلاة تحاتت عنه خطاياه كما تحات ورق هذه الشجرة".</w:t>
      </w:r>
    </w:p>
    <w:p w14:paraId="19C03D28" w14:textId="77777777" w:rsidR="003B626A" w:rsidRDefault="007A3CB2" w:rsidP="007A3CB2">
      <w:pPr>
        <w:pStyle w:val="libNormal"/>
        <w:rPr>
          <w:lang w:bidi="fa-IR"/>
        </w:rPr>
      </w:pPr>
      <w:r>
        <w:rPr>
          <w:rtl/>
          <w:lang w:bidi="fa-IR"/>
        </w:rPr>
        <w:t>عن الإمام علي "</w:t>
      </w:r>
      <w:r w:rsidR="003B626A" w:rsidRPr="003B626A">
        <w:rPr>
          <w:rStyle w:val="libAlaemChar"/>
          <w:rtl/>
        </w:rPr>
        <w:t>عليه‌السلام</w:t>
      </w:r>
      <w:r>
        <w:rPr>
          <w:rtl/>
          <w:lang w:bidi="fa-IR"/>
        </w:rPr>
        <w:t>": "لو يعلم المصلي ما يغشاه من جلال الله ما سره أن يرفع رأسه من السجود".</w:t>
      </w:r>
    </w:p>
    <w:p w14:paraId="7EF6DC0D" w14:textId="77777777" w:rsidR="003B626A" w:rsidRDefault="007A3CB2" w:rsidP="007A3CB2">
      <w:pPr>
        <w:pStyle w:val="libNormal"/>
        <w:rPr>
          <w:lang w:bidi="fa-IR"/>
        </w:rPr>
      </w:pPr>
      <w:r>
        <w:rPr>
          <w:rtl/>
          <w:lang w:bidi="fa-IR"/>
        </w:rPr>
        <w:t>عن الإمام علي "</w:t>
      </w:r>
      <w:r w:rsidR="003B626A" w:rsidRPr="003B626A">
        <w:rPr>
          <w:rStyle w:val="libAlaemChar"/>
          <w:rtl/>
        </w:rPr>
        <w:t>عليه‌السلام</w:t>
      </w:r>
      <w:r>
        <w:rPr>
          <w:rtl/>
          <w:lang w:bidi="fa-IR"/>
        </w:rPr>
        <w:t>": "إن الإنسان إذا كان في الصلاة فإن جسده وثيابه وكل شي‏ء حول يسبح".</w:t>
      </w:r>
    </w:p>
    <w:p w14:paraId="5F64EB96" w14:textId="77777777" w:rsidR="003B626A" w:rsidRDefault="007A3CB2" w:rsidP="001A7796">
      <w:pPr>
        <w:pStyle w:val="libBold1"/>
        <w:rPr>
          <w:lang w:bidi="fa-IR"/>
        </w:rPr>
      </w:pPr>
      <w:r>
        <w:rPr>
          <w:rtl/>
          <w:lang w:bidi="fa-IR"/>
        </w:rPr>
        <w:t>ج</w:t>
      </w:r>
      <w:r w:rsidR="003B626A">
        <w:rPr>
          <w:rtl/>
          <w:lang w:bidi="fa-IR"/>
        </w:rPr>
        <w:t>-</w:t>
      </w:r>
      <w:r>
        <w:rPr>
          <w:rtl/>
          <w:lang w:bidi="fa-IR"/>
        </w:rPr>
        <w:t xml:space="preserve"> عقاب تارك الصلاة:</w:t>
      </w:r>
    </w:p>
    <w:p w14:paraId="3DAEC5EA" w14:textId="77777777" w:rsidR="007A3CB2" w:rsidRDefault="007A3CB2" w:rsidP="007A3CB2">
      <w:pPr>
        <w:pStyle w:val="libNormal"/>
        <w:rPr>
          <w:lang w:bidi="fa-IR"/>
        </w:rPr>
      </w:pPr>
      <w:r>
        <w:rPr>
          <w:rtl/>
          <w:lang w:bidi="fa-IR"/>
        </w:rPr>
        <w:t>قال تعالى:﴿</w:t>
      </w:r>
      <w:r w:rsidR="001A7796" w:rsidRPr="001A7796">
        <w:rPr>
          <w:rStyle w:val="libAieChar"/>
          <w:rFonts w:hint="cs"/>
          <w:rtl/>
        </w:rPr>
        <w:t xml:space="preserve"> </w:t>
      </w:r>
      <w:r w:rsidRPr="001A7796">
        <w:rPr>
          <w:rStyle w:val="libAieChar"/>
          <w:rtl/>
        </w:rPr>
        <w:t xml:space="preserve">مَا سَلَكَكُمْ فِي سَقَرَ * قَالُوا لَمْ نَكُ مِنَ الْمُصَلِّينَ </w:t>
      </w:r>
      <w:r>
        <w:rPr>
          <w:rtl/>
          <w:lang w:bidi="fa-IR"/>
        </w:rPr>
        <w:t>﴾.</w:t>
      </w:r>
    </w:p>
    <w:p w14:paraId="74EB757A" w14:textId="77777777" w:rsidR="007A3CB2" w:rsidRDefault="003B626A" w:rsidP="007A3CB2">
      <w:pPr>
        <w:pStyle w:val="libNormal"/>
        <w:rPr>
          <w:lang w:bidi="fa-IR"/>
        </w:rPr>
      </w:pPr>
      <w:r>
        <w:rPr>
          <w:rtl/>
          <w:lang w:bidi="fa-IR"/>
        </w:rPr>
        <w:br w:type="page"/>
      </w:r>
    </w:p>
    <w:p w14:paraId="0806B080" w14:textId="77777777" w:rsidR="003B626A" w:rsidRDefault="007A3CB2" w:rsidP="007A3CB2">
      <w:pPr>
        <w:pStyle w:val="libNormal"/>
        <w:rPr>
          <w:lang w:bidi="fa-IR"/>
        </w:rPr>
      </w:pPr>
      <w:r>
        <w:rPr>
          <w:rtl/>
          <w:lang w:bidi="fa-IR"/>
        </w:rPr>
        <w:lastRenderedPageBreak/>
        <w:t>عن الإمام الصادق "</w:t>
      </w:r>
      <w:r w:rsidR="003B626A" w:rsidRPr="003B626A">
        <w:rPr>
          <w:rStyle w:val="libAlaemChar"/>
          <w:rtl/>
        </w:rPr>
        <w:t>عليه‌السلام</w:t>
      </w:r>
      <w:r>
        <w:rPr>
          <w:rtl/>
          <w:lang w:bidi="fa-IR"/>
        </w:rPr>
        <w:t>": "أول ما يحاسب به العبد الصلاة، فإن قبلت قبل سائر الأعمال، وإن ردت رد سائر الأعمال".</w:t>
      </w:r>
    </w:p>
    <w:p w14:paraId="03ADD6A0" w14:textId="77777777" w:rsidR="003B626A" w:rsidRDefault="007A3CB2" w:rsidP="007A3CB2">
      <w:pPr>
        <w:pStyle w:val="libNormal"/>
        <w:rPr>
          <w:lang w:bidi="fa-IR"/>
        </w:rPr>
      </w:pPr>
      <w:r>
        <w:rPr>
          <w:rtl/>
          <w:lang w:bidi="fa-IR"/>
        </w:rPr>
        <w:t>ورد في زيارة الإمام الحسين "</w:t>
      </w:r>
      <w:r w:rsidR="003B626A" w:rsidRPr="003B626A">
        <w:rPr>
          <w:rStyle w:val="libAlaemChar"/>
          <w:rtl/>
        </w:rPr>
        <w:t>عليه‌السلام</w:t>
      </w:r>
      <w:r>
        <w:rPr>
          <w:rtl/>
          <w:lang w:bidi="fa-IR"/>
        </w:rPr>
        <w:t>": "أشهد أنك أقمت الصلاة".</w:t>
      </w:r>
    </w:p>
    <w:p w14:paraId="3F0F6D79" w14:textId="77777777" w:rsidR="003B626A" w:rsidRDefault="007A3CB2" w:rsidP="007A3CB2">
      <w:pPr>
        <w:pStyle w:val="libNormal"/>
        <w:rPr>
          <w:lang w:bidi="fa-IR"/>
        </w:rPr>
      </w:pPr>
      <w:r>
        <w:rPr>
          <w:rtl/>
          <w:lang w:bidi="fa-IR"/>
        </w:rPr>
        <w:t>قال الإمام الحسين "</w:t>
      </w:r>
      <w:r w:rsidR="003B626A" w:rsidRPr="003B626A">
        <w:rPr>
          <w:rStyle w:val="libAlaemChar"/>
          <w:rtl/>
        </w:rPr>
        <w:t>عليه‌السلام</w:t>
      </w:r>
      <w:r>
        <w:rPr>
          <w:rtl/>
          <w:lang w:bidi="fa-IR"/>
        </w:rPr>
        <w:t>" لأخيه العباس في ليلة العاشر: "ارجع إليهم واستمهلهم هذه العشية إلى غد، لعلنا نصلي لربنا الليلة، وندعوه ونستغفره، فهو يعلم أني أحب الصلاة له، وتلاوة القرآن، وكثرة الدعاء، والاستغفار".</w:t>
      </w:r>
    </w:p>
    <w:p w14:paraId="4DE7A162" w14:textId="77777777" w:rsidR="003B626A" w:rsidRDefault="007A3CB2" w:rsidP="007A3CB2">
      <w:pPr>
        <w:pStyle w:val="libNormal"/>
        <w:rPr>
          <w:lang w:bidi="fa-IR"/>
        </w:rPr>
      </w:pPr>
      <w:r>
        <w:rPr>
          <w:rtl/>
          <w:lang w:bidi="fa-IR"/>
        </w:rPr>
        <w:t>في العاشر من المحرم، نظر الصائدي في السماء، وأخذ يقلب وجهه فيها، ثم توجه نحو الإمام الحسين "</w:t>
      </w:r>
      <w:r w:rsidR="003B626A" w:rsidRPr="003B626A">
        <w:rPr>
          <w:rStyle w:val="libAlaemChar"/>
          <w:rtl/>
        </w:rPr>
        <w:t>عليه‌السلام</w:t>
      </w:r>
      <w:r>
        <w:rPr>
          <w:rtl/>
          <w:lang w:bidi="fa-IR"/>
        </w:rPr>
        <w:t>"، وقال نفسي لنفسك الفداء، أرى هؤلاء قد اقتربوا منك، والله لا تقتل حتى أقتل معك، وأحب أن ألقى ربي وقد صليت هذه الصلاة التي دنا وقتها.</w:t>
      </w:r>
    </w:p>
    <w:p w14:paraId="4A27120E" w14:textId="77777777" w:rsidR="007A3CB2" w:rsidRDefault="007A3CB2" w:rsidP="007A3CB2">
      <w:pPr>
        <w:pStyle w:val="libNormal"/>
        <w:rPr>
          <w:lang w:bidi="fa-IR"/>
        </w:rPr>
      </w:pPr>
      <w:r>
        <w:rPr>
          <w:rtl/>
          <w:lang w:bidi="fa-IR"/>
        </w:rPr>
        <w:t>فأجابه "</w:t>
      </w:r>
      <w:r w:rsidR="003B626A" w:rsidRPr="003B626A">
        <w:rPr>
          <w:rStyle w:val="libAlaemChar"/>
          <w:rtl/>
        </w:rPr>
        <w:t>عليه‌السلام</w:t>
      </w:r>
      <w:r>
        <w:rPr>
          <w:rtl/>
          <w:lang w:bidi="fa-IR"/>
        </w:rPr>
        <w:t>": "ذكرت الصلاة، جعلك الله من المصلين الذاكرين وأقاموا الصلاة".</w:t>
      </w:r>
    </w:p>
    <w:p w14:paraId="57EC7AAD" w14:textId="77777777" w:rsidR="007A3CB2" w:rsidRDefault="003B626A" w:rsidP="007A3CB2">
      <w:pPr>
        <w:pStyle w:val="libNormal"/>
        <w:rPr>
          <w:lang w:bidi="fa-IR"/>
        </w:rPr>
      </w:pPr>
      <w:r>
        <w:rPr>
          <w:rtl/>
          <w:lang w:bidi="fa-IR"/>
        </w:rPr>
        <w:br w:type="page"/>
      </w:r>
    </w:p>
    <w:p w14:paraId="262B25A7" w14:textId="77777777" w:rsidR="003B626A" w:rsidRDefault="007A3CB2" w:rsidP="007A3CB2">
      <w:pPr>
        <w:pStyle w:val="libNormal"/>
        <w:rPr>
          <w:lang w:bidi="fa-IR"/>
        </w:rPr>
      </w:pPr>
      <w:r>
        <w:rPr>
          <w:rtl/>
          <w:lang w:bidi="fa-IR"/>
        </w:rPr>
        <w:lastRenderedPageBreak/>
        <w:t>سعيد بن عبد الله الحنفي بعد تعهده ليلة العاشر بالدفاع عن الإمام "</w:t>
      </w:r>
      <w:r w:rsidR="003B626A" w:rsidRPr="003B626A">
        <w:rPr>
          <w:rStyle w:val="libAlaemChar"/>
          <w:rtl/>
        </w:rPr>
        <w:t>عليه‌السلام</w:t>
      </w:r>
      <w:r>
        <w:rPr>
          <w:rtl/>
          <w:lang w:bidi="fa-IR"/>
        </w:rPr>
        <w:t>" حتى الشهادة، يرتفع شهيداً وهو يدافع عن الإمام "</w:t>
      </w:r>
      <w:r w:rsidR="003B626A" w:rsidRPr="003B626A">
        <w:rPr>
          <w:rStyle w:val="libAlaemChar"/>
          <w:rtl/>
        </w:rPr>
        <w:t>عليه‌السلام</w:t>
      </w:r>
      <w:r>
        <w:rPr>
          <w:rtl/>
          <w:lang w:bidi="fa-IR"/>
        </w:rPr>
        <w:t>" أثناء إقامته الصلاة يتلقى السهام بجسده حتى وقع على الأرض قائلاً لإمامه: أوفيت يا ابن رسول الله؟.</w:t>
      </w:r>
    </w:p>
    <w:p w14:paraId="6050333C" w14:textId="77777777" w:rsidR="003B626A" w:rsidRDefault="007A3CB2" w:rsidP="007A3CB2">
      <w:pPr>
        <w:pStyle w:val="libNormal"/>
        <w:rPr>
          <w:lang w:bidi="fa-IR"/>
        </w:rPr>
      </w:pPr>
      <w:r>
        <w:rPr>
          <w:rtl/>
          <w:lang w:bidi="fa-IR"/>
        </w:rPr>
        <w:t>فأجابه "</w:t>
      </w:r>
      <w:r w:rsidR="003B626A" w:rsidRPr="003B626A">
        <w:rPr>
          <w:rStyle w:val="libAlaemChar"/>
          <w:rtl/>
        </w:rPr>
        <w:t>عليه‌السلام</w:t>
      </w:r>
      <w:r>
        <w:rPr>
          <w:rtl/>
          <w:lang w:bidi="fa-IR"/>
        </w:rPr>
        <w:t>": "نعم أنت أمامي في الجنة".</w:t>
      </w:r>
    </w:p>
    <w:p w14:paraId="7FCA6E24" w14:textId="77777777" w:rsidR="007A3CB2" w:rsidRDefault="007A3CB2" w:rsidP="00F16362">
      <w:pPr>
        <w:pStyle w:val="libBold1"/>
        <w:rPr>
          <w:lang w:bidi="fa-IR"/>
        </w:rPr>
      </w:pPr>
      <w:r>
        <w:rPr>
          <w:rtl/>
          <w:lang w:bidi="fa-IR"/>
        </w:rPr>
        <w:t>المصيبة:</w:t>
      </w:r>
    </w:p>
    <w:p w14:paraId="13F06A1F" w14:textId="77777777" w:rsidR="003B626A" w:rsidRDefault="003B626A" w:rsidP="007A3CB2">
      <w:pPr>
        <w:pStyle w:val="libNormal"/>
        <w:rPr>
          <w:lang w:bidi="fa-IR"/>
        </w:rPr>
      </w:pPr>
      <w:r>
        <w:rPr>
          <w:rtl/>
          <w:lang w:bidi="fa-IR"/>
        </w:rPr>
        <w:t>-</w:t>
      </w:r>
      <w:r w:rsidR="007A3CB2">
        <w:rPr>
          <w:rtl/>
          <w:lang w:bidi="fa-IR"/>
        </w:rPr>
        <w:t xml:space="preserve"> جرح مسلم، فأسره، فعطشه، فقتله، ورميه من أعلى القصر.</w:t>
      </w:r>
    </w:p>
    <w:p w14:paraId="0923D14D" w14:textId="77777777" w:rsidR="003B626A" w:rsidRDefault="003B626A" w:rsidP="007A3CB2">
      <w:pPr>
        <w:pStyle w:val="libNormal"/>
        <w:rPr>
          <w:lang w:bidi="fa-IR"/>
        </w:rPr>
      </w:pPr>
      <w:r>
        <w:rPr>
          <w:rtl/>
          <w:lang w:bidi="fa-IR"/>
        </w:rPr>
        <w:t>-</w:t>
      </w:r>
      <w:r w:rsidR="007A3CB2">
        <w:rPr>
          <w:rtl/>
          <w:lang w:bidi="fa-IR"/>
        </w:rPr>
        <w:t xml:space="preserve"> وصول خبره إلى الإمام الحسين "</w:t>
      </w:r>
      <w:r w:rsidRPr="003B626A">
        <w:rPr>
          <w:rStyle w:val="libAlaemChar"/>
          <w:rtl/>
        </w:rPr>
        <w:t>عليه‌السلام</w:t>
      </w:r>
      <w:r w:rsidR="007A3CB2">
        <w:rPr>
          <w:rtl/>
          <w:lang w:bidi="fa-IR"/>
        </w:rPr>
        <w:t>" وعطفه على يتيمته حميدة.</w:t>
      </w:r>
    </w:p>
    <w:p w14:paraId="3E2126A1" w14:textId="77777777" w:rsidR="007A3CB2" w:rsidRDefault="003B626A" w:rsidP="007A3CB2">
      <w:pPr>
        <w:pStyle w:val="libNormal"/>
        <w:rPr>
          <w:lang w:bidi="fa-IR"/>
        </w:rPr>
      </w:pPr>
      <w:r>
        <w:rPr>
          <w:rtl/>
          <w:lang w:bidi="fa-IR"/>
        </w:rPr>
        <w:t>-</w:t>
      </w:r>
      <w:r w:rsidR="007A3CB2">
        <w:rPr>
          <w:rtl/>
          <w:lang w:bidi="fa-IR"/>
        </w:rPr>
        <w:t xml:space="preserve"> القصية الختامية من وحي ذلك.</w:t>
      </w:r>
    </w:p>
    <w:p w14:paraId="18D3B60C" w14:textId="77777777" w:rsidR="003B626A" w:rsidRDefault="003B626A" w:rsidP="007A3CB2">
      <w:pPr>
        <w:pStyle w:val="libNormal"/>
        <w:rPr>
          <w:lang w:bidi="fa-IR"/>
        </w:rPr>
      </w:pPr>
      <w:r>
        <w:rPr>
          <w:rtl/>
          <w:lang w:bidi="fa-IR"/>
        </w:rPr>
        <w:br w:type="page"/>
      </w:r>
    </w:p>
    <w:p w14:paraId="0CFBAFBF" w14:textId="77777777" w:rsidR="007A3CB2" w:rsidRDefault="007A3CB2" w:rsidP="00F16362">
      <w:pPr>
        <w:pStyle w:val="Heading2Center"/>
        <w:rPr>
          <w:lang w:bidi="fa-IR"/>
        </w:rPr>
      </w:pPr>
      <w:bookmarkStart w:id="19" w:name="_Toc12609728"/>
      <w:r>
        <w:rPr>
          <w:rtl/>
          <w:lang w:bidi="fa-IR"/>
        </w:rPr>
        <w:lastRenderedPageBreak/>
        <w:t>الليلة السادسة</w:t>
      </w:r>
      <w:bookmarkEnd w:id="19"/>
    </w:p>
    <w:p w14:paraId="2E91ED82" w14:textId="77777777" w:rsidR="007A3CB2" w:rsidRDefault="007A3CB2" w:rsidP="00F16362">
      <w:pPr>
        <w:pStyle w:val="libBold1"/>
        <w:rPr>
          <w:lang w:bidi="fa-IR"/>
        </w:rPr>
      </w:pPr>
      <w:r>
        <w:rPr>
          <w:rtl/>
          <w:lang w:bidi="fa-IR"/>
        </w:rPr>
        <w:t>عنوان المحاضرة:</w:t>
      </w:r>
    </w:p>
    <w:p w14:paraId="2F5153C4" w14:textId="77777777" w:rsidR="007A3CB2" w:rsidRDefault="007A3CB2" w:rsidP="00F16362">
      <w:pPr>
        <w:pStyle w:val="libCenterBold1"/>
        <w:rPr>
          <w:lang w:bidi="fa-IR"/>
        </w:rPr>
      </w:pPr>
      <w:r>
        <w:rPr>
          <w:rtl/>
          <w:lang w:bidi="fa-IR"/>
        </w:rPr>
        <w:t>حول الأنصار</w:t>
      </w:r>
    </w:p>
    <w:p w14:paraId="5E07613D" w14:textId="77777777" w:rsidR="007A3CB2" w:rsidRDefault="007A3CB2" w:rsidP="00F16362">
      <w:pPr>
        <w:pStyle w:val="libBold1"/>
        <w:rPr>
          <w:lang w:bidi="fa-IR"/>
        </w:rPr>
      </w:pPr>
      <w:r>
        <w:rPr>
          <w:rtl/>
          <w:lang w:bidi="fa-IR"/>
        </w:rPr>
        <w:t>الموعظة:</w:t>
      </w:r>
    </w:p>
    <w:p w14:paraId="5C2A5599" w14:textId="77777777" w:rsidR="007A3CB2" w:rsidRDefault="007A3CB2" w:rsidP="00F16362">
      <w:pPr>
        <w:pStyle w:val="libBold1"/>
        <w:rPr>
          <w:lang w:bidi="fa-IR"/>
        </w:rPr>
      </w:pPr>
      <w:r>
        <w:rPr>
          <w:rtl/>
          <w:lang w:bidi="fa-IR"/>
        </w:rPr>
        <w:t>المسجد</w:t>
      </w:r>
    </w:p>
    <w:p w14:paraId="5F22B2C2" w14:textId="77777777" w:rsidR="007A3CB2" w:rsidRDefault="007A3CB2" w:rsidP="00F16362">
      <w:pPr>
        <w:pStyle w:val="libBold1"/>
        <w:rPr>
          <w:lang w:bidi="fa-IR"/>
        </w:rPr>
      </w:pPr>
      <w:r>
        <w:rPr>
          <w:rtl/>
          <w:lang w:bidi="fa-IR"/>
        </w:rPr>
        <w:t>الهدف:</w:t>
      </w:r>
    </w:p>
    <w:p w14:paraId="5130B70F" w14:textId="77777777" w:rsidR="003B626A" w:rsidRDefault="007A3CB2" w:rsidP="007A3CB2">
      <w:pPr>
        <w:pStyle w:val="libNormal"/>
        <w:rPr>
          <w:lang w:bidi="fa-IR"/>
        </w:rPr>
      </w:pPr>
      <w:r>
        <w:rPr>
          <w:rtl/>
          <w:lang w:bidi="fa-IR"/>
        </w:rPr>
        <w:t>تفعيل دور المسجد وربط المؤمنين به والتعريف بآدابه.</w:t>
      </w:r>
    </w:p>
    <w:p w14:paraId="54EB9A95" w14:textId="77777777" w:rsidR="007A3CB2" w:rsidRDefault="007A3CB2" w:rsidP="00F16362">
      <w:pPr>
        <w:pStyle w:val="libBold1"/>
        <w:rPr>
          <w:lang w:bidi="fa-IR"/>
        </w:rPr>
      </w:pPr>
      <w:r>
        <w:rPr>
          <w:rtl/>
          <w:lang w:bidi="fa-IR"/>
        </w:rPr>
        <w:t>تصدير الموضوع:</w:t>
      </w:r>
    </w:p>
    <w:p w14:paraId="6D9621B0" w14:textId="77777777" w:rsidR="003B626A" w:rsidRDefault="007A3CB2" w:rsidP="007A3CB2">
      <w:pPr>
        <w:pStyle w:val="libNormal"/>
        <w:rPr>
          <w:lang w:bidi="fa-IR"/>
        </w:rPr>
      </w:pPr>
      <w:r>
        <w:rPr>
          <w:rtl/>
          <w:lang w:bidi="fa-IR"/>
        </w:rPr>
        <w:t>﴿</w:t>
      </w:r>
      <w:r w:rsidRPr="00F16362">
        <w:rPr>
          <w:rStyle w:val="libAieChar"/>
          <w:rtl/>
        </w:rPr>
        <w:t xml:space="preserve"> وَأَنَّ الْمَسَاجِدَ لِلَّهِ فَ</w:t>
      </w:r>
      <w:r w:rsidR="00F16362" w:rsidRPr="00F16362">
        <w:rPr>
          <w:rStyle w:val="libAieChar"/>
          <w:rtl/>
        </w:rPr>
        <w:t>لَا تَدْعُوا مَعَ اللَّهِ أَحَد</w:t>
      </w:r>
      <w:r w:rsidR="00F16362" w:rsidRPr="00F16362">
        <w:rPr>
          <w:rStyle w:val="libAieChar"/>
          <w:rFonts w:hint="cs"/>
          <w:rtl/>
        </w:rPr>
        <w:t>َ</w:t>
      </w:r>
      <w:r w:rsidRPr="00F16362">
        <w:rPr>
          <w:rStyle w:val="libAieChar"/>
          <w:rtl/>
        </w:rPr>
        <w:t>اً</w:t>
      </w:r>
      <w:r w:rsidR="00F16362" w:rsidRPr="00F16362">
        <w:rPr>
          <w:rStyle w:val="libAieChar"/>
          <w:rFonts w:hint="cs"/>
          <w:rtl/>
        </w:rPr>
        <w:t xml:space="preserve"> </w:t>
      </w:r>
      <w:r>
        <w:rPr>
          <w:rtl/>
          <w:lang w:bidi="fa-IR"/>
        </w:rPr>
        <w:t>﴾.</w:t>
      </w:r>
    </w:p>
    <w:p w14:paraId="33975BCB" w14:textId="77777777" w:rsidR="007A3CB2" w:rsidRDefault="007A3CB2" w:rsidP="00F16362">
      <w:pPr>
        <w:pStyle w:val="libBold1"/>
        <w:rPr>
          <w:lang w:bidi="fa-IR"/>
        </w:rPr>
      </w:pPr>
      <w:r>
        <w:rPr>
          <w:rtl/>
          <w:lang w:bidi="fa-IR"/>
        </w:rPr>
        <w:t>محاور الموضوع:</w:t>
      </w:r>
    </w:p>
    <w:p w14:paraId="50A94227" w14:textId="77777777" w:rsidR="003B626A" w:rsidRDefault="007A3CB2" w:rsidP="00F16362">
      <w:pPr>
        <w:pStyle w:val="libBold1"/>
        <w:rPr>
          <w:lang w:bidi="fa-IR"/>
        </w:rPr>
      </w:pPr>
      <w:r>
        <w:rPr>
          <w:rtl/>
          <w:lang w:bidi="fa-IR"/>
        </w:rPr>
        <w:t>أ</w:t>
      </w:r>
      <w:r w:rsidR="003B626A">
        <w:rPr>
          <w:rtl/>
          <w:lang w:bidi="fa-IR"/>
        </w:rPr>
        <w:t>-</w:t>
      </w:r>
      <w:r>
        <w:rPr>
          <w:rtl/>
          <w:lang w:bidi="fa-IR"/>
        </w:rPr>
        <w:t xml:space="preserve"> مكانة المسجد:</w:t>
      </w:r>
    </w:p>
    <w:p w14:paraId="085BAFFB" w14:textId="77777777" w:rsidR="003B626A" w:rsidRDefault="007A3CB2" w:rsidP="007A3CB2">
      <w:pPr>
        <w:pStyle w:val="libNormal"/>
        <w:rPr>
          <w:lang w:bidi="fa-IR"/>
        </w:rPr>
      </w:pPr>
      <w:r>
        <w:rPr>
          <w:rtl/>
          <w:lang w:bidi="fa-IR"/>
        </w:rPr>
        <w:t>المسجد بيت الله وهو المكان الأقرب للإتصال به تعالى حيث ينقطع الإنسان عن العوامل الصارفة عنه تعالى، ولا يتوجه في المسجد إلاّ إلى الله تعالى.</w:t>
      </w:r>
    </w:p>
    <w:p w14:paraId="407AF38B" w14:textId="77777777" w:rsidR="007A3CB2" w:rsidRDefault="007A3CB2" w:rsidP="007A3CB2">
      <w:pPr>
        <w:pStyle w:val="libNormal"/>
        <w:rPr>
          <w:lang w:bidi="fa-IR"/>
        </w:rPr>
      </w:pPr>
      <w:r>
        <w:rPr>
          <w:rtl/>
          <w:lang w:bidi="fa-IR"/>
        </w:rPr>
        <w:t>وعن الإمام الصادق "</w:t>
      </w:r>
      <w:r w:rsidR="003B626A" w:rsidRPr="003B626A">
        <w:rPr>
          <w:rStyle w:val="libAlaemChar"/>
          <w:rtl/>
        </w:rPr>
        <w:t>عليه‌السلام</w:t>
      </w:r>
      <w:r>
        <w:rPr>
          <w:rtl/>
          <w:lang w:bidi="fa-IR"/>
        </w:rPr>
        <w:t>": "عليكم بإتيان المساجد فإنها بيوت الله في الأرض، ومن أتاها متطهراً طهره الله من ذنوبه وكتب من زواره...".</w:t>
      </w:r>
    </w:p>
    <w:p w14:paraId="47DE00A6" w14:textId="77777777" w:rsidR="007A3CB2" w:rsidRDefault="003B626A" w:rsidP="007A3CB2">
      <w:pPr>
        <w:pStyle w:val="libNormal"/>
        <w:rPr>
          <w:lang w:bidi="fa-IR"/>
        </w:rPr>
      </w:pPr>
      <w:r>
        <w:rPr>
          <w:rtl/>
          <w:lang w:bidi="fa-IR"/>
        </w:rPr>
        <w:br w:type="page"/>
      </w:r>
    </w:p>
    <w:p w14:paraId="2ACBC263" w14:textId="77777777" w:rsidR="003B626A" w:rsidRDefault="007A3CB2" w:rsidP="007A3CB2">
      <w:pPr>
        <w:pStyle w:val="libNormal"/>
        <w:rPr>
          <w:lang w:bidi="fa-IR"/>
        </w:rPr>
      </w:pPr>
      <w:r>
        <w:rPr>
          <w:rtl/>
          <w:lang w:bidi="fa-IR"/>
        </w:rPr>
        <w:lastRenderedPageBreak/>
        <w:t>وعن رسول الله "</w:t>
      </w:r>
      <w:r w:rsidR="00F16362" w:rsidRPr="00F16362">
        <w:rPr>
          <w:rStyle w:val="libAlaemChar"/>
          <w:rtl/>
        </w:rPr>
        <w:t>صلى‌الله‌عليه‌وآله</w:t>
      </w:r>
      <w:r>
        <w:rPr>
          <w:rtl/>
          <w:lang w:bidi="fa-IR"/>
        </w:rPr>
        <w:t>": "في التوراة مكتوب: أنّ بيوتي في الأرض المساجد فطوبى لعبد تطهر في بيته ثمّ زارني في بيتي، ألاّ إنّ على المزور كرامة الزائر، ألاّ بشر المشائين في الظلمات إلى المساجد بالنور الساطع يوم القيامة".</w:t>
      </w:r>
    </w:p>
    <w:p w14:paraId="65ED20E3" w14:textId="77777777" w:rsidR="003B626A" w:rsidRDefault="007A3CB2" w:rsidP="00F16362">
      <w:pPr>
        <w:pStyle w:val="libBold1"/>
        <w:rPr>
          <w:lang w:bidi="fa-IR"/>
        </w:rPr>
      </w:pPr>
      <w:r>
        <w:rPr>
          <w:rtl/>
          <w:lang w:bidi="fa-IR"/>
        </w:rPr>
        <w:t>ب</w:t>
      </w:r>
      <w:r w:rsidR="003B626A">
        <w:rPr>
          <w:rtl/>
          <w:lang w:bidi="fa-IR"/>
        </w:rPr>
        <w:t>-</w:t>
      </w:r>
      <w:r>
        <w:rPr>
          <w:rtl/>
          <w:lang w:bidi="fa-IR"/>
        </w:rPr>
        <w:t xml:space="preserve"> دور المسجد:</w:t>
      </w:r>
    </w:p>
    <w:p w14:paraId="551384E6" w14:textId="77777777" w:rsidR="003B626A" w:rsidRDefault="007A3CB2" w:rsidP="00F16362">
      <w:pPr>
        <w:pStyle w:val="libBold1"/>
        <w:rPr>
          <w:lang w:bidi="fa-IR"/>
        </w:rPr>
      </w:pPr>
      <w:r>
        <w:rPr>
          <w:rtl/>
          <w:lang w:bidi="fa-IR"/>
        </w:rPr>
        <w:t>1</w:t>
      </w:r>
      <w:r w:rsidR="003B626A">
        <w:rPr>
          <w:rtl/>
          <w:lang w:bidi="fa-IR"/>
        </w:rPr>
        <w:t>-</w:t>
      </w:r>
      <w:r>
        <w:rPr>
          <w:rtl/>
          <w:lang w:bidi="fa-IR"/>
        </w:rPr>
        <w:t xml:space="preserve"> هو حصن الجهاد الأكبر ومربي الأجيال المؤمنة.</w:t>
      </w:r>
    </w:p>
    <w:p w14:paraId="68DE3CA0" w14:textId="77777777" w:rsidR="003B626A" w:rsidRDefault="007A3CB2" w:rsidP="007A3CB2">
      <w:pPr>
        <w:pStyle w:val="libNormal"/>
        <w:rPr>
          <w:lang w:bidi="fa-IR"/>
        </w:rPr>
      </w:pPr>
      <w:r>
        <w:rPr>
          <w:rtl/>
          <w:lang w:bidi="fa-IR"/>
        </w:rPr>
        <w:t>فعن رسول الله "</w:t>
      </w:r>
      <w:r w:rsidR="00F16362" w:rsidRPr="00F16362">
        <w:rPr>
          <w:rStyle w:val="libAlaemChar"/>
          <w:rtl/>
        </w:rPr>
        <w:t>صلى‌الله‌عليه‌وآله</w:t>
      </w:r>
      <w:r>
        <w:rPr>
          <w:rtl/>
          <w:lang w:bidi="fa-IR"/>
        </w:rPr>
        <w:t>": "من أدمن إلى المسجد أصاب الخصال الثمانية: آية محكمة أو فريضة مستعملة أو سنّة قائمة أو عِلم مستطرف أو أ مستفاد أو كلمة تدله على هدى أو ترده عن ردى وترك الذنب خشية أو حياء".</w:t>
      </w:r>
    </w:p>
    <w:p w14:paraId="30C8B47F" w14:textId="77777777" w:rsidR="003B626A" w:rsidRDefault="007A3CB2" w:rsidP="00F16362">
      <w:pPr>
        <w:pStyle w:val="libBold1"/>
        <w:rPr>
          <w:lang w:bidi="fa-IR"/>
        </w:rPr>
      </w:pPr>
      <w:r>
        <w:rPr>
          <w:rtl/>
          <w:lang w:bidi="fa-IR"/>
        </w:rPr>
        <w:t>2</w:t>
      </w:r>
      <w:r w:rsidR="003B626A">
        <w:rPr>
          <w:rtl/>
          <w:lang w:bidi="fa-IR"/>
        </w:rPr>
        <w:t>-</w:t>
      </w:r>
      <w:r>
        <w:rPr>
          <w:rtl/>
          <w:lang w:bidi="fa-IR"/>
        </w:rPr>
        <w:t xml:space="preserve"> هو أساس الحركة الإجتماعية.</w:t>
      </w:r>
    </w:p>
    <w:p w14:paraId="1EC134F8" w14:textId="77777777" w:rsidR="007A3CB2" w:rsidRDefault="007A3CB2" w:rsidP="007A3CB2">
      <w:pPr>
        <w:pStyle w:val="libNormal"/>
        <w:rPr>
          <w:lang w:bidi="fa-IR"/>
        </w:rPr>
      </w:pPr>
      <w:r>
        <w:rPr>
          <w:rtl/>
          <w:lang w:bidi="fa-IR"/>
        </w:rPr>
        <w:t>عنه "</w:t>
      </w:r>
      <w:r w:rsidR="00F16362" w:rsidRPr="00F16362">
        <w:rPr>
          <w:rStyle w:val="libAlaemChar"/>
          <w:rtl/>
        </w:rPr>
        <w:t>صلى‌الله‌عليه‌وآله</w:t>
      </w:r>
      <w:r>
        <w:rPr>
          <w:rtl/>
          <w:lang w:bidi="fa-IR"/>
        </w:rPr>
        <w:t>": "من مشى إلى المسجد يطلب فيه الجماعة كان له بكل خطوة سبعون ألف حسنة ويرفع له من الدرجات مثل ذلك..".</w:t>
      </w:r>
    </w:p>
    <w:p w14:paraId="7519D6D9" w14:textId="77777777" w:rsidR="007A3CB2" w:rsidRDefault="003B626A" w:rsidP="007A3CB2">
      <w:pPr>
        <w:pStyle w:val="libNormal"/>
        <w:rPr>
          <w:lang w:bidi="fa-IR"/>
        </w:rPr>
      </w:pPr>
      <w:r>
        <w:rPr>
          <w:rtl/>
          <w:lang w:bidi="fa-IR"/>
        </w:rPr>
        <w:br w:type="page"/>
      </w:r>
    </w:p>
    <w:p w14:paraId="7B542AFB" w14:textId="77777777" w:rsidR="003B626A" w:rsidRDefault="007A3CB2" w:rsidP="007A3CB2">
      <w:pPr>
        <w:pStyle w:val="libNormal"/>
        <w:rPr>
          <w:lang w:bidi="fa-IR"/>
        </w:rPr>
      </w:pPr>
      <w:r>
        <w:rPr>
          <w:rtl/>
          <w:lang w:bidi="fa-IR"/>
        </w:rPr>
        <w:lastRenderedPageBreak/>
        <w:t>وعن أمير المؤمنين "</w:t>
      </w:r>
      <w:r w:rsidR="003B626A" w:rsidRPr="003B626A">
        <w:rPr>
          <w:rStyle w:val="libAlaemChar"/>
          <w:rtl/>
        </w:rPr>
        <w:t>عليه‌السلام</w:t>
      </w:r>
      <w:r>
        <w:rPr>
          <w:rtl/>
          <w:lang w:bidi="fa-IR"/>
        </w:rPr>
        <w:t>": "من اختلف إلى المسجد أصاب إحدى الثمان: أخاً مستفاداً في الله أو علماً مستطرفاً..".</w:t>
      </w:r>
    </w:p>
    <w:p w14:paraId="6701CB9A" w14:textId="77777777" w:rsidR="003B626A" w:rsidRDefault="007A3CB2" w:rsidP="00F16362">
      <w:pPr>
        <w:pStyle w:val="libBold1"/>
        <w:rPr>
          <w:lang w:bidi="fa-IR"/>
        </w:rPr>
      </w:pPr>
      <w:r>
        <w:rPr>
          <w:rtl/>
          <w:lang w:bidi="fa-IR"/>
        </w:rPr>
        <w:t>3</w:t>
      </w:r>
      <w:r w:rsidR="003B626A">
        <w:rPr>
          <w:rtl/>
          <w:lang w:bidi="fa-IR"/>
        </w:rPr>
        <w:t>-</w:t>
      </w:r>
      <w:r>
        <w:rPr>
          <w:rtl/>
          <w:lang w:bidi="fa-IR"/>
        </w:rPr>
        <w:t xml:space="preserve"> هو أساس في الحركة السياسية.</w:t>
      </w:r>
    </w:p>
    <w:p w14:paraId="4AECCCDA" w14:textId="77777777" w:rsidR="003B626A" w:rsidRDefault="007A3CB2" w:rsidP="007A3CB2">
      <w:pPr>
        <w:pStyle w:val="libNormal"/>
        <w:rPr>
          <w:lang w:bidi="fa-IR"/>
        </w:rPr>
      </w:pPr>
      <w:r>
        <w:rPr>
          <w:rtl/>
          <w:lang w:bidi="fa-IR"/>
        </w:rPr>
        <w:t>حيث كان المسجد أول مابنيّ‏َ في دولة رسول الله "</w:t>
      </w:r>
      <w:r w:rsidR="00F16362" w:rsidRPr="00F16362">
        <w:rPr>
          <w:rStyle w:val="libAlaemChar"/>
          <w:rtl/>
        </w:rPr>
        <w:t>صلى‌الله‌عليه‌وآله</w:t>
      </w:r>
      <w:r>
        <w:rPr>
          <w:rtl/>
          <w:lang w:bidi="fa-IR"/>
        </w:rPr>
        <w:t>" في المدينة.</w:t>
      </w:r>
    </w:p>
    <w:p w14:paraId="797BB556" w14:textId="77777777" w:rsidR="003B626A" w:rsidRDefault="007A3CB2" w:rsidP="007A3CB2">
      <w:pPr>
        <w:pStyle w:val="libNormal"/>
        <w:rPr>
          <w:lang w:bidi="fa-IR"/>
        </w:rPr>
      </w:pPr>
      <w:r>
        <w:rPr>
          <w:rtl/>
          <w:lang w:bidi="fa-IR"/>
        </w:rPr>
        <w:t>يقول الإمام الخميني "</w:t>
      </w:r>
      <w:r w:rsidR="003B626A" w:rsidRPr="003B626A">
        <w:rPr>
          <w:rStyle w:val="libAlaemChar"/>
          <w:rtl/>
        </w:rPr>
        <w:t>قدس‌سره</w:t>
      </w:r>
      <w:r>
        <w:rPr>
          <w:rtl/>
          <w:lang w:bidi="fa-IR"/>
        </w:rPr>
        <w:t>": "لم يقتصر مسجد الرسول "</w:t>
      </w:r>
      <w:r w:rsidR="00F16362" w:rsidRPr="00F16362">
        <w:rPr>
          <w:rStyle w:val="libAlaemChar"/>
          <w:rtl/>
        </w:rPr>
        <w:t>صلى‌الله‌عليه‌وآله</w:t>
      </w:r>
      <w:r>
        <w:rPr>
          <w:rtl/>
          <w:lang w:bidi="fa-IR"/>
        </w:rPr>
        <w:t>" على المسائل العبادية كالصلاة والصوم بل كانت المسائل السياسية أكثر من ذلك".</w:t>
      </w:r>
    </w:p>
    <w:p w14:paraId="19E8A4E6" w14:textId="77777777" w:rsidR="003B626A" w:rsidRDefault="007A3CB2" w:rsidP="00F16362">
      <w:pPr>
        <w:pStyle w:val="libBold1"/>
        <w:rPr>
          <w:lang w:bidi="fa-IR"/>
        </w:rPr>
      </w:pPr>
      <w:r>
        <w:rPr>
          <w:rtl/>
          <w:lang w:bidi="fa-IR"/>
        </w:rPr>
        <w:t>ج</w:t>
      </w:r>
      <w:r w:rsidR="003B626A">
        <w:rPr>
          <w:rtl/>
          <w:lang w:bidi="fa-IR"/>
        </w:rPr>
        <w:t>-</w:t>
      </w:r>
      <w:r>
        <w:rPr>
          <w:rtl/>
          <w:lang w:bidi="fa-IR"/>
        </w:rPr>
        <w:t xml:space="preserve"> تكليفنا تجاه المسجد:</w:t>
      </w:r>
    </w:p>
    <w:p w14:paraId="0D0ABA63" w14:textId="77777777" w:rsidR="007A3CB2" w:rsidRDefault="007A3CB2" w:rsidP="00F16362">
      <w:pPr>
        <w:pStyle w:val="libBold1"/>
        <w:rPr>
          <w:lang w:bidi="fa-IR"/>
        </w:rPr>
      </w:pPr>
      <w:r>
        <w:rPr>
          <w:rtl/>
          <w:lang w:bidi="fa-IR"/>
        </w:rPr>
        <w:t>1</w:t>
      </w:r>
      <w:r w:rsidR="003B626A">
        <w:rPr>
          <w:rtl/>
          <w:lang w:bidi="fa-IR"/>
        </w:rPr>
        <w:t>-</w:t>
      </w:r>
      <w:r>
        <w:rPr>
          <w:rtl/>
          <w:lang w:bidi="fa-IR"/>
        </w:rPr>
        <w:t xml:space="preserve"> بناء المساجد.</w:t>
      </w:r>
    </w:p>
    <w:p w14:paraId="6F9D2F98" w14:textId="77777777" w:rsidR="003B626A" w:rsidRDefault="007A3CB2" w:rsidP="007A3CB2">
      <w:pPr>
        <w:pStyle w:val="libNormal"/>
        <w:rPr>
          <w:lang w:bidi="fa-IR"/>
        </w:rPr>
      </w:pPr>
      <w:r>
        <w:rPr>
          <w:rtl/>
          <w:lang w:bidi="fa-IR"/>
        </w:rPr>
        <w:t>فعن الإمام الصادق "</w:t>
      </w:r>
      <w:r w:rsidR="003B626A" w:rsidRPr="003B626A">
        <w:rPr>
          <w:rStyle w:val="libAlaemChar"/>
          <w:rtl/>
        </w:rPr>
        <w:t>عليه‌السلام</w:t>
      </w:r>
      <w:r>
        <w:rPr>
          <w:rtl/>
          <w:lang w:bidi="fa-IR"/>
        </w:rPr>
        <w:t>": "من بنى مسجداً بنى الله له بيتاً في الجنّة".</w:t>
      </w:r>
    </w:p>
    <w:p w14:paraId="7C37CCEE" w14:textId="77777777" w:rsidR="007A3CB2" w:rsidRDefault="007A3CB2" w:rsidP="00F16362">
      <w:pPr>
        <w:pStyle w:val="libBold1"/>
        <w:rPr>
          <w:lang w:bidi="fa-IR"/>
        </w:rPr>
      </w:pPr>
      <w:r>
        <w:rPr>
          <w:rtl/>
          <w:lang w:bidi="fa-IR"/>
        </w:rPr>
        <w:t>2</w:t>
      </w:r>
      <w:r w:rsidR="003B626A">
        <w:rPr>
          <w:rtl/>
          <w:lang w:bidi="fa-IR"/>
        </w:rPr>
        <w:t>-</w:t>
      </w:r>
      <w:r>
        <w:rPr>
          <w:rtl/>
          <w:lang w:bidi="fa-IR"/>
        </w:rPr>
        <w:t xml:space="preserve"> عمران المسجد.</w:t>
      </w:r>
    </w:p>
    <w:p w14:paraId="03BDCA44" w14:textId="77777777" w:rsidR="007A3CB2" w:rsidRDefault="007A3CB2" w:rsidP="007A3CB2">
      <w:pPr>
        <w:pStyle w:val="libNormal"/>
        <w:rPr>
          <w:lang w:bidi="fa-IR"/>
        </w:rPr>
      </w:pPr>
      <w:r>
        <w:rPr>
          <w:rtl/>
          <w:lang w:bidi="fa-IR"/>
        </w:rPr>
        <w:t>فعن الإمام الصادق "</w:t>
      </w:r>
      <w:r w:rsidR="003B626A" w:rsidRPr="003B626A">
        <w:rPr>
          <w:rStyle w:val="libAlaemChar"/>
          <w:rtl/>
        </w:rPr>
        <w:t>عليه‌السلام</w:t>
      </w:r>
      <w:r>
        <w:rPr>
          <w:rtl/>
          <w:lang w:bidi="fa-IR"/>
        </w:rPr>
        <w:t>": "ثلاثة يشكون إلى الله عز وجل: مسجد خراب لا يصلي فيه أهله</w:t>
      </w:r>
    </w:p>
    <w:p w14:paraId="2305334D" w14:textId="77777777" w:rsidR="007A3CB2" w:rsidRDefault="003B626A" w:rsidP="007A3CB2">
      <w:pPr>
        <w:pStyle w:val="libNormal"/>
        <w:rPr>
          <w:lang w:bidi="fa-IR"/>
        </w:rPr>
      </w:pPr>
      <w:r>
        <w:rPr>
          <w:rtl/>
          <w:lang w:bidi="fa-IR"/>
        </w:rPr>
        <w:br w:type="page"/>
      </w:r>
    </w:p>
    <w:p w14:paraId="198DC4FA" w14:textId="77777777" w:rsidR="003B626A" w:rsidRDefault="007A3CB2" w:rsidP="00F16362">
      <w:pPr>
        <w:pStyle w:val="libNormal0"/>
        <w:rPr>
          <w:lang w:bidi="fa-IR"/>
        </w:rPr>
      </w:pPr>
      <w:r>
        <w:rPr>
          <w:rtl/>
          <w:lang w:bidi="fa-IR"/>
        </w:rPr>
        <w:lastRenderedPageBreak/>
        <w:t>وعالم بين جهّال ومصحف معلّق قد وقع عليه غبار لا يقرأ فيه".</w:t>
      </w:r>
    </w:p>
    <w:p w14:paraId="6ECA608B" w14:textId="77777777" w:rsidR="003B626A" w:rsidRDefault="007A3CB2" w:rsidP="00F16362">
      <w:pPr>
        <w:pStyle w:val="libBold1"/>
        <w:rPr>
          <w:lang w:bidi="fa-IR"/>
        </w:rPr>
      </w:pPr>
      <w:r>
        <w:rPr>
          <w:rtl/>
          <w:lang w:bidi="fa-IR"/>
        </w:rPr>
        <w:t>د</w:t>
      </w:r>
      <w:r w:rsidR="003B626A">
        <w:rPr>
          <w:rtl/>
          <w:lang w:bidi="fa-IR"/>
        </w:rPr>
        <w:t>-</w:t>
      </w:r>
      <w:r>
        <w:rPr>
          <w:rtl/>
          <w:lang w:bidi="fa-IR"/>
        </w:rPr>
        <w:t xml:space="preserve"> من آداب المسجد:</w:t>
      </w:r>
    </w:p>
    <w:p w14:paraId="64E69766" w14:textId="77777777" w:rsidR="003B626A" w:rsidRDefault="007A3CB2" w:rsidP="00F16362">
      <w:pPr>
        <w:pStyle w:val="libBold1"/>
        <w:rPr>
          <w:lang w:bidi="fa-IR"/>
        </w:rPr>
      </w:pPr>
      <w:r>
        <w:rPr>
          <w:rtl/>
          <w:lang w:bidi="fa-IR"/>
        </w:rPr>
        <w:t>1</w:t>
      </w:r>
      <w:r w:rsidR="003B626A">
        <w:rPr>
          <w:rtl/>
          <w:lang w:bidi="fa-IR"/>
        </w:rPr>
        <w:t>-</w:t>
      </w:r>
      <w:r>
        <w:rPr>
          <w:rtl/>
          <w:lang w:bidi="fa-IR"/>
        </w:rPr>
        <w:t xml:space="preserve"> عدم ارتكاب الحرام.</w:t>
      </w:r>
    </w:p>
    <w:p w14:paraId="7D4B1B43" w14:textId="77777777" w:rsidR="003B626A" w:rsidRDefault="007A3CB2" w:rsidP="007A3CB2">
      <w:pPr>
        <w:pStyle w:val="libNormal"/>
        <w:rPr>
          <w:lang w:bidi="fa-IR"/>
        </w:rPr>
      </w:pPr>
      <w:r>
        <w:rPr>
          <w:rtl/>
          <w:lang w:bidi="fa-IR"/>
        </w:rPr>
        <w:t>فعن رسول الله "</w:t>
      </w:r>
      <w:r w:rsidR="00F16362" w:rsidRPr="00F16362">
        <w:rPr>
          <w:rStyle w:val="libAlaemChar"/>
          <w:rtl/>
        </w:rPr>
        <w:t>صلى‌الله‌عليه‌وآله</w:t>
      </w:r>
      <w:r>
        <w:rPr>
          <w:rtl/>
          <w:lang w:bidi="fa-IR"/>
        </w:rPr>
        <w:t>": "الجلوس في المسجد لانتظار الصلاة عبادة ما لم يحدث".</w:t>
      </w:r>
    </w:p>
    <w:p w14:paraId="4561D92B" w14:textId="77777777" w:rsidR="003B626A" w:rsidRDefault="007A3CB2" w:rsidP="007A3CB2">
      <w:pPr>
        <w:pStyle w:val="libNormal"/>
        <w:rPr>
          <w:lang w:bidi="fa-IR"/>
        </w:rPr>
      </w:pPr>
      <w:r>
        <w:rPr>
          <w:rtl/>
          <w:lang w:bidi="fa-IR"/>
        </w:rPr>
        <w:t>قيل يا رسول الله "</w:t>
      </w:r>
      <w:r w:rsidR="00F16362" w:rsidRPr="00F16362">
        <w:rPr>
          <w:rStyle w:val="libAlaemChar"/>
          <w:rtl/>
        </w:rPr>
        <w:t>صلى‌الله‌عليه‌وآله</w:t>
      </w:r>
      <w:r>
        <w:rPr>
          <w:rtl/>
          <w:lang w:bidi="fa-IR"/>
        </w:rPr>
        <w:t>" وما الحدث؟</w:t>
      </w:r>
    </w:p>
    <w:p w14:paraId="55D51BF7" w14:textId="77777777" w:rsidR="003B626A" w:rsidRDefault="007A3CB2" w:rsidP="007A3CB2">
      <w:pPr>
        <w:pStyle w:val="libNormal"/>
        <w:rPr>
          <w:lang w:bidi="fa-IR"/>
        </w:rPr>
      </w:pPr>
      <w:r>
        <w:rPr>
          <w:rtl/>
          <w:lang w:bidi="fa-IR"/>
        </w:rPr>
        <w:t>قال "</w:t>
      </w:r>
      <w:r w:rsidR="00F16362" w:rsidRPr="00F16362">
        <w:rPr>
          <w:rStyle w:val="libAlaemChar"/>
          <w:rtl/>
        </w:rPr>
        <w:t>صلى‌الله‌عليه‌وآله</w:t>
      </w:r>
      <w:r>
        <w:rPr>
          <w:rtl/>
          <w:lang w:bidi="fa-IR"/>
        </w:rPr>
        <w:t>": "الإغتياب".</w:t>
      </w:r>
    </w:p>
    <w:p w14:paraId="6B9EA84C" w14:textId="77777777" w:rsidR="003B626A" w:rsidRDefault="007A3CB2" w:rsidP="00F16362">
      <w:pPr>
        <w:pStyle w:val="libBold1"/>
        <w:rPr>
          <w:lang w:bidi="fa-IR"/>
        </w:rPr>
      </w:pPr>
      <w:r>
        <w:rPr>
          <w:rtl/>
          <w:lang w:bidi="fa-IR"/>
        </w:rPr>
        <w:t>2</w:t>
      </w:r>
      <w:r w:rsidR="003B626A">
        <w:rPr>
          <w:rtl/>
          <w:lang w:bidi="fa-IR"/>
        </w:rPr>
        <w:t>-</w:t>
      </w:r>
      <w:r>
        <w:rPr>
          <w:rtl/>
          <w:lang w:bidi="fa-IR"/>
        </w:rPr>
        <w:t xml:space="preserve"> عدم رفع الصوت.</w:t>
      </w:r>
    </w:p>
    <w:p w14:paraId="40AB5615" w14:textId="77777777" w:rsidR="003B626A" w:rsidRDefault="007A3CB2" w:rsidP="007A3CB2">
      <w:pPr>
        <w:pStyle w:val="libNormal"/>
        <w:rPr>
          <w:lang w:bidi="fa-IR"/>
        </w:rPr>
      </w:pPr>
      <w:r>
        <w:rPr>
          <w:rtl/>
          <w:lang w:bidi="fa-IR"/>
        </w:rPr>
        <w:t>فعنه "</w:t>
      </w:r>
      <w:r w:rsidR="00F16362" w:rsidRPr="00F16362">
        <w:rPr>
          <w:rStyle w:val="libAlaemChar"/>
          <w:rtl/>
        </w:rPr>
        <w:t>صلى‌الله‌عليه‌وآله</w:t>
      </w:r>
      <w:r>
        <w:rPr>
          <w:rtl/>
          <w:lang w:bidi="fa-IR"/>
        </w:rPr>
        <w:t>": "جنبوا مساجدكم.. ورفع أصواتكم إلاّ بذكر الله".</w:t>
      </w:r>
    </w:p>
    <w:p w14:paraId="081241D1" w14:textId="77777777" w:rsidR="003B626A" w:rsidRDefault="007A3CB2" w:rsidP="007A3CB2">
      <w:pPr>
        <w:pStyle w:val="libNormal"/>
        <w:rPr>
          <w:lang w:bidi="fa-IR"/>
        </w:rPr>
      </w:pPr>
      <w:r>
        <w:rPr>
          <w:rtl/>
          <w:lang w:bidi="fa-IR"/>
        </w:rPr>
        <w:t>3</w:t>
      </w:r>
      <w:r w:rsidR="003B626A">
        <w:rPr>
          <w:rtl/>
          <w:lang w:bidi="fa-IR"/>
        </w:rPr>
        <w:t>-</w:t>
      </w:r>
      <w:r>
        <w:rPr>
          <w:rtl/>
          <w:lang w:bidi="fa-IR"/>
        </w:rPr>
        <w:t xml:space="preserve"> إتيانها بهيئة مناسبة: "خذوا زينتكم عند كل مسجد".</w:t>
      </w:r>
    </w:p>
    <w:p w14:paraId="3F73AEC4" w14:textId="77777777" w:rsidR="007A3CB2" w:rsidRDefault="007A3CB2" w:rsidP="00F16362">
      <w:pPr>
        <w:pStyle w:val="libBold1"/>
        <w:rPr>
          <w:lang w:bidi="fa-IR"/>
        </w:rPr>
      </w:pPr>
      <w:r>
        <w:rPr>
          <w:rtl/>
          <w:lang w:bidi="fa-IR"/>
        </w:rPr>
        <w:t>المصيبة:</w:t>
      </w:r>
    </w:p>
    <w:p w14:paraId="540465C0" w14:textId="77777777" w:rsidR="003B626A" w:rsidRDefault="003B626A" w:rsidP="007A3CB2">
      <w:pPr>
        <w:pStyle w:val="libNormal"/>
        <w:rPr>
          <w:lang w:bidi="fa-IR"/>
        </w:rPr>
      </w:pPr>
      <w:r>
        <w:rPr>
          <w:rtl/>
          <w:lang w:bidi="fa-IR"/>
        </w:rPr>
        <w:t>-</w:t>
      </w:r>
      <w:r w:rsidR="007A3CB2">
        <w:rPr>
          <w:rtl/>
          <w:lang w:bidi="fa-IR"/>
        </w:rPr>
        <w:t xml:space="preserve"> مصيبة حبيب بن مظاهر.</w:t>
      </w:r>
    </w:p>
    <w:p w14:paraId="47C05AB4" w14:textId="77777777" w:rsidR="007A3CB2" w:rsidRDefault="003B626A" w:rsidP="007A3CB2">
      <w:pPr>
        <w:pStyle w:val="libNormal"/>
        <w:rPr>
          <w:lang w:bidi="fa-IR"/>
        </w:rPr>
      </w:pPr>
      <w:r>
        <w:rPr>
          <w:rtl/>
          <w:lang w:bidi="fa-IR"/>
        </w:rPr>
        <w:t>-</w:t>
      </w:r>
      <w:r w:rsidR="007A3CB2">
        <w:rPr>
          <w:rtl/>
          <w:lang w:bidi="fa-IR"/>
        </w:rPr>
        <w:t xml:space="preserve"> القصيدة الختامية من وحي ذلك.</w:t>
      </w:r>
    </w:p>
    <w:p w14:paraId="39649112" w14:textId="77777777" w:rsidR="003B626A" w:rsidRDefault="003B626A" w:rsidP="007A3CB2">
      <w:pPr>
        <w:pStyle w:val="libNormal"/>
        <w:rPr>
          <w:lang w:bidi="fa-IR"/>
        </w:rPr>
      </w:pPr>
      <w:r>
        <w:rPr>
          <w:rtl/>
          <w:lang w:bidi="fa-IR"/>
        </w:rPr>
        <w:br w:type="page"/>
      </w:r>
    </w:p>
    <w:p w14:paraId="621E25AC" w14:textId="77777777" w:rsidR="007A3CB2" w:rsidRDefault="007A3CB2" w:rsidP="00F16362">
      <w:pPr>
        <w:pStyle w:val="Heading2Center"/>
        <w:rPr>
          <w:lang w:bidi="fa-IR"/>
        </w:rPr>
      </w:pPr>
      <w:bookmarkStart w:id="20" w:name="_Toc12609729"/>
      <w:r>
        <w:rPr>
          <w:rtl/>
          <w:lang w:bidi="fa-IR"/>
        </w:rPr>
        <w:lastRenderedPageBreak/>
        <w:t>الليلة السابعة</w:t>
      </w:r>
      <w:bookmarkEnd w:id="20"/>
    </w:p>
    <w:p w14:paraId="399811EC" w14:textId="77777777" w:rsidR="007A3CB2" w:rsidRDefault="007A3CB2" w:rsidP="00F16362">
      <w:pPr>
        <w:pStyle w:val="libBold1"/>
        <w:rPr>
          <w:lang w:bidi="fa-IR"/>
        </w:rPr>
      </w:pPr>
      <w:r>
        <w:rPr>
          <w:rtl/>
          <w:lang w:bidi="fa-IR"/>
        </w:rPr>
        <w:t>عنوان المحاضرة:</w:t>
      </w:r>
    </w:p>
    <w:p w14:paraId="19F46DCB" w14:textId="77777777" w:rsidR="007A3CB2" w:rsidRDefault="007A3CB2" w:rsidP="00F16362">
      <w:pPr>
        <w:pStyle w:val="libCenterBold1"/>
        <w:rPr>
          <w:lang w:bidi="fa-IR"/>
        </w:rPr>
      </w:pPr>
      <w:r>
        <w:rPr>
          <w:rtl/>
          <w:lang w:bidi="fa-IR"/>
        </w:rPr>
        <w:t>حول أبي الفضل العباس‏"</w:t>
      </w:r>
      <w:r w:rsidR="003B626A" w:rsidRPr="003B626A">
        <w:rPr>
          <w:rStyle w:val="libAlaemChar"/>
          <w:rtl/>
        </w:rPr>
        <w:t>عليه‌السلام</w:t>
      </w:r>
      <w:r>
        <w:rPr>
          <w:rtl/>
          <w:lang w:bidi="fa-IR"/>
        </w:rPr>
        <w:t>"</w:t>
      </w:r>
    </w:p>
    <w:p w14:paraId="5124BD2B" w14:textId="77777777" w:rsidR="007A3CB2" w:rsidRDefault="007A3CB2" w:rsidP="00F16362">
      <w:pPr>
        <w:pStyle w:val="libBold1"/>
        <w:rPr>
          <w:lang w:bidi="fa-IR"/>
        </w:rPr>
      </w:pPr>
      <w:r>
        <w:rPr>
          <w:rtl/>
          <w:lang w:bidi="fa-IR"/>
        </w:rPr>
        <w:t>الموعظة:</w:t>
      </w:r>
    </w:p>
    <w:p w14:paraId="0979EBD9" w14:textId="77777777" w:rsidR="007A3CB2" w:rsidRDefault="007A3CB2" w:rsidP="00F16362">
      <w:pPr>
        <w:pStyle w:val="libBold1"/>
        <w:rPr>
          <w:lang w:bidi="fa-IR"/>
        </w:rPr>
      </w:pPr>
      <w:r>
        <w:rPr>
          <w:rtl/>
          <w:lang w:bidi="fa-IR"/>
        </w:rPr>
        <w:t>الوفاء</w:t>
      </w:r>
    </w:p>
    <w:p w14:paraId="2559936A" w14:textId="77777777" w:rsidR="007A3CB2" w:rsidRDefault="007A3CB2" w:rsidP="00F16362">
      <w:pPr>
        <w:pStyle w:val="libBold1"/>
        <w:rPr>
          <w:lang w:bidi="fa-IR"/>
        </w:rPr>
      </w:pPr>
      <w:r>
        <w:rPr>
          <w:rtl/>
          <w:lang w:bidi="fa-IR"/>
        </w:rPr>
        <w:t>الهدف:</w:t>
      </w:r>
    </w:p>
    <w:p w14:paraId="78790A18" w14:textId="77777777" w:rsidR="003B626A" w:rsidRDefault="007A3CB2" w:rsidP="007A3CB2">
      <w:pPr>
        <w:pStyle w:val="libNormal"/>
        <w:rPr>
          <w:lang w:bidi="fa-IR"/>
        </w:rPr>
      </w:pPr>
      <w:r>
        <w:rPr>
          <w:rtl/>
          <w:lang w:bidi="fa-IR"/>
        </w:rPr>
        <w:t>بيان مكانة الوفاء وحث الناس عليه وبيان نتائجه البناءة في الدنيا والآخرة.</w:t>
      </w:r>
    </w:p>
    <w:p w14:paraId="56852A96" w14:textId="77777777" w:rsidR="007A3CB2" w:rsidRDefault="007A3CB2" w:rsidP="00F16362">
      <w:pPr>
        <w:pStyle w:val="libBold1"/>
        <w:rPr>
          <w:lang w:bidi="fa-IR"/>
        </w:rPr>
      </w:pPr>
      <w:r>
        <w:rPr>
          <w:rtl/>
          <w:lang w:bidi="fa-IR"/>
        </w:rPr>
        <w:t>تصدير الموضوع:</w:t>
      </w:r>
    </w:p>
    <w:p w14:paraId="4DBF9DAC" w14:textId="77777777" w:rsidR="003B626A" w:rsidRDefault="007A3CB2" w:rsidP="007A3CB2">
      <w:pPr>
        <w:pStyle w:val="libNormal"/>
        <w:rPr>
          <w:lang w:bidi="fa-IR"/>
        </w:rPr>
      </w:pPr>
      <w:r>
        <w:rPr>
          <w:rtl/>
          <w:lang w:bidi="fa-IR"/>
        </w:rPr>
        <w:t>ورد في زيارة الإمام الصادق "</w:t>
      </w:r>
      <w:r w:rsidR="003B626A" w:rsidRPr="003B626A">
        <w:rPr>
          <w:rStyle w:val="libAlaemChar"/>
          <w:rtl/>
        </w:rPr>
        <w:t>عليه‌السلام</w:t>
      </w:r>
      <w:r>
        <w:rPr>
          <w:rtl/>
          <w:lang w:bidi="fa-IR"/>
        </w:rPr>
        <w:t>" لأبي الفضل العباس "</w:t>
      </w:r>
      <w:r w:rsidR="003B626A" w:rsidRPr="003B626A">
        <w:rPr>
          <w:rStyle w:val="libAlaemChar"/>
          <w:rtl/>
        </w:rPr>
        <w:t>عليه‌السلام</w:t>
      </w:r>
      <w:r>
        <w:rPr>
          <w:rtl/>
          <w:lang w:bidi="fa-IR"/>
        </w:rPr>
        <w:t>":</w:t>
      </w:r>
    </w:p>
    <w:p w14:paraId="4B10BFE0" w14:textId="77777777" w:rsidR="007A3CB2" w:rsidRDefault="007A3CB2" w:rsidP="007A3CB2">
      <w:pPr>
        <w:pStyle w:val="libNormal"/>
        <w:rPr>
          <w:lang w:bidi="fa-IR"/>
        </w:rPr>
      </w:pPr>
      <w:r>
        <w:rPr>
          <w:rtl/>
          <w:lang w:bidi="fa-IR"/>
        </w:rPr>
        <w:t>"سلام اللَّه وسلام ملائكته المقرَّبين، وأنبيائه المرسلين، وعباده الصالحين، وجميع الشهداء والصديقين الزاكيات الطيبات فيما تغتذي وتروح عليك يا ابن أمير المؤمنين... أشهد لك بالتسليم والتصديق، والوفاء، والتضحية لخلف النبي المرسل والسبط المنتخب والدليل العالم، والوصي المبلِّغ".</w:t>
      </w:r>
    </w:p>
    <w:p w14:paraId="5C9DDFE5" w14:textId="77777777" w:rsidR="007A3CB2" w:rsidRDefault="003B626A" w:rsidP="007A3CB2">
      <w:pPr>
        <w:pStyle w:val="libNormal"/>
        <w:rPr>
          <w:lang w:bidi="fa-IR"/>
        </w:rPr>
      </w:pPr>
      <w:r>
        <w:rPr>
          <w:rtl/>
          <w:lang w:bidi="fa-IR"/>
        </w:rPr>
        <w:br w:type="page"/>
      </w:r>
    </w:p>
    <w:p w14:paraId="2FA34722" w14:textId="77777777" w:rsidR="007A3CB2" w:rsidRDefault="007A3CB2" w:rsidP="00F16362">
      <w:pPr>
        <w:pStyle w:val="libBold1"/>
        <w:rPr>
          <w:lang w:bidi="fa-IR"/>
        </w:rPr>
      </w:pPr>
      <w:r>
        <w:rPr>
          <w:rtl/>
          <w:lang w:bidi="fa-IR"/>
        </w:rPr>
        <w:lastRenderedPageBreak/>
        <w:t>محاور الموضوع:</w:t>
      </w:r>
    </w:p>
    <w:p w14:paraId="25ECAF41" w14:textId="77777777" w:rsidR="003B626A" w:rsidRDefault="007A3CB2" w:rsidP="00F16362">
      <w:pPr>
        <w:pStyle w:val="libBold1"/>
        <w:rPr>
          <w:lang w:bidi="fa-IR"/>
        </w:rPr>
      </w:pPr>
      <w:r>
        <w:rPr>
          <w:rtl/>
          <w:lang w:bidi="fa-IR"/>
        </w:rPr>
        <w:t>أ</w:t>
      </w:r>
      <w:r w:rsidR="003B626A">
        <w:rPr>
          <w:rtl/>
          <w:lang w:bidi="fa-IR"/>
        </w:rPr>
        <w:t>-</w:t>
      </w:r>
      <w:r>
        <w:rPr>
          <w:rtl/>
          <w:lang w:bidi="fa-IR"/>
        </w:rPr>
        <w:t xml:space="preserve"> معنى الوفاء:</w:t>
      </w:r>
    </w:p>
    <w:p w14:paraId="040C2A88" w14:textId="77777777" w:rsidR="003B626A" w:rsidRDefault="007A3CB2" w:rsidP="007A3CB2">
      <w:pPr>
        <w:pStyle w:val="libNormal"/>
        <w:rPr>
          <w:lang w:bidi="fa-IR"/>
        </w:rPr>
      </w:pPr>
      <w:r>
        <w:rPr>
          <w:rtl/>
          <w:lang w:bidi="fa-IR"/>
        </w:rPr>
        <w:t>يتحقق الوفاء بأمرين:</w:t>
      </w:r>
    </w:p>
    <w:p w14:paraId="61C855AE" w14:textId="77777777" w:rsidR="003B626A" w:rsidRDefault="007A3CB2" w:rsidP="007A3CB2">
      <w:pPr>
        <w:pStyle w:val="libNormal"/>
        <w:rPr>
          <w:lang w:bidi="fa-IR"/>
        </w:rPr>
      </w:pPr>
      <w:r>
        <w:rPr>
          <w:rtl/>
          <w:lang w:bidi="fa-IR"/>
        </w:rPr>
        <w:t>1</w:t>
      </w:r>
      <w:r w:rsidR="003B626A">
        <w:rPr>
          <w:rtl/>
          <w:lang w:bidi="fa-IR"/>
        </w:rPr>
        <w:t>-</w:t>
      </w:r>
      <w:r>
        <w:rPr>
          <w:rtl/>
          <w:lang w:bidi="fa-IR"/>
        </w:rPr>
        <w:t xml:space="preserve"> أداء الحقوق (حقوق اللَّه ورسله وأهل بيته ووالديه...).</w:t>
      </w:r>
    </w:p>
    <w:p w14:paraId="5D8BEFD7" w14:textId="77777777" w:rsidR="003B626A" w:rsidRDefault="007A3CB2" w:rsidP="007A3CB2">
      <w:pPr>
        <w:pStyle w:val="libNormal"/>
        <w:rPr>
          <w:lang w:bidi="fa-IR"/>
        </w:rPr>
      </w:pPr>
      <w:r>
        <w:rPr>
          <w:rtl/>
          <w:lang w:bidi="fa-IR"/>
        </w:rPr>
        <w:t>2</w:t>
      </w:r>
      <w:r w:rsidR="003B626A">
        <w:rPr>
          <w:rtl/>
          <w:lang w:bidi="fa-IR"/>
        </w:rPr>
        <w:t>-</w:t>
      </w:r>
      <w:r>
        <w:rPr>
          <w:rtl/>
          <w:lang w:bidi="fa-IR"/>
        </w:rPr>
        <w:t xml:space="preserve"> أن يفي بما وعد.</w:t>
      </w:r>
    </w:p>
    <w:p w14:paraId="5C7D0011" w14:textId="77777777" w:rsidR="003B626A" w:rsidRDefault="007A3CB2" w:rsidP="00F16362">
      <w:pPr>
        <w:pStyle w:val="libBold1"/>
        <w:rPr>
          <w:lang w:bidi="fa-IR"/>
        </w:rPr>
      </w:pPr>
      <w:r>
        <w:rPr>
          <w:rtl/>
          <w:lang w:bidi="fa-IR"/>
        </w:rPr>
        <w:t>ب</w:t>
      </w:r>
      <w:r w:rsidR="003B626A">
        <w:rPr>
          <w:rtl/>
          <w:lang w:bidi="fa-IR"/>
        </w:rPr>
        <w:t>-</w:t>
      </w:r>
      <w:r>
        <w:rPr>
          <w:rtl/>
          <w:lang w:bidi="fa-IR"/>
        </w:rPr>
        <w:t xml:space="preserve"> الوفاء وصية الأنبياء وسبيل القرب:</w:t>
      </w:r>
    </w:p>
    <w:p w14:paraId="42787AC5" w14:textId="77777777" w:rsidR="003B626A" w:rsidRDefault="007A3CB2" w:rsidP="007A3CB2">
      <w:pPr>
        <w:pStyle w:val="libNormal"/>
        <w:rPr>
          <w:lang w:bidi="fa-IR"/>
        </w:rPr>
      </w:pPr>
      <w:r>
        <w:rPr>
          <w:rtl/>
          <w:lang w:bidi="fa-IR"/>
        </w:rPr>
        <w:t>1</w:t>
      </w:r>
      <w:r w:rsidR="003B626A">
        <w:rPr>
          <w:rtl/>
          <w:lang w:bidi="fa-IR"/>
        </w:rPr>
        <w:t>-</w:t>
      </w:r>
      <w:r>
        <w:rPr>
          <w:rtl/>
          <w:lang w:bidi="fa-IR"/>
        </w:rPr>
        <w:t xml:space="preserve"> ورد عن الإمام الصادق "</w:t>
      </w:r>
      <w:r w:rsidR="003B626A" w:rsidRPr="003B626A">
        <w:rPr>
          <w:rStyle w:val="libAlaemChar"/>
          <w:rtl/>
        </w:rPr>
        <w:t>عليه‌السلام</w:t>
      </w:r>
      <w:r>
        <w:rPr>
          <w:rtl/>
          <w:lang w:bidi="fa-IR"/>
        </w:rPr>
        <w:t>": "ثلاث لم يجعل اللَّه لأحد من الناس منّهن رخصة: بر الوالدين برّين كانا أو فاجرين، ووفاء بالعهد بالبر والفاجر، وأداء الأمانة إلى البر والفاجر".</w:t>
      </w:r>
    </w:p>
    <w:p w14:paraId="230AB54E" w14:textId="77777777" w:rsidR="003B626A" w:rsidRDefault="007A3CB2" w:rsidP="007A3CB2">
      <w:pPr>
        <w:pStyle w:val="libNormal"/>
        <w:rPr>
          <w:lang w:bidi="fa-IR"/>
        </w:rPr>
      </w:pPr>
      <w:r>
        <w:rPr>
          <w:rtl/>
          <w:lang w:bidi="fa-IR"/>
        </w:rPr>
        <w:t>2</w:t>
      </w:r>
      <w:r w:rsidR="003B626A">
        <w:rPr>
          <w:rtl/>
          <w:lang w:bidi="fa-IR"/>
        </w:rPr>
        <w:t>-</w:t>
      </w:r>
      <w:r>
        <w:rPr>
          <w:rtl/>
          <w:lang w:bidi="fa-IR"/>
        </w:rPr>
        <w:t xml:space="preserve"> ورد عن الرسول الأكرم "</w:t>
      </w:r>
      <w:r w:rsidR="00F16362" w:rsidRPr="00F16362">
        <w:rPr>
          <w:rStyle w:val="libAlaemChar"/>
          <w:rtl/>
        </w:rPr>
        <w:t>صلى‌الله‌عليه‌وآله</w:t>
      </w:r>
      <w:r>
        <w:rPr>
          <w:rtl/>
          <w:lang w:bidi="fa-IR"/>
        </w:rPr>
        <w:t>": "عليكم بصدق الحديث ووفاء العهد وحفظ الأمانة فإنها وصيّة الأنبياء".</w:t>
      </w:r>
    </w:p>
    <w:p w14:paraId="6CDA2DBA" w14:textId="77777777" w:rsidR="007A3CB2" w:rsidRDefault="007A3CB2" w:rsidP="007A3CB2">
      <w:pPr>
        <w:pStyle w:val="libNormal"/>
        <w:rPr>
          <w:lang w:bidi="fa-IR"/>
        </w:rPr>
      </w:pPr>
      <w:r>
        <w:rPr>
          <w:rtl/>
          <w:lang w:bidi="fa-IR"/>
        </w:rPr>
        <w:t>3</w:t>
      </w:r>
      <w:r w:rsidR="003B626A">
        <w:rPr>
          <w:rtl/>
          <w:lang w:bidi="fa-IR"/>
        </w:rPr>
        <w:t>-</w:t>
      </w:r>
      <w:r>
        <w:rPr>
          <w:rtl/>
          <w:lang w:bidi="fa-IR"/>
        </w:rPr>
        <w:t xml:space="preserve"> الافتخار يوم القيامة "حصيلة الوفاء" ورد عن الرسول الأكرم "</w:t>
      </w:r>
      <w:r w:rsidR="00F16362" w:rsidRPr="00F16362">
        <w:rPr>
          <w:rStyle w:val="libAlaemChar"/>
          <w:rtl/>
        </w:rPr>
        <w:t>صلى‌الله‌عليه‌وآله</w:t>
      </w:r>
      <w:r>
        <w:rPr>
          <w:rtl/>
          <w:lang w:bidi="fa-IR"/>
        </w:rPr>
        <w:t>": "أقربكم غداً منّي في</w:t>
      </w:r>
    </w:p>
    <w:p w14:paraId="091921D9" w14:textId="77777777" w:rsidR="007A3CB2" w:rsidRDefault="003B626A" w:rsidP="007A3CB2">
      <w:pPr>
        <w:pStyle w:val="libNormal"/>
        <w:rPr>
          <w:lang w:bidi="fa-IR"/>
        </w:rPr>
      </w:pPr>
      <w:r>
        <w:rPr>
          <w:rtl/>
          <w:lang w:bidi="fa-IR"/>
        </w:rPr>
        <w:br w:type="page"/>
      </w:r>
    </w:p>
    <w:p w14:paraId="24343D41" w14:textId="77777777" w:rsidR="003B626A" w:rsidRDefault="007A3CB2" w:rsidP="00F16362">
      <w:pPr>
        <w:pStyle w:val="libNormal0"/>
        <w:rPr>
          <w:lang w:bidi="fa-IR"/>
        </w:rPr>
      </w:pPr>
      <w:r>
        <w:rPr>
          <w:rtl/>
          <w:lang w:bidi="fa-IR"/>
        </w:rPr>
        <w:lastRenderedPageBreak/>
        <w:t>الموقف أصدقكم الحديث، وأداكم للأمانة وأوفاكم بالعهد وأحسنكم خلقاً وأقربكم من النّاس".</w:t>
      </w:r>
    </w:p>
    <w:p w14:paraId="031E9BAB" w14:textId="77777777" w:rsidR="003B626A" w:rsidRDefault="007A3CB2" w:rsidP="00F16362">
      <w:pPr>
        <w:pStyle w:val="libBold1"/>
        <w:rPr>
          <w:lang w:bidi="fa-IR"/>
        </w:rPr>
      </w:pPr>
      <w:r>
        <w:rPr>
          <w:rtl/>
          <w:lang w:bidi="fa-IR"/>
        </w:rPr>
        <w:t>ج</w:t>
      </w:r>
      <w:r w:rsidR="003B626A">
        <w:rPr>
          <w:rtl/>
          <w:lang w:bidi="fa-IR"/>
        </w:rPr>
        <w:t>-</w:t>
      </w:r>
      <w:r>
        <w:rPr>
          <w:rtl/>
          <w:lang w:bidi="fa-IR"/>
        </w:rPr>
        <w:t xml:space="preserve"> الوفاء مدرسة تبدأ في المنزل:</w:t>
      </w:r>
    </w:p>
    <w:p w14:paraId="48469350" w14:textId="77777777" w:rsidR="003B626A" w:rsidRDefault="007A3CB2" w:rsidP="007A3CB2">
      <w:pPr>
        <w:pStyle w:val="libNormal"/>
        <w:rPr>
          <w:lang w:bidi="fa-IR"/>
        </w:rPr>
      </w:pPr>
      <w:r>
        <w:rPr>
          <w:rtl/>
          <w:lang w:bidi="fa-IR"/>
        </w:rPr>
        <w:t>* ورد عن الإمام الكاظم "</w:t>
      </w:r>
      <w:r w:rsidR="003B626A" w:rsidRPr="003B626A">
        <w:rPr>
          <w:rStyle w:val="libAlaemChar"/>
          <w:rtl/>
        </w:rPr>
        <w:t>عليه‌السلام</w:t>
      </w:r>
      <w:r>
        <w:rPr>
          <w:rtl/>
          <w:lang w:bidi="fa-IR"/>
        </w:rPr>
        <w:t>": "إذا وعدتم الصغار فأوفوا لهم، فإنهم يرون أنكم ترزقونهم".</w:t>
      </w:r>
    </w:p>
    <w:p w14:paraId="568E33A3" w14:textId="77777777" w:rsidR="003B626A" w:rsidRDefault="007A3CB2" w:rsidP="00F16362">
      <w:pPr>
        <w:pStyle w:val="libBold1"/>
        <w:rPr>
          <w:lang w:bidi="fa-IR"/>
        </w:rPr>
      </w:pPr>
      <w:r>
        <w:rPr>
          <w:rtl/>
          <w:lang w:bidi="fa-IR"/>
        </w:rPr>
        <w:t>د</w:t>
      </w:r>
      <w:r w:rsidR="003B626A">
        <w:rPr>
          <w:rtl/>
          <w:lang w:bidi="fa-IR"/>
        </w:rPr>
        <w:t>-</w:t>
      </w:r>
      <w:r>
        <w:rPr>
          <w:rtl/>
          <w:lang w:bidi="fa-IR"/>
        </w:rPr>
        <w:t xml:space="preserve"> وفاء أصحاب الإمام الحسين "</w:t>
      </w:r>
      <w:r w:rsidR="003B626A" w:rsidRPr="003B626A">
        <w:rPr>
          <w:rStyle w:val="libAlaemChar"/>
          <w:rtl/>
        </w:rPr>
        <w:t>عليه‌السلام</w:t>
      </w:r>
      <w:r>
        <w:rPr>
          <w:rtl/>
          <w:lang w:bidi="fa-IR"/>
        </w:rPr>
        <w:t>":</w:t>
      </w:r>
    </w:p>
    <w:p w14:paraId="285FE150" w14:textId="77777777" w:rsidR="003B626A" w:rsidRDefault="007A3CB2" w:rsidP="007A3CB2">
      <w:pPr>
        <w:pStyle w:val="libNormal"/>
        <w:rPr>
          <w:lang w:bidi="fa-IR"/>
        </w:rPr>
      </w:pPr>
      <w:r>
        <w:rPr>
          <w:rtl/>
          <w:lang w:bidi="fa-IR"/>
        </w:rPr>
        <w:t>* مسلم بن عوسجة: "أنحن نخلي عنك؟ وبما نعتذر إلى اللَّه في أداء حقك؟ أما واللَّه لا أفارقك حتى أطعن في صدورهم برمحي وأضرب بسيفي ما ثبت قائمه بيدي، ولو لم يكن معي سلاح أقاتلهم به لقذفتهم بالحجارة حتى أموت معك".</w:t>
      </w:r>
    </w:p>
    <w:p w14:paraId="01537F86" w14:textId="77777777" w:rsidR="003B626A" w:rsidRDefault="007A3CB2" w:rsidP="00F16362">
      <w:pPr>
        <w:pStyle w:val="libBold1"/>
        <w:rPr>
          <w:lang w:bidi="fa-IR"/>
        </w:rPr>
      </w:pPr>
      <w:r>
        <w:rPr>
          <w:rtl/>
          <w:lang w:bidi="fa-IR"/>
        </w:rPr>
        <w:t>ه</w:t>
      </w:r>
      <w:r w:rsidR="003B626A">
        <w:rPr>
          <w:rtl/>
          <w:lang w:bidi="fa-IR"/>
        </w:rPr>
        <w:t>-</w:t>
      </w:r>
      <w:r>
        <w:rPr>
          <w:rtl/>
          <w:lang w:bidi="fa-IR"/>
        </w:rPr>
        <w:t xml:space="preserve"> وفاء أبي الفضل العباس:</w:t>
      </w:r>
    </w:p>
    <w:p w14:paraId="7B4FF9C3" w14:textId="77777777" w:rsidR="007A3CB2" w:rsidRDefault="007A3CB2" w:rsidP="007A3CB2">
      <w:pPr>
        <w:pStyle w:val="libNormal"/>
        <w:rPr>
          <w:lang w:bidi="fa-IR"/>
        </w:rPr>
      </w:pPr>
      <w:r>
        <w:rPr>
          <w:rtl/>
          <w:lang w:bidi="fa-IR"/>
        </w:rPr>
        <w:t>كان جواب العباس للإمام الحسين "</w:t>
      </w:r>
      <w:r w:rsidR="003B626A" w:rsidRPr="003B626A">
        <w:rPr>
          <w:rStyle w:val="libAlaemChar"/>
          <w:rtl/>
        </w:rPr>
        <w:t>عليه‌السلام</w:t>
      </w:r>
      <w:r>
        <w:rPr>
          <w:rtl/>
          <w:lang w:bidi="fa-IR"/>
        </w:rPr>
        <w:t>" ليلة العاشر حين أذن لهم بالرحيل: "لم نفعل ذلك؟ لنبقى بعدك، لا أرانا اللَّه ذلك أبداً".</w:t>
      </w:r>
    </w:p>
    <w:p w14:paraId="462DB5FC" w14:textId="77777777" w:rsidR="007A3CB2" w:rsidRDefault="003B626A" w:rsidP="007A3CB2">
      <w:pPr>
        <w:pStyle w:val="libNormal"/>
        <w:rPr>
          <w:lang w:bidi="fa-IR"/>
        </w:rPr>
      </w:pPr>
      <w:r>
        <w:rPr>
          <w:rtl/>
          <w:lang w:bidi="fa-IR"/>
        </w:rPr>
        <w:br w:type="page"/>
      </w:r>
    </w:p>
    <w:p w14:paraId="62AB6B92" w14:textId="77777777" w:rsidR="003B626A" w:rsidRDefault="007A3CB2" w:rsidP="007A3CB2">
      <w:pPr>
        <w:pStyle w:val="libNormal"/>
        <w:rPr>
          <w:lang w:bidi="fa-IR"/>
        </w:rPr>
      </w:pPr>
      <w:r>
        <w:rPr>
          <w:rtl/>
          <w:lang w:bidi="fa-IR"/>
        </w:rPr>
        <w:lastRenderedPageBreak/>
        <w:t>لما اغترف من الماء ليشرب تذكر عطش الحسين ومن معه فرمى الماء وقال:</w:t>
      </w:r>
    </w:p>
    <w:p w14:paraId="654AB6E0" w14:textId="77777777" w:rsidR="003B626A" w:rsidRDefault="007A3CB2" w:rsidP="007A3CB2">
      <w:pPr>
        <w:pStyle w:val="libNormal"/>
        <w:rPr>
          <w:lang w:bidi="fa-IR"/>
        </w:rPr>
      </w:pPr>
      <w:r>
        <w:rPr>
          <w:rtl/>
          <w:lang w:bidi="fa-IR"/>
        </w:rPr>
        <w:t>يا نفس من بعد الحسين هوني‏ وبعده لا كنت أن تكوني‏</w:t>
      </w:r>
    </w:p>
    <w:p w14:paraId="7E568C5C" w14:textId="77777777" w:rsidR="003B626A" w:rsidRDefault="007A3CB2" w:rsidP="007A3CB2">
      <w:pPr>
        <w:pStyle w:val="libNormal"/>
        <w:rPr>
          <w:lang w:bidi="fa-IR"/>
        </w:rPr>
      </w:pPr>
      <w:r>
        <w:rPr>
          <w:rtl/>
          <w:lang w:bidi="fa-IR"/>
        </w:rPr>
        <w:t>هذا الحسين وارد المنون‏ وتشربين بارد المعين‏</w:t>
      </w:r>
    </w:p>
    <w:p w14:paraId="59538F38" w14:textId="77777777" w:rsidR="003B626A" w:rsidRDefault="007A3CB2" w:rsidP="007A3CB2">
      <w:pPr>
        <w:pStyle w:val="libNormal"/>
        <w:rPr>
          <w:lang w:bidi="fa-IR"/>
        </w:rPr>
      </w:pPr>
      <w:r>
        <w:rPr>
          <w:rtl/>
          <w:lang w:bidi="fa-IR"/>
        </w:rPr>
        <w:t>تاللَّه ما هذا فعال ديني‏</w:t>
      </w:r>
    </w:p>
    <w:p w14:paraId="75AA4376" w14:textId="77777777" w:rsidR="007A3CB2" w:rsidRDefault="007A3CB2" w:rsidP="00F16362">
      <w:pPr>
        <w:pStyle w:val="libBold1"/>
        <w:rPr>
          <w:lang w:bidi="fa-IR"/>
        </w:rPr>
      </w:pPr>
      <w:r>
        <w:rPr>
          <w:rtl/>
          <w:lang w:bidi="fa-IR"/>
        </w:rPr>
        <w:t>المصيبة:</w:t>
      </w:r>
    </w:p>
    <w:p w14:paraId="1FEB0A31" w14:textId="77777777" w:rsidR="003B626A" w:rsidRDefault="003B626A" w:rsidP="007A3CB2">
      <w:pPr>
        <w:pStyle w:val="libNormal"/>
        <w:rPr>
          <w:lang w:bidi="fa-IR"/>
        </w:rPr>
      </w:pPr>
      <w:r>
        <w:rPr>
          <w:rtl/>
          <w:lang w:bidi="fa-IR"/>
        </w:rPr>
        <w:t>-</w:t>
      </w:r>
      <w:r w:rsidR="007A3CB2">
        <w:rPr>
          <w:rtl/>
          <w:lang w:bidi="fa-IR"/>
        </w:rPr>
        <w:t xml:space="preserve"> جلب العباس "</w:t>
      </w:r>
      <w:r w:rsidRPr="003B626A">
        <w:rPr>
          <w:rStyle w:val="libAlaemChar"/>
          <w:rtl/>
        </w:rPr>
        <w:t>عليه‌السلام</w:t>
      </w:r>
      <w:r w:rsidR="007A3CB2">
        <w:rPr>
          <w:rtl/>
          <w:lang w:bidi="fa-IR"/>
        </w:rPr>
        <w:t>" الماء من الفرات للنساء والأطفال.</w:t>
      </w:r>
    </w:p>
    <w:p w14:paraId="16F2CB40" w14:textId="77777777" w:rsidR="003B626A" w:rsidRDefault="003B626A" w:rsidP="007A3CB2">
      <w:pPr>
        <w:pStyle w:val="libNormal"/>
        <w:rPr>
          <w:lang w:bidi="fa-IR"/>
        </w:rPr>
      </w:pPr>
      <w:r>
        <w:rPr>
          <w:rtl/>
          <w:lang w:bidi="fa-IR"/>
        </w:rPr>
        <w:t>-</w:t>
      </w:r>
      <w:r w:rsidR="007A3CB2">
        <w:rPr>
          <w:rtl/>
          <w:lang w:bidi="fa-IR"/>
        </w:rPr>
        <w:t xml:space="preserve"> قطع يديه، وإصابته بالسهام، وضربه بالعمود.</w:t>
      </w:r>
    </w:p>
    <w:p w14:paraId="7B6C1ABB" w14:textId="77777777" w:rsidR="003B626A" w:rsidRDefault="003B626A" w:rsidP="007A3CB2">
      <w:pPr>
        <w:pStyle w:val="libNormal"/>
        <w:rPr>
          <w:lang w:bidi="fa-IR"/>
        </w:rPr>
      </w:pPr>
      <w:r>
        <w:rPr>
          <w:rtl/>
          <w:lang w:bidi="fa-IR"/>
        </w:rPr>
        <w:t>-</w:t>
      </w:r>
      <w:r w:rsidR="007A3CB2">
        <w:rPr>
          <w:rtl/>
          <w:lang w:bidi="fa-IR"/>
        </w:rPr>
        <w:t xml:space="preserve"> مجي‏ء الحسين "</w:t>
      </w:r>
      <w:r w:rsidRPr="003B626A">
        <w:rPr>
          <w:rStyle w:val="libAlaemChar"/>
          <w:rtl/>
        </w:rPr>
        <w:t>عليه‌السلام</w:t>
      </w:r>
      <w:r w:rsidR="007A3CB2">
        <w:rPr>
          <w:rtl/>
          <w:lang w:bidi="fa-IR"/>
        </w:rPr>
        <w:t>" إلى مصرعه ثم رجوعه إلى المخيم ناعياً.</w:t>
      </w:r>
    </w:p>
    <w:p w14:paraId="7D4A78E2" w14:textId="77777777" w:rsidR="007A3CB2" w:rsidRDefault="003B626A" w:rsidP="007A3CB2">
      <w:pPr>
        <w:pStyle w:val="libNormal"/>
        <w:rPr>
          <w:lang w:bidi="fa-IR"/>
        </w:rPr>
      </w:pPr>
      <w:r>
        <w:rPr>
          <w:rtl/>
          <w:lang w:bidi="fa-IR"/>
        </w:rPr>
        <w:t>-</w:t>
      </w:r>
      <w:r w:rsidR="007A3CB2">
        <w:rPr>
          <w:rtl/>
          <w:lang w:bidi="fa-IR"/>
        </w:rPr>
        <w:t xml:space="preserve"> القصيدة الختامية من وحي ذلك.</w:t>
      </w:r>
    </w:p>
    <w:p w14:paraId="2D0C672B" w14:textId="77777777" w:rsidR="003B626A" w:rsidRDefault="003B626A" w:rsidP="007A3CB2">
      <w:pPr>
        <w:pStyle w:val="libNormal"/>
        <w:rPr>
          <w:lang w:bidi="fa-IR"/>
        </w:rPr>
      </w:pPr>
      <w:r>
        <w:rPr>
          <w:rtl/>
          <w:lang w:bidi="fa-IR"/>
        </w:rPr>
        <w:br w:type="page"/>
      </w:r>
    </w:p>
    <w:p w14:paraId="4FDEBA35" w14:textId="77777777" w:rsidR="007A3CB2" w:rsidRDefault="007A3CB2" w:rsidP="00F16362">
      <w:pPr>
        <w:pStyle w:val="Heading2Center"/>
        <w:rPr>
          <w:lang w:bidi="fa-IR"/>
        </w:rPr>
      </w:pPr>
      <w:bookmarkStart w:id="21" w:name="_Toc12609730"/>
      <w:r>
        <w:rPr>
          <w:rtl/>
          <w:lang w:bidi="fa-IR"/>
        </w:rPr>
        <w:lastRenderedPageBreak/>
        <w:t>الليلة الثامنة</w:t>
      </w:r>
      <w:bookmarkEnd w:id="21"/>
    </w:p>
    <w:p w14:paraId="2E9A5813" w14:textId="77777777" w:rsidR="007A3CB2" w:rsidRDefault="007A3CB2" w:rsidP="00F16362">
      <w:pPr>
        <w:pStyle w:val="libBold1"/>
        <w:rPr>
          <w:lang w:bidi="fa-IR"/>
        </w:rPr>
      </w:pPr>
      <w:r>
        <w:rPr>
          <w:rtl/>
          <w:lang w:bidi="fa-IR"/>
        </w:rPr>
        <w:t>عنوان المحاضرة:</w:t>
      </w:r>
    </w:p>
    <w:p w14:paraId="72319C0D" w14:textId="77777777" w:rsidR="007A3CB2" w:rsidRDefault="007A3CB2" w:rsidP="00F16362">
      <w:pPr>
        <w:pStyle w:val="libCenterBold1"/>
        <w:rPr>
          <w:lang w:bidi="fa-IR"/>
        </w:rPr>
      </w:pPr>
      <w:r>
        <w:rPr>
          <w:rtl/>
          <w:lang w:bidi="fa-IR"/>
        </w:rPr>
        <w:t>حول علي الأكبر"</w:t>
      </w:r>
      <w:r w:rsidR="003B626A" w:rsidRPr="003B626A">
        <w:rPr>
          <w:rStyle w:val="libAlaemChar"/>
          <w:rtl/>
        </w:rPr>
        <w:t>عليه‌السلام</w:t>
      </w:r>
      <w:r>
        <w:rPr>
          <w:rtl/>
          <w:lang w:bidi="fa-IR"/>
        </w:rPr>
        <w:t>"</w:t>
      </w:r>
    </w:p>
    <w:p w14:paraId="743CA60A" w14:textId="77777777" w:rsidR="007A3CB2" w:rsidRDefault="007A3CB2" w:rsidP="00F16362">
      <w:pPr>
        <w:pStyle w:val="libBold1"/>
        <w:rPr>
          <w:lang w:bidi="fa-IR"/>
        </w:rPr>
      </w:pPr>
      <w:r>
        <w:rPr>
          <w:rtl/>
          <w:lang w:bidi="fa-IR"/>
        </w:rPr>
        <w:t>الموعظة:</w:t>
      </w:r>
    </w:p>
    <w:p w14:paraId="55BACFA2" w14:textId="77777777" w:rsidR="007A3CB2" w:rsidRDefault="007A3CB2" w:rsidP="00F16362">
      <w:pPr>
        <w:pStyle w:val="libBold1"/>
        <w:rPr>
          <w:lang w:bidi="fa-IR"/>
        </w:rPr>
      </w:pPr>
      <w:r>
        <w:rPr>
          <w:rtl/>
          <w:lang w:bidi="fa-IR"/>
        </w:rPr>
        <w:t>التخطيط للنهضة الحسينية</w:t>
      </w:r>
    </w:p>
    <w:p w14:paraId="7ABC5962" w14:textId="77777777" w:rsidR="007A3CB2" w:rsidRDefault="007A3CB2" w:rsidP="00F16362">
      <w:pPr>
        <w:pStyle w:val="libBold1"/>
        <w:rPr>
          <w:lang w:bidi="fa-IR"/>
        </w:rPr>
      </w:pPr>
      <w:r>
        <w:rPr>
          <w:rtl/>
          <w:lang w:bidi="fa-IR"/>
        </w:rPr>
        <w:t>تصدير الموضوع:</w:t>
      </w:r>
    </w:p>
    <w:p w14:paraId="26BDF525" w14:textId="77777777" w:rsidR="003B626A" w:rsidRDefault="007A3CB2" w:rsidP="007A3CB2">
      <w:pPr>
        <w:pStyle w:val="libNormal"/>
        <w:rPr>
          <w:lang w:bidi="fa-IR"/>
        </w:rPr>
      </w:pPr>
      <w:r>
        <w:rPr>
          <w:rtl/>
          <w:lang w:bidi="fa-IR"/>
        </w:rPr>
        <w:t>عن الإمام الحسين "</w:t>
      </w:r>
      <w:r w:rsidR="003B626A" w:rsidRPr="003B626A">
        <w:rPr>
          <w:rStyle w:val="libAlaemChar"/>
          <w:rtl/>
        </w:rPr>
        <w:t>عليه‌السلام</w:t>
      </w:r>
      <w:r>
        <w:rPr>
          <w:rtl/>
          <w:lang w:bidi="fa-IR"/>
        </w:rPr>
        <w:t>": "شاء اللَّه أن يراني قتيلاً وأن يرى النساء سبايا".</w:t>
      </w:r>
    </w:p>
    <w:p w14:paraId="60725FAF" w14:textId="77777777" w:rsidR="007A3CB2" w:rsidRDefault="007A3CB2" w:rsidP="00F16362">
      <w:pPr>
        <w:pStyle w:val="libBold1"/>
        <w:rPr>
          <w:lang w:bidi="fa-IR"/>
        </w:rPr>
      </w:pPr>
      <w:r>
        <w:rPr>
          <w:rtl/>
          <w:lang w:bidi="fa-IR"/>
        </w:rPr>
        <w:t>محاور الموضوع:</w:t>
      </w:r>
    </w:p>
    <w:p w14:paraId="1ECDB536" w14:textId="77777777" w:rsidR="003B626A" w:rsidRDefault="007A3CB2" w:rsidP="00F16362">
      <w:pPr>
        <w:pStyle w:val="libBold1"/>
        <w:rPr>
          <w:lang w:bidi="fa-IR"/>
        </w:rPr>
      </w:pPr>
      <w:r>
        <w:rPr>
          <w:rtl/>
          <w:lang w:bidi="fa-IR"/>
        </w:rPr>
        <w:t>أ</w:t>
      </w:r>
      <w:r w:rsidR="003B626A">
        <w:rPr>
          <w:rtl/>
          <w:lang w:bidi="fa-IR"/>
        </w:rPr>
        <w:t>-</w:t>
      </w:r>
      <w:r>
        <w:rPr>
          <w:rtl/>
          <w:lang w:bidi="fa-IR"/>
        </w:rPr>
        <w:t xml:space="preserve"> صور المجتمع المهزوم عشية النهضة الحسينية:</w:t>
      </w:r>
    </w:p>
    <w:p w14:paraId="54AD9D07" w14:textId="77777777" w:rsidR="003B626A" w:rsidRDefault="007A3CB2" w:rsidP="00F16362">
      <w:pPr>
        <w:pStyle w:val="libNormal"/>
        <w:rPr>
          <w:lang w:bidi="fa-IR"/>
        </w:rPr>
      </w:pPr>
      <w:r>
        <w:rPr>
          <w:rtl/>
          <w:lang w:bidi="fa-IR"/>
        </w:rPr>
        <w:t>قال عمر بن لوذان للإمام الحسين "</w:t>
      </w:r>
      <w:r w:rsidR="00F16362" w:rsidRPr="00F16362">
        <w:rPr>
          <w:rStyle w:val="libAlaemChar"/>
          <w:rtl/>
        </w:rPr>
        <w:t xml:space="preserve"> </w:t>
      </w:r>
      <w:r w:rsidR="00F16362" w:rsidRPr="003B626A">
        <w:rPr>
          <w:rStyle w:val="libAlaemChar"/>
          <w:rtl/>
        </w:rPr>
        <w:t>عليه‌السلام</w:t>
      </w:r>
      <w:r w:rsidR="00F16362">
        <w:rPr>
          <w:rtl/>
          <w:lang w:bidi="fa-IR"/>
        </w:rPr>
        <w:t xml:space="preserve"> </w:t>
      </w:r>
      <w:r>
        <w:rPr>
          <w:rtl/>
          <w:lang w:bidi="fa-IR"/>
        </w:rPr>
        <w:t>" لما أراد الانصراف إلى العراق: أنشدك اللَّه يا ابن رسول اللَّه، لما انصرفت، فواللَّه ما تقدم إلا على الأسنَّة وحدّ السيوف.</w:t>
      </w:r>
    </w:p>
    <w:p w14:paraId="236DE92A" w14:textId="77777777" w:rsidR="003B626A" w:rsidRDefault="007A3CB2" w:rsidP="007A3CB2">
      <w:pPr>
        <w:pStyle w:val="libNormal"/>
        <w:rPr>
          <w:lang w:bidi="fa-IR"/>
        </w:rPr>
      </w:pPr>
      <w:r>
        <w:rPr>
          <w:rtl/>
          <w:lang w:bidi="fa-IR"/>
        </w:rPr>
        <w:t>أربعة آلاف اجتمعوا مع مسلم بن عقيل وأحاطوا بقصر الامارة، لكنهم انهزموا أمام ما لا يزيد عن ثلاثين رجلاً كانوا داخل قصر الامارة حتى بقي مسلم وحيداً.</w:t>
      </w:r>
    </w:p>
    <w:p w14:paraId="4A96BF02" w14:textId="77777777" w:rsidR="007A3CB2" w:rsidRDefault="007A3CB2" w:rsidP="007A3CB2">
      <w:pPr>
        <w:pStyle w:val="libNormal"/>
        <w:rPr>
          <w:lang w:bidi="fa-IR"/>
        </w:rPr>
      </w:pPr>
      <w:r>
        <w:rPr>
          <w:rtl/>
          <w:lang w:bidi="fa-IR"/>
        </w:rPr>
        <w:t>بنو أسد بعد أن دعاهم حبيب بن مظاهر</w:t>
      </w:r>
    </w:p>
    <w:p w14:paraId="142A85E6" w14:textId="77777777" w:rsidR="007A3CB2" w:rsidRDefault="003B626A" w:rsidP="007A3CB2">
      <w:pPr>
        <w:pStyle w:val="libNormal"/>
        <w:rPr>
          <w:lang w:bidi="fa-IR"/>
        </w:rPr>
      </w:pPr>
      <w:r>
        <w:rPr>
          <w:rtl/>
          <w:lang w:bidi="fa-IR"/>
        </w:rPr>
        <w:br w:type="page"/>
      </w:r>
    </w:p>
    <w:p w14:paraId="3E5F77AF" w14:textId="77777777" w:rsidR="003B626A" w:rsidRDefault="007A3CB2" w:rsidP="00F16362">
      <w:pPr>
        <w:pStyle w:val="libNormal0"/>
        <w:rPr>
          <w:lang w:bidi="fa-IR"/>
        </w:rPr>
      </w:pPr>
      <w:r>
        <w:rPr>
          <w:rtl/>
          <w:lang w:bidi="fa-IR"/>
        </w:rPr>
        <w:lastRenderedPageBreak/>
        <w:t>لنصرة الحسين "</w:t>
      </w:r>
      <w:r w:rsidR="003B626A" w:rsidRPr="003B626A">
        <w:rPr>
          <w:rStyle w:val="libAlaemChar"/>
          <w:rtl/>
        </w:rPr>
        <w:t>عليه‌السلام</w:t>
      </w:r>
      <w:r>
        <w:rPr>
          <w:rtl/>
          <w:lang w:bidi="fa-IR"/>
        </w:rPr>
        <w:t>" وتصادم قسم منهم مع فرقة من جيش سعد: يرتحلون جميعاً في جوف الليل خوفاً من ابن سعد.</w:t>
      </w:r>
    </w:p>
    <w:p w14:paraId="6F7F5814" w14:textId="77777777" w:rsidR="003B626A" w:rsidRDefault="007A3CB2" w:rsidP="00F16362">
      <w:pPr>
        <w:pStyle w:val="libBold1"/>
        <w:rPr>
          <w:lang w:bidi="fa-IR"/>
        </w:rPr>
      </w:pPr>
      <w:r>
        <w:rPr>
          <w:rtl/>
          <w:lang w:bidi="fa-IR"/>
        </w:rPr>
        <w:t>ب</w:t>
      </w:r>
      <w:r w:rsidR="003B626A">
        <w:rPr>
          <w:rtl/>
          <w:lang w:bidi="fa-IR"/>
        </w:rPr>
        <w:t>-</w:t>
      </w:r>
      <w:r>
        <w:rPr>
          <w:rtl/>
          <w:lang w:bidi="fa-IR"/>
        </w:rPr>
        <w:t xml:space="preserve"> تنوَّع أبطال كربلاء:</w:t>
      </w:r>
    </w:p>
    <w:p w14:paraId="0362D980" w14:textId="77777777" w:rsidR="003B626A" w:rsidRDefault="007A3CB2" w:rsidP="00F16362">
      <w:pPr>
        <w:pStyle w:val="libBold1"/>
        <w:rPr>
          <w:lang w:bidi="fa-IR"/>
        </w:rPr>
      </w:pPr>
      <w:r>
        <w:rPr>
          <w:rtl/>
          <w:lang w:bidi="fa-IR"/>
        </w:rPr>
        <w:t>النساء:</w:t>
      </w:r>
    </w:p>
    <w:p w14:paraId="023EBC13" w14:textId="77777777" w:rsidR="003B626A" w:rsidRDefault="007A3CB2" w:rsidP="007A3CB2">
      <w:pPr>
        <w:pStyle w:val="libNormal"/>
        <w:rPr>
          <w:lang w:bidi="fa-IR"/>
        </w:rPr>
      </w:pPr>
      <w:r>
        <w:rPr>
          <w:rtl/>
          <w:lang w:bidi="fa-IR"/>
        </w:rPr>
        <w:t>أخذ الإمام الحسين "</w:t>
      </w:r>
      <w:r w:rsidR="003B626A" w:rsidRPr="003B626A">
        <w:rPr>
          <w:rStyle w:val="libAlaemChar"/>
          <w:rtl/>
        </w:rPr>
        <w:t>عليه‌السلام</w:t>
      </w:r>
      <w:r>
        <w:rPr>
          <w:rtl/>
          <w:lang w:bidi="fa-IR"/>
        </w:rPr>
        <w:t xml:space="preserve">" النساء معه عن تصميم مسبق لما يعرف من دورٍ لهنّ‏َ في استنهاض الأمة بعد النهضة (وأن يراهن سبايا) ويظهر هذا من الدور الاعلامي الكبير للسيدة زينب والسيدة فاطمة بنت الحسين </w:t>
      </w:r>
      <w:r w:rsidR="00F83AC1" w:rsidRPr="00F83AC1">
        <w:rPr>
          <w:rStyle w:val="libAlaemChar"/>
          <w:rtl/>
        </w:rPr>
        <w:t>عليها‌السلام</w:t>
      </w:r>
      <w:r>
        <w:rPr>
          <w:rtl/>
          <w:lang w:bidi="fa-IR"/>
        </w:rPr>
        <w:t>.</w:t>
      </w:r>
    </w:p>
    <w:p w14:paraId="3BC1DDB3" w14:textId="77777777" w:rsidR="003B626A" w:rsidRDefault="007A3CB2" w:rsidP="007A3CB2">
      <w:pPr>
        <w:pStyle w:val="libNormal"/>
        <w:rPr>
          <w:lang w:bidi="fa-IR"/>
        </w:rPr>
      </w:pPr>
      <w:r>
        <w:rPr>
          <w:rtl/>
          <w:lang w:bidi="fa-IR"/>
        </w:rPr>
        <w:t>* السيدة زينب في الكوفة: "يا أهل الكوفة، يا أهل الختل والغدر، أتبكون فلا رقأت الدمعة، ولا هدأت الرنّة... ألا بئس ما قدَّمت لكم أنفسكم... أتبكون وتنتحبون، أي واللَّه فابكوا كثيراً...، قتل سليل النبوة، ومعدن الرسالة... وسيد شباب أهل الجنة".</w:t>
      </w:r>
    </w:p>
    <w:p w14:paraId="1762E9BC" w14:textId="77777777" w:rsidR="007A3CB2" w:rsidRDefault="007A3CB2" w:rsidP="007A3CB2">
      <w:pPr>
        <w:pStyle w:val="libNormal"/>
        <w:rPr>
          <w:lang w:bidi="fa-IR"/>
        </w:rPr>
      </w:pPr>
      <w:r>
        <w:rPr>
          <w:rtl/>
          <w:lang w:bidi="fa-IR"/>
        </w:rPr>
        <w:t xml:space="preserve">* السيدة فاطمة بنت الحسين </w:t>
      </w:r>
      <w:r w:rsidR="00F83AC1" w:rsidRPr="00F83AC1">
        <w:rPr>
          <w:rStyle w:val="libAlaemChar"/>
          <w:rtl/>
        </w:rPr>
        <w:t>عليها‌السلام</w:t>
      </w:r>
      <w:r>
        <w:rPr>
          <w:rtl/>
          <w:lang w:bidi="fa-IR"/>
        </w:rPr>
        <w:t xml:space="preserve"> في</w:t>
      </w:r>
    </w:p>
    <w:p w14:paraId="48AD8346" w14:textId="77777777" w:rsidR="007A3CB2" w:rsidRDefault="003B626A" w:rsidP="007A3CB2">
      <w:pPr>
        <w:pStyle w:val="libNormal"/>
        <w:rPr>
          <w:lang w:bidi="fa-IR"/>
        </w:rPr>
      </w:pPr>
      <w:r>
        <w:rPr>
          <w:rtl/>
          <w:lang w:bidi="fa-IR"/>
        </w:rPr>
        <w:br w:type="page"/>
      </w:r>
    </w:p>
    <w:p w14:paraId="4391F430" w14:textId="77777777" w:rsidR="003B626A" w:rsidRDefault="007A3CB2" w:rsidP="00CE6C20">
      <w:pPr>
        <w:pStyle w:val="libNormal0"/>
        <w:rPr>
          <w:lang w:bidi="fa-IR"/>
        </w:rPr>
      </w:pPr>
      <w:r>
        <w:rPr>
          <w:rtl/>
          <w:lang w:bidi="fa-IR"/>
        </w:rPr>
        <w:lastRenderedPageBreak/>
        <w:t>الكوفة: "ويلكم ويلكم أتدرون أية يد طاعنتنا منكم؟! وأية نفسٍ نزعت إلى قتالنا؟ أم بأية رجل مشيتم إلينا تبغون محاربتنا؟ قست قلوبكم، وغلظت أكبادكم. فارتفعت الأصوات بالبكاء".</w:t>
      </w:r>
    </w:p>
    <w:p w14:paraId="5151B485" w14:textId="77777777" w:rsidR="003B626A" w:rsidRDefault="007A3CB2" w:rsidP="007A3CB2">
      <w:pPr>
        <w:pStyle w:val="libNormal"/>
        <w:rPr>
          <w:lang w:bidi="fa-IR"/>
        </w:rPr>
      </w:pPr>
      <w:r>
        <w:rPr>
          <w:rtl/>
          <w:lang w:bidi="fa-IR"/>
        </w:rPr>
        <w:t>* السيدة زينب في قصر الشام ليزيد: "فكد كيدك، واسع سعيك، وناصب جهدك، فواللَّه لا تمحو ذكرنا ولا تميت وحينا".</w:t>
      </w:r>
    </w:p>
    <w:p w14:paraId="46873F69" w14:textId="77777777" w:rsidR="003B626A" w:rsidRDefault="007A3CB2" w:rsidP="00CE6C20">
      <w:pPr>
        <w:pStyle w:val="libBold1"/>
        <w:rPr>
          <w:lang w:bidi="fa-IR"/>
        </w:rPr>
      </w:pPr>
      <w:r>
        <w:rPr>
          <w:rtl/>
          <w:lang w:bidi="fa-IR"/>
        </w:rPr>
        <w:t>ج</w:t>
      </w:r>
      <w:r w:rsidR="003B626A">
        <w:rPr>
          <w:rtl/>
          <w:lang w:bidi="fa-IR"/>
        </w:rPr>
        <w:t>-</w:t>
      </w:r>
      <w:r>
        <w:rPr>
          <w:rtl/>
          <w:lang w:bidi="fa-IR"/>
        </w:rPr>
        <w:t xml:space="preserve"> تنوع أبطال كربلاء: (منزلة الأصحاب المرموقة في المجتمع).</w:t>
      </w:r>
    </w:p>
    <w:p w14:paraId="4D988AF7" w14:textId="77777777" w:rsidR="003B626A" w:rsidRDefault="007A3CB2" w:rsidP="007A3CB2">
      <w:pPr>
        <w:pStyle w:val="libNormal"/>
        <w:rPr>
          <w:lang w:bidi="fa-IR"/>
        </w:rPr>
      </w:pPr>
      <w:r>
        <w:rPr>
          <w:rtl/>
          <w:lang w:bidi="fa-IR"/>
        </w:rPr>
        <w:t>خاطب أحدهم جيش يزيد معبِّراً عن مكانة أصحاب الإمام الحسين "</w:t>
      </w:r>
      <w:r w:rsidR="003B626A" w:rsidRPr="003B626A">
        <w:rPr>
          <w:rStyle w:val="libAlaemChar"/>
          <w:rtl/>
        </w:rPr>
        <w:t>عليه‌السلام</w:t>
      </w:r>
      <w:r>
        <w:rPr>
          <w:rtl/>
          <w:lang w:bidi="fa-IR"/>
        </w:rPr>
        <w:t>": "ويلكم يا حمقاء مهلاً!! أتدرون من تقاتلون؟ إنما تقاتلون فرسان المصير، وأهل البصائر".</w:t>
      </w:r>
    </w:p>
    <w:p w14:paraId="70180E2E" w14:textId="77777777" w:rsidR="003B626A" w:rsidRDefault="007A3CB2" w:rsidP="007A3CB2">
      <w:pPr>
        <w:pStyle w:val="libNormal"/>
        <w:rPr>
          <w:lang w:bidi="fa-IR"/>
        </w:rPr>
      </w:pPr>
      <w:r>
        <w:rPr>
          <w:rtl/>
          <w:lang w:bidi="fa-IR"/>
        </w:rPr>
        <w:t>1</w:t>
      </w:r>
      <w:r w:rsidR="003B626A">
        <w:rPr>
          <w:rtl/>
          <w:lang w:bidi="fa-IR"/>
        </w:rPr>
        <w:t>-</w:t>
      </w:r>
      <w:r>
        <w:rPr>
          <w:rtl/>
          <w:lang w:bidi="fa-IR"/>
        </w:rPr>
        <w:t xml:space="preserve"> شيخ القراء: زهير بن القين.</w:t>
      </w:r>
    </w:p>
    <w:p w14:paraId="65E4DC7E" w14:textId="77777777" w:rsidR="007A3CB2" w:rsidRDefault="007A3CB2" w:rsidP="007A3CB2">
      <w:pPr>
        <w:pStyle w:val="libNormal"/>
        <w:rPr>
          <w:lang w:bidi="fa-IR"/>
        </w:rPr>
      </w:pPr>
      <w:r>
        <w:rPr>
          <w:rtl/>
          <w:lang w:bidi="fa-IR"/>
        </w:rPr>
        <w:t>2</w:t>
      </w:r>
      <w:r w:rsidR="003B626A">
        <w:rPr>
          <w:rtl/>
          <w:lang w:bidi="fa-IR"/>
        </w:rPr>
        <w:t>-</w:t>
      </w:r>
      <w:r>
        <w:rPr>
          <w:rtl/>
          <w:lang w:bidi="fa-IR"/>
        </w:rPr>
        <w:t xml:space="preserve"> أحد شيوخ القراء في جامع الكوفة وصاحب الشرف في الهمدانيين: برير بن خضير.</w:t>
      </w:r>
    </w:p>
    <w:p w14:paraId="17EBA943" w14:textId="77777777" w:rsidR="007A3CB2" w:rsidRDefault="003B626A" w:rsidP="007A3CB2">
      <w:pPr>
        <w:pStyle w:val="libNormal"/>
        <w:rPr>
          <w:lang w:bidi="fa-IR"/>
        </w:rPr>
      </w:pPr>
      <w:r>
        <w:rPr>
          <w:rtl/>
          <w:lang w:bidi="fa-IR"/>
        </w:rPr>
        <w:br w:type="page"/>
      </w:r>
    </w:p>
    <w:p w14:paraId="46C940DD" w14:textId="77777777" w:rsidR="003B626A" w:rsidRDefault="007A3CB2" w:rsidP="007A3CB2">
      <w:pPr>
        <w:pStyle w:val="libNormal"/>
        <w:rPr>
          <w:lang w:bidi="fa-IR"/>
        </w:rPr>
      </w:pPr>
      <w:r>
        <w:rPr>
          <w:rtl/>
          <w:lang w:bidi="fa-IR"/>
        </w:rPr>
        <w:lastRenderedPageBreak/>
        <w:t>3</w:t>
      </w:r>
      <w:r w:rsidR="003B626A">
        <w:rPr>
          <w:rtl/>
          <w:lang w:bidi="fa-IR"/>
        </w:rPr>
        <w:t>-</w:t>
      </w:r>
      <w:r>
        <w:rPr>
          <w:rtl/>
          <w:lang w:bidi="fa-IR"/>
        </w:rPr>
        <w:t xml:space="preserve"> أحد الصحابة ممن رأى رسول اللَّه "</w:t>
      </w:r>
      <w:r w:rsidR="00F16362" w:rsidRPr="00F16362">
        <w:rPr>
          <w:rStyle w:val="libAlaemChar"/>
          <w:rtl/>
        </w:rPr>
        <w:t>صلى‌الله‌عليه‌وآله</w:t>
      </w:r>
      <w:r>
        <w:rPr>
          <w:rtl/>
          <w:lang w:bidi="fa-IR"/>
        </w:rPr>
        <w:t>": مسلم بن عوسجة وأيضاً: نافع بن هلال.</w:t>
      </w:r>
    </w:p>
    <w:p w14:paraId="31CA29BD" w14:textId="77777777" w:rsidR="003B626A" w:rsidRDefault="007A3CB2" w:rsidP="007A3CB2">
      <w:pPr>
        <w:pStyle w:val="libNormal"/>
        <w:rPr>
          <w:lang w:bidi="fa-IR"/>
        </w:rPr>
      </w:pPr>
      <w:r>
        <w:rPr>
          <w:rtl/>
          <w:lang w:bidi="fa-IR"/>
        </w:rPr>
        <w:t>4</w:t>
      </w:r>
      <w:r w:rsidR="003B626A">
        <w:rPr>
          <w:rtl/>
          <w:lang w:bidi="fa-IR"/>
        </w:rPr>
        <w:t>-</w:t>
      </w:r>
      <w:r>
        <w:rPr>
          <w:rtl/>
          <w:lang w:bidi="fa-IR"/>
        </w:rPr>
        <w:t xml:space="preserve"> سيد بني أسد: حبيب بن مظاهر.</w:t>
      </w:r>
    </w:p>
    <w:p w14:paraId="33B00E21" w14:textId="77777777" w:rsidR="003B626A" w:rsidRDefault="007A3CB2" w:rsidP="007A3CB2">
      <w:pPr>
        <w:pStyle w:val="libNormal"/>
        <w:rPr>
          <w:lang w:bidi="fa-IR"/>
        </w:rPr>
      </w:pPr>
      <w:r>
        <w:rPr>
          <w:rtl/>
          <w:lang w:bidi="fa-IR"/>
        </w:rPr>
        <w:t>كانوا موزعين على القبائل والعشائر مما يحدث هزة اجتماعية كبيرة بشهادتهم.</w:t>
      </w:r>
    </w:p>
    <w:p w14:paraId="041AD2FF" w14:textId="77777777" w:rsidR="003B626A" w:rsidRDefault="007A3CB2" w:rsidP="007A3CB2">
      <w:pPr>
        <w:pStyle w:val="libNormal"/>
        <w:rPr>
          <w:lang w:bidi="fa-IR"/>
        </w:rPr>
      </w:pPr>
      <w:r>
        <w:rPr>
          <w:rtl/>
          <w:lang w:bidi="fa-IR"/>
        </w:rPr>
        <w:t>د</w:t>
      </w:r>
      <w:r w:rsidR="003B626A">
        <w:rPr>
          <w:rtl/>
          <w:lang w:bidi="fa-IR"/>
        </w:rPr>
        <w:t>-</w:t>
      </w:r>
      <w:r>
        <w:rPr>
          <w:rtl/>
          <w:lang w:bidi="fa-IR"/>
        </w:rPr>
        <w:t xml:space="preserve"> المشهد الآخر في نهضة كربلاء:</w:t>
      </w:r>
    </w:p>
    <w:p w14:paraId="141D2D4C" w14:textId="77777777" w:rsidR="003B626A" w:rsidRDefault="007A3CB2" w:rsidP="007A3CB2">
      <w:pPr>
        <w:pStyle w:val="libNormal"/>
        <w:rPr>
          <w:lang w:bidi="fa-IR"/>
        </w:rPr>
      </w:pPr>
      <w:r>
        <w:rPr>
          <w:rtl/>
          <w:lang w:bidi="fa-IR"/>
        </w:rPr>
        <w:t>قدمَّت كربلاء صورة معاكسة للمجتمع المهزوم:</w:t>
      </w:r>
    </w:p>
    <w:p w14:paraId="3E5F79FA" w14:textId="77777777" w:rsidR="003B626A" w:rsidRDefault="007A3CB2" w:rsidP="007A3CB2">
      <w:pPr>
        <w:pStyle w:val="libNormal"/>
        <w:rPr>
          <w:lang w:bidi="fa-IR"/>
        </w:rPr>
      </w:pPr>
      <w:r>
        <w:rPr>
          <w:rtl/>
          <w:lang w:bidi="fa-IR"/>
        </w:rPr>
        <w:t>* أم وهب تقبل نحو زوجها تقول له: قاتل دون الطيبين ذرية محمد "</w:t>
      </w:r>
      <w:r w:rsidR="00F16362" w:rsidRPr="00F16362">
        <w:rPr>
          <w:rStyle w:val="libAlaemChar"/>
          <w:rtl/>
        </w:rPr>
        <w:t>صلى‌الله‌عليه‌وآله</w:t>
      </w:r>
      <w:r>
        <w:rPr>
          <w:rtl/>
          <w:lang w:bidi="fa-IR"/>
        </w:rPr>
        <w:t>".</w:t>
      </w:r>
    </w:p>
    <w:p w14:paraId="6FD73C97" w14:textId="77777777" w:rsidR="003B626A" w:rsidRDefault="007A3CB2" w:rsidP="007A3CB2">
      <w:pPr>
        <w:pStyle w:val="libNormal"/>
        <w:rPr>
          <w:lang w:bidi="fa-IR"/>
        </w:rPr>
      </w:pPr>
      <w:r>
        <w:rPr>
          <w:rtl/>
          <w:lang w:bidi="fa-IR"/>
        </w:rPr>
        <w:t>* أم تقول لابنها: قم يا بني فانصر ابن بنت رسول اللَّه.</w:t>
      </w:r>
    </w:p>
    <w:p w14:paraId="2F3C65B7" w14:textId="77777777" w:rsidR="003B626A" w:rsidRDefault="007A3CB2" w:rsidP="007A3CB2">
      <w:pPr>
        <w:pStyle w:val="libNormal"/>
        <w:rPr>
          <w:lang w:bidi="fa-IR"/>
        </w:rPr>
      </w:pPr>
      <w:r>
        <w:rPr>
          <w:rtl/>
          <w:lang w:bidi="fa-IR"/>
        </w:rPr>
        <w:t>فيجيبها: أفعل يا أماها ولا أقصِّر، وبعد أن يقاتل ويقتل جماعة.</w:t>
      </w:r>
    </w:p>
    <w:p w14:paraId="3B16F6DF" w14:textId="77777777" w:rsidR="003B626A" w:rsidRDefault="007A3CB2" w:rsidP="007A3CB2">
      <w:pPr>
        <w:pStyle w:val="libNormal"/>
        <w:rPr>
          <w:lang w:bidi="fa-IR"/>
        </w:rPr>
      </w:pPr>
      <w:r>
        <w:rPr>
          <w:rtl/>
          <w:lang w:bidi="fa-IR"/>
        </w:rPr>
        <w:t>يرجع إلى أُمه ليقول لها: أمّاه، أرضيت.</w:t>
      </w:r>
    </w:p>
    <w:p w14:paraId="7B09973C" w14:textId="77777777" w:rsidR="007A3CB2" w:rsidRDefault="007A3CB2" w:rsidP="007A3CB2">
      <w:pPr>
        <w:pStyle w:val="libNormal"/>
        <w:rPr>
          <w:lang w:bidi="fa-IR"/>
        </w:rPr>
      </w:pPr>
      <w:r>
        <w:rPr>
          <w:rtl/>
          <w:lang w:bidi="fa-IR"/>
        </w:rPr>
        <w:t>فقالت: ما رضيت حتى تقتل بين يدي الحسين "</w:t>
      </w:r>
      <w:r w:rsidR="003B626A" w:rsidRPr="003B626A">
        <w:rPr>
          <w:rStyle w:val="libAlaemChar"/>
          <w:rtl/>
        </w:rPr>
        <w:t>عليه‌السلام</w:t>
      </w:r>
      <w:r>
        <w:rPr>
          <w:rtl/>
          <w:lang w:bidi="fa-IR"/>
        </w:rPr>
        <w:t>".</w:t>
      </w:r>
    </w:p>
    <w:p w14:paraId="39FBCAEA" w14:textId="77777777" w:rsidR="007A3CB2" w:rsidRDefault="003B626A" w:rsidP="007A3CB2">
      <w:pPr>
        <w:pStyle w:val="libNormal"/>
        <w:rPr>
          <w:lang w:bidi="fa-IR"/>
        </w:rPr>
      </w:pPr>
      <w:r>
        <w:rPr>
          <w:rtl/>
          <w:lang w:bidi="fa-IR"/>
        </w:rPr>
        <w:br w:type="page"/>
      </w:r>
    </w:p>
    <w:p w14:paraId="0BA43F10" w14:textId="77777777" w:rsidR="007A3CB2" w:rsidRDefault="007A3CB2" w:rsidP="00CE6C20">
      <w:pPr>
        <w:pStyle w:val="libBold1"/>
        <w:rPr>
          <w:lang w:bidi="fa-IR"/>
        </w:rPr>
      </w:pPr>
      <w:r>
        <w:rPr>
          <w:rtl/>
          <w:lang w:bidi="fa-IR"/>
        </w:rPr>
        <w:lastRenderedPageBreak/>
        <w:t>المصيبة:</w:t>
      </w:r>
    </w:p>
    <w:p w14:paraId="37140A4D" w14:textId="77777777" w:rsidR="003B626A" w:rsidRDefault="003B626A" w:rsidP="007A3CB2">
      <w:pPr>
        <w:pStyle w:val="libNormal"/>
        <w:rPr>
          <w:lang w:bidi="fa-IR"/>
        </w:rPr>
      </w:pPr>
      <w:r>
        <w:rPr>
          <w:rtl/>
          <w:lang w:bidi="fa-IR"/>
        </w:rPr>
        <w:t>-</w:t>
      </w:r>
      <w:r w:rsidR="007A3CB2">
        <w:rPr>
          <w:rtl/>
          <w:lang w:bidi="fa-IR"/>
        </w:rPr>
        <w:t xml:space="preserve"> بروز علي الأكبر "</w:t>
      </w:r>
      <w:r w:rsidRPr="003B626A">
        <w:rPr>
          <w:rStyle w:val="libAlaemChar"/>
          <w:rtl/>
        </w:rPr>
        <w:t>عليه‌السلام</w:t>
      </w:r>
      <w:r w:rsidR="007A3CB2">
        <w:rPr>
          <w:rtl/>
          <w:lang w:bidi="fa-IR"/>
        </w:rPr>
        <w:t>" إلى الميدان.</w:t>
      </w:r>
    </w:p>
    <w:p w14:paraId="16DBFC60" w14:textId="77777777" w:rsidR="003B626A" w:rsidRDefault="003B626A" w:rsidP="007A3CB2">
      <w:pPr>
        <w:pStyle w:val="libNormal"/>
        <w:rPr>
          <w:lang w:bidi="fa-IR"/>
        </w:rPr>
      </w:pPr>
      <w:r>
        <w:rPr>
          <w:rtl/>
          <w:lang w:bidi="fa-IR"/>
        </w:rPr>
        <w:t>-</w:t>
      </w:r>
      <w:r w:rsidR="007A3CB2">
        <w:rPr>
          <w:rtl/>
          <w:lang w:bidi="fa-IR"/>
        </w:rPr>
        <w:t xml:space="preserve"> دعاء أمه له بالعودة وعودته يشكو العطش.</w:t>
      </w:r>
    </w:p>
    <w:p w14:paraId="106D9E88" w14:textId="77777777" w:rsidR="003B626A" w:rsidRDefault="003B626A" w:rsidP="007A3CB2">
      <w:pPr>
        <w:pStyle w:val="libNormal"/>
        <w:rPr>
          <w:lang w:bidi="fa-IR"/>
        </w:rPr>
      </w:pPr>
      <w:r>
        <w:rPr>
          <w:rtl/>
          <w:lang w:bidi="fa-IR"/>
        </w:rPr>
        <w:t>-</w:t>
      </w:r>
      <w:r w:rsidR="007A3CB2">
        <w:rPr>
          <w:rtl/>
          <w:lang w:bidi="fa-IR"/>
        </w:rPr>
        <w:t xml:space="preserve"> شهادته ومجي‏ء الحسين "</w:t>
      </w:r>
      <w:r w:rsidRPr="003B626A">
        <w:rPr>
          <w:rStyle w:val="libAlaemChar"/>
          <w:rtl/>
        </w:rPr>
        <w:t>عليه‌السلام</w:t>
      </w:r>
      <w:r w:rsidR="007A3CB2">
        <w:rPr>
          <w:rtl/>
          <w:lang w:bidi="fa-IR"/>
        </w:rPr>
        <w:t>" إلى مصرعه.</w:t>
      </w:r>
    </w:p>
    <w:p w14:paraId="58678EF6" w14:textId="77777777" w:rsidR="007A3CB2" w:rsidRDefault="003B626A" w:rsidP="007A3CB2">
      <w:pPr>
        <w:pStyle w:val="libNormal"/>
        <w:rPr>
          <w:lang w:bidi="fa-IR"/>
        </w:rPr>
      </w:pPr>
      <w:r>
        <w:rPr>
          <w:rtl/>
          <w:lang w:bidi="fa-IR"/>
        </w:rPr>
        <w:t>-</w:t>
      </w:r>
      <w:r w:rsidR="007A3CB2">
        <w:rPr>
          <w:rtl/>
          <w:lang w:bidi="fa-IR"/>
        </w:rPr>
        <w:t xml:space="preserve"> القصيدة الختامية من وحي ذلك.</w:t>
      </w:r>
    </w:p>
    <w:p w14:paraId="17E45F1E" w14:textId="77777777" w:rsidR="003B626A" w:rsidRDefault="003B626A" w:rsidP="007A3CB2">
      <w:pPr>
        <w:pStyle w:val="libNormal"/>
        <w:rPr>
          <w:lang w:bidi="fa-IR"/>
        </w:rPr>
      </w:pPr>
      <w:r>
        <w:rPr>
          <w:rtl/>
          <w:lang w:bidi="fa-IR"/>
        </w:rPr>
        <w:br w:type="page"/>
      </w:r>
    </w:p>
    <w:p w14:paraId="2F21BD05" w14:textId="77777777" w:rsidR="007A3CB2" w:rsidRDefault="007A3CB2" w:rsidP="00CE6C20">
      <w:pPr>
        <w:pStyle w:val="Heading2Center"/>
        <w:rPr>
          <w:lang w:bidi="fa-IR"/>
        </w:rPr>
      </w:pPr>
      <w:bookmarkStart w:id="22" w:name="_Toc12609731"/>
      <w:r>
        <w:rPr>
          <w:rtl/>
          <w:lang w:bidi="fa-IR"/>
        </w:rPr>
        <w:lastRenderedPageBreak/>
        <w:t>الليلة التاسعة</w:t>
      </w:r>
      <w:bookmarkEnd w:id="22"/>
    </w:p>
    <w:p w14:paraId="3C5D285B" w14:textId="77777777" w:rsidR="007A3CB2" w:rsidRDefault="007A3CB2" w:rsidP="00CE6C20">
      <w:pPr>
        <w:pStyle w:val="libBold1"/>
        <w:rPr>
          <w:lang w:bidi="fa-IR"/>
        </w:rPr>
      </w:pPr>
      <w:r>
        <w:rPr>
          <w:rtl/>
          <w:lang w:bidi="fa-IR"/>
        </w:rPr>
        <w:t>عنوان المحاضرة:</w:t>
      </w:r>
    </w:p>
    <w:p w14:paraId="5CE20618" w14:textId="77777777" w:rsidR="007A3CB2" w:rsidRDefault="007A3CB2" w:rsidP="00CE6C20">
      <w:pPr>
        <w:pStyle w:val="libCenterBold1"/>
        <w:rPr>
          <w:lang w:bidi="fa-IR"/>
        </w:rPr>
      </w:pPr>
      <w:r>
        <w:rPr>
          <w:rtl/>
          <w:lang w:bidi="fa-IR"/>
        </w:rPr>
        <w:t>حول القاسم بن الحسن‏"</w:t>
      </w:r>
      <w:r w:rsidR="003B626A" w:rsidRPr="003B626A">
        <w:rPr>
          <w:rStyle w:val="libAlaemChar"/>
          <w:rtl/>
        </w:rPr>
        <w:t>عليه‌السلام</w:t>
      </w:r>
      <w:r>
        <w:rPr>
          <w:rtl/>
          <w:lang w:bidi="fa-IR"/>
        </w:rPr>
        <w:t>"</w:t>
      </w:r>
    </w:p>
    <w:p w14:paraId="6610BB28" w14:textId="77777777" w:rsidR="007A3CB2" w:rsidRDefault="007A3CB2" w:rsidP="00CE6C20">
      <w:pPr>
        <w:pStyle w:val="libBold1"/>
        <w:rPr>
          <w:lang w:bidi="fa-IR"/>
        </w:rPr>
      </w:pPr>
      <w:r>
        <w:rPr>
          <w:rtl/>
          <w:lang w:bidi="fa-IR"/>
        </w:rPr>
        <w:t>الموعظة:</w:t>
      </w:r>
    </w:p>
    <w:p w14:paraId="2AE8D1B6" w14:textId="77777777" w:rsidR="007A3CB2" w:rsidRDefault="007A3CB2" w:rsidP="00CE6C20">
      <w:pPr>
        <w:pStyle w:val="libBold1"/>
        <w:rPr>
          <w:lang w:bidi="fa-IR"/>
        </w:rPr>
      </w:pPr>
      <w:r>
        <w:rPr>
          <w:rtl/>
          <w:lang w:bidi="fa-IR"/>
        </w:rPr>
        <w:t>الإخلاص في نهضة كربلاء</w:t>
      </w:r>
    </w:p>
    <w:p w14:paraId="40C20756" w14:textId="77777777" w:rsidR="007A3CB2" w:rsidRDefault="007A3CB2" w:rsidP="00CE6C20">
      <w:pPr>
        <w:pStyle w:val="libBold1"/>
        <w:rPr>
          <w:lang w:bidi="fa-IR"/>
        </w:rPr>
      </w:pPr>
      <w:r>
        <w:rPr>
          <w:rtl/>
          <w:lang w:bidi="fa-IR"/>
        </w:rPr>
        <w:t>الهدف:</w:t>
      </w:r>
    </w:p>
    <w:p w14:paraId="6EA04E5F" w14:textId="77777777" w:rsidR="003B626A" w:rsidRDefault="007A3CB2" w:rsidP="007A3CB2">
      <w:pPr>
        <w:pStyle w:val="libNormal"/>
        <w:rPr>
          <w:lang w:bidi="fa-IR"/>
        </w:rPr>
      </w:pPr>
      <w:r>
        <w:rPr>
          <w:rtl/>
          <w:lang w:bidi="fa-IR"/>
        </w:rPr>
        <w:t>حث الناس على الإخلاص لله تعالى.</w:t>
      </w:r>
    </w:p>
    <w:p w14:paraId="16EB9471" w14:textId="77777777" w:rsidR="007A3CB2" w:rsidRDefault="007A3CB2" w:rsidP="00CE6C20">
      <w:pPr>
        <w:pStyle w:val="libBold1"/>
        <w:rPr>
          <w:lang w:bidi="fa-IR"/>
        </w:rPr>
      </w:pPr>
      <w:r>
        <w:rPr>
          <w:rtl/>
          <w:lang w:bidi="fa-IR"/>
        </w:rPr>
        <w:t>تصدير الموضوع:</w:t>
      </w:r>
    </w:p>
    <w:p w14:paraId="66AA6553" w14:textId="77777777" w:rsidR="003B626A" w:rsidRDefault="007A3CB2" w:rsidP="007A3CB2">
      <w:pPr>
        <w:pStyle w:val="libNormal"/>
        <w:rPr>
          <w:lang w:bidi="fa-IR"/>
        </w:rPr>
      </w:pPr>
      <w:r>
        <w:rPr>
          <w:rtl/>
          <w:lang w:bidi="fa-IR"/>
        </w:rPr>
        <w:t>﴿</w:t>
      </w:r>
      <w:r w:rsidR="00CE6C20" w:rsidRPr="00CE6C20">
        <w:rPr>
          <w:rStyle w:val="libAieChar"/>
          <w:rFonts w:hint="cs"/>
          <w:rtl/>
        </w:rPr>
        <w:t xml:space="preserve"> </w:t>
      </w:r>
      <w:r w:rsidRPr="00CE6C20">
        <w:rPr>
          <w:rStyle w:val="libAieChar"/>
          <w:rtl/>
        </w:rPr>
        <w:t>الَّذِي خَلَقَ الْمَوْتَ وَالْحَيَاةَ لِيَبْلُوَكُمْ أَيُّكُمْ أَحْسَنُ عَمَلًا</w:t>
      </w:r>
      <w:r w:rsidR="00CE6C20" w:rsidRPr="00CE6C20">
        <w:rPr>
          <w:rStyle w:val="libAieChar"/>
          <w:rFonts w:hint="cs"/>
          <w:rtl/>
        </w:rPr>
        <w:t xml:space="preserve"> </w:t>
      </w:r>
      <w:r>
        <w:rPr>
          <w:rtl/>
          <w:lang w:bidi="fa-IR"/>
        </w:rPr>
        <w:t>﴾.</w:t>
      </w:r>
    </w:p>
    <w:p w14:paraId="31FE1CC9" w14:textId="77777777" w:rsidR="007A3CB2" w:rsidRDefault="007A3CB2" w:rsidP="00CE6C20">
      <w:pPr>
        <w:pStyle w:val="libBold1"/>
        <w:rPr>
          <w:lang w:bidi="fa-IR"/>
        </w:rPr>
      </w:pPr>
      <w:r>
        <w:rPr>
          <w:rtl/>
          <w:lang w:bidi="fa-IR"/>
        </w:rPr>
        <w:t>محاور الموضوع:</w:t>
      </w:r>
    </w:p>
    <w:p w14:paraId="7CA3199E" w14:textId="77777777" w:rsidR="003B626A" w:rsidRDefault="007A3CB2" w:rsidP="00CE6C20">
      <w:pPr>
        <w:pStyle w:val="libBold1"/>
        <w:rPr>
          <w:lang w:bidi="fa-IR"/>
        </w:rPr>
      </w:pPr>
      <w:r>
        <w:rPr>
          <w:rtl/>
          <w:lang w:bidi="fa-IR"/>
        </w:rPr>
        <w:t>أ</w:t>
      </w:r>
      <w:r w:rsidR="003B626A">
        <w:rPr>
          <w:rtl/>
          <w:lang w:bidi="fa-IR"/>
        </w:rPr>
        <w:t>-</w:t>
      </w:r>
      <w:r>
        <w:rPr>
          <w:rtl/>
          <w:lang w:bidi="fa-IR"/>
        </w:rPr>
        <w:t xml:space="preserve"> قيمة العمل ببعده الباطني:</w:t>
      </w:r>
    </w:p>
    <w:p w14:paraId="181AB0FF" w14:textId="77777777" w:rsidR="003B626A" w:rsidRDefault="007A3CB2" w:rsidP="007A3CB2">
      <w:pPr>
        <w:pStyle w:val="libNormal"/>
        <w:rPr>
          <w:lang w:bidi="fa-IR"/>
        </w:rPr>
      </w:pPr>
      <w:r>
        <w:rPr>
          <w:rtl/>
          <w:lang w:bidi="fa-IR"/>
        </w:rPr>
        <w:t>للعمل بعدان: ظاهري وهو ما يظهر للناس من البناء والفخامة والكثرة، وبعد باطني وهو الخلفية التي ينطلق منها العامل.</w:t>
      </w:r>
    </w:p>
    <w:p w14:paraId="5304DE02" w14:textId="77777777" w:rsidR="003B626A" w:rsidRDefault="007A3CB2" w:rsidP="007A3CB2">
      <w:pPr>
        <w:pStyle w:val="libNormal"/>
        <w:rPr>
          <w:lang w:bidi="fa-IR"/>
        </w:rPr>
      </w:pPr>
      <w:r>
        <w:rPr>
          <w:rtl/>
          <w:lang w:bidi="fa-IR"/>
        </w:rPr>
        <w:t>قيمة العمل عند الله تعالى تتحقق بحسنه لا بشكله وكميته (أحسن عملاً) والعمل الحسن الذي ينطلق من الإخلاص لله تعالى.</w:t>
      </w:r>
    </w:p>
    <w:p w14:paraId="7CC5D57B" w14:textId="77777777" w:rsidR="003B626A" w:rsidRDefault="007A3CB2" w:rsidP="007A3CB2">
      <w:pPr>
        <w:pStyle w:val="libNormal"/>
        <w:rPr>
          <w:rtl/>
          <w:lang w:bidi="fa-IR"/>
        </w:rPr>
      </w:pPr>
      <w:r>
        <w:rPr>
          <w:rtl/>
          <w:lang w:bidi="fa-IR"/>
        </w:rPr>
        <w:t>فعن الإمام الصادق "</w:t>
      </w:r>
      <w:r w:rsidR="003B626A" w:rsidRPr="003B626A">
        <w:rPr>
          <w:rStyle w:val="libAlaemChar"/>
          <w:rtl/>
        </w:rPr>
        <w:t>عليه‌السلام</w:t>
      </w:r>
      <w:r>
        <w:rPr>
          <w:rtl/>
          <w:lang w:bidi="fa-IR"/>
        </w:rPr>
        <w:t>": "ما كان لله فهو</w:t>
      </w:r>
    </w:p>
    <w:p w14:paraId="4C9BB8F5" w14:textId="77777777" w:rsidR="007A3CB2" w:rsidRDefault="003B626A" w:rsidP="007A3CB2">
      <w:pPr>
        <w:pStyle w:val="libNormal"/>
        <w:rPr>
          <w:lang w:bidi="fa-IR"/>
        </w:rPr>
      </w:pPr>
      <w:r>
        <w:rPr>
          <w:rtl/>
          <w:lang w:bidi="fa-IR"/>
        </w:rPr>
        <w:br w:type="page"/>
      </w:r>
    </w:p>
    <w:p w14:paraId="0D1370CA" w14:textId="77777777" w:rsidR="003B626A" w:rsidRDefault="007A3CB2" w:rsidP="00CE6C20">
      <w:pPr>
        <w:pStyle w:val="libNormal0"/>
        <w:rPr>
          <w:lang w:bidi="fa-IR"/>
        </w:rPr>
      </w:pPr>
      <w:r>
        <w:rPr>
          <w:rtl/>
          <w:lang w:bidi="fa-IR"/>
        </w:rPr>
        <w:lastRenderedPageBreak/>
        <w:t>لله، وما كان للناس فلا يصعد إلى الله".</w:t>
      </w:r>
    </w:p>
    <w:p w14:paraId="3DDAAA6F" w14:textId="77777777" w:rsidR="003B626A" w:rsidRDefault="007A3CB2" w:rsidP="00CE6C20">
      <w:pPr>
        <w:pStyle w:val="libBold1"/>
        <w:rPr>
          <w:lang w:bidi="fa-IR"/>
        </w:rPr>
      </w:pPr>
      <w:r>
        <w:rPr>
          <w:rtl/>
          <w:lang w:bidi="fa-IR"/>
        </w:rPr>
        <w:t>ب</w:t>
      </w:r>
      <w:r w:rsidR="003B626A">
        <w:rPr>
          <w:rtl/>
          <w:lang w:bidi="fa-IR"/>
        </w:rPr>
        <w:t>-</w:t>
      </w:r>
      <w:r>
        <w:rPr>
          <w:rtl/>
          <w:lang w:bidi="fa-IR"/>
        </w:rPr>
        <w:t xml:space="preserve"> قصة وتعليق‏</w:t>
      </w:r>
    </w:p>
    <w:p w14:paraId="08C92EE2" w14:textId="77777777" w:rsidR="003B626A" w:rsidRDefault="007A3CB2" w:rsidP="007A3CB2">
      <w:pPr>
        <w:pStyle w:val="libNormal"/>
        <w:rPr>
          <w:lang w:bidi="fa-IR"/>
        </w:rPr>
      </w:pPr>
      <w:r>
        <w:rPr>
          <w:rtl/>
          <w:lang w:bidi="fa-IR"/>
        </w:rPr>
        <w:t>دخل فقير إلى مسجد رسول الله "</w:t>
      </w:r>
      <w:r w:rsidR="00F16362" w:rsidRPr="00F16362">
        <w:rPr>
          <w:rStyle w:val="libAlaemChar"/>
          <w:rtl/>
        </w:rPr>
        <w:t>صلى‌الله‌عليه‌وآله</w:t>
      </w:r>
      <w:r>
        <w:rPr>
          <w:rtl/>
          <w:lang w:bidi="fa-IR"/>
        </w:rPr>
        <w:t>" وطلب من المسلمين صدقة فلم يعطه أحد، فرفع يديه إلى السماء وقال: (اللهم إني دخلت مسجد نبيك ولم يتصدق عليّ أحد من المسلمين)، وكان الإمام علي "</w:t>
      </w:r>
      <w:r w:rsidR="003B626A" w:rsidRPr="003B626A">
        <w:rPr>
          <w:rStyle w:val="libAlaemChar"/>
          <w:rtl/>
        </w:rPr>
        <w:t>عليه‌السلام</w:t>
      </w:r>
      <w:r>
        <w:rPr>
          <w:rtl/>
          <w:lang w:bidi="fa-IR"/>
        </w:rPr>
        <w:t>" يصلي، فأشار إلى الفقير بيده أثناء الصلاة وناوله الخاتم الذي كان يلبسه، فأنزل الله تعالى في هذه الأثناء على خاتم رسله "</w:t>
      </w:r>
      <w:r w:rsidR="00F16362" w:rsidRPr="00F16362">
        <w:rPr>
          <w:rStyle w:val="libAlaemChar"/>
          <w:rtl/>
        </w:rPr>
        <w:t>صلى‌الله‌عليه‌وآله</w:t>
      </w:r>
      <w:r>
        <w:rPr>
          <w:rtl/>
          <w:lang w:bidi="fa-IR"/>
        </w:rPr>
        <w:t>": ﴿</w:t>
      </w:r>
      <w:r w:rsidR="00CE6C20" w:rsidRPr="00CE6C20">
        <w:rPr>
          <w:rStyle w:val="libAieChar"/>
          <w:rFonts w:hint="cs"/>
          <w:rtl/>
        </w:rPr>
        <w:t xml:space="preserve"> </w:t>
      </w:r>
      <w:r w:rsidRPr="00CE6C20">
        <w:rPr>
          <w:rStyle w:val="libAieChar"/>
          <w:rtl/>
        </w:rPr>
        <w:t>إِنَّمَا وَلِيُّكُمُ اللّهُ وَرَسُولُهُ وَالَّذِينَ آمَنُواْ الَّذِينَ يُقِيمُونَ الصَّلاَةَ وَيُؤْتُونَ الزَّكَاةَ وَهُمْ رَاكِعُونَ</w:t>
      </w:r>
      <w:r w:rsidR="00CE6C20" w:rsidRPr="00CE6C20">
        <w:rPr>
          <w:rStyle w:val="libAieChar"/>
          <w:rFonts w:hint="cs"/>
          <w:rtl/>
        </w:rPr>
        <w:t xml:space="preserve"> </w:t>
      </w:r>
      <w:r>
        <w:rPr>
          <w:rtl/>
          <w:lang w:bidi="fa-IR"/>
        </w:rPr>
        <w:t>﴾</w:t>
      </w:r>
      <w:r w:rsidRPr="003B626A">
        <w:rPr>
          <w:rStyle w:val="libFootnotenumChar"/>
          <w:rtl/>
        </w:rPr>
        <w:t>(1)</w:t>
      </w:r>
      <w:r>
        <w:rPr>
          <w:rtl/>
          <w:lang w:bidi="fa-IR"/>
        </w:rPr>
        <w:t>.</w:t>
      </w:r>
    </w:p>
    <w:p w14:paraId="29183D50" w14:textId="77777777" w:rsidR="007A3CB2" w:rsidRDefault="007A3CB2" w:rsidP="007A3CB2">
      <w:pPr>
        <w:pStyle w:val="libNormal"/>
        <w:rPr>
          <w:lang w:bidi="fa-IR"/>
        </w:rPr>
      </w:pPr>
      <w:r>
        <w:rPr>
          <w:rtl/>
          <w:lang w:bidi="fa-IR"/>
        </w:rPr>
        <w:t>وقد اعتبر بعض من قرأ هذه القصة أن الإمام علي "</w:t>
      </w:r>
      <w:r w:rsidR="003B626A" w:rsidRPr="003B626A">
        <w:rPr>
          <w:rStyle w:val="libAlaemChar"/>
          <w:rtl/>
        </w:rPr>
        <w:t>عليه‌السلام</w:t>
      </w:r>
      <w:r>
        <w:rPr>
          <w:rtl/>
          <w:lang w:bidi="fa-IR"/>
        </w:rPr>
        <w:t>" لم يتصدق بخاتم عادي لأنه لا يعقل نزول هكذا آية عظيمة بخاتم لا قيمة كبيرة له، فقالوا: إن قيمة خاتم علي "</w:t>
      </w:r>
      <w:r w:rsidR="003B626A" w:rsidRPr="003B626A">
        <w:rPr>
          <w:rStyle w:val="libAlaemChar"/>
          <w:rtl/>
        </w:rPr>
        <w:t>عليه‌السلام</w:t>
      </w:r>
      <w:r>
        <w:rPr>
          <w:rtl/>
          <w:lang w:bidi="fa-IR"/>
        </w:rPr>
        <w:t>" هذا تعادل خراج سوريا والشام.</w:t>
      </w:r>
    </w:p>
    <w:p w14:paraId="21F4FC28" w14:textId="77777777" w:rsidR="00CE6C20" w:rsidRDefault="00CE6C20" w:rsidP="00CE6C20">
      <w:pPr>
        <w:pStyle w:val="libLine"/>
        <w:rPr>
          <w:lang w:bidi="fa-IR"/>
        </w:rPr>
      </w:pPr>
      <w:r>
        <w:rPr>
          <w:rtl/>
          <w:lang w:bidi="fa-IR"/>
        </w:rPr>
        <w:t>____________________</w:t>
      </w:r>
    </w:p>
    <w:p w14:paraId="4E7A590E" w14:textId="77777777" w:rsidR="00CE6C20" w:rsidRDefault="00CE6C20" w:rsidP="00CE6C20">
      <w:pPr>
        <w:pStyle w:val="libFootnote0"/>
        <w:rPr>
          <w:lang w:bidi="fa-IR"/>
        </w:rPr>
      </w:pPr>
      <w:r>
        <w:rPr>
          <w:rFonts w:hint="cs"/>
          <w:rtl/>
          <w:lang w:bidi="fa-IR"/>
        </w:rPr>
        <w:t>1</w:t>
      </w:r>
      <w:r>
        <w:rPr>
          <w:rtl/>
          <w:lang w:bidi="fa-IR"/>
        </w:rPr>
        <w:t>- المائدة:55</w:t>
      </w:r>
    </w:p>
    <w:p w14:paraId="46B755B6" w14:textId="77777777" w:rsidR="007A3CB2" w:rsidRDefault="003B626A" w:rsidP="007A3CB2">
      <w:pPr>
        <w:pStyle w:val="libNormal"/>
        <w:rPr>
          <w:lang w:bidi="fa-IR"/>
        </w:rPr>
      </w:pPr>
      <w:r>
        <w:rPr>
          <w:rtl/>
          <w:lang w:bidi="fa-IR"/>
        </w:rPr>
        <w:br w:type="page"/>
      </w:r>
    </w:p>
    <w:p w14:paraId="026008FA" w14:textId="77777777" w:rsidR="003B626A" w:rsidRDefault="007A3CB2" w:rsidP="007A3CB2">
      <w:pPr>
        <w:pStyle w:val="libNormal"/>
        <w:rPr>
          <w:lang w:bidi="fa-IR"/>
        </w:rPr>
      </w:pPr>
      <w:r>
        <w:rPr>
          <w:rtl/>
          <w:lang w:bidi="fa-IR"/>
        </w:rPr>
        <w:lastRenderedPageBreak/>
        <w:t>ويعلّق الشهيد المطهري (</w:t>
      </w:r>
      <w:r w:rsidR="00CE6C20" w:rsidRPr="00CE6C20">
        <w:rPr>
          <w:rStyle w:val="libAlaemChar"/>
          <w:rtl/>
        </w:rPr>
        <w:t>رحمه‌الله</w:t>
      </w:r>
      <w:r>
        <w:rPr>
          <w:rtl/>
          <w:lang w:bidi="fa-IR"/>
        </w:rPr>
        <w:t>) بأن علياً لم يكن ليلبس خاتماً كهذا وفي المدينة فقراء يئنون، إن ما استنزل الآية ليس قيمة مادية بل هو الإخلاص الذي ملأ قلب أمير المؤمنين "</w:t>
      </w:r>
      <w:r w:rsidR="003B626A" w:rsidRPr="003B626A">
        <w:rPr>
          <w:rStyle w:val="libAlaemChar"/>
          <w:rtl/>
        </w:rPr>
        <w:t>عليه‌السلام</w:t>
      </w:r>
      <w:r>
        <w:rPr>
          <w:rtl/>
          <w:lang w:bidi="fa-IR"/>
        </w:rPr>
        <w:t>".</w:t>
      </w:r>
    </w:p>
    <w:p w14:paraId="39451AD7" w14:textId="77777777" w:rsidR="003B626A" w:rsidRDefault="007A3CB2" w:rsidP="00CE6C20">
      <w:pPr>
        <w:pStyle w:val="libBold1"/>
        <w:rPr>
          <w:lang w:bidi="fa-IR"/>
        </w:rPr>
      </w:pPr>
      <w:r>
        <w:rPr>
          <w:rtl/>
          <w:lang w:bidi="fa-IR"/>
        </w:rPr>
        <w:t>ج</w:t>
      </w:r>
      <w:r w:rsidR="003B626A">
        <w:rPr>
          <w:rtl/>
          <w:lang w:bidi="fa-IR"/>
        </w:rPr>
        <w:t>-</w:t>
      </w:r>
      <w:r>
        <w:rPr>
          <w:rtl/>
          <w:lang w:bidi="fa-IR"/>
        </w:rPr>
        <w:t xml:space="preserve"> إخلاص الإمام الحسين "</w:t>
      </w:r>
      <w:r w:rsidR="003B626A" w:rsidRPr="003B626A">
        <w:rPr>
          <w:rStyle w:val="libAlaemChar"/>
          <w:rtl/>
        </w:rPr>
        <w:t>عليه‌السلام</w:t>
      </w:r>
      <w:r>
        <w:rPr>
          <w:rtl/>
          <w:lang w:bidi="fa-IR"/>
        </w:rPr>
        <w:t>"</w:t>
      </w:r>
    </w:p>
    <w:p w14:paraId="2B23708B" w14:textId="77777777" w:rsidR="003B626A" w:rsidRDefault="007A3CB2" w:rsidP="007A3CB2">
      <w:pPr>
        <w:pStyle w:val="libNormal"/>
        <w:rPr>
          <w:lang w:bidi="fa-IR"/>
        </w:rPr>
      </w:pPr>
      <w:r>
        <w:rPr>
          <w:rtl/>
          <w:lang w:bidi="fa-IR"/>
        </w:rPr>
        <w:t>لثورة كربلاء بعد ظاهري كبير فهي التي "أولدت الإسلام ولادة ثانية" كما عبر الإمام الخميني "</w:t>
      </w:r>
      <w:r w:rsidR="003B626A" w:rsidRPr="003B626A">
        <w:rPr>
          <w:rStyle w:val="libAlaemChar"/>
          <w:rtl/>
        </w:rPr>
        <w:t>قدس‌سره</w:t>
      </w:r>
      <w:r>
        <w:rPr>
          <w:rtl/>
          <w:lang w:bidi="fa-IR"/>
        </w:rPr>
        <w:t>".</w:t>
      </w:r>
    </w:p>
    <w:p w14:paraId="09A14517" w14:textId="77777777" w:rsidR="003B626A" w:rsidRDefault="007A3CB2" w:rsidP="007A3CB2">
      <w:pPr>
        <w:pStyle w:val="libNormal"/>
        <w:rPr>
          <w:lang w:bidi="fa-IR"/>
        </w:rPr>
      </w:pPr>
      <w:r>
        <w:rPr>
          <w:rtl/>
          <w:lang w:bidi="fa-IR"/>
        </w:rPr>
        <w:t>"ولولا ثورة الحسين لم يبقِ‏َ للإسلام من أثر" كما عبر عالم الأزهر الكبير الشيخ محمد عبده.</w:t>
      </w:r>
    </w:p>
    <w:p w14:paraId="0AE42680" w14:textId="77777777" w:rsidR="003B626A" w:rsidRDefault="007A3CB2" w:rsidP="007A3CB2">
      <w:pPr>
        <w:pStyle w:val="libNormal"/>
        <w:rPr>
          <w:lang w:bidi="fa-IR"/>
        </w:rPr>
      </w:pPr>
      <w:r>
        <w:rPr>
          <w:rtl/>
          <w:lang w:bidi="fa-IR"/>
        </w:rPr>
        <w:t>لكن منطلق الإمام الحسين "</w:t>
      </w:r>
      <w:r w:rsidR="003B626A" w:rsidRPr="003B626A">
        <w:rPr>
          <w:rStyle w:val="libAlaemChar"/>
          <w:rtl/>
        </w:rPr>
        <w:t>عليه‌السلام</w:t>
      </w:r>
      <w:r>
        <w:rPr>
          <w:rtl/>
          <w:lang w:bidi="fa-IR"/>
        </w:rPr>
        <w:t>" في ثورته كان حبه للَّه تعالى واخلاصه له.</w:t>
      </w:r>
    </w:p>
    <w:p w14:paraId="6DA5B73E" w14:textId="77777777" w:rsidR="003B626A" w:rsidRDefault="007A3CB2" w:rsidP="007A3CB2">
      <w:pPr>
        <w:pStyle w:val="libNormal"/>
        <w:rPr>
          <w:lang w:bidi="fa-IR"/>
        </w:rPr>
      </w:pPr>
      <w:r>
        <w:rPr>
          <w:rtl/>
          <w:lang w:bidi="fa-IR"/>
        </w:rPr>
        <w:t>وكما صوَّر الشاعر دوافع الإمام الحسين "</w:t>
      </w:r>
      <w:r w:rsidR="003B626A" w:rsidRPr="003B626A">
        <w:rPr>
          <w:rStyle w:val="libAlaemChar"/>
          <w:rtl/>
        </w:rPr>
        <w:t>عليه‌السلام</w:t>
      </w:r>
      <w:r>
        <w:rPr>
          <w:rtl/>
          <w:lang w:bidi="fa-IR"/>
        </w:rPr>
        <w:t>":</w:t>
      </w:r>
    </w:p>
    <w:p w14:paraId="0973AEF4" w14:textId="77777777" w:rsidR="003B626A" w:rsidRDefault="007A3CB2" w:rsidP="007A3CB2">
      <w:pPr>
        <w:pStyle w:val="libNormal"/>
        <w:rPr>
          <w:lang w:bidi="fa-IR"/>
        </w:rPr>
      </w:pPr>
      <w:r>
        <w:rPr>
          <w:rtl/>
          <w:lang w:bidi="fa-IR"/>
        </w:rPr>
        <w:t>إلهي تركت الخلق طراً في هواك‏ وأيتمت العيال لكي أراك‏</w:t>
      </w:r>
    </w:p>
    <w:p w14:paraId="360B69A2" w14:textId="77777777" w:rsidR="007A3CB2" w:rsidRDefault="007A3CB2" w:rsidP="007A3CB2">
      <w:pPr>
        <w:pStyle w:val="libNormal"/>
        <w:rPr>
          <w:lang w:bidi="fa-IR"/>
        </w:rPr>
      </w:pPr>
      <w:r>
        <w:rPr>
          <w:rtl/>
          <w:lang w:bidi="fa-IR"/>
        </w:rPr>
        <w:t>فلو قطعتني بالحب إرباً لما مال الفؤاد إلى سواك‏</w:t>
      </w:r>
    </w:p>
    <w:p w14:paraId="6EE03F05" w14:textId="77777777" w:rsidR="007A3CB2" w:rsidRDefault="003B626A" w:rsidP="007A3CB2">
      <w:pPr>
        <w:pStyle w:val="libNormal"/>
        <w:rPr>
          <w:lang w:bidi="fa-IR"/>
        </w:rPr>
      </w:pPr>
      <w:r>
        <w:rPr>
          <w:rtl/>
          <w:lang w:bidi="fa-IR"/>
        </w:rPr>
        <w:br w:type="page"/>
      </w:r>
    </w:p>
    <w:p w14:paraId="2BDE947C" w14:textId="77777777" w:rsidR="003B626A" w:rsidRDefault="007A3CB2" w:rsidP="007A3CB2">
      <w:pPr>
        <w:pStyle w:val="libNormal"/>
        <w:rPr>
          <w:lang w:bidi="fa-IR"/>
        </w:rPr>
      </w:pPr>
      <w:r>
        <w:rPr>
          <w:rtl/>
          <w:lang w:bidi="fa-IR"/>
        </w:rPr>
        <w:lastRenderedPageBreak/>
        <w:t>اخلاص أصحاب الإمام الحسين "</w:t>
      </w:r>
      <w:r w:rsidR="003B626A" w:rsidRPr="003B626A">
        <w:rPr>
          <w:rStyle w:val="libAlaemChar"/>
          <w:rtl/>
        </w:rPr>
        <w:t>عليه‌السلام</w:t>
      </w:r>
      <w:r>
        <w:rPr>
          <w:rtl/>
          <w:lang w:bidi="fa-IR"/>
        </w:rPr>
        <w:t>"</w:t>
      </w:r>
    </w:p>
    <w:p w14:paraId="14F321A8" w14:textId="77777777" w:rsidR="003B626A" w:rsidRDefault="007A3CB2" w:rsidP="007A3CB2">
      <w:pPr>
        <w:pStyle w:val="libNormal"/>
        <w:rPr>
          <w:lang w:bidi="fa-IR"/>
        </w:rPr>
      </w:pPr>
      <w:r>
        <w:rPr>
          <w:rtl/>
          <w:lang w:bidi="fa-IR"/>
        </w:rPr>
        <w:t>كان الإمام الحسين "</w:t>
      </w:r>
      <w:r w:rsidR="003B626A" w:rsidRPr="003B626A">
        <w:rPr>
          <w:rStyle w:val="libAlaemChar"/>
          <w:rtl/>
        </w:rPr>
        <w:t>عليه‌السلام</w:t>
      </w:r>
      <w:r>
        <w:rPr>
          <w:rtl/>
          <w:lang w:bidi="fa-IR"/>
        </w:rPr>
        <w:t>" يعرف عدم إمكانية الانتصار العسكري، لذا كان هدفه القيام مع أصحابه بعملية استشهادية كبرى لذا اختلف موقف الإمام من أصحابه مع موقف طارق بن زياد.</w:t>
      </w:r>
    </w:p>
    <w:p w14:paraId="4E5EDDE2" w14:textId="77777777" w:rsidR="003B626A" w:rsidRDefault="007A3CB2" w:rsidP="007A3CB2">
      <w:pPr>
        <w:pStyle w:val="libNormal"/>
        <w:rPr>
          <w:lang w:bidi="fa-IR"/>
        </w:rPr>
      </w:pPr>
      <w:r>
        <w:rPr>
          <w:rtl/>
          <w:lang w:bidi="fa-IR"/>
        </w:rPr>
        <w:t>فطارق بعد أن حطَّ وجيشه على ساحل البحر أحرق السفن وأبقى القوت ليوم واحد وخطب في جيشه: "هذا العدو أمامكم، والبحر وراءكم، إما أن تنتصروا، وإما أن تموتوا".</w:t>
      </w:r>
    </w:p>
    <w:p w14:paraId="2872F541" w14:textId="77777777" w:rsidR="003B626A" w:rsidRDefault="007A3CB2" w:rsidP="007A3CB2">
      <w:pPr>
        <w:pStyle w:val="libNormal"/>
        <w:rPr>
          <w:lang w:bidi="fa-IR"/>
        </w:rPr>
      </w:pPr>
      <w:r>
        <w:rPr>
          <w:rtl/>
          <w:lang w:bidi="fa-IR"/>
        </w:rPr>
        <w:t>أما الإمام الحسين "</w:t>
      </w:r>
      <w:r w:rsidR="003B626A" w:rsidRPr="003B626A">
        <w:rPr>
          <w:rStyle w:val="libAlaemChar"/>
          <w:rtl/>
        </w:rPr>
        <w:t>عليه‌السلام</w:t>
      </w:r>
      <w:r>
        <w:rPr>
          <w:rtl/>
          <w:lang w:bidi="fa-IR"/>
        </w:rPr>
        <w:t>" فقد جمع أصحابه ليلة العاشر وقال لهم: "... وإني قد أذنت لكم، فانطلقوا جميعاً في حلّ‏ٍ ليس عليكم مني، وهذا الليل قد غشيكم فاتخذوه جملاً".</w:t>
      </w:r>
    </w:p>
    <w:p w14:paraId="5D378365" w14:textId="77777777" w:rsidR="003B626A" w:rsidRDefault="007A3CB2" w:rsidP="007A3CB2">
      <w:pPr>
        <w:pStyle w:val="libNormal"/>
        <w:rPr>
          <w:lang w:bidi="fa-IR"/>
        </w:rPr>
      </w:pPr>
      <w:r>
        <w:rPr>
          <w:rtl/>
          <w:lang w:bidi="fa-IR"/>
        </w:rPr>
        <w:t>وعبَّرت مواقف الأصحاب عن ذلك الاخلاص الكبير:</w:t>
      </w:r>
    </w:p>
    <w:p w14:paraId="35B8B027" w14:textId="77777777" w:rsidR="007A3CB2" w:rsidRDefault="007A3CB2" w:rsidP="007A3CB2">
      <w:pPr>
        <w:pStyle w:val="libNormal"/>
        <w:rPr>
          <w:lang w:bidi="fa-IR"/>
        </w:rPr>
      </w:pPr>
      <w:r>
        <w:rPr>
          <w:rtl/>
          <w:lang w:bidi="fa-IR"/>
        </w:rPr>
        <w:t>* سعيد بن عبد اللَّه الحنفي: "... واللَّه لو علمت أني أقتل، ثم أحيا، ثم أحرق حياً، ثم</w:t>
      </w:r>
    </w:p>
    <w:p w14:paraId="094AA8AE" w14:textId="77777777" w:rsidR="007A3CB2" w:rsidRDefault="003B626A" w:rsidP="007A3CB2">
      <w:pPr>
        <w:pStyle w:val="libNormal"/>
        <w:rPr>
          <w:lang w:bidi="fa-IR"/>
        </w:rPr>
      </w:pPr>
      <w:r>
        <w:rPr>
          <w:rtl/>
          <w:lang w:bidi="fa-IR"/>
        </w:rPr>
        <w:br w:type="page"/>
      </w:r>
    </w:p>
    <w:p w14:paraId="1035CCE4" w14:textId="77777777" w:rsidR="003B626A" w:rsidRDefault="007A3CB2" w:rsidP="00CE6C20">
      <w:pPr>
        <w:pStyle w:val="libNormal0"/>
        <w:rPr>
          <w:lang w:bidi="fa-IR"/>
        </w:rPr>
      </w:pPr>
      <w:r>
        <w:rPr>
          <w:rtl/>
          <w:lang w:bidi="fa-IR"/>
        </w:rPr>
        <w:lastRenderedPageBreak/>
        <w:t>أذرى، يفعل ذلك بي سبعين مرة لما فارقتك حتى ألقى حمامي دونك".</w:t>
      </w:r>
    </w:p>
    <w:p w14:paraId="7B020AB6" w14:textId="77777777" w:rsidR="003B626A" w:rsidRDefault="007A3CB2" w:rsidP="007A3CB2">
      <w:pPr>
        <w:pStyle w:val="libNormal"/>
        <w:rPr>
          <w:lang w:bidi="fa-IR"/>
        </w:rPr>
      </w:pPr>
      <w:r>
        <w:rPr>
          <w:rtl/>
          <w:lang w:bidi="fa-IR"/>
        </w:rPr>
        <w:t>زهير بن القين: "... واللَّه وددت أني قتلت، ثم نشرت، ثم قتلت حتى أُقتل كذا ألف مرة، وإن اللَّه عزَّ وجلّ‏َ يدفع بذلك القتل عن نفسك وعن أنفس هؤلاء الفتيان من أهل بيتك".</w:t>
      </w:r>
    </w:p>
    <w:p w14:paraId="1861D7B0" w14:textId="77777777" w:rsidR="003B626A" w:rsidRDefault="007A3CB2" w:rsidP="007A3CB2">
      <w:pPr>
        <w:pStyle w:val="libNormal"/>
        <w:rPr>
          <w:lang w:bidi="fa-IR"/>
        </w:rPr>
      </w:pPr>
      <w:r>
        <w:rPr>
          <w:rtl/>
          <w:lang w:bidi="fa-IR"/>
        </w:rPr>
        <w:t>إنهم حقاً كما عبر أمير المؤمنين "</w:t>
      </w:r>
      <w:r w:rsidR="003B626A" w:rsidRPr="003B626A">
        <w:rPr>
          <w:rStyle w:val="libAlaemChar"/>
          <w:rtl/>
        </w:rPr>
        <w:t>عليه‌السلام</w:t>
      </w:r>
      <w:r>
        <w:rPr>
          <w:rtl/>
          <w:lang w:bidi="fa-IR"/>
        </w:rPr>
        <w:t>": "عشاق شهداء لا يسبقهم من كان قبلهم، ولا يلحقهم من بعدهم".</w:t>
      </w:r>
    </w:p>
    <w:p w14:paraId="7C9C403E" w14:textId="77777777" w:rsidR="007A3CB2" w:rsidRDefault="007A3CB2" w:rsidP="00CE6C20">
      <w:pPr>
        <w:pStyle w:val="libBold1"/>
        <w:rPr>
          <w:lang w:bidi="fa-IR"/>
        </w:rPr>
      </w:pPr>
      <w:r>
        <w:rPr>
          <w:rtl/>
          <w:lang w:bidi="fa-IR"/>
        </w:rPr>
        <w:t>المصيبة:</w:t>
      </w:r>
    </w:p>
    <w:p w14:paraId="11598B67" w14:textId="77777777" w:rsidR="003B626A" w:rsidRDefault="003B626A" w:rsidP="007A3CB2">
      <w:pPr>
        <w:pStyle w:val="libNormal"/>
        <w:rPr>
          <w:lang w:bidi="fa-IR"/>
        </w:rPr>
      </w:pPr>
      <w:r>
        <w:rPr>
          <w:rtl/>
          <w:lang w:bidi="fa-IR"/>
        </w:rPr>
        <w:t>-</w:t>
      </w:r>
      <w:r w:rsidR="007A3CB2">
        <w:rPr>
          <w:rtl/>
          <w:lang w:bidi="fa-IR"/>
        </w:rPr>
        <w:t xml:space="preserve"> شهادة القاسم.</w:t>
      </w:r>
    </w:p>
    <w:p w14:paraId="3345B214" w14:textId="77777777" w:rsidR="003B626A" w:rsidRDefault="003B626A" w:rsidP="007A3CB2">
      <w:pPr>
        <w:pStyle w:val="libNormal"/>
        <w:rPr>
          <w:lang w:bidi="fa-IR"/>
        </w:rPr>
      </w:pPr>
      <w:r>
        <w:rPr>
          <w:rtl/>
          <w:lang w:bidi="fa-IR"/>
        </w:rPr>
        <w:t>-</w:t>
      </w:r>
      <w:r w:rsidR="007A3CB2">
        <w:rPr>
          <w:rtl/>
          <w:lang w:bidi="fa-IR"/>
        </w:rPr>
        <w:t xml:space="preserve"> شهادة عبد اللّه الأصغر بن الحسن "</w:t>
      </w:r>
      <w:r w:rsidRPr="003B626A">
        <w:rPr>
          <w:rStyle w:val="libAlaemChar"/>
          <w:rtl/>
        </w:rPr>
        <w:t>عليه‌السلام</w:t>
      </w:r>
      <w:r w:rsidR="007A3CB2">
        <w:rPr>
          <w:rtl/>
          <w:lang w:bidi="fa-IR"/>
        </w:rPr>
        <w:t>" في حجر عمه الحسين "</w:t>
      </w:r>
      <w:r w:rsidRPr="003B626A">
        <w:rPr>
          <w:rStyle w:val="libAlaemChar"/>
          <w:rtl/>
        </w:rPr>
        <w:t>عليه‌السلام</w:t>
      </w:r>
      <w:r w:rsidR="007A3CB2">
        <w:rPr>
          <w:rtl/>
          <w:lang w:bidi="fa-IR"/>
        </w:rPr>
        <w:t>".</w:t>
      </w:r>
    </w:p>
    <w:p w14:paraId="13CD83EF" w14:textId="77777777" w:rsidR="007A3CB2" w:rsidRDefault="003B626A" w:rsidP="007A3CB2">
      <w:pPr>
        <w:pStyle w:val="libNormal"/>
        <w:rPr>
          <w:lang w:bidi="fa-IR"/>
        </w:rPr>
      </w:pPr>
      <w:r>
        <w:rPr>
          <w:rtl/>
          <w:lang w:bidi="fa-IR"/>
        </w:rPr>
        <w:t>-</w:t>
      </w:r>
      <w:r w:rsidR="007A3CB2">
        <w:rPr>
          <w:rtl/>
          <w:lang w:bidi="fa-IR"/>
        </w:rPr>
        <w:t xml:space="preserve"> القصيدة الختامية من وحي ذلك.</w:t>
      </w:r>
    </w:p>
    <w:p w14:paraId="4E4B130F" w14:textId="77777777" w:rsidR="007A3CB2" w:rsidRDefault="003B626A" w:rsidP="007A3CB2">
      <w:pPr>
        <w:pStyle w:val="libNormal"/>
        <w:rPr>
          <w:lang w:bidi="fa-IR"/>
        </w:rPr>
      </w:pPr>
      <w:r>
        <w:rPr>
          <w:rtl/>
          <w:lang w:bidi="fa-IR"/>
        </w:rPr>
        <w:br w:type="page"/>
      </w:r>
    </w:p>
    <w:p w14:paraId="3126F8DF" w14:textId="77777777" w:rsidR="007A3CB2" w:rsidRDefault="007A3CB2" w:rsidP="00555719">
      <w:pPr>
        <w:pStyle w:val="Heading2Center"/>
        <w:rPr>
          <w:lang w:bidi="fa-IR"/>
        </w:rPr>
      </w:pPr>
      <w:bookmarkStart w:id="23" w:name="_Toc12609732"/>
      <w:r>
        <w:rPr>
          <w:rtl/>
          <w:lang w:bidi="fa-IR"/>
        </w:rPr>
        <w:lastRenderedPageBreak/>
        <w:t>الليلة العاشرة</w:t>
      </w:r>
      <w:bookmarkEnd w:id="23"/>
    </w:p>
    <w:p w14:paraId="3F26555C" w14:textId="77777777" w:rsidR="007A3CB2" w:rsidRDefault="007A3CB2" w:rsidP="00555719">
      <w:pPr>
        <w:pStyle w:val="libBold1"/>
        <w:rPr>
          <w:lang w:bidi="fa-IR"/>
        </w:rPr>
      </w:pPr>
      <w:r>
        <w:rPr>
          <w:rtl/>
          <w:lang w:bidi="fa-IR"/>
        </w:rPr>
        <w:t>عنوان المحاضرة:</w:t>
      </w:r>
    </w:p>
    <w:p w14:paraId="3CA575CD" w14:textId="77777777" w:rsidR="007A3CB2" w:rsidRDefault="007A3CB2" w:rsidP="00555719">
      <w:pPr>
        <w:pStyle w:val="libCenterBold1"/>
        <w:rPr>
          <w:lang w:bidi="fa-IR"/>
        </w:rPr>
      </w:pPr>
      <w:r>
        <w:rPr>
          <w:rtl/>
          <w:lang w:bidi="fa-IR"/>
        </w:rPr>
        <w:t>حول الطفل الرضيع والنساء</w:t>
      </w:r>
    </w:p>
    <w:p w14:paraId="32A508F9" w14:textId="77777777" w:rsidR="007A3CB2" w:rsidRDefault="007A3CB2" w:rsidP="00555719">
      <w:pPr>
        <w:pStyle w:val="libBold1"/>
        <w:rPr>
          <w:lang w:bidi="fa-IR"/>
        </w:rPr>
      </w:pPr>
      <w:r>
        <w:rPr>
          <w:rtl/>
          <w:lang w:bidi="fa-IR"/>
        </w:rPr>
        <w:t>الموعظة:</w:t>
      </w:r>
    </w:p>
    <w:p w14:paraId="00560796" w14:textId="77777777" w:rsidR="003B626A" w:rsidRDefault="007A3CB2" w:rsidP="00555719">
      <w:pPr>
        <w:pStyle w:val="libBold1"/>
        <w:rPr>
          <w:lang w:bidi="fa-IR"/>
        </w:rPr>
      </w:pPr>
      <w:r>
        <w:rPr>
          <w:rtl/>
          <w:lang w:bidi="fa-IR"/>
        </w:rPr>
        <w:t>ليلة العشق الإلهي‏</w:t>
      </w:r>
    </w:p>
    <w:p w14:paraId="7F6DB1C5" w14:textId="77777777" w:rsidR="007A3CB2" w:rsidRDefault="007A3CB2" w:rsidP="00555719">
      <w:pPr>
        <w:pStyle w:val="libBold1"/>
        <w:rPr>
          <w:lang w:bidi="fa-IR"/>
        </w:rPr>
      </w:pPr>
      <w:r>
        <w:rPr>
          <w:rtl/>
          <w:lang w:bidi="fa-IR"/>
        </w:rPr>
        <w:t>الهدف:</w:t>
      </w:r>
    </w:p>
    <w:p w14:paraId="2E49E02F" w14:textId="77777777" w:rsidR="007A3CB2" w:rsidRDefault="007A3CB2" w:rsidP="007A3CB2">
      <w:pPr>
        <w:pStyle w:val="libNormal"/>
        <w:rPr>
          <w:lang w:bidi="fa-IR"/>
        </w:rPr>
      </w:pPr>
      <w:r>
        <w:rPr>
          <w:rtl/>
          <w:lang w:bidi="fa-IR"/>
        </w:rPr>
        <w:t>تعزيز حالة العشق لله وحب لقائه.</w:t>
      </w:r>
    </w:p>
    <w:p w14:paraId="632A3879" w14:textId="77777777" w:rsidR="007A3CB2" w:rsidRDefault="007A3CB2" w:rsidP="00555719">
      <w:pPr>
        <w:pStyle w:val="libBold1"/>
        <w:rPr>
          <w:lang w:bidi="fa-IR"/>
        </w:rPr>
      </w:pPr>
      <w:r>
        <w:rPr>
          <w:rtl/>
          <w:lang w:bidi="fa-IR"/>
        </w:rPr>
        <w:t>تصدير الموضوع:</w:t>
      </w:r>
    </w:p>
    <w:p w14:paraId="65C56C25" w14:textId="77777777" w:rsidR="003B626A" w:rsidRDefault="007A3CB2" w:rsidP="007A3CB2">
      <w:pPr>
        <w:pStyle w:val="libNormal"/>
        <w:rPr>
          <w:lang w:bidi="fa-IR"/>
        </w:rPr>
      </w:pPr>
      <w:r>
        <w:rPr>
          <w:rtl/>
          <w:lang w:bidi="fa-IR"/>
        </w:rPr>
        <w:t>قال تعالى: ﴿</w:t>
      </w:r>
      <w:r w:rsidR="002A15E9" w:rsidRPr="002A15E9">
        <w:rPr>
          <w:rStyle w:val="libAieChar"/>
          <w:rFonts w:hint="cs"/>
          <w:rtl/>
        </w:rPr>
        <w:t xml:space="preserve"> </w:t>
      </w:r>
      <w:r w:rsidRPr="002A15E9">
        <w:rPr>
          <w:rStyle w:val="libAieChar"/>
          <w:rtl/>
        </w:rPr>
        <w:t>وَالَّذِينَ آمَنُواْ أَشَدُّ حُبًّا لِّلّهِ</w:t>
      </w:r>
      <w:r w:rsidR="002A15E9" w:rsidRPr="002A15E9">
        <w:rPr>
          <w:rStyle w:val="libAieChar"/>
          <w:rFonts w:hint="cs"/>
          <w:rtl/>
        </w:rPr>
        <w:t xml:space="preserve"> </w:t>
      </w:r>
      <w:r>
        <w:rPr>
          <w:rtl/>
          <w:lang w:bidi="fa-IR"/>
        </w:rPr>
        <w:t>﴾.</w:t>
      </w:r>
    </w:p>
    <w:p w14:paraId="61D2C0C0" w14:textId="77777777" w:rsidR="007A3CB2" w:rsidRDefault="007A3CB2" w:rsidP="00555719">
      <w:pPr>
        <w:pStyle w:val="libBold1"/>
        <w:rPr>
          <w:lang w:bidi="fa-IR"/>
        </w:rPr>
      </w:pPr>
      <w:r>
        <w:rPr>
          <w:rtl/>
          <w:lang w:bidi="fa-IR"/>
        </w:rPr>
        <w:t>محاور الموضوع:</w:t>
      </w:r>
    </w:p>
    <w:p w14:paraId="6D396282" w14:textId="77777777" w:rsidR="003B626A" w:rsidRDefault="007A3CB2" w:rsidP="00555719">
      <w:pPr>
        <w:pStyle w:val="libBold1"/>
        <w:rPr>
          <w:lang w:bidi="fa-IR"/>
        </w:rPr>
      </w:pPr>
      <w:r>
        <w:rPr>
          <w:rtl/>
          <w:lang w:bidi="fa-IR"/>
        </w:rPr>
        <w:t>أ</w:t>
      </w:r>
      <w:r w:rsidR="003B626A">
        <w:rPr>
          <w:rtl/>
          <w:lang w:bidi="fa-IR"/>
        </w:rPr>
        <w:t>-</w:t>
      </w:r>
      <w:r>
        <w:rPr>
          <w:rtl/>
          <w:lang w:bidi="fa-IR"/>
        </w:rPr>
        <w:t xml:space="preserve"> إحياء الإمام الحسين "</w:t>
      </w:r>
      <w:r w:rsidR="003B626A" w:rsidRPr="003B626A">
        <w:rPr>
          <w:rStyle w:val="libAlaemChar"/>
          <w:rtl/>
        </w:rPr>
        <w:t>عليه‌السلام</w:t>
      </w:r>
      <w:r>
        <w:rPr>
          <w:rtl/>
          <w:lang w:bidi="fa-IR"/>
        </w:rPr>
        <w:t>" وأنصاره ليلة العاشر بالعبادة:</w:t>
      </w:r>
    </w:p>
    <w:p w14:paraId="4D85107C" w14:textId="77777777" w:rsidR="003B626A" w:rsidRDefault="007A3CB2" w:rsidP="007A3CB2">
      <w:pPr>
        <w:pStyle w:val="libNormal"/>
        <w:rPr>
          <w:lang w:bidi="fa-IR"/>
        </w:rPr>
      </w:pPr>
      <w:r>
        <w:rPr>
          <w:rtl/>
          <w:lang w:bidi="fa-IR"/>
        </w:rPr>
        <w:t>ذكر المؤرخون أنه سمع من معسكر الحسين‏"</w:t>
      </w:r>
      <w:r w:rsidR="003B626A" w:rsidRPr="003B626A">
        <w:rPr>
          <w:rStyle w:val="libAlaemChar"/>
          <w:rtl/>
        </w:rPr>
        <w:t>عليه‌السلام</w:t>
      </w:r>
      <w:r>
        <w:rPr>
          <w:rtl/>
          <w:lang w:bidi="fa-IR"/>
        </w:rPr>
        <w:t>" ليلة العاشر دوي كدوي النحل فكانوا بين راكع وساجد وقارئ.</w:t>
      </w:r>
    </w:p>
    <w:p w14:paraId="04D6373F" w14:textId="77777777" w:rsidR="003B626A" w:rsidRDefault="007A3CB2" w:rsidP="00555719">
      <w:pPr>
        <w:pStyle w:val="libBold1"/>
        <w:rPr>
          <w:lang w:bidi="fa-IR"/>
        </w:rPr>
      </w:pPr>
      <w:r>
        <w:rPr>
          <w:rtl/>
          <w:lang w:bidi="fa-IR"/>
        </w:rPr>
        <w:t>ب</w:t>
      </w:r>
      <w:r w:rsidR="003B626A">
        <w:rPr>
          <w:rtl/>
          <w:lang w:bidi="fa-IR"/>
        </w:rPr>
        <w:t>-</w:t>
      </w:r>
      <w:r>
        <w:rPr>
          <w:rtl/>
          <w:lang w:bidi="fa-IR"/>
        </w:rPr>
        <w:t xml:space="preserve"> استبشار الإمام الحسين في هذه الليلة:</w:t>
      </w:r>
    </w:p>
    <w:p w14:paraId="29122954" w14:textId="77777777" w:rsidR="007A3CB2" w:rsidRDefault="007A3CB2" w:rsidP="007A3CB2">
      <w:pPr>
        <w:pStyle w:val="libNormal"/>
        <w:rPr>
          <w:lang w:bidi="fa-IR"/>
        </w:rPr>
      </w:pPr>
      <w:r>
        <w:rPr>
          <w:rtl/>
          <w:lang w:bidi="fa-IR"/>
        </w:rPr>
        <w:t>ورد أن الإمام الحسين "</w:t>
      </w:r>
      <w:r w:rsidR="003B626A" w:rsidRPr="003B626A">
        <w:rPr>
          <w:rStyle w:val="libAlaemChar"/>
          <w:rtl/>
        </w:rPr>
        <w:t>عليه‌السلام</w:t>
      </w:r>
      <w:r>
        <w:rPr>
          <w:rtl/>
          <w:lang w:bidi="fa-IR"/>
        </w:rPr>
        <w:t>" غفا قليلاً ليلة العاشر، ولما استيقظ أخبر أصحابه قائلاً: "إني رأيت جدي رسول الله "</w:t>
      </w:r>
      <w:r w:rsidR="00F16362" w:rsidRPr="00F16362">
        <w:rPr>
          <w:rStyle w:val="libAlaemChar"/>
          <w:rtl/>
        </w:rPr>
        <w:t>صلى‌الله‌عليه‌وآله</w:t>
      </w:r>
      <w:r>
        <w:rPr>
          <w:rtl/>
          <w:lang w:bidi="fa-IR"/>
        </w:rPr>
        <w:t>" ومعه جماعة من</w:t>
      </w:r>
    </w:p>
    <w:p w14:paraId="38C85342" w14:textId="77777777" w:rsidR="007A3CB2" w:rsidRDefault="003B626A" w:rsidP="007A3CB2">
      <w:pPr>
        <w:pStyle w:val="libNormal"/>
        <w:rPr>
          <w:lang w:bidi="fa-IR"/>
        </w:rPr>
      </w:pPr>
      <w:r>
        <w:rPr>
          <w:rtl/>
          <w:lang w:bidi="fa-IR"/>
        </w:rPr>
        <w:br w:type="page"/>
      </w:r>
    </w:p>
    <w:p w14:paraId="782ED959" w14:textId="77777777" w:rsidR="003B626A" w:rsidRDefault="007A3CB2" w:rsidP="002A15E9">
      <w:pPr>
        <w:pStyle w:val="libNormal0"/>
        <w:rPr>
          <w:lang w:bidi="fa-IR"/>
        </w:rPr>
      </w:pPr>
      <w:r>
        <w:rPr>
          <w:rtl/>
          <w:lang w:bidi="fa-IR"/>
        </w:rPr>
        <w:lastRenderedPageBreak/>
        <w:t>أصحابه، وهو يقول لي: يا بني، أنت شهيد آل محمد، وقد استبشرت بك أهل السموات وأهل الصفيح الأعلى".</w:t>
      </w:r>
    </w:p>
    <w:p w14:paraId="38552B63" w14:textId="77777777" w:rsidR="003B626A" w:rsidRDefault="007A3CB2" w:rsidP="002A15E9">
      <w:pPr>
        <w:pStyle w:val="libBold1"/>
        <w:rPr>
          <w:lang w:bidi="fa-IR"/>
        </w:rPr>
      </w:pPr>
      <w:r>
        <w:rPr>
          <w:rtl/>
          <w:lang w:bidi="fa-IR"/>
        </w:rPr>
        <w:t>ج</w:t>
      </w:r>
      <w:r w:rsidR="003B626A">
        <w:rPr>
          <w:rtl/>
          <w:lang w:bidi="fa-IR"/>
        </w:rPr>
        <w:t>-</w:t>
      </w:r>
      <w:r>
        <w:rPr>
          <w:rtl/>
          <w:lang w:bidi="fa-IR"/>
        </w:rPr>
        <w:t xml:space="preserve"> استبشار أصحاب الإمام الحسين في هذه الليلة:</w:t>
      </w:r>
    </w:p>
    <w:p w14:paraId="366E38C7" w14:textId="77777777" w:rsidR="003B626A" w:rsidRDefault="007A3CB2" w:rsidP="007A3CB2">
      <w:pPr>
        <w:pStyle w:val="libNormal"/>
        <w:rPr>
          <w:lang w:bidi="fa-IR"/>
        </w:rPr>
      </w:pPr>
      <w:r>
        <w:rPr>
          <w:rtl/>
          <w:lang w:bidi="fa-IR"/>
        </w:rPr>
        <w:t>خرج حبيب بن مظاهر إلى أصحابه وهو يضحك قد غمرته الأفراح، فتعجب أحدهم منه وقال له: ما هذه ساعة ضحك؟</w:t>
      </w:r>
    </w:p>
    <w:p w14:paraId="3D84EC88" w14:textId="77777777" w:rsidR="003B626A" w:rsidRDefault="007A3CB2" w:rsidP="007A3CB2">
      <w:pPr>
        <w:pStyle w:val="libNormal"/>
        <w:rPr>
          <w:lang w:bidi="fa-IR"/>
        </w:rPr>
      </w:pPr>
      <w:r>
        <w:rPr>
          <w:rtl/>
          <w:lang w:bidi="fa-IR"/>
        </w:rPr>
        <w:t>فأجابه حبيب: "أي موضع أحق من هذا بالسرور، والله ما هو إلا أن تميل علينا هذه الطغاة بسيوفهم فنعانق الحور العين".</w:t>
      </w:r>
    </w:p>
    <w:p w14:paraId="2F72E6C3" w14:textId="77777777" w:rsidR="003B626A" w:rsidRDefault="007A3CB2" w:rsidP="007A3CB2">
      <w:pPr>
        <w:pStyle w:val="libNormal"/>
        <w:rPr>
          <w:lang w:bidi="fa-IR"/>
        </w:rPr>
      </w:pPr>
      <w:r>
        <w:rPr>
          <w:rtl/>
          <w:lang w:bidi="fa-IR"/>
        </w:rPr>
        <w:t>داعب برير عبد الرحمن الأنصاري، فتعجب منه الأخير وقال له: ما هذه ساعة باطل!؟</w:t>
      </w:r>
    </w:p>
    <w:p w14:paraId="660B9A02" w14:textId="77777777" w:rsidR="007A3CB2" w:rsidRDefault="007A3CB2" w:rsidP="007A3CB2">
      <w:pPr>
        <w:pStyle w:val="libNormal"/>
        <w:rPr>
          <w:lang w:bidi="fa-IR"/>
        </w:rPr>
      </w:pPr>
      <w:r>
        <w:rPr>
          <w:rtl/>
          <w:lang w:bidi="fa-IR"/>
        </w:rPr>
        <w:t>فأجابه برير: "لقد علم قومي أني ما أحببت الباطل كهلاً ولا شاباً، ولكني مستبشر بما نحن لاقون، والله ما بيننا وبين الحور العين إلا أن يميل علينا هؤلاء بسيوفهم وودت أنهم مالوا علينا الساعة".</w:t>
      </w:r>
    </w:p>
    <w:p w14:paraId="66203064" w14:textId="77777777" w:rsidR="007A3CB2" w:rsidRDefault="003B626A" w:rsidP="007A3CB2">
      <w:pPr>
        <w:pStyle w:val="libNormal"/>
        <w:rPr>
          <w:lang w:bidi="fa-IR"/>
        </w:rPr>
      </w:pPr>
      <w:r>
        <w:rPr>
          <w:rtl/>
          <w:lang w:bidi="fa-IR"/>
        </w:rPr>
        <w:br w:type="page"/>
      </w:r>
    </w:p>
    <w:p w14:paraId="7BED5B38" w14:textId="77777777" w:rsidR="007A3CB2" w:rsidRDefault="007A3CB2" w:rsidP="002A15E9">
      <w:pPr>
        <w:pStyle w:val="libBold1"/>
        <w:rPr>
          <w:lang w:bidi="fa-IR"/>
        </w:rPr>
      </w:pPr>
      <w:r>
        <w:rPr>
          <w:rtl/>
          <w:lang w:bidi="fa-IR"/>
        </w:rPr>
        <w:lastRenderedPageBreak/>
        <w:t>المصيبة:</w:t>
      </w:r>
    </w:p>
    <w:p w14:paraId="5BD16CF3" w14:textId="77777777" w:rsidR="003B626A" w:rsidRDefault="003B626A" w:rsidP="007A3CB2">
      <w:pPr>
        <w:pStyle w:val="libNormal"/>
        <w:rPr>
          <w:lang w:bidi="fa-IR"/>
        </w:rPr>
      </w:pPr>
      <w:r>
        <w:rPr>
          <w:rtl/>
          <w:lang w:bidi="fa-IR"/>
        </w:rPr>
        <w:t>-</w:t>
      </w:r>
      <w:r w:rsidR="007A3CB2">
        <w:rPr>
          <w:rtl/>
          <w:lang w:bidi="fa-IR"/>
        </w:rPr>
        <w:t xml:space="preserve"> الطفل الرضيع وذكر حال الرباب.</w:t>
      </w:r>
    </w:p>
    <w:p w14:paraId="0C4D9EFE" w14:textId="77777777" w:rsidR="003B626A" w:rsidRDefault="003B626A" w:rsidP="007A3CB2">
      <w:pPr>
        <w:pStyle w:val="libNormal"/>
        <w:rPr>
          <w:rtl/>
          <w:lang w:bidi="fa-IR"/>
        </w:rPr>
      </w:pPr>
      <w:r>
        <w:rPr>
          <w:rtl/>
          <w:lang w:bidi="fa-IR"/>
        </w:rPr>
        <w:t>-</w:t>
      </w:r>
      <w:r w:rsidR="007A3CB2">
        <w:rPr>
          <w:rtl/>
          <w:lang w:bidi="fa-IR"/>
        </w:rPr>
        <w:t xml:space="preserve"> القصيدة الختامية من وحي المناسبة.</w:t>
      </w:r>
    </w:p>
    <w:p w14:paraId="18D91B4A" w14:textId="77777777" w:rsidR="001202A3" w:rsidRDefault="001202A3" w:rsidP="001202A3">
      <w:pPr>
        <w:pStyle w:val="libNormal"/>
        <w:rPr>
          <w:lang w:bidi="fa-IR"/>
        </w:rPr>
      </w:pPr>
      <w:r>
        <w:rPr>
          <w:rtl/>
          <w:lang w:bidi="fa-IR"/>
        </w:rPr>
        <w:br w:type="page"/>
      </w:r>
    </w:p>
    <w:p w14:paraId="5BF8B561" w14:textId="77777777" w:rsidR="001202A3" w:rsidRDefault="001202A3" w:rsidP="001202A3">
      <w:pPr>
        <w:pStyle w:val="Heading2Center"/>
        <w:rPr>
          <w:rtl/>
          <w:lang w:bidi="fa-IR"/>
        </w:rPr>
      </w:pPr>
      <w:bookmarkStart w:id="24" w:name="_Toc12609733"/>
      <w:r>
        <w:rPr>
          <w:rFonts w:hint="cs"/>
          <w:rtl/>
          <w:lang w:bidi="fa-IR"/>
        </w:rPr>
        <w:lastRenderedPageBreak/>
        <w:t>الفهرس</w:t>
      </w:r>
      <w:bookmarkEnd w:id="24"/>
    </w:p>
    <w:sdt>
      <w:sdtPr>
        <w:rPr>
          <w:rFonts w:ascii="Times New Roman" w:eastAsia="Times New Roman" w:hAnsi="Times New Roman" w:cs="Traditional Arabic"/>
          <w:b w:val="0"/>
          <w:bCs w:val="0"/>
          <w:color w:val="000000"/>
          <w:sz w:val="24"/>
          <w:szCs w:val="32"/>
          <w:rtl/>
        </w:rPr>
        <w:id w:val="3042550"/>
        <w:docPartObj>
          <w:docPartGallery w:val="Table of Contents"/>
          <w:docPartUnique/>
        </w:docPartObj>
      </w:sdtPr>
      <w:sdtEndPr/>
      <w:sdtContent>
        <w:p w14:paraId="6F533FB9" w14:textId="77777777" w:rsidR="001202A3" w:rsidRDefault="001202A3" w:rsidP="001202A3">
          <w:pPr>
            <w:pStyle w:val="TOCHeading"/>
            <w:bidi/>
          </w:pPr>
        </w:p>
        <w:p w14:paraId="67C09537" w14:textId="10DB82CD" w:rsidR="001202A3" w:rsidRDefault="001202A3">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12609710" w:history="1">
            <w:r w:rsidRPr="000E0BD2">
              <w:rPr>
                <w:rStyle w:val="Hyperlink"/>
                <w:rFonts w:hint="eastAsia"/>
                <w:noProof/>
                <w:rtl/>
                <w:lang w:bidi="fa-IR"/>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12609710 </w:instrText>
            </w:r>
            <w:r>
              <w:rPr>
                <w:noProof/>
                <w:webHidden/>
              </w:rPr>
              <w:instrText>\h</w:instrText>
            </w:r>
            <w:r>
              <w:rPr>
                <w:noProof/>
                <w:webHidden/>
                <w:rtl/>
              </w:rPr>
              <w:instrText xml:space="preserve"> </w:instrText>
            </w:r>
            <w:r>
              <w:rPr>
                <w:noProof/>
                <w:webHidden/>
                <w:rtl/>
              </w:rPr>
            </w:r>
            <w:r>
              <w:rPr>
                <w:noProof/>
                <w:webHidden/>
                <w:rtl/>
              </w:rPr>
              <w:fldChar w:fldCharType="separate"/>
            </w:r>
            <w:r w:rsidR="00A14D68">
              <w:rPr>
                <w:noProof/>
                <w:webHidden/>
                <w:rtl/>
              </w:rPr>
              <w:t>3</w:t>
            </w:r>
            <w:r>
              <w:rPr>
                <w:noProof/>
                <w:webHidden/>
                <w:rtl/>
              </w:rPr>
              <w:fldChar w:fldCharType="end"/>
            </w:r>
          </w:hyperlink>
        </w:p>
        <w:p w14:paraId="6229464E" w14:textId="7E96C1E6" w:rsidR="001202A3" w:rsidRDefault="00641A14">
          <w:pPr>
            <w:pStyle w:val="TOC1"/>
            <w:rPr>
              <w:rFonts w:asciiTheme="minorHAnsi" w:eastAsiaTheme="minorEastAsia" w:hAnsiTheme="minorHAnsi" w:cstheme="minorBidi"/>
              <w:bCs w:val="0"/>
              <w:noProof/>
              <w:color w:val="auto"/>
              <w:sz w:val="22"/>
              <w:szCs w:val="22"/>
              <w:rtl/>
            </w:rPr>
          </w:pPr>
          <w:hyperlink w:anchor="_Toc12609711" w:history="1">
            <w:r w:rsidR="001202A3" w:rsidRPr="000E0BD2">
              <w:rPr>
                <w:rStyle w:val="Hyperlink"/>
                <w:rFonts w:hint="eastAsia"/>
                <w:noProof/>
                <w:rtl/>
                <w:lang w:bidi="fa-IR"/>
              </w:rPr>
              <w:t>القسم</w:t>
            </w:r>
            <w:r w:rsidR="001202A3" w:rsidRPr="000E0BD2">
              <w:rPr>
                <w:rStyle w:val="Hyperlink"/>
                <w:noProof/>
                <w:rtl/>
                <w:lang w:bidi="fa-IR"/>
              </w:rPr>
              <w:t xml:space="preserve"> </w:t>
            </w:r>
            <w:r w:rsidR="001202A3" w:rsidRPr="000E0BD2">
              <w:rPr>
                <w:rStyle w:val="Hyperlink"/>
                <w:rFonts w:hint="eastAsia"/>
                <w:noProof/>
                <w:rtl/>
                <w:lang w:bidi="fa-IR"/>
              </w:rPr>
              <w:t>الأول</w:t>
            </w:r>
            <w:r w:rsidR="001202A3" w:rsidRPr="000E0BD2">
              <w:rPr>
                <w:rStyle w:val="Hyperlink"/>
                <w:noProof/>
                <w:rtl/>
                <w:lang w:bidi="fa-IR"/>
              </w:rPr>
              <w:t xml:space="preserve"> : </w:t>
            </w:r>
            <w:r w:rsidR="001202A3" w:rsidRPr="000E0BD2">
              <w:rPr>
                <w:rStyle w:val="Hyperlink"/>
                <w:rFonts w:hint="eastAsia"/>
                <w:noProof/>
                <w:rtl/>
                <w:lang w:bidi="fa-IR"/>
              </w:rPr>
              <w:t>المحاضر</w:t>
            </w:r>
            <w:r w:rsidR="001202A3" w:rsidRPr="000E0BD2">
              <w:rPr>
                <w:rStyle w:val="Hyperlink"/>
                <w:noProof/>
                <w:rtl/>
                <w:lang w:bidi="fa-IR"/>
              </w:rPr>
              <w:t xml:space="preserve"> </w:t>
            </w:r>
            <w:r w:rsidR="001202A3" w:rsidRPr="000E0BD2">
              <w:rPr>
                <w:rStyle w:val="Hyperlink"/>
                <w:rFonts w:hint="eastAsia"/>
                <w:noProof/>
                <w:rtl/>
                <w:lang w:bidi="fa-IR"/>
              </w:rPr>
              <w:t>الحسيني</w:t>
            </w:r>
            <w:r w:rsidR="001202A3">
              <w:rPr>
                <w:noProof/>
                <w:webHidden/>
                <w:rtl/>
              </w:rPr>
              <w:tab/>
            </w:r>
            <w:r w:rsidR="001202A3">
              <w:rPr>
                <w:noProof/>
                <w:webHidden/>
                <w:rtl/>
              </w:rPr>
              <w:fldChar w:fldCharType="begin"/>
            </w:r>
            <w:r w:rsidR="001202A3">
              <w:rPr>
                <w:noProof/>
                <w:webHidden/>
                <w:rtl/>
              </w:rPr>
              <w:instrText xml:space="preserve"> </w:instrText>
            </w:r>
            <w:r w:rsidR="001202A3">
              <w:rPr>
                <w:noProof/>
                <w:webHidden/>
              </w:rPr>
              <w:instrText>PAGEREF</w:instrText>
            </w:r>
            <w:r w:rsidR="001202A3">
              <w:rPr>
                <w:noProof/>
                <w:webHidden/>
                <w:rtl/>
              </w:rPr>
              <w:instrText xml:space="preserve"> _</w:instrText>
            </w:r>
            <w:r w:rsidR="001202A3">
              <w:rPr>
                <w:noProof/>
                <w:webHidden/>
              </w:rPr>
              <w:instrText>Toc</w:instrText>
            </w:r>
            <w:r w:rsidR="001202A3">
              <w:rPr>
                <w:noProof/>
                <w:webHidden/>
                <w:rtl/>
              </w:rPr>
              <w:instrText xml:space="preserve">12609711 </w:instrText>
            </w:r>
            <w:r w:rsidR="001202A3">
              <w:rPr>
                <w:noProof/>
                <w:webHidden/>
              </w:rPr>
              <w:instrText>\h</w:instrText>
            </w:r>
            <w:r w:rsidR="001202A3">
              <w:rPr>
                <w:noProof/>
                <w:webHidden/>
                <w:rtl/>
              </w:rPr>
              <w:instrText xml:space="preserve"> </w:instrText>
            </w:r>
            <w:r w:rsidR="001202A3">
              <w:rPr>
                <w:noProof/>
                <w:webHidden/>
                <w:rtl/>
              </w:rPr>
            </w:r>
            <w:r w:rsidR="001202A3">
              <w:rPr>
                <w:noProof/>
                <w:webHidden/>
                <w:rtl/>
              </w:rPr>
              <w:fldChar w:fldCharType="separate"/>
            </w:r>
            <w:r w:rsidR="00A14D68">
              <w:rPr>
                <w:noProof/>
                <w:webHidden/>
                <w:rtl/>
              </w:rPr>
              <w:t>12</w:t>
            </w:r>
            <w:r w:rsidR="001202A3">
              <w:rPr>
                <w:noProof/>
                <w:webHidden/>
                <w:rtl/>
              </w:rPr>
              <w:fldChar w:fldCharType="end"/>
            </w:r>
          </w:hyperlink>
        </w:p>
        <w:p w14:paraId="647B0AAE" w14:textId="33F2EA92" w:rsidR="001202A3" w:rsidRDefault="00641A14">
          <w:pPr>
            <w:pStyle w:val="TOC2"/>
            <w:tabs>
              <w:tab w:val="right" w:leader="dot" w:pos="7786"/>
            </w:tabs>
            <w:rPr>
              <w:rFonts w:asciiTheme="minorHAnsi" w:eastAsiaTheme="minorEastAsia" w:hAnsiTheme="minorHAnsi" w:cstheme="minorBidi"/>
              <w:noProof/>
              <w:color w:val="auto"/>
              <w:sz w:val="22"/>
              <w:szCs w:val="22"/>
              <w:rtl/>
            </w:rPr>
          </w:pPr>
          <w:hyperlink w:anchor="_Toc12609712" w:history="1">
            <w:r w:rsidR="001202A3" w:rsidRPr="000E0BD2">
              <w:rPr>
                <w:rStyle w:val="Hyperlink"/>
                <w:rFonts w:hint="eastAsia"/>
                <w:noProof/>
                <w:rtl/>
                <w:lang w:bidi="fa-IR"/>
              </w:rPr>
              <w:t>الليلة</w:t>
            </w:r>
            <w:r w:rsidR="001202A3" w:rsidRPr="000E0BD2">
              <w:rPr>
                <w:rStyle w:val="Hyperlink"/>
                <w:noProof/>
                <w:rtl/>
                <w:lang w:bidi="fa-IR"/>
              </w:rPr>
              <w:t xml:space="preserve"> </w:t>
            </w:r>
            <w:r w:rsidR="001202A3" w:rsidRPr="000E0BD2">
              <w:rPr>
                <w:rStyle w:val="Hyperlink"/>
                <w:rFonts w:hint="eastAsia"/>
                <w:noProof/>
                <w:rtl/>
                <w:lang w:bidi="fa-IR"/>
              </w:rPr>
              <w:t>الأولى</w:t>
            </w:r>
            <w:r w:rsidR="001202A3">
              <w:rPr>
                <w:noProof/>
                <w:webHidden/>
                <w:rtl/>
              </w:rPr>
              <w:tab/>
            </w:r>
            <w:r w:rsidR="001202A3">
              <w:rPr>
                <w:noProof/>
                <w:webHidden/>
                <w:rtl/>
              </w:rPr>
              <w:fldChar w:fldCharType="begin"/>
            </w:r>
            <w:r w:rsidR="001202A3">
              <w:rPr>
                <w:noProof/>
                <w:webHidden/>
                <w:rtl/>
              </w:rPr>
              <w:instrText xml:space="preserve"> </w:instrText>
            </w:r>
            <w:r w:rsidR="001202A3">
              <w:rPr>
                <w:noProof/>
                <w:webHidden/>
              </w:rPr>
              <w:instrText>PAGEREF</w:instrText>
            </w:r>
            <w:r w:rsidR="001202A3">
              <w:rPr>
                <w:noProof/>
                <w:webHidden/>
                <w:rtl/>
              </w:rPr>
              <w:instrText xml:space="preserve"> _</w:instrText>
            </w:r>
            <w:r w:rsidR="001202A3">
              <w:rPr>
                <w:noProof/>
                <w:webHidden/>
              </w:rPr>
              <w:instrText>Toc</w:instrText>
            </w:r>
            <w:r w:rsidR="001202A3">
              <w:rPr>
                <w:noProof/>
                <w:webHidden/>
                <w:rtl/>
              </w:rPr>
              <w:instrText xml:space="preserve">12609712 </w:instrText>
            </w:r>
            <w:r w:rsidR="001202A3">
              <w:rPr>
                <w:noProof/>
                <w:webHidden/>
              </w:rPr>
              <w:instrText>\h</w:instrText>
            </w:r>
            <w:r w:rsidR="001202A3">
              <w:rPr>
                <w:noProof/>
                <w:webHidden/>
                <w:rtl/>
              </w:rPr>
              <w:instrText xml:space="preserve"> </w:instrText>
            </w:r>
            <w:r w:rsidR="001202A3">
              <w:rPr>
                <w:noProof/>
                <w:webHidden/>
                <w:rtl/>
              </w:rPr>
            </w:r>
            <w:r w:rsidR="001202A3">
              <w:rPr>
                <w:noProof/>
                <w:webHidden/>
                <w:rtl/>
              </w:rPr>
              <w:fldChar w:fldCharType="separate"/>
            </w:r>
            <w:r w:rsidR="00A14D68">
              <w:rPr>
                <w:noProof/>
                <w:webHidden/>
                <w:rtl/>
              </w:rPr>
              <w:t>13</w:t>
            </w:r>
            <w:r w:rsidR="001202A3">
              <w:rPr>
                <w:noProof/>
                <w:webHidden/>
                <w:rtl/>
              </w:rPr>
              <w:fldChar w:fldCharType="end"/>
            </w:r>
          </w:hyperlink>
        </w:p>
        <w:p w14:paraId="5F55A813" w14:textId="53DB614F" w:rsidR="001202A3" w:rsidRDefault="00641A14">
          <w:pPr>
            <w:pStyle w:val="TOC2"/>
            <w:tabs>
              <w:tab w:val="right" w:leader="dot" w:pos="7786"/>
            </w:tabs>
            <w:rPr>
              <w:rFonts w:asciiTheme="minorHAnsi" w:eastAsiaTheme="minorEastAsia" w:hAnsiTheme="minorHAnsi" w:cstheme="minorBidi"/>
              <w:noProof/>
              <w:color w:val="auto"/>
              <w:sz w:val="22"/>
              <w:szCs w:val="22"/>
              <w:rtl/>
            </w:rPr>
          </w:pPr>
          <w:hyperlink w:anchor="_Toc12609713" w:history="1">
            <w:r w:rsidR="001202A3" w:rsidRPr="000E0BD2">
              <w:rPr>
                <w:rStyle w:val="Hyperlink"/>
                <w:rFonts w:hint="eastAsia"/>
                <w:noProof/>
                <w:rtl/>
                <w:lang w:bidi="fa-IR"/>
              </w:rPr>
              <w:t>الليلة</w:t>
            </w:r>
            <w:r w:rsidR="001202A3" w:rsidRPr="000E0BD2">
              <w:rPr>
                <w:rStyle w:val="Hyperlink"/>
                <w:noProof/>
                <w:rtl/>
                <w:lang w:bidi="fa-IR"/>
              </w:rPr>
              <w:t xml:space="preserve"> </w:t>
            </w:r>
            <w:r w:rsidR="001202A3" w:rsidRPr="000E0BD2">
              <w:rPr>
                <w:rStyle w:val="Hyperlink"/>
                <w:rFonts w:hint="eastAsia"/>
                <w:noProof/>
                <w:rtl/>
                <w:lang w:bidi="fa-IR"/>
              </w:rPr>
              <w:t>الثانية</w:t>
            </w:r>
            <w:r w:rsidR="001202A3">
              <w:rPr>
                <w:noProof/>
                <w:webHidden/>
                <w:rtl/>
              </w:rPr>
              <w:tab/>
            </w:r>
            <w:r w:rsidR="001202A3">
              <w:rPr>
                <w:noProof/>
                <w:webHidden/>
                <w:rtl/>
              </w:rPr>
              <w:fldChar w:fldCharType="begin"/>
            </w:r>
            <w:r w:rsidR="001202A3">
              <w:rPr>
                <w:noProof/>
                <w:webHidden/>
                <w:rtl/>
              </w:rPr>
              <w:instrText xml:space="preserve"> </w:instrText>
            </w:r>
            <w:r w:rsidR="001202A3">
              <w:rPr>
                <w:noProof/>
                <w:webHidden/>
              </w:rPr>
              <w:instrText>PAGEREF</w:instrText>
            </w:r>
            <w:r w:rsidR="001202A3">
              <w:rPr>
                <w:noProof/>
                <w:webHidden/>
                <w:rtl/>
              </w:rPr>
              <w:instrText xml:space="preserve"> _</w:instrText>
            </w:r>
            <w:r w:rsidR="001202A3">
              <w:rPr>
                <w:noProof/>
                <w:webHidden/>
              </w:rPr>
              <w:instrText>Toc</w:instrText>
            </w:r>
            <w:r w:rsidR="001202A3">
              <w:rPr>
                <w:noProof/>
                <w:webHidden/>
                <w:rtl/>
              </w:rPr>
              <w:instrText xml:space="preserve">12609713 </w:instrText>
            </w:r>
            <w:r w:rsidR="001202A3">
              <w:rPr>
                <w:noProof/>
                <w:webHidden/>
              </w:rPr>
              <w:instrText>\h</w:instrText>
            </w:r>
            <w:r w:rsidR="001202A3">
              <w:rPr>
                <w:noProof/>
                <w:webHidden/>
                <w:rtl/>
              </w:rPr>
              <w:instrText xml:space="preserve"> </w:instrText>
            </w:r>
            <w:r w:rsidR="001202A3">
              <w:rPr>
                <w:noProof/>
                <w:webHidden/>
                <w:rtl/>
              </w:rPr>
            </w:r>
            <w:r w:rsidR="001202A3">
              <w:rPr>
                <w:noProof/>
                <w:webHidden/>
                <w:rtl/>
              </w:rPr>
              <w:fldChar w:fldCharType="separate"/>
            </w:r>
            <w:r w:rsidR="00A14D68">
              <w:rPr>
                <w:noProof/>
                <w:webHidden/>
                <w:rtl/>
              </w:rPr>
              <w:t>19</w:t>
            </w:r>
            <w:r w:rsidR="001202A3">
              <w:rPr>
                <w:noProof/>
                <w:webHidden/>
                <w:rtl/>
              </w:rPr>
              <w:fldChar w:fldCharType="end"/>
            </w:r>
          </w:hyperlink>
        </w:p>
        <w:p w14:paraId="741DCC32" w14:textId="4957E157" w:rsidR="001202A3" w:rsidRDefault="00641A14">
          <w:pPr>
            <w:pStyle w:val="TOC2"/>
            <w:tabs>
              <w:tab w:val="right" w:leader="dot" w:pos="7786"/>
            </w:tabs>
            <w:rPr>
              <w:rFonts w:asciiTheme="minorHAnsi" w:eastAsiaTheme="minorEastAsia" w:hAnsiTheme="minorHAnsi" w:cstheme="minorBidi"/>
              <w:noProof/>
              <w:color w:val="auto"/>
              <w:sz w:val="22"/>
              <w:szCs w:val="22"/>
              <w:rtl/>
            </w:rPr>
          </w:pPr>
          <w:hyperlink w:anchor="_Toc12609714" w:history="1">
            <w:r w:rsidR="001202A3" w:rsidRPr="000E0BD2">
              <w:rPr>
                <w:rStyle w:val="Hyperlink"/>
                <w:rFonts w:hint="eastAsia"/>
                <w:noProof/>
                <w:rtl/>
                <w:lang w:bidi="fa-IR"/>
              </w:rPr>
              <w:t>الليلة</w:t>
            </w:r>
            <w:r w:rsidR="001202A3" w:rsidRPr="000E0BD2">
              <w:rPr>
                <w:rStyle w:val="Hyperlink"/>
                <w:noProof/>
                <w:rtl/>
                <w:lang w:bidi="fa-IR"/>
              </w:rPr>
              <w:t xml:space="preserve"> </w:t>
            </w:r>
            <w:r w:rsidR="001202A3" w:rsidRPr="000E0BD2">
              <w:rPr>
                <w:rStyle w:val="Hyperlink"/>
                <w:rFonts w:hint="eastAsia"/>
                <w:noProof/>
                <w:rtl/>
                <w:lang w:bidi="fa-IR"/>
              </w:rPr>
              <w:t>الثالثة</w:t>
            </w:r>
            <w:r w:rsidR="001202A3">
              <w:rPr>
                <w:noProof/>
                <w:webHidden/>
                <w:rtl/>
              </w:rPr>
              <w:tab/>
            </w:r>
            <w:r w:rsidR="001202A3">
              <w:rPr>
                <w:noProof/>
                <w:webHidden/>
                <w:rtl/>
              </w:rPr>
              <w:fldChar w:fldCharType="begin"/>
            </w:r>
            <w:r w:rsidR="001202A3">
              <w:rPr>
                <w:noProof/>
                <w:webHidden/>
                <w:rtl/>
              </w:rPr>
              <w:instrText xml:space="preserve"> </w:instrText>
            </w:r>
            <w:r w:rsidR="001202A3">
              <w:rPr>
                <w:noProof/>
                <w:webHidden/>
              </w:rPr>
              <w:instrText>PAGEREF</w:instrText>
            </w:r>
            <w:r w:rsidR="001202A3">
              <w:rPr>
                <w:noProof/>
                <w:webHidden/>
                <w:rtl/>
              </w:rPr>
              <w:instrText xml:space="preserve"> _</w:instrText>
            </w:r>
            <w:r w:rsidR="001202A3">
              <w:rPr>
                <w:noProof/>
                <w:webHidden/>
              </w:rPr>
              <w:instrText>Toc</w:instrText>
            </w:r>
            <w:r w:rsidR="001202A3">
              <w:rPr>
                <w:noProof/>
                <w:webHidden/>
                <w:rtl/>
              </w:rPr>
              <w:instrText xml:space="preserve">12609714 </w:instrText>
            </w:r>
            <w:r w:rsidR="001202A3">
              <w:rPr>
                <w:noProof/>
                <w:webHidden/>
              </w:rPr>
              <w:instrText>\h</w:instrText>
            </w:r>
            <w:r w:rsidR="001202A3">
              <w:rPr>
                <w:noProof/>
                <w:webHidden/>
                <w:rtl/>
              </w:rPr>
              <w:instrText xml:space="preserve"> </w:instrText>
            </w:r>
            <w:r w:rsidR="001202A3">
              <w:rPr>
                <w:noProof/>
                <w:webHidden/>
                <w:rtl/>
              </w:rPr>
            </w:r>
            <w:r w:rsidR="001202A3">
              <w:rPr>
                <w:noProof/>
                <w:webHidden/>
                <w:rtl/>
              </w:rPr>
              <w:fldChar w:fldCharType="separate"/>
            </w:r>
            <w:r w:rsidR="00A14D68">
              <w:rPr>
                <w:noProof/>
                <w:webHidden/>
                <w:rtl/>
              </w:rPr>
              <w:t>25</w:t>
            </w:r>
            <w:r w:rsidR="001202A3">
              <w:rPr>
                <w:noProof/>
                <w:webHidden/>
                <w:rtl/>
              </w:rPr>
              <w:fldChar w:fldCharType="end"/>
            </w:r>
          </w:hyperlink>
        </w:p>
        <w:p w14:paraId="362F9E90" w14:textId="21C701EA" w:rsidR="001202A3" w:rsidRDefault="00641A14">
          <w:pPr>
            <w:pStyle w:val="TOC2"/>
            <w:tabs>
              <w:tab w:val="right" w:leader="dot" w:pos="7786"/>
            </w:tabs>
            <w:rPr>
              <w:rFonts w:asciiTheme="minorHAnsi" w:eastAsiaTheme="minorEastAsia" w:hAnsiTheme="minorHAnsi" w:cstheme="minorBidi"/>
              <w:noProof/>
              <w:color w:val="auto"/>
              <w:sz w:val="22"/>
              <w:szCs w:val="22"/>
              <w:rtl/>
            </w:rPr>
          </w:pPr>
          <w:hyperlink w:anchor="_Toc12609715" w:history="1">
            <w:r w:rsidR="001202A3" w:rsidRPr="000E0BD2">
              <w:rPr>
                <w:rStyle w:val="Hyperlink"/>
                <w:rFonts w:hint="eastAsia"/>
                <w:noProof/>
                <w:rtl/>
                <w:lang w:bidi="fa-IR"/>
              </w:rPr>
              <w:t>الليلة</w:t>
            </w:r>
            <w:r w:rsidR="001202A3" w:rsidRPr="000E0BD2">
              <w:rPr>
                <w:rStyle w:val="Hyperlink"/>
                <w:noProof/>
                <w:rtl/>
                <w:lang w:bidi="fa-IR"/>
              </w:rPr>
              <w:t xml:space="preserve"> </w:t>
            </w:r>
            <w:r w:rsidR="001202A3" w:rsidRPr="000E0BD2">
              <w:rPr>
                <w:rStyle w:val="Hyperlink"/>
                <w:rFonts w:hint="eastAsia"/>
                <w:noProof/>
                <w:rtl/>
                <w:lang w:bidi="fa-IR"/>
              </w:rPr>
              <w:t>الرابعة</w:t>
            </w:r>
            <w:r w:rsidR="001202A3">
              <w:rPr>
                <w:noProof/>
                <w:webHidden/>
                <w:rtl/>
              </w:rPr>
              <w:tab/>
            </w:r>
            <w:r w:rsidR="001202A3">
              <w:rPr>
                <w:noProof/>
                <w:webHidden/>
                <w:rtl/>
              </w:rPr>
              <w:fldChar w:fldCharType="begin"/>
            </w:r>
            <w:r w:rsidR="001202A3">
              <w:rPr>
                <w:noProof/>
                <w:webHidden/>
                <w:rtl/>
              </w:rPr>
              <w:instrText xml:space="preserve"> </w:instrText>
            </w:r>
            <w:r w:rsidR="001202A3">
              <w:rPr>
                <w:noProof/>
                <w:webHidden/>
              </w:rPr>
              <w:instrText>PAGEREF</w:instrText>
            </w:r>
            <w:r w:rsidR="001202A3">
              <w:rPr>
                <w:noProof/>
                <w:webHidden/>
                <w:rtl/>
              </w:rPr>
              <w:instrText xml:space="preserve"> _</w:instrText>
            </w:r>
            <w:r w:rsidR="001202A3">
              <w:rPr>
                <w:noProof/>
                <w:webHidden/>
              </w:rPr>
              <w:instrText>Toc</w:instrText>
            </w:r>
            <w:r w:rsidR="001202A3">
              <w:rPr>
                <w:noProof/>
                <w:webHidden/>
                <w:rtl/>
              </w:rPr>
              <w:instrText xml:space="preserve">12609715 </w:instrText>
            </w:r>
            <w:r w:rsidR="001202A3">
              <w:rPr>
                <w:noProof/>
                <w:webHidden/>
              </w:rPr>
              <w:instrText>\h</w:instrText>
            </w:r>
            <w:r w:rsidR="001202A3">
              <w:rPr>
                <w:noProof/>
                <w:webHidden/>
                <w:rtl/>
              </w:rPr>
              <w:instrText xml:space="preserve"> </w:instrText>
            </w:r>
            <w:r w:rsidR="001202A3">
              <w:rPr>
                <w:noProof/>
                <w:webHidden/>
                <w:rtl/>
              </w:rPr>
            </w:r>
            <w:r w:rsidR="001202A3">
              <w:rPr>
                <w:noProof/>
                <w:webHidden/>
                <w:rtl/>
              </w:rPr>
              <w:fldChar w:fldCharType="separate"/>
            </w:r>
            <w:r w:rsidR="00A14D68">
              <w:rPr>
                <w:noProof/>
                <w:webHidden/>
                <w:rtl/>
              </w:rPr>
              <w:t>31</w:t>
            </w:r>
            <w:r w:rsidR="001202A3">
              <w:rPr>
                <w:noProof/>
                <w:webHidden/>
                <w:rtl/>
              </w:rPr>
              <w:fldChar w:fldCharType="end"/>
            </w:r>
          </w:hyperlink>
        </w:p>
        <w:p w14:paraId="5BE2D2A7" w14:textId="4687F5F0" w:rsidR="001202A3" w:rsidRDefault="00641A14">
          <w:pPr>
            <w:pStyle w:val="TOC2"/>
            <w:tabs>
              <w:tab w:val="right" w:leader="dot" w:pos="7786"/>
            </w:tabs>
            <w:rPr>
              <w:rFonts w:asciiTheme="minorHAnsi" w:eastAsiaTheme="minorEastAsia" w:hAnsiTheme="minorHAnsi" w:cstheme="minorBidi"/>
              <w:noProof/>
              <w:color w:val="auto"/>
              <w:sz w:val="22"/>
              <w:szCs w:val="22"/>
              <w:rtl/>
            </w:rPr>
          </w:pPr>
          <w:hyperlink w:anchor="_Toc12609716" w:history="1">
            <w:r w:rsidR="001202A3" w:rsidRPr="000E0BD2">
              <w:rPr>
                <w:rStyle w:val="Hyperlink"/>
                <w:rFonts w:hint="eastAsia"/>
                <w:noProof/>
                <w:rtl/>
                <w:lang w:bidi="fa-IR"/>
              </w:rPr>
              <w:t>الليلة</w:t>
            </w:r>
            <w:r w:rsidR="001202A3" w:rsidRPr="000E0BD2">
              <w:rPr>
                <w:rStyle w:val="Hyperlink"/>
                <w:noProof/>
                <w:rtl/>
                <w:lang w:bidi="fa-IR"/>
              </w:rPr>
              <w:t xml:space="preserve"> </w:t>
            </w:r>
            <w:r w:rsidR="001202A3" w:rsidRPr="000E0BD2">
              <w:rPr>
                <w:rStyle w:val="Hyperlink"/>
                <w:rFonts w:hint="eastAsia"/>
                <w:noProof/>
                <w:rtl/>
                <w:lang w:bidi="fa-IR"/>
              </w:rPr>
              <w:t>الخامسة</w:t>
            </w:r>
            <w:r w:rsidR="001202A3">
              <w:rPr>
                <w:noProof/>
                <w:webHidden/>
                <w:rtl/>
              </w:rPr>
              <w:tab/>
            </w:r>
            <w:r w:rsidR="001202A3">
              <w:rPr>
                <w:noProof/>
                <w:webHidden/>
                <w:rtl/>
              </w:rPr>
              <w:fldChar w:fldCharType="begin"/>
            </w:r>
            <w:r w:rsidR="001202A3">
              <w:rPr>
                <w:noProof/>
                <w:webHidden/>
                <w:rtl/>
              </w:rPr>
              <w:instrText xml:space="preserve"> </w:instrText>
            </w:r>
            <w:r w:rsidR="001202A3">
              <w:rPr>
                <w:noProof/>
                <w:webHidden/>
              </w:rPr>
              <w:instrText>PAGEREF</w:instrText>
            </w:r>
            <w:r w:rsidR="001202A3">
              <w:rPr>
                <w:noProof/>
                <w:webHidden/>
                <w:rtl/>
              </w:rPr>
              <w:instrText xml:space="preserve"> _</w:instrText>
            </w:r>
            <w:r w:rsidR="001202A3">
              <w:rPr>
                <w:noProof/>
                <w:webHidden/>
              </w:rPr>
              <w:instrText>Toc</w:instrText>
            </w:r>
            <w:r w:rsidR="001202A3">
              <w:rPr>
                <w:noProof/>
                <w:webHidden/>
                <w:rtl/>
              </w:rPr>
              <w:instrText xml:space="preserve">12609716 </w:instrText>
            </w:r>
            <w:r w:rsidR="001202A3">
              <w:rPr>
                <w:noProof/>
                <w:webHidden/>
              </w:rPr>
              <w:instrText>\h</w:instrText>
            </w:r>
            <w:r w:rsidR="001202A3">
              <w:rPr>
                <w:noProof/>
                <w:webHidden/>
                <w:rtl/>
              </w:rPr>
              <w:instrText xml:space="preserve"> </w:instrText>
            </w:r>
            <w:r w:rsidR="001202A3">
              <w:rPr>
                <w:noProof/>
                <w:webHidden/>
                <w:rtl/>
              </w:rPr>
            </w:r>
            <w:r w:rsidR="001202A3">
              <w:rPr>
                <w:noProof/>
                <w:webHidden/>
                <w:rtl/>
              </w:rPr>
              <w:fldChar w:fldCharType="separate"/>
            </w:r>
            <w:r w:rsidR="00A14D68">
              <w:rPr>
                <w:noProof/>
                <w:webHidden/>
                <w:rtl/>
              </w:rPr>
              <w:t>37</w:t>
            </w:r>
            <w:r w:rsidR="001202A3">
              <w:rPr>
                <w:noProof/>
                <w:webHidden/>
                <w:rtl/>
              </w:rPr>
              <w:fldChar w:fldCharType="end"/>
            </w:r>
          </w:hyperlink>
        </w:p>
        <w:p w14:paraId="27B8306E" w14:textId="4636AACD" w:rsidR="001202A3" w:rsidRDefault="00641A14">
          <w:pPr>
            <w:pStyle w:val="TOC2"/>
            <w:tabs>
              <w:tab w:val="right" w:leader="dot" w:pos="7786"/>
            </w:tabs>
            <w:rPr>
              <w:rFonts w:asciiTheme="minorHAnsi" w:eastAsiaTheme="minorEastAsia" w:hAnsiTheme="minorHAnsi" w:cstheme="minorBidi"/>
              <w:noProof/>
              <w:color w:val="auto"/>
              <w:sz w:val="22"/>
              <w:szCs w:val="22"/>
              <w:rtl/>
            </w:rPr>
          </w:pPr>
          <w:hyperlink w:anchor="_Toc12609717" w:history="1">
            <w:r w:rsidR="001202A3" w:rsidRPr="000E0BD2">
              <w:rPr>
                <w:rStyle w:val="Hyperlink"/>
                <w:rFonts w:hint="eastAsia"/>
                <w:noProof/>
                <w:rtl/>
                <w:lang w:bidi="fa-IR"/>
              </w:rPr>
              <w:t>الليلةالسادسة</w:t>
            </w:r>
            <w:r w:rsidR="001202A3">
              <w:rPr>
                <w:noProof/>
                <w:webHidden/>
                <w:rtl/>
              </w:rPr>
              <w:tab/>
            </w:r>
            <w:r w:rsidR="001202A3">
              <w:rPr>
                <w:noProof/>
                <w:webHidden/>
                <w:rtl/>
              </w:rPr>
              <w:fldChar w:fldCharType="begin"/>
            </w:r>
            <w:r w:rsidR="001202A3">
              <w:rPr>
                <w:noProof/>
                <w:webHidden/>
                <w:rtl/>
              </w:rPr>
              <w:instrText xml:space="preserve"> </w:instrText>
            </w:r>
            <w:r w:rsidR="001202A3">
              <w:rPr>
                <w:noProof/>
                <w:webHidden/>
              </w:rPr>
              <w:instrText>PAGEREF</w:instrText>
            </w:r>
            <w:r w:rsidR="001202A3">
              <w:rPr>
                <w:noProof/>
                <w:webHidden/>
                <w:rtl/>
              </w:rPr>
              <w:instrText xml:space="preserve"> _</w:instrText>
            </w:r>
            <w:r w:rsidR="001202A3">
              <w:rPr>
                <w:noProof/>
                <w:webHidden/>
              </w:rPr>
              <w:instrText>Toc</w:instrText>
            </w:r>
            <w:r w:rsidR="001202A3">
              <w:rPr>
                <w:noProof/>
                <w:webHidden/>
                <w:rtl/>
              </w:rPr>
              <w:instrText xml:space="preserve">12609717 </w:instrText>
            </w:r>
            <w:r w:rsidR="001202A3">
              <w:rPr>
                <w:noProof/>
                <w:webHidden/>
              </w:rPr>
              <w:instrText>\h</w:instrText>
            </w:r>
            <w:r w:rsidR="001202A3">
              <w:rPr>
                <w:noProof/>
                <w:webHidden/>
                <w:rtl/>
              </w:rPr>
              <w:instrText xml:space="preserve"> </w:instrText>
            </w:r>
            <w:r w:rsidR="001202A3">
              <w:rPr>
                <w:noProof/>
                <w:webHidden/>
                <w:rtl/>
              </w:rPr>
            </w:r>
            <w:r w:rsidR="001202A3">
              <w:rPr>
                <w:noProof/>
                <w:webHidden/>
                <w:rtl/>
              </w:rPr>
              <w:fldChar w:fldCharType="separate"/>
            </w:r>
            <w:r w:rsidR="00A14D68">
              <w:rPr>
                <w:noProof/>
                <w:webHidden/>
                <w:rtl/>
              </w:rPr>
              <w:t>41</w:t>
            </w:r>
            <w:r w:rsidR="001202A3">
              <w:rPr>
                <w:noProof/>
                <w:webHidden/>
                <w:rtl/>
              </w:rPr>
              <w:fldChar w:fldCharType="end"/>
            </w:r>
          </w:hyperlink>
        </w:p>
        <w:p w14:paraId="6026A4AE" w14:textId="44CF89AE" w:rsidR="001202A3" w:rsidRDefault="00641A14">
          <w:pPr>
            <w:pStyle w:val="TOC2"/>
            <w:tabs>
              <w:tab w:val="right" w:leader="dot" w:pos="7786"/>
            </w:tabs>
            <w:rPr>
              <w:rFonts w:asciiTheme="minorHAnsi" w:eastAsiaTheme="minorEastAsia" w:hAnsiTheme="minorHAnsi" w:cstheme="minorBidi"/>
              <w:noProof/>
              <w:color w:val="auto"/>
              <w:sz w:val="22"/>
              <w:szCs w:val="22"/>
              <w:rtl/>
            </w:rPr>
          </w:pPr>
          <w:hyperlink w:anchor="_Toc12609718" w:history="1">
            <w:r w:rsidR="001202A3" w:rsidRPr="000E0BD2">
              <w:rPr>
                <w:rStyle w:val="Hyperlink"/>
                <w:rFonts w:hint="eastAsia"/>
                <w:noProof/>
                <w:rtl/>
                <w:lang w:bidi="fa-IR"/>
              </w:rPr>
              <w:t>الليلة</w:t>
            </w:r>
            <w:r w:rsidR="001202A3" w:rsidRPr="000E0BD2">
              <w:rPr>
                <w:rStyle w:val="Hyperlink"/>
                <w:noProof/>
                <w:rtl/>
                <w:lang w:bidi="fa-IR"/>
              </w:rPr>
              <w:t xml:space="preserve"> </w:t>
            </w:r>
            <w:r w:rsidR="001202A3" w:rsidRPr="000E0BD2">
              <w:rPr>
                <w:rStyle w:val="Hyperlink"/>
                <w:rFonts w:hint="eastAsia"/>
                <w:noProof/>
                <w:rtl/>
                <w:lang w:bidi="fa-IR"/>
              </w:rPr>
              <w:t>السابعة</w:t>
            </w:r>
            <w:r w:rsidR="001202A3">
              <w:rPr>
                <w:noProof/>
                <w:webHidden/>
                <w:rtl/>
              </w:rPr>
              <w:tab/>
            </w:r>
            <w:r w:rsidR="001202A3">
              <w:rPr>
                <w:noProof/>
                <w:webHidden/>
                <w:rtl/>
              </w:rPr>
              <w:fldChar w:fldCharType="begin"/>
            </w:r>
            <w:r w:rsidR="001202A3">
              <w:rPr>
                <w:noProof/>
                <w:webHidden/>
                <w:rtl/>
              </w:rPr>
              <w:instrText xml:space="preserve"> </w:instrText>
            </w:r>
            <w:r w:rsidR="001202A3">
              <w:rPr>
                <w:noProof/>
                <w:webHidden/>
              </w:rPr>
              <w:instrText>PAGEREF</w:instrText>
            </w:r>
            <w:r w:rsidR="001202A3">
              <w:rPr>
                <w:noProof/>
                <w:webHidden/>
                <w:rtl/>
              </w:rPr>
              <w:instrText xml:space="preserve"> _</w:instrText>
            </w:r>
            <w:r w:rsidR="001202A3">
              <w:rPr>
                <w:noProof/>
                <w:webHidden/>
              </w:rPr>
              <w:instrText>Toc</w:instrText>
            </w:r>
            <w:r w:rsidR="001202A3">
              <w:rPr>
                <w:noProof/>
                <w:webHidden/>
                <w:rtl/>
              </w:rPr>
              <w:instrText xml:space="preserve">12609718 </w:instrText>
            </w:r>
            <w:r w:rsidR="001202A3">
              <w:rPr>
                <w:noProof/>
                <w:webHidden/>
              </w:rPr>
              <w:instrText>\h</w:instrText>
            </w:r>
            <w:r w:rsidR="001202A3">
              <w:rPr>
                <w:noProof/>
                <w:webHidden/>
                <w:rtl/>
              </w:rPr>
              <w:instrText xml:space="preserve"> </w:instrText>
            </w:r>
            <w:r w:rsidR="001202A3">
              <w:rPr>
                <w:noProof/>
                <w:webHidden/>
                <w:rtl/>
              </w:rPr>
            </w:r>
            <w:r w:rsidR="001202A3">
              <w:rPr>
                <w:noProof/>
                <w:webHidden/>
                <w:rtl/>
              </w:rPr>
              <w:fldChar w:fldCharType="separate"/>
            </w:r>
            <w:r w:rsidR="00A14D68">
              <w:rPr>
                <w:noProof/>
                <w:webHidden/>
                <w:rtl/>
              </w:rPr>
              <w:t>45</w:t>
            </w:r>
            <w:r w:rsidR="001202A3">
              <w:rPr>
                <w:noProof/>
                <w:webHidden/>
                <w:rtl/>
              </w:rPr>
              <w:fldChar w:fldCharType="end"/>
            </w:r>
          </w:hyperlink>
        </w:p>
        <w:p w14:paraId="4588944E" w14:textId="382A4F5B" w:rsidR="001202A3" w:rsidRDefault="00641A14">
          <w:pPr>
            <w:pStyle w:val="TOC2"/>
            <w:tabs>
              <w:tab w:val="right" w:leader="dot" w:pos="7786"/>
            </w:tabs>
            <w:rPr>
              <w:rFonts w:asciiTheme="minorHAnsi" w:eastAsiaTheme="minorEastAsia" w:hAnsiTheme="minorHAnsi" w:cstheme="minorBidi"/>
              <w:noProof/>
              <w:color w:val="auto"/>
              <w:sz w:val="22"/>
              <w:szCs w:val="22"/>
              <w:rtl/>
            </w:rPr>
          </w:pPr>
          <w:hyperlink w:anchor="_Toc12609719" w:history="1">
            <w:r w:rsidR="001202A3" w:rsidRPr="000E0BD2">
              <w:rPr>
                <w:rStyle w:val="Hyperlink"/>
                <w:rFonts w:hint="eastAsia"/>
                <w:noProof/>
                <w:rtl/>
                <w:lang w:bidi="fa-IR"/>
              </w:rPr>
              <w:t>الليلة</w:t>
            </w:r>
            <w:r w:rsidR="001202A3" w:rsidRPr="000E0BD2">
              <w:rPr>
                <w:rStyle w:val="Hyperlink"/>
                <w:noProof/>
                <w:rtl/>
                <w:lang w:bidi="fa-IR"/>
              </w:rPr>
              <w:t xml:space="preserve"> </w:t>
            </w:r>
            <w:r w:rsidR="001202A3" w:rsidRPr="000E0BD2">
              <w:rPr>
                <w:rStyle w:val="Hyperlink"/>
                <w:rFonts w:hint="eastAsia"/>
                <w:noProof/>
                <w:rtl/>
                <w:lang w:bidi="fa-IR"/>
              </w:rPr>
              <w:t>الثامنة</w:t>
            </w:r>
            <w:r w:rsidR="001202A3">
              <w:rPr>
                <w:noProof/>
                <w:webHidden/>
                <w:rtl/>
              </w:rPr>
              <w:tab/>
            </w:r>
            <w:r w:rsidR="001202A3">
              <w:rPr>
                <w:noProof/>
                <w:webHidden/>
                <w:rtl/>
              </w:rPr>
              <w:fldChar w:fldCharType="begin"/>
            </w:r>
            <w:r w:rsidR="001202A3">
              <w:rPr>
                <w:noProof/>
                <w:webHidden/>
                <w:rtl/>
              </w:rPr>
              <w:instrText xml:space="preserve"> </w:instrText>
            </w:r>
            <w:r w:rsidR="001202A3">
              <w:rPr>
                <w:noProof/>
                <w:webHidden/>
              </w:rPr>
              <w:instrText>PAGEREF</w:instrText>
            </w:r>
            <w:r w:rsidR="001202A3">
              <w:rPr>
                <w:noProof/>
                <w:webHidden/>
                <w:rtl/>
              </w:rPr>
              <w:instrText xml:space="preserve"> _</w:instrText>
            </w:r>
            <w:r w:rsidR="001202A3">
              <w:rPr>
                <w:noProof/>
                <w:webHidden/>
              </w:rPr>
              <w:instrText>Toc</w:instrText>
            </w:r>
            <w:r w:rsidR="001202A3">
              <w:rPr>
                <w:noProof/>
                <w:webHidden/>
                <w:rtl/>
              </w:rPr>
              <w:instrText xml:space="preserve">12609719 </w:instrText>
            </w:r>
            <w:r w:rsidR="001202A3">
              <w:rPr>
                <w:noProof/>
                <w:webHidden/>
              </w:rPr>
              <w:instrText>\h</w:instrText>
            </w:r>
            <w:r w:rsidR="001202A3">
              <w:rPr>
                <w:noProof/>
                <w:webHidden/>
                <w:rtl/>
              </w:rPr>
              <w:instrText xml:space="preserve"> </w:instrText>
            </w:r>
            <w:r w:rsidR="001202A3">
              <w:rPr>
                <w:noProof/>
                <w:webHidden/>
                <w:rtl/>
              </w:rPr>
            </w:r>
            <w:r w:rsidR="001202A3">
              <w:rPr>
                <w:noProof/>
                <w:webHidden/>
                <w:rtl/>
              </w:rPr>
              <w:fldChar w:fldCharType="separate"/>
            </w:r>
            <w:r w:rsidR="00A14D68">
              <w:rPr>
                <w:noProof/>
                <w:webHidden/>
                <w:rtl/>
              </w:rPr>
              <w:t>51</w:t>
            </w:r>
            <w:r w:rsidR="001202A3">
              <w:rPr>
                <w:noProof/>
                <w:webHidden/>
                <w:rtl/>
              </w:rPr>
              <w:fldChar w:fldCharType="end"/>
            </w:r>
          </w:hyperlink>
        </w:p>
        <w:p w14:paraId="23AE6029" w14:textId="29F20E85" w:rsidR="001202A3" w:rsidRDefault="00641A14">
          <w:pPr>
            <w:pStyle w:val="TOC2"/>
            <w:tabs>
              <w:tab w:val="right" w:leader="dot" w:pos="7786"/>
            </w:tabs>
            <w:rPr>
              <w:rFonts w:asciiTheme="minorHAnsi" w:eastAsiaTheme="minorEastAsia" w:hAnsiTheme="minorHAnsi" w:cstheme="minorBidi"/>
              <w:noProof/>
              <w:color w:val="auto"/>
              <w:sz w:val="22"/>
              <w:szCs w:val="22"/>
              <w:rtl/>
            </w:rPr>
          </w:pPr>
          <w:hyperlink w:anchor="_Toc12609720" w:history="1">
            <w:r w:rsidR="001202A3" w:rsidRPr="000E0BD2">
              <w:rPr>
                <w:rStyle w:val="Hyperlink"/>
                <w:rFonts w:hint="eastAsia"/>
                <w:noProof/>
                <w:rtl/>
                <w:lang w:bidi="fa-IR"/>
              </w:rPr>
              <w:t>الليلة</w:t>
            </w:r>
            <w:r w:rsidR="001202A3" w:rsidRPr="000E0BD2">
              <w:rPr>
                <w:rStyle w:val="Hyperlink"/>
                <w:noProof/>
                <w:rtl/>
                <w:lang w:bidi="fa-IR"/>
              </w:rPr>
              <w:t xml:space="preserve"> </w:t>
            </w:r>
            <w:r w:rsidR="001202A3" w:rsidRPr="000E0BD2">
              <w:rPr>
                <w:rStyle w:val="Hyperlink"/>
                <w:rFonts w:hint="eastAsia"/>
                <w:noProof/>
                <w:rtl/>
                <w:lang w:bidi="fa-IR"/>
              </w:rPr>
              <w:t>التاسعة</w:t>
            </w:r>
            <w:r w:rsidR="001202A3">
              <w:rPr>
                <w:noProof/>
                <w:webHidden/>
                <w:rtl/>
              </w:rPr>
              <w:tab/>
            </w:r>
            <w:r w:rsidR="001202A3">
              <w:rPr>
                <w:noProof/>
                <w:webHidden/>
                <w:rtl/>
              </w:rPr>
              <w:fldChar w:fldCharType="begin"/>
            </w:r>
            <w:r w:rsidR="001202A3">
              <w:rPr>
                <w:noProof/>
                <w:webHidden/>
                <w:rtl/>
              </w:rPr>
              <w:instrText xml:space="preserve"> </w:instrText>
            </w:r>
            <w:r w:rsidR="001202A3">
              <w:rPr>
                <w:noProof/>
                <w:webHidden/>
              </w:rPr>
              <w:instrText>PAGEREF</w:instrText>
            </w:r>
            <w:r w:rsidR="001202A3">
              <w:rPr>
                <w:noProof/>
                <w:webHidden/>
                <w:rtl/>
              </w:rPr>
              <w:instrText xml:space="preserve"> _</w:instrText>
            </w:r>
            <w:r w:rsidR="001202A3">
              <w:rPr>
                <w:noProof/>
                <w:webHidden/>
              </w:rPr>
              <w:instrText>Toc</w:instrText>
            </w:r>
            <w:r w:rsidR="001202A3">
              <w:rPr>
                <w:noProof/>
                <w:webHidden/>
                <w:rtl/>
              </w:rPr>
              <w:instrText xml:space="preserve">12609720 </w:instrText>
            </w:r>
            <w:r w:rsidR="001202A3">
              <w:rPr>
                <w:noProof/>
                <w:webHidden/>
              </w:rPr>
              <w:instrText>\h</w:instrText>
            </w:r>
            <w:r w:rsidR="001202A3">
              <w:rPr>
                <w:noProof/>
                <w:webHidden/>
                <w:rtl/>
              </w:rPr>
              <w:instrText xml:space="preserve"> </w:instrText>
            </w:r>
            <w:r w:rsidR="001202A3">
              <w:rPr>
                <w:noProof/>
                <w:webHidden/>
                <w:rtl/>
              </w:rPr>
            </w:r>
            <w:r w:rsidR="001202A3">
              <w:rPr>
                <w:noProof/>
                <w:webHidden/>
                <w:rtl/>
              </w:rPr>
              <w:fldChar w:fldCharType="separate"/>
            </w:r>
            <w:r w:rsidR="00A14D68">
              <w:rPr>
                <w:noProof/>
                <w:webHidden/>
                <w:rtl/>
              </w:rPr>
              <w:t>57</w:t>
            </w:r>
            <w:r w:rsidR="001202A3">
              <w:rPr>
                <w:noProof/>
                <w:webHidden/>
                <w:rtl/>
              </w:rPr>
              <w:fldChar w:fldCharType="end"/>
            </w:r>
          </w:hyperlink>
        </w:p>
        <w:p w14:paraId="73ABC6FA" w14:textId="66C41095" w:rsidR="001202A3" w:rsidRDefault="00641A14">
          <w:pPr>
            <w:pStyle w:val="TOC2"/>
            <w:tabs>
              <w:tab w:val="right" w:leader="dot" w:pos="7786"/>
            </w:tabs>
            <w:rPr>
              <w:rFonts w:asciiTheme="minorHAnsi" w:eastAsiaTheme="minorEastAsia" w:hAnsiTheme="minorHAnsi" w:cstheme="minorBidi"/>
              <w:noProof/>
              <w:color w:val="auto"/>
              <w:sz w:val="22"/>
              <w:szCs w:val="22"/>
              <w:rtl/>
            </w:rPr>
          </w:pPr>
          <w:hyperlink w:anchor="_Toc12609721" w:history="1">
            <w:r w:rsidR="001202A3" w:rsidRPr="000E0BD2">
              <w:rPr>
                <w:rStyle w:val="Hyperlink"/>
                <w:rFonts w:hint="eastAsia"/>
                <w:noProof/>
                <w:rtl/>
                <w:lang w:bidi="fa-IR"/>
              </w:rPr>
              <w:t>الليلة</w:t>
            </w:r>
            <w:r w:rsidR="001202A3" w:rsidRPr="000E0BD2">
              <w:rPr>
                <w:rStyle w:val="Hyperlink"/>
                <w:noProof/>
                <w:rtl/>
                <w:lang w:bidi="fa-IR"/>
              </w:rPr>
              <w:t xml:space="preserve"> </w:t>
            </w:r>
            <w:r w:rsidR="001202A3" w:rsidRPr="000E0BD2">
              <w:rPr>
                <w:rStyle w:val="Hyperlink"/>
                <w:rFonts w:hint="eastAsia"/>
                <w:noProof/>
                <w:rtl/>
                <w:lang w:bidi="fa-IR"/>
              </w:rPr>
              <w:t>االعاشرة</w:t>
            </w:r>
            <w:r w:rsidR="001202A3">
              <w:rPr>
                <w:noProof/>
                <w:webHidden/>
                <w:rtl/>
              </w:rPr>
              <w:tab/>
            </w:r>
            <w:r w:rsidR="001202A3">
              <w:rPr>
                <w:noProof/>
                <w:webHidden/>
                <w:rtl/>
              </w:rPr>
              <w:fldChar w:fldCharType="begin"/>
            </w:r>
            <w:r w:rsidR="001202A3">
              <w:rPr>
                <w:noProof/>
                <w:webHidden/>
                <w:rtl/>
              </w:rPr>
              <w:instrText xml:space="preserve"> </w:instrText>
            </w:r>
            <w:r w:rsidR="001202A3">
              <w:rPr>
                <w:noProof/>
                <w:webHidden/>
              </w:rPr>
              <w:instrText>PAGEREF</w:instrText>
            </w:r>
            <w:r w:rsidR="001202A3">
              <w:rPr>
                <w:noProof/>
                <w:webHidden/>
                <w:rtl/>
              </w:rPr>
              <w:instrText xml:space="preserve"> _</w:instrText>
            </w:r>
            <w:r w:rsidR="001202A3">
              <w:rPr>
                <w:noProof/>
                <w:webHidden/>
              </w:rPr>
              <w:instrText>Toc</w:instrText>
            </w:r>
            <w:r w:rsidR="001202A3">
              <w:rPr>
                <w:noProof/>
                <w:webHidden/>
                <w:rtl/>
              </w:rPr>
              <w:instrText xml:space="preserve">12609721 </w:instrText>
            </w:r>
            <w:r w:rsidR="001202A3">
              <w:rPr>
                <w:noProof/>
                <w:webHidden/>
              </w:rPr>
              <w:instrText>\h</w:instrText>
            </w:r>
            <w:r w:rsidR="001202A3">
              <w:rPr>
                <w:noProof/>
                <w:webHidden/>
                <w:rtl/>
              </w:rPr>
              <w:instrText xml:space="preserve"> </w:instrText>
            </w:r>
            <w:r w:rsidR="001202A3">
              <w:rPr>
                <w:noProof/>
                <w:webHidden/>
                <w:rtl/>
              </w:rPr>
            </w:r>
            <w:r w:rsidR="001202A3">
              <w:rPr>
                <w:noProof/>
                <w:webHidden/>
                <w:rtl/>
              </w:rPr>
              <w:fldChar w:fldCharType="separate"/>
            </w:r>
            <w:r w:rsidR="00A14D68">
              <w:rPr>
                <w:noProof/>
                <w:webHidden/>
                <w:rtl/>
              </w:rPr>
              <w:t>62</w:t>
            </w:r>
            <w:r w:rsidR="001202A3">
              <w:rPr>
                <w:noProof/>
                <w:webHidden/>
                <w:rtl/>
              </w:rPr>
              <w:fldChar w:fldCharType="end"/>
            </w:r>
          </w:hyperlink>
        </w:p>
        <w:p w14:paraId="1FFD6CF8" w14:textId="1497E905" w:rsidR="001202A3" w:rsidRDefault="00641A14">
          <w:pPr>
            <w:pStyle w:val="TOC1"/>
            <w:rPr>
              <w:rFonts w:asciiTheme="minorHAnsi" w:eastAsiaTheme="minorEastAsia" w:hAnsiTheme="minorHAnsi" w:cstheme="minorBidi"/>
              <w:bCs w:val="0"/>
              <w:noProof/>
              <w:color w:val="auto"/>
              <w:sz w:val="22"/>
              <w:szCs w:val="22"/>
              <w:rtl/>
            </w:rPr>
          </w:pPr>
          <w:hyperlink w:anchor="_Toc12609722" w:history="1">
            <w:r w:rsidR="001202A3" w:rsidRPr="000E0BD2">
              <w:rPr>
                <w:rStyle w:val="Hyperlink"/>
                <w:rFonts w:hint="eastAsia"/>
                <w:noProof/>
                <w:rtl/>
                <w:lang w:bidi="fa-IR"/>
              </w:rPr>
              <w:t>القسم</w:t>
            </w:r>
            <w:r w:rsidR="001202A3" w:rsidRPr="000E0BD2">
              <w:rPr>
                <w:rStyle w:val="Hyperlink"/>
                <w:noProof/>
                <w:rtl/>
                <w:lang w:bidi="fa-IR"/>
              </w:rPr>
              <w:t xml:space="preserve"> </w:t>
            </w:r>
            <w:r w:rsidR="001202A3" w:rsidRPr="000E0BD2">
              <w:rPr>
                <w:rStyle w:val="Hyperlink"/>
                <w:rFonts w:hint="eastAsia"/>
                <w:noProof/>
                <w:rtl/>
                <w:lang w:bidi="fa-IR"/>
              </w:rPr>
              <w:t>الثاني</w:t>
            </w:r>
            <w:r w:rsidR="001202A3" w:rsidRPr="000E0BD2">
              <w:rPr>
                <w:rStyle w:val="Hyperlink"/>
                <w:noProof/>
                <w:rtl/>
                <w:lang w:bidi="fa-IR"/>
              </w:rPr>
              <w:t xml:space="preserve">: </w:t>
            </w:r>
            <w:r w:rsidR="001202A3" w:rsidRPr="000E0BD2">
              <w:rPr>
                <w:rStyle w:val="Hyperlink"/>
                <w:rFonts w:hint="eastAsia"/>
                <w:noProof/>
                <w:rtl/>
                <w:lang w:bidi="fa-IR"/>
              </w:rPr>
              <w:t>الخطيب</w:t>
            </w:r>
            <w:r w:rsidR="001202A3" w:rsidRPr="000E0BD2">
              <w:rPr>
                <w:rStyle w:val="Hyperlink"/>
                <w:noProof/>
                <w:rtl/>
                <w:lang w:bidi="fa-IR"/>
              </w:rPr>
              <w:t xml:space="preserve"> </w:t>
            </w:r>
            <w:r w:rsidR="001202A3" w:rsidRPr="000E0BD2">
              <w:rPr>
                <w:rStyle w:val="Hyperlink"/>
                <w:rFonts w:hint="eastAsia"/>
                <w:noProof/>
                <w:rtl/>
                <w:lang w:bidi="fa-IR"/>
              </w:rPr>
              <w:t>الحسيني</w:t>
            </w:r>
            <w:r w:rsidR="001202A3">
              <w:rPr>
                <w:noProof/>
                <w:webHidden/>
                <w:rtl/>
              </w:rPr>
              <w:tab/>
            </w:r>
            <w:r w:rsidR="001202A3">
              <w:rPr>
                <w:noProof/>
                <w:webHidden/>
                <w:rtl/>
              </w:rPr>
              <w:fldChar w:fldCharType="begin"/>
            </w:r>
            <w:r w:rsidR="001202A3">
              <w:rPr>
                <w:noProof/>
                <w:webHidden/>
                <w:rtl/>
              </w:rPr>
              <w:instrText xml:space="preserve"> </w:instrText>
            </w:r>
            <w:r w:rsidR="001202A3">
              <w:rPr>
                <w:noProof/>
                <w:webHidden/>
              </w:rPr>
              <w:instrText>PAGEREF</w:instrText>
            </w:r>
            <w:r w:rsidR="001202A3">
              <w:rPr>
                <w:noProof/>
                <w:webHidden/>
                <w:rtl/>
              </w:rPr>
              <w:instrText xml:space="preserve"> _</w:instrText>
            </w:r>
            <w:r w:rsidR="001202A3">
              <w:rPr>
                <w:noProof/>
                <w:webHidden/>
              </w:rPr>
              <w:instrText>Toc</w:instrText>
            </w:r>
            <w:r w:rsidR="001202A3">
              <w:rPr>
                <w:noProof/>
                <w:webHidden/>
                <w:rtl/>
              </w:rPr>
              <w:instrText xml:space="preserve">12609722 </w:instrText>
            </w:r>
            <w:r w:rsidR="001202A3">
              <w:rPr>
                <w:noProof/>
                <w:webHidden/>
              </w:rPr>
              <w:instrText>\h</w:instrText>
            </w:r>
            <w:r w:rsidR="001202A3">
              <w:rPr>
                <w:noProof/>
                <w:webHidden/>
                <w:rtl/>
              </w:rPr>
              <w:instrText xml:space="preserve"> </w:instrText>
            </w:r>
            <w:r w:rsidR="001202A3">
              <w:rPr>
                <w:noProof/>
                <w:webHidden/>
                <w:rtl/>
              </w:rPr>
            </w:r>
            <w:r w:rsidR="001202A3">
              <w:rPr>
                <w:noProof/>
                <w:webHidden/>
                <w:rtl/>
              </w:rPr>
              <w:fldChar w:fldCharType="separate"/>
            </w:r>
            <w:r w:rsidR="00A14D68">
              <w:rPr>
                <w:noProof/>
                <w:webHidden/>
                <w:rtl/>
              </w:rPr>
              <w:t>69</w:t>
            </w:r>
            <w:r w:rsidR="001202A3">
              <w:rPr>
                <w:noProof/>
                <w:webHidden/>
                <w:rtl/>
              </w:rPr>
              <w:fldChar w:fldCharType="end"/>
            </w:r>
          </w:hyperlink>
        </w:p>
        <w:p w14:paraId="584A1B37" w14:textId="1968AF20" w:rsidR="001202A3" w:rsidRDefault="00641A14">
          <w:pPr>
            <w:pStyle w:val="TOC2"/>
            <w:tabs>
              <w:tab w:val="right" w:leader="dot" w:pos="7786"/>
            </w:tabs>
            <w:rPr>
              <w:rFonts w:asciiTheme="minorHAnsi" w:eastAsiaTheme="minorEastAsia" w:hAnsiTheme="minorHAnsi" w:cstheme="minorBidi"/>
              <w:noProof/>
              <w:color w:val="auto"/>
              <w:sz w:val="22"/>
              <w:szCs w:val="22"/>
              <w:rtl/>
            </w:rPr>
          </w:pPr>
          <w:hyperlink w:anchor="_Toc12609723" w:history="1">
            <w:r w:rsidR="001202A3" w:rsidRPr="000E0BD2">
              <w:rPr>
                <w:rStyle w:val="Hyperlink"/>
                <w:rFonts w:hint="eastAsia"/>
                <w:noProof/>
                <w:rtl/>
                <w:lang w:bidi="fa-IR"/>
              </w:rPr>
              <w:t>الليلة</w:t>
            </w:r>
            <w:r w:rsidR="001202A3" w:rsidRPr="000E0BD2">
              <w:rPr>
                <w:rStyle w:val="Hyperlink"/>
                <w:noProof/>
                <w:rtl/>
                <w:lang w:bidi="fa-IR"/>
              </w:rPr>
              <w:t xml:space="preserve"> </w:t>
            </w:r>
            <w:r w:rsidR="001202A3" w:rsidRPr="000E0BD2">
              <w:rPr>
                <w:rStyle w:val="Hyperlink"/>
                <w:rFonts w:hint="eastAsia"/>
                <w:noProof/>
                <w:rtl/>
                <w:lang w:bidi="fa-IR"/>
              </w:rPr>
              <w:t>الأولى</w:t>
            </w:r>
            <w:r w:rsidR="001202A3">
              <w:rPr>
                <w:noProof/>
                <w:webHidden/>
                <w:rtl/>
              </w:rPr>
              <w:tab/>
            </w:r>
            <w:r w:rsidR="001202A3">
              <w:rPr>
                <w:noProof/>
                <w:webHidden/>
                <w:rtl/>
              </w:rPr>
              <w:fldChar w:fldCharType="begin"/>
            </w:r>
            <w:r w:rsidR="001202A3">
              <w:rPr>
                <w:noProof/>
                <w:webHidden/>
                <w:rtl/>
              </w:rPr>
              <w:instrText xml:space="preserve"> </w:instrText>
            </w:r>
            <w:r w:rsidR="001202A3">
              <w:rPr>
                <w:noProof/>
                <w:webHidden/>
              </w:rPr>
              <w:instrText>PAGEREF</w:instrText>
            </w:r>
            <w:r w:rsidR="001202A3">
              <w:rPr>
                <w:noProof/>
                <w:webHidden/>
                <w:rtl/>
              </w:rPr>
              <w:instrText xml:space="preserve"> _</w:instrText>
            </w:r>
            <w:r w:rsidR="001202A3">
              <w:rPr>
                <w:noProof/>
                <w:webHidden/>
              </w:rPr>
              <w:instrText>Toc</w:instrText>
            </w:r>
            <w:r w:rsidR="001202A3">
              <w:rPr>
                <w:noProof/>
                <w:webHidden/>
                <w:rtl/>
              </w:rPr>
              <w:instrText xml:space="preserve">12609723 </w:instrText>
            </w:r>
            <w:r w:rsidR="001202A3">
              <w:rPr>
                <w:noProof/>
                <w:webHidden/>
              </w:rPr>
              <w:instrText>\h</w:instrText>
            </w:r>
            <w:r w:rsidR="001202A3">
              <w:rPr>
                <w:noProof/>
                <w:webHidden/>
                <w:rtl/>
              </w:rPr>
              <w:instrText xml:space="preserve"> </w:instrText>
            </w:r>
            <w:r w:rsidR="001202A3">
              <w:rPr>
                <w:noProof/>
                <w:webHidden/>
                <w:rtl/>
              </w:rPr>
            </w:r>
            <w:r w:rsidR="001202A3">
              <w:rPr>
                <w:noProof/>
                <w:webHidden/>
                <w:rtl/>
              </w:rPr>
              <w:fldChar w:fldCharType="separate"/>
            </w:r>
            <w:r w:rsidR="00A14D68">
              <w:rPr>
                <w:noProof/>
                <w:webHidden/>
                <w:rtl/>
              </w:rPr>
              <w:t>71</w:t>
            </w:r>
            <w:r w:rsidR="001202A3">
              <w:rPr>
                <w:noProof/>
                <w:webHidden/>
                <w:rtl/>
              </w:rPr>
              <w:fldChar w:fldCharType="end"/>
            </w:r>
          </w:hyperlink>
        </w:p>
        <w:p w14:paraId="2E0304DE" w14:textId="57F1F25F" w:rsidR="001202A3" w:rsidRDefault="00641A14">
          <w:pPr>
            <w:pStyle w:val="TOC2"/>
            <w:tabs>
              <w:tab w:val="right" w:leader="dot" w:pos="7786"/>
            </w:tabs>
            <w:rPr>
              <w:rFonts w:asciiTheme="minorHAnsi" w:eastAsiaTheme="minorEastAsia" w:hAnsiTheme="minorHAnsi" w:cstheme="minorBidi"/>
              <w:noProof/>
              <w:color w:val="auto"/>
              <w:sz w:val="22"/>
              <w:szCs w:val="22"/>
              <w:rtl/>
            </w:rPr>
          </w:pPr>
          <w:hyperlink w:anchor="_Toc12609724" w:history="1">
            <w:r w:rsidR="001202A3" w:rsidRPr="000E0BD2">
              <w:rPr>
                <w:rStyle w:val="Hyperlink"/>
                <w:rFonts w:hint="eastAsia"/>
                <w:noProof/>
                <w:rtl/>
                <w:lang w:bidi="fa-IR"/>
              </w:rPr>
              <w:t>الليلة</w:t>
            </w:r>
            <w:r w:rsidR="001202A3" w:rsidRPr="000E0BD2">
              <w:rPr>
                <w:rStyle w:val="Hyperlink"/>
                <w:noProof/>
                <w:rtl/>
                <w:lang w:bidi="fa-IR"/>
              </w:rPr>
              <w:t xml:space="preserve"> </w:t>
            </w:r>
            <w:r w:rsidR="001202A3" w:rsidRPr="000E0BD2">
              <w:rPr>
                <w:rStyle w:val="Hyperlink"/>
                <w:rFonts w:hint="eastAsia"/>
                <w:noProof/>
                <w:rtl/>
                <w:lang w:bidi="fa-IR"/>
              </w:rPr>
              <w:t>الثانية</w:t>
            </w:r>
            <w:r w:rsidR="001202A3">
              <w:rPr>
                <w:noProof/>
                <w:webHidden/>
                <w:rtl/>
              </w:rPr>
              <w:tab/>
            </w:r>
            <w:r w:rsidR="001202A3">
              <w:rPr>
                <w:noProof/>
                <w:webHidden/>
                <w:rtl/>
              </w:rPr>
              <w:fldChar w:fldCharType="begin"/>
            </w:r>
            <w:r w:rsidR="001202A3">
              <w:rPr>
                <w:noProof/>
                <w:webHidden/>
                <w:rtl/>
              </w:rPr>
              <w:instrText xml:space="preserve"> </w:instrText>
            </w:r>
            <w:r w:rsidR="001202A3">
              <w:rPr>
                <w:noProof/>
                <w:webHidden/>
              </w:rPr>
              <w:instrText>PAGEREF</w:instrText>
            </w:r>
            <w:r w:rsidR="001202A3">
              <w:rPr>
                <w:noProof/>
                <w:webHidden/>
                <w:rtl/>
              </w:rPr>
              <w:instrText xml:space="preserve"> _</w:instrText>
            </w:r>
            <w:r w:rsidR="001202A3">
              <w:rPr>
                <w:noProof/>
                <w:webHidden/>
              </w:rPr>
              <w:instrText>Toc</w:instrText>
            </w:r>
            <w:r w:rsidR="001202A3">
              <w:rPr>
                <w:noProof/>
                <w:webHidden/>
                <w:rtl/>
              </w:rPr>
              <w:instrText xml:space="preserve">12609724 </w:instrText>
            </w:r>
            <w:r w:rsidR="001202A3">
              <w:rPr>
                <w:noProof/>
                <w:webHidden/>
              </w:rPr>
              <w:instrText>\h</w:instrText>
            </w:r>
            <w:r w:rsidR="001202A3">
              <w:rPr>
                <w:noProof/>
                <w:webHidden/>
                <w:rtl/>
              </w:rPr>
              <w:instrText xml:space="preserve"> </w:instrText>
            </w:r>
            <w:r w:rsidR="001202A3">
              <w:rPr>
                <w:noProof/>
                <w:webHidden/>
                <w:rtl/>
              </w:rPr>
            </w:r>
            <w:r w:rsidR="001202A3">
              <w:rPr>
                <w:noProof/>
                <w:webHidden/>
                <w:rtl/>
              </w:rPr>
              <w:fldChar w:fldCharType="separate"/>
            </w:r>
            <w:r w:rsidR="00A14D68">
              <w:rPr>
                <w:noProof/>
                <w:webHidden/>
                <w:rtl/>
              </w:rPr>
              <w:t>75</w:t>
            </w:r>
            <w:r w:rsidR="001202A3">
              <w:rPr>
                <w:noProof/>
                <w:webHidden/>
                <w:rtl/>
              </w:rPr>
              <w:fldChar w:fldCharType="end"/>
            </w:r>
          </w:hyperlink>
        </w:p>
        <w:p w14:paraId="44DE841A" w14:textId="381A9D39" w:rsidR="001202A3" w:rsidRDefault="00641A14">
          <w:pPr>
            <w:pStyle w:val="TOC2"/>
            <w:tabs>
              <w:tab w:val="right" w:leader="dot" w:pos="7786"/>
            </w:tabs>
            <w:rPr>
              <w:rFonts w:asciiTheme="minorHAnsi" w:eastAsiaTheme="minorEastAsia" w:hAnsiTheme="minorHAnsi" w:cstheme="minorBidi"/>
              <w:noProof/>
              <w:color w:val="auto"/>
              <w:sz w:val="22"/>
              <w:szCs w:val="22"/>
              <w:rtl/>
            </w:rPr>
          </w:pPr>
          <w:hyperlink w:anchor="_Toc12609725" w:history="1">
            <w:r w:rsidR="001202A3" w:rsidRPr="000E0BD2">
              <w:rPr>
                <w:rStyle w:val="Hyperlink"/>
                <w:rFonts w:hint="eastAsia"/>
                <w:noProof/>
                <w:rtl/>
                <w:lang w:bidi="fa-IR"/>
              </w:rPr>
              <w:t>الليلة</w:t>
            </w:r>
            <w:r w:rsidR="001202A3" w:rsidRPr="000E0BD2">
              <w:rPr>
                <w:rStyle w:val="Hyperlink"/>
                <w:noProof/>
                <w:rtl/>
                <w:lang w:bidi="fa-IR"/>
              </w:rPr>
              <w:t xml:space="preserve"> </w:t>
            </w:r>
            <w:r w:rsidR="001202A3" w:rsidRPr="000E0BD2">
              <w:rPr>
                <w:rStyle w:val="Hyperlink"/>
                <w:rFonts w:hint="eastAsia"/>
                <w:noProof/>
                <w:rtl/>
                <w:lang w:bidi="fa-IR"/>
              </w:rPr>
              <w:t>الثالثة</w:t>
            </w:r>
            <w:r w:rsidR="001202A3">
              <w:rPr>
                <w:noProof/>
                <w:webHidden/>
                <w:rtl/>
              </w:rPr>
              <w:tab/>
            </w:r>
            <w:r w:rsidR="001202A3">
              <w:rPr>
                <w:noProof/>
                <w:webHidden/>
                <w:rtl/>
              </w:rPr>
              <w:fldChar w:fldCharType="begin"/>
            </w:r>
            <w:r w:rsidR="001202A3">
              <w:rPr>
                <w:noProof/>
                <w:webHidden/>
                <w:rtl/>
              </w:rPr>
              <w:instrText xml:space="preserve"> </w:instrText>
            </w:r>
            <w:r w:rsidR="001202A3">
              <w:rPr>
                <w:noProof/>
                <w:webHidden/>
              </w:rPr>
              <w:instrText>PAGEREF</w:instrText>
            </w:r>
            <w:r w:rsidR="001202A3">
              <w:rPr>
                <w:noProof/>
                <w:webHidden/>
                <w:rtl/>
              </w:rPr>
              <w:instrText xml:space="preserve"> _</w:instrText>
            </w:r>
            <w:r w:rsidR="001202A3">
              <w:rPr>
                <w:noProof/>
                <w:webHidden/>
              </w:rPr>
              <w:instrText>Toc</w:instrText>
            </w:r>
            <w:r w:rsidR="001202A3">
              <w:rPr>
                <w:noProof/>
                <w:webHidden/>
                <w:rtl/>
              </w:rPr>
              <w:instrText xml:space="preserve">12609725 </w:instrText>
            </w:r>
            <w:r w:rsidR="001202A3">
              <w:rPr>
                <w:noProof/>
                <w:webHidden/>
              </w:rPr>
              <w:instrText>\h</w:instrText>
            </w:r>
            <w:r w:rsidR="001202A3">
              <w:rPr>
                <w:noProof/>
                <w:webHidden/>
                <w:rtl/>
              </w:rPr>
              <w:instrText xml:space="preserve"> </w:instrText>
            </w:r>
            <w:r w:rsidR="001202A3">
              <w:rPr>
                <w:noProof/>
                <w:webHidden/>
                <w:rtl/>
              </w:rPr>
            </w:r>
            <w:r w:rsidR="001202A3">
              <w:rPr>
                <w:noProof/>
                <w:webHidden/>
                <w:rtl/>
              </w:rPr>
              <w:fldChar w:fldCharType="separate"/>
            </w:r>
            <w:r w:rsidR="00A14D68">
              <w:rPr>
                <w:noProof/>
                <w:webHidden/>
                <w:rtl/>
              </w:rPr>
              <w:t>81</w:t>
            </w:r>
            <w:r w:rsidR="001202A3">
              <w:rPr>
                <w:noProof/>
                <w:webHidden/>
                <w:rtl/>
              </w:rPr>
              <w:fldChar w:fldCharType="end"/>
            </w:r>
          </w:hyperlink>
        </w:p>
        <w:p w14:paraId="277EAFEA" w14:textId="758A5A26" w:rsidR="001202A3" w:rsidRDefault="00641A14">
          <w:pPr>
            <w:pStyle w:val="TOC2"/>
            <w:tabs>
              <w:tab w:val="right" w:leader="dot" w:pos="7786"/>
            </w:tabs>
            <w:rPr>
              <w:rFonts w:asciiTheme="minorHAnsi" w:eastAsiaTheme="minorEastAsia" w:hAnsiTheme="minorHAnsi" w:cstheme="minorBidi"/>
              <w:noProof/>
              <w:color w:val="auto"/>
              <w:sz w:val="22"/>
              <w:szCs w:val="22"/>
              <w:rtl/>
            </w:rPr>
          </w:pPr>
          <w:hyperlink w:anchor="_Toc12609726" w:history="1">
            <w:r w:rsidR="001202A3" w:rsidRPr="000E0BD2">
              <w:rPr>
                <w:rStyle w:val="Hyperlink"/>
                <w:rFonts w:hint="eastAsia"/>
                <w:noProof/>
                <w:rtl/>
                <w:lang w:bidi="fa-IR"/>
              </w:rPr>
              <w:t>الليلة</w:t>
            </w:r>
            <w:r w:rsidR="001202A3" w:rsidRPr="000E0BD2">
              <w:rPr>
                <w:rStyle w:val="Hyperlink"/>
                <w:noProof/>
                <w:rtl/>
                <w:lang w:bidi="fa-IR"/>
              </w:rPr>
              <w:t xml:space="preserve"> </w:t>
            </w:r>
            <w:r w:rsidR="001202A3" w:rsidRPr="000E0BD2">
              <w:rPr>
                <w:rStyle w:val="Hyperlink"/>
                <w:rFonts w:hint="eastAsia"/>
                <w:noProof/>
                <w:rtl/>
                <w:lang w:bidi="fa-IR"/>
              </w:rPr>
              <w:t>الرابعة</w:t>
            </w:r>
            <w:r w:rsidR="001202A3">
              <w:rPr>
                <w:noProof/>
                <w:webHidden/>
                <w:rtl/>
              </w:rPr>
              <w:tab/>
            </w:r>
            <w:r w:rsidR="001202A3">
              <w:rPr>
                <w:noProof/>
                <w:webHidden/>
                <w:rtl/>
              </w:rPr>
              <w:fldChar w:fldCharType="begin"/>
            </w:r>
            <w:r w:rsidR="001202A3">
              <w:rPr>
                <w:noProof/>
                <w:webHidden/>
                <w:rtl/>
              </w:rPr>
              <w:instrText xml:space="preserve"> </w:instrText>
            </w:r>
            <w:r w:rsidR="001202A3">
              <w:rPr>
                <w:noProof/>
                <w:webHidden/>
              </w:rPr>
              <w:instrText>PAGEREF</w:instrText>
            </w:r>
            <w:r w:rsidR="001202A3">
              <w:rPr>
                <w:noProof/>
                <w:webHidden/>
                <w:rtl/>
              </w:rPr>
              <w:instrText xml:space="preserve"> _</w:instrText>
            </w:r>
            <w:r w:rsidR="001202A3">
              <w:rPr>
                <w:noProof/>
                <w:webHidden/>
              </w:rPr>
              <w:instrText>Toc</w:instrText>
            </w:r>
            <w:r w:rsidR="001202A3">
              <w:rPr>
                <w:noProof/>
                <w:webHidden/>
                <w:rtl/>
              </w:rPr>
              <w:instrText xml:space="preserve">12609726 </w:instrText>
            </w:r>
            <w:r w:rsidR="001202A3">
              <w:rPr>
                <w:noProof/>
                <w:webHidden/>
              </w:rPr>
              <w:instrText>\h</w:instrText>
            </w:r>
            <w:r w:rsidR="001202A3">
              <w:rPr>
                <w:noProof/>
                <w:webHidden/>
                <w:rtl/>
              </w:rPr>
              <w:instrText xml:space="preserve"> </w:instrText>
            </w:r>
            <w:r w:rsidR="001202A3">
              <w:rPr>
                <w:noProof/>
                <w:webHidden/>
                <w:rtl/>
              </w:rPr>
            </w:r>
            <w:r w:rsidR="001202A3">
              <w:rPr>
                <w:noProof/>
                <w:webHidden/>
                <w:rtl/>
              </w:rPr>
              <w:fldChar w:fldCharType="separate"/>
            </w:r>
            <w:r w:rsidR="00A14D68">
              <w:rPr>
                <w:noProof/>
                <w:webHidden/>
                <w:rtl/>
              </w:rPr>
              <w:t>87</w:t>
            </w:r>
            <w:r w:rsidR="001202A3">
              <w:rPr>
                <w:noProof/>
                <w:webHidden/>
                <w:rtl/>
              </w:rPr>
              <w:fldChar w:fldCharType="end"/>
            </w:r>
          </w:hyperlink>
        </w:p>
        <w:p w14:paraId="422F6F03" w14:textId="48B010FE" w:rsidR="001202A3" w:rsidRDefault="00641A14">
          <w:pPr>
            <w:pStyle w:val="TOC2"/>
            <w:tabs>
              <w:tab w:val="right" w:leader="dot" w:pos="7786"/>
            </w:tabs>
            <w:rPr>
              <w:rFonts w:asciiTheme="minorHAnsi" w:eastAsiaTheme="minorEastAsia" w:hAnsiTheme="minorHAnsi" w:cstheme="minorBidi"/>
              <w:noProof/>
              <w:color w:val="auto"/>
              <w:sz w:val="22"/>
              <w:szCs w:val="22"/>
              <w:rtl/>
            </w:rPr>
          </w:pPr>
          <w:hyperlink w:anchor="_Toc12609727" w:history="1">
            <w:r w:rsidR="001202A3" w:rsidRPr="000E0BD2">
              <w:rPr>
                <w:rStyle w:val="Hyperlink"/>
                <w:rFonts w:hint="eastAsia"/>
                <w:noProof/>
                <w:rtl/>
                <w:lang w:bidi="fa-IR"/>
              </w:rPr>
              <w:t>الليلة</w:t>
            </w:r>
            <w:r w:rsidR="001202A3" w:rsidRPr="000E0BD2">
              <w:rPr>
                <w:rStyle w:val="Hyperlink"/>
                <w:noProof/>
                <w:rtl/>
                <w:lang w:bidi="fa-IR"/>
              </w:rPr>
              <w:t xml:space="preserve"> </w:t>
            </w:r>
            <w:r w:rsidR="001202A3" w:rsidRPr="000E0BD2">
              <w:rPr>
                <w:rStyle w:val="Hyperlink"/>
                <w:rFonts w:hint="eastAsia"/>
                <w:noProof/>
                <w:rtl/>
                <w:lang w:bidi="fa-IR"/>
              </w:rPr>
              <w:t>الخامسة</w:t>
            </w:r>
            <w:r w:rsidR="001202A3">
              <w:rPr>
                <w:noProof/>
                <w:webHidden/>
                <w:rtl/>
              </w:rPr>
              <w:tab/>
            </w:r>
            <w:r w:rsidR="001202A3">
              <w:rPr>
                <w:noProof/>
                <w:webHidden/>
                <w:rtl/>
              </w:rPr>
              <w:fldChar w:fldCharType="begin"/>
            </w:r>
            <w:r w:rsidR="001202A3">
              <w:rPr>
                <w:noProof/>
                <w:webHidden/>
                <w:rtl/>
              </w:rPr>
              <w:instrText xml:space="preserve"> </w:instrText>
            </w:r>
            <w:r w:rsidR="001202A3">
              <w:rPr>
                <w:noProof/>
                <w:webHidden/>
              </w:rPr>
              <w:instrText>PAGEREF</w:instrText>
            </w:r>
            <w:r w:rsidR="001202A3">
              <w:rPr>
                <w:noProof/>
                <w:webHidden/>
                <w:rtl/>
              </w:rPr>
              <w:instrText xml:space="preserve"> _</w:instrText>
            </w:r>
            <w:r w:rsidR="001202A3">
              <w:rPr>
                <w:noProof/>
                <w:webHidden/>
              </w:rPr>
              <w:instrText>Toc</w:instrText>
            </w:r>
            <w:r w:rsidR="001202A3">
              <w:rPr>
                <w:noProof/>
                <w:webHidden/>
                <w:rtl/>
              </w:rPr>
              <w:instrText xml:space="preserve">12609727 </w:instrText>
            </w:r>
            <w:r w:rsidR="001202A3">
              <w:rPr>
                <w:noProof/>
                <w:webHidden/>
              </w:rPr>
              <w:instrText>\h</w:instrText>
            </w:r>
            <w:r w:rsidR="001202A3">
              <w:rPr>
                <w:noProof/>
                <w:webHidden/>
                <w:rtl/>
              </w:rPr>
              <w:instrText xml:space="preserve"> </w:instrText>
            </w:r>
            <w:r w:rsidR="001202A3">
              <w:rPr>
                <w:noProof/>
                <w:webHidden/>
                <w:rtl/>
              </w:rPr>
            </w:r>
            <w:r w:rsidR="001202A3">
              <w:rPr>
                <w:noProof/>
                <w:webHidden/>
                <w:rtl/>
              </w:rPr>
              <w:fldChar w:fldCharType="separate"/>
            </w:r>
            <w:r w:rsidR="00A14D68">
              <w:rPr>
                <w:noProof/>
                <w:webHidden/>
                <w:rtl/>
              </w:rPr>
              <w:t>95</w:t>
            </w:r>
            <w:r w:rsidR="001202A3">
              <w:rPr>
                <w:noProof/>
                <w:webHidden/>
                <w:rtl/>
              </w:rPr>
              <w:fldChar w:fldCharType="end"/>
            </w:r>
          </w:hyperlink>
        </w:p>
        <w:p w14:paraId="30C2991D" w14:textId="0C5839AE" w:rsidR="001202A3" w:rsidRDefault="00641A14">
          <w:pPr>
            <w:pStyle w:val="TOC2"/>
            <w:tabs>
              <w:tab w:val="right" w:leader="dot" w:pos="7786"/>
            </w:tabs>
            <w:rPr>
              <w:rFonts w:asciiTheme="minorHAnsi" w:eastAsiaTheme="minorEastAsia" w:hAnsiTheme="minorHAnsi" w:cstheme="minorBidi"/>
              <w:noProof/>
              <w:color w:val="auto"/>
              <w:sz w:val="22"/>
              <w:szCs w:val="22"/>
              <w:rtl/>
            </w:rPr>
          </w:pPr>
          <w:hyperlink w:anchor="_Toc12609728" w:history="1">
            <w:r w:rsidR="001202A3" w:rsidRPr="000E0BD2">
              <w:rPr>
                <w:rStyle w:val="Hyperlink"/>
                <w:rFonts w:hint="eastAsia"/>
                <w:noProof/>
                <w:rtl/>
                <w:lang w:bidi="fa-IR"/>
              </w:rPr>
              <w:t>الليلة</w:t>
            </w:r>
            <w:r w:rsidR="001202A3" w:rsidRPr="000E0BD2">
              <w:rPr>
                <w:rStyle w:val="Hyperlink"/>
                <w:noProof/>
                <w:rtl/>
                <w:lang w:bidi="fa-IR"/>
              </w:rPr>
              <w:t xml:space="preserve"> </w:t>
            </w:r>
            <w:r w:rsidR="001202A3" w:rsidRPr="000E0BD2">
              <w:rPr>
                <w:rStyle w:val="Hyperlink"/>
                <w:rFonts w:hint="eastAsia"/>
                <w:noProof/>
                <w:rtl/>
                <w:lang w:bidi="fa-IR"/>
              </w:rPr>
              <w:t>السادسة</w:t>
            </w:r>
            <w:r w:rsidR="001202A3">
              <w:rPr>
                <w:noProof/>
                <w:webHidden/>
                <w:rtl/>
              </w:rPr>
              <w:tab/>
            </w:r>
            <w:r w:rsidR="001202A3">
              <w:rPr>
                <w:noProof/>
                <w:webHidden/>
                <w:rtl/>
              </w:rPr>
              <w:fldChar w:fldCharType="begin"/>
            </w:r>
            <w:r w:rsidR="001202A3">
              <w:rPr>
                <w:noProof/>
                <w:webHidden/>
                <w:rtl/>
              </w:rPr>
              <w:instrText xml:space="preserve"> </w:instrText>
            </w:r>
            <w:r w:rsidR="001202A3">
              <w:rPr>
                <w:noProof/>
                <w:webHidden/>
              </w:rPr>
              <w:instrText>PAGEREF</w:instrText>
            </w:r>
            <w:r w:rsidR="001202A3">
              <w:rPr>
                <w:noProof/>
                <w:webHidden/>
                <w:rtl/>
              </w:rPr>
              <w:instrText xml:space="preserve"> _</w:instrText>
            </w:r>
            <w:r w:rsidR="001202A3">
              <w:rPr>
                <w:noProof/>
                <w:webHidden/>
              </w:rPr>
              <w:instrText>Toc</w:instrText>
            </w:r>
            <w:r w:rsidR="001202A3">
              <w:rPr>
                <w:noProof/>
                <w:webHidden/>
                <w:rtl/>
              </w:rPr>
              <w:instrText xml:space="preserve">12609728 </w:instrText>
            </w:r>
            <w:r w:rsidR="001202A3">
              <w:rPr>
                <w:noProof/>
                <w:webHidden/>
              </w:rPr>
              <w:instrText>\h</w:instrText>
            </w:r>
            <w:r w:rsidR="001202A3">
              <w:rPr>
                <w:noProof/>
                <w:webHidden/>
                <w:rtl/>
              </w:rPr>
              <w:instrText xml:space="preserve"> </w:instrText>
            </w:r>
            <w:r w:rsidR="001202A3">
              <w:rPr>
                <w:noProof/>
                <w:webHidden/>
                <w:rtl/>
              </w:rPr>
            </w:r>
            <w:r w:rsidR="001202A3">
              <w:rPr>
                <w:noProof/>
                <w:webHidden/>
                <w:rtl/>
              </w:rPr>
              <w:fldChar w:fldCharType="separate"/>
            </w:r>
            <w:r w:rsidR="00A14D68">
              <w:rPr>
                <w:noProof/>
                <w:webHidden/>
                <w:rtl/>
              </w:rPr>
              <w:t>99</w:t>
            </w:r>
            <w:r w:rsidR="001202A3">
              <w:rPr>
                <w:noProof/>
                <w:webHidden/>
                <w:rtl/>
              </w:rPr>
              <w:fldChar w:fldCharType="end"/>
            </w:r>
          </w:hyperlink>
        </w:p>
        <w:p w14:paraId="3478AAE7" w14:textId="15BE2C4F" w:rsidR="001202A3" w:rsidRDefault="00641A14">
          <w:pPr>
            <w:pStyle w:val="TOC2"/>
            <w:tabs>
              <w:tab w:val="right" w:leader="dot" w:pos="7786"/>
            </w:tabs>
            <w:rPr>
              <w:rFonts w:asciiTheme="minorHAnsi" w:eastAsiaTheme="minorEastAsia" w:hAnsiTheme="minorHAnsi" w:cstheme="minorBidi"/>
              <w:noProof/>
              <w:color w:val="auto"/>
              <w:sz w:val="22"/>
              <w:szCs w:val="22"/>
              <w:rtl/>
            </w:rPr>
          </w:pPr>
          <w:hyperlink w:anchor="_Toc12609729" w:history="1">
            <w:r w:rsidR="001202A3" w:rsidRPr="000E0BD2">
              <w:rPr>
                <w:rStyle w:val="Hyperlink"/>
                <w:rFonts w:hint="eastAsia"/>
                <w:noProof/>
                <w:rtl/>
                <w:lang w:bidi="fa-IR"/>
              </w:rPr>
              <w:t>الليلة</w:t>
            </w:r>
            <w:r w:rsidR="001202A3" w:rsidRPr="000E0BD2">
              <w:rPr>
                <w:rStyle w:val="Hyperlink"/>
                <w:noProof/>
                <w:rtl/>
                <w:lang w:bidi="fa-IR"/>
              </w:rPr>
              <w:t xml:space="preserve"> </w:t>
            </w:r>
            <w:r w:rsidR="001202A3" w:rsidRPr="000E0BD2">
              <w:rPr>
                <w:rStyle w:val="Hyperlink"/>
                <w:rFonts w:hint="eastAsia"/>
                <w:noProof/>
                <w:rtl/>
                <w:lang w:bidi="fa-IR"/>
              </w:rPr>
              <w:t>السابعة</w:t>
            </w:r>
            <w:r w:rsidR="001202A3">
              <w:rPr>
                <w:noProof/>
                <w:webHidden/>
                <w:rtl/>
              </w:rPr>
              <w:tab/>
            </w:r>
            <w:r w:rsidR="001202A3">
              <w:rPr>
                <w:noProof/>
                <w:webHidden/>
                <w:rtl/>
              </w:rPr>
              <w:fldChar w:fldCharType="begin"/>
            </w:r>
            <w:r w:rsidR="001202A3">
              <w:rPr>
                <w:noProof/>
                <w:webHidden/>
                <w:rtl/>
              </w:rPr>
              <w:instrText xml:space="preserve"> </w:instrText>
            </w:r>
            <w:r w:rsidR="001202A3">
              <w:rPr>
                <w:noProof/>
                <w:webHidden/>
              </w:rPr>
              <w:instrText>PAGEREF</w:instrText>
            </w:r>
            <w:r w:rsidR="001202A3">
              <w:rPr>
                <w:noProof/>
                <w:webHidden/>
                <w:rtl/>
              </w:rPr>
              <w:instrText xml:space="preserve"> _</w:instrText>
            </w:r>
            <w:r w:rsidR="001202A3">
              <w:rPr>
                <w:noProof/>
                <w:webHidden/>
              </w:rPr>
              <w:instrText>Toc</w:instrText>
            </w:r>
            <w:r w:rsidR="001202A3">
              <w:rPr>
                <w:noProof/>
                <w:webHidden/>
                <w:rtl/>
              </w:rPr>
              <w:instrText xml:space="preserve">12609729 </w:instrText>
            </w:r>
            <w:r w:rsidR="001202A3">
              <w:rPr>
                <w:noProof/>
                <w:webHidden/>
              </w:rPr>
              <w:instrText>\h</w:instrText>
            </w:r>
            <w:r w:rsidR="001202A3">
              <w:rPr>
                <w:noProof/>
                <w:webHidden/>
                <w:rtl/>
              </w:rPr>
              <w:instrText xml:space="preserve"> </w:instrText>
            </w:r>
            <w:r w:rsidR="001202A3">
              <w:rPr>
                <w:noProof/>
                <w:webHidden/>
                <w:rtl/>
              </w:rPr>
            </w:r>
            <w:r w:rsidR="001202A3">
              <w:rPr>
                <w:noProof/>
                <w:webHidden/>
                <w:rtl/>
              </w:rPr>
              <w:fldChar w:fldCharType="separate"/>
            </w:r>
            <w:r w:rsidR="00A14D68">
              <w:rPr>
                <w:noProof/>
                <w:webHidden/>
                <w:rtl/>
              </w:rPr>
              <w:t>103</w:t>
            </w:r>
            <w:r w:rsidR="001202A3">
              <w:rPr>
                <w:noProof/>
                <w:webHidden/>
                <w:rtl/>
              </w:rPr>
              <w:fldChar w:fldCharType="end"/>
            </w:r>
          </w:hyperlink>
        </w:p>
        <w:p w14:paraId="144130B2" w14:textId="64FB55DF" w:rsidR="001202A3" w:rsidRDefault="00641A14">
          <w:pPr>
            <w:pStyle w:val="TOC2"/>
            <w:tabs>
              <w:tab w:val="right" w:leader="dot" w:pos="7786"/>
            </w:tabs>
            <w:rPr>
              <w:rFonts w:asciiTheme="minorHAnsi" w:eastAsiaTheme="minorEastAsia" w:hAnsiTheme="minorHAnsi" w:cstheme="minorBidi"/>
              <w:noProof/>
              <w:color w:val="auto"/>
              <w:sz w:val="22"/>
              <w:szCs w:val="22"/>
              <w:rtl/>
            </w:rPr>
          </w:pPr>
          <w:hyperlink w:anchor="_Toc12609730" w:history="1">
            <w:r w:rsidR="001202A3" w:rsidRPr="000E0BD2">
              <w:rPr>
                <w:rStyle w:val="Hyperlink"/>
                <w:rFonts w:hint="eastAsia"/>
                <w:noProof/>
                <w:rtl/>
                <w:lang w:bidi="fa-IR"/>
              </w:rPr>
              <w:t>الليلة</w:t>
            </w:r>
            <w:r w:rsidR="001202A3" w:rsidRPr="000E0BD2">
              <w:rPr>
                <w:rStyle w:val="Hyperlink"/>
                <w:noProof/>
                <w:rtl/>
                <w:lang w:bidi="fa-IR"/>
              </w:rPr>
              <w:t xml:space="preserve"> </w:t>
            </w:r>
            <w:r w:rsidR="001202A3" w:rsidRPr="000E0BD2">
              <w:rPr>
                <w:rStyle w:val="Hyperlink"/>
                <w:rFonts w:hint="eastAsia"/>
                <w:noProof/>
                <w:rtl/>
                <w:lang w:bidi="fa-IR"/>
              </w:rPr>
              <w:t>الثامنة</w:t>
            </w:r>
            <w:r w:rsidR="001202A3">
              <w:rPr>
                <w:noProof/>
                <w:webHidden/>
                <w:rtl/>
              </w:rPr>
              <w:tab/>
            </w:r>
            <w:r w:rsidR="001202A3">
              <w:rPr>
                <w:noProof/>
                <w:webHidden/>
                <w:rtl/>
              </w:rPr>
              <w:fldChar w:fldCharType="begin"/>
            </w:r>
            <w:r w:rsidR="001202A3">
              <w:rPr>
                <w:noProof/>
                <w:webHidden/>
                <w:rtl/>
              </w:rPr>
              <w:instrText xml:space="preserve"> </w:instrText>
            </w:r>
            <w:r w:rsidR="001202A3">
              <w:rPr>
                <w:noProof/>
                <w:webHidden/>
              </w:rPr>
              <w:instrText>PAGEREF</w:instrText>
            </w:r>
            <w:r w:rsidR="001202A3">
              <w:rPr>
                <w:noProof/>
                <w:webHidden/>
                <w:rtl/>
              </w:rPr>
              <w:instrText xml:space="preserve"> _</w:instrText>
            </w:r>
            <w:r w:rsidR="001202A3">
              <w:rPr>
                <w:noProof/>
                <w:webHidden/>
              </w:rPr>
              <w:instrText>Toc</w:instrText>
            </w:r>
            <w:r w:rsidR="001202A3">
              <w:rPr>
                <w:noProof/>
                <w:webHidden/>
                <w:rtl/>
              </w:rPr>
              <w:instrText xml:space="preserve">12609730 </w:instrText>
            </w:r>
            <w:r w:rsidR="001202A3">
              <w:rPr>
                <w:noProof/>
                <w:webHidden/>
              </w:rPr>
              <w:instrText>\h</w:instrText>
            </w:r>
            <w:r w:rsidR="001202A3">
              <w:rPr>
                <w:noProof/>
                <w:webHidden/>
                <w:rtl/>
              </w:rPr>
              <w:instrText xml:space="preserve"> </w:instrText>
            </w:r>
            <w:r w:rsidR="001202A3">
              <w:rPr>
                <w:noProof/>
                <w:webHidden/>
                <w:rtl/>
              </w:rPr>
            </w:r>
            <w:r w:rsidR="001202A3">
              <w:rPr>
                <w:noProof/>
                <w:webHidden/>
                <w:rtl/>
              </w:rPr>
              <w:fldChar w:fldCharType="separate"/>
            </w:r>
            <w:r w:rsidR="00A14D68">
              <w:rPr>
                <w:noProof/>
                <w:webHidden/>
                <w:rtl/>
              </w:rPr>
              <w:t>107</w:t>
            </w:r>
            <w:r w:rsidR="001202A3">
              <w:rPr>
                <w:noProof/>
                <w:webHidden/>
                <w:rtl/>
              </w:rPr>
              <w:fldChar w:fldCharType="end"/>
            </w:r>
          </w:hyperlink>
        </w:p>
        <w:p w14:paraId="23F5C8CD" w14:textId="1C6FBF41" w:rsidR="001202A3" w:rsidRDefault="00641A14">
          <w:pPr>
            <w:pStyle w:val="TOC2"/>
            <w:tabs>
              <w:tab w:val="right" w:leader="dot" w:pos="7786"/>
            </w:tabs>
            <w:rPr>
              <w:rFonts w:asciiTheme="minorHAnsi" w:eastAsiaTheme="minorEastAsia" w:hAnsiTheme="minorHAnsi" w:cstheme="minorBidi"/>
              <w:noProof/>
              <w:color w:val="auto"/>
              <w:sz w:val="22"/>
              <w:szCs w:val="22"/>
              <w:rtl/>
            </w:rPr>
          </w:pPr>
          <w:hyperlink w:anchor="_Toc12609731" w:history="1">
            <w:r w:rsidR="001202A3" w:rsidRPr="000E0BD2">
              <w:rPr>
                <w:rStyle w:val="Hyperlink"/>
                <w:rFonts w:hint="eastAsia"/>
                <w:noProof/>
                <w:rtl/>
                <w:lang w:bidi="fa-IR"/>
              </w:rPr>
              <w:t>الليلة</w:t>
            </w:r>
            <w:r w:rsidR="001202A3" w:rsidRPr="000E0BD2">
              <w:rPr>
                <w:rStyle w:val="Hyperlink"/>
                <w:noProof/>
                <w:rtl/>
                <w:lang w:bidi="fa-IR"/>
              </w:rPr>
              <w:t xml:space="preserve"> </w:t>
            </w:r>
            <w:r w:rsidR="001202A3" w:rsidRPr="000E0BD2">
              <w:rPr>
                <w:rStyle w:val="Hyperlink"/>
                <w:rFonts w:hint="eastAsia"/>
                <w:noProof/>
                <w:rtl/>
                <w:lang w:bidi="fa-IR"/>
              </w:rPr>
              <w:t>التاسعة</w:t>
            </w:r>
            <w:r w:rsidR="001202A3">
              <w:rPr>
                <w:noProof/>
                <w:webHidden/>
                <w:rtl/>
              </w:rPr>
              <w:tab/>
            </w:r>
            <w:r w:rsidR="001202A3">
              <w:rPr>
                <w:noProof/>
                <w:webHidden/>
                <w:rtl/>
              </w:rPr>
              <w:fldChar w:fldCharType="begin"/>
            </w:r>
            <w:r w:rsidR="001202A3">
              <w:rPr>
                <w:noProof/>
                <w:webHidden/>
                <w:rtl/>
              </w:rPr>
              <w:instrText xml:space="preserve"> </w:instrText>
            </w:r>
            <w:r w:rsidR="001202A3">
              <w:rPr>
                <w:noProof/>
                <w:webHidden/>
              </w:rPr>
              <w:instrText>PAGEREF</w:instrText>
            </w:r>
            <w:r w:rsidR="001202A3">
              <w:rPr>
                <w:noProof/>
                <w:webHidden/>
                <w:rtl/>
              </w:rPr>
              <w:instrText xml:space="preserve"> _</w:instrText>
            </w:r>
            <w:r w:rsidR="001202A3">
              <w:rPr>
                <w:noProof/>
                <w:webHidden/>
              </w:rPr>
              <w:instrText>Toc</w:instrText>
            </w:r>
            <w:r w:rsidR="001202A3">
              <w:rPr>
                <w:noProof/>
                <w:webHidden/>
                <w:rtl/>
              </w:rPr>
              <w:instrText xml:space="preserve">12609731 </w:instrText>
            </w:r>
            <w:r w:rsidR="001202A3">
              <w:rPr>
                <w:noProof/>
                <w:webHidden/>
              </w:rPr>
              <w:instrText>\h</w:instrText>
            </w:r>
            <w:r w:rsidR="001202A3">
              <w:rPr>
                <w:noProof/>
                <w:webHidden/>
                <w:rtl/>
              </w:rPr>
              <w:instrText xml:space="preserve"> </w:instrText>
            </w:r>
            <w:r w:rsidR="001202A3">
              <w:rPr>
                <w:noProof/>
                <w:webHidden/>
                <w:rtl/>
              </w:rPr>
            </w:r>
            <w:r w:rsidR="001202A3">
              <w:rPr>
                <w:noProof/>
                <w:webHidden/>
                <w:rtl/>
              </w:rPr>
              <w:fldChar w:fldCharType="separate"/>
            </w:r>
            <w:r w:rsidR="00A14D68">
              <w:rPr>
                <w:noProof/>
                <w:webHidden/>
                <w:rtl/>
              </w:rPr>
              <w:t>112</w:t>
            </w:r>
            <w:r w:rsidR="001202A3">
              <w:rPr>
                <w:noProof/>
                <w:webHidden/>
                <w:rtl/>
              </w:rPr>
              <w:fldChar w:fldCharType="end"/>
            </w:r>
          </w:hyperlink>
        </w:p>
        <w:p w14:paraId="2725136D" w14:textId="209FAFC6" w:rsidR="001202A3" w:rsidRDefault="00641A14">
          <w:pPr>
            <w:pStyle w:val="TOC2"/>
            <w:tabs>
              <w:tab w:val="right" w:leader="dot" w:pos="7786"/>
            </w:tabs>
            <w:rPr>
              <w:rFonts w:asciiTheme="minorHAnsi" w:eastAsiaTheme="minorEastAsia" w:hAnsiTheme="minorHAnsi" w:cstheme="minorBidi"/>
              <w:noProof/>
              <w:color w:val="auto"/>
              <w:sz w:val="22"/>
              <w:szCs w:val="22"/>
              <w:rtl/>
            </w:rPr>
          </w:pPr>
          <w:hyperlink w:anchor="_Toc12609732" w:history="1">
            <w:r w:rsidR="001202A3" w:rsidRPr="000E0BD2">
              <w:rPr>
                <w:rStyle w:val="Hyperlink"/>
                <w:rFonts w:hint="eastAsia"/>
                <w:noProof/>
                <w:rtl/>
                <w:lang w:bidi="fa-IR"/>
              </w:rPr>
              <w:t>الليلة</w:t>
            </w:r>
            <w:r w:rsidR="001202A3" w:rsidRPr="000E0BD2">
              <w:rPr>
                <w:rStyle w:val="Hyperlink"/>
                <w:noProof/>
                <w:rtl/>
                <w:lang w:bidi="fa-IR"/>
              </w:rPr>
              <w:t xml:space="preserve"> </w:t>
            </w:r>
            <w:r w:rsidR="001202A3" w:rsidRPr="000E0BD2">
              <w:rPr>
                <w:rStyle w:val="Hyperlink"/>
                <w:rFonts w:hint="eastAsia"/>
                <w:noProof/>
                <w:rtl/>
                <w:lang w:bidi="fa-IR"/>
              </w:rPr>
              <w:t>العاشرة</w:t>
            </w:r>
            <w:r w:rsidR="001202A3">
              <w:rPr>
                <w:noProof/>
                <w:webHidden/>
                <w:rtl/>
              </w:rPr>
              <w:tab/>
            </w:r>
            <w:r w:rsidR="001202A3">
              <w:rPr>
                <w:noProof/>
                <w:webHidden/>
                <w:rtl/>
              </w:rPr>
              <w:fldChar w:fldCharType="begin"/>
            </w:r>
            <w:r w:rsidR="001202A3">
              <w:rPr>
                <w:noProof/>
                <w:webHidden/>
                <w:rtl/>
              </w:rPr>
              <w:instrText xml:space="preserve"> </w:instrText>
            </w:r>
            <w:r w:rsidR="001202A3">
              <w:rPr>
                <w:noProof/>
                <w:webHidden/>
              </w:rPr>
              <w:instrText>PAGEREF</w:instrText>
            </w:r>
            <w:r w:rsidR="001202A3">
              <w:rPr>
                <w:noProof/>
                <w:webHidden/>
                <w:rtl/>
              </w:rPr>
              <w:instrText xml:space="preserve"> _</w:instrText>
            </w:r>
            <w:r w:rsidR="001202A3">
              <w:rPr>
                <w:noProof/>
                <w:webHidden/>
              </w:rPr>
              <w:instrText>Toc</w:instrText>
            </w:r>
            <w:r w:rsidR="001202A3">
              <w:rPr>
                <w:noProof/>
                <w:webHidden/>
                <w:rtl/>
              </w:rPr>
              <w:instrText xml:space="preserve">12609732 </w:instrText>
            </w:r>
            <w:r w:rsidR="001202A3">
              <w:rPr>
                <w:noProof/>
                <w:webHidden/>
              </w:rPr>
              <w:instrText>\h</w:instrText>
            </w:r>
            <w:r w:rsidR="001202A3">
              <w:rPr>
                <w:noProof/>
                <w:webHidden/>
                <w:rtl/>
              </w:rPr>
              <w:instrText xml:space="preserve"> </w:instrText>
            </w:r>
            <w:r w:rsidR="001202A3">
              <w:rPr>
                <w:noProof/>
                <w:webHidden/>
                <w:rtl/>
              </w:rPr>
            </w:r>
            <w:r w:rsidR="001202A3">
              <w:rPr>
                <w:noProof/>
                <w:webHidden/>
                <w:rtl/>
              </w:rPr>
              <w:fldChar w:fldCharType="separate"/>
            </w:r>
            <w:r w:rsidR="00A14D68">
              <w:rPr>
                <w:noProof/>
                <w:webHidden/>
                <w:rtl/>
              </w:rPr>
              <w:t>117</w:t>
            </w:r>
            <w:r w:rsidR="001202A3">
              <w:rPr>
                <w:noProof/>
                <w:webHidden/>
                <w:rtl/>
              </w:rPr>
              <w:fldChar w:fldCharType="end"/>
            </w:r>
          </w:hyperlink>
        </w:p>
        <w:p w14:paraId="546703DB" w14:textId="57ACA040" w:rsidR="001202A3" w:rsidRDefault="00641A14">
          <w:pPr>
            <w:pStyle w:val="TOC2"/>
            <w:tabs>
              <w:tab w:val="right" w:leader="dot" w:pos="7786"/>
            </w:tabs>
            <w:rPr>
              <w:rFonts w:asciiTheme="minorHAnsi" w:eastAsiaTheme="minorEastAsia" w:hAnsiTheme="minorHAnsi" w:cstheme="minorBidi"/>
              <w:noProof/>
              <w:color w:val="auto"/>
              <w:sz w:val="22"/>
              <w:szCs w:val="22"/>
              <w:rtl/>
            </w:rPr>
          </w:pPr>
          <w:hyperlink w:anchor="_Toc12609733" w:history="1">
            <w:r w:rsidR="001202A3" w:rsidRPr="000E0BD2">
              <w:rPr>
                <w:rStyle w:val="Hyperlink"/>
                <w:rFonts w:hint="eastAsia"/>
                <w:noProof/>
                <w:rtl/>
                <w:lang w:bidi="fa-IR"/>
              </w:rPr>
              <w:t>الفهرس</w:t>
            </w:r>
            <w:r w:rsidR="001202A3">
              <w:rPr>
                <w:noProof/>
                <w:webHidden/>
                <w:rtl/>
              </w:rPr>
              <w:tab/>
            </w:r>
            <w:r w:rsidR="001202A3">
              <w:rPr>
                <w:noProof/>
                <w:webHidden/>
                <w:rtl/>
              </w:rPr>
              <w:fldChar w:fldCharType="begin"/>
            </w:r>
            <w:r w:rsidR="001202A3">
              <w:rPr>
                <w:noProof/>
                <w:webHidden/>
                <w:rtl/>
              </w:rPr>
              <w:instrText xml:space="preserve"> </w:instrText>
            </w:r>
            <w:r w:rsidR="001202A3">
              <w:rPr>
                <w:noProof/>
                <w:webHidden/>
              </w:rPr>
              <w:instrText>PAGEREF</w:instrText>
            </w:r>
            <w:r w:rsidR="001202A3">
              <w:rPr>
                <w:noProof/>
                <w:webHidden/>
                <w:rtl/>
              </w:rPr>
              <w:instrText xml:space="preserve"> _</w:instrText>
            </w:r>
            <w:r w:rsidR="001202A3">
              <w:rPr>
                <w:noProof/>
                <w:webHidden/>
              </w:rPr>
              <w:instrText>Toc</w:instrText>
            </w:r>
            <w:r w:rsidR="001202A3">
              <w:rPr>
                <w:noProof/>
                <w:webHidden/>
                <w:rtl/>
              </w:rPr>
              <w:instrText xml:space="preserve">12609733 </w:instrText>
            </w:r>
            <w:r w:rsidR="001202A3">
              <w:rPr>
                <w:noProof/>
                <w:webHidden/>
              </w:rPr>
              <w:instrText>\h</w:instrText>
            </w:r>
            <w:r w:rsidR="001202A3">
              <w:rPr>
                <w:noProof/>
                <w:webHidden/>
                <w:rtl/>
              </w:rPr>
              <w:instrText xml:space="preserve"> </w:instrText>
            </w:r>
            <w:r w:rsidR="001202A3">
              <w:rPr>
                <w:noProof/>
                <w:webHidden/>
                <w:rtl/>
              </w:rPr>
            </w:r>
            <w:r w:rsidR="001202A3">
              <w:rPr>
                <w:noProof/>
                <w:webHidden/>
                <w:rtl/>
              </w:rPr>
              <w:fldChar w:fldCharType="separate"/>
            </w:r>
            <w:r w:rsidR="00A14D68">
              <w:rPr>
                <w:noProof/>
                <w:webHidden/>
                <w:rtl/>
              </w:rPr>
              <w:t>120</w:t>
            </w:r>
            <w:r w:rsidR="001202A3">
              <w:rPr>
                <w:noProof/>
                <w:webHidden/>
                <w:rtl/>
              </w:rPr>
              <w:fldChar w:fldCharType="end"/>
            </w:r>
          </w:hyperlink>
        </w:p>
        <w:p w14:paraId="0F0BB86F" w14:textId="77777777" w:rsidR="001202A3" w:rsidRDefault="001202A3" w:rsidP="001202A3">
          <w:pPr>
            <w:pStyle w:val="libNormal"/>
          </w:pPr>
          <w:r>
            <w:fldChar w:fldCharType="end"/>
          </w:r>
        </w:p>
      </w:sdtContent>
    </w:sdt>
    <w:sectPr w:rsidR="001202A3"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AD737A" w14:textId="77777777" w:rsidR="00641A14" w:rsidRDefault="00641A14">
      <w:r>
        <w:separator/>
      </w:r>
    </w:p>
  </w:endnote>
  <w:endnote w:type="continuationSeparator" w:id="0">
    <w:p w14:paraId="342EB678" w14:textId="77777777" w:rsidR="00641A14" w:rsidRDefault="00641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FGQPC Uthman Taha Naskh">
    <w:altName w:val="Arial"/>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99540" w14:textId="77777777" w:rsidR="00F83AC1" w:rsidRPr="00460435" w:rsidRDefault="00264AE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F83AC1"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202A3">
      <w:rPr>
        <w:rFonts w:ascii="Traditional Arabic" w:hAnsi="Traditional Arabic"/>
        <w:noProof/>
        <w:sz w:val="28"/>
        <w:szCs w:val="28"/>
        <w:rtl/>
      </w:rPr>
      <w:t>120</w:t>
    </w:r>
    <w:r w:rsidRPr="00460435">
      <w:rPr>
        <w:rFonts w:ascii="Traditional Arabic" w:hAnsi="Traditional Arabic"/>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49EE5" w14:textId="77777777" w:rsidR="00F83AC1" w:rsidRPr="00460435" w:rsidRDefault="00264AE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F83AC1"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202A3">
      <w:rPr>
        <w:rFonts w:ascii="Traditional Arabic" w:hAnsi="Traditional Arabic"/>
        <w:noProof/>
        <w:sz w:val="28"/>
        <w:szCs w:val="28"/>
        <w:rtl/>
      </w:rPr>
      <w:t>121</w:t>
    </w:r>
    <w:r w:rsidRPr="00460435">
      <w:rPr>
        <w:rFonts w:ascii="Traditional Arabic" w:hAnsi="Traditional Arabic"/>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2B5C6" w14:textId="77777777" w:rsidR="00F83AC1" w:rsidRPr="00460435" w:rsidRDefault="00264AE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F83AC1"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202A3">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7C5AF1" w14:textId="77777777" w:rsidR="00641A14" w:rsidRDefault="00641A14">
      <w:r>
        <w:separator/>
      </w:r>
    </w:p>
  </w:footnote>
  <w:footnote w:type="continuationSeparator" w:id="0">
    <w:p w14:paraId="5922AD4F" w14:textId="77777777" w:rsidR="00641A14" w:rsidRDefault="00641A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01C6E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32CC31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91EAAF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B02C6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51C"/>
    <w:rsid w:val="000015DD"/>
    <w:rsid w:val="00005A19"/>
    <w:rsid w:val="00024DBC"/>
    <w:rsid w:val="000267FE"/>
    <w:rsid w:val="00034DB7"/>
    <w:rsid w:val="00040798"/>
    <w:rsid w:val="00042F45"/>
    <w:rsid w:val="00043023"/>
    <w:rsid w:val="00054406"/>
    <w:rsid w:val="00055AE7"/>
    <w:rsid w:val="0006216A"/>
    <w:rsid w:val="000668ED"/>
    <w:rsid w:val="00066C43"/>
    <w:rsid w:val="00067F84"/>
    <w:rsid w:val="00071C97"/>
    <w:rsid w:val="0007613C"/>
    <w:rsid w:val="000761F7"/>
    <w:rsid w:val="00076A3A"/>
    <w:rsid w:val="00077163"/>
    <w:rsid w:val="00082D69"/>
    <w:rsid w:val="00090987"/>
    <w:rsid w:val="00092805"/>
    <w:rsid w:val="00092A0C"/>
    <w:rsid w:val="00095BA6"/>
    <w:rsid w:val="000A207B"/>
    <w:rsid w:val="000A7750"/>
    <w:rsid w:val="000B2E78"/>
    <w:rsid w:val="000B3A56"/>
    <w:rsid w:val="000C0A89"/>
    <w:rsid w:val="000C7722"/>
    <w:rsid w:val="000D0932"/>
    <w:rsid w:val="000D1BDF"/>
    <w:rsid w:val="000D451C"/>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2A3"/>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873B2"/>
    <w:rsid w:val="001937F7"/>
    <w:rsid w:val="00195052"/>
    <w:rsid w:val="0019610D"/>
    <w:rsid w:val="001A0DAA"/>
    <w:rsid w:val="001A1408"/>
    <w:rsid w:val="001A3110"/>
    <w:rsid w:val="001A4C37"/>
    <w:rsid w:val="001A4D9B"/>
    <w:rsid w:val="001A6EC0"/>
    <w:rsid w:val="001A7796"/>
    <w:rsid w:val="001B0399"/>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64AE4"/>
    <w:rsid w:val="0027052E"/>
    <w:rsid w:val="00272450"/>
    <w:rsid w:val="0027369F"/>
    <w:rsid w:val="00276F64"/>
    <w:rsid w:val="002812DC"/>
    <w:rsid w:val="00281315"/>
    <w:rsid w:val="002818EF"/>
    <w:rsid w:val="00281A4E"/>
    <w:rsid w:val="00282543"/>
    <w:rsid w:val="0028271F"/>
    <w:rsid w:val="0028272B"/>
    <w:rsid w:val="0028771C"/>
    <w:rsid w:val="00296E4F"/>
    <w:rsid w:val="002A0284"/>
    <w:rsid w:val="002A15E9"/>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365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2F82"/>
    <w:rsid w:val="003963F3"/>
    <w:rsid w:val="0039787F"/>
    <w:rsid w:val="003A1475"/>
    <w:rsid w:val="003A3298"/>
    <w:rsid w:val="003A4587"/>
    <w:rsid w:val="003A533A"/>
    <w:rsid w:val="003A657A"/>
    <w:rsid w:val="003A661E"/>
    <w:rsid w:val="003B0913"/>
    <w:rsid w:val="003B20C5"/>
    <w:rsid w:val="003B5031"/>
    <w:rsid w:val="003B626A"/>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5921"/>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5719"/>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14"/>
    <w:rsid w:val="00641A2D"/>
    <w:rsid w:val="00643F5E"/>
    <w:rsid w:val="006449AF"/>
    <w:rsid w:val="00646D08"/>
    <w:rsid w:val="00651640"/>
    <w:rsid w:val="00651ADF"/>
    <w:rsid w:val="00654154"/>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3D81"/>
    <w:rsid w:val="0070524C"/>
    <w:rsid w:val="00710619"/>
    <w:rsid w:val="007148AF"/>
    <w:rsid w:val="00715F3D"/>
    <w:rsid w:val="00717AB1"/>
    <w:rsid w:val="00717C64"/>
    <w:rsid w:val="007216F4"/>
    <w:rsid w:val="00721B54"/>
    <w:rsid w:val="00721FA0"/>
    <w:rsid w:val="00723983"/>
    <w:rsid w:val="00723D07"/>
    <w:rsid w:val="00724F55"/>
    <w:rsid w:val="00725377"/>
    <w:rsid w:val="00725D53"/>
    <w:rsid w:val="00726FAE"/>
    <w:rsid w:val="0073042E"/>
    <w:rsid w:val="00730E45"/>
    <w:rsid w:val="00731AD7"/>
    <w:rsid w:val="0073350F"/>
    <w:rsid w:val="007345C8"/>
    <w:rsid w:val="007360C5"/>
    <w:rsid w:val="00740CF1"/>
    <w:rsid w:val="00740E80"/>
    <w:rsid w:val="00741375"/>
    <w:rsid w:val="00743EB0"/>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3CB2"/>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3390"/>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4F23"/>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B7A78"/>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5A7"/>
    <w:rsid w:val="009F6DDF"/>
    <w:rsid w:val="00A00A9C"/>
    <w:rsid w:val="00A0400A"/>
    <w:rsid w:val="00A05A22"/>
    <w:rsid w:val="00A05F81"/>
    <w:rsid w:val="00A068A7"/>
    <w:rsid w:val="00A12D37"/>
    <w:rsid w:val="00A14D68"/>
    <w:rsid w:val="00A16415"/>
    <w:rsid w:val="00A16B32"/>
    <w:rsid w:val="00A2056F"/>
    <w:rsid w:val="00A209AB"/>
    <w:rsid w:val="00A20FE9"/>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5E2"/>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217A"/>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23BA"/>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E6C20"/>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4C38"/>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6483"/>
    <w:rsid w:val="00F070E5"/>
    <w:rsid w:val="00F13E3A"/>
    <w:rsid w:val="00F1517E"/>
    <w:rsid w:val="00F16362"/>
    <w:rsid w:val="00F16678"/>
    <w:rsid w:val="00F22AC4"/>
    <w:rsid w:val="00F23A1B"/>
    <w:rsid w:val="00F26388"/>
    <w:rsid w:val="00F31BE3"/>
    <w:rsid w:val="00F34B21"/>
    <w:rsid w:val="00F34CA5"/>
    <w:rsid w:val="00F41E90"/>
    <w:rsid w:val="00F436BF"/>
    <w:rsid w:val="00F53B56"/>
    <w:rsid w:val="00F54AD8"/>
    <w:rsid w:val="00F55BC3"/>
    <w:rsid w:val="00F571FE"/>
    <w:rsid w:val="00F62649"/>
    <w:rsid w:val="00F62C96"/>
    <w:rsid w:val="00F638A5"/>
    <w:rsid w:val="00F64AC3"/>
    <w:rsid w:val="00F64E82"/>
    <w:rsid w:val="00F673C2"/>
    <w:rsid w:val="00F70D2F"/>
    <w:rsid w:val="00F715FC"/>
    <w:rsid w:val="00F71859"/>
    <w:rsid w:val="00F74FDC"/>
    <w:rsid w:val="00F7566A"/>
    <w:rsid w:val="00F80602"/>
    <w:rsid w:val="00F82A57"/>
    <w:rsid w:val="00F83A2C"/>
    <w:rsid w:val="00F83AC1"/>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B7DAE"/>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064A72"/>
  <w15:docId w15:val="{1CFD1D89-3F16-4180-8323-D54EC76B4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paragraph" w:styleId="BalloonText">
    <w:name w:val="Balloon Text"/>
    <w:basedOn w:val="Normal"/>
    <w:link w:val="BalloonTextChar"/>
    <w:uiPriority w:val="99"/>
    <w:rsid w:val="001202A3"/>
    <w:rPr>
      <w:rFonts w:ascii="Tahoma" w:hAnsi="Tahoma" w:cs="Tahoma"/>
      <w:sz w:val="16"/>
      <w:szCs w:val="16"/>
    </w:rPr>
  </w:style>
  <w:style w:type="character" w:customStyle="1" w:styleId="BalloonTextChar">
    <w:name w:val="Balloon Text Char"/>
    <w:basedOn w:val="DefaultParagraphFont"/>
    <w:link w:val="BalloonText"/>
    <w:uiPriority w:val="99"/>
    <w:rsid w:val="001202A3"/>
    <w:rPr>
      <w:rFonts w:ascii="Tahoma" w:eastAsiaTheme="minorEastAsia"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8688C7-1ABB-4959-9843-BB96345A2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2</TotalTime>
  <Pages>120</Pages>
  <Words>9521</Words>
  <Characters>54276</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mohsn</dc:creator>
  <cp:lastModifiedBy>Roohi</cp:lastModifiedBy>
  <cp:revision>4</cp:revision>
  <cp:lastPrinted>2019-07-27T09:33:00Z</cp:lastPrinted>
  <dcterms:created xsi:type="dcterms:W3CDTF">2019-07-27T09:18:00Z</dcterms:created>
  <dcterms:modified xsi:type="dcterms:W3CDTF">2019-07-27T09:33:00Z</dcterms:modified>
</cp:coreProperties>
</file>