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89" w:rsidRDefault="00585D89" w:rsidP="00585D89">
      <w:pPr>
        <w:pStyle w:val="libCenterBold1"/>
        <w:rPr>
          <w:rtl/>
        </w:rPr>
      </w:pPr>
      <w:bookmarkStart w:id="0" w:name="02"/>
      <w:r>
        <w:rPr>
          <w:rFonts w:hint="cs"/>
          <w:rtl/>
          <w:lang w:bidi="ar-IQ"/>
        </w:rPr>
        <w:t>وَقْعَة</w:t>
      </w:r>
      <w:r>
        <w:rPr>
          <w:rFonts w:hint="cs"/>
          <w:rtl/>
        </w:rPr>
        <w:t xml:space="preserve">ُ </w:t>
      </w:r>
      <w:r w:rsidR="005D2685">
        <w:rPr>
          <w:rFonts w:hint="cs"/>
          <w:rtl/>
          <w:lang w:bidi="ar-IQ"/>
        </w:rPr>
        <w:t>الطَّ</w:t>
      </w:r>
      <w:r>
        <w:rPr>
          <w:rFonts w:hint="cs"/>
          <w:rtl/>
          <w:lang w:bidi="ar-IQ"/>
        </w:rPr>
        <w:t>ف</w:t>
      </w:r>
    </w:p>
    <w:p w:rsidR="00585D89" w:rsidRDefault="00585D89" w:rsidP="00585D89">
      <w:pPr>
        <w:pStyle w:val="libNormal"/>
        <w:rPr>
          <w:rtl/>
          <w:lang w:bidi="ar-IQ"/>
        </w:rPr>
      </w:pPr>
      <w:r>
        <w:rPr>
          <w:rtl/>
          <w:lang w:bidi="ar-IQ"/>
        </w:rPr>
        <w:br w:type="page"/>
      </w:r>
    </w:p>
    <w:p w:rsidR="00585D89" w:rsidRDefault="00585D89" w:rsidP="00585D89">
      <w:pPr>
        <w:pStyle w:val="libNormal"/>
        <w:rPr>
          <w:rtl/>
          <w:lang w:bidi="ar-IQ"/>
        </w:rPr>
      </w:pPr>
      <w:r>
        <w:rPr>
          <w:rtl/>
          <w:lang w:bidi="ar-IQ"/>
        </w:rPr>
        <w:lastRenderedPageBreak/>
        <w:br w:type="page"/>
      </w:r>
    </w:p>
    <w:p w:rsidR="00477F4F" w:rsidRDefault="00477F4F" w:rsidP="005D2685">
      <w:pPr>
        <w:pStyle w:val="libCenterBold1"/>
        <w:rPr>
          <w:rtl/>
        </w:rPr>
      </w:pPr>
      <w:r>
        <w:rPr>
          <w:rFonts w:hint="cs"/>
          <w:rtl/>
          <w:lang w:bidi="ar-IQ"/>
        </w:rPr>
        <w:lastRenderedPageBreak/>
        <w:t>وَقعَة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IQ"/>
        </w:rPr>
        <w:t>ُالط</w:t>
      </w:r>
      <w:r w:rsidR="005D2685">
        <w:rPr>
          <w:rFonts w:hint="cs"/>
          <w:rtl/>
          <w:lang w:bidi="ar-IQ"/>
        </w:rPr>
        <w:t>َّ</w:t>
      </w:r>
      <w:r>
        <w:rPr>
          <w:rFonts w:hint="cs"/>
          <w:rtl/>
          <w:lang w:bidi="ar-IQ"/>
        </w:rPr>
        <w:t>ف</w:t>
      </w:r>
      <w:bookmarkEnd w:id="0"/>
    </w:p>
    <w:p w:rsidR="00477F4F" w:rsidRPr="00477F4F" w:rsidRDefault="00477F4F" w:rsidP="00477F4F">
      <w:pPr>
        <w:pStyle w:val="libCenterBold1"/>
        <w:rPr>
          <w:rtl/>
        </w:rPr>
      </w:pPr>
      <w:r w:rsidRPr="00477F4F">
        <w:rPr>
          <w:rFonts w:hint="cs"/>
          <w:rtl/>
        </w:rPr>
        <w:t xml:space="preserve">تأليف: </w:t>
      </w:r>
    </w:p>
    <w:p w:rsidR="00477F4F" w:rsidRPr="00477F4F" w:rsidRDefault="00477F4F" w:rsidP="00477F4F">
      <w:pPr>
        <w:pStyle w:val="libCenterBold1"/>
        <w:rPr>
          <w:rtl/>
        </w:rPr>
      </w:pPr>
      <w:r w:rsidRPr="00477F4F">
        <w:rPr>
          <w:rFonts w:hint="cs"/>
          <w:rtl/>
        </w:rPr>
        <w:t>لوط بن يحيى الأزدي الغامدي الكوفي</w:t>
      </w:r>
    </w:p>
    <w:p w:rsidR="00477F4F" w:rsidRPr="00477F4F" w:rsidRDefault="00477F4F" w:rsidP="00477F4F">
      <w:pPr>
        <w:pStyle w:val="libCenterBold1"/>
        <w:rPr>
          <w:rtl/>
        </w:rPr>
      </w:pPr>
      <w:r w:rsidRPr="00477F4F">
        <w:rPr>
          <w:rFonts w:hint="cs"/>
          <w:rtl/>
        </w:rPr>
        <w:t>المتوفّى سنة 158 هـ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ق </w:t>
      </w:r>
    </w:p>
    <w:p w:rsidR="00477F4F" w:rsidRPr="00477F4F" w:rsidRDefault="00477F4F" w:rsidP="00477F4F">
      <w:pPr>
        <w:pStyle w:val="libCenterBold1"/>
        <w:rPr>
          <w:rtl/>
        </w:rPr>
      </w:pPr>
      <w:r w:rsidRPr="00477F4F">
        <w:rPr>
          <w:rFonts w:hint="cs"/>
          <w:rtl/>
        </w:rPr>
        <w:t>تحقيق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</w:t>
      </w:r>
    </w:p>
    <w:p w:rsidR="00477F4F" w:rsidRPr="00477F4F" w:rsidRDefault="00477F4F" w:rsidP="00477F4F">
      <w:pPr>
        <w:pStyle w:val="libCenterBold1"/>
        <w:rPr>
          <w:rtl/>
        </w:rPr>
      </w:pPr>
      <w:r w:rsidRPr="00477F4F">
        <w:rPr>
          <w:rFonts w:hint="cs"/>
          <w:rtl/>
        </w:rPr>
        <w:t>الشّيخ محمّد هادي اليوسفيّ الغرويّ</w:t>
      </w:r>
    </w:p>
    <w:p w:rsidR="00477F4F" w:rsidRPr="00477F4F" w:rsidRDefault="00477F4F" w:rsidP="00477F4F">
      <w:pPr>
        <w:pStyle w:val="libCenterBold1"/>
        <w:rPr>
          <w:rtl/>
        </w:rPr>
      </w:pPr>
      <w:r w:rsidRPr="00477F4F">
        <w:rPr>
          <w:rFonts w:hint="cs"/>
          <w:rtl/>
        </w:rPr>
        <w:t>مؤسّسة النّشر الإسلامي</w:t>
      </w:r>
    </w:p>
    <w:p w:rsidR="00477F4F" w:rsidRPr="00477F4F" w:rsidRDefault="00477F4F" w:rsidP="00477F4F">
      <w:pPr>
        <w:pStyle w:val="libCenterBold1"/>
        <w:rPr>
          <w:rtl/>
        </w:rPr>
      </w:pPr>
      <w:r w:rsidRPr="00477F4F">
        <w:rPr>
          <w:rFonts w:hint="cs"/>
          <w:rtl/>
        </w:rPr>
        <w:t>التّابعة لجماعة المدرّسين بقم المشرّفة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lastRenderedPageBreak/>
        <w:t>الكتاب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وقعة الطفّ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المؤلّف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أبو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لوط بن يحيى بن سعيد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المحقّق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العلاّمة الشيخ محمّد هادي اليوسفيّ الغروي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الموضوع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تاريخ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اللّغة</w:t>
      </w:r>
      <w:r w:rsidR="00891061">
        <w:rPr>
          <w:rStyle w:val="libBold2Char"/>
          <w:rFonts w:hint="cs"/>
          <w:rtl/>
        </w:rPr>
        <w:t>:</w:t>
      </w:r>
      <w:r>
        <w:rPr>
          <w:rFonts w:hint="cs"/>
          <w:rtl/>
        </w:rPr>
        <w:t xml:space="preserve"> عربيّة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عدد الأجزاء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جزء واحد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عدد الصفحات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280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النّاشر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مؤسّسة النّشر الإسلامي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التابعة لجماعة المدرّسين بقُم المشرّفة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الطبع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مطبعة مؤسّسة النّشر الإسلامي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الطبعة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الأولى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المطبوع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2000 نسخة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t>التاريخ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1367 هـ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ش </w:t>
      </w:r>
    </w:p>
    <w:p w:rsidR="00585D89" w:rsidRDefault="00585D89" w:rsidP="00585D89">
      <w:pPr>
        <w:pStyle w:val="libNormal"/>
        <w:rPr>
          <w:rtl/>
        </w:rPr>
      </w:pPr>
      <w:r>
        <w:rPr>
          <w:rtl/>
        </w:rPr>
        <w:br w:type="page"/>
      </w:r>
    </w:p>
    <w:p w:rsidR="00585D89" w:rsidRDefault="00585D89" w:rsidP="00585D89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477F4F" w:rsidRDefault="00477F4F" w:rsidP="00477F4F">
      <w:pPr>
        <w:pStyle w:val="libNormal"/>
      </w:pPr>
      <w:r>
        <w:rPr>
          <w:rFonts w:hint="cs"/>
          <w:rtl/>
        </w:rPr>
        <w:lastRenderedPageBreak/>
        <w:br w:type="page"/>
      </w:r>
    </w:p>
    <w:p w:rsidR="00477F4F" w:rsidRDefault="00477F4F" w:rsidP="00477F4F">
      <w:pPr>
        <w:pStyle w:val="libCenterBold1"/>
        <w:rPr>
          <w:rtl/>
        </w:rPr>
      </w:pPr>
      <w:r>
        <w:rPr>
          <w:rFonts w:hint="cs"/>
          <w:rtl/>
        </w:rPr>
        <w:lastRenderedPageBreak/>
        <w:t>بسم الله الرحمن الرحيم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الحمد لله ربّ العالمين والصلاة والسّلام على أشرف بريّته وخاتم رسله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محمّد وآله الأنجبين الأطهرين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إنّ قضية سيّد الشهداء أبي عبد الله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لهي من أعظم الأحداث التاريخيّة والذكريات الخالدة التي أنارت الطريق للبشريّة كافّةً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وعلّمتهم بأنّ العزّة والحياة الواقعيّة في المقابلة مع الطغاة والجبابرة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أدّت إلى تضحيّة النّفوس وإراقة الدماء بيد الظلمة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نادى بها صاحب هذه الذكرى الإمام الحسين</w:t>
      </w:r>
      <w:r w:rsidR="007745E6">
        <w:rPr>
          <w:rFonts w:hint="cs"/>
          <w:rtl/>
        </w:rPr>
        <w:t xml:space="preserve"> </w:t>
      </w:r>
      <w:r>
        <w:rPr>
          <w:rFonts w:hint="cs"/>
          <w:rtl/>
        </w:rPr>
        <w:t>(عليه أفضل الصلاة والسّلام)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حيث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فإنّي لا أرى الموت إلاّ سعادةً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والحياة مع الظالمين إلاّ برماً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فعلى جميع طالبي السّعادة الأبديّة أنْ يجعلوا هذه الذكرى نصب أعينهم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ويعاملوا الطغاة وفراعنة زمانهم كما عاملهم هو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ولأهميّة هذه الحادثة العظمى ألّفت كُتب كثيرة في مقتل سيّد الشهداء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قبل المحققين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وأوّلهم لوط بن يحيى بن سعيد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أبو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حيث ألّف كتاباً في ذلك عرض فيه الحوادث التي جرت على الحسين وأولاده وإخوانه وأصحابه (سلام الله عليهم أجمعين) بصورة تفصيليّة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وقد عرّفة الشيخ النّجاشي في رجاله بأنّه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شيخ أصحاب الأخبار بالكوفة ووجههم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وقد قام سماحة العلاّمة الحاجّ الشيخ محمّد هادي اليوسفي الغروي بتحقيقه وتنقيحه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ولأجل إفادة روّاد العلم والفضيلة من هذا الكتاب المبارك اهتمّت المؤسّسة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والحمد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بطبعه ونشره شاكرة الله سبحانه على ما وفّقها في هذا المضمار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كما وتشكر فضيلة المحقّق على مساعيه الوافرة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سائلةً المولى جلّ وعلا التوفيق له ولها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لبثّ المعارف الإسلاميّة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إنّه سميع مجيب.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مؤسّسة النّشر الإسلامي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التابعة لجماعة المدرّسين بـ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قُم المشرّفة</w:t>
      </w:r>
      <w:r w:rsidR="0004730E">
        <w:rPr>
          <w:rFonts w:hint="cs"/>
          <w:rtl/>
        </w:rPr>
        <w:t>)</w:t>
      </w:r>
    </w:p>
    <w:p w:rsidR="007745E6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7745E6">
      <w:pPr>
        <w:pStyle w:val="libFootnote"/>
        <w:rPr>
          <w:rtl/>
        </w:rPr>
      </w:pPr>
      <w:r>
        <w:rPr>
          <w:rFonts w:hint="cs"/>
          <w:rtl/>
        </w:rPr>
        <w:t>(1) انظر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النّص في هذا المقتل بهذه الصورة</w:t>
      </w:r>
      <w:r w:rsidR="00891061">
        <w:rPr>
          <w:rFonts w:hint="cs"/>
          <w:rtl/>
        </w:rPr>
        <w:t>.</w:t>
      </w:r>
    </w:p>
    <w:p w:rsidR="00477F4F" w:rsidRDefault="00477F4F" w:rsidP="007745E6">
      <w:pPr>
        <w:pStyle w:val="libFootnote"/>
        <w:rPr>
          <w:rtl/>
        </w:rPr>
      </w:pPr>
      <w:r>
        <w:rPr>
          <w:rFonts w:hint="cs"/>
          <w:rtl/>
        </w:rPr>
        <w:t>(2) انظر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ترجمته في مقدّمته هذا الكتاب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891061" w:rsidP="00585D89">
      <w:pPr>
        <w:pStyle w:val="libCenterBold2"/>
        <w:rPr>
          <w:rtl/>
        </w:rPr>
      </w:pPr>
      <w:r>
        <w:rPr>
          <w:rFonts w:hint="cs"/>
          <w:rtl/>
        </w:rPr>
        <w:lastRenderedPageBreak/>
        <w:t>«</w:t>
      </w:r>
      <w:r w:rsidR="00585D89">
        <w:rPr>
          <w:rFonts w:hint="cs"/>
          <w:rtl/>
        </w:rPr>
        <w:t xml:space="preserve"> </w:t>
      </w:r>
      <w:r w:rsidR="00585D89" w:rsidRPr="00585D89">
        <w:rPr>
          <w:rFonts w:hint="cs"/>
          <w:rtl/>
        </w:rPr>
        <w:t>ويلكم</w:t>
      </w:r>
      <w:r w:rsidR="00585D89" w:rsidRPr="00585D89">
        <w:rPr>
          <w:rtl/>
        </w:rPr>
        <w:t>!</w:t>
      </w:r>
      <w:r w:rsidR="00477F4F">
        <w:rPr>
          <w:rFonts w:hint="cs"/>
          <w:rtl/>
        </w:rPr>
        <w:t xml:space="preserve"> إنْ لمْ يكن لكم دين وكنتم لا تخافون يوم المَعاد</w:t>
      </w:r>
      <w:r>
        <w:rPr>
          <w:rFonts w:hint="cs"/>
          <w:rtl/>
        </w:rPr>
        <w:t>،</w:t>
      </w:r>
      <w:r w:rsidR="00477F4F">
        <w:rPr>
          <w:rFonts w:hint="cs"/>
          <w:rtl/>
        </w:rPr>
        <w:t xml:space="preserve"> فكونوا في أمر دنياكم أحراراً </w:t>
      </w:r>
      <w:r w:rsidR="00585D89">
        <w:rPr>
          <w:rFonts w:hint="cs"/>
          <w:rtl/>
        </w:rPr>
        <w:t>ذوي أحساب</w:t>
      </w:r>
      <w:r w:rsidR="00CA2C7E">
        <w:rPr>
          <w:rtl/>
        </w:rPr>
        <w:t xml:space="preserve"> ...</w:t>
      </w:r>
      <w:r>
        <w:rPr>
          <w:rFonts w:hint="cs"/>
          <w:rtl/>
        </w:rPr>
        <w:t>».</w:t>
      </w:r>
      <w:r w:rsidR="00477F4F">
        <w:rPr>
          <w:rFonts w:hint="cs"/>
          <w:rtl/>
        </w:rPr>
        <w:t xml:space="preserve"> </w:t>
      </w:r>
    </w:p>
    <w:p w:rsidR="00477F4F" w:rsidRDefault="00477F4F" w:rsidP="007745E6">
      <w:pPr>
        <w:pStyle w:val="libLeft"/>
        <w:rPr>
          <w:rtl/>
        </w:rPr>
      </w:pPr>
      <w:r>
        <w:rPr>
          <w:rFonts w:hint="cs"/>
          <w:rtl/>
        </w:rPr>
        <w:t>سيّد الشهداء الإمام الحسين</w:t>
      </w:r>
      <w:r w:rsidR="0035755E">
        <w:rPr>
          <w:rFonts w:hint="cs"/>
          <w:rtl/>
        </w:rPr>
        <w:t xml:space="preserve">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7745E6">
      <w:pPr>
        <w:pStyle w:val="libCenterBold1"/>
        <w:rPr>
          <w:rtl/>
        </w:rPr>
      </w:pPr>
      <w:r>
        <w:rPr>
          <w:rFonts w:hint="cs"/>
          <w:rtl/>
        </w:rPr>
        <w:lastRenderedPageBreak/>
        <w:t>بسم الله الرحمن الرحيم</w:t>
      </w:r>
    </w:p>
    <w:p w:rsidR="00477F4F" w:rsidRPr="007745E6" w:rsidRDefault="00477F4F" w:rsidP="007745E6">
      <w:pPr>
        <w:pStyle w:val="Heading2"/>
        <w:rPr>
          <w:rtl/>
        </w:rPr>
      </w:pPr>
      <w:bookmarkStart w:id="1" w:name="_Toc372370886"/>
      <w:r w:rsidRPr="007745E6">
        <w:rPr>
          <w:rFonts w:hint="cs"/>
          <w:rtl/>
        </w:rPr>
        <w:t>تقديم</w:t>
      </w:r>
      <w:r w:rsidR="00891061">
        <w:rPr>
          <w:rFonts w:hint="cs"/>
          <w:rtl/>
        </w:rPr>
        <w:t>:</w:t>
      </w:r>
      <w:bookmarkEnd w:id="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تعلّم الإنسان الكتابة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فكتب ما فعل وفعل الآخرون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فكان التاريخ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وكان التاريخ في العرب عند ظهور الإسلام يقتصر على أناس يحفظون أنساب العرب وأيّام الجاهليّة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فيسمّونه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علاّمة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فمن هؤلاء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النّضر بن الحارث بن كلدة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حيث كان يسافر إلى بلاد العجم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فكان يشتري منها كُتباً فيها أحاديث الفرس من حديث رستم وغيره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فكان يلهي النّاس بذلك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ليصدّهم عن سماع القرآن الكريم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فنزلت فيه الآية المباركة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7745E6">
        <w:rPr>
          <w:rStyle w:val="libAieChar"/>
          <w:rFonts w:hint="cs"/>
          <w:rtl/>
        </w:rPr>
        <w:t xml:space="preserve"> وَمِنَ النّاسِ مَن يَشْتَرِي لَهْوَ الْحَدِيثِ لِيُضِلّ عَن سَبِيلِ اللّهِ بِغَيْرِ عِلْمٍ وَيَتّخِذَهَا هُزُواً أُولئِكَ لَهُمْ عَذَابٌ مُهِينٌ * وَإِذَا تُتْلَى‏ عَلَيْهِ آيَاتُنَا وَلّى‏ مُسْتَكْبِراً كَأَن لّمْ يَسْمَعْهَا كَأَنّ فِي أُذُنَيْهِ وَقْراً فَبَشّرْهُ بِعَذَابٍ أَلِيمٍ 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ومن هؤلاء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من أهل المدينة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مَن تلقّى ممّا عند أهل الكتاب من اليهود بعض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7745E6">
      <w:pPr>
        <w:pStyle w:val="libFootnote"/>
        <w:rPr>
          <w:rtl/>
        </w:rPr>
      </w:pPr>
      <w:r w:rsidRPr="007745E6">
        <w:rPr>
          <w:rFonts w:hint="cs"/>
          <w:rtl/>
        </w:rPr>
        <w:t>(1)</w:t>
      </w:r>
      <w:r>
        <w:rPr>
          <w:rFonts w:hint="cs"/>
          <w:rtl/>
        </w:rPr>
        <w:t xml:space="preserve"> عن الإمام موسى بن جعفر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7745E6">
        <w:rPr>
          <w:rStyle w:val="libFootnoteBoldChar"/>
          <w:rFonts w:hint="cs"/>
          <w:rtl/>
        </w:rPr>
        <w:t xml:space="preserve"> دخل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7745E6">
        <w:rPr>
          <w:rStyle w:val="libFootnoteBoldChar"/>
          <w:rFonts w:hint="cs"/>
          <w:rtl/>
        </w:rPr>
        <w:t xml:space="preserve"> المسجد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فإذا جماعة قد أطافوا برجل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فقال</w:t>
      </w:r>
      <w:r w:rsidR="00891061">
        <w:rPr>
          <w:rStyle w:val="libFootnoteBoldChar"/>
          <w:rFonts w:hint="cs"/>
          <w:rtl/>
        </w:rPr>
        <w:t>:</w:t>
      </w:r>
      <w:r w:rsidRPr="007745E6">
        <w:rPr>
          <w:rStyle w:val="libFootnoteBoldChar"/>
          <w:rFonts w:hint="cs"/>
          <w:rtl/>
        </w:rPr>
        <w:t xml:space="preserve"> ما هذا</w:t>
      </w:r>
      <w:r w:rsidR="00891061">
        <w:rPr>
          <w:rStyle w:val="libFootnoteBoldChar"/>
          <w:rFonts w:hint="cs"/>
          <w:rtl/>
        </w:rPr>
        <w:t>؟</w:t>
      </w:r>
      <w:r w:rsidRPr="007745E6">
        <w:rPr>
          <w:rStyle w:val="libFootnoteBoldChar"/>
          <w:rFonts w:hint="cs"/>
          <w:rtl/>
        </w:rPr>
        <w:t xml:space="preserve"> فقِيل</w:t>
      </w:r>
      <w:r w:rsidR="00891061">
        <w:rPr>
          <w:rStyle w:val="libFootnoteBoldChar"/>
          <w:rFonts w:hint="cs"/>
          <w:rtl/>
        </w:rPr>
        <w:t>:</w:t>
      </w:r>
      <w:r w:rsidRPr="007745E6">
        <w:rPr>
          <w:rStyle w:val="libFootnoteBoldChar"/>
          <w:rFonts w:hint="cs"/>
          <w:rtl/>
        </w:rPr>
        <w:t xml:space="preserve"> علاّمة</w:t>
      </w:r>
      <w:r w:rsidR="00891061">
        <w:rPr>
          <w:rStyle w:val="libFootnoteBoldChar"/>
          <w:rFonts w:hint="cs"/>
          <w:rtl/>
        </w:rPr>
        <w:t>.</w:t>
      </w:r>
      <w:r w:rsidRPr="007745E6">
        <w:rPr>
          <w:rStyle w:val="libFootnoteBoldChar"/>
          <w:rFonts w:hint="cs"/>
          <w:rtl/>
        </w:rPr>
        <w:t xml:space="preserve"> فقال</w:t>
      </w:r>
      <w:r w:rsidR="00891061">
        <w:rPr>
          <w:rStyle w:val="libFootnoteBoldChar"/>
          <w:rFonts w:hint="cs"/>
          <w:rtl/>
        </w:rPr>
        <w:t>:</w:t>
      </w:r>
      <w:r w:rsidRPr="007745E6">
        <w:rPr>
          <w:rStyle w:val="libFootnoteBoldChar"/>
          <w:rFonts w:hint="cs"/>
          <w:rtl/>
        </w:rPr>
        <w:t xml:space="preserve"> وما العلاّمة</w:t>
      </w:r>
      <w:r w:rsidR="00891061">
        <w:rPr>
          <w:rStyle w:val="libFootnoteBoldChar"/>
          <w:rFonts w:hint="cs"/>
          <w:rtl/>
        </w:rPr>
        <w:t>؟</w:t>
      </w:r>
      <w:r w:rsidRPr="007745E6">
        <w:rPr>
          <w:rStyle w:val="libFootnoteBoldChar"/>
          <w:rFonts w:hint="cs"/>
          <w:rtl/>
        </w:rPr>
        <w:t xml:space="preserve"> فقالوا له</w:t>
      </w:r>
      <w:r w:rsidR="00891061">
        <w:rPr>
          <w:rStyle w:val="libFootnoteBoldChar"/>
          <w:rFonts w:hint="cs"/>
          <w:rtl/>
        </w:rPr>
        <w:t>:</w:t>
      </w:r>
      <w:r w:rsidRPr="007745E6">
        <w:rPr>
          <w:rStyle w:val="libFootnoteBoldChar"/>
          <w:rFonts w:hint="cs"/>
          <w:rtl/>
        </w:rPr>
        <w:t xml:space="preserve"> أعلم النّاس بأنساب العرب ووقائعها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وأيام الجاهليّة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والأشعار العربيّة</w:t>
      </w:r>
      <w:r w:rsidR="00891061">
        <w:rPr>
          <w:rStyle w:val="libFootnoteBoldChar"/>
          <w:rFonts w:hint="cs"/>
          <w:rtl/>
        </w:rPr>
        <w:t>.</w:t>
      </w:r>
      <w:r w:rsidRPr="007745E6">
        <w:rPr>
          <w:rStyle w:val="libFootnoteBoldChar"/>
          <w:rFonts w:hint="cs"/>
          <w:rtl/>
        </w:rPr>
        <w:t xml:space="preserve"> قال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فقال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Style w:val="libFootnoteBoldChar"/>
          <w:rFonts w:hint="cs"/>
          <w:rtl/>
        </w:rPr>
        <w:t>:</w:t>
      </w:r>
      <w:r w:rsidRPr="007745E6">
        <w:rPr>
          <w:rStyle w:val="libFootnoteBoldChar"/>
          <w:rFonts w:hint="cs"/>
          <w:rtl/>
        </w:rPr>
        <w:t xml:space="preserve"> ذاك علم لا يضرّ مَن جهله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ولا ينفع مَن علمه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ثمّ قال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Style w:val="libFootnoteBoldChar"/>
          <w:rFonts w:hint="cs"/>
          <w:rtl/>
        </w:rPr>
        <w:t>:</w:t>
      </w:r>
      <w:r w:rsidRPr="007745E6">
        <w:rPr>
          <w:rStyle w:val="libFootnoteBoldChar"/>
          <w:rFonts w:hint="cs"/>
          <w:rtl/>
        </w:rPr>
        <w:t xml:space="preserve"> إنّما العلم ثلاثة</w:t>
      </w:r>
      <w:r w:rsidR="00891061">
        <w:rPr>
          <w:rStyle w:val="libFootnoteBoldChar"/>
          <w:rFonts w:hint="cs"/>
          <w:rtl/>
        </w:rPr>
        <w:t>:</w:t>
      </w:r>
      <w:r w:rsidRPr="007745E6">
        <w:rPr>
          <w:rStyle w:val="libFootnoteBoldChar"/>
          <w:rFonts w:hint="cs"/>
          <w:rtl/>
        </w:rPr>
        <w:t xml:space="preserve"> آية محكمة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أو فريضة عادلة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أو سنّة قائمة</w:t>
      </w:r>
      <w:r w:rsidR="00891061">
        <w:rPr>
          <w:rStyle w:val="libFootnoteBoldChar"/>
          <w:rFonts w:hint="cs"/>
          <w:rtl/>
        </w:rPr>
        <w:t>،</w:t>
      </w:r>
      <w:r w:rsidRPr="007745E6">
        <w:rPr>
          <w:rStyle w:val="libFootnoteBoldChar"/>
          <w:rFonts w:hint="cs"/>
          <w:rtl/>
        </w:rPr>
        <w:t xml:space="preserve"> وما خلاهنّ فهو فضل </w:t>
      </w:r>
      <w:r w:rsidR="00891061">
        <w:rPr>
          <w:rStyle w:val="libFootnoteBoldChar"/>
          <w:rFonts w:hint="cs"/>
          <w:rtl/>
        </w:rPr>
        <w:t>».</w:t>
      </w:r>
      <w:r>
        <w:rPr>
          <w:rFonts w:hint="cs"/>
          <w:rtl/>
        </w:rPr>
        <w:t xml:space="preserve"> الكافي 1 / 2</w:t>
      </w:r>
      <w:r w:rsidR="00891061">
        <w:rPr>
          <w:rFonts w:hint="cs"/>
          <w:rtl/>
        </w:rPr>
        <w:t>.</w:t>
      </w:r>
    </w:p>
    <w:p w:rsidR="00477F4F" w:rsidRPr="007745E6" w:rsidRDefault="00477F4F" w:rsidP="007745E6">
      <w:pPr>
        <w:pStyle w:val="libFootnote"/>
        <w:rPr>
          <w:rtl/>
        </w:rPr>
      </w:pPr>
      <w:r w:rsidRPr="007745E6">
        <w:rPr>
          <w:rFonts w:hint="cs"/>
          <w:rtl/>
        </w:rPr>
        <w:t>(2) سورة لقمان / 6</w:t>
      </w:r>
      <w:r w:rsidR="007745E6" w:rsidRPr="007745E6">
        <w:rPr>
          <w:rFonts w:hint="cs"/>
          <w:rtl/>
        </w:rPr>
        <w:t xml:space="preserve"> - </w:t>
      </w:r>
      <w:r w:rsidRPr="007745E6">
        <w:rPr>
          <w:rFonts w:hint="cs"/>
          <w:rtl/>
        </w:rPr>
        <w:t>7</w:t>
      </w:r>
      <w:r w:rsidR="00891061">
        <w:rPr>
          <w:rFonts w:hint="cs"/>
          <w:rtl/>
        </w:rPr>
        <w:t>،</w:t>
      </w:r>
      <w:r w:rsidRPr="007745E6">
        <w:rPr>
          <w:rFonts w:hint="cs"/>
          <w:rtl/>
        </w:rPr>
        <w:t xml:space="preserve"> تفسير القمي 2 / 161</w:t>
      </w:r>
      <w:r w:rsidR="00891061">
        <w:rPr>
          <w:rFonts w:hint="cs"/>
          <w:rtl/>
        </w:rPr>
        <w:t>،</w:t>
      </w:r>
      <w:r w:rsidRPr="007745E6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،</w:t>
      </w:r>
      <w:r w:rsidRPr="007745E6">
        <w:rPr>
          <w:rFonts w:hint="cs"/>
          <w:rtl/>
        </w:rPr>
        <w:t xml:space="preserve"> وتفسير ابن عبّاس / 44</w:t>
      </w:r>
      <w:r w:rsidR="00891061">
        <w:rPr>
          <w:rFonts w:hint="cs"/>
          <w:rtl/>
        </w:rPr>
        <w:t>،</w:t>
      </w:r>
      <w:r w:rsidRPr="007745E6">
        <w:rPr>
          <w:rFonts w:hint="cs"/>
          <w:rtl/>
        </w:rPr>
        <w:t xml:space="preserve"> ط مصر.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قصص الأنبياء والمرسلين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سويد بن الصامت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فإنّه قدم مكّة بعد بعثة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حاجّاً أو معتمراً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فبلغه أمر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فلقيه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فدعاه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إلى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 سويد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معي مجلّة لقمان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فاعرضها عليّ </w:t>
      </w:r>
      <w:r w:rsidR="00891061">
        <w:rPr>
          <w:rStyle w:val="libBold2Char"/>
          <w:rFonts w:hint="cs"/>
          <w:rtl/>
        </w:rPr>
        <w:t>»</w:t>
      </w:r>
      <w:r>
        <w:rPr>
          <w:rFonts w:hint="cs"/>
          <w:rtl/>
        </w:rPr>
        <w:t>. فعرضها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 هذا لكلام حسن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والذي معي أحسن منه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قرآن أنزله الله عليّ هدىً ونور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ومن هذه الأحاديث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أحاديث ما قبل الإسلام من قصص الأنبياء والاُمم السّالفة التي رواها الطبري ومحمّد بن إسحاق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والتي تنتهي أسنادها إلى عبارة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بعض أهل العلم من أهل الكتاب الأوّل.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وجاء الإسلام وأتى بالقرآن كتاباً وقرآناً يُتلى آناء اللّيل وأطراف النّهار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فاحتاج إلى كتّاب يكتبونه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بالإضافة إلى حفّاظ يحفظونه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فكُتب القرآن الكريم على عهد الرسول الأكرم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وحفظه آخرون على ظهر القلب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وأمّا أحاديث الرسول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تفسير القرآن وأخبار الشرائع والأديان، وتفصيل المسائل والأحكام الشرعيّة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وسيرته وسنّته وأخباره ومغازيه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فإنّها بقيت هكذا غير مدوّنة حتّى ارتحل الرسول الأكرم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إلى الرفيق الأعلى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وإنّما كان يحفظها ويُحدّث بها عن ظهر الغيب صحابته ممّن رآه وسمع حديثه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وارتدّ عن الإسلام بعد وفاة الرسول الأكرم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جماعة ممّن كان قد استسلم له أيّام حياته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فخرج أصحابه في الحروب والمغازي حتّى قُتل منهم يوم اليمامة أكثر من ثلثمئة رجل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فأحسّوا بعد هذا بالحاجة إلى تدوين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7745E6">
      <w:pPr>
        <w:pStyle w:val="libFootnote"/>
        <w:rPr>
          <w:rtl/>
        </w:rPr>
      </w:pPr>
      <w:r w:rsidRPr="0088444F">
        <w:rPr>
          <w:rFonts w:hint="cs"/>
          <w:rtl/>
        </w:rPr>
        <w:t>(1) الطبري 2 / 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المعارف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واليعقوبي 2 / 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Pr="0088444F" w:rsidRDefault="00477F4F" w:rsidP="007745E6">
      <w:pPr>
        <w:pStyle w:val="libFootnote"/>
        <w:rPr>
          <w:rtl/>
        </w:rPr>
      </w:pPr>
      <w:r w:rsidRPr="0088444F">
        <w:rPr>
          <w:rFonts w:hint="cs"/>
          <w:rtl/>
        </w:rPr>
        <w:t>(2) الطبري 3 / 269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المعارف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الحديث.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ولكنّهم اختلفوا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فمنهم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مَن أجازه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ومنهم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مَن منعه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وترجّح جانب المنع بنهي الخليفة الأوّل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والثاني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والثالث</w:t>
      </w:r>
      <w:r w:rsidRPr="007745E6">
        <w:rPr>
          <w:rStyle w:val="libFootnotenumChar"/>
          <w:rFonts w:hint="cs"/>
          <w:rtl/>
        </w:rPr>
        <w:t>(3)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عنه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واستمر أثر هذا النّهي والكراهيّة إلى أوائل المئة الثانية للهجرة حتّى أجمع على إباحته المسلمون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وأباحه أمير المؤمنين علي بن أبي طالب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عليه الصلاة والسّلام)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وأوّل شيء سجّله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كتاب الله العزيز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بعد الفراغ من أمر النبيّ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آلى على نفسه أنْ لا يرتدي إلاّ للصلاة أو يجمعه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فجمعه مرتّباً على حسب ترتيبه في النّزول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وأشار إلى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عامّه خاصّه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ومطلقه ومقيّده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ومجمله ومبيّنه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ومحكمه ومتشابهه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وناسخه ومنسوخه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ورخصه وعزائمه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وآدابه وسننه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ونبّه على أسباب النّزول في آياته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وأوضح ما عساه يُشكل من بعض الجهات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وبعد فراغه من الكتاب العزيز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ألّف كتاباً في الدّيات كان يومئذٍ يعرف بـ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الصحيفة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أوردها ابن سعيد في آخر كتابه المعروف بـ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الجامع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ويروي عنها البخاري في مواضع من صحيحه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منها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أوّل كتاب العلم من الجزء الأوّل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واقتدى به في جمع الحديث في ذلك العصر جماعة من شيعته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أبو رافع إبراهيم القبطي وابناؤه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علي بن أبي رافع وعبيد الله بن أبي رافع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ولهذا الأخير كتاب في تسمية مَن شهد الجمل وصفّين والنّهروان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تذكرة الحفاظ 1 / 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567151">
      <w:pPr>
        <w:pStyle w:val="libFootnote"/>
        <w:rPr>
          <w:rtl/>
        </w:rPr>
      </w:pPr>
      <w:r w:rsidRPr="0088444F">
        <w:rPr>
          <w:rFonts w:hint="cs"/>
          <w:rtl/>
        </w:rPr>
        <w:t>(2) المصدر السّابق 1 /</w:t>
      </w:r>
      <w:r w:rsidR="00567151">
        <w:rPr>
          <w:rFonts w:hint="cs"/>
          <w:rtl/>
        </w:rPr>
        <w:t xml:space="preserve"> </w:t>
      </w:r>
      <w:r w:rsidRPr="0088444F">
        <w:rPr>
          <w:rFonts w:hint="cs"/>
          <w:rtl/>
        </w:rPr>
        <w:t>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والبخاري / 6 باب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الاستيذان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وطبقات ابن سعد 2 / 206.</w:t>
      </w:r>
    </w:p>
    <w:p w:rsidR="00477F4F" w:rsidRPr="0088444F" w:rsidRDefault="00477F4F" w:rsidP="00567151">
      <w:pPr>
        <w:pStyle w:val="libFootnote"/>
        <w:rPr>
          <w:rtl/>
        </w:rPr>
      </w:pPr>
      <w:r w:rsidRPr="0088444F">
        <w:rPr>
          <w:rFonts w:hint="cs"/>
          <w:rtl/>
        </w:rPr>
        <w:t>(3) مسند أحمد</w:t>
      </w:r>
      <w:r w:rsidR="00567151">
        <w:rPr>
          <w:rFonts w:hint="cs"/>
          <w:rtl/>
        </w:rPr>
        <w:t xml:space="preserve"> </w:t>
      </w:r>
      <w:r w:rsidRPr="0088444F">
        <w:rPr>
          <w:rFonts w:hint="cs"/>
          <w:rtl/>
        </w:rPr>
        <w:t>1 / 63</w:t>
      </w:r>
      <w:r w:rsidR="007745E6" w:rsidRPr="0088444F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وراجع في ذلك كتاب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السنّة قبل التدوين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رجال النّجاشي / 1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الهند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والفهرست / 122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فيكون هذا أوّل كتاب في التاريخ من شيعته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وهكذا سبق الشيعة سائر المسلمين في كتابة التاريخ أيضاً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فكان محمّد بن السّائب الكلبي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146هـ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 أبو مِخْنف لوط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158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وهشام الكلبي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206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وغيرهم من مصادر التاريخ الإسلامي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9D48C8">
      <w:pPr>
        <w:pStyle w:val="Heading2"/>
        <w:rPr>
          <w:rtl/>
        </w:rPr>
      </w:pPr>
      <w:bookmarkStart w:id="2" w:name="_Toc372370887"/>
      <w:bookmarkStart w:id="3" w:name="03"/>
      <w:r>
        <w:rPr>
          <w:rFonts w:hint="cs"/>
          <w:rtl/>
        </w:rPr>
        <w:t>كربلاء</w:t>
      </w:r>
      <w:r w:rsidR="00891061">
        <w:rPr>
          <w:rFonts w:hint="cs"/>
          <w:rtl/>
        </w:rPr>
        <w:t>:</w:t>
      </w:r>
      <w:bookmarkEnd w:id="2"/>
      <w:r>
        <w:rPr>
          <w:rFonts w:hint="cs"/>
          <w:rtl/>
        </w:rPr>
        <w:t xml:space="preserve"> </w:t>
      </w:r>
      <w:bookmarkEnd w:id="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وفي كربلاء وقعت تلك الحادثة التي خلّدها التاريخ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والتي أتت فيما أتت عليه على حياة الإمام العظيم سبط الرسول الكريم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سيّد الشهداء أبي عبدالله الحسين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عليه الصلاة والسّلام)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وكذلك بقيت هذه الحادثة الأليمة في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61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أحاديث شجون تتناقلها الألسن نقلاً عن الذين كانوا قد شهدوا المعركة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الحوادث السّابقة عليها أو التالية لها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كسائر أحاديث المغازي والحروب في الإسلام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حتّى انبرى لها في أوائل المئة الثانية للهجرة أبو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لوط بن يحيى بن سعيد بن مِخْنف بن سليم الأزدي الغامدي الكوفي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ت 158هـ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فجمعها من أفواه الرواة وأودعها كتاباً أسماه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كتاب مقتل الحسين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كما في قائمة كُتبه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فكان أوّل كتاب في تاريخ هذه الحادثة العظمى على الإطلاق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وتتلمذ على يد أبي مِخْنف في أحاديث تاريخ الإسلام كوفي آخر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هشام بن محمّد بن السّائب الكلبي الكوفي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النسّابة المتوفّى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206هـ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فقرأ على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راجع للزيادة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مؤلّفو الشيعة في الإسلام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والشيعة وفنون الإسلام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وتأسيس الشيعة لعلوم الإسلام / 91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287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وأعيان الشيعة 1 / 8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148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والغدير 6 / 290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297.</w:t>
      </w:r>
    </w:p>
    <w:p w:rsidR="00477F4F" w:rsidRPr="0088444F" w:rsidRDefault="00477F4F" w:rsidP="00567151">
      <w:pPr>
        <w:pStyle w:val="libFootnote"/>
        <w:rPr>
          <w:rtl/>
        </w:rPr>
      </w:pPr>
      <w:r w:rsidRPr="0088444F">
        <w:rPr>
          <w:rFonts w:hint="cs"/>
          <w:rtl/>
        </w:rPr>
        <w:t>(2) فوات الوفيات</w:t>
      </w:r>
      <w:r w:rsidR="00567151">
        <w:rPr>
          <w:rFonts w:hint="cs"/>
          <w:rtl/>
        </w:rPr>
        <w:t xml:space="preserve"> </w:t>
      </w:r>
      <w:r w:rsidRPr="0088444F">
        <w:rPr>
          <w:rFonts w:hint="cs"/>
          <w:rtl/>
        </w:rPr>
        <w:t>2 / 140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والأعلام للزركلي 3 / 821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مروج الذهب 4 / 24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مصر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شيخه الكوفي أبي مِخْنف كُتبه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كتبها وحدّث بها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أبو مِخْنف لوط بن يحيى الأزدي عن</w:t>
      </w:r>
      <w:r w:rsidR="00CA2C7E">
        <w:rPr>
          <w:rFonts w:hint="cs"/>
          <w:rtl/>
        </w:rPr>
        <w:t xml:space="preserve"> ...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وممّا كتب من كُتبه وقرأه عليه وحدّث به عنه كتابه في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نراه في قائمة كتبه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إلاّ أنّه لمْ يقتصر في كتابه في المقتل على آحاديث شيخه أبي مِخْنف فقط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جمع إليها أحاديث أخرى عن شيخه الآخر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التاريخ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عوانة بن الحكم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158هـ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ولا يخفى على مَن يراجع تاريخ صدر الإسلام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يجد المؤرخين بأسرهم عيالاً على هذين العلمين العالمين المتقدّمين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سيّما أبي مِخْنف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ولقد كان هذا بسبب قرب زمنه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ينقل القضايا والحوادث بجميع حذافيرها ويُوردها على وجهها</w:t>
      </w:r>
      <w:r w:rsidR="00891061">
        <w:rPr>
          <w:rFonts w:hint="cs"/>
          <w:rtl/>
        </w:rPr>
        <w:t>.</w:t>
      </w:r>
    </w:p>
    <w:p w:rsidR="00477F4F" w:rsidRDefault="00477F4F" w:rsidP="005D2685">
      <w:pPr>
        <w:pStyle w:val="libNormal"/>
        <w:rPr>
          <w:rtl/>
        </w:rPr>
      </w:pPr>
      <w:r>
        <w:rPr>
          <w:rFonts w:hint="cs"/>
          <w:rtl/>
        </w:rPr>
        <w:t>واختصر كثير من المؤرخين كُتبه في مؤلّفاتهم في التاريخ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ممّا يدلّ على وجود كُتبه لديهم إلى عهدهم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كـ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محمّد بن عمر الواقدي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207هـ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والطبري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 xml:space="preserve">3 </w:t>
      </w:r>
      <w:r w:rsidR="005D2685">
        <w:rPr>
          <w:rFonts w:hint="cs"/>
          <w:rtl/>
        </w:rPr>
        <w:t>-</w:t>
      </w:r>
      <w:r>
        <w:rPr>
          <w:rFonts w:hint="cs"/>
          <w:rtl/>
        </w:rPr>
        <w:t>10هـ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وابن قتيبة في كتابه الإمامة والسّياسة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 xml:space="preserve">3 </w:t>
      </w:r>
      <w:r w:rsidR="005D2685">
        <w:rPr>
          <w:rFonts w:hint="cs"/>
          <w:rtl/>
        </w:rPr>
        <w:t>-</w:t>
      </w:r>
      <w:r>
        <w:rPr>
          <w:rFonts w:hint="cs"/>
          <w:rtl/>
        </w:rPr>
        <w:t>22هـ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وابن عبد ربّه الأندلسي في العقد الفريد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حيث أتى على ذكر السّقيفة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 xml:space="preserve">3 </w:t>
      </w:r>
      <w:r w:rsidR="005D2685">
        <w:rPr>
          <w:rFonts w:hint="cs"/>
          <w:rtl/>
        </w:rPr>
        <w:t>-</w:t>
      </w:r>
      <w:r>
        <w:rPr>
          <w:rFonts w:hint="cs"/>
          <w:rtl/>
        </w:rPr>
        <w:t>28هـ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وعلي بن الحسين المسعودي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قضية اعتذار عروة بن الزبير عن أخيه عبدالله في تهديد بني هاشم بالإحراق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حيث تخلّفوا عن بيعته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3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45هـ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والشيخ المفيد في الإرشاد في مقتل الحسين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413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كتاب النّصرة في حرب البصرة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والشهرستاني في الملل والنّحل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عند ذكر الفرقة النّظاميّة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548هـ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وابن الأثير الجزري في الكامل في التاريخ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63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0هـ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وسبط ابن الجوزي في تذكرة الخوّاص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654هـ</w:t>
      </w:r>
      <w:r w:rsidR="0004730E">
        <w:rPr>
          <w:rFonts w:hint="cs"/>
          <w:rtl/>
        </w:rPr>
        <w:t>)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وآخر مَن نراه من المؤرخين يسند في كتابه إلى أبي مِخْنف بلا إسناد إلى محدّث أو كتاب آخر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ممّا ظاهره مباشرة النّقل عن كتابه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أبو الفداء في تاريخه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53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2هـ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ولا علم لنا الآن بما يوجد من كُتب أبي مِخْنف عامّة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وكتابه في المقتل خاصّة والظاهر أنّها مفقودة لا توجد إلاّ في مطاوي هذه الكُتب بصورة أحاديث متفرقة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وأقدم نصّ معروف لدينا ممّن نقل أحاديث هشام الكلبي في كتابه عن أبي مِخْنف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تاريخ أبي جعفر محمّد بن جرير الطبري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3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10هـ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لمْ يُفرد لها تأليفاً خاصّاً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ذكر الوقعة في أثناء تاريخه لحوادث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61 هـ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وهو لا يُرويها عنه بالتحدّث مباشرة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يُرويها عن كُتبه معزّزة بقوله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حدّثت عن هشام بن محمّد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لا يُعيّن مَن حدّثه عنه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ويدلّنا على عدم دركه لهشام وعدم مباشرته السّماع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قياس تاريخ ولادة الطبري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224هـ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بوفاة الكلبي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206هـ</w:t>
      </w:r>
      <w:r w:rsidR="0004730E">
        <w:rPr>
          <w:rFonts w:hint="cs"/>
          <w:rtl/>
        </w:rPr>
        <w:t>)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وقد صرّح بنقله عن كُتبه عند ذكره لوقعة الحرّة إذ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هكذا وجدته في كتابي</w:t>
      </w:r>
      <w:r w:rsidR="00CA2C7E">
        <w:rPr>
          <w:rFonts w:hint="cs"/>
          <w:rtl/>
        </w:rPr>
        <w:t xml:space="preserve"> ...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وأقدم نصّ بعد الطبري ممّن يروي عن كتاب هشام الكلبي بلا واسطة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 كتاب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الإرشاد للشيخ المفيد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ت 413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قال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قبل نقله أخبار كربلاء في كتابه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ما نصُّه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فمن مختصر الأخبار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ما رواه الكلبي</w:t>
      </w:r>
      <w:r w:rsidR="00CA2C7E">
        <w:rPr>
          <w:rFonts w:hint="cs"/>
          <w:rtl/>
        </w:rPr>
        <w:t xml:space="preserve"> ...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 كتاب: تذكرة الأمّة بخصائص الأئمة لسبط ابن الجوزي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654هـ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أيضاً نقل كثيراً ممّا ذكره في أخبار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 هشام الكلبي مصرّحاً بذلك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وعند مقابلة ما نقله الطبري بما نقله الشيخ المفيد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ره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والسّبط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يظهر التوافق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الطبري 5 /338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467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المعارف</w:t>
      </w:r>
      <w:r w:rsidR="00891061">
        <w:rPr>
          <w:rFonts w:hint="cs"/>
          <w:rtl/>
        </w:rPr>
        <w:t>.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9D48C8">
        <w:rPr>
          <w:rFonts w:hint="cs"/>
          <w:rtl/>
        </w:rPr>
        <w:t xml:space="preserve"> الطبري 5 / 487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ويدلّ على هذا أيضاً اختلاف الطبري في بعض الأعلام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ممّا يدلّ على أنّه لمْ يسمعها روايةً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كما في اسم مسلم بن المسيّب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حيث ذكره في موضعين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مسلم بن المسيّب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وفي آخرين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سلم بن المسيّب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وهو شخص واحد كما في خبر المختار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الإرشاد / 200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الكثير بين نصوص النّقول إلاّ ما شذّ من بعض الحروف أو الكلمات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كـ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الواو بدل الفاء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العكس أو ما شابه هذا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سترى ذلك في طيّات الكتاب</w:t>
      </w:r>
      <w:r w:rsidR="00891061">
        <w:rPr>
          <w:rFonts w:hint="cs"/>
          <w:rtl/>
        </w:rPr>
        <w:t>.</w:t>
      </w:r>
    </w:p>
    <w:p w:rsidR="00477F4F" w:rsidRPr="009D48C8" w:rsidRDefault="00477F4F" w:rsidP="009D48C8">
      <w:pPr>
        <w:pStyle w:val="Heading2"/>
        <w:rPr>
          <w:rtl/>
        </w:rPr>
      </w:pPr>
      <w:bookmarkStart w:id="4" w:name="_Toc372370888"/>
      <w:r w:rsidRPr="009D48C8">
        <w:rPr>
          <w:rFonts w:hint="cs"/>
          <w:rtl/>
        </w:rPr>
        <w:t>أبو مِخْنف</w:t>
      </w:r>
      <w:r w:rsidR="00891061">
        <w:rPr>
          <w:rFonts w:hint="cs"/>
          <w:rtl/>
        </w:rPr>
        <w:t>:</w:t>
      </w:r>
      <w:bookmarkEnd w:id="4"/>
      <w:r w:rsidRPr="009D48C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لمْ تذكر لنا التواريخ مولده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أنّ الشيخ الطوسي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عدّه في رجاله في طبقة مَن روى عن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نقلاً عن الكشّي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وعندي أنّ هذا غلط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لأنّ لوط بن يحيى لمْ يلقِ أميرالمؤمنين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كان أبوه يحيى من أصحابه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ثمّ لمْ يذكر أباه يحيى في أصحاب أمير المؤمنين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ذكر جدّه مِخْنف بن سليم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إبن خالة عائشة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عربي كوفي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والشيخ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إنّما نقل هذا عن كتاب الكشّي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لا عنه مباشرة؛ فإنّ الكشّي من المئة الثالثة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وُلد الشيخ الطوسي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385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اسم هذا الكتاب للكشّي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معرفة الناقلين عن الأئمة الصادقين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على ما ذكره ابن شهر آشوب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معالم العلماء</w:t>
      </w:r>
      <w:r w:rsidRPr="007745E6">
        <w:rPr>
          <w:rStyle w:val="libFootnotenumChar"/>
          <w:rFonts w:hint="cs"/>
          <w:rtl/>
        </w:rPr>
        <w:t>(3)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وهو الآن مفقود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الموجود منه هو ما اختاره الشيخ الطوسي منه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456هـ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على ما ذكره السيّد ابن طاووس في فرج المهموم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وليس في مختار الشيخ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هذا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ما نقله عنه مَن عدّ أبي مِخْنف في أصحاب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وذكره الشيخ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في رجاله في طبقة أصحاب الإمام الحسن بن علي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رجال الشيخ / 57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المصدر السّابق / 58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معالم العلماء / 102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فرج المهموم / 13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35755E" w:rsidP="00477F4F">
      <w:pPr>
        <w:pStyle w:val="libNormal"/>
        <w:rPr>
          <w:rtl/>
        </w:rPr>
      </w:pPr>
      <w:r w:rsidRPr="0035755E">
        <w:rPr>
          <w:rStyle w:val="libAlaemChar"/>
          <w:rFonts w:hint="cs"/>
          <w:rtl/>
        </w:rPr>
        <w:lastRenderedPageBreak/>
        <w:t>عليه‌السلام</w:t>
      </w:r>
      <w:r w:rsidR="00477F4F"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ثمّ في طبقة أصحاب الإمام الحسين </w:t>
      </w:r>
      <w:r w:rsidRPr="0035755E">
        <w:rPr>
          <w:rStyle w:val="libAlaemChar"/>
          <w:rFonts w:hint="cs"/>
          <w:rtl/>
        </w:rPr>
        <w:t>عليه‌السلام</w:t>
      </w:r>
      <w:r w:rsidR="00477F4F"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 w:rsidR="00477F4F" w:rsidRPr="00D06A87">
        <w:rPr>
          <w:rFonts w:hint="cs"/>
          <w:rtl/>
        </w:rPr>
        <w:t xml:space="preserve"> </w:t>
      </w:r>
      <w:r w:rsidR="00477F4F">
        <w:rPr>
          <w:rFonts w:hint="cs"/>
          <w:rtl/>
        </w:rPr>
        <w:t xml:space="preserve">ثمّ في طبقة أصحاب الإمام الصادق </w:t>
      </w:r>
      <w:r w:rsidRPr="0035755E">
        <w:rPr>
          <w:rStyle w:val="libAlaemChar"/>
          <w:rFonts w:hint="cs"/>
          <w:rtl/>
        </w:rPr>
        <w:t>عليه‌السلام</w:t>
      </w:r>
      <w:r w:rsidR="00477F4F"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 w:rsidR="00477F4F" w:rsidRPr="00D06A87">
        <w:rPr>
          <w:rFonts w:hint="cs"/>
          <w:rtl/>
        </w:rPr>
        <w:t xml:space="preserve"> </w:t>
      </w:r>
      <w:r w:rsidR="00477F4F">
        <w:rPr>
          <w:rFonts w:hint="cs"/>
          <w:rtl/>
        </w:rPr>
        <w:t>ولمْ يذكره في طبقة أصحاب الإمام علي بن الحسين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ولا في طبقة أصحاب الإمام الباقر </w:t>
      </w:r>
      <w:r w:rsidR="0004730E">
        <w:rPr>
          <w:rFonts w:hint="cs"/>
          <w:rtl/>
        </w:rPr>
        <w:t>(</w:t>
      </w:r>
      <w:r w:rsidRPr="0035755E">
        <w:rPr>
          <w:rStyle w:val="libAlaemChar"/>
          <w:rFonts w:hint="cs"/>
          <w:rtl/>
        </w:rPr>
        <w:t>عليهما‌السلام</w:t>
      </w:r>
      <w:r w:rsidR="00477F4F">
        <w:rPr>
          <w:rFonts w:hint="cs"/>
          <w:rtl/>
        </w:rPr>
        <w:t>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ونقل الشيخ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الفهرست أيضاً ما زعمه الكشّي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والصحيح أنّ أباه كان من أصحاب عليّ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لمْ يلقه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ذكر طريقه إليها عن هشام بن محمّد بن السّائب الكلبي ونصر بن مزاحم المنقري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الشيخ النّجاشي في رجاله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لوط بن يحيى بن سعيد بن مِخْنف بن سالم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الأزدي الغامدي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أبو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شيخ أصحاب الأخبار بالكوفة ووجههم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يسكن إلى ما يرويه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روى عن جعفر بن محمّد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وقِيل روى عن أبي جعفر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يصحّ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عدّ كُتبه وعدّ منها كتاب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ذكر طريقه إليها عن هشام بن محمّد بن السّائب الكلبي عنه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وبهذه النّصوص لحدّ الآن نكون قد أتينا على ما في ثلاثة من الأصول الأربعة في الرجال عندنا في صاحبنا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أبي مِخْنف من غير ذكر لمولده ولا وفاته</w:t>
      </w:r>
      <w:r w:rsidR="00891061">
        <w:rPr>
          <w:rFonts w:hint="cs"/>
          <w:rtl/>
        </w:rPr>
        <w:t>.</w:t>
      </w:r>
    </w:p>
    <w:p w:rsidR="00477F4F" w:rsidRDefault="00477F4F" w:rsidP="009D48C8">
      <w:pPr>
        <w:pStyle w:val="Heading2"/>
        <w:rPr>
          <w:rtl/>
        </w:rPr>
      </w:pPr>
      <w:bookmarkStart w:id="5" w:name="_Toc372370889"/>
      <w:bookmarkStart w:id="6" w:name="04"/>
      <w:r>
        <w:rPr>
          <w:rFonts w:hint="cs"/>
          <w:rtl/>
        </w:rPr>
        <w:t>ما يرويه الطبري في آل أبي مِخْنف</w:t>
      </w:r>
      <w:r w:rsidR="00891061">
        <w:rPr>
          <w:rFonts w:hint="cs"/>
          <w:rtl/>
        </w:rPr>
        <w:t>:</w:t>
      </w:r>
      <w:bookmarkEnd w:id="5"/>
      <w:r>
        <w:rPr>
          <w:rFonts w:hint="cs"/>
          <w:rtl/>
        </w:rPr>
        <w:t xml:space="preserve"> </w:t>
      </w:r>
      <w:bookmarkEnd w:id="6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 الطبري في كتابه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ذيل المذيّل فيمَن توفّي من الصحابة سنة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9D48C8">
        <w:rPr>
          <w:rFonts w:hint="cs"/>
          <w:rtl/>
        </w:rPr>
        <w:t xml:space="preserve"> رجال الشيخ الطوسي / 70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(2) المصدر السّابق / 79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المصدر السّابق / 279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الفهرست للطوسي / 155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من الغريب أنّه ذكره هكذا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ذكر له كتاب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أخبار آل مِخْنف بن سليم</w:t>
      </w:r>
      <w:r w:rsidR="00891061">
        <w:rPr>
          <w:rFonts w:hint="cs"/>
          <w:rtl/>
        </w:rPr>
        <w:t>!</w:t>
      </w:r>
      <w:r w:rsidRPr="0088444F">
        <w:rPr>
          <w:rFonts w:hint="cs"/>
          <w:rtl/>
        </w:rPr>
        <w:t xml:space="preserve"> فالمرجّح أنْ يكون من تحريف النسّاخ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(6) رجال النّجاشي / 224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الحجريّة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الهند</w:t>
      </w:r>
      <w:r w:rsidR="00891061">
        <w:rPr>
          <w:rFonts w:hint="cs"/>
          <w:rtl/>
        </w:rPr>
        <w:t>.</w:t>
      </w:r>
    </w:p>
    <w:p w:rsidR="005D2685" w:rsidRDefault="00477F4F" w:rsidP="00477F4F">
      <w:pPr>
        <w:pStyle w:val="libNormal"/>
        <w:rPr>
          <w:rtl/>
        </w:rPr>
      </w:pPr>
      <w:r>
        <w:rPr>
          <w:rtl/>
        </w:rPr>
        <w:br w:type="page"/>
      </w:r>
    </w:p>
    <w:p w:rsidR="00477F4F" w:rsidRDefault="0004730E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(</w:t>
      </w:r>
      <w:r w:rsidR="00477F4F">
        <w:rPr>
          <w:rFonts w:hint="cs"/>
          <w:rtl/>
        </w:rPr>
        <w:t>80 هـ</w:t>
      </w:r>
      <w:r>
        <w:rPr>
          <w:rFonts w:hint="cs"/>
          <w:rtl/>
        </w:rPr>
        <w:t>)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مِخْنف بن سليم بن الحارث</w:t>
      </w:r>
      <w:r w:rsidR="00CA2C7E">
        <w:rPr>
          <w:rFonts w:hint="cs"/>
          <w:rtl/>
        </w:rPr>
        <w:t xml:space="preserve"> ...</w:t>
      </w:r>
      <w:r w:rsidR="00477F4F">
        <w:rPr>
          <w:rFonts w:hint="cs"/>
          <w:rtl/>
        </w:rPr>
        <w:t xml:space="preserve"> بن غامد بن الأزد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؛</w:t>
      </w:r>
      <w:r w:rsidR="00477F4F">
        <w:rPr>
          <w:rFonts w:hint="cs"/>
          <w:rtl/>
        </w:rPr>
        <w:t xml:space="preserve"> أسلم مِخْنف وصحب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وهو بيت الأزد بالكوفة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وكان له إخوة ثلاثة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يقال لأحدهم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عبد شمس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>قُتل يوم النّخيلة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والصقعب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>قُتل يوم الجمل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وعبدالله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>قُتل يوم الجمل</w:t>
      </w:r>
      <w:r w:rsidR="007745E6">
        <w:rPr>
          <w:rFonts w:hint="cs"/>
          <w:rtl/>
        </w:rPr>
        <w:t xml:space="preserve"> -</w:t>
      </w:r>
      <w:r w:rsidR="00CA2C7E">
        <w:rPr>
          <w:rFonts w:hint="cs"/>
          <w:rtl/>
        </w:rPr>
        <w:t xml:space="preserve"> ...</w:t>
      </w:r>
      <w:r w:rsidR="00477F4F">
        <w:rPr>
          <w:rFonts w:hint="cs"/>
          <w:rtl/>
        </w:rPr>
        <w:t xml:space="preserve"> وكان من وُلد مِخْنف بن سليم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أبو مِخْنف لوط بن يحيى بن سعيد بن مِخْنف بن سليم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يُروى عنه أيّام النّاس</w:t>
      </w:r>
      <w:r w:rsidR="00477F4F"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في أخبار البصرة عن غير أبي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وعلى سبع بجيلة وأنمار وخثعم والأزد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مِخْنف بن سليم الأزدي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وهذان النّقلان ليس فيهما ما يدلّ على أنّ مِخْنف بن سليم قُتل يوم الجمل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ولكنّه روى في أخبار الجمل أيضاً رواية أخرى عن أبي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عمّه محمّد بن مِخْنف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عدّة من أشياخ الحيّ كلهم شهدوا الجمل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كانت راية الأزد من أهل الكوفة مع مِخْنف بن سليم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 يومئذٍ فتناول الراية من أهل بيته الصقعب وأخوه عبدالله بن سليم فقتلوهم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وهذا يشترك مع ما ذكره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ذيل المذيّل في مقتل أخوي مِخْنف الصقعب وعبدالله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فلعلّه إنّما نقله فيه من تاريخه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ويختلف معه في مقتل مِخْنف بن سليم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تقول هذه الرواية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قُتل يوم الجمل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وهذا ينافي ما رواه الطبري عن الكلبي عن أبي مِخْنف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أبي يحيى بن سعيد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عمّه محمّد بن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كنت مع أبي مِخْنف بن سليم يومئذٍ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ابن سبع عشرة سنة</w:t>
      </w:r>
      <w:r w:rsidR="00CA2C7E">
        <w:rPr>
          <w:rFonts w:hint="cs"/>
          <w:rtl/>
        </w:rPr>
        <w:t xml:space="preserve"> ...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وكذلك روى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الحارث بن حصيرة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أشياخ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المطبوع مع التاريخ ط دار القاموس 13 / 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وط دار سويدان 11 / 547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الطبري 4 / 500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المعارف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المصدر السّابق 4 / 521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المصدر السّابق 4 / 246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من النّمر والأزد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مِخْنف بن سليم لمّا نُدبت الأزد للأزد [ كره ذلك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]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وكذلك روى عن المدائني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225هـ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وعوانة بن الحكم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158هـ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بإسناده إلى شيخ من بني فزارة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بعث معاوية النّعمان بن بشير [ الأنصاري ] في ألفين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فأتو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عين التمر) فأغاروا عليها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وبها عامل لعلي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[ مالك بن كعب ] الأرحبي في ثلثمئة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فكتب إلى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يستمدّه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وكتب إلى مِخْنف بن سليم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وهو قريب منه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يسأله أنْ يمدّه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فوجّه إليه مِخْنف ابنه عبد الرحمن في خمسين رجلاً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فانتهوا إلى مالك وأصحابه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رآهم أهل الشام ظنّوا أنّ لهم مدداً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فانهزموا ومضوا على وجوههم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5D2685">
      <w:pPr>
        <w:pStyle w:val="libNormal"/>
        <w:rPr>
          <w:rtl/>
        </w:rPr>
      </w:pPr>
      <w:r>
        <w:rPr>
          <w:rFonts w:hint="cs"/>
          <w:rtl/>
        </w:rPr>
        <w:t>فهذه الأحاديث كلها تصرّح بحياة جدّه مِخْنف بن سليم بعد الجمل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حتّى بعد صفّين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غارات معاوية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إنّما كانت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 xml:space="preserve">3 </w:t>
      </w:r>
      <w:r w:rsidR="005D2685">
        <w:rPr>
          <w:rFonts w:hint="cs"/>
          <w:rtl/>
        </w:rPr>
        <w:t>-</w:t>
      </w:r>
      <w:r>
        <w:rPr>
          <w:rFonts w:hint="cs"/>
          <w:rtl/>
        </w:rPr>
        <w:t>9هـ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بعد وقعة صفّين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 xml:space="preserve">3 </w:t>
      </w:r>
      <w:r w:rsidR="005D2685">
        <w:rPr>
          <w:rFonts w:hint="cs"/>
          <w:rtl/>
        </w:rPr>
        <w:t>-</w:t>
      </w:r>
      <w:r>
        <w:rPr>
          <w:rFonts w:hint="cs"/>
          <w:rtl/>
        </w:rPr>
        <w:t>7هـ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بينما تنفرد تلك الرواية بأنّه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قتل يوم الجمل كما سلف آنفاً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يفطن الطبري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لذلك فلمْ يعلّق عليه بشيء مع تصريحه في ذيل المذيّل بحياته إلى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80 هـ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477F4F" w:rsidP="009D48C8">
      <w:pPr>
        <w:pStyle w:val="Heading2"/>
        <w:rPr>
          <w:rtl/>
        </w:rPr>
      </w:pPr>
      <w:bookmarkStart w:id="7" w:name="_Toc372370890"/>
      <w:bookmarkStart w:id="8" w:name="05"/>
      <w:r>
        <w:rPr>
          <w:rFonts w:hint="cs"/>
          <w:rtl/>
        </w:rPr>
        <w:t>ما يرويه نصر بن مزاحم المنقري في آل أبي مِخْنف</w:t>
      </w:r>
      <w:r w:rsidR="00891061">
        <w:rPr>
          <w:rFonts w:hint="cs"/>
          <w:rtl/>
        </w:rPr>
        <w:t>:</w:t>
      </w:r>
      <w:bookmarkEnd w:id="7"/>
      <w:r>
        <w:rPr>
          <w:rFonts w:hint="cs"/>
          <w:rtl/>
        </w:rPr>
        <w:t xml:space="preserve"> </w:t>
      </w:r>
      <w:bookmarkEnd w:id="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على أنّ في غير الطبري أيضاً ما يدلّ على حياة مِخْنف بن سليم بعد الجمل وصفّين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فيما يرويه نصر بن مزاحم المنقري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212هـ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 كتابه وقعة صفّين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يحيى بن سعيد عن محمّد بن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نظر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أبي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المصدر السّابق 5 / 26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الطبري 5 / 133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المعارف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ذيل المذيّل / 547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سويدان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ج / 11 من تاريخ الطبري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9D48C8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-</w:t>
      </w:r>
      <w:r w:rsidR="00477F4F">
        <w:rPr>
          <w:rFonts w:hint="cs"/>
          <w:rtl/>
        </w:rPr>
        <w:t xml:space="preserve"> بعد رجوعه من البصرة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="00477F4F" w:rsidRPr="007745E6">
        <w:rPr>
          <w:rStyle w:val="libBold2Char"/>
          <w:rFonts w:hint="cs"/>
          <w:rtl/>
        </w:rPr>
        <w:t xml:space="preserve"> لكن مِخْنف بن سليم وقومه لمْ يتخلّفوا</w:t>
      </w:r>
      <w:r w:rsidR="00CA2C7E">
        <w:rPr>
          <w:rStyle w:val="libBold2Char"/>
          <w:rFonts w:hint="cs"/>
          <w:rtl/>
        </w:rPr>
        <w:t xml:space="preserve"> ...</w:t>
      </w:r>
      <w:r w:rsidR="00891061">
        <w:rPr>
          <w:rStyle w:val="libBold2Char"/>
          <w:rFonts w:hint="cs"/>
          <w:rtl/>
        </w:rPr>
        <w:t>»</w:t>
      </w:r>
      <w:r w:rsidR="00477F4F"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أصحابنا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وبُعث مِخْنف بن سليم على إصبهان وهمذان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وعُزل عنها جرير بن عبدالله البجلي</w:t>
      </w:r>
      <w:r w:rsidR="00CA2C7E">
        <w:rPr>
          <w:rFonts w:hint="cs"/>
          <w:rtl/>
        </w:rPr>
        <w:t xml:space="preserve"> ...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أراد المسير إلى الشام كتب إلى عمّاله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فكتب إلى مِخْنف بن سليم كتاباً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كتبه عبيد الله بن أبي رافع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سنة 3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7هـ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فاستعمل مِخْنف على عمله رجلين من قومه وأقبل حتّى شهد مع علي صفّين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وكان مِخْنف بن سليم عن الأزد وبجيلة والأنصار وخزاعة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وكان مِخْنف يُساير عليّ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ببابل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وروى عن أشياخ من الأزد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مِخْنف بن سليم لمّا ندب أزد العراق إلى أزد الشام عظم عليه ذلك وكره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 فعظّمه وكرّهه إليهم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ولنا في حديث أبي مِخْنف عن عمّ أبيه محمّد بن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حيث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كنت مع أبي مِخْنف بن سليم يومئذٍ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ابن سبع عشرة سنة</w:t>
      </w:r>
      <w:r w:rsidRPr="007745E6">
        <w:rPr>
          <w:rStyle w:val="libFootnotenumChar"/>
          <w:rFonts w:hint="cs"/>
          <w:rtl/>
        </w:rPr>
        <w:t>(7)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استفادة كبرى</w:t>
      </w:r>
      <w:r w:rsidR="00891061">
        <w:rPr>
          <w:rFonts w:hint="cs"/>
          <w:rtl/>
        </w:rPr>
        <w:t>: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فانّ ظاهر هذا الخبر أنّ سعيداً كان أصغر من أخيه محمّد فلمْ يشهد صفّين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نقل خبره عن أخيه محمّد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وهذا الخبر يدلّ على أنّ محمّد بن مِخْنف وُلد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20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="00CA2C7E">
        <w:rPr>
          <w:rFonts w:hint="cs"/>
          <w:rtl/>
        </w:rPr>
        <w:t xml:space="preserve"> فيكون أخوه سعيد جدّ لوط أيضاً</w:t>
      </w:r>
      <w:r>
        <w:rPr>
          <w:rFonts w:hint="cs"/>
          <w:rtl/>
        </w:rPr>
        <w:t xml:space="preserve"> قريباً 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فيكون الذي من أصحاب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جدّ لوط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سعيد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حتّى أبوه يحيى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فنقول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على أقلّ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وقعة صفّين / 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المدنى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المصدر السّابق / 11.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المصدر السّابق / 104.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صفّين / 117.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المصدر السّابق / 135.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(6)</w:t>
      </w:r>
      <w:r w:rsidRPr="009D48C8">
        <w:rPr>
          <w:rFonts w:hint="cs"/>
          <w:rtl/>
        </w:rPr>
        <w:t xml:space="preserve"> المصدر السّابق / 262.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وفي تقريب التهذيب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أنّه استشهد بعين الوردة مع التوّابين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64هـ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وهو غلط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(7) الطبري 4 / 246.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تقدير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ليكن سعيد قد تزوّج وأنجب ابنه يحيى في العشرين من عمره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في سنة 40 هـ </w:t>
      </w:r>
      <w:r w:rsidRPr="007745E6">
        <w:rPr>
          <w:rStyle w:val="libFootnotenumChar"/>
          <w:rFonts w:hint="cs"/>
          <w:rtl/>
        </w:rPr>
        <w:t>(1)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فلا مجال بعدُ لوجود لوط قطعاً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مجال لعدّ يحيى في أصحاب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ولنفترض أنّ يحيى أبا لوط أيضاً تزوّج وأنجب في العشرين من عمره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في سنة 60 هـ هذا أقلّ ما يكون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ولنفترض أنّه بدأ بسماع الحديث في العشرين من عمره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في سنة 80 هـ وأنّه جمع أحاديث كتابه هذا في غضون عشرين سنة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فرغ من تأليفه قرب المئة الأولى للهجرة</w:t>
      </w:r>
      <w:r w:rsidR="00CA2C7E">
        <w:rPr>
          <w:rFonts w:hint="cs"/>
          <w:rtl/>
        </w:rPr>
        <w:t xml:space="preserve"> ...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ولكن يبعد جدّاً أن يكون قد كتبه وأملاه على النّاس إذ ذاك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وتدوين الحديث بعدُ مكروه جدّاً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ممنوع فضلاً عن التاريخ والسّلطة بعدُ مروانيّة اُمويّة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والظروف للشيعة وأخبارهم ظروف خوف وتقيّة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ولنا في إشارة أبي مِخْنف في خبر دخول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الكوفة إلى دار المختار بن أبي عبيد الثقفي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بقوله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وهي التي تدعى اليوم دار مسلم بن المسيّب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إفادة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ألّف كتابه في المقتل في حدود الثلاثينات بعد المئة من الهجرة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حيث إنّ مسلم بن مسيّب هذا كان في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129هـ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عامل ابن عمر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9D48C8">
        <w:rPr>
          <w:rFonts w:hint="cs"/>
          <w:rtl/>
        </w:rPr>
        <w:t xml:space="preserve"> فكيف يكون يحيى أبو أبي مِخْنف من أصحاب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كما ذكر الشيخ الطوسي </w:t>
      </w:r>
      <w:r w:rsidR="009C3823" w:rsidRPr="009C3823">
        <w:rPr>
          <w:rStyle w:val="libAlaemChar"/>
          <w:rFonts w:hint="cs"/>
          <w:rtl/>
        </w:rPr>
        <w:t>قدس‌سره</w:t>
      </w:r>
      <w:r w:rsidRPr="009D48C8">
        <w:rPr>
          <w:rFonts w:hint="cs"/>
          <w:rtl/>
        </w:rPr>
        <w:t xml:space="preserve"> في كتابيه</w:t>
      </w:r>
      <w:r w:rsidR="00891061">
        <w:rPr>
          <w:rFonts w:hint="cs"/>
          <w:rtl/>
        </w:rPr>
        <w:t>؟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وقد سبقنا إلى هذا القول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الفاضل الحائري في كتابه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منتهى المقال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فاستدلّ على عدم ملاقاة أبي مِخْنف لأمير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وضعّف قول الشيخ الطوسي في كتابيه بدرك يحيى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أبي لوط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بدليل أنّ جدّ أبيه مِخْنف بن سليم كان من أصحابه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كما صرح به الشيخ وغيره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قائلاً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إنّ ذلك ممّا يشهد للشيخ بعدم درك لوط إيّاه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بل لعلّه يضعّف درك أبيه يحيى أيضاً إيّاه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إنتهى</w:t>
      </w:r>
      <w:r w:rsidR="00891061">
        <w:rPr>
          <w:rFonts w:hint="cs"/>
          <w:rtl/>
        </w:rPr>
        <w:t>.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 xml:space="preserve">فكون أبي مِخْنف من أصحاب الأمير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7745E6" w:rsidRPr="009D48C8">
        <w:rPr>
          <w:rFonts w:hint="cs"/>
          <w:rtl/>
        </w:rPr>
        <w:t xml:space="preserve"> - </w:t>
      </w:r>
      <w:r w:rsidRPr="009D48C8">
        <w:rPr>
          <w:rFonts w:hint="cs"/>
          <w:rtl/>
        </w:rPr>
        <w:t>كما ذكره الكشّي</w:t>
      </w:r>
      <w:r w:rsidR="007745E6" w:rsidRPr="009D48C8">
        <w:rPr>
          <w:rFonts w:hint="cs"/>
          <w:rtl/>
        </w:rPr>
        <w:t xml:space="preserve"> - </w:t>
      </w:r>
      <w:r w:rsidRPr="009D48C8">
        <w:rPr>
          <w:rFonts w:hint="cs"/>
          <w:rtl/>
        </w:rPr>
        <w:t>غير ممكن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ولا موجب لِمَا صدر من الشيخ الغفاري في مقدّمة مقتله من الاستدلال لإمكان اجتماع أبي مِخْنف حتّى مع جدّ أبيه مِخْنف بن سليم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بكون عمر لوط خمس عشرة وعمر أبيه يحيى خمساً وثلاثين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وعمر جدّه سعيد خمساً وخمسين وجدّ أبيه مِخْنف بن سليم خمساً وسبعين سنة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فإنّ فيه ما عرفت من خبر أبي مِخْنف عن عمّ أبيه محمّد بن مِخْنف أنّه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كان له يوم صفّين سبع عشرة سنة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وأنّ أخاه سعيداً لمْ يكن أكبر منه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بل أصغر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ولذلك لمْ يشهد صفّين وإنّما نقل خبره عن أخيه محمّد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فيكون عمره زهاء خمس عشرة سنة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لا خمساً وخمسين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على شيراز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7 / 72 وهو عهد ضعف الاُمويّين وقيام العباسيّين بالدعوة إلى الرضا من أهل البيت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والطلب بثارات الحسين وأهل بيته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ومن يدري لعلّ دعاة العباسيّين دعوا أبا مِخْنف إلى تأليف أخبار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لتأييد دعوتهم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لمّا بلغوا ما أرادوا تركوه ومقتله كما تركوا أهل البيت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حاربوهم</w:t>
      </w:r>
      <w:r w:rsidR="00891061">
        <w:rPr>
          <w:rFonts w:hint="cs"/>
          <w:rtl/>
        </w:rPr>
        <w:t>.</w:t>
      </w:r>
    </w:p>
    <w:p w:rsidR="00477F4F" w:rsidRPr="009D48C8" w:rsidRDefault="00477F4F" w:rsidP="009D48C8">
      <w:pPr>
        <w:pStyle w:val="Heading2"/>
        <w:rPr>
          <w:rtl/>
        </w:rPr>
      </w:pPr>
      <w:bookmarkStart w:id="9" w:name="_Toc372370891"/>
      <w:bookmarkStart w:id="10" w:name="06"/>
      <w:r w:rsidRPr="009D48C8">
        <w:rPr>
          <w:rFonts w:hint="cs"/>
          <w:rtl/>
        </w:rPr>
        <w:t>مصنّفاته</w:t>
      </w:r>
      <w:r w:rsidR="00891061">
        <w:rPr>
          <w:rFonts w:hint="cs"/>
          <w:rtl/>
        </w:rPr>
        <w:t>:</w:t>
      </w:r>
      <w:bookmarkEnd w:id="9"/>
      <w:r w:rsidRPr="009D48C8">
        <w:rPr>
          <w:rFonts w:hint="cs"/>
          <w:rtl/>
        </w:rPr>
        <w:t xml:space="preserve"> </w:t>
      </w:r>
      <w:bookmarkEnd w:id="10"/>
    </w:p>
    <w:p w:rsidR="00477F4F" w:rsidRDefault="00477F4F" w:rsidP="009D48C8">
      <w:pPr>
        <w:pStyle w:val="Heading3"/>
        <w:rPr>
          <w:rtl/>
        </w:rPr>
      </w:pPr>
      <w:bookmarkStart w:id="11" w:name="_Toc372370892"/>
      <w:r>
        <w:rPr>
          <w:rFonts w:hint="cs"/>
          <w:rtl/>
        </w:rPr>
        <w:t>ذكر الشيخ النّجاشي له من المصنّفات</w:t>
      </w:r>
      <w:r w:rsidR="00891061">
        <w:rPr>
          <w:rFonts w:hint="cs"/>
          <w:rtl/>
        </w:rPr>
        <w:t>:</w:t>
      </w:r>
      <w:bookmarkEnd w:id="11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كتاب المغازي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الردّة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فتوح الإسلام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فتوح العراق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فتوح خراسان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الشورى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قتل عثمان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الجمل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صفّين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الحكمين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النّهروان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الغارات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محمّد بن أبي بكر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مقتل محمّد بن أبي بكر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مقتل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مقتل حجر بن عدي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مقتل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ابن الحنفيّة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الحجّاج بن يوسف الثقفي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يوسف بن عمير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شبيب الخارجي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مطرّف بن مغيره بن شعبة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الحريث بن الأسدي النّاجي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أخبار آل مِخْنف بن سليم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ذكر طريقه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تلميذه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هشام الكلبي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 له الشيخ الطوسي في الفهرست بعض هذه الكتب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أضاف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وله كتاب خطبة الزهراء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ذكر طريقه إليه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رجال النّجاشي / 224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الحجرية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الهند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الفهرست / 155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وذكر له ابن النّديم في الفهرس بعض هذه الكتب وعدّ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منها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ومن الملاحظ عليه في قائمة كتبه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كان جلّ جهده موجّهاً إلى التصنيف في أخبار الشيعة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أخبار الكوفة بالخصوص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فيها كتاب في أخبار بني أميّة أو بني مروان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فيها كتاب عن قيام أبي مسلم الخراساني والدولة العبّاسيّة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مع أنّه توفّي بعد كلّ هذا بخمس وعشرين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158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آخر ما نرى في قائمة كتبه من تواريخه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كتاب أخبار الحجاج بن يوسف الثقفي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وأخباره تنتهي بموته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95هـ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أنّ الطبري يروي عنه في تاريخه أخباراً إلى أواخر أيام الاُمويّين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وبالتعيين إلى حوادث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132هـ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والملاحظ في أخباره المتناثرة في الكتب ولا سيّما في الطبري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يروي كثيراً 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أبيه أو عمّه أو أحد بني عمومته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أشياخه من حيّ الأزد من الكوفيّين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وهذا يدلّنا على أنّ كثرة وجود الأخبار في قومه هو الذي بعثه على جمعها وتأليف الكتب منه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ولهذا نراه قد اقتصر على أخبار الكوفيّين حتّى أنّه عُدّ فيها أعلم من غيره بها</w:t>
      </w:r>
      <w:r w:rsidR="00891061">
        <w:rPr>
          <w:rFonts w:hint="cs"/>
          <w:rtl/>
        </w:rPr>
        <w:t>.</w:t>
      </w:r>
    </w:p>
    <w:p w:rsidR="00477F4F" w:rsidRDefault="00477F4F" w:rsidP="009D48C8">
      <w:pPr>
        <w:pStyle w:val="Heading3"/>
        <w:rPr>
          <w:rtl/>
        </w:rPr>
      </w:pPr>
      <w:bookmarkStart w:id="12" w:name="_Toc372370893"/>
      <w:bookmarkStart w:id="13" w:name="07"/>
      <w:r>
        <w:rPr>
          <w:rFonts w:hint="cs"/>
          <w:rtl/>
        </w:rPr>
        <w:t>مذهبه ووثاقته</w:t>
      </w:r>
      <w:r w:rsidR="00891061">
        <w:rPr>
          <w:rFonts w:hint="cs"/>
          <w:rtl/>
        </w:rPr>
        <w:t>:</w:t>
      </w:r>
      <w:bookmarkEnd w:id="12"/>
      <w:r>
        <w:rPr>
          <w:rFonts w:hint="cs"/>
          <w:rtl/>
        </w:rPr>
        <w:t xml:space="preserve"> </w:t>
      </w:r>
      <w:bookmarkEnd w:id="1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والملاحظ في أخباره عامّة أيضاً أنّه لمْ يروِ عن الإمام زين العابدين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ت 95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عن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ت 115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مباشرةً ولا خبراً واحداً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روى عن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بواسطة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 الإمام علي بن الحسين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) بواسطتين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وله بضع روايات عن الإمام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انظر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7 / 417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خروج محمّد بن خالد بالكوفة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132هـ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انظر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5 / 448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خبر مقتل الرضيع في الطبري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انظر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5 / 488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خبر ليلة عاشوراء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eastAsia="Calibri"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ت 148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بلا واسطة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وهذا ممّا يؤيده النّجاشي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ره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إذ 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وقِيل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إنّه روى عن أبي جعفر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يصح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يروِ عن الإمام موسى بن جعفر الكاظم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مع أنّه عاش بعد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ت 148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معاصراً للإمام الكاظم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عشر سنين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ولهذا لمْ يعدّه أحد من أصحابه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وهذا ممّا قد يدلّنا على أنّّه لمْ يكن شيعيّاً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ومن صحابة الأئمة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بالمعنى المصطلح الشيعي الإمامي الذي يعبّر عنه العامّة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بـ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الرافضي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كان شيعيّاً في الرأي والهوى كأكثر الكوفيّين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غير رافض لمذهب عامّة المسلمين آنذاك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وقد يكون ممّا يؤيد هذا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أحداً من العامّة لمْ يرمه بالرفض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هو المعروف من مصطلحهم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أنّهم لا يقصدون بالتشيّع سوى الميل إلى أهل البيت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وأمّا من علموا منه اتّباع أهل البيت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مذهبه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فإنّهم يرمونه بالرفض لا التشيّع فحسب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وهذا هو الفارق في مصطلحهم بين الموردين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فيه الذهبي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أخباري تالف لا يُوثق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تركه أبو حاتم وغيره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معين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ليس بثقة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مرّة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ليس بشيء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عدي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شيعي محترق صاحب أخبارهم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يرمه أحد منهم بالرفض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بينما نراهم يرمون مَن ثبت أنّه على مذهب أهل البيت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بالرفض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ويصرّح ابن أبي الحديد بهذا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وأبو مِخْنف من المحدّثين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وممّن يرى صحّة الإمامة بالإختيار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من الشيعة ولا معدوداً من رجاله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انظر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5 / 453</w:t>
      </w:r>
      <w:r w:rsidR="007745E6" w:rsidRPr="0088444F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خبر مصرع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224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الحجرية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الهند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ميزان الاعتدال 3 / 420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الحلبي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والمحترق بمعنى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المتعصب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جاء في الميزان بشأن الحارث بن حصيرة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هو من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المحترقين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وليس المخترق كما قد يتوهم</w:t>
      </w:r>
      <w:r w:rsidR="00891061">
        <w:rPr>
          <w:rFonts w:hint="cs"/>
          <w:rtl/>
        </w:rPr>
        <w:t>.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</w:t>
      </w:r>
      <w:r w:rsidRPr="009D48C8">
        <w:rPr>
          <w:rFonts w:hint="cs"/>
          <w:rtl/>
        </w:rPr>
        <w:t xml:space="preserve"> تأسيس الشيعة / 23 5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ط بغداد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وقد عدّدت موارد رواية الطبري عن أبي مِخْنف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فكان زهاء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400) مورداً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كما في فهرس الأعلام 7 / 417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ط دار المعارف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آخرها في خروج محمّد بن خالد بالكوفة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132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نقل هذا السيّد الصدر في تأسيس الشيعة لعلوم الإسلام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علّق عليه يقول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يرمونه بغير التشيّع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عند أهل العلم منهم لا ينافي الوثاقة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اعتمد عليه أئمة السنّة كأبي جرير الطبري وابن الأثير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خصوصاً ابن جرير قد شحن تاريخه الكبير من رواية أبي مِخْنف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وقد عقد الإمام شرف الدين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في كتابه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المراجعات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فصلاً خاصاً عدّ فيه مئة من رجال الشيعة في أسناد السنّة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حتّى صحاحهم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وعيّن مواضعه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وخلاصة القول فيه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لا ينبغي التأمّل في كونه شيعيّاً لا إماميّ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صرّح به ابن أبي الحديد فهو كلام متين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عدّه بعض العامّة شيعيّاً على ما تعوّدوا عليه بالنّسبة إلى من يميل إلى أهل البيت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بالمودّة والمحبّة والهوى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يصرّح أحد من علماء الشيعة السّابقين بتشيّعه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وصفه النّجاشي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وهو خرّيت هذا الفن بأنّه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شيخ أصحاب الأخبار بالكوفة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شيخ أصحابنا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حتّى شيخ أصحاب أخبارنا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ولا عجب في تصريح ابن أبي الحديد بذلك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يروي عنه أرجازاً في وقعة الجمل في وصاية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نقله لهذه الأراجيز لا يشهد بأكثر من تشيّعه في الرأي والهوى لا العقيدة بالإمامة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يروي ذلك كثير من أهل السنّة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والخلاصة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كون الرجل شيعيّاً ممّا لا ينبغي الريب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أمّا كونه إماميّاً فلا دليل عليه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  <w:r w:rsidR="00477F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تأسيس الشيعة / 235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بغداد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المراجعات / 16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17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52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118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الصادق</w:t>
      </w:r>
      <w:r w:rsidR="00891061">
        <w:rPr>
          <w:rFonts w:hint="cs"/>
          <w:rtl/>
        </w:rPr>
        <w:t>.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وأحسن ما قال فيه أصحابنا هو ما مدحه به النّجاشي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شيخ أصحاب الأخبار بالكوفة ووجههم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يسكن إلى ما يرويه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فهو مدح معتدّ به يثبت به حسنه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ولذا عدّ أخباره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الوجيزة والبلغة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والحاوي وغيرها من الحسان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14" w:name="_Toc372370894"/>
      <w:bookmarkStart w:id="15" w:name="08"/>
      <w:r w:rsidRPr="009D48C8">
        <w:rPr>
          <w:rFonts w:hint="cs"/>
          <w:rtl/>
        </w:rPr>
        <w:t>هشام الكلبي</w:t>
      </w:r>
      <w:r w:rsidR="00891061">
        <w:rPr>
          <w:rFonts w:hint="cs"/>
          <w:rtl/>
        </w:rPr>
        <w:t>:</w:t>
      </w:r>
      <w:bookmarkEnd w:id="14"/>
      <w:r w:rsidRPr="009D48C8">
        <w:rPr>
          <w:rFonts w:hint="cs"/>
          <w:rtl/>
        </w:rPr>
        <w:t xml:space="preserve"> </w:t>
      </w:r>
      <w:bookmarkEnd w:id="1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الشيخ النّجاشي وسرد نسبه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العالم بالأيّام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المشهور بالفضل والعلم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يختصّ بمذهبنا وله الحديث المشهور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اعتللت علّة عظيمة نسيت علمي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فجئت إلى جعفر بن محمّد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فسقاني العلم في كأس فعاد إليّ علمي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وكان أبو عبدالله يقرّبه ويدنيه وينشّطه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وله كتب كثيرة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ثمّ عدّ كتبه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وذكر طريقه إليه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وعدّ من كتبه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ولعلّه هو ما يرويه أو أكثره عن شيخه أبي مِخْنف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ومن الغريب أنّ الشيخ الطوسي نقل في مختاره من رجال الكشّي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أنّه 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الكلبي من رجال العامّة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إلاّ أنّ له ميلاً ومحبّة شديدة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وقد قِيل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إنّ الكلبي كان مستور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في التقيّة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ولمْ يكن مخالف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305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الحجرية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الهند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9D48C8" w:rsidRDefault="00477F4F" w:rsidP="00567151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9D48C8">
        <w:rPr>
          <w:rFonts w:hint="cs"/>
          <w:rtl/>
        </w:rPr>
        <w:t xml:space="preserve"> ص / 390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ح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733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ط مشهد</w:t>
      </w:r>
      <w:r w:rsidR="00891061">
        <w:rPr>
          <w:rFonts w:hint="cs"/>
          <w:rtl/>
        </w:rPr>
        <w:t>.</w:t>
      </w:r>
      <w:r w:rsidR="00567151">
        <w:rPr>
          <w:rFonts w:hint="cs"/>
          <w:rtl/>
        </w:rPr>
        <w:t xml:space="preserve"> </w:t>
      </w:r>
      <w:r w:rsidRPr="009D48C8">
        <w:rPr>
          <w:rFonts w:hint="cs"/>
          <w:rtl/>
        </w:rPr>
        <w:t>ولا يُخفى أنّ بناء علمائنا الرجإليّين على تقديم قول النّجاشي عند المعارضة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فقد قال الشهيد </w:t>
      </w:r>
      <w:r w:rsidR="009C3823" w:rsidRPr="009C3823">
        <w:rPr>
          <w:rStyle w:val="libAlaemChar"/>
          <w:rFonts w:hint="cs"/>
          <w:rtl/>
        </w:rPr>
        <w:t>قدس‌سره</w:t>
      </w:r>
      <w:r w:rsidRPr="009D48C8">
        <w:rPr>
          <w:rFonts w:hint="cs"/>
          <w:rtl/>
        </w:rPr>
        <w:t xml:space="preserve"> في المسالك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وظاهر حال النّجاشي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إنّه أضبط الجماعة وأعرفهم بحال الرواة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وقال سبطه في شرح الاستبصار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والنّجاشي مقدّم على الشيخ في هذه المقامات كما يعلم بال ممّا ممّا رسة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وقال شيخه المحقق لأسترابادي في الرجال الكبير في ترجمة سليمان بن صالح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ولا يُخفى تخالف ما بين طريقي الشيخ والنّجاشي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ولعلّ النّجاشي أثبت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وقال السيّد بحر العلوم في الفوائد الرجإليّة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أحمد بن علي النّجاشي أحد المشايخ الثبات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والعدول الأثبات من أعظم أركان الجرح والتعديل وأعلم علماء هذا السبيل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أجمع علماؤنا على الاعتماد عليه وأطبقوا على الاستناد في أحوال الرجال إليه</w:t>
      </w:r>
      <w:r w:rsidR="00CA2C7E">
        <w:rPr>
          <w:rFonts w:hint="cs"/>
          <w:rtl/>
        </w:rPr>
        <w:t xml:space="preserve"> ...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وبتقديمه صرّح جماعة من الأصحاب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نظراً إلى كتابه الذي لا نظير له في هذا الباب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والظاهر أنّه الصواب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lastRenderedPageBreak/>
        <w:t>ثم لم يذكره الشيخ في الرجال ولا في الفهرست إلاّ طريقاً لمَا يرويه من كتب أبي مِخْنف</w:t>
      </w:r>
      <w:r w:rsidRPr="00301744">
        <w:rPr>
          <w:rStyle w:val="libFootnotenumChar"/>
          <w:rFonts w:hint="cs"/>
          <w:rtl/>
        </w:rPr>
        <w:t>(1)</w:t>
      </w:r>
      <w:r w:rsidR="00891061" w:rsidRPr="00A04DDF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ولعلّ السبب في ذلك يرجع إلى أنّ كتبه التي كانت تخصّ تاريخ الشيعة هي ما يرويه عن شيخه أبي مِخْنف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وأمّا سائر كتبه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فليس فيها ما يخصّ تاريخ الشيعة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وقد نصّ كثير من علماء السير والتراجم من العامّة على علمه وحفظه تشيّعه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قال ابن خلكان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كان واسع الرواية لأيّام النّاس وأخبارهم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وكان أعلم النّاس بعلم الأنساب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وكان من الحفّاظ المشاهير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توفّي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206 هـ</w:t>
      </w:r>
      <w:r w:rsidR="0004730E">
        <w:rPr>
          <w:rFonts w:hint="cs"/>
          <w:rtl/>
        </w:rPr>
        <w:t>)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وقال أبو أحمد بن عدي في كتابه الكامل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للكلبي أحاديث صالحة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ورضوه في التفسير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وهو معروف به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بل ليس لأحد تفسير أطول منه ولا أشبع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وهو يفضّل على مقاتل بن سليمان</w:t>
      </w:r>
      <w:r w:rsidR="00891061">
        <w:rPr>
          <w:rFonts w:hint="cs"/>
          <w:rtl/>
        </w:rPr>
        <w:t>؛</w:t>
      </w:r>
      <w:r w:rsidRPr="00477F4F">
        <w:rPr>
          <w:rFonts w:hint="cs"/>
          <w:rtl/>
        </w:rPr>
        <w:t xml:space="preserve"> لمَا في مقاتل من المذاهب الرديئة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وذكره ابن حبّان في الثقات</w:t>
      </w:r>
      <w:r w:rsidRPr="00301744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16" w:name="09"/>
      <w:bookmarkStart w:id="17" w:name="_Toc372370895"/>
      <w:r w:rsidRPr="009D48C8">
        <w:rPr>
          <w:rFonts w:hint="cs"/>
          <w:rtl/>
        </w:rPr>
        <w:t>هذا المقتل المتداول</w:t>
      </w:r>
      <w:r w:rsidR="00891061">
        <w:rPr>
          <w:rFonts w:hint="cs"/>
          <w:rtl/>
        </w:rPr>
        <w:t>:</w:t>
      </w:r>
      <w:bookmarkEnd w:id="16"/>
      <w:bookmarkEnd w:id="17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تتداول الأيدي والمطابع في هذه العهود المتأخّرة كتاباً في مقتل الحسين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هذا وقد صرّح النّجاشي في كتابه في ترجمة الشيخ الكشّي يقول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كان ثقةً عيناً</w:t>
      </w:r>
      <w:r w:rsidR="00CA2C7E">
        <w:rPr>
          <w:rFonts w:hint="cs"/>
          <w:rtl/>
        </w:rPr>
        <w:t xml:space="preserve"> ...</w:t>
      </w:r>
      <w:r w:rsidRPr="009D48C8">
        <w:rPr>
          <w:rFonts w:hint="cs"/>
          <w:rtl/>
        </w:rPr>
        <w:t xml:space="preserve"> له كتاب الرجال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كثير العلم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وفيه أغلاط كثيرة</w:t>
      </w:r>
      <w:r w:rsidR="00CA2C7E">
        <w:rPr>
          <w:rFonts w:hint="cs"/>
          <w:rtl/>
        </w:rPr>
        <w:t xml:space="preserve"> ...</w:t>
      </w:r>
      <w:r w:rsidRPr="009D48C8">
        <w:rPr>
          <w:rFonts w:hint="cs"/>
          <w:rtl/>
        </w:rPr>
        <w:t xml:space="preserve"> صحب العيّاشي وأخذ عنه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وروى عن الضعفاء / 363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وقال في ترجمة العيّاشي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ثقة صدوق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عين من عيون هذه الطائفة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وكان في أوّل أمره عامّي المذهب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ثمّ تبصّر وكان يروي عن الضعفاء كثيراً / 247</w:t>
      </w:r>
      <w:r w:rsidR="00891061">
        <w:rPr>
          <w:rFonts w:hint="cs"/>
          <w:rtl/>
        </w:rPr>
        <w:t>.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فلعلّ الكشّي أخذ قوله هذا من العيّاشي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وهو قال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بأنّ الكلبي من العامّة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لكونه هو عاميّاً بادئ أمره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وأنّ الكلبي كان مستوراً يعمل بالتقيّة كما ذكره الكشّي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155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9D48C8">
        <w:rPr>
          <w:rFonts w:hint="cs"/>
          <w:rtl/>
        </w:rPr>
        <w:t xml:space="preserve"> وقد نقل الطبري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عن الكلبي في تاريخه في ثلاثمئة وثلاثين مورداً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ومع ذلك لمْ يتعرّض لترجمته في ذيل المذيّل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وإنّما ذكر أباه / 101، فقال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إنّ جدّه بشر بن عمرو الكلبي وبنيه السّائب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وعبيد وعبد الرحمن شهدوا الجمل وصفّين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لسان الميزان 2 / 359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35755E" w:rsidP="00477F4F">
      <w:pPr>
        <w:pStyle w:val="libNormal"/>
        <w:rPr>
          <w:rtl/>
        </w:rPr>
      </w:pPr>
      <w:r w:rsidRPr="0035755E">
        <w:rPr>
          <w:rStyle w:val="libAlaemChar"/>
          <w:rFonts w:hint="cs"/>
          <w:rtl/>
        </w:rPr>
        <w:lastRenderedPageBreak/>
        <w:t>عليه‌السلام</w:t>
      </w:r>
      <w:r w:rsidR="00477F4F">
        <w:rPr>
          <w:rFonts w:hint="cs"/>
          <w:rtl/>
        </w:rPr>
        <w:t xml:space="preserve"> نسب إلى أبي مِخْنف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ومن العلوم الواضح أنّه ليس لأبي مِخْنف، وإنما هو من جمع جامع غير أبي مِخْنف، ولا يُدرى بالضبط متى</w:t>
      </w:r>
      <w:r w:rsidR="00891061">
        <w:rPr>
          <w:rFonts w:hint="cs"/>
          <w:rtl/>
        </w:rPr>
        <w:t>؟</w:t>
      </w:r>
      <w:r w:rsidR="00477F4F">
        <w:rPr>
          <w:rFonts w:hint="cs"/>
          <w:rtl/>
        </w:rPr>
        <w:t xml:space="preserve"> وأين</w:t>
      </w:r>
      <w:r w:rsidR="00891061">
        <w:rPr>
          <w:rFonts w:hint="cs"/>
          <w:rtl/>
        </w:rPr>
        <w:t>؟</w:t>
      </w:r>
      <w:r w:rsidR="00477F4F">
        <w:rPr>
          <w:rFonts w:hint="cs"/>
          <w:rtl/>
        </w:rPr>
        <w:t xml:space="preserve"> وممّن وُجد هذا الكتاب</w:t>
      </w:r>
      <w:r w:rsidR="00891061">
        <w:rPr>
          <w:rFonts w:hint="cs"/>
          <w:rtl/>
        </w:rPr>
        <w:t>؟</w:t>
      </w:r>
      <w:r w:rsidR="00477F4F">
        <w:rPr>
          <w:rFonts w:hint="cs"/>
          <w:rtl/>
        </w:rPr>
        <w:t xml:space="preserve"> ومتى طُبع لأوّل مرّة</w:t>
      </w:r>
      <w:r w:rsidR="00891061">
        <w:rPr>
          <w:rFonts w:hint="cs"/>
          <w:rtl/>
        </w:rPr>
        <w:t>؟.</w:t>
      </w:r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 xml:space="preserve">يقول الإمام شرف الدين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قدّه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ولا يُخفى أنّ الكتاب المتداول في مقتله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المنسوب إلى أبي مِخْنف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قد اشتمل على كثير من الأحاديث التي لا علم لأبي مِخْنف به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وإنّما هي مكذوبة على الرجل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وقد كثرت عليه الكذّابة وهذا شاهد على جلالته</w:t>
      </w:r>
      <w:r w:rsidRPr="009D48C8">
        <w:rPr>
          <w:rStyle w:val="libFootnotenumChar"/>
          <w:rFonts w:hint="cs"/>
          <w:rtl/>
        </w:rPr>
        <w:t>(1)</w:t>
      </w:r>
      <w:r w:rsidRPr="00477F4F">
        <w:rPr>
          <w:rFonts w:hint="cs"/>
          <w:rtl/>
        </w:rPr>
        <w:t xml:space="preserve">.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وقال المحدّث القميّ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وليعلم إنّ لأبي مِخْنف كتباً كثيرةً في التاريخ والسير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منها كتاب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الذي نقل عنه أعاظم العلماء المتقدّمين واعتمدوا عليه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ولكن للأسف أنّه فُقد ولا يوجد منه نسخة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وأمّا المقتل الذي بأيدينا وينسب إليه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فليس له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بل ولا لأحد من المؤرخين المعتمدين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ومن أراد تصديق ذلك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فليقابل ما في هذا المقتل وما نقله الطبري وغيره عنه حتّى يعلم ذلك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وقد بيّنت ذلك في نفس المهموم في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طرمّاح بن عدي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العالم</w:t>
      </w:r>
      <w:r w:rsidRPr="009D48C8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فلمْ يكن لي بدّ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وأنّا أريد تحقيق الكتاب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أنْ أنظر ما في هذا المقتل الموضوع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فمن المقطوع به أنّ الكتاب من جمع جامع غير أبي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يُدري مَن هو هذا الجامع ومتى جمعه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والذي يبدو لي أنّه كان من العرب المتأخّرين غير عارف بالتاريخ والحديث والرجال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وحتّى الأدب العربي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يستعمل في الكتاب كلمات هي من استعمال العرب المتأخّرين باللغة الدارجة العاميّة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والكتاب يشتمل على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مئة وخمسين حديثاً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يتخلّلها ستّ أحاديث مرسلة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مؤلّفو الشيعة في صدر الإسلام / 42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النّجاح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الكِنى والألقاب 1 / 148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ونفس المهموم / 195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ومقدمته / 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بصيرتي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فحديث عن الإمام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49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وآخر عن عبد الله بن العبّاس /94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وثالث عن عمارة بن سليمان عن حميد بن مسلم / 82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ورابع عمّن يُدعى عبد الله بن قيس / 96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وخامس عمّن يُدعى عمّار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ومرفوعة عن الكليني المتوفّى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ت 329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لاتوجد في الكافي / 70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ويبتدئ من بعد الحديث 105</w:t>
      </w:r>
      <w:r w:rsidRPr="009D48C8">
        <w:rPr>
          <w:rStyle w:val="libFootnotenumChar"/>
          <w:rFonts w:hint="cs"/>
          <w:rtl/>
        </w:rPr>
        <w:t>(1)</w:t>
      </w:r>
      <w:r w:rsidRPr="00477F4F">
        <w:rPr>
          <w:rFonts w:hint="cs"/>
          <w:rtl/>
        </w:rPr>
        <w:t xml:space="preserve"> بإكثار النّقل عمّن يُدعى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سهل الشهرزوري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فيحشره مع </w:t>
      </w:r>
      <w:r w:rsidR="0035755E" w:rsidRPr="0035755E">
        <w:rPr>
          <w:rStyle w:val="libAlaemChar"/>
          <w:rFonts w:hint="cs"/>
          <w:rtl/>
        </w:rPr>
        <w:t>عليهم‌السلام</w:t>
      </w:r>
      <w:r w:rsidRPr="00477F4F">
        <w:rPr>
          <w:rFonts w:hint="cs"/>
          <w:rtl/>
        </w:rPr>
        <w:t xml:space="preserve"> من الكوفه إلى الشام وحتّى رجوعهم إلى المدينة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وينقل عنه 31 حديثاً مرسلاً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ويذكر منها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خبر سهل بن سعد السّاعدي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باسم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سهل بن سعيد الشهرزوري</w:t>
      </w:r>
      <w:r w:rsidRPr="009D48C8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وتبقى سائر أحاديث الكتاب منسوبة إلى أبي مِخْنف نفسه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138 حديثاً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والكتاب يشتمل على عدّة أغلاط فاحشة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هي كما يلي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18" w:name="_Toc372370896"/>
      <w:bookmarkStart w:id="19" w:name="10"/>
      <w:r w:rsidRPr="009D48C8">
        <w:rPr>
          <w:rFonts w:hint="cs"/>
          <w:rtl/>
        </w:rPr>
        <w:t>الأخطاء الفاحشة في هذا المقتل المتداول</w:t>
      </w:r>
      <w:r w:rsidR="00891061">
        <w:rPr>
          <w:rFonts w:hint="cs"/>
          <w:rtl/>
        </w:rPr>
        <w:t>:</w:t>
      </w:r>
      <w:bookmarkEnd w:id="18"/>
      <w:r w:rsidRPr="009D48C8">
        <w:rPr>
          <w:rFonts w:hint="cs"/>
          <w:rtl/>
        </w:rPr>
        <w:t xml:space="preserve"> </w:t>
      </w:r>
      <w:bookmarkEnd w:id="19"/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يُفاجأ القارئ البصير في أوّل سطر من أوّل صفحة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من هذا المقتل المتداول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بهذه الغلطة الفاضحة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حدّثنا أبو المنذر هشام عن محمّد بن سائب الكلبي</w:t>
      </w:r>
      <w:r w:rsidR="00891061">
        <w:rPr>
          <w:rFonts w:hint="cs"/>
          <w:rtl/>
        </w:rPr>
        <w:t>!</w:t>
      </w:r>
      <w:r w:rsidRPr="00477F4F">
        <w:rPr>
          <w:rFonts w:hint="cs"/>
          <w:rtl/>
        </w:rPr>
        <w:t xml:space="preserve"> فترى أبا مِخْنف هنا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وهو شيخ هشام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ناقلاً عن هشام تلميذه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وهو بدوره محدّثاً له عن أبيه محمّد بن السّائب الكلبي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فيا تُرى كمْ كان جامع هذا الكتاب جاهلاً بتراجم الرجال حتّى خفي عليه هذا</w:t>
      </w:r>
      <w:r w:rsidR="00891061">
        <w:rPr>
          <w:rStyle w:val="libFootnotenumChar"/>
          <w:rFonts w:hint="cs"/>
          <w:rtl/>
        </w:rPr>
        <w:t>!</w:t>
      </w:r>
      <w:r w:rsidRPr="00301744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  <w:r w:rsidR="00477F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102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123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CA2C7E">
      <w:pPr>
        <w:pStyle w:val="libFootnote"/>
        <w:rPr>
          <w:rtl/>
        </w:rPr>
      </w:pPr>
      <w:r w:rsidRPr="0088444F">
        <w:rPr>
          <w:rFonts w:hint="cs"/>
          <w:rtl/>
        </w:rPr>
        <w:t xml:space="preserve">(3) وقد روى مثله السيّد المرتضى </w:t>
      </w:r>
      <w:r w:rsidR="005D2685" w:rsidRPr="005D2685">
        <w:rPr>
          <w:rStyle w:val="libAlaemChar"/>
          <w:rFonts w:hint="cs"/>
          <w:rtl/>
        </w:rPr>
        <w:t>رحمه‌الله</w:t>
      </w:r>
      <w:r w:rsidRPr="0088444F">
        <w:rPr>
          <w:rFonts w:hint="cs"/>
          <w:rtl/>
        </w:rPr>
        <w:t xml:space="preserve"> في تنزيه الأنبياء / 171</w:t>
      </w:r>
      <w:r w:rsidR="007745E6" w:rsidRPr="0088444F">
        <w:rPr>
          <w:rFonts w:hint="cs"/>
          <w:rtl/>
        </w:rPr>
        <w:t xml:space="preserve"> -</w:t>
      </w:r>
      <w:r w:rsidRPr="0088444F">
        <w:rPr>
          <w:rFonts w:hint="cs"/>
          <w:rtl/>
        </w:rPr>
        <w:t xml:space="preserve"> ط قم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عمّن أسماه ابن العبّاس بن هشام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الكنود عبدالرحمن بن عبيد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فلعلّ جامع هذا الكتاب نقله عن كتاب السيّد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أو غيره بتصحيف وتحريف وزيادات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lastRenderedPageBreak/>
        <w:t>2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وتقلب بعد هذا ثلاثة من صحائف الكتاب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فتجده 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وروى الكليني في حديث</w:t>
      </w:r>
      <w:r w:rsidRPr="009D48C8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فليت شعري من هذا الذي يروي عن الكليني المتوفّى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329هـ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وقد توفّي أبو مِخْنف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158هـ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؟</w:t>
      </w:r>
      <w:r w:rsidRPr="00477F4F">
        <w:rPr>
          <w:rFonts w:hint="cs"/>
          <w:rtl/>
        </w:rPr>
        <w:t>! والرواية بعدُ غير موجودة في الكافي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3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ثمّ تقلب صفحات أخرى فتجده يقول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فأنفذ يزيد الكتاب إلى الوليد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وكان قدومه لعشرة أيّام خلون من شعبان</w:t>
      </w:r>
      <w:r w:rsidRPr="009D48C8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هذا وقد أجمع المؤرخون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ومنهم أبو مِخْنف برواية الطبري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على أنّ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دخل مكّة لثلاث خلون من شعبان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فكيف التوفيق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4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وينفرد في حديث مقتل مسلم بن عقيل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بنقل خبر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حُفر حفيرة له وقع فيها فأخذ مكتوفاً إلى ابن زياد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وأقبل عليهم لعين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وقال لهم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أنا أنصب لهم شرك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نحفر له بئراً في الطريق ونطمّه بالدغل والتراب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ونحمل عليه وننهزم قدّامه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وأرجو أنْ لا يفلت منه</w:t>
      </w:r>
      <w:r w:rsidRPr="009D48C8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5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وينفرد في حديث مقتل مسلم أيضاً بقوله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لمّا قُتل مسلم وهاني إنقطع خبرهما عن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فقلق قلقاً عظيماً فجمع أهله</w:t>
      </w:r>
      <w:r w:rsidR="00CA2C7E">
        <w:rPr>
          <w:rFonts w:hint="cs"/>
          <w:rtl/>
        </w:rPr>
        <w:t xml:space="preserve"> ...</w:t>
      </w:r>
      <w:r w:rsidRPr="00477F4F">
        <w:rPr>
          <w:rFonts w:hint="cs"/>
          <w:rtl/>
        </w:rPr>
        <w:t xml:space="preserve"> وأمرهم بالرحيل إلى المدينة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فخرجوا سايرين بين يديه إلى المدينة حتّى دخلوه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فأتى قبر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477F4F">
        <w:rPr>
          <w:rFonts w:hint="cs"/>
          <w:rtl/>
        </w:rPr>
        <w:t xml:space="preserve"> وبكى بكاءً شديداً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فهوّمت عيناه بالنّوم</w:t>
      </w:r>
      <w:r w:rsidRPr="009D48C8">
        <w:rPr>
          <w:rStyle w:val="libFootnotenumChar"/>
          <w:rFonts w:hint="cs"/>
          <w:rtl/>
        </w:rPr>
        <w:t>(4)</w:t>
      </w:r>
      <w:r w:rsidR="00891061" w:rsidRPr="00A04DDF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وليس لهذا الخبر أيّ أصل أو أثر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 أي كتاب أو سفر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6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 xml:space="preserve">وينفرد في حديث نزول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بكربلاء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بنقل خبر ركوب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سبعة أفراس ونزوله منها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وتوقفها وعدم تقدّمه</w:t>
      </w:r>
      <w:r w:rsidRPr="009D48C8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7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 xml:space="preserve">وينفرد بنقل حديث الإمام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ليلة العاشر من المحرّم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 يوم نزول الإمام بكربلاء</w:t>
      </w:r>
      <w:r w:rsidRPr="009D48C8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11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35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39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48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(6) ص / 49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lastRenderedPageBreak/>
        <w:t>8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وينفرد بذكر عدد عساكر ابن سعد في كربلاء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ثمانين ألف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9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وينفرد بنقل خطبة زهير بن القين يوم نزول العساكر بكربلاء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ثمّ أقبل على أصحابه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معاشر المهاجرين والأنصار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لا يغرّنّكم كلام هذا الكلب الملعون وأشباهه</w:t>
      </w:r>
      <w:r w:rsidR="00891061">
        <w:rPr>
          <w:rFonts w:hint="cs"/>
          <w:rtl/>
        </w:rPr>
        <w:t>!</w:t>
      </w:r>
      <w:r w:rsidRPr="00477F4F">
        <w:rPr>
          <w:rFonts w:hint="cs"/>
          <w:rtl/>
        </w:rPr>
        <w:t xml:space="preserve"> فإنّه لا يُنال شفاعة محمّد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إنّ قوماً قتلوا ذرّيّته وقتلوا مَن نصرهم</w:t>
      </w:r>
      <w:r w:rsidR="00891061">
        <w:rPr>
          <w:rFonts w:hint="cs"/>
          <w:rtl/>
        </w:rPr>
        <w:t>؛</w:t>
      </w:r>
      <w:r w:rsidRPr="00477F4F">
        <w:rPr>
          <w:rFonts w:hint="cs"/>
          <w:rtl/>
        </w:rPr>
        <w:t xml:space="preserve"> فإنّهم في جهنّم خالدون أبدا</w:t>
      </w:r>
      <w:r w:rsidRPr="00A04DDF">
        <w:rPr>
          <w:rFonts w:hint="cs"/>
          <w:rtl/>
        </w:rPr>
        <w:t>ً</w:t>
      </w:r>
      <w:r w:rsidRPr="00301744">
        <w:rPr>
          <w:rStyle w:val="libFootnotenumChar"/>
          <w:rFonts w:hint="cs"/>
          <w:rtl/>
        </w:rPr>
        <w:t>(2)</w:t>
      </w:r>
      <w:r w:rsidR="00891061" w:rsidRPr="00A04DDF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10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وينفرد بنقل خبر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حفر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بئراً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فلمْ يجد فيها ماءً</w:t>
      </w:r>
      <w:r w:rsidRPr="00301744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11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وينفرد بتكرير حديث ليلة عاشوراء وصبيحتها ثلاث مرّات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فيذكر في الأولى خطبة للامام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ومقتل أخيه العبّاس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وينفرد فيه بقوله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فأخذ السّيف بفيه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ثمّ 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ونزل إليه وحمله على ظهر جواده وأقبل به إلى الخيمة وطرحه وبكى عليه بكاءً شديداً حتّى بكى جميع من كان حاضر</w:t>
      </w:r>
      <w:r w:rsidRPr="00301744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ثمّ يكرّ على ليلة عاشوراء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ثمّ أقبل على أصحابه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لهم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477F4F">
        <w:rPr>
          <w:rStyle w:val="libBold2Char"/>
          <w:rFonts w:hint="cs"/>
          <w:rtl/>
        </w:rPr>
        <w:t xml:space="preserve"> يا أصحابي</w:t>
      </w:r>
      <w:r w:rsidR="00891061">
        <w:rPr>
          <w:rStyle w:val="libBold2Char"/>
          <w:rFonts w:hint="cs"/>
          <w:rtl/>
        </w:rPr>
        <w:t>،</w:t>
      </w:r>
      <w:r w:rsidRPr="00477F4F">
        <w:rPr>
          <w:rStyle w:val="libBold2Char"/>
          <w:rFonts w:hint="cs"/>
          <w:rtl/>
        </w:rPr>
        <w:t xml:space="preserve"> ليس طلب القوم غيري</w:t>
      </w:r>
      <w:r w:rsidR="00891061">
        <w:rPr>
          <w:rStyle w:val="libBold2Char"/>
          <w:rFonts w:hint="cs"/>
          <w:rtl/>
        </w:rPr>
        <w:t>،</w:t>
      </w:r>
      <w:r w:rsidRPr="00477F4F">
        <w:rPr>
          <w:rStyle w:val="libBold2Char"/>
          <w:rFonts w:hint="cs"/>
          <w:rtl/>
        </w:rPr>
        <w:t xml:space="preserve"> فإذا جنّ عليكم اللّيل</w:t>
      </w:r>
      <w:r w:rsidR="00891061">
        <w:rPr>
          <w:rStyle w:val="libBold2Char"/>
          <w:rFonts w:hint="cs"/>
          <w:rtl/>
        </w:rPr>
        <w:t>،</w:t>
      </w:r>
      <w:r w:rsidRPr="00477F4F">
        <w:rPr>
          <w:rStyle w:val="libBold2Char"/>
          <w:rFonts w:hint="cs"/>
          <w:rtl/>
        </w:rPr>
        <w:t xml:space="preserve"> فسيروا في ظلمته</w:t>
      </w:r>
      <w:r w:rsidR="00891061">
        <w:rPr>
          <w:rStyle w:val="libBold2Char"/>
          <w:rFonts w:hint="cs"/>
          <w:rtl/>
        </w:rPr>
        <w:t>».</w:t>
      </w:r>
      <w:r w:rsidRPr="00477F4F">
        <w:rPr>
          <w:rFonts w:hint="cs"/>
          <w:rtl/>
        </w:rPr>
        <w:t xml:space="preserve"> ثمّ 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وبات تلك اللّيلة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فلمّا أصبح</w:t>
      </w:r>
      <w:r w:rsidR="00CA2C7E">
        <w:rPr>
          <w:rFonts w:hint="cs"/>
          <w:rtl/>
        </w:rPr>
        <w:t xml:space="preserve"> ...</w:t>
      </w:r>
      <w:r w:rsidRPr="00301744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 xml:space="preserve">ثمّ يعود على صبيحة عاشوراء ويذكر فيها خطبة أخرى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وينفرد بذكر إرسال رسول من قبل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باسم أنس بن كاهل إلى ابن سعد</w:t>
      </w:r>
      <w:r w:rsidRPr="00301744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بينما الرسول هو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أنس بن الحرث بن كاهل الأسدي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يكرّ ثالثةً على ليلة عاشوراء فيذكر الخطبة المعروفة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أصحابه وأهل بيته في تلك اللّيلة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ثمّ يعود على تعبئة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52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56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57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59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59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60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(6) ص / 60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61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lastRenderedPageBreak/>
        <w:t>وابن سعد</w:t>
      </w:r>
      <w:r w:rsidRPr="00301744">
        <w:rPr>
          <w:rStyle w:val="libFootnotenumChar"/>
          <w:rFonts w:hint="cs"/>
          <w:rtl/>
        </w:rPr>
        <w:t>(1)</w:t>
      </w:r>
      <w:r w:rsidR="00891061" w:rsidRPr="00A04DDF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567151">
      <w:pPr>
        <w:pStyle w:val="libNormal"/>
        <w:rPr>
          <w:rtl/>
        </w:rPr>
      </w:pPr>
      <w:r w:rsidRPr="00477F4F">
        <w:rPr>
          <w:rFonts w:hint="cs"/>
          <w:rtl/>
        </w:rPr>
        <w:t>12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 xml:space="preserve">وينفرد في أصحاب الإمام الحسين </w:t>
      </w:r>
      <w:r w:rsidR="00567151" w:rsidRPr="0035755E">
        <w:rPr>
          <w:rStyle w:val="libAlaemChar"/>
          <w:rFonts w:hint="cs"/>
          <w:rtl/>
        </w:rPr>
        <w:t>عليه‌السلام</w:t>
      </w:r>
      <w:r w:rsidR="00567151" w:rsidRPr="00477F4F">
        <w:rPr>
          <w:rFonts w:hint="cs"/>
          <w:rtl/>
        </w:rPr>
        <w:t xml:space="preserve"> </w:t>
      </w:r>
      <w:r w:rsidRPr="00477F4F">
        <w:rPr>
          <w:rFonts w:hint="cs"/>
          <w:rtl/>
        </w:rPr>
        <w:t>بذكر إبراهيم بن الحسين</w:t>
      </w:r>
      <w:r w:rsidRPr="00301744">
        <w:rPr>
          <w:rStyle w:val="libFootnotenumChar"/>
          <w:rFonts w:hint="cs"/>
          <w:rtl/>
        </w:rPr>
        <w:t>(2)</w:t>
      </w:r>
      <w:r w:rsidR="00891061" w:rsidRPr="00A04DDF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35755E">
      <w:pPr>
        <w:pStyle w:val="libNormal"/>
        <w:rPr>
          <w:rtl/>
        </w:rPr>
      </w:pPr>
      <w:r w:rsidRPr="00477F4F">
        <w:rPr>
          <w:rFonts w:hint="cs"/>
          <w:rtl/>
        </w:rPr>
        <w:t>13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 xml:space="preserve">ويذكر الطرّماح مع مَن قُتل مع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بينما يروي الطبري عن الكلبي عن أبي مِخْنف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إنّه لمْ يحضر كربلاء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ولمْ يُقتل مع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وعلى هذا يعلّق المحدّث القمّي في كتابه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نفس المهموم / 195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>14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ويذكر في قصّة الحرّ الرياحي أبياتاً هي لعبيد الله بن الحرّ الجُعفي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صاحب قصر بني مقاتل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يتنبّه إلى عدم تناسبها مع حال الحرّ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يقول فيه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وقف على أجسادهم وقبورهم</w:t>
      </w:r>
      <w:r w:rsidRPr="00A04DDF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 جهلاً من جامع هذا الكتاب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وينسب إلى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أبياتاً في رثاء الحرّ لا تُناسب أنْ تكون للامام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7"/>
        <w:gridCol w:w="268"/>
        <w:gridCol w:w="3327"/>
      </w:tblGrid>
      <w:tr w:rsidR="00CA2C7E" w:rsidTr="00D65094">
        <w:trPr>
          <w:trHeight w:val="350"/>
        </w:trPr>
        <w:tc>
          <w:tcPr>
            <w:tcW w:w="3920" w:type="dxa"/>
            <w:shd w:val="clear" w:color="auto" w:fill="auto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ونِعم الحرّ إذ واسى حسيناً ممّا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لقد فاز الذي نصروا حسين</w:t>
            </w:r>
            <w:r w:rsidRPr="009D48C8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وينسب إلى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أبياتاً ثلاثة في رثاء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صريحة في أنّها ليست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وإنّما هي لأحد من الشعراء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61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62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70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72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Style w:val="libFootnoteChar"/>
          <w:rFonts w:hint="cs"/>
          <w:rtl/>
        </w:rPr>
        <w:t>(4) ص / 77</w:t>
      </w:r>
      <w:r w:rsidR="00891061">
        <w:rPr>
          <w:rStyle w:val="libFootnoteChar"/>
          <w:rFonts w:hint="cs"/>
          <w:rtl/>
        </w:rPr>
        <w:t>.</w:t>
      </w:r>
      <w:r w:rsidRPr="00477F4F">
        <w:rPr>
          <w:rStyle w:val="libFootnoteChar"/>
          <w:rFonts w:hint="cs"/>
          <w:rtl/>
        </w:rPr>
        <w:t xml:space="preserve"> وقد ذكرها الطبري</w:t>
      </w:r>
      <w:r w:rsidR="007745E6">
        <w:rPr>
          <w:rStyle w:val="libFootnoteChar"/>
          <w:rFonts w:hint="cs"/>
          <w:rtl/>
        </w:rPr>
        <w:t xml:space="preserve"> - </w:t>
      </w:r>
      <w:r w:rsidRPr="00477F4F">
        <w:rPr>
          <w:rStyle w:val="libFootnoteChar"/>
          <w:rFonts w:hint="cs"/>
          <w:rtl/>
        </w:rPr>
        <w:t>5 / 470</w:t>
      </w:r>
      <w:r w:rsidR="00891061">
        <w:rPr>
          <w:rStyle w:val="libFootnoteChar"/>
          <w:rFonts w:hint="cs"/>
          <w:rtl/>
        </w:rPr>
        <w:t>،</w:t>
      </w:r>
      <w:r w:rsidRPr="00477F4F">
        <w:rPr>
          <w:rStyle w:val="libFootnoteChar"/>
          <w:rFonts w:hint="cs"/>
          <w:rtl/>
        </w:rPr>
        <w:t xml:space="preserve"> ط دار المعارف</w:t>
      </w:r>
      <w:r w:rsidR="007745E6">
        <w:rPr>
          <w:rStyle w:val="libFootnoteChar"/>
          <w:rFonts w:hint="cs"/>
          <w:rtl/>
        </w:rPr>
        <w:t xml:space="preserve"> -</w:t>
      </w:r>
      <w:r w:rsidR="00891061">
        <w:rPr>
          <w:rStyle w:val="libFootnoteChar"/>
          <w:rFonts w:hint="cs"/>
          <w:rtl/>
        </w:rPr>
        <w:t>،</w:t>
      </w:r>
      <w:r w:rsidRPr="00477F4F">
        <w:rPr>
          <w:rStyle w:val="libFootnoteChar"/>
          <w:rFonts w:hint="cs"/>
          <w:rtl/>
        </w:rPr>
        <w:t xml:space="preserve"> عن أبي مِخْنف عن عبد الرحمن بن جندب</w:t>
      </w:r>
      <w:r w:rsidR="00891061">
        <w:rPr>
          <w:rStyle w:val="libFootnoteChar"/>
          <w:rFonts w:hint="cs"/>
          <w:rtl/>
        </w:rPr>
        <w:t>:</w:t>
      </w:r>
      <w:r w:rsidRPr="00477F4F">
        <w:rPr>
          <w:rStyle w:val="libFootnoteChar"/>
          <w:rFonts w:hint="cs"/>
          <w:rtl/>
        </w:rPr>
        <w:t xml:space="preserve"> إنّ عبيد الله بن الحرّ قالها في المدائن</w:t>
      </w:r>
      <w:r w:rsidR="00891061">
        <w:rPr>
          <w:rStyle w:val="libFootnoteChar"/>
          <w:rFonts w:hint="cs"/>
          <w:rtl/>
        </w:rPr>
        <w:t>،</w:t>
      </w:r>
      <w:r w:rsidRPr="00477F4F">
        <w:rPr>
          <w:rStyle w:val="libFootnoteChar"/>
          <w:rFonts w:hint="cs"/>
          <w:rtl/>
        </w:rPr>
        <w:t xml:space="preserve"> وهي</w:t>
      </w:r>
      <w:r w:rsidR="00891061" w:rsidRPr="00CA2C7E">
        <w:rPr>
          <w:rStyle w:val="libFootnoteChar"/>
          <w:rFonts w:hint="cs"/>
          <w:rtl/>
        </w:rPr>
        <w:t>:</w:t>
      </w:r>
      <w:r w:rsidRPr="00CA2C7E">
        <w:rPr>
          <w:rStyle w:val="libFootnoteChar"/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2"/>
        <w:gridCol w:w="269"/>
        <w:gridCol w:w="3321"/>
      </w:tblGrid>
      <w:tr w:rsidR="00CA2C7E" w:rsidTr="00D65094">
        <w:trPr>
          <w:trHeight w:val="350"/>
        </w:trPr>
        <w:tc>
          <w:tcPr>
            <w:tcW w:w="3920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يقول أمير غادر وابن غادر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A2C7E" w:rsidRDefault="00CA2C7E" w:rsidP="00CA2C7E">
            <w:pPr>
              <w:pStyle w:val="libPoemFootnote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ألاَ كنت قاتلت الشهيد ابن فاطمة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فيلاحظ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أنّ هذا الجامع الخائن قد غيّر منها كلمات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لتناسب الحرّ الرياحي وهي لمْ تناسبه مع ذلك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79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lastRenderedPageBreak/>
        <w:t>المتأخّرين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حيث يقول فيه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نصروا الحسين فيا لها من فتية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هكذ ا 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17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 xml:space="preserve">وينفرد في تعيين يوم نزول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أنّه كان يوم الأربعاء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ويقول في شهادته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أنّها كانت يوم الإثنين</w:t>
      </w:r>
      <w:r w:rsidRPr="00301744">
        <w:rPr>
          <w:rStyle w:val="libFootnotenumChar"/>
          <w:rFonts w:hint="cs"/>
          <w:rtl/>
        </w:rPr>
        <w:t>(3)</w:t>
      </w:r>
      <w:r w:rsidR="00891061" w:rsidRPr="00A04DDF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وهذا يقتضي أنْ يكون نزوله بكربلاء في اليوم الخامس من المحرّم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وقد أجمع المؤرخون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ومنهم أبو مِخْنف برواية الطبري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على أنّ نزوله كان في اليوم الثاني من المحرّم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وأنّه كان يوم الخميس</w:t>
      </w:r>
      <w:r w:rsidRPr="00301744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ومقتله كان يوم الجمعة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18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 xml:space="preserve">يبتدئ من الحديث رقم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105</w:t>
      </w:r>
      <w:r w:rsidR="0004730E">
        <w:rPr>
          <w:rFonts w:hint="cs"/>
          <w:rtl/>
        </w:rPr>
        <w:t>)</w:t>
      </w:r>
      <w:r w:rsidRPr="00301744">
        <w:rPr>
          <w:rStyle w:val="libFootnotenumChar"/>
          <w:rFonts w:hint="cs"/>
          <w:rtl/>
        </w:rPr>
        <w:t>(5)</w:t>
      </w:r>
      <w:r w:rsidRPr="00477F4F">
        <w:rPr>
          <w:rFonts w:hint="cs"/>
          <w:rtl/>
        </w:rPr>
        <w:t xml:space="preserve"> بإكثار النّقل عمّن يُدعى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سهل الشهرزوري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فيحشره مع </w:t>
      </w:r>
      <w:r w:rsidR="0035755E" w:rsidRPr="0035755E">
        <w:rPr>
          <w:rStyle w:val="libAlaemChar"/>
          <w:rFonts w:hint="cs"/>
          <w:rtl/>
        </w:rPr>
        <w:t>عليهم‌السلام</w:t>
      </w:r>
      <w:r w:rsidRPr="00477F4F">
        <w:rPr>
          <w:rFonts w:hint="cs"/>
          <w:rtl/>
        </w:rPr>
        <w:t xml:space="preserve"> من الكوفة إلى الشام إلى المدينة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فينسب إليه في الكوفة أبيات سليمان بن قتّة الهاشمي</w:t>
      </w:r>
      <w:r w:rsidRPr="00301744">
        <w:rPr>
          <w:rStyle w:val="libFootnotenumChar"/>
          <w:rFonts w:hint="cs"/>
          <w:rtl/>
        </w:rPr>
        <w:t>(6)</w:t>
      </w:r>
      <w:r w:rsidR="00891061" w:rsidRPr="00A04DDF">
        <w:rPr>
          <w:rFonts w:hint="cs"/>
          <w:rtl/>
        </w:rPr>
        <w:t>،</w:t>
      </w:r>
      <w:r w:rsidRPr="00477F4F">
        <w:rPr>
          <w:rFonts w:hint="cs"/>
          <w:rtl/>
        </w:rPr>
        <w:t xml:space="preserve"> على قبر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</w:t>
      </w:r>
    </w:p>
    <w:p w:rsidR="00477F4F" w:rsidRDefault="00477F4F" w:rsidP="00301744">
      <w:pPr>
        <w:pStyle w:val="libCenterBold2"/>
        <w:rPr>
          <w:rtl/>
        </w:rPr>
      </w:pPr>
      <w:r>
        <w:rPr>
          <w:rFonts w:hint="cs"/>
          <w:rtl/>
        </w:rPr>
        <w:t xml:space="preserve">مررت على أبيات آل محمّد </w:t>
      </w:r>
      <w:r w:rsidRPr="00301744">
        <w:rPr>
          <w:rStyle w:val="libFootnotenumChar"/>
          <w:rFonts w:hint="cs"/>
          <w:rtl/>
        </w:rPr>
        <w:t>(7)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وينسب إليه في الشام خبر سهل بن سعد السّاعدي باسم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سهل بن سعيد الشهرزوري</w:t>
      </w:r>
      <w:r w:rsidRPr="00301744">
        <w:rPr>
          <w:rStyle w:val="libFootnotenumChar"/>
          <w:rFonts w:hint="cs"/>
          <w:rtl/>
        </w:rPr>
        <w:t>(8)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فكأنّه يحسبه هو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وينسب إلى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يوم عاشوراء أرجوزة تشتمل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85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48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93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5 / 409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ويؤيّده ما رواه الأربلي في كشف الغمّة 2 / 252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بإسناده عن</w:t>
      </w:r>
      <w:r>
        <w:rPr>
          <w:rFonts w:hint="cs"/>
          <w:rtl/>
        </w:rPr>
        <w:t xml:space="preserve">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301744">
        <w:rPr>
          <w:rStyle w:val="libFootnoteBoldChar"/>
          <w:rFonts w:hint="cs"/>
          <w:rtl/>
        </w:rPr>
        <w:t xml:space="preserve"> وقُبض يوم عاشوراء</w:t>
      </w:r>
      <w:r w:rsidR="00891061">
        <w:rPr>
          <w:rStyle w:val="libFootnoteBoldChar"/>
          <w:rFonts w:hint="cs"/>
          <w:rtl/>
        </w:rPr>
        <w:t>،</w:t>
      </w:r>
      <w:r w:rsidRPr="00301744">
        <w:rPr>
          <w:rStyle w:val="libFootnoteBoldChar"/>
          <w:rFonts w:hint="cs"/>
          <w:rtl/>
        </w:rPr>
        <w:t xml:space="preserve"> الجمعة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102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(6)</w:t>
      </w:r>
      <w:r w:rsidRPr="009D48C8">
        <w:rPr>
          <w:rFonts w:hint="cs"/>
          <w:rtl/>
        </w:rPr>
        <w:t xml:space="preserve"> علّق عليه الشيخ محمّد السّماوي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هو هاشميّ الولاء اُمّه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قتة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وأبوه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حبيب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توفّى بدمشق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126هـ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وذكره المسعودي 4 / 74 باسم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ابن قتة عن كتاب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أنساب قريش للزبير بن بكار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(7) ص / 102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103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(8) ص / 123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lastRenderedPageBreak/>
        <w:t>على نيف وثلاثين بيتاً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 إلى عبد الله بن عفيف الأزدي عند عبيد الله بن زياد قصيدة تشتمل على نحو من ثلاثين بيت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20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ويحتوي الكتاب في طيّاته على كلمات من استعمال المتأخّرين من العرب النّاطقين باللغة الدارجة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ممّا ممّا لا يناسب أبا مِخْنف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كقوله فيما سبق من خبر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حفر بئر لمسلم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وأقبل عليهم لعين</w:t>
      </w:r>
      <w:r w:rsidR="00891061">
        <w:rPr>
          <w:rFonts w:hint="cs"/>
          <w:rtl/>
        </w:rPr>
        <w:t>!</w:t>
      </w:r>
      <w:r w:rsidRPr="00477F4F">
        <w:rPr>
          <w:rFonts w:hint="cs"/>
          <w:rtl/>
        </w:rPr>
        <w:t xml:space="preserve"> وقال لهم</w:t>
      </w:r>
      <w:r w:rsidR="00CA2C7E">
        <w:rPr>
          <w:rFonts w:hint="cs"/>
          <w:rtl/>
        </w:rPr>
        <w:t xml:space="preserve"> ...</w:t>
      </w:r>
      <w:r w:rsidRPr="00477F4F">
        <w:rPr>
          <w:rFonts w:hint="cs"/>
          <w:rtl/>
        </w:rPr>
        <w:t xml:space="preserve"> ونطمّها بالدغل والتراب</w:t>
      </w:r>
      <w:r w:rsidR="00CA2C7E">
        <w:rPr>
          <w:rFonts w:hint="cs"/>
          <w:rtl/>
        </w:rPr>
        <w:t xml:space="preserve"> ...</w:t>
      </w:r>
      <w:r w:rsidRPr="00477F4F">
        <w:rPr>
          <w:rFonts w:hint="cs"/>
          <w:rtl/>
        </w:rPr>
        <w:t xml:space="preserve"> وننهزم قدّامه</w:t>
      </w:r>
      <w:r w:rsidRPr="00301744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وراحت أنصاره</w:t>
      </w:r>
      <w:r w:rsidRPr="00301744">
        <w:rPr>
          <w:rStyle w:val="libFootnotenumChar"/>
          <w:rFonts w:hint="cs"/>
          <w:rtl/>
        </w:rPr>
        <w:t>(4)</w:t>
      </w:r>
      <w:r w:rsidRPr="00477F4F">
        <w:rPr>
          <w:rFonts w:hint="cs"/>
          <w:rtl/>
        </w:rPr>
        <w:t xml:space="preserve"> ويقظانه</w:t>
      </w:r>
      <w:r w:rsidRPr="00301744">
        <w:rPr>
          <w:rStyle w:val="libFootnotenumChar"/>
          <w:rFonts w:hint="cs"/>
          <w:rtl/>
        </w:rPr>
        <w:t>(5)</w:t>
      </w:r>
      <w:r w:rsidRPr="00477F4F">
        <w:rPr>
          <w:rFonts w:hint="cs"/>
          <w:rtl/>
        </w:rPr>
        <w:t xml:space="preserve"> ويتحرّش</w:t>
      </w:r>
      <w:r w:rsidRPr="00301744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وليس بعد كلّ هذا لأحد أنْ يحتمل صحّة نسبة هذا الكتاب إلى أبي مِخْنف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Heading2"/>
        <w:rPr>
          <w:rtl/>
        </w:rPr>
      </w:pPr>
      <w:bookmarkStart w:id="20" w:name="_Toc372370897"/>
      <w:bookmarkStart w:id="21" w:name="11"/>
      <w:r>
        <w:rPr>
          <w:rFonts w:hint="cs"/>
          <w:rtl/>
        </w:rPr>
        <w:t>أسناد أبي مِخْنف</w:t>
      </w:r>
      <w:r w:rsidR="00891061">
        <w:rPr>
          <w:rFonts w:hint="cs"/>
          <w:rtl/>
        </w:rPr>
        <w:t>:</w:t>
      </w:r>
      <w:bookmarkEnd w:id="20"/>
      <w:r>
        <w:rPr>
          <w:rFonts w:hint="cs"/>
          <w:rtl/>
        </w:rPr>
        <w:t xml:space="preserve"> </w:t>
      </w:r>
      <w:bookmarkEnd w:id="2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سنسرد عليك فيما يلي قوائم تفصيليّة بأسماء الرواة الوسائط بين أبي مِخْنف والأحداث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ونضع أمام اسم كلّ راوٍ منهم الحديث الذي رواه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فتكون القائمة هي في حدّ ذاتها فهرساً لأحاديث الكتاب أيضاً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تنقسم قوائم أسماء هؤلاء الرواة حسب اختلاف كيفيّة روايتهم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رواية أبي مِخْنف عنهم إلى ستّة قوائم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9D48C8">
        <w:rPr>
          <w:rFonts w:hint="cs"/>
          <w:rtl/>
        </w:rPr>
        <w:t xml:space="preserve"> ص / 86</w:t>
      </w:r>
      <w:r w:rsidR="007745E6" w:rsidRPr="009D48C8">
        <w:rPr>
          <w:rFonts w:hint="cs"/>
          <w:rtl/>
        </w:rPr>
        <w:t xml:space="preserve"> - </w:t>
      </w:r>
      <w:r w:rsidRPr="009D48C8">
        <w:rPr>
          <w:rFonts w:hint="cs"/>
          <w:rtl/>
        </w:rPr>
        <w:t>87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وقد ذكر منها سبعة عشر بيتاً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علي بن عيسى الأربلي المتوفّى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693هـ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في كتابه كشف الغمّة 2 / 238</w:t>
      </w:r>
      <w:r w:rsidR="007745E6" w:rsidRPr="009D48C8">
        <w:rPr>
          <w:rFonts w:hint="cs"/>
          <w:rtl/>
        </w:rPr>
        <w:t xml:space="preserve"> - </w:t>
      </w:r>
      <w:r w:rsidRPr="009D48C8">
        <w:rPr>
          <w:rFonts w:hint="cs"/>
          <w:rtl/>
        </w:rPr>
        <w:t>ط تبريز</w:t>
      </w:r>
      <w:r w:rsidR="007745E6" w:rsidRPr="009D48C8">
        <w:rPr>
          <w:rFonts w:hint="cs"/>
          <w:rtl/>
        </w:rPr>
        <w:t xml:space="preserve"> - </w:t>
      </w:r>
      <w:r w:rsidRPr="009D48C8">
        <w:rPr>
          <w:rFonts w:hint="cs"/>
          <w:rtl/>
        </w:rPr>
        <w:t xml:space="preserve">عن كتاب الفتوح لأحمد بن أعثم الكوفي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314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بعنوان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أنّه قالها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Fonts w:hint="cs"/>
          <w:rtl/>
        </w:rPr>
        <w:t xml:space="preserve"> لمّا قُتل ولده الصغير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فحفر له ودفنه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بينما ذكرها هذا الكتاب عندما حمل على القوم حملة منكرة وفرّهم</w:t>
      </w:r>
      <w:r w:rsidR="007745E6" w:rsidRPr="009D48C8">
        <w:rPr>
          <w:rFonts w:hint="cs"/>
          <w:rtl/>
        </w:rPr>
        <w:t xml:space="preserve"> - </w:t>
      </w:r>
      <w:r w:rsidRPr="009D48C8">
        <w:rPr>
          <w:rFonts w:hint="cs"/>
          <w:rtl/>
        </w:rPr>
        <w:t>هكذا</w:t>
      </w:r>
      <w:r w:rsidR="007745E6" w:rsidRPr="009D48C8">
        <w:rPr>
          <w:rFonts w:hint="cs"/>
          <w:rtl/>
        </w:rPr>
        <w:t xml:space="preserve"> - </w:t>
      </w:r>
      <w:r w:rsidRPr="009D48C8">
        <w:rPr>
          <w:rFonts w:hint="cs"/>
          <w:rtl/>
        </w:rPr>
        <w:t>وقتل منهم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ألفاً وخمسمئة فارساً رجع إلى الخيمة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وهو يقول</w:t>
      </w:r>
      <w:r w:rsidR="00CA2C7E">
        <w:rPr>
          <w:rFonts w:hint="cs"/>
          <w:rtl/>
        </w:rPr>
        <w:t xml:space="preserve"> ...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وصرّح الأربلي / 250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والأبيات النّونيّة التي أوّلها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غدر القوم</w:t>
      </w:r>
      <w:r w:rsidR="00CA2C7E">
        <w:rPr>
          <w:rFonts w:hint="cs"/>
          <w:rtl/>
        </w:rPr>
        <w:t xml:space="preserve"> ...</w:t>
      </w:r>
      <w:r w:rsidRPr="009D48C8">
        <w:rPr>
          <w:rFonts w:hint="cs"/>
          <w:rtl/>
        </w:rPr>
        <w:t xml:space="preserve"> لمْ يذكرها أبو مِخْنف وهي مشهورة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والله أعلم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 xml:space="preserve">وذكر ثلاثة منها الخوارزمي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568هـ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2 / 33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عن ابن أعثم أيضاً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108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109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35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135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129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(6) ص / 132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5D2685" w:rsidRDefault="00477F4F" w:rsidP="009D48C8">
      <w:pPr>
        <w:pStyle w:val="Heading3"/>
        <w:rPr>
          <w:rtl/>
        </w:rPr>
      </w:pPr>
      <w:bookmarkStart w:id="22" w:name="_Toc372370898"/>
      <w:r>
        <w:rPr>
          <w:rFonts w:hint="cs"/>
          <w:rtl/>
        </w:rPr>
        <w:lastRenderedPageBreak/>
        <w:t>الأولى</w:t>
      </w:r>
      <w:r w:rsidR="00891061">
        <w:rPr>
          <w:rFonts w:hint="cs"/>
          <w:rtl/>
        </w:rPr>
        <w:t>:</w:t>
      </w:r>
      <w:bookmarkEnd w:id="22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تحتوي على أسماء مَن شهد المعركة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وحُدّث عنها لأبي مِخْنف مباشرةً وبلا واسطة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فأبو مِخْنف يروي عنه المعركة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بواسطة واحدة وهم ثلاثة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Heading3"/>
        <w:rPr>
          <w:rtl/>
        </w:rPr>
      </w:pPr>
      <w:bookmarkStart w:id="23" w:name="_Toc372370899"/>
      <w:r>
        <w:rPr>
          <w:rFonts w:hint="cs"/>
          <w:rtl/>
        </w:rPr>
        <w:t>الثانية</w:t>
      </w:r>
      <w:r w:rsidR="00891061">
        <w:rPr>
          <w:rFonts w:hint="cs"/>
          <w:rtl/>
        </w:rPr>
        <w:t>:</w:t>
      </w:r>
      <w:bookmarkEnd w:id="23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أيضاً تحتوي على أسماء مَن شهد المعركة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وأبو مِخْنف يروي عنه بواسطة أو واسطتين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يروي المعركة بواسطتين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أو ثلاث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خمسة عشر رجل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فمجموع مَن شهد المعركة من رواة أبي مِخْنف ثمانية عشر رجلاً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Heading3"/>
        <w:rPr>
          <w:rtl/>
        </w:rPr>
      </w:pPr>
      <w:bookmarkStart w:id="24" w:name="_Toc372370900"/>
      <w:r>
        <w:rPr>
          <w:rFonts w:hint="cs"/>
          <w:rtl/>
        </w:rPr>
        <w:t>الثالثة</w:t>
      </w:r>
      <w:r w:rsidR="00891061">
        <w:rPr>
          <w:rFonts w:hint="cs"/>
          <w:rtl/>
        </w:rPr>
        <w:t>:</w:t>
      </w:r>
      <w:bookmarkEnd w:id="24"/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تحتوي على أسماء مَن باشر الأحداث من قبل كربلاء أو بعده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وحدّث عنها لأبي مِخْنف مباشرةً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فأبو مِخْنف يروي عنه الأحداث بواسطة واحدة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خمسة أشخاص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5D2685" w:rsidRDefault="00477F4F" w:rsidP="009D48C8">
      <w:pPr>
        <w:pStyle w:val="Heading3"/>
        <w:rPr>
          <w:rtl/>
        </w:rPr>
      </w:pPr>
      <w:bookmarkStart w:id="25" w:name="_Toc372370901"/>
      <w:r>
        <w:rPr>
          <w:rFonts w:hint="cs"/>
          <w:rtl/>
        </w:rPr>
        <w:t>الرابعة</w:t>
      </w:r>
      <w:r w:rsidR="00891061">
        <w:rPr>
          <w:rFonts w:hint="cs"/>
          <w:rtl/>
        </w:rPr>
        <w:t>:</w:t>
      </w:r>
      <w:bookmarkEnd w:id="2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تحتوي على أسماء مَن باشر الأحداث من قبل كربلاء أو بعده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وأبو مِخْنف يروي عنه بواسطة أو واسطتين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واحد وعشرون شخصاً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Heading3"/>
        <w:rPr>
          <w:rtl/>
        </w:rPr>
      </w:pPr>
      <w:bookmarkStart w:id="26" w:name="_Toc372370902"/>
      <w:r>
        <w:rPr>
          <w:rFonts w:hint="cs"/>
          <w:rtl/>
        </w:rPr>
        <w:t>الخامسة</w:t>
      </w:r>
      <w:r w:rsidR="00891061">
        <w:rPr>
          <w:rFonts w:hint="cs"/>
          <w:rtl/>
        </w:rPr>
        <w:t>:</w:t>
      </w:r>
      <w:bookmarkEnd w:id="2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تحتوي على أسماء الرواة الوسائط الذين لمْ يشهدوا المعركة ولم يباشروا الأحداث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هم وسائط لحديث أبي مِخْنف عن أولئك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فأبو مِخْنف يروي عنهم المرعكة أو الحوادث بواسطتين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تسع وعشرون شخصاً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Heading3"/>
        <w:rPr>
          <w:rtl/>
        </w:rPr>
      </w:pPr>
      <w:bookmarkStart w:id="27" w:name="_Toc372370903"/>
      <w:r>
        <w:rPr>
          <w:rFonts w:hint="cs"/>
          <w:rtl/>
        </w:rPr>
        <w:t>السّادسة</w:t>
      </w:r>
      <w:r w:rsidR="00891061">
        <w:rPr>
          <w:rFonts w:hint="cs"/>
          <w:rtl/>
        </w:rPr>
        <w:t>:</w:t>
      </w:r>
      <w:bookmarkEnd w:id="27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تحتوي على أسماء الرواة العدول من أصحاب الأئمة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الأئمة أنفسهم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وليسوا ممّن شهد المعركة ولا مَن باشر الأحداث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فهؤلاء أيضاً من الرواة الوسائط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أنّهم لمْ يحدّثوا بواسطة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لمْ يصرّحوا بالواسطة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أربعة عشر رجلاً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وقد تبيّن من هذا الجدول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أنّ مجموع مَن روى أحداث كربلاء ووقايعها لأبي مِخْنف مباشرةً وبالواسطة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يبلغ 39 رجلاً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حدّثوا بـ 65 حديثاً مستداً هي مجموع أحاديث الكتاب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وقد استخرجنا تراجم هؤلاء الرجال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إمّا من كتب الرجال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أو من تتبّع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موارد رواياتهم في الطبري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وبقي بعضهم لمْ نعثر لهم على شيء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وإليك القوائم بالتفصيل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28" w:name="_Toc372370904"/>
      <w:bookmarkStart w:id="29" w:name="12"/>
      <w:r w:rsidRPr="009D48C8">
        <w:rPr>
          <w:rFonts w:hint="cs"/>
          <w:rtl/>
        </w:rPr>
        <w:t>القائمة الأولى</w:t>
      </w:r>
      <w:r w:rsidR="00891061">
        <w:rPr>
          <w:rFonts w:hint="cs"/>
          <w:rtl/>
        </w:rPr>
        <w:t>:</w:t>
      </w:r>
      <w:bookmarkEnd w:id="28"/>
      <w:r w:rsidRPr="009D48C8">
        <w:rPr>
          <w:rFonts w:hint="cs"/>
          <w:rtl/>
        </w:rPr>
        <w:t xml:space="preserve"> </w:t>
      </w:r>
      <w:bookmarkEnd w:id="29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مَن شهد المعركة وباشر التحدّث لأبي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ثلاثة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ثابت بن هبيرة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عمرو بن قرظة بن كعب الأنصاري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وخبر أخيه علي بن قرظة 5 / 434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له هذا الخبر فقط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نعثر له على ذكر في الرجال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أبو مِخْنف عن ثابت بن هبيرة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فقُتل عمرو بن قرظة بن كعب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وظاهره المباشرةً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يحيى بن هانئ بن عروة المرادي المذحجي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نافع بن هلال الجملي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يحيى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أنّ نافع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وهو صريح في المباشرةً 5 / 435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A2C7E">
      <w:pPr>
        <w:pStyle w:val="libNormal"/>
        <w:rPr>
          <w:rtl/>
        </w:rPr>
      </w:pPr>
      <w:r>
        <w:rPr>
          <w:rFonts w:hint="cs"/>
          <w:rtl/>
        </w:rPr>
        <w:t>اُمّه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روعة بنت الحجّاج الزبيدي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أخت عمرو بن الحجّاج الزبيدي فهو خاله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الطبري 5 / 363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ولقد حضر مع خاله هذا كربلاء في عسكر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مقتل نافع بن هلال الجملي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وسمع مقالة خاله عمرو بن الحجّاج الزبيدي بعد مقتله لعسكره يمنعهم عن المبارزة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ويأمرهم برضخ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بالحجارة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يرجع يحيى عن خاله 5 / 435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ويروي مقالة خاله أيضاً لعبد الله بن المطيع العدوي والي الكوفة من قبل ابن الزبير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يثبّته على قتال المختار بن أبي عبيد الثقفي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مع خاله في قتاله ضدّ المختار 6 / 28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ابن حبّان في الثقات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الدار قطني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يحتجّ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النسّائي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ثقة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وزاد أبو حاتم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صالح من سادات أهل الكوفة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شعبة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سيّد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أهل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في تهذيب التهذيب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زهير بن عبد الرحمن بن زهير الخثعمي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سويد بن عمرو بن أبي مطاع الخثعمي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</w:t>
      </w:r>
      <w:r w:rsidR="00CA2C7E">
        <w:rPr>
          <w:rFonts w:hint="cs"/>
          <w:rtl/>
        </w:rPr>
        <w:t xml:space="preserve"> ...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5 / 446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له هذا الخبر فقط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نعثر له على ذكر في الرجال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30" w:name="_Toc372370905"/>
      <w:bookmarkStart w:id="31" w:name="13"/>
      <w:r w:rsidRPr="009D48C8">
        <w:rPr>
          <w:rFonts w:hint="cs"/>
          <w:rtl/>
        </w:rPr>
        <w:t>القائمة الثانية</w:t>
      </w:r>
      <w:r w:rsidR="00891061">
        <w:rPr>
          <w:rFonts w:hint="cs"/>
          <w:rtl/>
        </w:rPr>
        <w:t>:</w:t>
      </w:r>
      <w:bookmarkEnd w:id="30"/>
      <w:r w:rsidRPr="009D48C8">
        <w:rPr>
          <w:rFonts w:hint="cs"/>
          <w:rtl/>
        </w:rPr>
        <w:t xml:space="preserve"> </w:t>
      </w:r>
      <w:bookmarkEnd w:id="3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مَن شهد المعركة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عنه أبو مِخْنف بواسطة أو واسطتين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خمسة عشر رجلاً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عقبة بن سمعان</w:t>
      </w:r>
      <w:r w:rsidRPr="00301744">
        <w:rPr>
          <w:rStyle w:val="libFootnotenumChar"/>
          <w:rFonts w:hint="cs"/>
          <w:rtl/>
        </w:rPr>
        <w:t>(1)</w:t>
      </w:r>
      <w:r w:rsidRPr="00477F4F">
        <w:rPr>
          <w:rFonts w:hint="cs"/>
          <w:rtl/>
        </w:rPr>
        <w:t xml:space="preserve"> خبر نزول الحسين بكربلاء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وكتاب ابن زياد إلى الحرّ في ذلك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5 / 407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بواسطة واحدة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هانئ بن ثبيت الحضرمي السّكوني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ملاقاة ابن سعد للامام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بين العسكرين بعد نزول الإمام بكربلاء وقبل يوم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أبو جناب عن هاني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وكان قد شهد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413 وقد اشترك هذا في قتل عبد الله بن عمير الكلبي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القتيل الثاني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436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وقتل عبد الله بن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وجعفر بن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وغلاماً آخر من آل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448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وعبدالله بن الحسين بن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الرباب ابنة امرئ القيس الكلبي 5 / 468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حميد بن مسلم الأزدي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كتاب ابن زياد لابن سعد يأمره بمنع الماء عن الحسين وأصحابه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وطلب العبّاس للماء ليلة السّابع 5 / 412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كان مولىً للرباب ابنة امرئ القيس الكلبيّة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اُمّ سكينة ابنة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فأُخذ يوم عاشوراء إلى عمر بن سعد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ما أنت</w:t>
      </w:r>
      <w:r w:rsidR="00891061">
        <w:rPr>
          <w:rFonts w:hint="cs"/>
          <w:rtl/>
        </w:rPr>
        <w:t>؟</w:t>
      </w:r>
      <w:r w:rsidRPr="0088444F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أنا عبد مملوك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فخلّى سبيله 5 / 454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وبعث شمر إلى كربلاء 5 / 414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وبدء القتال 5 / 429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ومقالته لشمر عند هجومه على المخيّم قبل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وصلاة الظهر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ومقتل حبيب بن مظاهر الأسدي 5 / 439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الإمام عند مقتل ولده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وخروج زينب عند مقتله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ومقتل القاسم بن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ومقتل عبد الله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حجره 5 / 446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448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وحالة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بعدهم إلى مقتله 5 / 451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452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واختلاف القوم بعده في قتل ابنه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وخبر عقبة بن سمعان وإطلاق سراحه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ووطئ الخيل على جسد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وحمل حميد مع خوليّ بن يزيد الأصبحي رأس الإمام إلى ابن زياد 5 / 455، وإرسال عمر بن سعد ايّاه إلى أهله ليبشرهم بعافيته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ومجلس ابن زياد 5 / 455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وإرسال عمر بن سعد إيّاه إلى أهله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ليبشرهم بعافيته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ومجلس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وضربه بالقضيب شفتي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وحديث زيد بن أرقم له عن رسول الله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وجواب ابن زياد له ومقالة زيد بن أرقم في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ودخول زينب إلى مجلس ابن زياد وكلامه لها وجوابها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ومحاولة ابن زياد ضربها ومقالة عمرو بن حريث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كلام ابن زياد للإمام زين العابدين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وجوابه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ومحاولة قتله وتعلّق عمّته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وخطبة ابن زياد في المسجد وجواب ابن عفيف له ومقتله 5 / 456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459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32" w:name="14"/>
      <w:bookmarkStart w:id="33" w:name="_Toc372370906"/>
      <w:r w:rsidRPr="009D48C8">
        <w:rPr>
          <w:rFonts w:hint="cs"/>
          <w:rtl/>
        </w:rPr>
        <w:t>وواسطته في هذه الأخبار له</w:t>
      </w:r>
      <w:r w:rsidR="00891061">
        <w:rPr>
          <w:rFonts w:hint="cs"/>
          <w:rtl/>
        </w:rPr>
        <w:t>:</w:t>
      </w:r>
      <w:bookmarkEnd w:id="32"/>
      <w:bookmarkEnd w:id="3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سليمان بن أبي راشد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ويظهر للمتتبّع أنّ أبا مِخْنف يقطّع فيها حسب المناسبات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والملاحظ أنّ أخباره تبدأ من بعث شمر إلى كربلاء وتنتهي بأخبار مجلس ابن زياد ومقتل ابن عفيف الأزدي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ومن هنا يظهر للنظر أنّه كان مع جيش شمر بن ذي الجوشن الكلابي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خصوصاً مع ملاحظة مكالماته المتكررة مع شمر يعاتبه في أمور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ووجوده في المخيّم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بعد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العلم أنّه لمْ يحمل على المخيّم إلاّ شمربن ذي الجوشن برجّالته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ونراه بعد هذا يشترك مع التوّابين في ثورتهم 5 / 555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ويزور المختار في السّجن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ولكنّه يحذّر سليمان بن ُصرد الخزاعي عن المختار ويخبره أنّ المختار يخذّل النّاس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فيصفح عنه سليمان 5 / 581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584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ويرجع منهزماً مع فلول التوّابين 5 / 606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صديقاً لإبراهيم بن الأشتر النّخعي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يختلف إليه ويذهب معه إلى المختار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بعد التوّاين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كلّ عشيّة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يدبّرون أمورهم حتّى تصوب النّجوم ثمّ ينصرفون 6 / 18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وخرج مع إبراهيم من منزله بعد المغرب ليلة الثلاثاء في كتيبة نحو المئة متقلّدي السّيوف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ستروا الدروع بأقبيتهم 6 / 19 حتّى أتوا دار المختار ليلة خرج 6 / 23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لكنّه حينما علم أنّ المختار صمّم على قتل قتلة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خرج مع عبد الرحمن بن مِخْنف الأزدي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عمّ أبي مِخْنف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على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جرح عبد الرحمن رثاء حميد بأبيات 6 / 51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ولمّا فرّ عبدالرحمن بن مِخْنف من الكوفة إلى المصعب بن الزبير بالبصرة لحق به حميد أيضاً 6 / 58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وآخر عهدنا به في الطبري 6 / 213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يرثي عبد الرحمن بن مِخْنف حينما قتله الأزارقة الخوارج قرب كازرون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محارباً لهم مع المهلّب بن صفرة من قبل الحجّاج بن يوسف الثقفي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الذهبي في ميزان الاعتدال 1 / 616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وابن قدامة في المغني 1 / 195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الضحّاك بن عبد الله المشرقي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حديث ليلة عاشوراء ويوم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وتعبئته للقتال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وخطبته الكبرى يوم عاشوراء 5 / 418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419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421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423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425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444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روى أبو مِخْنف عن هذا الرجل بواسطة عبد الله بن عاصم الفائشي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الهمداني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ولا يخفى أنّ الرجل أيضاً من همدان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اشترط على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أنْ يكون في حلّ من الإنصراف عنه بعد مقتل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فقبل الإمام ذلك فهرب من المعركة 5 / 418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444</w:t>
      </w:r>
      <w:r w:rsidR="005D2685">
        <w:rPr>
          <w:rFonts w:hint="cs"/>
          <w:rtl/>
        </w:rPr>
        <w:t xml:space="preserve"> 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الطوسي في رجاله في أصحاب الإمام زين العابدين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الإمام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حديث ليلة عاشوراء بواسطتين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الحارث بن حصيرة عن عبد الله بن شريك العامري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418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>ب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وعن الحارث بن كعب الوالبي الأزدي الكوفي وأبي الضحّاك البصري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420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عمرو الحضرمي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تكتيب الكتائب لعسكر عمر بن سعد 5 / 422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بواسطتين وهو لا يُعرف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>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غلام لعبد الرحمن بن عبد ربّه الأنصاري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مهازلته لبُرير بن خضير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عن عمرو بن مرّة الجملي عن أبي صالح الحنفي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آخره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فلمّا رأي القوم قد صرعوا أفلتّ وتركتهم 5/ 421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422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>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مسروق بن وائل الحضرمي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ابن حوزة عند بدء القتال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بواسطتين عن عطاء بن السّائب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الجبّار بن وائل الحضرمي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عنه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كنت في أوائل الخيل ممّن سار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لعلّي أصيب رأس الحسين فأصيب به منزلةً عند عبيد الله بن زياد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فرجع مسروق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لقد رأيت من أهل هذا البيت شيئاً لا قاتلهم أبداً 5 /421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كثير بن عبد الله الشعبي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خطبة زهير بن القين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علي بن حنظلة بن أسعد الشبامي عن رجل من قومه من قومه شهد مقتل الحسين حين قتل يقال له كثير بن عبد الله الشعبي 5 / 426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روى الطبري عن هشام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هوانة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كان فارساً شجاعاً ليس يردّ وجهه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lastRenderedPageBreak/>
        <w:t>شيء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عرض عمر بن سعد على الرؤساء أنْ يأتوا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فيسألوه ما الذي جاء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وماذا يريد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فكلّهم أبى وكرهه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وقام إليه كثير بن عبدالله الشعبي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أذهب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شئت لأفتكنّ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.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فأقبل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فقام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ضع سيفك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كرامة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فاستبّا 5 / 410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وشدّ هو ومهاجر بن آوس على زهير بن القين البجلي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فقتلاه 5 / 441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>10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الزبيدي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الحملة الثانية 5 / 435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رجل من زبيد اليمن يروي مآثر أميره من عشيرته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عمرو بن الحجّاج الزبيدي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أيوب بن مشرح الخيواني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امرأة الكلبي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وعقر فرس الحرّ فاتّهمه قومه بعد ذلك بقتل الحرّ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أنا قتلته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قتله غيري وما أحبّ أني قتلته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أبو الودّاك جبر بن نوف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ولمَ لا ترضى بقتله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زعموا أنّه كان من الصالحين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كان آثماً فلئن ألقى الله بإثم الجراحة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والموقف أحبّ إليّ من أنْ ألقاه بإثم قتل أحد منهم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أبو الودّاك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أراك إلاّ ستلقى الله بإثم قتلهم أجمعين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أنتم شركاء كلكم في دمائهم 5 / 437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>12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عفيف بن زهير بن أبي الأخنس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بُرير بن خضير الهمداني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ره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وكان ممّن شهد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ويقول في خبره هذا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بُريراً كان يُقرؤهم القرآن في المسجد الجامع بالكوفة 5 / 431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ربيع بن تميم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عابس بن أبي شبيب الشاكري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ممّن شهد ذلك اليوم 5 / 444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عبد الله بن عمّار البارقي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حالة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حملاته على القوم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ممّن شهد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فعتب عليه مشهده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لي عند بني هاشم ليداً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قلنا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وما يدك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عندهم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حملت على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بالرمح فانتهيت إليه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ثمّ انصرفت عنه غير بعيد 5 / 451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قرّة بن قيس الحنظلي التميمي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قطع الرؤوس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والسّبايا 5 / 455</w:t>
      </w:r>
      <w:r w:rsidR="005D2685">
        <w:rPr>
          <w:rFonts w:hint="cs"/>
          <w:rtl/>
        </w:rPr>
        <w:t xml:space="preserve"> 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كان قد خرج مع أميره من عشيرته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الحرّ بن يزيد الرياحي التميمي في مقدّمة ابن زياد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427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وهو الذي بعثه ابن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سلّم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فدعاه حبيب بن مظاهر الأسدي إلى نصرة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فأبى 5 / 411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وهو الذي يروي أنّ الحرّ 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ألاَ تريد أنْ تسقي فرسك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فتنحّى عنه حتّى سار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 xml:space="preserve">وهو يدّعي أنّ الحرّ لو كان يطلعه على الذي أراد لكان يخرج معه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427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فهؤلاء خمسة عشر رجلاً ممّن شهد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عنهم أبو مِخْنف بواسطه أو واسطتين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34" w:name="_Toc372370907"/>
      <w:bookmarkStart w:id="35" w:name="15"/>
      <w:r w:rsidRPr="009D48C8">
        <w:rPr>
          <w:rFonts w:hint="cs"/>
          <w:rtl/>
        </w:rPr>
        <w:t>القائمة الثالثة</w:t>
      </w:r>
      <w:r w:rsidR="00891061">
        <w:rPr>
          <w:rFonts w:hint="cs"/>
          <w:rtl/>
        </w:rPr>
        <w:t>:</w:t>
      </w:r>
      <w:bookmarkEnd w:id="34"/>
      <w:r w:rsidRPr="009D48C8">
        <w:rPr>
          <w:rFonts w:hint="cs"/>
          <w:rtl/>
        </w:rPr>
        <w:t xml:space="preserve"> </w:t>
      </w:r>
      <w:bookmarkEnd w:id="3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مَن باشر الأحداث وحدّث بها أبا مِخْنف مباشرةً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خمسة أشخاص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CA2C7E">
      <w:pPr>
        <w:pStyle w:val="libNormal"/>
        <w:rPr>
          <w:rtl/>
        </w:rPr>
      </w:pPr>
      <w:r>
        <w:rPr>
          <w:rFonts w:hint="cs"/>
          <w:rtl/>
        </w:rPr>
        <w:t>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جناب يحيى بن أبي حيّة الوداعي الكلبي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مقابلات أصحاب مسلم لابن زياد 5 / 369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370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وبعث ابن زياد برؤوس مسلم وهاني إلى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وكتابه إليه في ذلك 5 / 380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ويبدو لي أنّه يروي هذه الأخبار عن أخيه هانئ بن أبي حيّة الوداعي الكلبي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أنّه هو الذي بعثه ابن زياد بكتابه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له في الطبري (23) خبر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تسعة منها عن حرب الجمل وصفّين والنّهروان بالواسطة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وتستعة منها عن 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خمسة منها بالواسطة وثلاثة بالإرسال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وآخر عهدنا به روايته بالإرسال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مصعب بن الزبير إلى إبراهيم بن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الأشتر بعد المختار يدعوه إلى نفسه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67هـ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111 ترجمه في تهذيب التهذيب 11 / 201،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كوفي صدق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مات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147 هـ</w:t>
      </w:r>
      <w:r w:rsidR="0004730E">
        <w:rPr>
          <w:rFonts w:hint="cs"/>
          <w:rtl/>
        </w:rPr>
        <w:t>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فلمْ يكن مباشراً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جعفر بن حذيفة الطائي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كتاب مسلم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قبل مقتله ببيعة أهل الكوف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وكتاب محمّد بن الأشعث بن قس الكندي مع أياس بن العثل الطائي إلى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يخبره بخبر أسر مسلم بن عقيل وقتله 5 / 375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الذهبي في ميزان الاعتدال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يروي عن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وعنه أبو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يوم صفّين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ابن حبّان في الثقات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يُدرى من هو</w:t>
      </w:r>
      <w:r w:rsidR="00891061">
        <w:rPr>
          <w:rFonts w:hint="cs"/>
          <w:rtl/>
        </w:rPr>
        <w:t>؟.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وله في الطبري خمسة أخبار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خبران عن صفّين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وخبران عن الخوارج من طيىء وهذا الخبر فقط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دلهم بنت عمرو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زوجة زهير بن القين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حديث التحاقه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حدّثتني دلهم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فقلت له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5 / 396</w:t>
      </w:r>
      <w:r w:rsidR="005D2685">
        <w:rPr>
          <w:rFonts w:hint="cs"/>
          <w:rtl/>
        </w:rPr>
        <w:t xml:space="preserve"> 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4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عقبة بن أبي العيزار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خطبتين للامام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بالبيضة وذي حسم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ومقالة زهير بن القين في جواب الإمام وأبيات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وأبيات الطرمّاح بن عدي 5 / 403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لعلّه كان من أصحاب الحرّ فنجى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ولمْ نجد له ذكراً في رجالنا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وذكره في لسان الميزان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يعتبر حديثه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ابن حبّان في الثقات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فهؤلاء أربعة ممّن باشر الأحداث وحدّث بها لأبي مِخْنف مباشرةً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ظاهراً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لسان الميزان 4 / 179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 3 / 88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 2 / 433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Pr="009D48C8" w:rsidRDefault="00477F4F" w:rsidP="009D48C8">
      <w:pPr>
        <w:pStyle w:val="Heading2"/>
        <w:rPr>
          <w:rtl/>
        </w:rPr>
      </w:pPr>
      <w:bookmarkStart w:id="36" w:name="_Toc372370908"/>
      <w:bookmarkStart w:id="37" w:name="16"/>
      <w:r w:rsidRPr="009D48C8">
        <w:rPr>
          <w:rFonts w:hint="cs"/>
          <w:rtl/>
        </w:rPr>
        <w:lastRenderedPageBreak/>
        <w:t>القائمة الرابعة</w:t>
      </w:r>
      <w:r w:rsidR="00891061">
        <w:rPr>
          <w:rFonts w:hint="cs"/>
          <w:rtl/>
        </w:rPr>
        <w:t>:</w:t>
      </w:r>
      <w:bookmarkEnd w:id="36"/>
      <w:r w:rsidRPr="009D48C8">
        <w:rPr>
          <w:rFonts w:hint="cs"/>
          <w:rtl/>
        </w:rPr>
        <w:t xml:space="preserve"> </w:t>
      </w:r>
      <w:bookmarkEnd w:id="37"/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>مَن باشر الأحداث أو عاصرها ورواها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عنه أبو مِخْنف بواسطة أو واسطتين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واحد وعشرون شخصاً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أبو سعيد دينار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أو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كيسان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أو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عقيصا المقبري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أبيات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عند خروجه من المدينة بواسطة واحدة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عبد الملك بن نوفل بن مساحق بن مخرمة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5 / 342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ذكره الذهبي في ميزان الاعتدال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صاحب أبي هريرة وابن صاحبه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ثقة حجّة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شاخ ووقع في الهرم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ولمْ يختلط</w:t>
      </w:r>
      <w:r w:rsidR="00CA2C7E">
        <w:rPr>
          <w:rFonts w:hint="cs"/>
          <w:rtl/>
        </w:rPr>
        <w:t xml:space="preserve"> ...</w:t>
      </w:r>
      <w:r w:rsidRPr="00477F4F"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125هـ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هو من موالي بني تيم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وقال الحاكم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ثقة مأمون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وفي تهذيب التهذيب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قال الواقدي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ثقة كثير الحديث توفّي سنة مئة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وقِيل في خلافة الوليد بن عبد الملك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قِيل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إنّ عمر جعله على حفر القبور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فكان ينزل ناحية المقابر فسمّي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المقبري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 xml:space="preserve">وذكره الشيخ في رجاله في أصحاب على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والحسين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باسم دينار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يكنّى أبا سعيد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ولقبه عقيص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وإنّما لقّب بذلك لشعر قاله</w:t>
      </w:r>
      <w:r w:rsidRPr="00301744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 ابن قدامة في المغني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المقدسى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نسبة إلى المقدس وهي مدينة إيليا النبيّ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وروى الصدوق في أماليه مسنداً إلى أبي سعيد عقيصا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عن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عن أبيه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عن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أنّه قال لعلي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477F4F">
        <w:rPr>
          <w:rStyle w:val="libBold2Char"/>
          <w:rFonts w:hint="cs"/>
          <w:rtl/>
        </w:rPr>
        <w:t xml:space="preserve"> يا علي أنت أخي وأنا أخوك</w:t>
      </w:r>
      <w:r w:rsidR="00891061">
        <w:rPr>
          <w:rStyle w:val="libBold2Char"/>
          <w:rFonts w:hint="cs"/>
          <w:rtl/>
        </w:rPr>
        <w:t>،</w:t>
      </w:r>
      <w:r w:rsidRPr="00477F4F">
        <w:rPr>
          <w:rStyle w:val="libBold2Char"/>
          <w:rFonts w:hint="cs"/>
          <w:rtl/>
        </w:rPr>
        <w:t xml:space="preserve"> أنا المصطفى للنبوّة</w:t>
      </w:r>
      <w:r w:rsidR="00891061">
        <w:rPr>
          <w:rStyle w:val="libBold2Char"/>
          <w:rFonts w:hint="cs"/>
          <w:rtl/>
        </w:rPr>
        <w:t>،</w:t>
      </w:r>
      <w:r w:rsidRPr="00477F4F">
        <w:rPr>
          <w:rStyle w:val="libBold2Char"/>
          <w:rFonts w:hint="cs"/>
          <w:rtl/>
        </w:rPr>
        <w:t xml:space="preserve"> وأنت المجتبى للإمامة</w:t>
      </w:r>
      <w:r w:rsidR="00891061">
        <w:rPr>
          <w:rStyle w:val="libBold2Char"/>
          <w:rFonts w:hint="cs"/>
          <w:rtl/>
        </w:rPr>
        <w:t>،</w:t>
      </w:r>
      <w:r w:rsidRPr="00477F4F">
        <w:rPr>
          <w:rStyle w:val="libBold2Char"/>
          <w:rFonts w:hint="cs"/>
          <w:rtl/>
        </w:rPr>
        <w:t xml:space="preserve"> وأنا صاحب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2 / 139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8 / 453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رجال الشيخ / 40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Bold2"/>
        <w:rPr>
          <w:rtl/>
        </w:rPr>
      </w:pPr>
      <w:r>
        <w:rPr>
          <w:rFonts w:hint="cs"/>
          <w:rtl/>
        </w:rPr>
        <w:lastRenderedPageBreak/>
        <w:t>التنزيل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وأنت صاحب التأويل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وأنت أبوا هذه الاُمّة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أنت وصيّي وخليفتي ووزيري ووارثي وأبو ولدي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وشيعتك شيعتي </w:t>
      </w:r>
      <w:r w:rsidR="00891061">
        <w:rPr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عقبة بن سمعان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خروج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المدينة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وملاقاته لعبد الله بن مطيع العدوي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ونزوله مكّة 5 / 351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ابن العبّاس للإمام عند خروجه من مكّة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ابن الزبير للإمام عند خروجه من مكّة 5 / 383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وخبر رسل عمرو بن سعيد بن العاص الأشدق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والي مكّة آنذاك إلى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ليردّوه إلى مكّة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وخبر ورس اليمن بمنزل التنعيم 5 / 385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علي بن الحسين الأكبر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لأبيه بعد قصر بني مقاتل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وانتهائهم إلى نينوى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ووصول رسول ابن زياد إلى الحرّ بكتابه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ونزول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ونزول عمر بن سعد 5 / 407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409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والخصال التي عرضها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ابن سعد 5 / 413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وجميعها بواسطة واحد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الحارث بن كعب الوالبي الهمداني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وهذا ممّا يؤيّد أنّ أبا مِخْنف كان يقطّع في الخبر حسب المناسبات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مضت ترجمة عقبة قبل فراجع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محمّد بن بشر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إجماع الشيعة في الكوفة في منزل سليمان بن ُصرد الخزاعي بعد موت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وخطبة سليمان بن ُصرد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وكتابهم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وجواب الإمام إليهم مع مسلم بن عقيل 5 / 353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352 , وكتاب مسلم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الطريق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وجواب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ووصول مسلم إلى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واختلاف الشيعة إليه في دار المختار 5 / 354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355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وخطبة ابن زياد بعد مقتل هانئ بن عروة 5 / 368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جميعها بواسطة واحد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الحجّاج بن علي البارقي الهمداني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كان حاضراً في اجتماع الشيعة في بيت سليمان بن ُصرد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فذكرنا هلاك معاوية فحمدنا الله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لنا سليمان بن ُصرد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سرّحنا بالكتاب وأمرنا بالنّجاء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سرّحنا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لبثنا يومين آخرين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سرّحنا إليه وكتبنا معهما 5 / 354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355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حاضراً في اجتماع الشيعة عند مسلم في دار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يبايعه كراهة القتال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يقول الراوي الحجّاج بن علي فقلت لمحمّد بن بشير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فهل كان منك أنت قول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إنْ كنت لأحبّ أنْ يعزّ الله أصحابي بالظفر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كنت لأحبّ أنْ أقتل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وكرهت أنْ أكذب 5 / 355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وذكر في لسان الميزان إنّ أبا حاتم كان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إنّه هو محمّد بن السّائب الكلبي الكوفي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نُسب إلى جدّه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فإنّه محمّد بن السّائب بن بشر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وذكره الشيخ في رجاله في أصحاب الإمامين الباقر والصادق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الودّاك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جبر بن نوف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خطبة النّعمان بن بشير الأنصاري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والي الكوفة من قِبل معاوية ويزيد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وكتب أهل الكوفة إلى يزيد 5 / 355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356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وخطبة ابن زياد بالكوفة 5 / 358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359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وانتقال مسلم إلى دار هانئ بن عروة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وتجسّس معقل الشامي عليه من قِبل ابن زياد وعيادة ابن زياد لهانئ بن عروة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وإشارة عمارة بن الأعور الحارثي الهمداني في دار هانئ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وإشارته على مسلم بقتل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وامتناع مسلم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لكراهة هانئ لذلك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وطلب ابن زياد هانئاً وضربه وحبسه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ومجيء عمرو بن الحجّاج الزبيدي بوجوه مذحج وفرسانه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ودخول شريح القاضي إلى هانئ وإخبارهم بسلامته وانصرافهم 5 / 361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367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نمير بن وعلة الهمداني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والأخير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لسان الميزان 5 / 94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9D48C8">
        <w:rPr>
          <w:rFonts w:hint="cs"/>
          <w:rtl/>
        </w:rPr>
        <w:t xml:space="preserve"> رجال الشيخ / 136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 289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وذكره الطبري في ذيل المذيّل / 651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ط دار سويدان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عن طبقات ابن سعد 6 / 358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وأنّه تُوفّي في الكوفة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146هـ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في خلافة المنصور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عن المعلّى بن كليب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وقد ورد اسمه الكامل في روايته خطبة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بـ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النُّخيلة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بعد يأسه من هداية الخوارج 5 / 78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ويظهر أنّه كان بالكوفة بعد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فعتب على أيوب بن مشرح الخيواني عقره لفرس الحرّ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ره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أراك إلاّ ستلقى الله بإثم قتلهم أجمعين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أرأيت لو أنّك رميت ذا فعقرت ذا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ورميت آخر ووقفت موقف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وكرّرت عليهم وحرّض أصحابك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وكثّرت أصحابك وحمل عليك فكرهت أنْ تفرّ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وفعل آخر من أصحابك كفعلك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وآخر وآخر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كان هذا وأصحابه يُقتلون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أنتم شركاء كلكم في دمائهم 5 / 437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وذكره الذهبي في ميزان الاعتدال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صاحب أبي سعيد الخدري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صدوق مشهور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وفي تهذيب التهذيب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وقال ابن معين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ثقة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وقال النسّائي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صالح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وأخرج حديثه في السّنن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عثمان النّهدي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كتاب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أهل البصرة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واستخلاف ابن زياد لأخيه عثمان على البصرة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ودخوله الكوفة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5 / 357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358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واحدة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الصقعب بن زهير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كان من أصحاب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واستخلفه على الضعفاء بالسّبخة حين دخوله الكوفة على ابن مطيع 5 / 22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29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في تهذيب التهذيب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فروى أنّه كان من قضاعة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وأدرك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ولمْ يره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وسكن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تحوّل</w:t>
      </w:r>
    </w:p>
    <w:p w:rsidR="009D48C8" w:rsidRDefault="009D48C8" w:rsidP="009D48C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9D48C8">
      <w:pPr>
        <w:pStyle w:val="libFootnote"/>
        <w:rPr>
          <w:rtl/>
        </w:rPr>
      </w:pPr>
      <w:r>
        <w:rPr>
          <w:rFonts w:hint="cs"/>
          <w:rtl/>
        </w:rPr>
        <w:t>(1) 4 / 584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الحلبي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libFootnote"/>
        <w:rPr>
          <w:rtl/>
        </w:rPr>
      </w:pPr>
      <w:r>
        <w:rPr>
          <w:rFonts w:hint="cs"/>
          <w:rtl/>
        </w:rPr>
        <w:t>(2) 2 / 60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تنقيح المقال 3 / 27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lastRenderedPageBreak/>
        <w:t>إلى البصرة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وكان عرّيف قومه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وحجّ ستّين حجّة وعمرة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وكان ليله قائماً ونهاره صائماً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ثقة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95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وهو ابن 130 سنة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>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عبد الله بن خازم الكثيري الأزدي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خروج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وعقده الألوية 5 / 367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369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يوسف بن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وتخاذل النّاس عن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370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371 بواسطة سليمان بن أبي راشد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libNormal"/>
        <w:rPr>
          <w:rtl/>
        </w:rPr>
      </w:pPr>
      <w:r>
        <w:rPr>
          <w:rFonts w:hint="cs"/>
          <w:rtl/>
        </w:rPr>
        <w:t xml:space="preserve">كان ممّن بايع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وبعثه مسلم ليعلم خبر هانئ في القصر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كان فيمن خذل مسلماً وحسين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) 5 / 368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369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تاب مع التوّابين فخرج معهم 5 / 583 حتّى قُتل 5 / 601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عبّاس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أو عيّاش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بن جعدة الجدلي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خروج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وتخاذل النّاس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وموقف ابن زياد 5 / 469 بواسطة واحدة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يونس بن أبي إسحاق السّبيعي الهمداني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كان ممّن بايع مسلماً وخرج 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يُفتقد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خرجنا مع مسلم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عبدالرحمن بن أبي عمير الثقفي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دعوة المختار إلى الدخول تحت راية الأمان لابن زياد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زائدة بن قدامة الثقفي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خروج محمّد بن الأشعث لقتال مسلم بن عقيل وأسره 5 / 373 واستسقاءه على باب القصر وسقيه 5 / 375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ذكره الطبري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قدامة بن سعيد بن زائدة بن قدامة الثقفي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وقد وجدنا أنّ زائدة بن قدامة جدّ قدامة بن سعيد هو الذي كان مباشراً لأحداث الكوفة</w:t>
      </w:r>
      <w:r w:rsidR="00891061">
        <w:rPr>
          <w:rFonts w:hint="cs"/>
          <w:rtl/>
        </w:rPr>
        <w:t>؛</w:t>
      </w:r>
      <w:r w:rsidRPr="00477F4F">
        <w:rPr>
          <w:rFonts w:hint="cs"/>
          <w:rtl/>
        </w:rPr>
        <w:t xml:space="preserve"> وأمّا حفيده قدامة بن سعيد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فقد ذكره الشيخ الطوسي</w:t>
      </w:r>
      <w:r w:rsidRPr="00301744">
        <w:rPr>
          <w:rStyle w:val="libFootnotenumChar"/>
          <w:rFonts w:hint="cs"/>
          <w:rtl/>
        </w:rPr>
        <w:t>(2)</w:t>
      </w:r>
      <w:r w:rsidRPr="00477F4F">
        <w:rPr>
          <w:rFonts w:hint="cs"/>
          <w:rtl/>
        </w:rPr>
        <w:t xml:space="preserve"> في طبقة أصحاب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فرجّحنا أنْ يكون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6 / 277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انظر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ص / 275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الصحيح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قدامة بن سعيد عن زائدة بن قدامة الثقفي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كان جدّه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زائدة بن قدامة الثقفي قائد شرطة الكوفة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58هـ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بولاية عبدالرحمن بن اُمّ الحكم الثقفي من قبل معاوية بن أبي سفيان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بعد عام الجماعة 5 /310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مع عمرو بن حريث لمّا رفع راية الأمان لعبيد الله بن زياد الكوفة بعد خروج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فشفع لابن عمّه المختار 5 / 570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الذي سار بكتاب المختار من سجن ابن زياد بالكوفة إلى عبد الله بن عمر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زوج أخت المختار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صفيّة بنت أبي عبيد الثقفي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ليشفع له عند يزيد فأطلق ابن زياد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وأراد ابن زياد ليعاقب ابن قدامة على فعله فهرب حتّى أُخذ له الأمان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5 / 571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وبايع فيمن بايع من أهل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عبد الله بن مطيع العدوي والي الكوفة من قبل عبد الله بن الزبير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فبعثه ابن مطيع ليطلب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فأخبر ابن قدامة المختار بذلك فتثاقل المختار 6 / 11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خروج المختار بالكوفة من بستان هذا الرجل بالسّبخة 6 / 22 وبعثه المختار ليردّ عنه عمر بن عبد الرحمن المخزومي والي الكوفة من قبل ابن الزبير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فردّه عنه بالمال والتهديد 6 / 72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التحق بعبد الملك بن مروان فحارب معه مصعب بن الزبير فقتله بثار المختار بدير الجاثليق 6 / 159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فبعثه الحجّاج مع ألفي رجل إلى حرب شبيب الخارجي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 xml:space="preserve">رودبار) فقاتله حتّى قِتل وأصحابه ربضة حوله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76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246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فهذا يدلّ صريحاً على أنّ قدامة بن سعيد بن زائد الذي يروى عنه أبو مِخْنف هذا الخبر لمْ يكن مباشراً لأحداث الكوفة حين خروج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به قطعاً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فلعلّ الصحيح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قدامة بن سعيد عن زائدة بن قدامة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فانّ زائدة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رأينا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كان مع عمرو بن حريث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يروي خبر بعث ابن زياد محمّد بن الأشعث إلى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لحفيده قدامة بن سعيد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عمارة بن عقبة بن أبي معيط الاُمّوي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استسقاء مسلم وسقيه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5 / 375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يرويه عنه حفيده سعيد بن مدرك بن عمارة بن عقبة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في تقريب التهذيب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ثقة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116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11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عمر بن عبد الرحمن بن الحارث بن هشام المخزومي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مقالته للإمام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عند خروجه من مكّة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بواسطة الصقعب بن زهير 5 / 382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ولاّه عبد الله بن الزبير الكوفة على عهد المختار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فردّه المختار عنها بالمال والتهديد 6 / 71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وذكره في تهذيب التهذيب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روى عن جماعة من الصحابة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عبد الله بن سُليم والمُذري بن المشمعلّ الأسديّان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مقابلة ابن الزبير للإمام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فيما بين الحجر الأسود والباب 5 / 384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وملاقاة الفرزدق للامام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386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ونقلا خبر مقتل مسلم بن عقيل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الثعلبيّة 5 / 397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398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بواسطتين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أبي جناب يحيى بن أبي حيّة الوداعي الكلبي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عدي بن حرملة الأسدي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وكلا الرجلين سمعا واعية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ينصراه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عبد الله بن سليم الأسدي حيّاً إلى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77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295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الإمام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كتاب عبد الله بن جعفر إلى الإمام مع ولديه عون ومحمّد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وكتاب عمرو بن سعيد الأشدق إلى الإمام مع أخيه يحيى وجواب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بواسطة واحدة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الحارث بن كعب الوالبي 5 / 387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388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بكر بن مصعب المزني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عبد الله بن يقطر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وخبر منزل زبالة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واحدة هو أبو علي الأنصاري 5 / 398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399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يُعرفان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فزاريّ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التحاق زهير بن القين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7 / 472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وذُكر في خلاصة تذهيب تهذيب الكمال / 284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السدّي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رجل من بني فزارة 5 / 396</w:t>
      </w:r>
      <w:r w:rsidR="005D2685">
        <w:rPr>
          <w:rFonts w:hint="cs"/>
          <w:rtl/>
        </w:rPr>
        <w:t xml:space="preserve"> 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16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الطرمّاح بن عدي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خبره بواسطة واحدة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جميل بن مرثد الغنوي 5 / 406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لقى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فاستنصره الإمام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فاعتذر أنْ يمتار لأهله ميرة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رزقاً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 xml:space="preserve">فلمْ يمنعه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ولمْ يدرك نصرته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وذكره الشيخ في أصحاب أمير المؤمنين والحسين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وذكره المامقاني ووثّقه أنّه أدرك نصرة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وجرح وبُرء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ثمّ مات بعد ذلك ولمْ يذكر المصدر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عامر بن شراحيل بن عبد الشعبي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قصر بني مقاتل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المجالد بن سعيد 5 / 407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وُلد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21هـ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4 / 145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واُمّه من سبي جلولاء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16هـ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وأبوه أوّل مَن أجاب المختار 6 / 15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وشهد هو وأبوه للمختار بالحقّ 6 / 17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وخرج هو وأبوه مع المختار إلى ساباط المدائن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67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91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لحق بالحجّاج بعد المختار وجلس معه 6 / 327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على الحجّاج مع عبد الرحمن بن الأشعث بن قيس الكندي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82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350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A2C7E">
      <w:pPr>
        <w:pStyle w:val="libNormal"/>
        <w:rPr>
          <w:rtl/>
        </w:rPr>
      </w:pPr>
      <w:r>
        <w:rPr>
          <w:rFonts w:hint="cs"/>
          <w:rtl/>
        </w:rPr>
        <w:t>فلمّا هزم ابن الأشعث لحق بقتيبة بن مسلم والي الحجّاج على الري فاستأمنه فآمنه الحجّاج 6 / 374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بقي حتّى وُلي قضاء الكوفة أيّام عمر بن عبد العزيز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99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101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من قبل يزيد بن عبد الملك بن مروان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وهو ممّن خذل مسلماً والحسين </w:t>
      </w:r>
      <w:r w:rsidR="0035755E" w:rsidRPr="0035755E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ولمْ يكن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حدّث عنه أبو مِخْنف مرسلاً مات بالكوفة فجأةً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104هـ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في الكِنى والألقاب 2 / 328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له في الطبري 114 خبراً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في تهذيب التهذيب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فروى عن العجلي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الشعبي سمع من ثمانية وأربعين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تنقيح المقال 2 / 109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وقد سبق إنّ المصدر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المقتل المتداول المنسوب إلى أبي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الخبر الذي علّق عليه المحدّث القمّي في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نفس المهموم / 195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lastRenderedPageBreak/>
        <w:t xml:space="preserve">من الصحابة وأدرك عليّاً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قِيل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110 هـ</w:t>
      </w:r>
      <w:r w:rsidR="0004730E">
        <w:rPr>
          <w:rFonts w:hint="cs"/>
          <w:rtl/>
        </w:rPr>
        <w:t>)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CA2C7E">
      <w:pPr>
        <w:pStyle w:val="libNormal"/>
        <w:rPr>
          <w:rtl/>
        </w:rPr>
      </w:pPr>
      <w:r>
        <w:rPr>
          <w:rFonts w:hint="cs"/>
          <w:rtl/>
        </w:rPr>
        <w:t>18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حسّان بن فائد بن بكير العبسي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كتاب ابن سعد إلى ابن زياد وجوابه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النضر بن صالح بن حبيب بن زهير العبسي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أشهد أنّ كتاب عمر بن سعد جاء إلى عبيد الله بن زياد وأنا عنده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فيه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5 / 411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كان فيمَن قاتل المختار وأصحابه مع راشد بن أياس صاحب شرطة عبد الله بن مطيع العدوي والي الكوفة من قبل عبد الله بن الزبير 6 / 26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مع ابن مطيع في حصار القصر 6 / 31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وقُتل أخيراً مع أصحاب ابن مطيع في مضر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 كناسة الكوفة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64هـ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49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قال في تهذيب التهذيب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وروى البخاري في تفسير الجبت في سورة النّساء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عن شعبة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عن أبي إسحاق السّبيعي عنه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عن عمر بن الخطاب أنّ الجبت هو السحر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يعدّ في الكوفيّين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عمارة العبسي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مقالة يحيى بن الحكم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ومجلس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أبي جعفر العبسي 5 / 460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461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القاسم بن بخيت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الرؤوس في دمشق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يحيى بن الحكم بن العاص أخي مروان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هند زوجة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وقضيب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بواسطتين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أبي حمزة الثمالي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الله الثمالي عن القاسم 5 / 465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الكنود عبد الرحمن بن عبيد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أبيات اُمّ لقمان بنت عقيل بن أبي طالب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سليمان بن أبي راشد 5 / 466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كان يلي الكوفة من قبل زياد بن أبيه 5 / 246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من أصحاب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تهذيب التهذيب 5 / 65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تهذيب التهذيب 2 / 251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وادّعى أنّه هو الذي قتل شمر 6 / 53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وله في الطبري تسعة أخبار عن أبي مِخْنف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في الأعلام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فاطمة بنت علي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ذكرها الطبري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مجلس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الحارث بن كعب الوالبي الأزدي 5 / 461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462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فهؤلاء واحد وعشرون شخصاً ممّن باشر الأحداث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عاصرها ورواها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ورواها عنهم أبو مِخْنف بواسطة أو واسطتين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38" w:name="_Toc372370909"/>
      <w:bookmarkStart w:id="39" w:name="17"/>
      <w:r w:rsidRPr="009D48C8">
        <w:rPr>
          <w:rFonts w:hint="cs"/>
          <w:rtl/>
        </w:rPr>
        <w:t>القائمة الخامسة</w:t>
      </w:r>
      <w:r w:rsidR="00891061">
        <w:rPr>
          <w:rFonts w:hint="cs"/>
          <w:rtl/>
        </w:rPr>
        <w:t>:</w:t>
      </w:r>
      <w:bookmarkEnd w:id="38"/>
      <w:r w:rsidRPr="009D48C8">
        <w:rPr>
          <w:rFonts w:hint="cs"/>
          <w:rtl/>
        </w:rPr>
        <w:t xml:space="preserve"> </w:t>
      </w:r>
      <w:bookmarkEnd w:id="39"/>
    </w:p>
    <w:p w:rsidR="00477F4F" w:rsidRDefault="00477F4F" w:rsidP="009D48C8">
      <w:pPr>
        <w:pStyle w:val="Heading3"/>
        <w:rPr>
          <w:rtl/>
        </w:rPr>
      </w:pPr>
      <w:bookmarkStart w:id="40" w:name="_Toc372370910"/>
      <w:r>
        <w:rPr>
          <w:rFonts w:hint="cs"/>
          <w:rtl/>
        </w:rPr>
        <w:t>الرواة الوسائط وهم تسع وعشرون شخصاً</w:t>
      </w:r>
      <w:r w:rsidR="00891061">
        <w:rPr>
          <w:rFonts w:hint="cs"/>
          <w:rtl/>
        </w:rPr>
        <w:t>:</w:t>
      </w:r>
      <w:bookmarkEnd w:id="40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عبد الملك بن نوفل بن مساحق بن عبد الله بن مخرمة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سعد سعيد بن أبي سعيد المقبري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أبيات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عند خروجه من المدينة 5 / 342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ويروي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بدون تصريح بالواسطة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عهد معاوية لابنه يزيد عند موته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وحديث الضحّاك بن قيس الفهري صاحب شرطة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وولي دفنه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وأبيات يزيد عند وصول البريد إليه بهلاك أبيه معاوية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A2C7E">
      <w:pPr>
        <w:pStyle w:val="libNormal"/>
        <w:rPr>
          <w:rtl/>
        </w:rPr>
      </w:pPr>
      <w:r>
        <w:rPr>
          <w:rFonts w:hint="cs"/>
          <w:rtl/>
        </w:rPr>
        <w:t>وله في الطبري خمسة عشر خبراً عن أبي مِخْنف عنه عن رجل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أكثرها عن خروج ابن الزبير بمكّة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وعبدالله بن حنظلة بالمدينة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ووقعة الحرّة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إحداها عن أبيه نوفل 5 / 474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وأخرى عن عبد الله بن عروة 5 / 478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وأخرى عن حميد بن حمزة من مو إلى بني أميّة 5 / 479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وسبعة منها عن حبيب بن كرّة من موالي بني أميّة أيضاً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وصاحب راية مروان بن الحكم 5 / 482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539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وأخيرها عن سعيد بن عمرو بن سعيد بن العاص الأشدق 5 / 577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فمن المرجّح أنْ يكون قد روى مراسيله في وصيّة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ودفنه عن موالي بني اُميّة هؤلاء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لمْ يصرّح بأسمائهم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وقد كان أبوه نوفل بن مساحق على ألفين أو خمسة آلاف لابن مطيع لابن الزبير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وانتهى ابن الأشتر النّخعي إليه فرفع عليه السّيف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خلّى سبيله 6 / 30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ووثّقه في تهذيب التهذيب 6 / 428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والكاشف للذهبي 2 / 216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سعيد عقيصا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بعض 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مقابلة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لابن الزبير بمكّة في المسجد الحرام محرم 5 / 385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 xml:space="preserve">عدّة العلاّمة </w:t>
      </w:r>
      <w:r w:rsidR="005D2685" w:rsidRPr="005D2685">
        <w:rPr>
          <w:rStyle w:val="libAlaemChar"/>
          <w:rFonts w:hint="cs"/>
          <w:rtl/>
        </w:rPr>
        <w:t>رحمه‌الله</w:t>
      </w:r>
      <w:r w:rsidRPr="00477F4F">
        <w:rPr>
          <w:rFonts w:hint="cs"/>
          <w:rtl/>
        </w:rPr>
        <w:t xml:space="preserve"> من أصحاب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في القسم الأوّل من الخلاصة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وذكره الذهبي في ميزان الاعتدال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روى عن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77F4F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قال ابن سعد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ثقة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اسمه دينار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شيعي مات </w:t>
      </w:r>
      <w:r w:rsidR="0004730E">
        <w:rPr>
          <w:rFonts w:hint="cs"/>
          <w:rtl/>
        </w:rPr>
        <w:t>(</w:t>
      </w:r>
      <w:r w:rsidRPr="00477F4F">
        <w:rPr>
          <w:rFonts w:hint="cs"/>
          <w:rtl/>
        </w:rPr>
        <w:t>125هـ</w:t>
      </w:r>
      <w:r w:rsidR="0004730E">
        <w:rPr>
          <w:rFonts w:hint="cs"/>
          <w:rtl/>
        </w:rPr>
        <w:t>)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 في تهذيب التهذيب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الواقدي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ثقة كثير الحديث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توفّي سنة مئة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توفّي في خلافة الوليد بن عبد الملك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قِيل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عمر جعله على حفر القبور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وقِيل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ينزل ناحية المقابر فسمّي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المقبري 8 / 453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لسان الميزان 2 / 422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عبد الرحمن بن جندب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عقبة بن سمعان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جميع أخباره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له في الطبري زهاء ثلاثين حديثاً عن حرب الجمل وصفّين والنّهروان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 كربلاء بواسطة عقبة بن سمعان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ويروي أحداث الحجّاج مباشرةً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وحارب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193</w:t>
      </w:r>
      <w:r w:rsidR="00891061">
        <w:rPr>
          <w:rFonts w:hint="cs"/>
          <w:rtl/>
        </w:rPr>
        <w:t>.</w:t>
      </w:r>
    </w:p>
    <w:p w:rsidR="00477F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2 / 139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و3 / 88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 كامل الزيارة / 23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بإسناده إليه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سمعت الحسين بن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وخلا به عبد الله بن الزبير وناجاه طويل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ثمّ أقبل</w:t>
      </w:r>
      <w:r>
        <w:rPr>
          <w:rFonts w:hint="cs"/>
          <w:rtl/>
        </w:rPr>
        <w:t xml:space="preserve">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بوجهه إليهم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F245A1">
        <w:rPr>
          <w:rStyle w:val="libFootnoteBoldChar"/>
          <w:rFonts w:hint="cs"/>
          <w:rtl/>
        </w:rPr>
        <w:t xml:space="preserve"> إنّ هذا يقول لي</w:t>
      </w:r>
      <w:r w:rsidR="00891061">
        <w:rPr>
          <w:rStyle w:val="libFootnoteBoldChar"/>
          <w:rFonts w:hint="cs"/>
          <w:rtl/>
        </w:rPr>
        <w:t>:</w:t>
      </w:r>
      <w:r w:rsidRPr="00F245A1">
        <w:rPr>
          <w:rStyle w:val="libFootnoteBoldChar"/>
          <w:rFonts w:hint="cs"/>
          <w:rtl/>
        </w:rPr>
        <w:t xml:space="preserve"> كن حماماً من حمام الحرم</w:t>
      </w:r>
      <w:r w:rsidR="00891061">
        <w:rPr>
          <w:rStyle w:val="libFootnoteBoldChar"/>
          <w:rFonts w:hint="cs"/>
          <w:rtl/>
        </w:rPr>
        <w:t>،</w:t>
      </w:r>
      <w:r w:rsidRPr="00F245A1">
        <w:rPr>
          <w:rStyle w:val="libFootnoteBoldChar"/>
          <w:rFonts w:hint="cs"/>
          <w:rtl/>
        </w:rPr>
        <w:t xml:space="preserve"> ولئن أُقتل بيني وبين الحرم باع أحبّ إليّ من أنْ أُقتل وبيني وبينه شبر</w:t>
      </w:r>
      <w:r w:rsidR="00891061">
        <w:rPr>
          <w:rStyle w:val="libFootnoteBoldChar"/>
          <w:rFonts w:hint="cs"/>
          <w:rtl/>
        </w:rPr>
        <w:t>،</w:t>
      </w:r>
      <w:r w:rsidRPr="00F245A1">
        <w:rPr>
          <w:rStyle w:val="libFootnoteBoldChar"/>
          <w:rFonts w:hint="cs"/>
          <w:rtl/>
        </w:rPr>
        <w:t xml:space="preserve"> ولئن أُقتل بالطفّ أحبّ إليّ من ان أقتل بالحرم </w:t>
      </w:r>
      <w:r w:rsidR="00891061">
        <w:rPr>
          <w:rStyle w:val="libFootnoteBoldChar"/>
          <w:rFonts w:hint="cs"/>
          <w:rtl/>
        </w:rPr>
        <w:t>».</w:t>
      </w:r>
    </w:p>
    <w:p w:rsidR="00477F4F" w:rsidRDefault="00477F4F" w:rsidP="009D48C8">
      <w:pPr>
        <w:pStyle w:val="libFootnote"/>
        <w:rPr>
          <w:rtl/>
        </w:rPr>
      </w:pPr>
      <w:r>
        <w:rPr>
          <w:rFonts w:hint="cs"/>
          <w:rtl/>
        </w:rPr>
        <w:t xml:space="preserve">فهو على هذا الإسناد مباشر للسماع عن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لا كما أسند عنه أبو مِخْنف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والكامل أكمل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في جيشه مع زائدة بن قدامة الثقفي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شبيب الخارجي بـ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رودبار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76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244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وأُسر فبايع شبيباً خوفاً 6/ 246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لحق بالكوفة فكان فيها إذ خطب الحجّاج ليبعث إلى شبيب مرّة أخرى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77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262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ذكره الأردبيلي عن الرجال الوسيط للأسترابادي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في أصحاب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وذكره العسقلاني في لسان الميزان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روى عن كميل بن زياد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وعنه أبو حمزة الثمالي</w:t>
      </w:r>
      <w:r w:rsidRPr="00301744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4</w:t>
      </w:r>
      <w:r w:rsidR="007745E6">
        <w:rPr>
          <w:rFonts w:hint="cs"/>
          <w:rtl/>
        </w:rPr>
        <w:t xml:space="preserve"> - </w:t>
      </w:r>
      <w:r w:rsidRPr="00477F4F">
        <w:rPr>
          <w:rFonts w:hint="cs"/>
          <w:rtl/>
        </w:rPr>
        <w:t>الحجّاج بن علي البارقي الهمداني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عن محمّد بن بشر الهمداني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أخباره كله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فراجع محمّد بن بشر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وليس لهفي الطبري عن غيره شيء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وذكره في لسان الميزان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شيخ روى عنه أبو مِخْنف</w:t>
      </w:r>
      <w:r w:rsidRPr="00301744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نمير بن وعلة الهمداني اليناعي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الودّاك جبر بن نوف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وأيوب بن مشرح الخيواني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وربيع بن تميم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أخبارهم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له في الطبري عشرة أخبار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آخرها عن الشعبي عن مجلس الحجّاج سنة ثمانين 6 / 328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ذكره العسقلاني في لسان الميزان</w:t>
      </w:r>
      <w:r w:rsidR="00891061">
        <w:rPr>
          <w:rFonts w:hint="cs"/>
          <w:rtl/>
        </w:rPr>
        <w:t>،</w:t>
      </w:r>
      <w:r w:rsidRPr="00477F4F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روى عن الشعبي وعنه أبو مِخْنف</w:t>
      </w:r>
      <w:r w:rsidRPr="00301744">
        <w:rPr>
          <w:rStyle w:val="libFootnotenumChar"/>
          <w:rFonts w:hint="cs"/>
          <w:rtl/>
        </w:rPr>
        <w:t>(4)</w:t>
      </w:r>
      <w:r w:rsidRPr="00477F4F">
        <w:rPr>
          <w:rFonts w:hint="cs"/>
          <w:rtl/>
        </w:rPr>
        <w:t xml:space="preserve"> وكذلك في المغني</w:t>
      </w:r>
      <w:r w:rsidRPr="00301744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 w:rsidRP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الصقعب بن زهير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عثمان النّهدي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وعون بن أبي جحيفة السوائي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 الرحمن بن شريح المعافري الإسكندراني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مات بالإسكندريّة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167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>، كما في تهذيب التهذيب 6 / 193 وعمر بن عبد الرحمن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جامع الرواة 1 / 447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لسان الميزان 3 / 408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حيدرآباد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2 / 178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6 / 171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حيدرآباد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2 / 701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الدعوة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ابن الحارث بن هشام المخزومي وحميد بن مسلم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أخبارهم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A2C7E">
      <w:pPr>
        <w:pStyle w:val="libNormal"/>
        <w:rPr>
          <w:rtl/>
        </w:rPr>
      </w:pPr>
      <w:r>
        <w:rPr>
          <w:rFonts w:hint="cs"/>
          <w:rtl/>
        </w:rPr>
        <w:t>له في الطبري عشرون خبر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جميعها عن أبي مِخْنف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ثلاثة منها عن وفاة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حاضراً بصفّين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فروى مقالة عمّار بن ياسر 5 / 38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حديث مقتل حجر بن عدي 5 / 253 وتسعة منها عن 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وثلاثة منها من أخبار المختار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في تهذيب التهذيب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أبو زرعة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ثقة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أبو حاتم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شيخ ليس بالمشهور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وفي هامش خلاصة تذهيب تهذيب الكمال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وثّقه أبو زرعة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المُعلّى بن كليب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الودّاك جبر بن نوف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أخباره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فراجع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يوسف بن يزيد بن بكر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الله بن خازم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وعفيف بن زهير بن أبي الأخنس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أخبارهم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ورد اسمه الكامل في الطبري 6 / 284، وله في الطبري خمسة عشر خبراً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وعاش إلى بعد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77هـ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الذهبي في ميزان الاعتدال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صدوق نبيل بصري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روى عنه جماعة وأثنى عليه غير واحد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يكتب حديثه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 في تهذيب التهذيب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المقدسيّ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ثقة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أبو حاتم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يكتب حديثه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وكذلك ذكره في خلاصة تذهيب تهذيب الكمال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تهذيب التهذيب 4 / 432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الخلاصة / 176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الدعوة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4 / 475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تهذيب التهذيب 11 / 429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الخلاصة / 440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يونس بن أبي إسحاق عمرو بن عبد الله السّبيعي الهمداني الكوفي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عبّاس بن جعدة الجدلي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في خروجه مع مسلم بن عقيل في أربعة آلاف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سيّدنا شرف الدين في كتابه القيّم المراجعات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نصّ على تشيّع أبيه أبي إسحاق عمرو بن عبد الله السّبيعي الهمداني الكوفي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كلّ من ابن قتيبة في معارفه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والشهرستاني في الملل والنحل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من رؤوس المحدّثين الذين لا يحمد النواصب مذاهبهم في الفروع والأصول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نسجوا فيها على منوال أهل البيت </w:t>
      </w:r>
      <w:r w:rsidR="0035755E" w:rsidRPr="0035755E">
        <w:rPr>
          <w:rStyle w:val="libAlaemChar"/>
          <w:rFonts w:hint="cs"/>
          <w:rtl/>
        </w:rPr>
        <w:t>عليهم‌السلام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وتعبّدوا باتّباعهم في كلّ ما يرجع إلى الدين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ولذا قال الجوزجاني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في ترجمة زبيد من الميزان</w:t>
      </w:r>
      <w:r w:rsidRPr="007745E6">
        <w:rPr>
          <w:rStyle w:val="libFootnotenumChar"/>
          <w:rFonts w:hint="cs"/>
          <w:rtl/>
        </w:rPr>
        <w:t>(1)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من أهل الكوفة قوم لا يحمد النّاس مذاهبهم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هم رؤوس محدّثي الكوفة مثل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أبي إسحاق ومنصور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وزبيد اليامي والأعمش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وغيرهم من أقرانهم احتملهم النّاس لصدق ألسنتهم في الحديث وتوقّفوا عندما أرسلوا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 ممّا توقّف النواصب فيه من مراسيل أبي إسحاق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رواه عمر بن اسماعيل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كما في ترجمته في الميزان </w:t>
      </w:r>
      <w:r w:rsidRPr="00A04DDF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إسحاق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قال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: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مثل علي كشجرة أنا أصله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وعلي فرعها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والحسن والحسين ثمرها والشيعة ورقها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قال السيّد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وما قال المغيرة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في الميزان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أفسد حديث أهل الكوفة غير أبي إسحاق والأعمش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أهلك أهل الكوفة أبو إسحاق وأعيمشكم هذ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لكونهما شيعيّين مخلصين لآل محمّد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حافظين ما جاء في السّنة من خصائصهم </w:t>
      </w:r>
      <w:r w:rsidR="0035755E" w:rsidRPr="0035755E">
        <w:rPr>
          <w:rStyle w:val="libAlaemChar"/>
          <w:rFonts w:hint="cs"/>
          <w:rtl/>
        </w:rPr>
        <w:t>عليهم‌السلام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احتجّ بكل منهما أصحاب الصحاح الستّة وغيرهم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وُلد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في الوفيات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لثلاث سنين بقين من خلافة عثمان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في سنة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2 / 66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الحلبي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3 / 246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3 / 270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2 / 224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المراجعات / 100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دار الصادق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04730E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(</w:t>
      </w:r>
      <w:r w:rsidR="00477F4F">
        <w:rPr>
          <w:rFonts w:hint="cs"/>
          <w:rtl/>
        </w:rPr>
        <w:t>33 هـ</w:t>
      </w:r>
      <w:r>
        <w:rPr>
          <w:rFonts w:hint="cs"/>
          <w:rtl/>
        </w:rPr>
        <w:t>)</w:t>
      </w:r>
      <w:r w:rsidR="00477F4F">
        <w:rPr>
          <w:rFonts w:hint="cs"/>
          <w:rtl/>
        </w:rPr>
        <w:t xml:space="preserve"> وتوفّي سنة </w:t>
      </w:r>
      <w:r>
        <w:rPr>
          <w:rFonts w:hint="cs"/>
          <w:rtl/>
        </w:rPr>
        <w:t>(</w:t>
      </w:r>
      <w:r w:rsidR="00477F4F">
        <w:rPr>
          <w:rFonts w:hint="cs"/>
          <w:rtl/>
        </w:rPr>
        <w:t>132 هـ</w:t>
      </w:r>
      <w:r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كما عن ابن معين والمدائني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روى عنه ابنه يونس بن أبي إسحاق المتوفّى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159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في عشر التسعين إنْ لمْ يكن تجاوزها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في الميزان</w:t>
      </w:r>
      <w:r w:rsidRPr="007745E6">
        <w:rPr>
          <w:rStyle w:val="libFootnotenumChar"/>
          <w:rFonts w:hint="cs"/>
          <w:rtl/>
        </w:rPr>
        <w:t>(1)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وهذا هو الذي روى عن عبّاس بن جعدة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لأبي مِخْنف خبر خروج مسلم في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وله في الطبري غير هذا الخبر خبراً آخر لمْ يسنده إلى أحد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 بعث ابن زياد الجيوش لحصر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قبل دخوله الكوفة 5 / 394، وله في الطبري أحد عشر خبراً آخر عن أبي مِخْنف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وثلاثه عشر خبراً آخر عن غير أبي مِخْنف عنه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 في تهذيب التهذيب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معين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ثقة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أبو حاتم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صدوق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النّسائي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بأس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عدي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له أحاديث حسان روى عنه النّاس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159 هـ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سليمان بن أبي راشد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الله بن خازم البكري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وحميد بن مسلم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وأبي الكنود عبد الرحمن بن عبيد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أخبارهم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له في الطبري عشرون خبراً أكثرها بواسطة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كان حيّاً إلى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85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360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المجالد بن سعيد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عامر الشعبي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قصر بني مقاتل 5 / 407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وله خبر آخر مرسل لمْ يسنده إلى أحد في تخاذل النّاس عن مسلم 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وغربة مسلم ودخوله بيت طوعة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وخطبة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وخبر بلال بن طوعة وبعث ابن زياد ابن الأشعث لقتال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371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373. له في الطبري سبعون خبراً أكثرها عن الشعبي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وعبّر عنه أبو مِخْنف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4 / 483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تهذيب التهذيب 1 / 433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بالمحدّث 5 / 413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الذهبي في ميزان الاعتدال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مشهور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صاحب حديث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 الأشبح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إنّه شيعي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مات مجالد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143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روى الذهبي عن البخاري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روى في ترجمة مجالد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الشعبي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ابن عبّاس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ولدت فاطمة بنت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صلوات الله عليهما) سمّاها المنصورة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فنزل جبرائيل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محمّد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الله يقرؤك السّلام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ويقرئ مولودك 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9D48C8">
        <w:rPr>
          <w:rStyle w:val="libBold2Char"/>
          <w:rFonts w:hint="cs"/>
          <w:rtl/>
        </w:rPr>
        <w:t xml:space="preserve"> ما وُلد مولود أحبّ إليّ منه</w:t>
      </w:r>
      <w:r w:rsidR="00891061">
        <w:rPr>
          <w:rStyle w:val="libBold2Char"/>
          <w:rFonts w:hint="cs"/>
          <w:rtl/>
        </w:rPr>
        <w:t>،</w:t>
      </w:r>
      <w:r w:rsidRPr="009D48C8">
        <w:rPr>
          <w:rStyle w:val="libBold2Char"/>
          <w:rFonts w:hint="cs"/>
          <w:rtl/>
        </w:rPr>
        <w:t xml:space="preserve"> وإنّه قد لقبّها باسم خير ممّا سمّيتها</w:t>
      </w:r>
      <w:r w:rsidR="00891061">
        <w:rPr>
          <w:rStyle w:val="libBold2Char"/>
          <w:rFonts w:hint="cs"/>
          <w:rtl/>
        </w:rPr>
        <w:t>،</w:t>
      </w:r>
      <w:r w:rsidRPr="009D48C8">
        <w:rPr>
          <w:rStyle w:val="libBold2Char"/>
          <w:rFonts w:hint="cs"/>
          <w:rtl/>
        </w:rPr>
        <w:t xml:space="preserve"> سمّاها</w:t>
      </w:r>
      <w:r w:rsidR="00891061">
        <w:rPr>
          <w:rStyle w:val="libBold2Char"/>
          <w:rFonts w:hint="cs"/>
          <w:rtl/>
        </w:rPr>
        <w:t>:</w:t>
      </w:r>
      <w:r w:rsidRPr="009D48C8">
        <w:rPr>
          <w:rStyle w:val="libBold2Char"/>
          <w:rFonts w:hint="cs"/>
          <w:rtl/>
        </w:rPr>
        <w:t xml:space="preserve"> فاطمة</w:t>
      </w:r>
      <w:r w:rsidR="00891061">
        <w:rPr>
          <w:rStyle w:val="libBold2Char"/>
          <w:rFonts w:hint="cs"/>
          <w:rtl/>
        </w:rPr>
        <w:t>؛</w:t>
      </w:r>
      <w:r w:rsidRPr="009D48C8">
        <w:rPr>
          <w:rStyle w:val="libBold2Char"/>
          <w:rFonts w:hint="cs"/>
          <w:rtl/>
        </w:rPr>
        <w:t xml:space="preserve"> لأنّها تفطم شيعتها من النّار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كذّب الذهبي الحديث بحجّة أنّها وُلدت قبل البعثة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ولهذا الحديث قِيل عنه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إنّه شيعى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قدامة بن سعيد بن زائدة بن قدامة الثقفي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جدّه زائدة بن قدامة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خروج محمّد بن الأشعث لقتال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وأسره وعن استسقائه على باب القصر وسقيه 5 / 373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375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الطبري ولمْ يسند خبره عن أبيه أو جدّه وهو لا يصحّ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ظاهراً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أنّه لمْ يُدرك أحداث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أدركها وباشرها جدّه زائدة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في جماعة عمرو بن حريث مع راية الأمان لابن زياد في المسجد الجامع بالكوفة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وجّه إليهم ابن زياد أنْ يبعثوا مع محمّد بن الأشعث لقتال مسلم سبعين رجلاً من قيس 5 / 373، فشفع لابن عمّه المختار 5 / 570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وأمّا قدامة بن سعيد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ذكره الشيخ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ره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في طبقة أصحاب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وسبقت ترجمته قبل هذا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فراجع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3 / 438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قِيل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مات في ذي الحجّة لسنة ثلاث أو أربع وأربعين ومئة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تهذيب التهذيب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رجال الشيخ / 275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13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سعيد بن مدرك بن عمارة بن عقبة بن أبي معيط الاُموي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جدّه عمارة بن عقبة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إرساله غلامه قيساً إلى بيته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ليأتيه بماء يسقي منه مسلم بن عقيل على باب قصر الإمارة قبل إدخاله على ابن زياد 5 / 376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والنصّ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سعيد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أنّ عمارة بن عقبة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وظاهره المباشرة من دون إسناد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وذلك بعيد جدّاً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والظاهر أنّه يروي عن جدّه عمارة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ورجّحنا عليه خبر قدامة بن سعيد أنّ الذي أتى بالماء هو مرو بن حريث، وليس عمارة لمَا ذكرناه في موضعه من الكتاب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جناب يحيى بن أبي حيّة الوداعي الكلبي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عدي بن حرملة الأسدي عن عبد الله بن سُليم والمذُري بن المشمعل الأسديّين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 هانئ بن ثبيت الحضرمي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أخبارهم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وقد يرسل من دون إسناد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فمن ذلك خبر مقابلات أصحاب مسلم لابن زياد 5 / 369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370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وبعث ابن زياد برؤوس مسلم و هانئ</w:t>
      </w:r>
      <w:r w:rsidR="007745E6">
        <w:rPr>
          <w:rFonts w:hint="cs"/>
          <w:rtl/>
        </w:rPr>
        <w:t xml:space="preserve"> - </w:t>
      </w:r>
      <w:r w:rsidR="005D2685" w:rsidRPr="005D2685">
        <w:rPr>
          <w:rStyle w:val="libAlaemChar"/>
          <w:rFonts w:hint="cs"/>
          <w:rtl/>
        </w:rPr>
        <w:t>رحمهما‌الله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إلى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وكتابه إليه في ذلك 5 / 380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والظاهر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سبق أنّه يُرويها عن أخيه هانئ بن أبي حيّة الوداعي الكلبي الذي بعثه ابن زياد بكتابه وبرأس مسلم إلى يزيد 5 / 380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وله في الطبري ثلاثة وعشرون خبراً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9 منها عن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حرب الجمل وصفّين والنّهروان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بالواسطة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وتسعة منها عن 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خمسة منها بالواسطة وثلاث بالإرسال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فالظاهر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أنّها أيضاً مسندة في الواقع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وأنّه لمْ يكن ممّن باشر الأحداث وإنْ كان قد عاصرها كما يبدو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وآخر عهدنا به روايته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بالإرسال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كتاب مصعب بن الزبير إلى إبراهيم بن الأشتر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بعد المختار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يدعوه إلى نفسه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67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111</w:t>
      </w:r>
      <w:r w:rsidR="005D2685">
        <w:rPr>
          <w:rFonts w:hint="cs"/>
          <w:rtl/>
        </w:rPr>
        <w:t xml:space="preserve"> 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في تهذيب التهذيب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نمير وابن خراش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وأبو زرعة والسّاجي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كوفيّ صدوق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أبو نعيم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بأس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مات سنة خمسين ومئة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معين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147ه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الحارث بن كعب بن فقيم الوالبي الأزدي الكوفي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عقبة بن سمعان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علي بن الحسين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 فاطمة بنت علي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A2C7E">
      <w:pPr>
        <w:pStyle w:val="libNormal"/>
        <w:rPr>
          <w:rtl/>
        </w:rPr>
      </w:pPr>
      <w:r>
        <w:rPr>
          <w:rFonts w:hint="cs"/>
          <w:rtl/>
        </w:rPr>
        <w:t>كان هذا من أصحاب المختار 6 / 23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ولكنّه انتقل بعده إلى القول بإمامة علي بن الحسين </w:t>
      </w:r>
      <w:r w:rsidR="0035755E" w:rsidRPr="0035755E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والرواية عنه 5 / 387 ويبدو أنّه كان قد انتقل من الكوفة إلى المدينة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حيث سمع من الإمام زين العابدين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ومن فاطمة بنت علي </w:t>
      </w:r>
      <w:r w:rsidR="0035755E" w:rsidRPr="0035755E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5 / 461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الشيخ في رجاله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أصحاب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أنّه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طعبة النّجف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ذكره الحرّ بن كعب الأزدي الكوفي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وذكر المحقّق الحارث عن نسخة أخرى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الهامش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وهو الصحيح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إسماعيل بن عبد الرحمن بن أبي كريمة السدّي الكوفي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فزاري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زهير بن القين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الذهبي في ميزان الاعتدال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رُمي بالتشيّع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وأنّه كان يشتم أبابكر وعمر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عدي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عندي صدوق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أحمد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ثقة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يحيى بن سعيد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رأيت أحداً يذكر السدّي إلاّ بخير وما تركه أحد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روى عنه شعبة والثوري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وله في الطبري أربع و ثمانون خبراً إلى ما بعد المئة من الهجرة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 في تهذيب التهذيب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 الكاشف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127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كان يقعد في سدّة باب الجامع بالكوفة فسمّي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السُدّي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مولى قريش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روى عن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تهذيب التهذيب 11 / 201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1 / 236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الحلبي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1 / 313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1 / 236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علي الأنصاري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بكر بن مصعب المُزنيّ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مقتل عبد الله بن يقطر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ليس له في الطبري غير هذا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له في الرجال شيء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لوذان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عمّه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لقائه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الطريق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يُعرف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جميل بن مرثد الغنوي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الطرّماح بن عدي الطائي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خبره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زهير النضر بن صالح بن حبيب العبسي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حسّان بن فائد بن بكير العبسي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كتاب ابن سعد إلى ابن زياد وجوابه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 قرّة بن قيس التميمي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الحرّ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له في الطبري واحد وثلاثون خبراً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وقد أدرك أيّام المختار 6 / 81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مع عسكر مصعب بن الزبير لحرب قُطريّ الخارجي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68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127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صار بوّاباً للمطرّف بن المغيرة بن شعبة الثقفي الخارجي في المدائن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77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وكان شابّاً أغيدَ يقف على رأسه بالسّيف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 / 287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289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وحارب مع مطرّف جيش الحجّاج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77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298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رجع إلى الكوفة 6 / 299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الإمام الرازي في الجرح والتعديل وقال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سمعت أبي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أبا مِخْنف روى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روى عن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بواسطة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الحارث بن حصيرة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الله بن شريك العامري النّهدي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وعنه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الذهبي في ميزان الاعتدال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أبو أحمد الزبيري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يؤمن بالرّجعة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يحيى بن معين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ثقة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خشبي منسوب إلى خشبة صلب عليها زيد بن علي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عدي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من المحترقين بالكوفة في التشيّع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أبو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الجرح والتعديل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للرازي 8 / 477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حاتم الرازي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من الشيعة العتّق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لولا أنّ الثوري روى عنه لترك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وروى الذهبي في ترجمة نفيع بن الحارث النَّخعي الهمداني الكوفي الأعمى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الحارث بن حصيرة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صدوق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لكنّه رافضي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عن عمران بن حصين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كنت جالساً عند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جنبه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قرأ النبيّ</w:t>
      </w:r>
      <w:r w:rsidR="00891061">
        <w:rPr>
          <w:rFonts w:hint="cs"/>
          <w:rtl/>
        </w:rPr>
        <w:t>:</w:t>
      </w:r>
      <w:r w:rsidRPr="009D48C8">
        <w:rPr>
          <w:rStyle w:val="libAieChar"/>
          <w:rFonts w:hint="cs"/>
          <w:rtl/>
        </w:rPr>
        <w:t xml:space="preserve"> </w:t>
      </w:r>
      <w:r w:rsidR="00891061">
        <w:rPr>
          <w:rStyle w:val="libAieChar"/>
          <w:rFonts w:hint="cs"/>
          <w:rtl/>
        </w:rPr>
        <w:t>«</w:t>
      </w:r>
      <w:r w:rsidRPr="009D48C8">
        <w:rPr>
          <w:rStyle w:val="libAieChar"/>
          <w:rFonts w:hint="cs"/>
          <w:rtl/>
        </w:rPr>
        <w:t xml:space="preserve"> أَمَّنْ يُجِيبُ الْمُضطَرَّ إِذَا دَعَاهُ وَيَكْشِفُ السُّوءَ وَيَجْعَلُكُمْ خُلَفَاءَ الأَرْضِ أَءِلَهٌ مَعَ اللَّهِ قَلِيلاً مَا تَذَكَّرُونَ </w:t>
      </w:r>
      <w:r w:rsidR="00891061">
        <w:rPr>
          <w:rStyle w:val="libAie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. فارتعد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فضرب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بيده على كتفه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ولا يحبّك إلاّ مؤمن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ولا يبغضك إلاّ منافق إلى يوم القيامة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وله عشرة أخبار في الطبري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كلّها عن أبي مِخْنف عنه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الشيخ الطوسي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الرجال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في طبقة أصحاب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عبد الله بن عاصم الفائشي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الضحّاك بن عبد الله المشرقي الهمداني أخباره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 الأردبيلي في جامع الرواة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له رواية في الكافي في وقت التيمّم عن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العسقلاني في التهذيب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وفي بصائر الدرجات روى عنه ابن بن عثمان وجعفر بن بشير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الضحّاك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حديث ليلة عاشوراء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1 / 432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الحلبي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النّمل / 62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4 / 272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39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وفي أصحاب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باسم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الحارث بن حصين الأزدي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خطأ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1 / 494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وذكره الذهبي في ميزان الاعتدال 4 / 540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حيدرآباد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والعسقلاني في تهذيب التهذيب 12 / 136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روى عنه شعبة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عمرو بن مرّة الجملي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صالح الحنفي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غلام عبد ربّه الأنصاري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مهازلة مولاه لبُرير بن خضير 5 / 423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الذهبي في ميزان الاعتدال 3 / 288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والعسقلاني في تهذيب التهذيب 8 / 102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ذكره ابن حبّان في الثقات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116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وزكّاه أحمد بن حنبل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118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البخاري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له عن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نحو من مئتي حديث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شعبة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أكثرهم علماً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أبو حاتم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صدوق ثقة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معين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ثقة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عطاء بن السّائب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الجبّار بن وائل الحضرمي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أخيه مسروق بن وائل الحضرمي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مقتل ابن حوزة في بدء القتال 5 / 431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 العسقلاني في تهذيب التهذيب عبد الجبّار بن وائل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روى عن أخيه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ابن حبّان في الثقات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112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وعطاء مكّي أدرك هدم عبد الله بن الزبير للكعبة وبناءه لها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5 / 582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يقتله الحجّاج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94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488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في تهذيب التهذيب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ذكره ابن حبّان في الثقات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وابن سعد في الطبقات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137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علي بن حنظلة بن أسعد الشبامي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كثير بن عبد الله الشعبي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خطبة زهير بن القين 5 / 426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وعلي بن حنظلة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ابن حنظلة بن أسعد الشبامي المقتول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ويظهر أنه إمّا لمْ يكن حاضراً 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استُصغر فلمْ يقتل ولمْ يروِ شيئاً مباشرةً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هذا الخبر هنا عن كثير بن عبد الله الشعبي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قاتل زهير بن القين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الحسين بن عقبة المرادي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الزبيدي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حملة عمرو بن الحجّاج الزبيدي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حمزة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ثابت بن دينار الثمالي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الله الثمالي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القاسم بن بخيت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السّبايا في الشام 5 / 465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وأبو حمزة أشهر من أنْ يُذكر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29 أبو جعفر العبسي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عمارة العبسي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أبيات يحيى بن الحكم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فهؤلاء تسع وعشرون شخصاً من الرواة الوسائط بين أبي مِخْنف والمباشرين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9D48C8">
      <w:pPr>
        <w:pStyle w:val="Heading2"/>
        <w:rPr>
          <w:rtl/>
        </w:rPr>
      </w:pPr>
      <w:bookmarkStart w:id="41" w:name="18"/>
      <w:bookmarkStart w:id="42" w:name="_Toc372370911"/>
      <w:r>
        <w:rPr>
          <w:rFonts w:hint="cs"/>
          <w:rtl/>
        </w:rPr>
        <w:t>القائمة السّادسة</w:t>
      </w:r>
      <w:r w:rsidR="00891061">
        <w:rPr>
          <w:rFonts w:hint="cs"/>
          <w:rtl/>
        </w:rPr>
        <w:t>:</w:t>
      </w:r>
      <w:bookmarkEnd w:id="41"/>
      <w:bookmarkEnd w:id="42"/>
    </w:p>
    <w:p w:rsidR="00477F4F" w:rsidRDefault="00477F4F" w:rsidP="001667D1">
      <w:pPr>
        <w:pStyle w:val="libBold1"/>
        <w:rPr>
          <w:rtl/>
        </w:rPr>
      </w:pPr>
      <w:r>
        <w:rPr>
          <w:rFonts w:hint="cs"/>
          <w:rtl/>
        </w:rPr>
        <w:t xml:space="preserve">روايات الأئمة </w:t>
      </w:r>
      <w:r w:rsidR="0035755E" w:rsidRPr="001667D1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أو الرواة من أصحابهم والمؤرخين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خمسة عشر رجلاً</w:t>
      </w:r>
      <w:r w:rsidR="00891061">
        <w:rPr>
          <w:rFonts w:hint="cs"/>
          <w:rtl/>
        </w:rPr>
        <w:t>:</w:t>
      </w:r>
    </w:p>
    <w:p w:rsidR="00477F4F" w:rsidRDefault="00477F4F" w:rsidP="00CA2C7E">
      <w:pPr>
        <w:pStyle w:val="libNormal"/>
        <w:rPr>
          <w:rtl/>
        </w:rPr>
      </w:pPr>
      <w:r>
        <w:rPr>
          <w:rFonts w:hint="cs"/>
          <w:rtl/>
        </w:rPr>
        <w:t>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الإمام علي بن الحسين زين العابدين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كتاب عبد الله بن جعفر إلى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ولديه عون ومحمّد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وكتاب عمرو بن سعيد بن العاص الأشدق مع أخيه يحيى بن سعيد بن العاص إلى الإمام وجوابه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عند خروجه من مكّة بواسطة الحارث بن كعب الوالبي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387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388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واستهمال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ليلة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وخطبة على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الحارث بن كعب الوالبي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الله بن شريك العامري النهدي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418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وأبيات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ليلة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زينب </w:t>
      </w:r>
      <w:r w:rsidR="0035755E" w:rsidRPr="0035755E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وجواب الإمام لها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الحارث بن كعب الوالبي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وأبي الضحّاك 5 / 420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421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الإمام محمّد بن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الرضيع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عقبة بن بشير الأسدي 5 / 448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الإمام جعفر بن محمّد بن علي بن الحسين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عدد طعنات وضربات جسد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مرسلاً 5 / 453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زيد بن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وداود بن عبد الله بن عبّاس مقالة أولاد عقيل 5 / 397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والراوي عنهما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عمرو بن خالد الواسطي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مولى بني هاشم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كان بالكوفة ثمّ انتقل إلى واس ط روى عن زيد والإمام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ذكره النجّاشي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له كتاب كبير رواه عنه نصر بن مزاحم المنقري وغيره 205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ط الهند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وعدّه الشيخ في أصحاب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128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ط النّجف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وذكره المامقاني في التنقيح 2 / 330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وكذلك العسقلاني في تهذيب التهذيب 8 / 36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5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فاطمة بنت علي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ذكرها الطبري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مجلس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بواسطة الحارث بن كعب الوالبي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عنها 5 / 461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462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يُخفى أنّ الراوي عنها وعن الإمام السجّاد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واحد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سعيد عقيصا بواسطة بعض 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مقابلة ابن الزبير للإمام بالمسجد الحرام محرماً 5 / 385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عدّه العلاّمة في القسم الأوّل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من الخلاصة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في طبقة أصحاب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شعبة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ثقة اسمه دينار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شيعي مات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125 هـ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193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2 / 139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وقد سبقت ترجمته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فراجع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محمّد بن قيس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كتاب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قيس بن مصهر الصيداوي إلى أهل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ومقتله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وكتاب مسلم بن عقيل إلى الإمام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عبد الله بن مطيع العدوي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وجوابه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مرسلاً 5 / 394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396 ومقتل حبيب بن مظاهر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مرسلاً 5 / 440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 الكشّي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أبلغ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فنهاه عن السّماع عن فلان وفلان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وذكره مدافعاً عن إمامة الإمام الباقر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النجّاشي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ثقة عين كوفي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روى عن أبي جعفر وأبي عبد الله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الشيخ في الفهرست برقم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591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644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الرجال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في طبقة أصحاب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ذكر أربعة بهذا الإسم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وكذلك العلاّمة في الخلاصة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8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عبد الله بن شريك العامري النهدي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استمهال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ليلة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وخطبة الإمام على أصحابه وأبيات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ليلة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ومقالة زينب </w:t>
      </w:r>
      <w:r w:rsidR="0035755E" w:rsidRPr="0035755E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وجواب الإمام لها 5 / 418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420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مرسلاً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قدوم شمر إلى كربلاء بكتاب الأمان لإخوة العبّاس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وزحف ابن سعد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عشيّة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/340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حديث رقم / 630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237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430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226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الهند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157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176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298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برقم / 294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(6) ص / 150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برقم / 60 فما بعد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التاسع من المحرّم 5 / 415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416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 الكشّي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من حواري الصادقين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وفي حديث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يكرّ بين يدي القائم عجّل الله فرجه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وفي حديث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يكون يومذاك صاحب لواء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ويظهر من الطبري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كان من رؤساء أصحاب المختار 6 / 49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51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104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صار في أصحاب مصعب 6 / 161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من عتده بأمان عبد الملك بن مروان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72هـ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6 / 161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فلعلّه تاب بعد هذا وصار من أصحاب الأئمة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9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خالد الكابلي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دعاء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صبيحة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مرسلاً 5 / 423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الطبري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أبا خالد الكاهلي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يوجد له ذكر بهذا الاسم في كتب الرجال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والمشهور الموجود ما ذكرناه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الصحيح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 الكشّي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هرب من الحجّاج إلى مكّة وأخفى بها نفسه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فنجا من الحجّاج وخدم محمّد بن الحنفية قائلاً بإمامته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عدل عنه إلى الإمام السجّاد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وأصبح من حواري أصحابه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وخدمه دهراً من عمره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إلى بلاده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الشيخ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الرجال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طبقة أصحاب الإمام السجّاد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10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20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217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390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217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391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124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195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20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(6) ص / 121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193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35755E" w:rsidP="00477F4F">
      <w:pPr>
        <w:pStyle w:val="libNormal"/>
        <w:rPr>
          <w:rtl/>
        </w:rPr>
      </w:pPr>
      <w:r w:rsidRPr="0035755E">
        <w:rPr>
          <w:rStyle w:val="libAlaemChar"/>
          <w:rFonts w:hint="cs"/>
          <w:rtl/>
        </w:rPr>
        <w:lastRenderedPageBreak/>
        <w:t>عليه‌السلام</w:t>
      </w:r>
      <w:r w:rsidR="00477F4F"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ويبدو 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كان من الموالي الذين كانوا مع المختار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ولهذا كان قائلاً بإمامة محمّد بن الحنفيّة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وهرب من الحجّاج ولا داعي لهروبه من الحجّاج إلاّ 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عُقبة بن بشير الأسدي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مقتل الرضيع 5 / 453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الكشّي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استأذن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أنْ يكون عرّيفاً للسلطان على قومه فلمْ يأذن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خبره هذا في مقتل الرضيع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الشيخ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الرجال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طبقة أصحاب علي بن الحسين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والباقر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ولعقبة الأسدي في الطبري مقطوعة يرثي بها أصحاب المختار 6 / 116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قدامة بن سعيد بن زائدة بن قدامة الثقفي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جدّه زائدة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 خروج محمّد بن الأشعث بن قيس الكندي لقتال مسلم بن عقيل وأسره 5 / 373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 استسقائه على باب القصر وسقيه 5 / 375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ذكره الشيخ في طبقة أصحاب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12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الحارث بن كعب الوالبي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عقبة بن سمعان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وعن فاطمة بنت علي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كان من أصحاب المختار 6 / 23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انتقل إلى المدينة فسمع من الإمام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100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برقم / 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باسم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كنكر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203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358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99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برقم / 32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129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برقم / 29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275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35755E" w:rsidP="00477F4F">
      <w:pPr>
        <w:pStyle w:val="libNormal"/>
        <w:rPr>
          <w:rtl/>
        </w:rPr>
      </w:pPr>
      <w:r w:rsidRPr="0035755E">
        <w:rPr>
          <w:rStyle w:val="libAlaemChar"/>
          <w:rFonts w:hint="cs"/>
          <w:rtl/>
        </w:rPr>
        <w:lastRenderedPageBreak/>
        <w:t>عليه‌السلام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الشيخ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رجاله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في أصحاب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13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الحارث بن حُصيرة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الله بن شريك العامري النهدي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عنه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زضت ترجمته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الشيخ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 رجاله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في أصحاب علي و الباقر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14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أبو حمزة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ثابت بن دينار الثمالي الأزدي بالولاء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القاسم بن بُخيت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خبره عن السّبايا في الشام 5 / 465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ذكره الكشّي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فروى عن الإمام الرضا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أبو حمزة الثمالي في زمانه كـ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لقمان</w:t>
      </w:r>
      <w:r w:rsidR="0004730E">
        <w:rPr>
          <w:rStyle w:val="libBold2Char"/>
          <w:rFonts w:hint="cs"/>
          <w:rtl/>
        </w:rPr>
        <w:t>)</w:t>
      </w:r>
      <w:r w:rsidRPr="007745E6">
        <w:rPr>
          <w:rStyle w:val="libBold2Char"/>
          <w:rFonts w:hint="cs"/>
          <w:rtl/>
        </w:rPr>
        <w:t xml:space="preserve"> في زمانه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وذلك أنّه خدم أربعة منّا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علي بن الحسين ومحمّد بن علي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وجعفر بن محمّد وبرهة من عصر موسى بن جعفر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وسأل عامر بن عبد الله بن جذاعة الأزدي أبا عبد الله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 المسكر؟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كلّ مسكر حرام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ولكن أبا حمزة يشرب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بلغ ذلك أبا حمزة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تاب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أستغفر الله منه الآن وأتوب إليه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ودخل أبو بصير على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فسأله عن أبي حمزة؟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خلّفته عليل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إذا رجعت إليه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فاقرأه منّي السّلام وأعلمه إنّه يموت في شهر كذا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في يوم كذا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 علي بن الحسن بن فضّال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أبا حمزة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وزرارة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ومحمّد بن مسلم ماتوا في سنة واحدة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بعد أبي عبد الله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بسنة أو بنحو منه 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النجّاشي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مولى كوفي ثقة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محمّد بن عمر الجعابي التميمي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مولى المهلّب ابن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رجال الطوسي / 87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39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118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203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357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485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919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201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354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مشهد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202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356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مشهد</w:t>
      </w:r>
      <w:r w:rsidR="00891061">
        <w:rPr>
          <w:rFonts w:hint="cs"/>
          <w:rtl/>
        </w:rPr>
        <w:t>.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(6) ص / 201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/ 353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مشهد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أبي صفرة وأولاده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حمزة و منصور ونوح قُتلوا مع زيد بن على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لقي علي بن الحسين وأبا جعفر وأبا عبد الله وأبا الحسن </w:t>
      </w:r>
      <w:r w:rsidR="0035755E" w:rsidRPr="0035755E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وروى عنهم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من خيار أصحابنا وثقاتهم ومعتمديهم في الرواية والحديث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وذكره الشيخ في الفهرست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الرجال في طبقة أصحاب الإمام السجّاد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والإمام الباقر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والإمام الصادق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والإمام الكاظم </w:t>
      </w:r>
      <w:r w:rsidR="0035755E" w:rsidRPr="0035755E">
        <w:rPr>
          <w:rStyle w:val="libAlaemChar"/>
          <w:rFonts w:hint="cs"/>
          <w:rtl/>
        </w:rPr>
        <w:t>عليهم‌السلام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الذهبي في ميزان الاعتدال</w:t>
      </w:r>
      <w:r w:rsidRPr="007745E6">
        <w:rPr>
          <w:rStyle w:val="libFootnotenumChar"/>
          <w:rFonts w:hint="cs"/>
          <w:rtl/>
        </w:rPr>
        <w:t>(7)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والعسقلاني في تهذيب التهذيب</w:t>
      </w:r>
      <w:r w:rsidRPr="007745E6">
        <w:rPr>
          <w:rStyle w:val="libFootnotenumChar"/>
          <w:rFonts w:hint="cs"/>
          <w:rtl/>
        </w:rPr>
        <w:t>(8)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فهؤلاء أربعة عشر شخصاً من الأئمة </w:t>
      </w:r>
      <w:r w:rsidR="0035755E" w:rsidRPr="0035755E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وأصحابهم ممّن وقع في إسناد الكتاب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وهناك من روى عنه أبو مِخْنف شيئاً من التاريخ من دون أنْ يكون مشاهداً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مؤرخاً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كـعون بن أبي جحيفة السّوائي الكوفي المتوفّي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116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في تقريب التهذيب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تاريخ خروج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المدينة إلى مكّة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ومدّة مكثه بها وخروجه منها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بواسطة الصقعب بن زهير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نكتفي بهذا المقدار من تقديمنا لهذا الكتاب راجين الله العزيز أنْ يوفقنا لمراضيه وخدمة أبي الضيم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سيّد الشهداء الحسين بن علي </w:t>
      </w:r>
      <w:r w:rsidR="0035755E" w:rsidRPr="0035755E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وآخر دعوانا أنْ الحمد لله ربّ العالمين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ص / 83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الهند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ص / 66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ص / 84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ص / 110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(5) ص / 160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(6) ص / 345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(7) ميزان الاعتدال 1 / 363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(8) تهذيب التهذيب 2 / 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9D48C8">
      <w:pPr>
        <w:pStyle w:val="libCenterBold1"/>
        <w:rPr>
          <w:rtl/>
        </w:rPr>
      </w:pPr>
      <w:r>
        <w:rPr>
          <w:rFonts w:hint="cs"/>
          <w:rtl/>
        </w:rPr>
        <w:lastRenderedPageBreak/>
        <w:t>بسم الله الرحمن الرحيم</w:t>
      </w:r>
    </w:p>
    <w:p w:rsidR="00477F4F" w:rsidRDefault="00477F4F" w:rsidP="009D48C8">
      <w:pPr>
        <w:pStyle w:val="Heading1Center"/>
        <w:rPr>
          <w:rtl/>
        </w:rPr>
      </w:pPr>
      <w:bookmarkStart w:id="43" w:name="19"/>
      <w:bookmarkStart w:id="44" w:name="_Toc372370912"/>
      <w:r>
        <w:rPr>
          <w:rFonts w:hint="cs"/>
          <w:rtl/>
        </w:rPr>
        <w:t xml:space="preserve">[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في المدينة ]</w:t>
      </w:r>
      <w:bookmarkEnd w:id="43"/>
      <w:bookmarkEnd w:id="44"/>
    </w:p>
    <w:p w:rsidR="00477F4F" w:rsidRDefault="00477F4F" w:rsidP="009D48C8">
      <w:pPr>
        <w:pStyle w:val="Heading2"/>
        <w:rPr>
          <w:rtl/>
        </w:rPr>
      </w:pPr>
      <w:bookmarkStart w:id="45" w:name="_Toc372370913"/>
      <w:r>
        <w:rPr>
          <w:rFonts w:hint="cs"/>
          <w:rtl/>
        </w:rPr>
        <w:t>[ وصيّة معاوية ]</w:t>
      </w:r>
      <w:r w:rsidRPr="007745E6">
        <w:rPr>
          <w:rStyle w:val="libFootnotenumChar"/>
          <w:rFonts w:hint="cs"/>
          <w:rtl/>
        </w:rPr>
        <w:t>(1)</w:t>
      </w:r>
      <w:bookmarkEnd w:id="4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ذكر الطبري في تاريخه 5 / 322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ثمّ دخلت سنة ستّين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وفيها كان آخذ معاوية على الوفد الذين وفدوا إليه مع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البيعة ليزيد حين دعاهم إلى البيعة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وكان عهده الذي عهد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ذكره هشام بن محمّد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مِخْنف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عبد الملك بن نوفل بن مساحق بن عبد الله بن مخرمة</w:t>
      </w:r>
      <w:r w:rsidR="00891061">
        <w:rPr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إنّ معاوية لمّا مرض مرضته التي هلك فيها دعا يزيد ابنه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معاوية بن صخر بن حرب بن اُميّة بن عبد شمس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وُلد قبل الهجرة بخمس وعشرين سنة 5 / 325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وقاتل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88444F">
        <w:rPr>
          <w:rFonts w:hint="cs"/>
          <w:rtl/>
        </w:rPr>
        <w:t xml:space="preserve"> مع أبيه أبي سفيان في حروبه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أسلم مع أبيه عام الفتح سنة ثمانية من الهجرة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فجعله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88444F">
        <w:rPr>
          <w:rFonts w:hint="cs"/>
          <w:rtl/>
        </w:rPr>
        <w:t xml:space="preserve"> وأباه على المؤلّفة قلوبهم 3 / 90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واستعمله عمر على الشام 3 / 604، فكان عليها حتّى قُتل عثمان فطالب بدمه أمير المؤمنين عليّاً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وحاربه على ذلك في صفّين حتّى قُتل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فحارب الحسن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حتّى صالحه في جمادى الأولى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41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فسُمّي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عام الجماعة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فوُلي تسع عشرة سنة وثلاثة أشهر إلاّ أيّام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مات لهلال رجب سنة ستّين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ابن خمس و الثمانين عاماً على ما ذكره الطبري عن الكلبي عن أبيه 5 / 325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9D48C8">
        <w:rPr>
          <w:rFonts w:hint="cs"/>
          <w:rtl/>
        </w:rPr>
        <w:t xml:space="preserve"> وّلد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28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واُمّة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ميسون بنت بجدل الكلبي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ودعا معاوية النّاس إلى بيعته بولاية العهد من بعده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56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59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أخذ البيعة من الوفود وولي الأمر في هلال رجب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60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 هو ابن اثنين وثلاثين سنة وأشهر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ومات لأربع عشرة ليلة خلت من ربيع الأول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في حوّارين 5 / 499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فتكون مدّة ملكه ثلاث سنين و ثمانية أشهر و 14 يوماً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وعمره 36 عاماً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 xml:space="preserve">وسنُعلّق فيما يأتي على وجود يزيد عند أبيه حين موته، وقد وافق على وجوده عنده سبط ابن الجوزي في تذكرته / 235. ورواه الشيخ الصدوق في أماليه مُسنداً إلى الإمام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وقد نقل الخوارزمي في مقتله / 177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عن أحمد بن الأعثم الكوفي المتوفّي سنة (314 هـ)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إنّه كان حاضراً ثمّ غاب للصيد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ثمّ لمْ يحضر إلاّ بعد ثلاثة أيّام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ثمّ دخل القصر فلمْ يخرج منه إلاّ بعد ثلاث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فلعلّه كان كذلك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أو لعلّه كانت لمعاوية وصيّتان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الأولى مع حضور يزيد والثانية في غيبته بواسطة الرجلين الآتي ذكرهم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ومن هنا كان الاختلاف بين الوصيّتين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بنيّ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قد كفيتك الرحلة والترحال ووطّأت لك الأشياء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وذلّلت لك الأعداء وأخضعت لك أعناق العرب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وجمعت لك من جمع واحد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وإنّي لا أتخوّف أنْ ينازعنّك هذا الأمر الذي استتبّ 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 أربعة نفر من قريش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الحسين بن عليّ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9D48C8">
        <w:rPr>
          <w:rFonts w:hint="cs"/>
          <w:rtl/>
        </w:rPr>
        <w:t xml:space="preserve"> وكان ذلك خلال عشرة أعوام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إبتداءً من سنة خمسين إلى هلاكه سنه ستّين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5D2685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وقد ذكر الطبري السّبب في ذلك 5 / 301</w:t>
      </w:r>
      <w:r w:rsidR="00891061">
        <w:rPr>
          <w:rFonts w:hint="cs"/>
          <w:rtl/>
        </w:rPr>
        <w:t>: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 xml:space="preserve">إنّ المغيرة بن شعبة قدم على معاوية من الكوفة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49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فراراً من الطاعون بها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وكان واليه علي</w:t>
      </w:r>
      <w:r w:rsidR="00567151">
        <w:rPr>
          <w:rFonts w:hint="cs"/>
          <w:rtl/>
        </w:rPr>
        <w:t xml:space="preserve">ها من عام الجماعة سنة </w:t>
      </w:r>
      <w:r w:rsidR="0004730E">
        <w:rPr>
          <w:rFonts w:hint="cs"/>
          <w:rtl/>
        </w:rPr>
        <w:t>(</w:t>
      </w:r>
      <w:r w:rsidR="00567151">
        <w:rPr>
          <w:rFonts w:hint="cs"/>
          <w:rtl/>
        </w:rPr>
        <w:t>41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يشكو إليه الضعف ويستعفيه فأعفاه معاوية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وأراد أنْ يولّيها سعيد بن العاص فغار المغيرة من ذلك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فدخل على يزيد وعرض له البيعة بولاية العهد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فأدّى ذلك يزيد إلى أبيه فردّ معاوية المغيرة إلى الكوفة وأمره أنْ يعمل في بيعة يزيد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فرجع المغيرة إلى الكوفة وعمل في بيعة يزيد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وأوفد في ذلك وفداً إلى معاوية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5D2685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فكتب معاوية إلى زياد بن سميّة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وهو يوم إذ ذاك واليه على البصرة منذ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45 هـ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بعنوان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أنّه يستشيره في الأمر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فبعث زياد بعبيد بن كعب النّميري الأزدي إلى يزيد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ليبلّغه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أنّه يرى له أنْ يترك ما ينقم عليه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ليسهل على الولاة الدعوة إليه</w:t>
      </w:r>
      <w:r w:rsidR="00CA2C7E">
        <w:rPr>
          <w:rFonts w:hint="cs"/>
          <w:rtl/>
        </w:rPr>
        <w:t xml:space="preserve"> ...</w:t>
      </w:r>
      <w:r w:rsidRPr="009D48C8">
        <w:rPr>
          <w:rFonts w:hint="cs"/>
          <w:rtl/>
        </w:rPr>
        <w:t xml:space="preserve"> ثمّ مات زياد بالكوفة في شهر رمضان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53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وهو والٍ على العراقين</w:t>
      </w:r>
      <w:r w:rsidR="00891061">
        <w:rPr>
          <w:rFonts w:hint="cs"/>
          <w:rtl/>
        </w:rPr>
        <w:t>.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 xml:space="preserve">واعتمر معاوية في رجب من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56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فأعلن للنّاس ولاية عهد يزيد ودعا النّاس إلى بيعته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فدخل عليه سعيد بن عثمان بن عفّان واستنكر عليه ذلك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فشفع له يزيد أنْ يولّيه خراسان فولاّه إيّاه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ودخل عليه مروان فاستنكر منه ذلك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وكان واليه على المدينة منذ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54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فوجد عليه معاوية حتّى عزله عن المدينة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57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كما في الطبري 5 / 309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وقد فصّل المسعودي استنكار مروان في كتابه 3 / 38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60 هـ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بعث عبيد الله بن زياد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وكان واليه على البصرة منذ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55 هـ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وفداً إلى معاوية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فأخذ منهم معاوية البيعة على عهد يزيد 5 / 322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9D48C8">
        <w:rPr>
          <w:rFonts w:hint="cs"/>
          <w:rtl/>
        </w:rPr>
        <w:t xml:space="preserve"> ُولد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Fonts w:hint="cs"/>
          <w:rtl/>
        </w:rPr>
        <w:t xml:space="preserve"> لليالٍ خلون من شعبان سنة أربع من الهجرة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كما في الطبري 3 / 555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فعاش مع جدّه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9D48C8">
        <w:rPr>
          <w:rFonts w:hint="cs"/>
          <w:rtl/>
        </w:rPr>
        <w:t xml:space="preserve"> ست سنين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ثمّ مع أبيه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Fonts w:hint="cs"/>
          <w:rtl/>
        </w:rPr>
        <w:t xml:space="preserve"> ثلاثين سنة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وفي سنة ثلاثين خرج مع أخيه الحسن وحذيفة بن اليمان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وعبد الله بن العبّاس وناس من أصحاب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9D48C8">
        <w:rPr>
          <w:rFonts w:hint="cs"/>
          <w:rtl/>
        </w:rPr>
        <w:t xml:space="preserve"> بقيادة سعيد بن العاص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لغزو خراسان على عهد عثمان 4 / 269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 xml:space="preserve">وعاش مع أخيه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Fonts w:hint="cs"/>
          <w:rtl/>
        </w:rPr>
        <w:t xml:space="preserve"> عشر سنين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وكانت مدّة إمامته بعد أخيه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Fonts w:hint="cs"/>
          <w:rtl/>
        </w:rPr>
        <w:t xml:space="preserve"> أيضاً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عشر سنين عاصر فيها معاوية بن أبي سفيان حتّى هلك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واستشهد في كربلاء المقدّسة يوم الجمعة العاشر من المحرّم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61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؛</w:t>
      </w:r>
      <w:r w:rsidRPr="009D48C8">
        <w:rPr>
          <w:rFonts w:hint="cs"/>
          <w:rtl/>
        </w:rPr>
        <w:t xml:space="preserve"> فيكون عمره الشريف يوم قتله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ستّاً وخمسين سنة وستّة أشهر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وعبد الله بن عمر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الزبير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 الرحمن بن أبي بكر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فأمّا عبد الله بن عمر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فرجل قد وقذته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العبادة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وإذا لمْ يبقَ أحد غيره بايعك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وأمّا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فانّ أهل العراق لن يدعوه حتّى يخرجوه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فإنْ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9D48C8" w:rsidRDefault="00477F4F" w:rsidP="00477F4F">
      <w:pPr>
        <w:pStyle w:val="libNormal"/>
        <w:rPr>
          <w:rStyle w:val="libFootnoteChar"/>
          <w:rtl/>
        </w:rPr>
      </w:pPr>
      <w:r w:rsidRPr="009D48C8">
        <w:rPr>
          <w:rStyle w:val="libFootnoteChar"/>
          <w:rFonts w:hint="cs"/>
          <w:rtl/>
        </w:rPr>
        <w:t xml:space="preserve">(1) تخلّف عن بيعة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Style w:val="libFootnoteChar"/>
          <w:rFonts w:hint="cs"/>
          <w:rtl/>
        </w:rPr>
        <w:t xml:space="preserve"> بعد عثمان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وقال له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Char"/>
          <w:rFonts w:hint="cs"/>
          <w:rtl/>
        </w:rPr>
        <w:t>:</w:t>
      </w:r>
      <w:r w:rsidRPr="009D48C8">
        <w:rPr>
          <w:rStyle w:val="libFootnote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إنّك لسيّء الخلق صغيراً وكبيراً </w:t>
      </w:r>
      <w:r w:rsidR="00891061">
        <w:rPr>
          <w:rStyle w:val="libBold2Char"/>
          <w:rFonts w:hint="cs"/>
          <w:rtl/>
        </w:rPr>
        <w:t>»</w:t>
      </w:r>
      <w:r w:rsidR="00891061">
        <w:rPr>
          <w:rStyle w:val="libFootnoteChar"/>
          <w:rFonts w:hint="cs"/>
          <w:rtl/>
        </w:rPr>
        <w:t>.</w:t>
      </w:r>
      <w:r w:rsidRPr="009D48C8">
        <w:rPr>
          <w:rStyle w:val="libFootnoteChar"/>
          <w:rFonts w:hint="cs"/>
          <w:rtl/>
        </w:rPr>
        <w:t xml:space="preserve"> 4 / 428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أو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Char"/>
          <w:rFonts w:hint="cs"/>
          <w:rtl/>
        </w:rPr>
        <w:t>:</w:t>
      </w:r>
      <w:r w:rsidRPr="009D48C8">
        <w:rPr>
          <w:rStyle w:val="libFootnote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لولا ما أعرف من سوء خلقك صغيراً وكبيراً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لأنكرتني </w:t>
      </w:r>
      <w:r w:rsidR="00891061">
        <w:rPr>
          <w:rStyle w:val="libBold2Char"/>
          <w:rFonts w:hint="cs"/>
          <w:rtl/>
        </w:rPr>
        <w:t>»</w:t>
      </w:r>
      <w:r w:rsidR="00891061">
        <w:rPr>
          <w:rStyle w:val="libFootnoteChar"/>
          <w:rFonts w:hint="cs"/>
          <w:rtl/>
        </w:rPr>
        <w:t>.</w:t>
      </w:r>
      <w:r w:rsidRPr="009D48C8">
        <w:rPr>
          <w:rStyle w:val="libFootnoteChar"/>
          <w:rFonts w:hint="cs"/>
          <w:rtl/>
        </w:rPr>
        <w:t xml:space="preserve"> 4 / 436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لكنّه منع أخته حفص من الخروج مع عائشة 4 / 451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وامتنع من إجابة طلحة والزبير للخروج معهما على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Style w:val="libFootnoteChar"/>
          <w:rFonts w:hint="cs"/>
          <w:rtl/>
        </w:rPr>
        <w:t xml:space="preserve"> 4 / 460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وكان سهر أبي موسى الأشعري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فلمّا دُعي إلى التحكيم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دعاه أبو موسى ودعا معه جماعة ودعا عمرو بن العاص إلى تأميره فأبى عليه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فلمّا صار الأمر إلى معاوية ذهب إليه 5 / 58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وهو وإنْ لمْ يبايع يزيد الآن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ولكنّه كتب إليه كتاباً بعد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Style w:val="libFootnoteChar"/>
          <w:rFonts w:hint="cs"/>
          <w:rtl/>
        </w:rPr>
        <w:t xml:space="preserve"> في تخلية سبيل المختار صهره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فأجابه يزيد إلى ما يريد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فلعلّه كان قد بايع بعد هذا 5 / 571</w:t>
      </w:r>
      <w:r w:rsidR="00891061">
        <w:rPr>
          <w:rStyle w:val="libFootnoteChar"/>
          <w:rFonts w:hint="cs"/>
          <w:rtl/>
        </w:rPr>
        <w:t>.</w:t>
      </w:r>
      <w:r w:rsidRPr="009D48C8">
        <w:rPr>
          <w:rStyle w:val="libFootnoteChar"/>
          <w:rFonts w:hint="cs"/>
          <w:rtl/>
        </w:rPr>
        <w:t xml:space="preserve"> وينصّ المسعودي على أنّه</w:t>
      </w:r>
      <w:r w:rsidR="00891061">
        <w:rPr>
          <w:rStyle w:val="libFootnoteChar"/>
          <w:rFonts w:hint="cs"/>
          <w:rtl/>
        </w:rPr>
        <w:t>:</w:t>
      </w:r>
      <w:r w:rsidRPr="009D48C8">
        <w:rPr>
          <w:rStyle w:val="libFootnoteChar"/>
          <w:rFonts w:hint="cs"/>
          <w:rtl/>
        </w:rPr>
        <w:t xml:space="preserve"> قد بايع بعد هذا الوليد ليزيد</w:t>
      </w:r>
      <w:r w:rsidR="00891061">
        <w:rPr>
          <w:rStyle w:val="libFootnoteChar"/>
          <w:rFonts w:hint="cs"/>
          <w:rtl/>
        </w:rPr>
        <w:t>،</w:t>
      </w:r>
      <w:r w:rsidRPr="009D48C8">
        <w:rPr>
          <w:rStyle w:val="libFootnoteChar"/>
          <w:rFonts w:hint="cs"/>
          <w:rtl/>
        </w:rPr>
        <w:t xml:space="preserve"> والحجّاج لمروان</w:t>
      </w:r>
      <w:r w:rsidR="00891061">
        <w:rPr>
          <w:rStyle w:val="libFootnoteChar"/>
          <w:rFonts w:hint="cs"/>
          <w:rtl/>
        </w:rPr>
        <w:t>.</w:t>
      </w:r>
      <w:r w:rsidRPr="009D48C8">
        <w:rPr>
          <w:rStyle w:val="libFootnoteChar"/>
          <w:rFonts w:hint="cs"/>
          <w:rtl/>
        </w:rPr>
        <w:t xml:space="preserve"> مروج الذهب 2 / 316</w:t>
      </w:r>
      <w:r w:rsidR="00891061">
        <w:rPr>
          <w:rStyle w:val="libFootnoteChar"/>
          <w:rFonts w:hint="cs"/>
          <w:rtl/>
        </w:rPr>
        <w:t>.</w:t>
      </w:r>
      <w:r w:rsidRPr="009D48C8">
        <w:rPr>
          <w:rStyle w:val="libFootnoteChar"/>
          <w:rFonts w:hint="cs"/>
          <w:rtl/>
        </w:rPr>
        <w:t xml:space="preserve"> </w:t>
      </w:r>
    </w:p>
    <w:p w:rsidR="00477F4F" w:rsidRDefault="00477F4F" w:rsidP="009D48C8">
      <w:pPr>
        <w:pStyle w:val="libFootnote"/>
        <w:rPr>
          <w:rtl/>
        </w:rPr>
      </w:pPr>
      <w:r w:rsidRPr="009D48C8">
        <w:rPr>
          <w:rFonts w:hint="cs"/>
          <w:rtl/>
        </w:rPr>
        <w:t>(2)</w:t>
      </w:r>
      <w:r>
        <w:rPr>
          <w:rFonts w:hint="cs"/>
          <w:rtl/>
        </w:rPr>
        <w:t xml:space="preserve"> وُلد في السّنة الأولى أو الثانية من الهجرة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ودافع عن عثمان يوم الحصار حتّى جرح 4 / 382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وذلك بأمر أبيه الزبير 4 / 385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عثمان قد أوصى إلى الزبير بوصيّة 4 / 387 واشترك مع أبيه في حرب الجمل ومنع أباه من التوبة والرجوع 4 / 502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أمّرته عائشة على بيت المال بالبصرة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أخوها من اّمّه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اُمّ رومان 4 / 377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وجُرح فاستخرج فطاب 4 / 509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وعبّر عنه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ابن السّوء </w:t>
      </w:r>
      <w:r w:rsidR="00891061">
        <w:rPr>
          <w:rStyle w:val="libBold2Char"/>
          <w:rFonts w:hint="cs"/>
          <w:rtl/>
        </w:rPr>
        <w:t>»</w:t>
      </w:r>
      <w:r>
        <w:rPr>
          <w:rFonts w:hint="cs"/>
          <w:rtl/>
        </w:rPr>
        <w:t xml:space="preserve"> 4 / 509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9D48C8" w:rsidRDefault="00477F4F" w:rsidP="00CA2C7E">
      <w:pPr>
        <w:pStyle w:val="libFootnote"/>
        <w:rPr>
          <w:rtl/>
        </w:rPr>
      </w:pPr>
      <w:r w:rsidRPr="009D48C8">
        <w:rPr>
          <w:rFonts w:hint="cs"/>
          <w:rtl/>
        </w:rPr>
        <w:t>وكان مع معاوية فأرسله مع عمرو بن العاص لمقاتلة محمّد بن أبي بكر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فلمّا أراد عمرو بن العاص قتل محمّد تشفّع فيه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فلم يشفّعه معاوية 5 / 104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وخرج بمكّة بعد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9D48C8">
        <w:rPr>
          <w:rFonts w:hint="cs"/>
          <w:rtl/>
        </w:rPr>
        <w:t xml:space="preserve"> 5 / 474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وأخذ يجالد بها اثني عشرة سنة حتّى قتله الحجّاج على عهد عبد الملك بن مروان في جمادى الأولى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73هـ</w:t>
      </w:r>
      <w:r w:rsidR="0004730E">
        <w:rPr>
          <w:rFonts w:hint="cs"/>
          <w:rtl/>
        </w:rPr>
        <w:t>)</w:t>
      </w:r>
      <w:r w:rsidRPr="009D48C8">
        <w:rPr>
          <w:rFonts w:hint="cs"/>
          <w:rtl/>
        </w:rPr>
        <w:t xml:space="preserve"> 6 / 187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وقُتل أخوه مصعب في الأنبار قبله بسنة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سار إليه عبد الملك بنفسه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(3) قال في أُسد الغابة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خرج عبد الرحمن بن أبي بكر إلى مكّة قبل أنْ تتمّ البيعة ليزيد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فمات بمكان اسمه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حبشي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على نحو عشرة أميال من مكّة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55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وهذا لا يتّفق مع هذه الوصيّة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والله أعلم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أنهكته وأتعبته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 xml:space="preserve">(5) عرف هذا ممّا كاتب به أهل العراق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بالمدينة بعد وفاة أخيه الإمام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رواه اليعقوبي 2 / 216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أنّهم ينتظرون قيام الإمام بحقّه وقد سمع بذلك معاوية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فعاتب الإمام على هذا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فكذّبه فسكت عنه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خرج عليك فظفرت به فاصفح عنه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فانّ له رحماً ماسّةً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وحقّاً عظيماً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وأمّا ابن أبي بكر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فرجل إنْ رأى أصحابه صنعوا شيئاً صنع مثلهم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ليس له همّة إلا ّفي النّساء واللّهو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وأمّا الذي يجثم لك جثوم الأسد ويراوغك مراوغة الثعلب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فاذا أمكنته فرصة وثب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فذاك ابن الزبير؛ فإنْ هو فعلها بك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فقطّعه إرباً إرب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9D48C8" w:rsidRDefault="00477F4F" w:rsidP="009D48C8">
      <w:pPr>
        <w:pStyle w:val="Heading2"/>
        <w:rPr>
          <w:rtl/>
        </w:rPr>
      </w:pPr>
      <w:bookmarkStart w:id="46" w:name="_Toc372370914"/>
      <w:bookmarkStart w:id="47" w:name="20"/>
      <w:r w:rsidRPr="009D48C8">
        <w:rPr>
          <w:rFonts w:hint="cs"/>
          <w:rtl/>
        </w:rPr>
        <w:t>[ هلاك معاوية ]</w:t>
      </w:r>
      <w:bookmarkEnd w:id="46"/>
      <w:r w:rsidRPr="009D48C8">
        <w:rPr>
          <w:rFonts w:hint="cs"/>
          <w:rtl/>
        </w:rPr>
        <w:t xml:space="preserve"> </w:t>
      </w:r>
      <w:bookmarkEnd w:id="47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ثمّ مات معاوية لهلال رجب من سنة ستّين من الهجرة ]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 خرج الضحّاك بن قيس [ الفهري ]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حتّى صعد المنبر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وأكفان معاوية على يديه تلوح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معاوية كان عود العرب وحدّ العرب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قطع الله به الفتنة وملّكه على العباد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وفتح به البلاد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ألاَ إنّه قد مات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فهذه أكفانه فنحن مدرجوه فيها ومدخلوه قبره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ومخلّون بينه وبين عمله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هو البرزخ إلى يوم القيامة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فمن كان منكم يريد أنْ يشهده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فليحضر عند [ الزوال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(1) لا يُخفى أنّه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فإنْ خرج عليك فظفرت به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فإنْ خرج عليك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فحاربه حتّى تظفر به</w:t>
      </w:r>
      <w:r w:rsidR="007745E6" w:rsidRPr="0088444F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ولكن لا تقتله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وبهذا يجمع له بين الحسنيين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بين الظفر وعدم النقمة عليه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 ممّا يدلّ على تمهيد معاوية لقتال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كتابه المودع عند غلامه سرجون الرومي بولاية ابن زياد للعراق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إنْ حدث حادث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يأتي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(2) ورواه الخوارزمي / 175 بزيادات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9D48C8">
        <w:rPr>
          <w:rFonts w:hint="cs"/>
          <w:rtl/>
        </w:rPr>
        <w:t xml:space="preserve"> 5 / 324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قال هشام بن محمّد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9D48C8" w:rsidRDefault="00477F4F" w:rsidP="0088444F">
      <w:pPr>
        <w:pStyle w:val="libFootnote"/>
        <w:rPr>
          <w:rtl/>
        </w:rPr>
      </w:pPr>
      <w:r w:rsidRPr="009D48C8">
        <w:rPr>
          <w:rFonts w:hint="cs"/>
          <w:rtl/>
        </w:rPr>
        <w:t>وفي ص / 338</w:t>
      </w:r>
      <w:r w:rsidR="00891061">
        <w:rPr>
          <w:rFonts w:hint="cs"/>
          <w:rtl/>
        </w:rPr>
        <w:t>،</w:t>
      </w:r>
      <w:r w:rsidRPr="009D48C8">
        <w:rPr>
          <w:rFonts w:hint="cs"/>
          <w:rtl/>
        </w:rPr>
        <w:t xml:space="preserve"> قال هشام بن محمّد عن أبي مِخْنف</w:t>
      </w:r>
      <w:r w:rsidR="00891061">
        <w:rPr>
          <w:rFonts w:hint="cs"/>
          <w:rtl/>
        </w:rPr>
        <w:t>:</w:t>
      </w:r>
      <w:r w:rsidRPr="009D48C8">
        <w:rPr>
          <w:rFonts w:hint="cs"/>
          <w:rtl/>
        </w:rPr>
        <w:t xml:space="preserve"> ولي يزيد في هلال رجب سنة </w:t>
      </w:r>
      <w:r w:rsidR="0004730E">
        <w:rPr>
          <w:rFonts w:hint="cs"/>
          <w:rtl/>
        </w:rPr>
        <w:t>(</w:t>
      </w:r>
      <w:r w:rsidRPr="009D48C8">
        <w:rPr>
          <w:rFonts w:hint="cs"/>
          <w:rtl/>
        </w:rPr>
        <w:t>60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9D48C8">
        <w:rPr>
          <w:rFonts w:hint="cs"/>
          <w:rtl/>
        </w:rPr>
        <w:t xml:space="preserve"> </w:t>
      </w:r>
    </w:p>
    <w:p w:rsidR="00477F4F" w:rsidRPr="0088444F" w:rsidRDefault="00477F4F" w:rsidP="009D48C8">
      <w:pPr>
        <w:pStyle w:val="libFootnote"/>
        <w:rPr>
          <w:rtl/>
        </w:rPr>
      </w:pPr>
      <w:r w:rsidRPr="0088444F">
        <w:rPr>
          <w:rFonts w:hint="cs"/>
          <w:rtl/>
        </w:rPr>
        <w:t>(4) كان مع معاوية في صفّين فجعله على الرجّالة أو القلب من أهل دمشق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ولاّه على ما في سلطانه من أرض الجزيرة بـ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حرّان) فاجتمع إليه عثمانيّة البصرة والكوفة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فبعث إليه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مالك الأشتر النَّخعي فحاربه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سنة 36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فجعله معاوية على شرطته بدمشق حتّى بعثه إلى الكوفة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55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حينما أراد الدعوة إلى بيعة يزيد بولاية العهد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استدعاه منها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58 هـ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5 / 309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فولاّه الشرطة أيضاً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فكان عنده على شرطته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60 هـ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حينما وفد إليه وفد عبيد الله بن زياد من البصرة وأخذ عليهم البيعة لابنه يزيد المسعودي 2 / 328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وبعث البريد إلى يزيد بوجع معاوية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يزيد في ذلك</w:t>
      </w:r>
      <w:r w:rsidR="0089106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D65094">
        <w:trPr>
          <w:trHeight w:val="350"/>
        </w:trPr>
        <w:tc>
          <w:tcPr>
            <w:tcW w:w="3920" w:type="dxa"/>
            <w:shd w:val="clear" w:color="auto" w:fill="auto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جاء البريد بقرطاس يخبّ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فأوجس القلب من قرطاسه فزعا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D65094">
        <w:trPr>
          <w:trHeight w:val="350"/>
        </w:trPr>
        <w:tc>
          <w:tcPr>
            <w:tcW w:w="3920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قلنا لك الويل ماذا في كتابكم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كأنّ أغبر من أركانها انقطعا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ومن الطبيعي أنْ يكون باقياً على عمله عند دخول أسارى آل محمّد إلى الشام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ولمّا هلك معاوية بن يزيد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دعا الضحّاك النّاس إلى نفسه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إلى ابن الزبير حتّى قدم مروان الشام والتقى به عبيد الله بن زياد من العراق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فأطمعه ابن زياد في الخلافة فدعا النّاس إلى نفسه فبايعه النّاس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فتحصّن الضحّاك في دمشق ثمّ خرج لمحاربة مروان بـ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مرج راهط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على أميال من دمشق فاستطال القتال عشرين يوماً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هزم أصحابه وقُتل وأُتي إلى مروان برأسه في المحرّم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64 أو 65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5 / 535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544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وكان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يقنت عليه باللّعن في صلاته 5 / 71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ووقعة صفّين / 62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7E1968">
        <w:rPr>
          <w:rFonts w:hint="cs"/>
          <w:rtl/>
        </w:rPr>
        <w:t xml:space="preserve"> هكذا تنقل رواية الطبري من الوصيّة الحاضرة إلى البريد إلى يزيد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من دون ذكر لسفره ولا لموضع غيبته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ولذلك روى الطبري بعد هذه الرواية رواية أخرى عن هشام عن عوانة بن الحكم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ت 157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إنّ يزيد كان غائباً فدعى معاوية بالضحّاك بن قيس الفهري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وكان صاحب شرطته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ومسلم بن عقبة المريّ صاحب وقعة الحرّة بالمدينة فأوصى إليهم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بلّغا يزيد وصيّتي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5D2685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وتختلف رواية هذه الوصيّة عن رواية أبي مِخْنف بعض الإختلاف في الألفاظ والمعاني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فبينما رواية أبي مِخْنف تذكر أربعة رجال خاف منهم معاوية التخلّف عن بيعة يزيد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منهم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عبد الرحمن بن أبي بكر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إذ لا تذكره هذه الرواية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وبينما تلك تأمر بالعفو والصفح عن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إذ هذه تذكر أنّه يرجو أنْ يكفيه الله بمَن قتل أباه وخذل أخاه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الكوفيّين</w:t>
      </w:r>
      <w:r w:rsidR="007745E6" w:rsidRPr="007E1968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وبينما تلك تأمر بقطع ابن الزبير إرباً إرباً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إذ هذه توصي بالصلح وعدم الولوغ في دماء قريش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ويُؤيد هذه الرواية عدم ذكر ابن أبي بكر في كتاب يزيد إلى الوليد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وأنّه توفى في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في أُسد الغابة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سبق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وكذا يُؤيد هذه الرواية ما عهده معاوية لابن زياد من ولايته على العراق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فيما أودعه عند سرجون الرومي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يأتي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وأمّا موضع الغيبة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فقد روى الطبري 5 / 10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عن علي بن محمّد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أنّه كان بـ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حوّارين)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وذكر الخوارزمي / 177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عن ابن الأعثم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إنّ يزيد كان قد خرج في نفس اليوم بعد الوصيّة إلى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حوران) للصيد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وبذلك وفّق بين الوصيّة الحاضرة والغيبة عند الموت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CA2C7E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lastRenderedPageBreak/>
              <w:t>من لا تزل نفسه توفى على شرف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توشك مقاليد تلك النفس أن تقعا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344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لمّا انتهينا وباب الدار منصفق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وصوت رملة ريع القلب فانصدع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7E1968">
      <w:pPr>
        <w:pStyle w:val="Heading2"/>
        <w:rPr>
          <w:rtl/>
        </w:rPr>
      </w:pPr>
      <w:bookmarkStart w:id="48" w:name="21"/>
      <w:bookmarkStart w:id="49" w:name="_Toc372370915"/>
      <w:r>
        <w:rPr>
          <w:rFonts w:hint="cs"/>
          <w:rtl/>
        </w:rPr>
        <w:t>[ كتاب يزيد إلى الوليد ]</w:t>
      </w:r>
      <w:bookmarkEnd w:id="48"/>
      <w:bookmarkEnd w:id="49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ولّي يزيد في هلال رجب سنة ستّين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وأمير المدينة الوليد بن عتبة بن أبي سفيان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وأمير مكّة عمرو بن سعيد بن العاص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7E1968">
      <w:pPr>
        <w:pStyle w:val="libFootnote"/>
        <w:rPr>
          <w:rtl/>
        </w:rPr>
      </w:pPr>
      <w:r w:rsidRPr="0088444F">
        <w:rPr>
          <w:rFonts w:hint="cs"/>
          <w:rtl/>
        </w:rPr>
        <w:t>(1) 5 / 327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حدّثت عن هشام بن محمّد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مِخْنف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عبد الملك بن نوفل بن مساحق بن عبد الله بن مخرمة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لمّا مات معاوية خرج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7E1968">
        <w:rPr>
          <w:rFonts w:hint="cs"/>
          <w:rtl/>
        </w:rPr>
        <w:t xml:space="preserve"> ولّي المدينة من قبل معاوية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58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5 / 309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فلمّا تهاون في أمر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عزله يزيد في رمضان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من نفس السّنة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وولّى عليها عمرو بن سعيد الأشدق 5 / 343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وأبوه الوليد بن عتبة من أنصار معاوية في صفّين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وكان عليّ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قد قتل جدّه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وقعة صفّين / 417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وآخر عهدنا به في الطبري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أنّ الصحّاك بعد هلاك يزيد دعا إلى ابن الزبير فسبّه الوليد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فحبسه الضحّاك 5 / 533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وذكر المحدّث القميّ في تتمّة المنتهى / 49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أنّه صلّى على معاوية بن يزيد بن معاوية فطعن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فمات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7E1968">
        <w:rPr>
          <w:rFonts w:hint="cs"/>
          <w:rtl/>
        </w:rPr>
        <w:t xml:space="preserve"> ولاّه يزيد المدينة في رمضان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60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ولاّه أمر الموسم والحج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فحجّ بالنّاس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60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وهذا ممّا يُؤيّد ما يروى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إنّ يزيد أوصاه بالفتك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أينما وجد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ولو كان متعلّقاً بأستار الكعبة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وبُويع له بولاية العهد بعد خالد بن معاوية بن يزيد من بعد مروان بن الحكم يوم البيعة له في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الجابية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من أرض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الجولان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بين دمشق والأردن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يوم الأربعاء أو الخميس لثلاث أو أربع خلون من ذي القعدة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بعد هلاك معاوية بن يزيد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على أنْ تكون إمارة دمشق لعمرو بن سعيد من نفس ذلك اليوم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فلمّا خرج إليهم الضحّاك بن قيس الفهري من دمشق داعياً إلى نفسه أو ابن الزبير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وعزم مروان على محاربته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كان عمرو بن سعيد على ميمنته 5 / 527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فتح لمروان مصر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وحارب مصعب بن الزبير في فلسطين حتّى هزمه 5 / 540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فلمّا انصرف راجعاً إلى مروان بلغ مروان أنّ حسّان بن بجدل الكلبي خال يزيد بن معاوية وكبير بني كلاب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وهو الذي دعا النّاس إلى مروان فبايعوه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قد بايع لعمرو بن سعيده مباشرةً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فدعا مروان بحسّان وأخبره بما بلغه عنه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فأنكر وقال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أنا أكفيك عمرو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فلمّا اجتمع النّاس العشيّة قام خطيباً فدعا النّاس إلى بيعة عبد الملك بالعهد بعد مروان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فبايعوه عن آخرهم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  <w:r w:rsidR="0004730E">
        <w:rPr>
          <w:rFonts w:hint="cs"/>
          <w:rtl/>
        </w:rPr>
        <w:t>=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وأمير الكوفة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04730E" w:rsidP="0004730E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477F4F" w:rsidRPr="007E1968">
        <w:rPr>
          <w:rFonts w:hint="cs"/>
          <w:rtl/>
        </w:rPr>
        <w:t xml:space="preserve">وخرج عبد الملك بن مروان سنة </w:t>
      </w:r>
      <w:r>
        <w:rPr>
          <w:rFonts w:hint="cs"/>
          <w:rtl/>
        </w:rPr>
        <w:t>(</w:t>
      </w:r>
      <w:r w:rsidR="00477F4F" w:rsidRPr="007E1968">
        <w:rPr>
          <w:rFonts w:hint="cs"/>
          <w:rtl/>
        </w:rPr>
        <w:t>69 أو 70 أو 71 هـ</w:t>
      </w:r>
      <w:r>
        <w:rPr>
          <w:rFonts w:hint="cs"/>
          <w:rtl/>
        </w:rPr>
        <w:t>)</w:t>
      </w:r>
      <w:r w:rsidR="00477F4F" w:rsidRPr="007E1968">
        <w:rPr>
          <w:rFonts w:hint="cs"/>
          <w:rtl/>
        </w:rPr>
        <w:t xml:space="preserve"> إلى زفر بن الحارث الكلبي يريد حربه</w:t>
      </w:r>
      <w:r w:rsidR="00891061">
        <w:rPr>
          <w:rFonts w:hint="cs"/>
          <w:rtl/>
        </w:rPr>
        <w:t>،</w:t>
      </w:r>
      <w:r w:rsidR="00477F4F" w:rsidRPr="007E1968">
        <w:rPr>
          <w:rFonts w:hint="cs"/>
          <w:rtl/>
        </w:rPr>
        <w:t xml:space="preserve"> أو إلى دير الجاثليق يريد حرب مصعب بن الزبير</w:t>
      </w:r>
      <w:r w:rsidR="00891061">
        <w:rPr>
          <w:rFonts w:hint="cs"/>
          <w:rtl/>
        </w:rPr>
        <w:t>،</w:t>
      </w:r>
      <w:r w:rsidR="00477F4F" w:rsidRPr="007E1968">
        <w:rPr>
          <w:rFonts w:hint="cs"/>
          <w:rtl/>
        </w:rPr>
        <w:t xml:space="preserve"> وخلّف على دمشق عبد الرحمن الثقفي</w:t>
      </w:r>
      <w:r w:rsidR="00891061">
        <w:rPr>
          <w:rFonts w:hint="cs"/>
          <w:rtl/>
        </w:rPr>
        <w:t>،</w:t>
      </w:r>
      <w:r w:rsidR="00477F4F" w:rsidRPr="007E1968">
        <w:rPr>
          <w:rFonts w:hint="cs"/>
          <w:rtl/>
        </w:rPr>
        <w:t xml:space="preserve"> فقال الأشدق لعبد الملك</w:t>
      </w:r>
      <w:r w:rsidR="00891061">
        <w:rPr>
          <w:rFonts w:hint="cs"/>
          <w:rtl/>
        </w:rPr>
        <w:t>:</w:t>
      </w:r>
      <w:r w:rsidR="00477F4F" w:rsidRPr="007E1968">
        <w:rPr>
          <w:rFonts w:hint="cs"/>
          <w:rtl/>
        </w:rPr>
        <w:t xml:space="preserve"> إنك خارج إلى العراق فاجعل لي هذا الأمر من بعدك</w:t>
      </w:r>
      <w:r w:rsidR="00891061">
        <w:rPr>
          <w:rFonts w:hint="cs"/>
          <w:rtl/>
        </w:rPr>
        <w:t>.</w:t>
      </w:r>
      <w:r w:rsidR="00477F4F" w:rsidRPr="007E1968">
        <w:rPr>
          <w:rFonts w:hint="cs"/>
          <w:rtl/>
        </w:rPr>
        <w:t xml:space="preserve"> فأبى عليه</w:t>
      </w:r>
      <w:r w:rsidR="00891061">
        <w:rPr>
          <w:rFonts w:hint="cs"/>
          <w:rtl/>
        </w:rPr>
        <w:t>،</w:t>
      </w:r>
      <w:r w:rsidR="00477F4F" w:rsidRPr="007E1968">
        <w:rPr>
          <w:rFonts w:hint="cs"/>
          <w:rtl/>
        </w:rPr>
        <w:t xml:space="preserve"> فرجع الأشدق إلى دمشق وهرب منها الثقفي</w:t>
      </w:r>
      <w:r w:rsidR="00891061">
        <w:rPr>
          <w:rFonts w:hint="cs"/>
          <w:rtl/>
        </w:rPr>
        <w:t>.</w:t>
      </w:r>
      <w:r w:rsidR="00477F4F" w:rsidRPr="007E1968">
        <w:rPr>
          <w:rFonts w:hint="cs"/>
          <w:rtl/>
        </w:rPr>
        <w:t xml:space="preserve"> فرجع إليها عبد الملك وصالحه حتّى دخله</w:t>
      </w:r>
      <w:r w:rsidR="00891061">
        <w:rPr>
          <w:rFonts w:hint="cs"/>
          <w:rtl/>
        </w:rPr>
        <w:t>،</w:t>
      </w:r>
      <w:r w:rsidR="00477F4F" w:rsidRPr="007E1968">
        <w:rPr>
          <w:rFonts w:hint="cs"/>
          <w:rtl/>
        </w:rPr>
        <w:t xml:space="preserve"> ثمّ اغتاله في قصره فقتله بنفسه 6 / 140</w:t>
      </w:r>
      <w:r w:rsidR="007745E6" w:rsidRPr="007E1968">
        <w:rPr>
          <w:rFonts w:hint="cs"/>
          <w:rtl/>
        </w:rPr>
        <w:t xml:space="preserve"> - </w:t>
      </w:r>
      <w:r w:rsidR="00477F4F" w:rsidRPr="007E1968">
        <w:rPr>
          <w:rFonts w:hint="cs"/>
          <w:rtl/>
        </w:rPr>
        <w:t>148، وأبوه سعيد بن العاص هو الذي ولي الكوفة لعثمان فشرب الخمر</w:t>
      </w:r>
      <w:r w:rsidR="00891061">
        <w:rPr>
          <w:rFonts w:hint="cs"/>
          <w:rtl/>
        </w:rPr>
        <w:t>،</w:t>
      </w:r>
      <w:r w:rsidR="00477F4F" w:rsidRPr="007E1968">
        <w:rPr>
          <w:rFonts w:hint="cs"/>
          <w:rtl/>
        </w:rPr>
        <w:t xml:space="preserve"> فشكاه أهل الكوفة إلى عثمان فحدّه أمير المؤمنين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="00477F4F" w:rsidRPr="007E1968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477F4F" w:rsidRPr="007E1968">
        <w:rPr>
          <w:rFonts w:hint="cs"/>
          <w:rtl/>
        </w:rPr>
        <w:t>وفي مجمع الزوائد لابن حجر الهيثمي 5 / 240</w:t>
      </w:r>
      <w:r w:rsidR="00891061">
        <w:rPr>
          <w:rFonts w:hint="cs"/>
          <w:rtl/>
        </w:rPr>
        <w:t>،</w:t>
      </w:r>
      <w:r w:rsidR="00477F4F" w:rsidRPr="007E1968">
        <w:rPr>
          <w:rFonts w:hint="cs"/>
          <w:rtl/>
        </w:rPr>
        <w:t xml:space="preserve"> وتطهير الجنان بهامش الصواعق المحرقة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477F4F">
        <w:rPr>
          <w:rFonts w:hint="cs"/>
          <w:rtl/>
        </w:rPr>
        <w:t>عن أبي هريرة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قال سمعت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477F4F"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</w:t>
      </w:r>
      <w:r w:rsidR="00891061" w:rsidRPr="0004730E">
        <w:rPr>
          <w:rStyle w:val="libFootnoteBoldChar"/>
          <w:rFonts w:hint="cs"/>
          <w:rtl/>
        </w:rPr>
        <w:t>«</w:t>
      </w:r>
      <w:r w:rsidR="00477F4F" w:rsidRPr="0004730E">
        <w:rPr>
          <w:rStyle w:val="libFootnoteBoldChar"/>
          <w:rFonts w:hint="cs"/>
          <w:rtl/>
        </w:rPr>
        <w:t xml:space="preserve"> ليرعفنّ على منبري جبّار من جبابرة بني أميّة فيسيل رعافة </w:t>
      </w:r>
      <w:r w:rsidR="00891061" w:rsidRPr="0004730E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وقد رعف عمرو بن سعيد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وهو على منبره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477F4F">
        <w:rPr>
          <w:rFonts w:hint="cs"/>
          <w:rtl/>
        </w:rPr>
        <w:t xml:space="preserve"> حتّى سال رعافه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7E1968">
        <w:rPr>
          <w:rFonts w:hint="cs"/>
          <w:rtl/>
        </w:rPr>
        <w:t xml:space="preserve"> كتب سعد بن أبي وقاص إلى عمر بما فتح الله على المسلمين إلى جلولاء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فكتب إليه عمر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أنْ قف مكانك ولا تتبعهم واتّخذ للمسلمين دار هجرة ومنزل جهاد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فنزل سعد بالأنبار فأصابتهم الحمى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فكتب إلى عمر يخبره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فكتب إلى سعد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إنّه لا تصلح العرب إلاّ حيث يصلح البعير والشاة في منابت العشب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فانظر فلاة في جنب البحر فارتد للمسلمين بها منزل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فرجع سعد حتّى نزل الكوفة 3 / 579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والكوفة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كلّ سهلة وحصباء حمراء مختلطتين 3 / 619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وكلّ رملة حمراء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يقال لها</w:t>
      </w:r>
      <w:r w:rsidR="00891061">
        <w:rPr>
          <w:rFonts w:hint="cs"/>
          <w:rtl/>
        </w:rPr>
        <w:t>:</w:t>
      </w:r>
      <w:r w:rsidR="00567151">
        <w:rPr>
          <w:rFonts w:hint="cs"/>
          <w:rtl/>
        </w:rPr>
        <w:t xml:space="preserve"> سهلة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وكلّ حصباء ورمل هكذا مختلطين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فهو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كوفة 4 / 41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وفيها ديرات ثلاثة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دير حرقة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ودير اُمّ عمرو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ودير سلسلة 4 / 41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فابتنوا بالقصب في المحرّم سنة سبع عشرة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إنّ الحريق وقع بالكوفة وكان حريقاً شديداً فاحترق ثمانون عريشاً ولمْ يبقَ فيها قصبة في شوّال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فبعث سعد نفراً إلى عمر يستأذنون في البناء باللبن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إفعلوا ولا يزيدنّ أحدكم على ثلاثة أبيات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ولا تطاولوا في البنيان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وكان على تنزيل أهل الكوفة أبو الهياج بن مالك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فأرسل سعد إليه يخبره بكتاب عمر في الطرق وأنّه أمر بالمناهج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أربعين ذراع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ومايليه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ثلاثين ذراع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وما بين ذلك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عشرين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وبالأزقّة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سبع أذرع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ليس دون ذلك شيء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فاجتمع أهل الرأي للتقدير حتّى إذا قاموا على شيء قسّم أبو الهياج عليه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فأوّل شيء خطّ بالكوفة وبني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المسجد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فوضع من السوق في موضع التمّارين وأصحاب الصابون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قام رجل رامٍ شديد الرمي في وسطه فرمى عن يمينه ومن بين يديه ومن خلفه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فأمر من شاء أنْ يبني وراء موقع السّهام من كلّ جانب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وبُنيت ظلّة في مقدمته مئتي ذراع على أساطين رخام كانت للأكاسرة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سقفها كسقف الكنائس الروميّة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وأعلموا أطرافه بخندق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لئلاّ يقتحمه أحد ببنيان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وبنوا لسعد داراً بحياله بينهم طريق منقّب مئتي ذراع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وجُعل فيها بيوت الأموال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وهي قصر الكوفة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بنى ذلك له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روزبه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من آجر بنيان الأكاسرة بالحيرة 4 / 44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45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04730E" w:rsidRDefault="0004730E" w:rsidP="0004730E">
      <w:pPr>
        <w:pStyle w:val="libFootnote"/>
        <w:rPr>
          <w:rFonts w:hint="cs"/>
          <w:rtl/>
        </w:rPr>
      </w:pPr>
      <w:r w:rsidRPr="007E1968">
        <w:rPr>
          <w:rFonts w:hint="cs"/>
          <w:rtl/>
        </w:rPr>
        <w:t>وسكن سعد في القصر بحيال محراب المسجد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وجعل فيه بيت المال فنُقب عليه نقباً وأُخذ المال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فكتب سعد بذلك إلى عمر ونقل المسجد وأراغ بنيانه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أنشأه من نقض آجر قصر كان للأكاسرة في ضواحي الحيرة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وجعل المسجد بحيال بيوت الأموال منه </w:t>
      </w:r>
    </w:p>
    <w:p w:rsidR="0004730E" w:rsidRDefault="0004730E" w:rsidP="00477F4F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=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النّعمان بن بشير الأنصاري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وأمير البصرة عبيد الله بن زياد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4730E" w:rsidRPr="007E1968" w:rsidRDefault="0004730E" w:rsidP="0004730E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Pr="007E1968">
        <w:rPr>
          <w:rFonts w:hint="cs"/>
          <w:rtl/>
        </w:rPr>
        <w:t>إلى منتهى القصر على القبلة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فكانت قبلة المسجد إلى ميمنة القصر وكان بنيانه على رخام كانت لكسرى 4/46 </w:t>
      </w:r>
      <w:r>
        <w:rPr>
          <w:rFonts w:hint="cs"/>
          <w:rtl/>
        </w:rPr>
        <w:t>-.</w:t>
      </w:r>
      <w:r w:rsidRPr="007E1968">
        <w:rPr>
          <w:rFonts w:hint="cs"/>
          <w:rtl/>
        </w:rPr>
        <w:t xml:space="preserve"> ونهج في قبلة المسجد أربعة مناهج وفي شرقيّة وغربيّة ثلاثة مناهج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 ممّا يلي صحن المسجد والسوق خمسة مناهج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فأُنزل في القبلة بني أسد على طريق وبين بني أسد والنخع طريق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وبين النخع وكندة طريق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وبين كندة والأزد طريق</w:t>
      </w:r>
      <w:r>
        <w:rPr>
          <w:rFonts w:hint="cs"/>
          <w:rtl/>
        </w:rPr>
        <w:t>.</w:t>
      </w:r>
      <w:r w:rsidRPr="007E1968">
        <w:rPr>
          <w:rFonts w:hint="cs"/>
          <w:rtl/>
        </w:rPr>
        <w:t xml:space="preserve"> وأُنزل في شرقي الصحن الأنصار ومزينة على طريق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وتميماً ومحارباً على طريق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وأسداً وعامراً على طريق</w:t>
      </w:r>
      <w:r>
        <w:rPr>
          <w:rFonts w:hint="cs"/>
          <w:rtl/>
        </w:rPr>
        <w:t>.</w:t>
      </w:r>
      <w:r w:rsidRPr="007E1968">
        <w:rPr>
          <w:rFonts w:hint="cs"/>
          <w:rtl/>
        </w:rPr>
        <w:t xml:space="preserve"> وأُنزل في غربي الحصن بجلة بجيلة على طريق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وجديلة وأخلاطاً على طريق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وسليماً وثقيفاً على طريقين ممّا يلي صحن المسجد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وهمدان على طريق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وبجيلة على طريق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وتيم اللات وتغلب على آخرهم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فهذه مناهجها العظمى</w:t>
      </w:r>
      <w:r>
        <w:rPr>
          <w:rFonts w:hint="cs"/>
          <w:rtl/>
        </w:rPr>
        <w:t>.</w:t>
      </w:r>
      <w:r w:rsidRPr="007E1968">
        <w:rPr>
          <w:rFonts w:hint="cs"/>
          <w:rtl/>
        </w:rPr>
        <w:t xml:space="preserve"> وبنوا مناهج دونها تحاذي هذه ثمّ تلاقيها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وأخر تتبعها دونها في الذرع والمحال من ورائه</w:t>
      </w:r>
      <w:r>
        <w:rPr>
          <w:rFonts w:hint="cs"/>
          <w:rtl/>
        </w:rPr>
        <w:t>.</w:t>
      </w:r>
      <w:r w:rsidRPr="007E1968">
        <w:rPr>
          <w:rFonts w:hint="cs"/>
          <w:rtl/>
        </w:rPr>
        <w:t xml:space="preserve"> وكانت الأسواق على سنّة المساجد من سبق إلى مقعد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فهو له حتّى يقوم منه أو يفرغ من بيعه 4 / 45 - 46</w:t>
      </w:r>
      <w:r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وكان بها أربعة آلاف فرس عدّة لكون إن كان 4 / 51</w:t>
      </w:r>
      <w:r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7E1968">
        <w:rPr>
          <w:rFonts w:hint="cs"/>
          <w:rtl/>
        </w:rPr>
        <w:t xml:space="preserve"> الخزرجي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عدّه الشيخ في رجاله / 30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من أصحاب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04730E">
      <w:pPr>
        <w:pStyle w:val="libFootnote"/>
        <w:rPr>
          <w:rtl/>
        </w:rPr>
      </w:pPr>
      <w:r w:rsidRPr="007E1968">
        <w:rPr>
          <w:rFonts w:hint="cs"/>
          <w:rtl/>
        </w:rPr>
        <w:t>وعدّه الطبري 4 / 430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فيمن تخلّف عن بيعة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بعد عثمان ولحق بمعاوية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فكان معه في صفّين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بعثه معاوية ليغير على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عين تمر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فأغار عليه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في الطبري 5 / 133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حوادث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39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ولاّه معاوية الكوفة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فكان عليها حتّى هلك معاوية وقام بالأمر يزيد حتّى جاءها عبيد الله بن زياد أميراً عليها من قبل يزيد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60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فخرج إلى يزيد فكان عنده حتّى قُتل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فذهب بأهله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بأمر يزيد إلى المدينة 5 / 462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ورجع إلى الشام فكان عند يزيد حتّى بعثه إلى الأنصار بالمدينة يخذّلهم عن عبدالله بن حنظلة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ويحذّرهم من مخالفة يزيد فلمْ يسمعوا له / 481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(2) عبيد الله بن زياد ولد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20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5 / 297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حبسه بسر بن أرطاة في البصرة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41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مع أخويه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عبّاد و عبد الرحمن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وكتب إلى زياد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لتقدمنّ على معاوية أو لأقتلنّ بنيك 5 / 168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وهلك أبوه زياد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53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5 / 288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فوفد ابنه عبيد الله على معاوية فولاه خراسان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54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5 / 297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ولاّه البصرة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55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فترك على خراسان أسلم بن زرعة الكلبي ورجع إلى البصرة 5 / 306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ولمّا كان على خراسان غزا جبال بخارى ففتح مدينتي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راميثنة وبيكند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فأصاب منهما ألفين من رماة البخاريّة فاستألفهم وقدم بهم البصرة 5 / 298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وولّى عبّاد بن زياد على سجِستان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وعبد الرحمن بن زياد خراسان مع أخيه عبيد الله 5 / 315 فكان عليها سنتين 5 / 316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ولّى عبيد الله بن زياد على كرمان أيضاً فبعث إليها شريك بن الأعور الحارثي الهمداني 5 / 321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وعزل يزيد عبّاداً عن سجِستان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وعبد الرحمن عن خراسان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وولاّهما سلم بن زياد أخاهما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فبعث إلى سجِستان أخاه يزيد بن زياد 5 / 471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ولاّه يزيد الكوفة أيضاً فذهب إليها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60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وخلّف البصرة أخاه عثمان بن زياد 5 / 358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وقُتل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وله 40 سنة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رجع من الكوفة إلى البصرة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61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فلمّا هلك يزيد ومعاوية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ابنه</w:t>
      </w:r>
      <w:r w:rsidR="007745E6" w:rsidRPr="007E1968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بايعه أهل البصرة حتّى يصطلح النّاس على خليفة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خالفوه فلحق بالشام 5 / 503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ومعه أخوه عبد الله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5 / 513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فبايع مروان بن الحكم وحرّضه على حرب العراق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فبعثه إليها 5 / 530 فحارب التوّابين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فهزمهم 5 / 598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حارب المختار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66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6 / 81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فقتل ومن معه من أهل الشام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67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6 / 87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ولمْ يكن ليزيد همّة إلاّ بيعة النفر الذين أبوا على معاوية الإجابة إلى بيعة يزيد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حين دعا النّاس إلى بيعته وأنّه وليّ عهده من بعده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والفراغ من أمرهم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04730E">
      <w:pPr>
        <w:pStyle w:val="libNormal"/>
        <w:rPr>
          <w:rtl/>
        </w:rPr>
      </w:pPr>
      <w:r>
        <w:rPr>
          <w:rFonts w:hint="cs"/>
          <w:rtl/>
        </w:rPr>
        <w:t>فكتب إلى الوليد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بسم الله الرحمن الرحيم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أمير المؤمنين إلى الوليد بن عُتبة</w:t>
      </w:r>
      <w:r w:rsidR="00CA2C7E">
        <w:rPr>
          <w:rFonts w:hint="cs"/>
          <w:rtl/>
        </w:rPr>
        <w:t>...</w:t>
      </w:r>
      <w:r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فانّ معاوية كان عبداً من عباد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أكرمه الله واستخلفه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وخوّله ومكّن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فعاش بقدر ومات بأجل ف</w:t>
      </w:r>
      <w:r w:rsidR="005D2685" w:rsidRPr="005D2685">
        <w:rPr>
          <w:rStyle w:val="libAlaemChar"/>
          <w:rFonts w:hint="cs"/>
          <w:rtl/>
        </w:rPr>
        <w:t>رحمه‌الله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عاش محموداً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ومات برّاً تقياً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وكتب إليه في صحيفة كأنّها أذن فارة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فخذ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عمر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الزبير بالبيعة أخذاً شديداً ليست فيه رخصة حتّى يبايعو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7E1968">
      <w:pPr>
        <w:pStyle w:val="libFootnote"/>
        <w:rPr>
          <w:rtl/>
        </w:rPr>
      </w:pPr>
      <w:r w:rsidRPr="0088444F">
        <w:rPr>
          <w:rFonts w:hint="cs"/>
          <w:rtl/>
        </w:rPr>
        <w:t>(1) 5 / 338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هشام بن محمّد عن أبي مِخْنف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وهذا أوّل أخبار متعددة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يعطف الطبري بعضها على بعض فيقول في أوّل كلّ خبر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والخبر موقوف على أبي مِخْنف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7E1968">
        <w:rPr>
          <w:rFonts w:hint="cs"/>
          <w:rtl/>
        </w:rPr>
        <w:t xml:space="preserve"> هكذا اقتصرت رواية الطبري عن هشام عن أبي مِخْنف على ذكر الشدّة فحسب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دون ذكر القتل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وهكذا رواية سبط ابن الجوزي عن هشام أيضاً / 235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وكذلك رواية الشيخ المفيد في الإرشاد ص / 200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عن هشام أو المدائني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بينما يذكر اليعقوبي في تاريخه 2 / 229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نصّ الكتاب هكذا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</w:t>
      </w:r>
    </w:p>
    <w:p w:rsidR="005D2685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إذا أتاك كتابي هذا فأحضر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وعبد الله بن الزبير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فخذهما بالبيعة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فإنْ امتنعا فاضرب أعناقهم وابعث إليّ برؤوسه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وخذ النّاس بالبيعة فمن امتنع فأنفذ فيه الحكم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وفي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وعبد الله بن الزبير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والسّلام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</w:pPr>
      <w:r w:rsidRPr="007E1968">
        <w:rPr>
          <w:rFonts w:hint="cs"/>
          <w:rtl/>
        </w:rPr>
        <w:t>والخوارزمي في مقتله ص / 180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يذكر الكتاب عن ابن الأعثم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بذكره الطبري عن هشام ويضيف</w:t>
      </w:r>
      <w:r w:rsidR="00891061">
        <w:rPr>
          <w:rFonts w:hint="cs"/>
          <w:rtl/>
        </w:rPr>
        <w:t>:</w:t>
      </w:r>
      <w:r w:rsidR="00CA2C7E">
        <w:rPr>
          <w:rFonts w:hint="cs"/>
          <w:rtl/>
        </w:rPr>
        <w:t xml:space="preserve"> ...</w:t>
      </w:r>
      <w:r w:rsidRPr="007E1968">
        <w:rPr>
          <w:rFonts w:hint="cs"/>
          <w:rtl/>
        </w:rPr>
        <w:t xml:space="preserve"> ومن أبي عليك منهم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فاضرب عنقه وابعث إليّ برأسه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وكان وصول الكتاب إلى الوليد ليلة الجمعة السّادس والعشرين من شهر رجب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يستفاد من تاريخ خروج إلاّمام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من المدينة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فيما يأتي</w:t>
      </w:r>
      <w:r w:rsidR="00891061">
        <w:rPr>
          <w:rFonts w:hint="cs"/>
          <w:rtl/>
        </w:rPr>
        <w:t>.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فلمّا أتاه نعي معاوية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فَضَع به وكبّر عليه فبعث إلى مروان بن الحكم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7E1968">
        <w:rPr>
          <w:rFonts w:hint="cs"/>
          <w:rtl/>
        </w:rPr>
        <w:t xml:space="preserve"> لمْ يصرّح المؤرخون متى كتب يزيد هذا الكتاب</w:t>
      </w:r>
      <w:r w:rsidR="00891061">
        <w:rPr>
          <w:rFonts w:hint="cs"/>
          <w:rtl/>
        </w:rPr>
        <w:t>؟</w:t>
      </w:r>
      <w:r w:rsidRPr="007E1968">
        <w:rPr>
          <w:rFonts w:hint="cs"/>
          <w:rtl/>
        </w:rPr>
        <w:t xml:space="preserve"> ومتى سرّح به إلى المدينة</w:t>
      </w:r>
      <w:r w:rsidR="00891061">
        <w:rPr>
          <w:rFonts w:hint="cs"/>
          <w:rtl/>
        </w:rPr>
        <w:t>؟</w:t>
      </w:r>
      <w:r w:rsidRPr="007E1968">
        <w:rPr>
          <w:rFonts w:hint="cs"/>
          <w:rtl/>
        </w:rPr>
        <w:t xml:space="preserve"> ليُدرى كمْ استغرق مدّة المسافة بين المدينة والشام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ولنا أنْ نستظهره ممّا ذكره الطبري 5 / 482 عن هشام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عن أبي مِخْنف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أنْ عبد الملك بن مروان قال لمن أرسله بكتاب بني اُميّة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حين حصارهم في المدينة قبل واقعة الحرّة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إلى يزيد بالشام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وقد أجلّتك اثني عشرة ليلة ذاهباً واثني عشرة ليلة مقبلاً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فوافني لأربع وعشرين ليلة في هذا المكان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ثمّ يقول الرسول بعد هذا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فأقبلت حتّى وافيت عبد الملك بن مروان في تلك السّاعة أو بعدها شيئاً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ويّؤيّد هذا أيضاً ما نقله الطبري 5 / 498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عن الواقدي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207هـ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أنّ نعي يزيد وصل إلى المدينة لهلال ربيع الآخر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وقد مات يزيد لأربع عشرة ليلة خلت من ربيع الأوّل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في نفس الصفحة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فيكون نعي يزيد قد وصل إليهم بعد 16 يوم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5D2685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(2) كان قد طرده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7E1968">
        <w:rPr>
          <w:rFonts w:hint="cs"/>
          <w:rtl/>
        </w:rPr>
        <w:t xml:space="preserve"> من المدينة مع أبيه الحكم بن العاص بن اُميّة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حيث كان من المستهزئين به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ففرّبه عثمان بن عفان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وتزوّج ابنته نائلة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ووهبه أموال مصالحة أفريقيا وهي ثلثمئة قنطار ذهب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4 / 256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فاشترى بها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نهر مروان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وهي أجمّة بالعراق4 / 280وكان قد أعطى مروان خمسة عشر ألفاً أيضاً 4 / 345.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وقد صار عثمان سيقة لمروان يسوّقه حيث شاء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قال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4 / 364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وقاتل عن عثمان فضُرب بالسّيف على علبته وسقط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فأرادوا قتله فوثبت عليه مرضعته وهي عجوز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فقالت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إنْ كنت إنّما تريد قتل الرجل فقد قُتل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وإنْ كنت تريد أنْ تلعب بلحمه فهذا قبيح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فكفّوا عنه 4 / 394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واشترك في حرب الجمل فكان يؤذّن لصلاتهما 4 / 454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ورمى طلحة يوم الجمل رمية قتلته 4 / 509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وجرح يوم الجمل4 / 530، ففرّ واستجار بمالك بن مسمع الغزاري فأجاره4 / 536، فلمّا رجع لحق بمعاوية4 / 541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فولاّه معاوية المدينة بعد عام الجماعة5 / 231.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وعزله عن المدينة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49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5 / 232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أعاده عليها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54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5 / 293. وعلى عهده حجّ معاوية فاستوسق لابنه يزيد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56هـ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5 / 304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ولكنّه صرفه عنها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57 أو 58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وأمرّ عليها الوليد بن عتبة بن أبي سفيان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ولذلك كان يكرهه مروان5 / 309. </w:t>
      </w:r>
    </w:p>
    <w:p w:rsidR="005D2685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وكان في دمشق حين وصول السّبايا والرؤوس5 / 465، وكان في المدينة حين وقعة الحرّة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62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وكان هو الذي استغاث بيزيد فأغاثه بمسلم بن عقبة المرّي5 / 482، فلمّا بلغ أهل المدينة إقبال مسلم بن عقبة حاصروا بني أميّة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وهم ألف رجل في دار مروان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أخرجوهم من المدينة فترك أهله عند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بينبع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فقبل إعالتهم وحمايتهم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وكان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قد اعتزل المدينة إليها كراهيّة أنْ يشهد شيئاً من أمورهم5 / 485، ثمّ ولى المدينة عبيدة بن الزبير لأخيه عبد الله بن الزبير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فأخرج منها بني أمية إلى الشام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فبويع لمروان بها بالخلافة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>5 / 530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ومات في رمضان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65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فدعاه إليه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7E1968">
      <w:pPr>
        <w:pStyle w:val="Heading2"/>
        <w:rPr>
          <w:rtl/>
        </w:rPr>
      </w:pPr>
      <w:bookmarkStart w:id="50" w:name="_Toc372370916"/>
      <w:bookmarkStart w:id="51" w:name="22"/>
      <w:r>
        <w:rPr>
          <w:rFonts w:hint="cs"/>
          <w:rtl/>
        </w:rPr>
        <w:t>[ استشارة مروان ]</w:t>
      </w:r>
      <w:bookmarkEnd w:id="50"/>
      <w:r>
        <w:rPr>
          <w:rFonts w:hint="cs"/>
          <w:rtl/>
        </w:rPr>
        <w:t xml:space="preserve"> </w:t>
      </w:r>
      <w:bookmarkEnd w:id="5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فلما قرأ عليه كتاب يزيد استرجع وترحّم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واستشاره الوليد في الأمر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كيف ترى أنْ نصنع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فإنّي أرى أنْ تبعث السّاعة إلى هؤلاء النفر فتدعوهم إلى البيعة والدخول في الطاعة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فعلوا قبلت منهم وكففت عنهم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 أبوا قدّمتهم وضربت أعناقهم قبل أنْ يعلموا بموت معاوية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فإنّهم إنْ علموا بموت معاوية وثب كلّ امرئ منهم في جانب وأظهر الخلاف والمنابذة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ودعا النّاس إلى نفسه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7E1968">
      <w:pPr>
        <w:pStyle w:val="Heading2"/>
        <w:rPr>
          <w:rtl/>
        </w:rPr>
      </w:pPr>
      <w:bookmarkStart w:id="52" w:name="_Toc372370917"/>
      <w:r>
        <w:rPr>
          <w:rFonts w:hint="cs"/>
          <w:rtl/>
        </w:rPr>
        <w:t>[ رسول البيعة ]</w:t>
      </w:r>
      <w:bookmarkEnd w:id="52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فأرسل [ الوليد ] عبد الله بن عمرو بن عثمان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وهو إذ ذاك غلام حدث</w:t>
      </w:r>
      <w:r w:rsidRPr="007745E6">
        <w:rPr>
          <w:rStyle w:val="libFootnotenumChar"/>
          <w:rFonts w:hint="cs"/>
          <w:rtl/>
        </w:rPr>
        <w:t>(3)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إليهما يدعوهم فوجدهما في المسجد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وهما جالسان فأتاهما في ساعة لمْ</w:t>
      </w:r>
    </w:p>
    <w:p w:rsidR="00477F4F" w:rsidRPr="007745E6" w:rsidRDefault="007745E6" w:rsidP="007745E6">
      <w:pPr>
        <w:pStyle w:val="libLine"/>
        <w:rPr>
          <w:rtl/>
        </w:rPr>
      </w:pPr>
      <w:r w:rsidRPr="007745E6">
        <w:rPr>
          <w:rFonts w:hint="cs"/>
          <w:rtl/>
        </w:rPr>
        <w:t>____________________</w:t>
      </w:r>
    </w:p>
    <w:p w:rsidR="00477F4F" w:rsidRPr="0088444F" w:rsidRDefault="00477F4F" w:rsidP="007E1968">
      <w:pPr>
        <w:pStyle w:val="libFootnote"/>
        <w:rPr>
          <w:rtl/>
        </w:rPr>
      </w:pPr>
      <w:r w:rsidRPr="0088444F">
        <w:rPr>
          <w:rFonts w:hint="cs"/>
          <w:rtl/>
        </w:rPr>
        <w:t>(1) وتمام الخبر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وكان الوليد يوم قدم المدينة قدمها مروان متكارهاً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فلمّا رأى ذلك الوليد منه شتمه عند جلسائه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فبلغ ذلك مروان فجلس عنه وصرمه [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قاطعه ]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فلمْ يزل كذلك حتّى جاء نعي معاوية إلى الوليد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فلمّا عظم على الوليد هلاك معاوية وما أمر به من أخذ هؤلاء الرهط بالبيعة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فزع عند ذلك إلى مروان ودعاه 5 / 325. </w:t>
      </w:r>
    </w:p>
    <w:p w:rsidR="00477F4F" w:rsidRPr="0088444F" w:rsidRDefault="00477F4F" w:rsidP="007E1968">
      <w:pPr>
        <w:pStyle w:val="libFootnote"/>
        <w:rPr>
          <w:rtl/>
        </w:rPr>
      </w:pPr>
      <w:r w:rsidRPr="0088444F">
        <w:rPr>
          <w:rFonts w:hint="cs"/>
          <w:rtl/>
        </w:rPr>
        <w:t>(2) 5 / 339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هشام بن محمّد عن أبي مِخْنف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ورواه الخوارزمي / 181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7E1968">
        <w:rPr>
          <w:rFonts w:hint="cs"/>
          <w:rtl/>
        </w:rPr>
        <w:t xml:space="preserve"> كان حيّاً إلى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91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حيث كان فيمَن استقبل الوليد بن عبد الملك بالمدينة من رجال قريش 6 / 465، ويلقّب بـ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المطرف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مات سنة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96هـ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القمقام / 270.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وعمرو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أبوه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ابن عثمان بن عفّان الخليفة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واُمّه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اُمّ عمرو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بنت جندب الأزدي4 /420. وقال في5 / 494: اُمّه من دوس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واتهمه مسلم بن عقبة في وقعة الحرّة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أنّه لمْ يكن فيها مخلصاً لبني اُميّة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فلمّا أتى به شتمه وأمر به فنُتفت لحيته5 / 494.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يكن الوليد يجلس فيها للنّاس ولا يأتيانه في مثله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أجيبا الأمير </w:t>
      </w:r>
    </w:p>
    <w:p w:rsidR="00477F4F" w:rsidRPr="007745E6" w:rsidRDefault="007745E6" w:rsidP="007745E6">
      <w:pPr>
        <w:pStyle w:val="libLine"/>
        <w:rPr>
          <w:rtl/>
        </w:rPr>
      </w:pPr>
      <w:r w:rsidRPr="007745E6">
        <w:rPr>
          <w:rFonts w:hint="cs"/>
          <w:rtl/>
        </w:rPr>
        <w:t>____________________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7E1968">
        <w:rPr>
          <w:rFonts w:hint="cs"/>
          <w:rtl/>
        </w:rPr>
        <w:t xml:space="preserve"> هكذا يقتصر خبر أبي مِخْنف هنا على وصف هذه السّاعة، بأنّه لمْ يكن الوليد يجلس فيها للنّاس من دون تعيين لها، متى كانت</w:t>
      </w:r>
      <w:r w:rsidR="00891061">
        <w:rPr>
          <w:rFonts w:hint="cs"/>
          <w:rtl/>
        </w:rPr>
        <w:t>؟</w:t>
      </w:r>
      <w:r w:rsidRPr="007E1968">
        <w:rPr>
          <w:rFonts w:hint="cs"/>
          <w:rtl/>
        </w:rPr>
        <w:t xml:space="preserve"> أمن ليل أمْ من نهار</w:t>
      </w:r>
      <w:r w:rsidR="00891061">
        <w:rPr>
          <w:rFonts w:hint="cs"/>
          <w:rtl/>
        </w:rPr>
        <w:t>؟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إلاّ أنّ نفس هذا الخبر يشتمل على قرائن تعيننا على تعيين تلك السّاعة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بأنّها كانت ساعة مبكرة من صباح يوم الجمعة لأربع بقين من رجب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أ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إنّ نصّ الخبر هكذا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فأرسل</w:t>
      </w:r>
      <w:r w:rsidR="00CA2C7E">
        <w:rPr>
          <w:rFonts w:hint="cs"/>
          <w:rtl/>
        </w:rPr>
        <w:t xml:space="preserve"> ...</w:t>
      </w:r>
      <w:r w:rsidRPr="007E1968">
        <w:rPr>
          <w:rFonts w:hint="cs"/>
          <w:rtl/>
        </w:rPr>
        <w:t xml:space="preserve"> إليهما يدعوهم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فأتاهما فوجدهما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أجيب الأمير يدعوكم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فقالا له انصرف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الآن نأتيه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فالدعوة كانت لهما في ساعة واحدة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وفي آخر الخبر عن ابن الزبير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الآن آتيكم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ثمّ أتى داره فكمن فيه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فبعث الوليد إليه مرّة ثانية فوجده مجتمعاً متحرّزاً في أصحابه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فألحّ عليه بكثرة الرسل والرجال في إثر الرجال [ مرّةًٍ ثالثةً ورابعةً على الأقل ] فقال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لا تعجلوني أمهلوني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فانّي آتيكم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فبعث الوليد إليه [ مرّةً خامسةً ] موالي له فشتموه وصاحوا به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يابن الكاهليّة!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لتأتينّ الأمير أو ليقتلنّك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فلبث نهاره كلّه وأوّل ليله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[ وهو ] يقول الآن أجيء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[ فلمّا ] إستحثوه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لقد استربت بكثرة الإرسال وتتابع هذه الرجال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فلا تعجلوني حتّى أبعث إلى الأمير مَن يأتيني برأيه وأمره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فبعث إليه أخاه جعفر بن الزبير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رحمك الله</w:t>
      </w:r>
      <w:r w:rsidR="00891061">
        <w:rPr>
          <w:rFonts w:hint="cs"/>
          <w:rtl/>
        </w:rPr>
        <w:t>!</w:t>
      </w:r>
      <w:r w:rsidRPr="007E1968">
        <w:rPr>
          <w:rFonts w:hint="cs"/>
          <w:rtl/>
        </w:rPr>
        <w:t xml:space="preserve"> كفّ عن عبد الله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فإنّك قد أفزعته وذعرته بكثرة رسلك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وهو آتيك غداً إن شاء 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فمر رسلك فلينصرفوا عنّا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فبعث إليهم فانصرفوا [ عند المساء ]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وخرج ابن الزبير من تحت اللّيل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فالظاهر أنّ هذه الأمور كلّها كانت في النّهار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بل صريح النّص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فلبث بذلك نهاره وأوّل ليله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وحيث كانت الدعوة له وللإمام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معاً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يظهر أنّ دعوة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أيضاً كانت في أوّل النّهار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ب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يشتمل الخبر على عبارة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فألحّوا عليهما عشيّتهما تلك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وأوّل ليلهما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وهذه العبارة قد توهم للبعض أنّ الدعوة كانت في العشيّة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العصر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ولكنّه وهمٌ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إذ العبارة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فألحّوا عليهما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والإلحاح هو الإلحاف والإصرار والتكرار في الدعوة والطلب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فلابدّ أنْ يكون مسبوقاً بدعوة سابقة قبل العشيّ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العصر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فالعبارة بنفسها تدلّنا على أنّ الدعوة كانت في النّهار لا في اللّيل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ج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يروي أبو مِخْنف عن عبد الملك بن نوفل بن مساحق بن مخرمة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عن أبي سعيد المقبري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نظرت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داخلاً مسجد المدينة</w:t>
      </w:r>
      <w:r w:rsidR="00CA2C7E">
        <w:rPr>
          <w:rFonts w:hint="cs"/>
          <w:rtl/>
        </w:rPr>
        <w:t xml:space="preserve"> ...</w:t>
      </w:r>
      <w:r w:rsidRPr="007E1968">
        <w:rPr>
          <w:rFonts w:hint="cs"/>
          <w:rtl/>
        </w:rPr>
        <w:t xml:space="preserve"> فما مكث إلاّ يومين حتّى بلغني أنّه سار إلى مكّة 5 / 342.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يدعوكما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انصرف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الآن نأتيه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أقبل أحدهما على الآخر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عبد الله بن الزبير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وظنّ فيما تراه بعث إلينا في هذه السّاعة التي لمْ يكن يجلس فيه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قد ظننت</w:t>
      </w:r>
      <w:r>
        <w:rPr>
          <w:rFonts w:hint="cs"/>
          <w:rtl/>
        </w:rPr>
        <w:t xml:space="preserve"> [ أنّ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] </w:t>
      </w:r>
      <w:r w:rsidRPr="007745E6">
        <w:rPr>
          <w:rStyle w:val="libBold2Char"/>
          <w:rFonts w:hint="cs"/>
          <w:rtl/>
        </w:rPr>
        <w:t>طاغيتهم قد هلك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فبعث </w:t>
      </w:r>
    </w:p>
    <w:p w:rsidR="00477F4F" w:rsidRPr="007745E6" w:rsidRDefault="007745E6" w:rsidP="007745E6">
      <w:pPr>
        <w:pStyle w:val="libLine"/>
        <w:rPr>
          <w:rtl/>
        </w:rPr>
      </w:pPr>
      <w:r w:rsidRPr="007745E6">
        <w:rPr>
          <w:rFonts w:hint="cs"/>
          <w:rtl/>
        </w:rPr>
        <w:t>____________________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وهذا يؤيد خبره الآخر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إذ أنّه يفيد أنّ ابن الزبير كمن في داره وتحرّز في أصحابه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فلبث بذلك نهاره وأوّل ليله وخرج تحت اللّيل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فلمّا أصبح الوليد بعث إليه فوجده قد خرج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فبعث ثمانين راكباً خلفه فلمْ يقدروا عليه فرجعوا فتشاغلوا [ بهذ ] يومهم [ هذا الثاني ] حتّى أمسوا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فبعث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عند المساء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أصبحوا ثمّ ترون ونرى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فكفّوا عنه تلك اللّيلة ولمْ يلحّوا عليه فخرج من تحت ليلته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وهي ليلة الأحد ليومين بقيا من رجب5 / 341.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فالنتيجة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أنّ ابن الزبير بقي بالمدينة بعد بدء الدعوة يوماً واحداً وفي اللّيل خرج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بقي بها بعد الدعوة يومين وفي اللّيلة الثانية خرج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35755E">
      <w:pPr>
        <w:pStyle w:val="libFootnote"/>
        <w:rPr>
          <w:rtl/>
        </w:rPr>
      </w:pPr>
      <w:r w:rsidRPr="007E1968">
        <w:rPr>
          <w:rFonts w:hint="cs"/>
          <w:rtl/>
        </w:rPr>
        <w:t xml:space="preserve">وحيث كانت ليلة خروجه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ليلة الأحد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يكون يوم مكثه يوم الجمعة وليلة السّبت ويوم السّبت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وتكون الدعوة مبدؤاً بها في ساعة مبكرة من صباح يوم الجمعة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وحينئذٍ فيصحّ وصفها بأنّها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ساعة لمْ يكن الوليد يجلس فيها للنّاس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ويكون اجتماع ابن الزبير بالإمام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في مسجد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7E1968">
        <w:rPr>
          <w:rFonts w:hint="cs"/>
          <w:rtl/>
        </w:rPr>
        <w:t xml:space="preserve"> صباح يوم الجمعة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ولعلّه كان بعد صلاة الصبح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وكان دخوله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35755E" w:rsidRPr="007E1968">
        <w:rPr>
          <w:rFonts w:hint="cs"/>
          <w:rtl/>
        </w:rPr>
        <w:t xml:space="preserve"> </w:t>
      </w:r>
      <w:r w:rsidRPr="007E1968">
        <w:rPr>
          <w:rFonts w:hint="cs"/>
          <w:rtl/>
        </w:rPr>
        <w:t xml:space="preserve">إلى مسجد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الذي يرويه أبو مِخْنف عن المقبري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مع رجلين يُعتمد عليهما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بعد رجوعه من دار الوليد مع رجلين من رجاله الذين كان قد ذهب بهم إلى دار الوليد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فالنتيجة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أنّ الدعوة كانت في ساعة مبكرة من صباح يوم الجمعة لأربع بقين من رجب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لمْ يكن يجلس فيها الوليد للنّاس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لأنّها يوم الجمعة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ولمْ تكن الجمعة يوم عمله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7E1968">
        <w:rPr>
          <w:rFonts w:hint="cs"/>
          <w:rtl/>
        </w:rPr>
        <w:t xml:space="preserve"> 5 / 339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قال هشام بن محمّد عن أبي مِخْنف</w:t>
      </w:r>
      <w:r w:rsidR="00CA2C7E">
        <w:rPr>
          <w:rFonts w:hint="cs"/>
          <w:rtl/>
        </w:rPr>
        <w:t xml:space="preserve"> ...</w:t>
      </w:r>
      <w:r w:rsidRPr="007E1968">
        <w:rPr>
          <w:rFonts w:hint="cs"/>
          <w:rtl/>
        </w:rPr>
        <w:t xml:space="preserve"> ورواه السّبط بنصّه / 203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والخوارزمي / 181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بمعناه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ولا يُدرى لماذا الضمير مثنى والرسالة إلى ثلاثة</w:t>
      </w:r>
      <w:r w:rsidR="00891061">
        <w:rPr>
          <w:rFonts w:hint="cs"/>
          <w:rtl/>
        </w:rPr>
        <w:t>؟</w:t>
      </w:r>
      <w:r w:rsidRPr="007E1968">
        <w:rPr>
          <w:rFonts w:hint="cs"/>
          <w:rtl/>
        </w:rPr>
        <w:t xml:space="preserve"> والذي يظهر من نهاية الرواية أنّهم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وعبد الله بن الزبير فقط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ولا ذكر لعبد الرحمن بن أبي بكر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ولا لعبد الله بن عمر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فلعلّ عدم ذكر الأوّل كان لوفاته قبل هذا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كما سبق</w:t>
      </w:r>
      <w:r w:rsidR="007745E6" w:rsidRPr="007E1968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والثاني لغيبته عن المدينة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كما رواه الطبري عن الواقدي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5 / 343</w:t>
      </w:r>
      <w:r w:rsidR="007745E6" w:rsidRPr="007E1968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والرسول في رواية الخوارزمي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عن ابن الأعثم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/ 181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وكذلك السّبط / 235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عمرو بن عثمان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وفي تاريخ ابن عساكر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4 / 327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أنّه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هو عبد الرحمن بن عمرو بن عثمان بن عفّان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88444F" w:rsidRDefault="00477F4F" w:rsidP="007E1968">
      <w:pPr>
        <w:pStyle w:val="libFootnote"/>
        <w:rPr>
          <w:rtl/>
        </w:rPr>
      </w:pPr>
      <w:r w:rsidRPr="0088444F">
        <w:rPr>
          <w:rFonts w:hint="cs"/>
          <w:rtl/>
        </w:rPr>
        <w:t>(2) النصّ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7E1968">
        <w:rPr>
          <w:rStyle w:val="libFootnoteBoldChar"/>
          <w:rFonts w:hint="cs"/>
          <w:rtl/>
        </w:rPr>
        <w:t xml:space="preserve"> قد ظننت أرى طاغيتهم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والمرجّح ما ذكرناه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إلينا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ليأخذنا بالبيعة قبل أنْ يفشوَ في النّاس الخبر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[ ابن الزبير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وما أظنّ غيره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تريد أنْ تصنع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أجمع فتياني السّاعة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ثمّ امشي إليه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فإذا بلغت الباب احتبستهم عليه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ثمّ دخلت عليه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ابن الزبير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فإنّي أخافه عليك إذا دخلت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لا آتيه إلاّ وأنا على الامتناع قادر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 فجمع إليه مواليه وأهل بيته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أقبل يمشي حتّى انتهى إلى باب الوليد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إنّي داخل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دعوتكم أو سمعتم صوته قد علا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فاقتحموا عليّ بأجمعكم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وإلاّ فلا تبرحوا حتّى أخرج إليكم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7E1968">
      <w:pPr>
        <w:pStyle w:val="Heading2"/>
        <w:rPr>
          <w:rtl/>
        </w:rPr>
      </w:pPr>
      <w:bookmarkStart w:id="53" w:name="_Toc372370918"/>
      <w:bookmarkStart w:id="54" w:name="23"/>
      <w:r>
        <w:rPr>
          <w:rFonts w:hint="cs"/>
          <w:rtl/>
        </w:rPr>
        <w:t xml:space="preserve">[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عند الوليد ]</w:t>
      </w:r>
      <w:bookmarkEnd w:id="53"/>
      <w:r>
        <w:rPr>
          <w:rFonts w:hint="cs"/>
          <w:rtl/>
        </w:rPr>
        <w:t xml:space="preserve"> </w:t>
      </w:r>
      <w:bookmarkEnd w:id="54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فدخل عليه فسلّم بالإمرة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ومروان جالس عنده [ وكان مروان قد جلس عن الوليد وصرمه من قبل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كما سبق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كأنّه لا يظنّ ما يظنّ من موت معاوية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الصلة خير من القطيعة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أصلح الله ذات بينكم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فلمْ يُجيباه في هذا بشيء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وجاء حتّى جلس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فأقرأه الوليد الكتاب ونعى له معاوية ودعاه إلى البيعة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إنّا لله وإنّا إليه راجعون</w:t>
      </w:r>
      <w:r w:rsidR="00CA2C7E">
        <w:rPr>
          <w:rStyle w:val="libBold2Char"/>
          <w:rFonts w:hint="cs"/>
          <w:rtl/>
        </w:rPr>
        <w:t xml:space="preserve"> ...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أمّا ما سألتني من البيعة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فانّ مثلي لا يُعطي بيعته سراً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ولا أراك تجتزئ بها منّي سرّاً دون أنْ تُظهرها على رؤوس النّاس علانية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أجل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فإذا خرجت إلى النّاس فدعوتهم إلى البيعة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دعوتنا مع النّاس فكان أمراً واحداً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7745E6" w:rsidRDefault="007745E6" w:rsidP="007745E6">
      <w:pPr>
        <w:pStyle w:val="libLine"/>
        <w:rPr>
          <w:rtl/>
        </w:rPr>
      </w:pPr>
      <w:r w:rsidRPr="007745E6">
        <w:rPr>
          <w:rFonts w:hint="cs"/>
          <w:rtl/>
        </w:rPr>
        <w:t>____________________</w:t>
      </w:r>
    </w:p>
    <w:p w:rsidR="00477F4F" w:rsidRPr="0088444F" w:rsidRDefault="00477F4F" w:rsidP="007E1968">
      <w:pPr>
        <w:pStyle w:val="libFootnote"/>
        <w:rPr>
          <w:rtl/>
        </w:rPr>
      </w:pPr>
      <w:r w:rsidRPr="0088444F">
        <w:rPr>
          <w:rFonts w:hint="cs"/>
          <w:rtl/>
        </w:rPr>
        <w:t>(1) ورواه المفيد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باختصار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/ 200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والسّبط / 236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والخوارزمي / 183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7E1968">
      <w:pPr>
        <w:pStyle w:val="libFootnote"/>
        <w:rPr>
          <w:rtl/>
        </w:rPr>
      </w:pPr>
      <w:r w:rsidRPr="0088444F">
        <w:rPr>
          <w:rFonts w:hint="cs"/>
          <w:rtl/>
        </w:rPr>
        <w:t>(2) ورواه الخوارزمي / 183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بلفظ آخر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وكان [ الوليد ] يحبّ العافية [ من أمر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فانصرف على اسم الله حتّى تأتينا مع جماعة النّاس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مروان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فارقك السّاعة ولمْ يبايع لا قدرت منه على مثلها أبداً حتّى تكثر القتلى بينكم وبينه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احبس الرجل ولا يخرج من عندك حتّى يبايع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تضرب عنقه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فوثب عند ذلك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يابن الزرقاء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أنت تقتلني أمْ هو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>! كذبت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وأثمت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فمرّ بأصحابه فخرجوا معه حتّى أتى منزله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7745E6" w:rsidRDefault="007745E6" w:rsidP="007745E6">
      <w:pPr>
        <w:pStyle w:val="libLine"/>
        <w:rPr>
          <w:rtl/>
        </w:rPr>
      </w:pPr>
      <w:r w:rsidRPr="007745E6">
        <w:rPr>
          <w:rFonts w:hint="cs"/>
          <w:rtl/>
        </w:rPr>
        <w:t>____________________</w:t>
      </w:r>
    </w:p>
    <w:p w:rsidR="00477F4F" w:rsidRPr="0088444F" w:rsidRDefault="00477F4F" w:rsidP="007E1968">
      <w:pPr>
        <w:pStyle w:val="libFootnote"/>
        <w:rPr>
          <w:rtl/>
        </w:rPr>
      </w:pPr>
      <w:r w:rsidRPr="0088444F">
        <w:rPr>
          <w:rFonts w:hint="cs"/>
          <w:rtl/>
        </w:rPr>
        <w:t>(1) ورواه الخوارزمي / 184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7E1968">
      <w:pPr>
        <w:pStyle w:val="libFootnote"/>
        <w:rPr>
          <w:rtl/>
        </w:rPr>
      </w:pPr>
      <w:r w:rsidRPr="007E1968">
        <w:rPr>
          <w:rFonts w:hint="cs"/>
          <w:rtl/>
        </w:rPr>
        <w:t>(2)</w:t>
      </w:r>
      <w:r>
        <w:rPr>
          <w:rFonts w:hint="cs"/>
          <w:rtl/>
        </w:rPr>
        <w:t xml:space="preserve"> هي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الورقاء بنت موهب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كانت من المومسات من ذوات الرايات كما في الكامل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4 / 75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فليس هذا من الإمام قذفاً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والنبز باللقب السّوء هنا كما في القرآن الكريم في شأن الوليد بن المغيرة المخزومي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7E1968">
        <w:rPr>
          <w:rStyle w:val="libFootnoteAieChar"/>
          <w:rFonts w:hint="cs"/>
          <w:rtl/>
        </w:rPr>
        <w:t xml:space="preserve"> عُتُلٍّ بَعْدَ ذَلِكَ زَنِيمٍ </w:t>
      </w:r>
      <w:r w:rsidRPr="00891061">
        <w:rPr>
          <w:rStyle w:val="libAlaemChar"/>
          <w:rFonts w:hint="cs"/>
          <w:rtl/>
        </w:rPr>
        <w:t>)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سورة القلم / 13</w:t>
      </w:r>
      <w:r w:rsidR="007745E6" w:rsidRPr="007E1968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والزنيم في اللغة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الدعيّ في النّسب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اللصيق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7E1968">
      <w:pPr>
        <w:pStyle w:val="libFootnote"/>
        <w:rPr>
          <w:rtl/>
        </w:rPr>
      </w:pPr>
      <w:r w:rsidRPr="007E1968">
        <w:rPr>
          <w:rFonts w:hint="cs"/>
          <w:rtl/>
        </w:rPr>
        <w:t>(3)</w:t>
      </w:r>
      <w:r w:rsidRPr="0088444F">
        <w:rPr>
          <w:rFonts w:hint="cs"/>
          <w:rtl/>
        </w:rPr>
        <w:t xml:space="preserve"> ورواه الخوارزمي / 184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وأضاف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7E1968">
        <w:rPr>
          <w:rStyle w:val="libFootnoteBoldChar"/>
          <w:rFonts w:hint="cs"/>
          <w:rtl/>
        </w:rPr>
        <w:t xml:space="preserve"> إنّا أهل بيت النبوّة ومعدن الرسالة</w:t>
      </w:r>
      <w:r w:rsidR="00891061">
        <w:rPr>
          <w:rStyle w:val="libFootnoteBoldChar"/>
          <w:rFonts w:hint="cs"/>
          <w:rtl/>
        </w:rPr>
        <w:t>،</w:t>
      </w:r>
      <w:r w:rsidRPr="007E1968">
        <w:rPr>
          <w:rStyle w:val="libFootnoteBoldChar"/>
          <w:rFonts w:hint="cs"/>
          <w:rtl/>
        </w:rPr>
        <w:t xml:space="preserve"> ومختلف الملائكة ومهبط الرحمة</w:t>
      </w:r>
      <w:r w:rsidR="00891061">
        <w:rPr>
          <w:rStyle w:val="libFootnoteBoldChar"/>
          <w:rFonts w:hint="cs"/>
          <w:rtl/>
        </w:rPr>
        <w:t>،</w:t>
      </w:r>
      <w:r w:rsidRPr="007E1968">
        <w:rPr>
          <w:rStyle w:val="libFootnoteBoldChar"/>
          <w:rFonts w:hint="cs"/>
          <w:rtl/>
        </w:rPr>
        <w:t xml:space="preserve"> بنا فتح الله وبنا يختم</w:t>
      </w:r>
      <w:r w:rsidR="00891061">
        <w:rPr>
          <w:rStyle w:val="libFootnoteBoldChar"/>
          <w:rFonts w:hint="cs"/>
          <w:rtl/>
        </w:rPr>
        <w:t>،</w:t>
      </w:r>
      <w:r w:rsidRPr="007E1968">
        <w:rPr>
          <w:rStyle w:val="libFootnoteBoldChar"/>
          <w:rFonts w:hint="cs"/>
          <w:rtl/>
        </w:rPr>
        <w:t xml:space="preserve"> ويزيد رجل فاسق شارب الخمر</w:t>
      </w:r>
      <w:r w:rsidR="00891061">
        <w:rPr>
          <w:rStyle w:val="libFootnoteBoldChar"/>
          <w:rFonts w:hint="cs"/>
          <w:rtl/>
        </w:rPr>
        <w:t>،</w:t>
      </w:r>
      <w:r w:rsidRPr="007E1968">
        <w:rPr>
          <w:rStyle w:val="libFootnoteBoldChar"/>
          <w:rFonts w:hint="cs"/>
          <w:rtl/>
        </w:rPr>
        <w:t xml:space="preserve"> قاتل النفس معلن بالفسق</w:t>
      </w:r>
      <w:r w:rsidR="00891061">
        <w:rPr>
          <w:rStyle w:val="libFootnoteBoldChar"/>
          <w:rFonts w:hint="cs"/>
          <w:rtl/>
        </w:rPr>
        <w:t>،</w:t>
      </w:r>
      <w:r w:rsidRPr="007E1968">
        <w:rPr>
          <w:rStyle w:val="libFootnoteBoldChar"/>
          <w:rFonts w:hint="cs"/>
          <w:rtl/>
        </w:rPr>
        <w:t xml:space="preserve"> فمثلي لا يبايع مثله</w:t>
      </w:r>
      <w:r w:rsidR="00891061">
        <w:rPr>
          <w:rStyle w:val="libFootnoteBoldChar"/>
          <w:rFonts w:hint="cs"/>
          <w:rtl/>
        </w:rPr>
        <w:t>،</w:t>
      </w:r>
      <w:r w:rsidRPr="007E1968">
        <w:rPr>
          <w:rStyle w:val="libFootnoteBoldChar"/>
          <w:rFonts w:hint="cs"/>
          <w:rtl/>
        </w:rPr>
        <w:t xml:space="preserve"> ولكن نصبح وتصبحون</w:t>
      </w:r>
      <w:r w:rsidR="00891061">
        <w:rPr>
          <w:rStyle w:val="libFootnoteBoldChar"/>
          <w:rFonts w:hint="cs"/>
          <w:rtl/>
        </w:rPr>
        <w:t>،</w:t>
      </w:r>
      <w:r w:rsidRPr="007E1968">
        <w:rPr>
          <w:rStyle w:val="libFootnoteBoldChar"/>
          <w:rFonts w:hint="cs"/>
          <w:rtl/>
        </w:rPr>
        <w:t xml:space="preserve"> وننظر وتنظرون أيّنا أحق بالخلافة والبيعة</w:t>
      </w:r>
      <w:r w:rsidR="00891061">
        <w:rPr>
          <w:rStyle w:val="libFootnoteBoldChar"/>
          <w:rFonts w:hint="cs"/>
          <w:rtl/>
        </w:rPr>
        <w:t>؟</w:t>
      </w:r>
      <w:r w:rsidRPr="007E1968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وسُمع من بالباب صوت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وقد علا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فهمّوا أن يقتحموا عليهم بالسّيوف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ولكن خرج إليهم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فأمرهم بإلانصرف إلى منازلهم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ورواه السيّد ابن طاووس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ت 693 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في الملهوف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وابن نما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ت 645هـ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في مثير إلاّحزان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</w:t>
      </w:r>
      <w:r w:rsidRPr="007E1968">
        <w:rPr>
          <w:rFonts w:hint="cs"/>
          <w:rtl/>
        </w:rPr>
        <w:t xml:space="preserve"> 5 / 339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قال هشام بن محمّد عن أبي مِخْنف</w:t>
      </w:r>
      <w:r w:rsidR="00CA2C7E">
        <w:rPr>
          <w:rFonts w:hint="cs"/>
          <w:rtl/>
        </w:rPr>
        <w:t xml:space="preserve"> ...</w:t>
      </w:r>
      <w:r w:rsidRPr="007E1968">
        <w:rPr>
          <w:rFonts w:hint="cs"/>
          <w:rtl/>
        </w:rPr>
        <w:t xml:space="preserve"> ورواه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الخوارزمي / 184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وتمام الخبر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 مروان للوليد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عصيتني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لا يمكنك من مثلها من نفسه أبداً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ورواه الخوارزمي / 184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قال الوليد ويح غيرك يا مروان! إنّك اخترت لي التي فيها هلاك ديني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ما أحبّ أنّ لي طلعت عليه الشمس وغربت عنه من مال الدنيا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وإنّي قتلت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ورواه السّبط / 226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باختصار</w:t>
      </w:r>
      <w:r w:rsidR="007745E6" w:rsidRPr="007E1968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 w:rsidRPr="007E1968">
        <w:rPr>
          <w:rFonts w:hint="cs"/>
          <w:rtl/>
        </w:rPr>
        <w:t xml:space="preserve"> أقتل حسيناً أنْ 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لا أبايع</w:t>
      </w:r>
      <w:r w:rsidR="00891061">
        <w:rPr>
          <w:rFonts w:hint="cs"/>
          <w:rtl/>
        </w:rPr>
        <w:t>؟</w:t>
      </w:r>
      <w:r w:rsidRPr="007E1968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إنّي لأظنّ امرءاً يحاسب بدم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خفيف الميزان عند الله يوم القيامة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ورواه المفيد / 201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فقال له مروان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فإذا كان هذا رأيك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فقد أصبت فيما صنعت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يقول هذا وهو غير حامد له على رأيه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7E1968">
      <w:pPr>
        <w:pStyle w:val="Heading2"/>
        <w:rPr>
          <w:rtl/>
        </w:rPr>
      </w:pPr>
      <w:bookmarkStart w:id="55" w:name="_Toc372370919"/>
      <w:bookmarkStart w:id="56" w:name="24"/>
      <w:r>
        <w:rPr>
          <w:rFonts w:hint="cs"/>
          <w:rtl/>
        </w:rPr>
        <w:lastRenderedPageBreak/>
        <w:t xml:space="preserve">[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في مسجد المدينة ]</w:t>
      </w:r>
      <w:bookmarkEnd w:id="55"/>
      <w:r>
        <w:rPr>
          <w:rFonts w:hint="cs"/>
          <w:rtl/>
        </w:rPr>
        <w:t xml:space="preserve"> </w:t>
      </w:r>
      <w:bookmarkEnd w:id="56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وتشاغلوا عن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بطلب عبد الله بطلب عبد الله [ ابن الزبير اليوم الأوّل</w:t>
      </w:r>
    </w:p>
    <w:p w:rsidR="00477F4F" w:rsidRPr="007745E6" w:rsidRDefault="007745E6" w:rsidP="007745E6">
      <w:pPr>
        <w:pStyle w:val="libLine"/>
        <w:rPr>
          <w:rtl/>
        </w:rPr>
      </w:pPr>
      <w:r w:rsidRPr="007745E6">
        <w:rPr>
          <w:rFonts w:hint="cs"/>
          <w:rtl/>
        </w:rPr>
        <w:t>____________________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[ موقف ابن الزبير ]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</w:t>
      </w:r>
    </w:p>
    <w:p w:rsidR="005D2685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وأمّا ابن الزبير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الآن آتيكم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ثمّ أتى داره فكمن فيها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فبعث الوليد إليه فوجده مجتمعاً في أصحابه متحرّز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فألحّ عليه بكثرة الرسل والرجال في إثر الرجال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لا تعجلوني فإنّي آتيكم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أمهلوني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فلبث بذلك نهاره كلّه وأوّل ليله [ وهو ] يقول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الآن أجيء [ حتّى ] بعث الوليد إلى ابن الزبير موالي له فشتموه وصاحوا به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يابن الكاهليّة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لتأتينّ الأمير أو ليقتلنّك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فألحّوا عليـ [</w:t>
      </w:r>
      <w:r w:rsidR="005D2685">
        <w:rPr>
          <w:rFonts w:hint="cs"/>
          <w:rtl/>
        </w:rPr>
        <w:t xml:space="preserve"> -</w:t>
      </w:r>
      <w:r w:rsidRPr="007E1968">
        <w:rPr>
          <w:rFonts w:hint="cs"/>
          <w:rtl/>
        </w:rPr>
        <w:t>ه و ] استحثّوه [ فـ ] 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لقد استربت بكثرة الإرسال وتتابع هذه الرجال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فلا تعجلوني حتّى أبعث إلى الأمير مَن ياتيني برأيه وأمره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فبعث إليه أخاه جعفر بن الزبير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 [ له ]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رحمك الله</w:t>
      </w:r>
      <w:r w:rsidR="00891061">
        <w:rPr>
          <w:rFonts w:hint="cs"/>
          <w:rtl/>
        </w:rPr>
        <w:t>!</w:t>
      </w:r>
      <w:r w:rsidRPr="007E1968">
        <w:rPr>
          <w:rFonts w:hint="cs"/>
          <w:rtl/>
        </w:rPr>
        <w:t xml:space="preserve"> كفّ عن عبد الله</w:t>
      </w:r>
      <w:r w:rsidR="00891061">
        <w:rPr>
          <w:rFonts w:hint="cs"/>
          <w:rtl/>
        </w:rPr>
        <w:t>؛</w:t>
      </w:r>
      <w:r w:rsidRPr="007E1968">
        <w:rPr>
          <w:rFonts w:hint="cs"/>
          <w:rtl/>
        </w:rPr>
        <w:t xml:space="preserve"> فإنّك قد أفزعته وذعرته بكثرة رسلك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وهو آتيك غداً إن شاء 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فمر رسلك فلينصرفوا عنّا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فبعث إليهم [ الوليد ] فانصرفوا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 xml:space="preserve">وخرج ابن الزبير من تحت اللّيل ليلة السّبت [ لثلاث بقين من شهر رجب ] قبل [ خروج ]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] بليلة فأخذ طريق الفرع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هو وأخوه جعفر ليس معهما ثالث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وتجنّب الطريق الأعظم مخافة الطلب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وتوجّه نحو مكّة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ورواه السّبط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ص / 236</w:t>
      </w:r>
      <w:r w:rsidR="007745E6" w:rsidRPr="007E1968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فلمّا أصبح [ الوليد ] بعث إليه فوجده قد خرج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مروان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إنْ [ خطا إلاّ إلى مكّة ]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فسرّح في أثره الرجال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فبعث الوليد راكباً من موالي بني اُميّة في </w:t>
      </w:r>
      <w:r w:rsidR="0004730E">
        <w:rPr>
          <w:rFonts w:hint="cs"/>
          <w:rtl/>
        </w:rPr>
        <w:t>(</w:t>
      </w:r>
      <w:r w:rsidRPr="007E1968">
        <w:rPr>
          <w:rFonts w:hint="cs"/>
          <w:rtl/>
        </w:rPr>
        <w:t>ثمانين راكباً</w:t>
      </w:r>
      <w:r w:rsidR="0004730E">
        <w:rPr>
          <w:rFonts w:hint="cs"/>
          <w:rtl/>
        </w:rPr>
        <w:t>)</w:t>
      </w:r>
      <w:r w:rsidRPr="007E1968">
        <w:rPr>
          <w:rFonts w:hint="cs"/>
          <w:rtl/>
        </w:rPr>
        <w:t xml:space="preserve"> فطلبوه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فلمْ يقدروا عليه فرجعوا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وبينا عبد الله ابن الزبير يساير أخاه جعفر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إذ تمثّل جعفر بقول صبرة الحنظلي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D65094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وكل بني اُمّ سيمسون ليلة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CA2C7E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ولم يبقَ من أعقابهم غير 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فقال عبد الله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 w:rsidRPr="007E1968">
        <w:rPr>
          <w:rFonts w:hint="cs"/>
          <w:rtl/>
        </w:rPr>
        <w:t xml:space="preserve"> ما أردت [ بـ ]</w:t>
      </w:r>
      <w:r w:rsidR="005D2685">
        <w:rPr>
          <w:rFonts w:hint="cs"/>
          <w:rtl/>
        </w:rPr>
        <w:t xml:space="preserve"> -</w:t>
      </w:r>
      <w:r w:rsidRPr="007E1968">
        <w:rPr>
          <w:rFonts w:hint="cs"/>
          <w:rtl/>
        </w:rPr>
        <w:t>ما أسمع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يا أخي</w:t>
      </w:r>
      <w:r w:rsidR="00891061">
        <w:rPr>
          <w:rFonts w:hint="cs"/>
          <w:rtl/>
        </w:rPr>
        <w:t>؟</w:t>
      </w:r>
      <w:r w:rsidRPr="007E1968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يا أخي ما أردت به شيئاً ممّا تكره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فقال [ عبد الله ]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فذاك والله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أكره إليّ أنْ يكون جاء على لسانك من غير تعمّد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وكأنّه تطيّر منه</w:t>
      </w:r>
      <w:r w:rsidR="007745E6" w:rsidRPr="007E1968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ومضى ابن الزبير حتّى أتى مكّة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وعليها عمرو بن سعيد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فلمّا دخل مكّة قال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إنّما أنا عائذ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ولمْ يكن يصلّي بصلاتهم ولا يفيض بإفاضتهم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كان يقف هو وأصحابه ناحية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ثمّ يفيض بهم وحده ويصلّي بهم وحده</w:t>
      </w:r>
      <w:r w:rsidR="00891061">
        <w:rPr>
          <w:rFonts w:hint="cs"/>
          <w:rtl/>
        </w:rPr>
        <w:t>.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5 / 343</w:t>
      </w:r>
      <w:r w:rsidR="007745E6" w:rsidRPr="007E1968">
        <w:rPr>
          <w:rFonts w:hint="cs"/>
          <w:rtl/>
        </w:rPr>
        <w:t xml:space="preserve"> - </w:t>
      </w:r>
      <w:r w:rsidRPr="007E1968">
        <w:rPr>
          <w:rFonts w:hint="cs"/>
          <w:rtl/>
        </w:rPr>
        <w:t>قال هشام بن محمّد بن أبي مِخْنف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ورواه المفيد / 201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وكذلك السّبط / 236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ويقول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وخرج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E1968">
        <w:rPr>
          <w:rFonts w:hint="cs"/>
          <w:rtl/>
        </w:rPr>
        <w:t xml:space="preserve"> في اللّيلة الآتية بأهله وفتيانه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وقد اشتغلوا عنه بابن الزبير</w:t>
      </w:r>
      <w:r w:rsidR="00891061">
        <w:rPr>
          <w:rFonts w:hint="cs"/>
          <w:rtl/>
        </w:rPr>
        <w:t>.</w:t>
      </w:r>
    </w:p>
    <w:p w:rsidR="00477F4F" w:rsidRPr="007E1968" w:rsidRDefault="00477F4F" w:rsidP="0088444F">
      <w:pPr>
        <w:pStyle w:val="libFootnote"/>
        <w:rPr>
          <w:rtl/>
        </w:rPr>
      </w:pPr>
      <w:r w:rsidRPr="007E1968">
        <w:rPr>
          <w:rFonts w:hint="cs"/>
          <w:rtl/>
        </w:rPr>
        <w:t>ويرويه / 245</w:t>
      </w:r>
      <w:r w:rsidR="00891061">
        <w:rPr>
          <w:rFonts w:hint="cs"/>
          <w:rtl/>
        </w:rPr>
        <w:t>،</w:t>
      </w:r>
      <w:r w:rsidRPr="007E1968">
        <w:rPr>
          <w:rFonts w:hint="cs"/>
          <w:rtl/>
        </w:rPr>
        <w:t xml:space="preserve"> عن هشام ومحمّد بن إسحاق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يوم الأحد لليلتين بقيتا من رجب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وقال الخوارزمي / 189</w:t>
      </w:r>
      <w:r w:rsidR="00891061">
        <w:rPr>
          <w:rFonts w:hint="cs"/>
          <w:rtl/>
        </w:rPr>
        <w:t>:</w:t>
      </w:r>
      <w:r w:rsidRPr="007E1968">
        <w:rPr>
          <w:rFonts w:hint="cs"/>
          <w:rtl/>
        </w:rPr>
        <w:t xml:space="preserve"> لثلاث مضين من شهر شعبان</w:t>
      </w:r>
      <w:r w:rsidR="00891061">
        <w:rPr>
          <w:rFonts w:hint="cs"/>
          <w:rtl/>
        </w:rPr>
        <w:t>.</w:t>
      </w:r>
      <w:r w:rsidRPr="007E1968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ثمّ صبيحة خروجه ] حتّى أمسوا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بعث [ الوليد ] الرجال إلى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عند المساء [ من هذا اليوم الثاني السّبت ال ثمن والعشرين من شهر رجب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أصبحوا ثمّ ترون ونرى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فكفّوا عنه اللّيلة [ الثانية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ليلة الأحد التاسع والعشرين من شهر رجب ] ولمْ يلحّوا عليه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ففي أوّل يوم من هذين اليومين خرج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مسجد المدينة معتمداً على رجلين كما ] عن أبي سعيد المقبري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نظرت إلى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داخلاً مسجد المدينة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وإنّه ليمشي وهو معتمد على رجلين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يعتمد على هذا مرّة وعلى هذا مرّة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يتمثل بقول [ يزيد ] ابن المفرّغ [ الحميريّ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CA2C7E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لا ذعرت السّوام في فلق الصبح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مُغيراً، ولا دعيت يزيدا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344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يوم أعطى من المهابة ضيماً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والمنايا يرصدنني أن أحيد</w:t>
            </w:r>
            <w:r w:rsidRPr="00D06A8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 في نفسي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تمثّل بهذين البيتين إلاّ لشيء يريده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فما مكث إلاّ يومين حتّى بلغني أنّه سار إلى مكّة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</w:t>
      </w:r>
      <w:r w:rsidRPr="00D06A87">
        <w:rPr>
          <w:rStyle w:val="libBold2Char"/>
          <w:rFonts w:hint="cs"/>
          <w:rtl/>
        </w:rPr>
        <w:t>موقف محمّد بن الحنفيّة</w:t>
      </w:r>
      <w:r>
        <w:rPr>
          <w:rFonts w:hint="cs"/>
          <w:rtl/>
        </w:rPr>
        <w:t xml:space="preserve"> </w:t>
      </w:r>
      <w:r w:rsidRPr="00D06A87">
        <w:rPr>
          <w:rStyle w:val="libBold2Char"/>
          <w:rFonts w:hint="cs"/>
          <w:rtl/>
        </w:rPr>
        <w:t>]</w:t>
      </w:r>
      <w:r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(4)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وأمّا محمّد بن الحنفيّة فإنّه لمّا سمع بالأمر جاء إلى أخيه الحسين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42465E">
      <w:pPr>
        <w:pStyle w:val="libFootnote"/>
        <w:rPr>
          <w:rtl/>
        </w:rPr>
      </w:pPr>
      <w:r w:rsidRPr="0088444F">
        <w:rPr>
          <w:rFonts w:hint="cs"/>
          <w:rtl/>
        </w:rPr>
        <w:t>(1) 5 / 338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341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هشام بن محمّد عن أبي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والمفيد / 201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42465E">
      <w:pPr>
        <w:pStyle w:val="libFootnote"/>
        <w:rPr>
          <w:rtl/>
        </w:rPr>
      </w:pPr>
      <w:r w:rsidRPr="0088444F">
        <w:rPr>
          <w:rFonts w:hint="cs"/>
          <w:rtl/>
        </w:rPr>
        <w:t>(2)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لا كنت حيّاً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أدعى باسمي وأحرك السّوائم بعزمي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إذا كنت أعطى من المهابة ذلّة وصغاراً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وأنا أستطيع أنْ ألقى منيّتي دون الذلّة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ورواها الخوارزمي إلى هنا / 186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42465E">
      <w:pPr>
        <w:pStyle w:val="libFootnote"/>
        <w:rPr>
          <w:rtl/>
        </w:rPr>
      </w:pPr>
      <w:r w:rsidRPr="0088444F">
        <w:rPr>
          <w:rFonts w:hint="cs"/>
          <w:rtl/>
        </w:rPr>
        <w:t>(3) 5 / 342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وحدّثني عبد الملك بن نوفل بن مساحق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سعيد المقبري</w:t>
      </w:r>
      <w:r w:rsidR="00891061">
        <w:rPr>
          <w:rFonts w:hint="cs"/>
          <w:rtl/>
        </w:rPr>
        <w:t>.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وقد سبقت ترجمته في المقدّمة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ورواه السّبط / 237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بلفظ آخر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42465E">
      <w:pPr>
        <w:pStyle w:val="libFootnote"/>
        <w:rPr>
          <w:rtl/>
        </w:rPr>
      </w:pPr>
      <w:r w:rsidRPr="0088444F">
        <w:rPr>
          <w:rFonts w:hint="cs"/>
          <w:rtl/>
        </w:rPr>
        <w:t>(4) اُمّه خولة بنت جعفر بن قيس من بني بكر بن وائل 5 / 154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مع أبيه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يوم الجمل فأعطى بيده اللّواء 5 / 445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وقاتل فقطع يد رجل من الأزد كان يحثّهم على القتال دون الجمل 4 / 512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واشترك في صفّين فبارزه عبيد الله بن عمر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فمنعه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عنه إشفاقاً عليه أنْ يُقتل 5 / 13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35755E" w:rsidP="00477F4F">
      <w:pPr>
        <w:pStyle w:val="libNormal"/>
        <w:rPr>
          <w:rtl/>
        </w:rPr>
      </w:pPr>
      <w:r w:rsidRPr="0035755E">
        <w:rPr>
          <w:rStyle w:val="libAlaemChar"/>
          <w:rFonts w:hint="cs"/>
          <w:rtl/>
        </w:rPr>
        <w:lastRenderedPageBreak/>
        <w:t>عليه‌السلام</w:t>
      </w:r>
      <w:r w:rsidR="00477F4F">
        <w:rPr>
          <w:rFonts w:hint="cs"/>
          <w:rtl/>
        </w:rPr>
        <w:t xml:space="preserve"> و ] قال له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يا أخي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أنت أحبّ النّاس إليّ وأعزّهم عليّ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ولست أدّخر النّصيحة لأحد من الخلق أحقّ بها منك</w:t>
      </w:r>
      <w:r w:rsidR="00891061">
        <w:rPr>
          <w:rFonts w:hint="cs"/>
          <w:rtl/>
        </w:rPr>
        <w:t>؛</w:t>
      </w:r>
      <w:r w:rsidR="00477F4F">
        <w:rPr>
          <w:rFonts w:hint="cs"/>
          <w:rtl/>
        </w:rPr>
        <w:t xml:space="preserve"> تنحّ ببيعتك عن يزيد بن معاوية وعن الأمصار ما استطعت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ثمّ ابعث رسلك إلى النّاس فادعهم إلى نفسك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فإنْ بايعوك حمدت الله على ذلك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وإنْ أجمع النّاس على غيرك لمْ ينقص الله بذلك دينك ولا عقلك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ولا يذّب به مرؤتك ولا فضلك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إنّي أخاف أنْ تدخل مصراً من هذه الأمصار وتأتي جماعة من النّاس فيختلفون فيما بينهم</w:t>
      </w:r>
      <w:r w:rsidR="00891061">
        <w:rPr>
          <w:rFonts w:hint="cs"/>
          <w:rtl/>
        </w:rPr>
        <w:t>؛</w:t>
      </w:r>
      <w:r w:rsidR="00477F4F">
        <w:rPr>
          <w:rFonts w:hint="cs"/>
          <w:rtl/>
        </w:rPr>
        <w:t xml:space="preserve"> فطائفة معك وأخرى عليك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فيقتتلون فتكون لأوّل السّنة [ غرضاً ]</w:t>
      </w:r>
      <w:r w:rsidR="00891061">
        <w:rPr>
          <w:rFonts w:hint="cs"/>
          <w:rtl/>
        </w:rPr>
        <w:t>؛</w:t>
      </w:r>
      <w:r w:rsidR="00477F4F">
        <w:rPr>
          <w:rFonts w:hint="cs"/>
          <w:rtl/>
        </w:rPr>
        <w:t xml:space="preserve"> فاذن خير هذه الاُمّة كلّها نفساً وأباً واُمّاً أضيعها دماً وأذلّها أهلاً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فإنّي ذاهب يا أخي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[ محمّد بن الحنفيّة ] فانزل مكّة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 طمأنّت بك الدار فسبيل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نبتْ بك لحقت بالرّمال وشعف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الجبال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وخرجت من بلد إلى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42465E" w:rsidRDefault="00477F4F" w:rsidP="0088444F">
      <w:pPr>
        <w:pStyle w:val="libFootnote"/>
        <w:rPr>
          <w:rtl/>
        </w:rPr>
      </w:pPr>
      <w:r w:rsidRPr="0042465E">
        <w:rPr>
          <w:rFonts w:hint="cs"/>
          <w:rtl/>
        </w:rPr>
        <w:t xml:space="preserve">وكان يوم خروج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2465E">
        <w:rPr>
          <w:rFonts w:hint="cs"/>
          <w:rtl/>
        </w:rPr>
        <w:t xml:space="preserve"> من مكّة إلى العراق مقيماً بالمدينة 5 / 394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وادّعى المختار أنّه قد أتى أهل الكوفة من قبله 5 / 561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فأُخبر بذلك ابن الحنفيّة وسُئل عنه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42465E">
        <w:rPr>
          <w:rFonts w:hint="cs"/>
          <w:rtl/>
        </w:rPr>
        <w:t xml:space="preserve"> لوددت أنّ الله انتصر لنا من عدونا بمَن شاء من خلقه</w:t>
      </w:r>
      <w:r w:rsidR="00891061">
        <w:rPr>
          <w:rFonts w:hint="cs"/>
          <w:rtl/>
        </w:rPr>
        <w:t>.</w:t>
      </w:r>
      <w:r w:rsidRPr="0042465E">
        <w:rPr>
          <w:rFonts w:hint="cs"/>
          <w:rtl/>
        </w:rPr>
        <w:t xml:space="preserve"> فبلغ ذلك المختار فلقّبه بالإمام المهدي 6 / 14</w:t>
      </w:r>
      <w:r w:rsidR="00891061">
        <w:rPr>
          <w:rFonts w:hint="cs"/>
          <w:rtl/>
        </w:rPr>
        <w:t>.</w:t>
      </w:r>
      <w:r w:rsidRPr="0042465E">
        <w:rPr>
          <w:rFonts w:hint="cs"/>
          <w:rtl/>
        </w:rPr>
        <w:t xml:space="preserve"> </w:t>
      </w:r>
    </w:p>
    <w:p w:rsidR="00477F4F" w:rsidRPr="0042465E" w:rsidRDefault="00477F4F" w:rsidP="0088444F">
      <w:pPr>
        <w:pStyle w:val="libFootnote"/>
        <w:rPr>
          <w:rtl/>
        </w:rPr>
      </w:pPr>
      <w:r w:rsidRPr="0042465E">
        <w:rPr>
          <w:rFonts w:hint="cs"/>
          <w:rtl/>
        </w:rPr>
        <w:t>وأخرج المختار كتاباً لإبراهيم بن مالك الأشتر يدعوه إلى اتّباعه منسوباً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إلى ابن الحنفيّة 6 / 46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فذكر ذلك عند ابن الحنفيّة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42465E">
        <w:rPr>
          <w:rFonts w:hint="cs"/>
          <w:rtl/>
        </w:rPr>
        <w:t xml:space="preserve"> يزعم أنّه لنا شيعة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وقتلة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2465E">
        <w:rPr>
          <w:rFonts w:hint="cs"/>
          <w:rtl/>
        </w:rPr>
        <w:t xml:space="preserve"> جلساؤه على الكراسي يحدّثونه</w:t>
      </w:r>
      <w:r w:rsidR="00891061">
        <w:rPr>
          <w:rFonts w:hint="cs"/>
          <w:rtl/>
        </w:rPr>
        <w:t>!</w:t>
      </w:r>
      <w:r w:rsidRPr="0042465E">
        <w:rPr>
          <w:rFonts w:hint="cs"/>
          <w:rtl/>
        </w:rPr>
        <w:t xml:space="preserve"> فقتل المختار عمر بن سعد وابنه وبعث برأسيهما إلى ابن الحنفيّة 6 / 62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وحاول أنْ يبعث إلى ابن الحنفيّة جنداً يقابل بها ابن الزبير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فرفض ذلك ابن الحنفيّة ونهاه عن سفك الدماء 6 / 74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فبلغ ذلك ابن الزبير فحبس ابن الحنفيّة وسبعة عشر رجلاً من أهل بيته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ومن رجال أهل الكوفة معه في زمزم حتّى يُبايعوا أو يُحرقوا بالنار!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فوجّه ابن الحنفيّة ثلاثة نفر من أهل الكوفة إلى المختار يستنجده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فبعث المختار أربعة الآف رجل ومعهم مال كثير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فدخلوا مكّة والمسجد الحرام حتّى أخرجوهم من حبسهم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واستأذنوا محمّد بن الحنفيّة في قتال ابن الزبير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فلم يأذن لهم وفرّق فيهم الأموال 6 / 67</w:t>
      </w:r>
      <w:r w:rsidR="00891061">
        <w:rPr>
          <w:rFonts w:hint="cs"/>
          <w:rtl/>
        </w:rPr>
        <w:t>.</w:t>
      </w:r>
    </w:p>
    <w:p w:rsidR="00477F4F" w:rsidRPr="0042465E" w:rsidRDefault="00477F4F" w:rsidP="0088444F">
      <w:pPr>
        <w:pStyle w:val="libFootnote"/>
        <w:rPr>
          <w:rtl/>
        </w:rPr>
      </w:pPr>
      <w:r w:rsidRPr="0042465E">
        <w:rPr>
          <w:rFonts w:hint="cs"/>
          <w:rtl/>
        </w:rPr>
        <w:t>وكان ينهى الشيعة من الغلو 6 / 103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وكانت له راية مستقلّة في الحجّ سنة </w:t>
      </w:r>
      <w:r w:rsidR="0004730E">
        <w:rPr>
          <w:rFonts w:hint="cs"/>
          <w:rtl/>
        </w:rPr>
        <w:t>(</w:t>
      </w:r>
      <w:r w:rsidRPr="0042465E">
        <w:rPr>
          <w:rFonts w:hint="cs"/>
          <w:rtl/>
        </w:rPr>
        <w:t>68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وكان يقول</w:t>
      </w:r>
      <w:r w:rsidR="00891061">
        <w:rPr>
          <w:rFonts w:hint="cs"/>
          <w:rtl/>
        </w:rPr>
        <w:t>:</w:t>
      </w:r>
      <w:r w:rsidRPr="0042465E">
        <w:rPr>
          <w:rFonts w:hint="cs"/>
          <w:rtl/>
        </w:rPr>
        <w:t xml:space="preserve"> إنّي رجل أدفع عن نفسي من ابن الزبير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وما يروم منّي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وما أطلب هذا الأمر أنْ يختلف عليّ فيه اثنان 6 / 138</w:t>
      </w:r>
      <w:r w:rsidR="00891061">
        <w:rPr>
          <w:rFonts w:hint="cs"/>
          <w:rtl/>
        </w:rPr>
        <w:t>.</w:t>
      </w:r>
      <w:r w:rsidR="00567151">
        <w:rPr>
          <w:rFonts w:hint="cs"/>
          <w:rtl/>
        </w:rPr>
        <w:t xml:space="preserve"> </w:t>
      </w:r>
      <w:r w:rsidRPr="0042465E">
        <w:rPr>
          <w:rFonts w:hint="cs"/>
          <w:rtl/>
        </w:rPr>
        <w:t xml:space="preserve">وكان حيّاً إلى سنة الجحاف </w:t>
      </w:r>
      <w:r w:rsidR="0004730E">
        <w:rPr>
          <w:rFonts w:hint="cs"/>
          <w:rtl/>
        </w:rPr>
        <w:t>(</w:t>
      </w:r>
      <w:r w:rsidRPr="0042465E">
        <w:rPr>
          <w:rFonts w:hint="cs"/>
          <w:rtl/>
        </w:rPr>
        <w:t>81 هـ</w:t>
      </w:r>
      <w:r w:rsidR="0004730E">
        <w:rPr>
          <w:rFonts w:hint="cs"/>
          <w:rtl/>
        </w:rPr>
        <w:t>)</w:t>
      </w:r>
      <w:r w:rsidRPr="0042465E">
        <w:rPr>
          <w:rFonts w:hint="cs"/>
          <w:rtl/>
        </w:rPr>
        <w:t xml:space="preserve"> وله إذ ذاك 65 سنة 5 / 152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وتوفى بالطائف فصلّى عليه ابن عبّاس 5 / 154</w:t>
      </w:r>
      <w:r w:rsidR="00891061">
        <w:rPr>
          <w:rFonts w:hint="cs"/>
          <w:rtl/>
        </w:rPr>
        <w:t>.</w:t>
      </w:r>
      <w:r w:rsidRPr="0042465E">
        <w:rPr>
          <w:rFonts w:hint="cs"/>
          <w:rtl/>
        </w:rPr>
        <w:t xml:space="preserve"> </w:t>
      </w:r>
    </w:p>
    <w:p w:rsidR="00477F4F" w:rsidRPr="0088444F" w:rsidRDefault="00477F4F" w:rsidP="0042465E">
      <w:pPr>
        <w:pStyle w:val="libFootnote"/>
        <w:rPr>
          <w:rtl/>
        </w:rPr>
      </w:pPr>
      <w:r w:rsidRPr="0088444F">
        <w:rPr>
          <w:rFonts w:hint="cs"/>
          <w:rtl/>
        </w:rPr>
        <w:t>(1) رؤوس الجبال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ولا يصحّ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شعب الجبال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انظر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مجمع البحرين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بلد حتّى تنظر إلى ما يصير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وتعرف عند ذلك الرأي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فانّك أصوب ما تكون رأياً وأحزمه عملاً [ حين ] تستقبل الأمور استقبال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تكون الأمور عليك أبداً أشكل منها حين تستدبرها استدبار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[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 أخي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قد نصحت فأشفقت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فأرجو أنْ يكون رأيك سديداً موفّقاً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2465E">
      <w:pPr>
        <w:pStyle w:val="Heading2"/>
        <w:rPr>
          <w:rtl/>
        </w:rPr>
      </w:pPr>
      <w:bookmarkStart w:id="57" w:name="_Toc372370920"/>
      <w:bookmarkStart w:id="58" w:name="25"/>
      <w:r>
        <w:rPr>
          <w:rFonts w:hint="cs"/>
          <w:rtl/>
        </w:rPr>
        <w:t xml:space="preserve">[ خروج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من المدينة ]</w:t>
      </w:r>
      <w:bookmarkEnd w:id="57"/>
      <w:r>
        <w:rPr>
          <w:rFonts w:hint="cs"/>
          <w:rtl/>
        </w:rPr>
        <w:t xml:space="preserve"> </w:t>
      </w:r>
      <w:bookmarkEnd w:id="5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وقد كان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قال للوليد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كفّ حتّى تنظر وننظر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وترى ونرى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فتشاغلوا عن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بطلب عبد الله [ بن الزبير اليوم الأوّل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يوم خروجه ] حتّى أمسوا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فلمّا أمسوا ] بعث [ الوليد ] الرجال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عند المساء [ من هذا اليوم الثاني السّبت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السّابع والعشرين من شهر رجب ]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أصبحوا ثمّ ترون ونرى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فكفّوا عنه تلك اللّيلة [ الثانية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ليلة الأحد الثامن والعشرين من شهر رجب ] ولمْ يلحّوا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فخرج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تحت ليلته هذه [ الثانية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ليلة الأحد ليومين بقيا من رجب سنة ستّين [ من الهجرة ] ببنيه وإخوته وبني أخيه وجُلّ أهل بيته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محمّد بن الحنفيّة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يتلو هذه الآية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42465E">
        <w:rPr>
          <w:rStyle w:val="libAieChar"/>
          <w:rFonts w:hint="cs"/>
          <w:rtl/>
        </w:rPr>
        <w:t xml:space="preserve"> فَخَرَجَ مِنْهَا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42465E">
      <w:pPr>
        <w:pStyle w:val="libFootnote"/>
        <w:rPr>
          <w:rtl/>
        </w:rPr>
      </w:pPr>
      <w:r w:rsidRPr="0088444F">
        <w:rPr>
          <w:rFonts w:hint="cs"/>
          <w:rtl/>
        </w:rPr>
        <w:t>(1) 5 / 341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هشام بن محمّد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أبي مِخْنف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ورواه المفيد / 202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والخوارزمي / 188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بزيادات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2465E">
      <w:pPr>
        <w:pStyle w:val="libFootnote"/>
        <w:rPr>
          <w:rtl/>
        </w:rPr>
      </w:pPr>
      <w:r>
        <w:rPr>
          <w:rFonts w:hint="cs"/>
          <w:rtl/>
        </w:rPr>
        <w:t>وأضاف الخوارزمي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ابن الأعثم وصيّة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لابن الحنفيّة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42465E">
        <w:rPr>
          <w:rStyle w:val="libFootnoteBoldChar"/>
          <w:rFonts w:hint="cs"/>
          <w:rtl/>
        </w:rPr>
        <w:t xml:space="preserve"> أمّا بعد</w:t>
      </w:r>
      <w:r w:rsidR="00891061">
        <w:rPr>
          <w:rStyle w:val="libFootnoteBoldChar"/>
          <w:rFonts w:hint="cs"/>
          <w:rtl/>
        </w:rPr>
        <w:t>،</w:t>
      </w:r>
      <w:r w:rsidRPr="0042465E">
        <w:rPr>
          <w:rStyle w:val="libFootnoteBoldChar"/>
          <w:rFonts w:hint="cs"/>
          <w:rtl/>
        </w:rPr>
        <w:t xml:space="preserve"> فإنّي لمْ أخرج</w:t>
      </w:r>
      <w:r w:rsidR="00CA2C7E">
        <w:rPr>
          <w:rStyle w:val="libFootnoteBoldChar"/>
          <w:rFonts w:hint="cs"/>
          <w:rtl/>
        </w:rPr>
        <w:t xml:space="preserve"> ...</w:t>
      </w:r>
      <w:r w:rsidRPr="0042465E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وزاد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وسيرة الخلفاء الراشدين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</w:p>
    <w:p w:rsidR="00477F4F" w:rsidRPr="0042465E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42465E">
        <w:rPr>
          <w:rFonts w:hint="cs"/>
          <w:rtl/>
        </w:rPr>
        <w:t xml:space="preserve"> 5 / 340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>341</w:t>
      </w:r>
      <w:r w:rsidR="00891061">
        <w:rPr>
          <w:rFonts w:hint="cs"/>
          <w:rtl/>
        </w:rPr>
        <w:t>.</w:t>
      </w:r>
      <w:r w:rsidRPr="0042465E">
        <w:rPr>
          <w:rFonts w:hint="cs"/>
          <w:rtl/>
        </w:rPr>
        <w:t xml:space="preserve"> وتاريخ الخروج في ص /381</w:t>
      </w:r>
      <w:r w:rsidR="007745E6" w:rsidRPr="0042465E">
        <w:rPr>
          <w:rFonts w:hint="cs"/>
          <w:rtl/>
        </w:rPr>
        <w:t xml:space="preserve"> - </w:t>
      </w:r>
      <w:r w:rsidRPr="0042465E">
        <w:rPr>
          <w:rFonts w:hint="cs"/>
          <w:rtl/>
        </w:rPr>
        <w:t>أيضاً</w:t>
      </w:r>
      <w:r w:rsidR="007745E6" w:rsidRPr="0042465E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 w:rsidRPr="0042465E">
        <w:rPr>
          <w:rFonts w:hint="cs"/>
          <w:rtl/>
        </w:rPr>
        <w:t xml:space="preserve"> عن أبي مِخْنف عن الصقعب بن زهير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عن عون بن أبي جحيفة</w:t>
      </w:r>
      <w:r w:rsidR="00891061">
        <w:rPr>
          <w:rFonts w:hint="cs"/>
          <w:rtl/>
        </w:rPr>
        <w:t>.</w:t>
      </w:r>
      <w:r w:rsidRPr="0042465E">
        <w:rPr>
          <w:rFonts w:hint="cs"/>
          <w:rtl/>
        </w:rPr>
        <w:t xml:space="preserve"> </w:t>
      </w:r>
    </w:p>
    <w:p w:rsidR="00477F4F" w:rsidRPr="0042465E" w:rsidRDefault="00477F4F" w:rsidP="0088444F">
      <w:pPr>
        <w:pStyle w:val="libFootnote"/>
        <w:rPr>
          <w:rtl/>
        </w:rPr>
      </w:pPr>
      <w:r w:rsidRPr="0042465E">
        <w:rPr>
          <w:rFonts w:hint="cs"/>
          <w:rtl/>
        </w:rPr>
        <w:t>والمفيد / 209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والسّبط / 236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يقولا</w:t>
      </w:r>
      <w:r w:rsidR="00891061">
        <w:rPr>
          <w:rFonts w:hint="cs"/>
          <w:rtl/>
        </w:rPr>
        <w:t>:</w:t>
      </w:r>
      <w:r w:rsidRPr="0042465E">
        <w:rPr>
          <w:rFonts w:hint="cs"/>
          <w:rtl/>
        </w:rPr>
        <w:t xml:space="preserve"> وخرج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42465E">
        <w:rPr>
          <w:rFonts w:hint="cs"/>
          <w:rtl/>
        </w:rPr>
        <w:t xml:space="preserve"> في اللّيلة الآتية بأهله وفتيانه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وقد اشتغلوا عنه بابن الزبير</w:t>
      </w:r>
      <w:r w:rsidR="00891061">
        <w:rPr>
          <w:rFonts w:hint="cs"/>
          <w:rtl/>
        </w:rPr>
        <w:t>.</w:t>
      </w:r>
      <w:r w:rsidRPr="0042465E">
        <w:rPr>
          <w:rFonts w:hint="cs"/>
          <w:rtl/>
        </w:rPr>
        <w:t xml:space="preserve"> </w:t>
      </w:r>
    </w:p>
    <w:p w:rsidR="00477F4F" w:rsidRPr="0042465E" w:rsidRDefault="00477F4F" w:rsidP="0088444F">
      <w:pPr>
        <w:pStyle w:val="libFootnote"/>
        <w:rPr>
          <w:rtl/>
        </w:rPr>
      </w:pPr>
      <w:r w:rsidRPr="0042465E">
        <w:rPr>
          <w:rFonts w:hint="cs"/>
          <w:rtl/>
        </w:rPr>
        <w:t>ويرويه أيضاً [ السبط ] / 245</w:t>
      </w:r>
      <w:r w:rsidR="00891061">
        <w:rPr>
          <w:rFonts w:hint="cs"/>
          <w:rtl/>
        </w:rPr>
        <w:t>،</w:t>
      </w:r>
      <w:r w:rsidRPr="0042465E">
        <w:rPr>
          <w:rFonts w:hint="cs"/>
          <w:rtl/>
        </w:rPr>
        <w:t xml:space="preserve"> عن محمّد بن إسحاق وهشام</w:t>
      </w:r>
      <w:r w:rsidR="00891061">
        <w:rPr>
          <w:rFonts w:hint="cs"/>
          <w:rtl/>
        </w:rPr>
        <w:t>:</w:t>
      </w:r>
      <w:r w:rsidRPr="0042465E">
        <w:rPr>
          <w:rFonts w:hint="cs"/>
          <w:rtl/>
        </w:rPr>
        <w:t xml:space="preserve"> يوم الأحد لليلتين بقيتا من رجب</w:t>
      </w:r>
      <w:r w:rsidR="00891061">
        <w:rPr>
          <w:rFonts w:hint="cs"/>
          <w:rtl/>
        </w:rPr>
        <w:t>.</w:t>
      </w:r>
    </w:p>
    <w:p w:rsidR="00477F4F" w:rsidRPr="0042465E" w:rsidRDefault="00477F4F" w:rsidP="0088444F">
      <w:pPr>
        <w:pStyle w:val="libFootnote"/>
        <w:rPr>
          <w:rtl/>
        </w:rPr>
      </w:pPr>
      <w:r w:rsidRPr="0042465E">
        <w:rPr>
          <w:rFonts w:hint="cs"/>
          <w:rtl/>
        </w:rPr>
        <w:t>وقال الخوارزمي / 189</w:t>
      </w:r>
      <w:r w:rsidR="00891061">
        <w:rPr>
          <w:rFonts w:hint="cs"/>
          <w:rtl/>
        </w:rPr>
        <w:t>:</w:t>
      </w:r>
      <w:r w:rsidRPr="0042465E">
        <w:rPr>
          <w:rFonts w:hint="cs"/>
          <w:rtl/>
        </w:rPr>
        <w:t xml:space="preserve"> لثلاث مضين من شهر شعبان</w:t>
      </w:r>
      <w:r w:rsidR="00891061">
        <w:rPr>
          <w:rFonts w:hint="cs"/>
          <w:rtl/>
        </w:rPr>
        <w:t>.</w:t>
      </w:r>
      <w:r w:rsidRPr="0042465E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2465E">
      <w:pPr>
        <w:pStyle w:val="libNormal"/>
        <w:rPr>
          <w:rtl/>
        </w:rPr>
      </w:pPr>
      <w:r w:rsidRPr="0042465E">
        <w:rPr>
          <w:rStyle w:val="libAieChar"/>
          <w:rFonts w:hint="cs"/>
          <w:rtl/>
        </w:rPr>
        <w:lastRenderedPageBreak/>
        <w:t xml:space="preserve">خَائِفًا يَتَرَقَّبُ قَالَ رَبِّ نَجِّنِي مِنَ الْقَوْمِ الظَّالِمِينَ 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دخل مكّة تلا هذه الآية</w:t>
      </w:r>
      <w:r w:rsidR="00891061">
        <w:rPr>
          <w:rFonts w:hint="cs"/>
          <w:rtl/>
        </w:rPr>
        <w:t>:</w:t>
      </w:r>
      <w:r w:rsidR="0042465E"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42465E">
        <w:rPr>
          <w:rStyle w:val="libAieChar"/>
          <w:rFonts w:hint="cs"/>
          <w:rtl/>
        </w:rPr>
        <w:t xml:space="preserve"> وَلَمَّا تَوَجَّهَ تِلْقَاءَ مَدْيَنَ قَالَ عَسَى رَبِّي أَنْ يَهْدِيَنِي سَوَاءَ السَّبِيل 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سورة القصص / 21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سورة القصص / 22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5/ 343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هشام بن محمّد عن أبي مِخْنف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646E3E" w:rsidRDefault="00646E3E" w:rsidP="00646E3E">
      <w:pPr>
        <w:pStyle w:val="libNormal"/>
        <w:rPr>
          <w:rtl/>
        </w:rPr>
      </w:pPr>
      <w:r>
        <w:rPr>
          <w:rtl/>
        </w:rPr>
        <w:br w:type="page"/>
      </w:r>
    </w:p>
    <w:p w:rsidR="00477F4F" w:rsidRDefault="00477F4F" w:rsidP="00646E3E">
      <w:pPr>
        <w:pStyle w:val="Heading2"/>
        <w:rPr>
          <w:rtl/>
        </w:rPr>
      </w:pPr>
      <w:bookmarkStart w:id="59" w:name="_Toc372370921"/>
      <w:r>
        <w:rPr>
          <w:rFonts w:hint="cs"/>
          <w:rtl/>
        </w:rPr>
        <w:lastRenderedPageBreak/>
        <w:t>موقف عبد الله بن عمر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646E3E" w:rsidRPr="00646E3E">
        <w:rPr>
          <w:rStyle w:val="libFootnotenumChar"/>
          <w:rFonts w:hint="cs"/>
          <w:rtl/>
        </w:rPr>
        <w:t>(1)</w:t>
      </w:r>
      <w:bookmarkEnd w:id="59"/>
    </w:p>
    <w:p w:rsidR="00477F4F" w:rsidRPr="00646E3E" w:rsidRDefault="00477F4F" w:rsidP="00646E3E">
      <w:pPr>
        <w:pStyle w:val="libNormal"/>
        <w:rPr>
          <w:rtl/>
        </w:rPr>
      </w:pPr>
      <w:r w:rsidRPr="00646E3E">
        <w:rPr>
          <w:rFonts w:hint="cs"/>
          <w:rtl/>
        </w:rPr>
        <w:t>ثمّ بعث الوليد إلى عبد الله بن عمر</w:t>
      </w:r>
      <w:r w:rsidR="00891061">
        <w:rPr>
          <w:rFonts w:hint="cs"/>
          <w:rtl/>
        </w:rPr>
        <w:t>،</w:t>
      </w:r>
      <w:r w:rsidRPr="00646E3E">
        <w:rPr>
          <w:rFonts w:hint="cs"/>
          <w:rtl/>
        </w:rPr>
        <w:t xml:space="preserve"> فقال [ له ]</w:t>
      </w:r>
      <w:r w:rsidR="00891061">
        <w:rPr>
          <w:rFonts w:hint="cs"/>
          <w:rtl/>
        </w:rPr>
        <w:t>:</w:t>
      </w:r>
      <w:r w:rsidRPr="00646E3E">
        <w:rPr>
          <w:rFonts w:hint="cs"/>
          <w:rtl/>
        </w:rPr>
        <w:t xml:space="preserve"> بايع ليزيد</w:t>
      </w:r>
      <w:r w:rsidR="00891061">
        <w:rPr>
          <w:rFonts w:hint="cs"/>
          <w:rtl/>
        </w:rPr>
        <w:t>.</w:t>
      </w:r>
      <w:r w:rsidRPr="00646E3E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646E3E">
        <w:rPr>
          <w:rFonts w:hint="cs"/>
          <w:rtl/>
        </w:rPr>
        <w:t xml:space="preserve"> إذا بايع النّاس بايعت</w:t>
      </w:r>
      <w:r w:rsidRPr="00646E3E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646E3E">
        <w:rPr>
          <w:rFonts w:hint="cs"/>
          <w:rtl/>
        </w:rPr>
        <w:t xml:space="preserve"> فقال [ له ]</w:t>
      </w:r>
      <w:r w:rsidR="00891061">
        <w:rPr>
          <w:rFonts w:hint="cs"/>
          <w:rtl/>
        </w:rPr>
        <w:t>:</w:t>
      </w:r>
      <w:r w:rsidRPr="00646E3E">
        <w:rPr>
          <w:rFonts w:hint="cs"/>
          <w:rtl/>
        </w:rPr>
        <w:t xml:space="preserve"> رجل ما يمنعك أنْ تبايع</w:t>
      </w:r>
      <w:r w:rsidR="00891061">
        <w:rPr>
          <w:rFonts w:hint="cs"/>
          <w:rtl/>
        </w:rPr>
        <w:t>،</w:t>
      </w:r>
      <w:r w:rsidRPr="00646E3E">
        <w:rPr>
          <w:rFonts w:hint="cs"/>
          <w:rtl/>
        </w:rPr>
        <w:t xml:space="preserve"> إنذما تريد أنْ يختلف النّاس بينهم فيقتتلوا ويتفانوا</w:t>
      </w:r>
      <w:r w:rsidR="00891061">
        <w:rPr>
          <w:rFonts w:hint="cs"/>
          <w:rtl/>
        </w:rPr>
        <w:t>،</w:t>
      </w:r>
      <w:r w:rsidRPr="00646E3E">
        <w:rPr>
          <w:rFonts w:hint="cs"/>
          <w:rtl/>
        </w:rPr>
        <w:t xml:space="preserve"> فإذا جهدهم ذلك</w:t>
      </w:r>
      <w:r w:rsidR="00891061">
        <w:rPr>
          <w:rFonts w:hint="cs"/>
          <w:rtl/>
        </w:rPr>
        <w:t>،</w:t>
      </w:r>
      <w:r w:rsidRPr="00646E3E"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 w:rsidRPr="00646E3E">
        <w:rPr>
          <w:rFonts w:hint="cs"/>
          <w:rtl/>
        </w:rPr>
        <w:t xml:space="preserve"> عليكم بعبد الله بن عمر</w:t>
      </w:r>
      <w:r w:rsidR="00891061">
        <w:rPr>
          <w:rFonts w:hint="cs"/>
          <w:rtl/>
        </w:rPr>
        <w:t>،</w:t>
      </w:r>
      <w:r w:rsidRPr="00646E3E">
        <w:rPr>
          <w:rFonts w:hint="cs"/>
          <w:rtl/>
        </w:rPr>
        <w:t xml:space="preserve"> لمْ يبقَ غيره بايعوه</w:t>
      </w:r>
      <w:r w:rsidR="00891061">
        <w:rPr>
          <w:rFonts w:hint="cs"/>
          <w:rtl/>
        </w:rPr>
        <w:t>.</w:t>
      </w:r>
      <w:r w:rsidRPr="00646E3E">
        <w:rPr>
          <w:rFonts w:hint="cs"/>
          <w:rtl/>
        </w:rPr>
        <w:t xml:space="preserve"> [ فـ ]</w:t>
      </w:r>
      <w:r w:rsidR="005D2685">
        <w:rPr>
          <w:rFonts w:hint="cs"/>
          <w:rtl/>
        </w:rPr>
        <w:t xml:space="preserve"> -</w:t>
      </w:r>
      <w:r w:rsidRPr="00646E3E">
        <w:rPr>
          <w:rFonts w:hint="cs"/>
          <w:rtl/>
        </w:rPr>
        <w:t>قال عبد الله</w:t>
      </w:r>
      <w:r w:rsidR="00891061">
        <w:rPr>
          <w:rFonts w:hint="cs"/>
          <w:rtl/>
        </w:rPr>
        <w:t>:</w:t>
      </w:r>
      <w:r w:rsidRPr="00646E3E">
        <w:rPr>
          <w:rFonts w:hint="cs"/>
          <w:rtl/>
        </w:rPr>
        <w:t xml:space="preserve"> ما أحببت أنْ يقتتلوا ولا يختلفوا ولا يتفانوا</w:t>
      </w:r>
      <w:r w:rsidR="00891061">
        <w:rPr>
          <w:rFonts w:hint="cs"/>
          <w:rtl/>
        </w:rPr>
        <w:t>،</w:t>
      </w:r>
      <w:r w:rsidRPr="00646E3E">
        <w:rPr>
          <w:rFonts w:hint="cs"/>
          <w:rtl/>
        </w:rPr>
        <w:t xml:space="preserve"> ولكن إذا بايع النّاس ولمْ يبقَ غيري بايعت</w:t>
      </w:r>
      <w:r w:rsidR="00891061">
        <w:rPr>
          <w:rFonts w:hint="cs"/>
          <w:rtl/>
        </w:rPr>
        <w:t>.</w:t>
      </w:r>
      <w:r w:rsidRPr="00646E3E">
        <w:rPr>
          <w:rFonts w:hint="cs"/>
          <w:rtl/>
        </w:rPr>
        <w:t xml:space="preserve"> فتركوه</w:t>
      </w:r>
      <w:r w:rsidR="00891061">
        <w:rPr>
          <w:rFonts w:hint="cs"/>
          <w:rtl/>
        </w:rPr>
        <w:t>،</w:t>
      </w:r>
      <w:r w:rsidRPr="00646E3E">
        <w:rPr>
          <w:rFonts w:hint="cs"/>
          <w:rtl/>
        </w:rPr>
        <w:t xml:space="preserve"> وكانوا لا يتخوّفونه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(1) 5 342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بلفظ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 هشام بن محمّد عن أبي مِخْنف</w:t>
      </w:r>
      <w:r w:rsidR="00CA2C7E">
        <w:rPr>
          <w:rFonts w:hint="cs"/>
          <w:rtl/>
        </w:rPr>
        <w:t xml:space="preserve"> ...</w:t>
      </w:r>
      <w:r w:rsidRPr="00F245A1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وزعم الواقدي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ت 207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أنّ ابن عمر لمْ يكن بالمدينة حين ورود نعي معاوية وبيعة يزيد على الوليد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وكذلك رواه السّبط / 237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وأن ابن الزبير والحسين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لمّا دعيا إلى البيعة ليزيد أبيا وخرجا من ليلتهما إلى مكّة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فلقيهما ابن عبّاس وابن عمر جائيين من مكّة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فسألاهما ما وراءكم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موت معاوية والبيعة ليزيد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فقال ابن عمر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اتّقيا الله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ولا تفرّقا جماعة المسلمين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وقدم فأقام أيّاماً ينتظر حتّى جاءت البيعة من البلدان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فتقدّم هو وابن عبّاس فبايعاه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كما عرّفه بهذا معاوية في وصيته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ومروان في مشورته على الوليد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مرّ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1Center"/>
        <w:rPr>
          <w:rtl/>
        </w:rPr>
      </w:pPr>
      <w:bookmarkStart w:id="60" w:name="_Toc372370922"/>
      <w:bookmarkStart w:id="61" w:name="26"/>
      <w:r>
        <w:rPr>
          <w:rFonts w:hint="cs"/>
          <w:rtl/>
        </w:rPr>
        <w:lastRenderedPageBreak/>
        <w:t xml:space="preserve">[ الإمام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في مكّة ]</w:t>
      </w:r>
      <w:bookmarkEnd w:id="60"/>
      <w:r>
        <w:rPr>
          <w:rFonts w:hint="cs"/>
          <w:rtl/>
        </w:rPr>
        <w:t xml:space="preserve"> </w:t>
      </w:r>
      <w:bookmarkEnd w:id="61"/>
    </w:p>
    <w:p w:rsidR="00477F4F" w:rsidRDefault="00477F4F" w:rsidP="00F245A1">
      <w:pPr>
        <w:pStyle w:val="libCenterBold1"/>
        <w:rPr>
          <w:rtl/>
        </w:rPr>
      </w:pPr>
      <w:r>
        <w:rPr>
          <w:rFonts w:hint="cs"/>
          <w:rtl/>
        </w:rPr>
        <w:t>[ مكّة ]</w:t>
      </w:r>
    </w:p>
    <w:p w:rsidR="00477F4F" w:rsidRDefault="00477F4F" w:rsidP="00F245A1">
      <w:pPr>
        <w:pStyle w:val="Heading2"/>
        <w:rPr>
          <w:rtl/>
        </w:rPr>
      </w:pPr>
      <w:bookmarkStart w:id="62" w:name="_Toc372370923"/>
      <w:r>
        <w:rPr>
          <w:rFonts w:hint="cs"/>
          <w:rtl/>
        </w:rPr>
        <w:t xml:space="preserve">[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في طريقه إلى مكّة ]</w:t>
      </w:r>
      <w:bookmarkEnd w:id="62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عقبة بن سمعان خرجنا [ من المدينة ] فلزمنا الطريق الأعظم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بعض ] أهل بيته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لو تنكّبت الطريق الأعظم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كما فعل ابن الزبير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يلحقك الطلب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لا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لا أفارقه حتّى يقضي الله ما هو أحبّ إليه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Heading2"/>
        <w:rPr>
          <w:rtl/>
        </w:rPr>
      </w:pPr>
      <w:bookmarkStart w:id="63" w:name="_Toc372370924"/>
      <w:r>
        <w:rPr>
          <w:rFonts w:hint="cs"/>
          <w:rtl/>
        </w:rPr>
        <w:t>[ عبد الله بن مطيع العدوي ]</w:t>
      </w:r>
      <w:r w:rsidRPr="007745E6">
        <w:rPr>
          <w:rStyle w:val="libFootnotenumChar"/>
          <w:rFonts w:hint="cs"/>
          <w:rtl/>
        </w:rPr>
        <w:t>(2)</w:t>
      </w:r>
      <w:bookmarkEnd w:id="6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فاستقبلنا عبد الله بن مطيع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جعلت فداك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أين تريد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أمّا الآن فإنّي أريد مكّة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وأمّا بعدها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5 / 451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حدّثت عن هشام بن محمّد عنه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أبي مِخْنف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قال حدّثني عبد الرحمن بن جندب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حدّثني عقبة بن سمعان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مولى الرباب بنة امرئ القيس الكلبية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امرأة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وأمّ سكينة بنة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وقد سبقت ترجمته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ورواه المفيد / 202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والخوارزمي / 189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ينسب الكلام إلى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(2) قرشي ولد على عهد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88444F">
        <w:rPr>
          <w:rFonts w:hint="cs"/>
          <w:rtl/>
        </w:rPr>
        <w:t xml:space="preserve"> وكان على قريش مع أهل المدينة في خروجهم على يزيد 5 /481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لحق بابن الزبير في مكّة فحارب معه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ولي من قبله على الكوفة 5 / 622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واليعقوبي 3 / 3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5 والمسعودي 3 / 83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والخوارزمي 2 / 202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نقلاً عن محمّد بن إسحاق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يعارض المختار حتّى أخرجه المختار من الكوفة 6 / 31 وسيروي الطبري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هشام عن أبي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محمّد بن قيس 5 / 395 لقاء آخر لابن مطيع مع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في بعض مياه العرب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بعد الحاجر وقبل زرود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فإنّي أستخير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قال [ عبد الله ] خار الله 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وجعلنا فداك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فاذا أنت أتيت مكّة فإيّاك أنْ تقرب [ الكوفة ] فانّها بلدة مشؤومة؛ بها قتل أبوك وخذل أخوك واغتيل بطعنة كادت تأتي على نفسه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ألزم الحرم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فانّك سيّد العرب لا يعدل بك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أهل الحجاز أحداً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ويتداعى إليك النّاس من كلّ جانب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تفارق الحرم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فداك عمّي وخالي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هلكت لنسترقنّ بعدك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64" w:name="_Toc372370925"/>
      <w:r>
        <w:rPr>
          <w:rFonts w:hint="cs"/>
          <w:rtl/>
        </w:rPr>
        <w:t xml:space="preserve">[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في مكّة ]</w:t>
      </w:r>
      <w:bookmarkEnd w:id="64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فأقبل حتّى نزل مكّة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ودخل مكّة ليلة الجمعة لثلاث مضين من شعبان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فاقام بمكّة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شعبان وشهر رمضان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وشوّال وذا القعدة إلى ثماني ذي الحجّة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فأقبل أهلها يختلفون إليه ويأتونه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ومَن كان بها من المعتمرين وأهل الآفاق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وابن الزبير بها قد لزم الكعبة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قائم يصلّي عامّة النّهار ويطوف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ويأتي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فيمَن يأتيه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فيأتيه اليومين المتواليين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ويأتيه بين كلّ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ورواه السّبط / 243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هشام بن إسحاق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والخوارزمي / 189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ابن الأعثم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5 /351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من خبر عقبة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أيضاً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5 / 387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حدّثني الصقعب بن زهير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عون بن أبي جحيفة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وقد كان خروجه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من المدينة ليومين بقيا من رجب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وعلى هذا يكون قد قطع المسافة من المدينة إلى مكّة في خمسة أيّام فقط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والمسافة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500) كيلومتر تقريباً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فيكون قد قطع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في كلّ يوم وليلة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مئة كيلومتر تقريباً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ما يقرب من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18) فرسخ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وهذا ضعف مقدار المسافة اليوميّة العادية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8 فراسخ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ويستفاد من هذا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وإنْ لمْ يتنكّب الطريق الأعظم مخافة الطلب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كما سلف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 xml:space="preserve">لِمَا فيه من الخوف والفرار المشين على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إلاّ أنّه أسرع في سفره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5 / 381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من خبر عون بن أبي جحيفة أيضاً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ورواه السّبط أيضاً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هشام / 245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يومين مرّة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ولا يزال يُشير عليه بالرأي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أثقل خلق الله على ابن الزبير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[ لأنّه ] عرف أنّ أهل الحجاز لا يبايعونه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يتابعونه أبداً ما دام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بالبلد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وأنّ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أعظم في أعينهم وأنفسهم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وأطوع في النّاس منه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65" w:name="27"/>
      <w:bookmarkStart w:id="66" w:name="_Toc372370926"/>
      <w:r>
        <w:rPr>
          <w:rFonts w:hint="cs"/>
          <w:rtl/>
        </w:rPr>
        <w:t>[ كتب أهل الكوفة ]</w:t>
      </w:r>
      <w:bookmarkEnd w:id="65"/>
      <w:r w:rsidRPr="007745E6">
        <w:rPr>
          <w:rStyle w:val="libFootnotenumChar"/>
          <w:rFonts w:hint="cs"/>
          <w:rtl/>
        </w:rPr>
        <w:t>(2)</w:t>
      </w:r>
      <w:bookmarkEnd w:id="66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بلغ أهل الكوفة هلاك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أرجف أهل العراق بيزيد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5 / 351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من خبر عقبة أيضاً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ورواه المفيد / 202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(2) وكان بالكوفة ممّن شهد القادسيّة ثلاثون ألفاً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 / 75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واستقضى عمر شريح بن الحراث الكندي على الكوفة سنة ثمانية عشر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 / 101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وفي سنة عشرين عزل عمر سعداً عن الكوفة لشكايتهم إيّاه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وقالوا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لا يحسن أنْ يصلّي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وفيها أجلى عمر يهود نجران إلى الكوفة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 / 112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وفي سنة إحدى وعشرين ولّى عمّار بن ياسر على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وابن مسعود على بيت المال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وعثمان بن حنيف على مساحة الأرض والخراج فشكا أهل الكوفة عمّارا فاستعفى عمّار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 / 144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وأمر أبا موسى الأشعري عليهم بعد عمّار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فأقام عليهم سنة فشكوه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فعزله واستعمل المغيرة بن شعبة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وفي الكوفة مئة ألف مقاتل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 / 156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في الكوفة إذ ذاك أربعون ألف مقاتل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يغزو الثغر منهم في كلّ سنة عشرة الآف فكان الرجل يصيبه في كلّ أربع سنين غزوة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 / 246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5D2685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وفي سنة 37 أمرهم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أنْ يكتب رئيس كلّ قوم ما في عشيرته من المقاتلة وأبناء المقاتلة الذين أدركوا القتال وعبدان عشيرتهم ومواليهم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فيرفعون ذلك إليه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فرفعوا إليه أربعين ألف مقاتل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وسبعة عشر من الأبناء ممّن أدرك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 ثمانية الآف من مواليهم وعبيدهم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فهؤلاء خمس وستّون ألف مقاتل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79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فيهم ثمان مئة من أهل المدينة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 / 85</w:t>
      </w:r>
      <w:r w:rsidR="007745E6" w:rsidRPr="00F245A1">
        <w:rPr>
          <w:rFonts w:hint="cs"/>
          <w:rtl/>
        </w:rPr>
        <w:t xml:space="preserve"> -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وجعلهم سعد أسباعاً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فصارت كنانة وحلفاؤها من الأحابيش وجديلة سبعاً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وقضاعة وبجيلة وخثعهم وكندة وحضرموت والأزد سبعاً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ومذحج وحمير وهمدان وحلفاؤهم سبعاً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وتميم وهوازن والرباب سبعاً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وأسد وغطفان ومحارب والنمر وضبيعة وتغلب سبعاً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وأياد وعك وعبد القيس وأهل هجر وحمراء الديلم سبعاً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فلمْ يزالوا كذلك زمان عمر وعثمان وعلي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حتّى ربّعهم زياد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 / 48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فكان عمرو بن حريث على ربع أهل المدينة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وخالد بن عرفطة على ربع تميم وهمدان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وقيس بن الوليد بن عبد شمس على ربع ربيعة وكندة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وأبو بردة بن أبي موسى الأشعري على مذحج وأسد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وكلّهم شهدوا على حجر وأصحابه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268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قد امتنع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وابن الزبير ولحقا بمكّة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[ قال ] محمّد بن بشر الهمداني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اجتمعـ [ نا ] في منزل سليمان بن ُصرد [ الخزاعي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فخطبنا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معاوية قد هلك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قد تقبّض على القوم ببيعته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خرج إلى مكّة وأنتم شيعته وشيعة أبيه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فإنْ كنتم تعلمون أنّكم ناصروه ومجاهدو عدوّه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فاكتبوا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خفتم الوهل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والفشل فلا تغرّوا الرجل من نفسه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نقاتل عدوّه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ونقتل أنفسنا دونه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فاكتبوا إليه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فكتبوا إليه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04730E" w:rsidP="00477F4F">
      <w:pPr>
        <w:pStyle w:val="libNormal"/>
        <w:rPr>
          <w:rtl/>
        </w:rPr>
      </w:pPr>
      <w:r>
        <w:rPr>
          <w:rFonts w:hint="cs"/>
          <w:rtl/>
        </w:rPr>
        <w:t>(</w:t>
      </w:r>
      <w:r w:rsidR="00477F4F">
        <w:rPr>
          <w:rFonts w:hint="cs"/>
          <w:rtl/>
        </w:rPr>
        <w:t>بسم الله الرحمن الرحيم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للحسين بن علي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من سليمان بن ُصرد والمسيّب بن نجبة</w:t>
      </w:r>
      <w:r w:rsidR="00477F4F"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5 / 351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من خبر عقبة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أيضاً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5 / 352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فحدّثني الحجّاج بن علي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محمّد بن بشر الهمداني قال</w:t>
      </w:r>
      <w:r w:rsidR="00891061">
        <w:rPr>
          <w:rFonts w:hint="cs"/>
          <w:rtl/>
        </w:rPr>
        <w:t>: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Default="00477F4F" w:rsidP="0004730E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ذكره الكشّي في رجاله / 69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الحديث / 124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الفضل بن شاذان تحت عنوان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من التابعين الكبار ورؤسائهم وزهادهم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وذكره الشيخ في رجاله / 43 في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أصحاب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وأمير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إلاّ أنّه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المتخلف عنه يوم الجمل المروي كذباً عذره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وقد روى التخلّف والعذر نصر بن مزاحم في كتابه / 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 له علي</w:t>
      </w:r>
      <w:r>
        <w:rPr>
          <w:rFonts w:hint="cs"/>
          <w:rtl/>
        </w:rPr>
        <w:t xml:space="preserve">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F245A1">
        <w:rPr>
          <w:rStyle w:val="libFootnoteBoldChar"/>
          <w:rFonts w:hint="cs"/>
          <w:rtl/>
        </w:rPr>
        <w:t xml:space="preserve"> ارتبت وتربّصت وراوغت</w:t>
      </w:r>
      <w:r w:rsidR="00891061">
        <w:rPr>
          <w:rStyle w:val="libFootnoteBoldChar"/>
          <w:rFonts w:hint="cs"/>
          <w:rtl/>
        </w:rPr>
        <w:t>،</w:t>
      </w:r>
      <w:r w:rsidRPr="00F245A1">
        <w:rPr>
          <w:rStyle w:val="libFootnoteBoldChar"/>
          <w:rFonts w:hint="cs"/>
          <w:rtl/>
        </w:rPr>
        <w:t xml:space="preserve"> وقد كنت من أوثق النّاس في نفسي وأسرعهم فيما أظنّ إلى نصرتي</w:t>
      </w:r>
      <w:r w:rsidR="00CA2C7E">
        <w:rPr>
          <w:rStyle w:val="libFootnoteBoldChar"/>
          <w:rFonts w:hint="cs"/>
          <w:rtl/>
        </w:rPr>
        <w:t xml:space="preserve"> ...</w:t>
      </w:r>
      <w:r w:rsidRPr="00F245A1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أمير المؤمنين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استبق مودّتي تخلص لك نصيحتي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بقيت أمور تعرف فيها وليّك من عدوّك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فسكت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جعله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رجّالة الميمنة في صفّين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صفّين / 205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فبارز حوشب سيّد اليمن من أهل الشام فقتله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D65094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 xml:space="preserve">أمسى علي </w:t>
            </w:r>
            <w:r w:rsidRPr="0035755E">
              <w:rPr>
                <w:rStyle w:val="libAlaemChar"/>
                <w:rFonts w:hint="cs"/>
                <w:rtl/>
              </w:rPr>
              <w:t>عليه‌السلام</w:t>
            </w:r>
            <w:r>
              <w:rPr>
                <w:rFonts w:hint="cs"/>
                <w:rtl/>
              </w:rPr>
              <w:t xml:space="preserve"> عندنا محبباً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CA2C7E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نفديه بالاُمّ ولا نبغي أباً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[ انظر ] صفّين / 401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وضرب وجهه بالسّيف في صفّين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صفّين / 519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وعدّه أبو مِخْنف من الصحابة ومن رؤساء الشيعة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الطبري 5 / 552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قائد التوّابين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64هـ</w:t>
      </w:r>
      <w:r w:rsidR="0004730E">
        <w:rPr>
          <w:rFonts w:hint="cs"/>
          <w:rtl/>
        </w:rPr>
        <w:t>)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555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اعتذاره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ادّهنا وتربّصنا وانتظرنا ما يكون حتّى قُتل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554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الفزع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انظر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مجمع البحرين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(5) ورواه الخوارزمي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بتفصيل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/ 193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(6)</w:t>
      </w:r>
      <w:r w:rsidRPr="00F245A1">
        <w:rPr>
          <w:rFonts w:hint="cs"/>
          <w:rtl/>
        </w:rPr>
        <w:t xml:space="preserve"> ذكره الكشّي في رجاله / 69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الحديث / 124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بعنوان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من التابعين الكبار ورؤسائهم وزهّادهم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04730E">
      <w:pPr>
        <w:pStyle w:val="libFootnote"/>
        <w:rPr>
          <w:rtl/>
        </w:rPr>
      </w:pPr>
      <w:r w:rsidRPr="00F245A1">
        <w:rPr>
          <w:rFonts w:hint="cs"/>
          <w:rtl/>
        </w:rPr>
        <w:t>وذكره الشيخ في رجاله ص/ 58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برقم / 8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في أصحاب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وفي أصحاب الإمام الحسن ص / 70 برقم / 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وأضاف الفزاري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كان من رؤساء الجماعة الذين خفّوا لنصرة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من الكوفة إلى 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كما في الطبري / 4 448</w:t>
      </w:r>
      <w:r w:rsidR="00891061">
        <w:rPr>
          <w:rFonts w:hint="cs"/>
          <w:rtl/>
        </w:rPr>
        <w:t>.</w:t>
      </w:r>
      <w:r w:rsidR="0004730E">
        <w:rPr>
          <w:rFonts w:hint="cs"/>
          <w:rtl/>
        </w:rPr>
        <w:t xml:space="preserve"> </w:t>
      </w:r>
      <w:r w:rsidRPr="00F245A1">
        <w:rPr>
          <w:rFonts w:hint="cs"/>
          <w:rtl/>
        </w:rPr>
        <w:t xml:space="preserve">ووجّهه الإمام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مع بشر و كثير من قومه لمقاومة غارة عبد الله بن مسعدة الفزاري 5 / 135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قائد التوّابين بعد سليمان بن ُصرد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فقُتل معهم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65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599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ورفاعة بن شدّاد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وحبيب بن مظاهر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وشيعته من المؤمنين والمسلمين من أهل الكوفة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سلام عليك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فإنّا نحمد إليك الله الذي لا إله إلاّ هو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فالحمد لله الذي قصم عدوّك الجبّار العنيد الذي انتزى على هذه الاُمّة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فابتزّها وغصبها فيئها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وتأمر عليها بغير رضى منها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قتل خيارها واستبقى شرارها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وجعل مال الله دولة بين جبابرتها وأغنيائها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فبعداً له كما بعدت ثمود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2685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ذكره الكشّي في رجاله / 65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الحديث / 118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ممّن دفن أباذر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من الصالحين</w:t>
      </w:r>
      <w:r w:rsidR="00891061">
        <w:rPr>
          <w:rFonts w:hint="cs"/>
          <w:rtl/>
        </w:rPr>
        <w:t>.</w:t>
      </w:r>
    </w:p>
    <w:p w:rsidR="005D2685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وذكره الشيخ في رجاله ص / 41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في أصحاب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وص / 68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في أصحاب الإمام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وزاد البجلي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وكان في صفّين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على بني بجلة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بجيلة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صفّين / 205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أصبح من أصحاب حجر بن عدي وعمرو بن الحمق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فذهب مع عمرو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لمّا طلبه زياد بن أبيه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إلى جبال الموصل فأخذ عمرو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وفرّ شدّاد بفرسه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265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ثاني مَن خطب من رؤساء التوّابين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553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وإليه فوّض تعبئة التوّابين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587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الأمير الأخير للتوّابين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596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قصّاصاً يقصّ على أهل الميمنة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يحثّهم على القتال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598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يقاتل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601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رجع بالنّاس ليلاً حتّى دخل الكوفة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605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فتراسل المختار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6 / 8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وأخذ له البيعة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6 / 9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خرج عليه مع اليمنيين بالكوفة فكان يصلّي بهم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6 / 47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لمّا سمع رجلاً من همذان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يا لثارات عثمان</w:t>
      </w:r>
      <w:r w:rsidR="00891061">
        <w:rPr>
          <w:rFonts w:hint="cs"/>
          <w:rtl/>
        </w:rPr>
        <w:t>!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في جواب أصحاب المختار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يا لثارات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!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قال لهم رفاعة بن شدّاد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ما لنا ولعثمان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لا أقاتل مع قوم يبغون دم عثمان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فعطف عليهم يقول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D65094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أنا ابن شدّاد على دين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CA2C7E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لست لعثمان بن أروى بولي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فقُتل عند حمّام المهبذان بالسّبخة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ناسكاً 6 / 50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(2) كان على ميسرة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5 / 422 وتفاخر بقتله الحصين بن تميم فعلّق رأسه في لبان فرسه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وقتل ابنه القاسم بن حبيب قاتله بديل بن صريم التميمي قصاصاً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وهما في عسكر مصعب بن الزبير في غزو باجميرا 5 /440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إنّه ليس علينا إمام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لعلّ الله أنْ يجمعنا بك على الحقّ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والنّعمان بن بشير في قصر الإمارة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لسنا نجتمع معه في جمعة ولا نخرج معه إلى عيد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قد بلغنا أنّك قد أقبلت إلينا أخرجناه حتّى نلحقه بالشام إنْ شاء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والسّلام عليك ورحمة الله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سرّحنا بالكتاب مع عبد الله بن سبع الهمداني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وعبد الله بن وال [ التميمي ] 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فخرج الرجلان مسرعين حتّى قدما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بمكّة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لعشر مضين من شهر رمضان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لبثنا يومين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سرّحنا إليه قيس بن مسهر الصيداوي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وعبد الرحمن بن عبد الله بن الكدن الأرحبي</w:t>
      </w:r>
      <w:r w:rsidRPr="007745E6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 xml:space="preserve"> وعمارة بن عبيد السّلولي</w:t>
      </w:r>
      <w:r w:rsidRPr="007745E6">
        <w:rPr>
          <w:rStyle w:val="libFootnotenumChar"/>
          <w:rFonts w:hint="cs"/>
          <w:rtl/>
        </w:rPr>
        <w:t>(7)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فحملوا معهم</w:t>
      </w:r>
    </w:p>
    <w:p w:rsidR="00F245A1" w:rsidRDefault="00F245A1" w:rsidP="00F245A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(1) ورواه الخوارزمي / 194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(2) ذكره المفيد ص /203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بن مسمع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والخوارزمي ص / 194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بن سبيع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وقُتل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(3) ذكره السّبط ص /194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بن مسمع البكري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 xml:space="preserve">واكتفى بذكر اسمهما الشيخ الطوسي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ره</w:t>
      </w:r>
      <w:r w:rsidR="0004730E">
        <w:rPr>
          <w:rFonts w:hint="cs"/>
          <w:rtl/>
        </w:rPr>
        <w:t>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رجال الشيخ /77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وعبيد الله معروفان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 الله بن وال التميمي كان القائد الثالث للتوّابين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فقُتل 5 / 602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(4) ورواه المفيد / 203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والسّبط / 244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5D2685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(5) الأسدي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رجع إلى العراق مع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تضايق به الأمر في بطن المضيق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أرسله بكتابه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354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فرجع مع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بلغ بطن الحاجر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فبعثه بكتابه إلى أهل الكوفة حتّى انتهى إلى القادسيّة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فأخذه الحصين بن تميم التميمي فبعث به إلى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 به فرمي من فوق القصر فقُطّع فمات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5 / 395</w:t>
      </w:r>
      <w:r w:rsidR="00891061">
        <w:rPr>
          <w:rFonts w:hint="cs"/>
          <w:rtl/>
        </w:rPr>
        <w:t>.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 xml:space="preserve">فلمّا بلغ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عذيب الهجانات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بلغه خبره فترقرقت عيناه ولمْ يملك دمعه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F245A1">
        <w:rPr>
          <w:rStyle w:val="libFootnoteAieChar"/>
          <w:rFonts w:hint="cs"/>
          <w:rtl/>
        </w:rPr>
        <w:t xml:space="preserve"> فَمِنْهُمْ مَنْ قَضَى نَحْبَهُ</w:t>
      </w:r>
      <w:r w:rsidR="00CA2C7E">
        <w:rPr>
          <w:rStyle w:val="libFootnoteAieChar"/>
          <w:rFonts w:hint="cs"/>
          <w:rtl/>
        </w:rPr>
        <w:t xml:space="preserve"> ...</w:t>
      </w:r>
      <w:r w:rsidRPr="00F245A1">
        <w:rPr>
          <w:rStyle w:val="libFootnoteAieChar"/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F245A1">
        <w:rPr>
          <w:rStyle w:val="libFootnoteAieChar"/>
          <w:rFonts w:hint="cs"/>
          <w:rtl/>
        </w:rPr>
        <w:t xml:space="preserve"> سورة الأحزاب / 23 </w:t>
      </w:r>
      <w:r w:rsidRPr="00891061">
        <w:rPr>
          <w:rStyle w:val="libAlaemChar"/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F245A1" w:rsidRDefault="00477F4F" w:rsidP="00F245A1">
      <w:pPr>
        <w:pStyle w:val="libFootnote"/>
        <w:rPr>
          <w:rtl/>
        </w:rPr>
      </w:pPr>
      <w:r w:rsidRPr="00F245A1">
        <w:rPr>
          <w:rStyle w:val="libFootnoteBoldChar"/>
          <w:rFonts w:hint="cs"/>
          <w:rtl/>
        </w:rPr>
        <w:t>اللهمّ</w:t>
      </w:r>
      <w:r w:rsidR="00891061">
        <w:rPr>
          <w:rStyle w:val="libFootnoteBoldChar"/>
          <w:rFonts w:hint="cs"/>
          <w:rtl/>
        </w:rPr>
        <w:t>،</w:t>
      </w:r>
      <w:r w:rsidRPr="00F245A1">
        <w:rPr>
          <w:rStyle w:val="libFootnoteBoldChar"/>
          <w:rFonts w:hint="cs"/>
          <w:rtl/>
        </w:rPr>
        <w:t xml:space="preserve"> اجعل لنا ولهم الجنّة نزل</w:t>
      </w:r>
      <w:r w:rsidR="00891061">
        <w:rPr>
          <w:rStyle w:val="libFootnoteBoldChar"/>
          <w:rFonts w:hint="cs"/>
          <w:rtl/>
        </w:rPr>
        <w:t>،</w:t>
      </w:r>
      <w:r w:rsidRPr="00F245A1">
        <w:rPr>
          <w:rStyle w:val="libFootnoteBoldChar"/>
          <w:rFonts w:hint="cs"/>
          <w:rtl/>
        </w:rPr>
        <w:t xml:space="preserve"> واجمع بيننا وبينهم في مستقرّ رحمتك ورغائب مذخور ثوابك </w:t>
      </w:r>
      <w:r w:rsidR="00891061">
        <w:rPr>
          <w:rStyle w:val="libFootnoteBoldChar"/>
          <w:rFonts w:hint="cs"/>
          <w:rtl/>
        </w:rPr>
        <w:t>»</w:t>
      </w:r>
      <w:r w:rsidRPr="00F245A1">
        <w:rPr>
          <w:rFonts w:hint="cs"/>
          <w:rtl/>
        </w:rPr>
        <w:t xml:space="preserve"> 5 / 405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(6) ذكره المفيد / 203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باسم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و عبد الرحمن شدّاد الأرحبي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والسّبط / 194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بن عبد الرحمن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مع مسلم إلى العراق 5 / 354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(7) ذكره الخوارزمي /195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عامر بن عبيد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المفيد / 203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والسّبط / 244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عمارة بن عبد الله السّلولي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كان مع مسلم إلى العراق 5 / 354 وفي بيت هانئ 5 / 363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لمْ يُعلم أثره بعدُ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نحواً من [ مئة ] وخمسين صحيفة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من الرجل والاثنين والأربعة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ثمّ لبثنا يومين آخرين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سرّحنا إليه هانئ بن هانئ السّبيعي وسعيد بن عبد الله الحنفي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وكتبنا معهما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بسم الله الرحمن الرحيم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للحسين بن علي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 شيعته من المؤمنين والمسلمين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فحيّ هلاّ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 النّاس ينتظرونك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رأي لهم في غيرك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فالعجل العجل! والسّلام عليك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وكتب شبث بن ربعي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النصّ في الطبري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نحواً من ثلاثة وخمسين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ولكن الشيخ المفيد ذكر العدد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203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مئة وخمسين وكذلك السّبط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244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هشام ومحمّد بن إسحاق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وكذلك الخوارزمي / 195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ابن الأعثم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فالظاهر أنّ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الثلاثة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في الطبري تصحيف لـ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المئة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(2) سيأتي أنّهما رجعا إلى أهل الكوفة بجواب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فأمّا هانئ فلمْ يُعلم أثره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وأمّا الحنفي فإنّه لحق بالإمام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فقُتل معه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ورواه المفيد / 203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والسّبط / 244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(4) اليربوعي التميمي 5 / 369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كان مؤذّن سجاح المضريّة مدّعية النبوّة 3 / 273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أسلم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ممّن أعان على عثمان ثمّ صحب عليّاً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فكان في صفّين معه على بني عمرو بن حنظلة في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صفّين / 205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وفي النّهروان على ميسرة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طبري 5 / 85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الرسول بين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ومعاوية مع جماعة صفّين / 97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شهد على حجر بن عدي بالخروج على زياد 5 / 269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حضر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على الرجّالة يوم عاشوراء 5 / 422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وكانوا يرون منه الكراهة لقتال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فإنّه لمّا قال له ابن سعد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ألاَ تقدم إلى الرماة تكون عليهم فترمى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 له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أتعمد إلى شيخ مضر وأهل المصر عامة تبعثه في الرماة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لمْ تجد مَن تندب لهذا ويجزي عنك غيري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يقول بعد ذلك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لا يعطي الله أهل هذا المصر خيراً أبداً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ولا يسدّدهم لرشد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ألاَ تعجبون أنّا قاتلنا مع علي بن أبي طالب ومع ابنه من بعد آل أبي سفيان خمس سنين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ثمّ عدونا على ابنه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خير أهل الأرض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نقاتله مع آل معاوية وابن سميّة الزانية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ضلال يا لك من ضلال 5 / 432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437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الذي لام أهل الكوفة لفرحهم بقتل ابن عوسجة 5 / 436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خاف ابن زياد من مواقفه هذه فبنى مسجداً إظهاراً للفرح بقتل الحسين 6 / 22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حارب المختار في ثلاثة الآف لابن المطيع عن ابن الزبير 6 / 23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وحجّار بن أبجر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ويزيد بن الحارث بن يزيد بن رويم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وعزرة بن قيس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العجلي 5 / 369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كان أبوه نصرانياً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له منزلة فيهم 5 / 145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ممّن شهد على حجر بن عدي لزياد 5 / 270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ورفع راية الأمان لابنه يوم خروج مسلم 5 / 369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وأنكر كتابه للامام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يوم عاشوراء 5 / 425 ثمّ حارب المختار 6 / 22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حارب عبد الله بن الحرّ لمصعب فانهزم أمامه فشتمه مصعب وردّه 6 / 136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ثمّ كان فيمن كتب إليهم عبد الملك بن مروان من أهل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فشرطوا عليه ولاية إصبهان فأنعم بها لهم كلّهم 6 / 156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كان قد خرج مع مصعب متظاهراً بقتال عبد الملك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دعاه مصعب للحرب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إلى هذه العذرة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6 / 158 وكان حيّاً إلى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71هـ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لمْ يُعلم أثره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(2) أبو حوشب الشيباني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أنكر كتابه يوم عاشوراء 5 / 425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قُتل يزيد وخلّف عبيد الله بن زياد على الكوفة عمرو بن حريث فدعا إلى بيعة ابن زياد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قام يزيد بن الحارث هذا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الحمد لله الذي أراحنا من ابن سميّة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لا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ولا كرامة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فأمر به عمرو بن حريث أنْ يسجن فحالت بنوبكر بن وائل دون ذلك 5 / 524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أصبح من أصحاب عبد الله بن يزيد الخطمي الآنصاري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والي الكوفة لابن الزبير قبل ابن مطيع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فكان يحثّه على قتال سليمان بن ُصرد وأصحابه قبل خروجهم 5 / 561 563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كان يحثّه على حبس المختار 5 /580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بعثه ابن مطيع إلى جبّانة مراد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لقتال المختار 6 / 18 وفي ألفين إلى سكّة لحّام جرير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فوقفوا في أفواه السكك 6 / 26 ووضع رامية على أفواه السكك فوق البيوت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فمنع المختار من دخول الكوفة 6 / 28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ثمّ ثار على المختار في إمارته ببني ربيعة 6 / 45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فانهزم بأصحابه 6 / 52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كان فيمن حارب الأزارقة الخوارج مع الحارث بن أبي ربيعة والي ابن الزبير على الكوفة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68هـ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124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فأمره مصعب على المدائن 6 / 134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ولي لعبد الملك بن مروان على الري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70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164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فقتله الخوارج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إبصار العين / 15.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وكان جدّه يزيد بن رويم الشيباني على ذهل الكوفة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بصفّين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صفّين / 205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الأحمسى كان من الشهود على حجر بن عدي 5 / 270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ولهذا كتب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ليكفّر ذلك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ولهذا استحيا أنْ يأتي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من قبل ابن سعد فيسأله ما الذي جاء به 5 / 410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ولهذا أيضاً أجابه زهير بن القين عشيّة التاسع من المحرّم يعرّض به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أما والله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ما كتبت إليه كتاباً قطّ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ولا أرسلت إليه رسولاً قطّ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ولا وعدته نصرتي قطّ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عزرة عثمانياً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 لزهير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ما كنت عندنا من شيعة أهل هذا البيت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إنّما كنت عثمانيّاً 5 / 417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وجعله عمر على الخيل يوم عاشوراء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يحرسهم باللّيل 5 / 422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فكان أصحاب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لا يحملون على خيله إلاّ ويكشفونه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فشكى ذلك إلى ابن سعد وطلب منه أنْ يعفيه من ذلك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ويبعث إليهم الرجّالة والرماة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ففعل 5 / 436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ثمّ كان فيمَن حمل رؤوس أصحاب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إلى ابن زياد 5 / 456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لمْ يُعلم أثره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وعمرو بن الحجّاج الزبيدي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ومحمّد بن عمر التميمي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اخضرّ الجنان وأينعت الثمار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وطمّت الجُمام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شئت فأقدم على جند لك مجنّد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والسّلام عليك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2685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كان فيمَن شهد على حجر بن عدي 5 /270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وكانت أخته روعة بنت الحجّاج تحت هانئ بن عروة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وهي اُمّ يحيى بن هانئ 5 / 364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قُتل هانئ أقبل في جمع عظيم من مذحج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أخبرهم شريح بحياة هانئ تفرّقوا 5 / 367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ثمّ حضر كربلاء فبعثه عمر بن سعد على خمسمئة فارس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فنزلوا على الشريعة وحالوا بين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وأصحابه وبين الماء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وذلك قبل القتل بثلاث 5 / 412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ولام ابن سعد على تريّثه عن إجابة الإمام إلى استمهال ليلة العاشر 5 / 417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كان على ميمنة عمر بن سعد يوم العاشر 5 / 422 من نحو الفرات فحمل بهم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وأصحابه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يحرّضهم على قتلهم 5 / 435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كان ممّن حمل رؤوسهم إلى الكوفة 5 / 456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كان مع ابن مطيع على المختار 6 / 28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في ألفي رجل من سكّة الثوريّين 6 / 29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في جبّانة مراد بمن تبعه من مذحج 6 / 45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غلب المختار ركب راحلة فأخذ طريق شراف وواقصة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فلمْ يُرَ بعد ذلك 6 / 52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ابن عطارد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كان ممّن شهد على حجر بن عدي 5 / 270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على مضر في محاربة المختار 6 / 47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بايع المختار فبعثه والياً على آذربايجان 6 / 34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مع الحارث بن أبي ربيعة والي الكوفة لابن الزبير في قتال إلاّزارقة الخوارج 6 / 124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ممّن كاتبه عبد الملك بن مروان من مروانيّة الكوفة 6 / 156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ولاه همدان 6 / 164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رجع إلى الكوفة فكان بها في ولاية الحجّاج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75هـ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204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لمْ يُعلم أثره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وكان أبوه عمير بن عطارد على تميم الكوفة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بصفّين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صفّين / 205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هو ممّن سعى في دم عمرو بن الحمق الخزاعي عند زياد حتّى لامه على ذلك عمرو بن حريث وزياد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انظر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الطبري 5 / 236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الجمام جمع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جمّة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وهي مجتمع الماء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وطمّت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علت المياه وغمرت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وانظر أهل الدنيا كيف يحسبون أنّ الدنيا من دواعي إقبال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إليهم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يا لقصر العقول</w:t>
      </w:r>
      <w:r w:rsidR="00891061">
        <w:rPr>
          <w:rFonts w:hint="cs"/>
          <w:rtl/>
        </w:rPr>
        <w:t>!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ورواه المفيد / 203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والسّبط / 244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67" w:name="_Toc372370927"/>
      <w:bookmarkStart w:id="68" w:name="28"/>
      <w:r>
        <w:rPr>
          <w:rFonts w:hint="cs"/>
          <w:rtl/>
        </w:rPr>
        <w:lastRenderedPageBreak/>
        <w:t xml:space="preserve">[ جواب الإمام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67"/>
      <w:r>
        <w:rPr>
          <w:rFonts w:hint="cs"/>
          <w:rtl/>
        </w:rPr>
        <w:t xml:space="preserve"> </w:t>
      </w:r>
      <w:bookmarkEnd w:id="6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وتلاقت الرسل كلّها عنده فقرأ الكتب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وسأل الرسل عن أمر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كتب مع هانئ بن هانئ السّبيعي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وسعيد بن عبد الله الحنفي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وكانا آخر الرسل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891061" w:rsidP="00477F4F">
      <w:pPr>
        <w:pStyle w:val="libNormal"/>
        <w:rPr>
          <w:rtl/>
        </w:rPr>
      </w:pPr>
      <w:r>
        <w:rPr>
          <w:rStyle w:val="libBold2Char"/>
          <w:rFonts w:hint="cs"/>
          <w:rtl/>
        </w:rPr>
        <w:t>«</w:t>
      </w:r>
      <w:r w:rsidR="00477F4F" w:rsidRPr="007745E6">
        <w:rPr>
          <w:rStyle w:val="libBold2Char"/>
          <w:rFonts w:hint="cs"/>
          <w:rtl/>
        </w:rPr>
        <w:t xml:space="preserve"> بسم الله الرحمن الرحيم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من الحسين بن علي إلى الملأ من المؤمنين والمسلمين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أمّا بعد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فإنّ هانئاً وسعيداً قدما عليّ بكتبكم</w:t>
      </w:r>
      <w:r w:rsidR="007745E6" w:rsidRPr="007745E6">
        <w:rPr>
          <w:rStyle w:val="libBold2Char"/>
          <w:rFonts w:hint="cs"/>
          <w:rtl/>
        </w:rPr>
        <w:t xml:space="preserve"> - </w:t>
      </w:r>
      <w:r w:rsidR="00477F4F" w:rsidRPr="007745E6">
        <w:rPr>
          <w:rStyle w:val="libBold2Char"/>
          <w:rFonts w:hint="cs"/>
          <w:rtl/>
        </w:rPr>
        <w:t>وكانا آخر من قدم عليّ من رسلكم</w:t>
      </w:r>
      <w:r w:rsidR="007745E6" w:rsidRPr="007745E6">
        <w:rPr>
          <w:rStyle w:val="libBold2Char"/>
          <w:rFonts w:hint="cs"/>
          <w:rtl/>
        </w:rPr>
        <w:t xml:space="preserve"> -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وقد فهمت كلّ الذي اقتصصتم وذكرتم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ومقالة جلّكم إنّه ليس علينا إمام فأقبل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لعلّ الله أن يجمعنا بك على الهدى والحقّ</w:t>
      </w:r>
      <w:r>
        <w:rPr>
          <w:rStyle w:val="libBold2Char"/>
          <w:rFonts w:hint="cs"/>
          <w:rtl/>
        </w:rPr>
        <w:t>.</w:t>
      </w:r>
      <w:r w:rsidR="00477F4F"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وقد بعثت إليكم أخي وابن عمّي وثقتي من أهل بيتي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مسلم بن عقيل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وأمرته أنْ يكتب إليّ بحالكم وأمركم ورأيكم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كتب إليّ أنّه قد أجمع رأي ملئكم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وذوي الفضل والحجى منكم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على مثل ما قدمتْ عليّ به رسلكم وقرأت في كتبكم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أقدم عليكم وشيكاً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إنْ شاء الله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فلعمري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ما الإمام إلاّ العامل بالكتاب والأخذ بالقسط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والدائن بالحقّ والحابس نفسه على ذات الله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والسّلام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F245A1" w:rsidRDefault="00477F4F" w:rsidP="00F245A1">
      <w:pPr>
        <w:pStyle w:val="Heading2"/>
        <w:rPr>
          <w:rtl/>
        </w:rPr>
      </w:pPr>
      <w:bookmarkStart w:id="69" w:name="_Toc372370928"/>
      <w:r w:rsidRPr="00F245A1">
        <w:rPr>
          <w:rFonts w:hint="cs"/>
          <w:rtl/>
        </w:rPr>
        <w:t xml:space="preserve">[ سفر مسلم </w:t>
      </w:r>
      <w:r w:rsidR="0035755E" w:rsidRPr="00CA2C7E">
        <w:rPr>
          <w:rStyle w:val="libAlaemHeading2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]</w:t>
      </w:r>
      <w:bookmarkEnd w:id="69"/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دعا مسلم بن عقيل فسرّحه مع قيس بن مسهر الصيداوي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وعمارة بن عبيد السّلولي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وعبد الرحمن عبد الله بن الكدن الأرحبي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فأمره بتقوى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5 / 353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فحدّثني الحجّاج بن علي عن محمّد بن بشر الهمداني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="00CA2C7E">
        <w:rPr>
          <w:rFonts w:hint="cs"/>
          <w:rtl/>
        </w:rPr>
        <w:t xml:space="preserve"> ...</w:t>
      </w:r>
      <w:r w:rsidRPr="00F245A1">
        <w:rPr>
          <w:rFonts w:hint="cs"/>
          <w:rtl/>
        </w:rPr>
        <w:t xml:space="preserve"> ورواه المفيد / 204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والسّبط / 196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04730E" w:rsidP="0088444F">
      <w:pPr>
        <w:pStyle w:val="libFootnote"/>
        <w:rPr>
          <w:rtl/>
        </w:rPr>
      </w:pPr>
      <w:r>
        <w:rPr>
          <w:rFonts w:hint="cs"/>
          <w:rtl/>
        </w:rPr>
        <w:t>(</w:t>
      </w:r>
      <w:r w:rsidR="00477F4F" w:rsidRPr="00F245A1">
        <w:rPr>
          <w:rFonts w:hint="cs"/>
          <w:rtl/>
        </w:rPr>
        <w:t>2</w:t>
      </w:r>
      <w:r w:rsidR="00891061"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3</w:t>
      </w:r>
      <w:r w:rsidR="00891061"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4) هم الذين حملوا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477F4F" w:rsidRPr="00F245A1">
        <w:rPr>
          <w:rFonts w:hint="cs"/>
          <w:rtl/>
        </w:rPr>
        <w:t xml:space="preserve"> الصحائف المئة والخمسين من أهل الكوفة</w:t>
      </w:r>
      <w:r w:rsidR="00891061"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وقد ترجمنا لهم. وعمارة بن عبيد، ذكره المفيد والسّبط</w:t>
      </w:r>
      <w:r w:rsidR="00891061">
        <w:rPr>
          <w:rFonts w:hint="cs"/>
          <w:rtl/>
        </w:rPr>
        <w:t>:</w:t>
      </w:r>
      <w:r w:rsidR="00477F4F" w:rsidRPr="00F245A1">
        <w:rPr>
          <w:rFonts w:hint="cs"/>
          <w:rtl/>
        </w:rPr>
        <w:t xml:space="preserve"> ابن عبد الله</w:t>
      </w:r>
      <w:r w:rsidR="00891061">
        <w:rPr>
          <w:rFonts w:hint="cs"/>
          <w:rtl/>
        </w:rPr>
        <w:t>.</w:t>
      </w:r>
      <w:r w:rsidR="00477F4F"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وعبد الرحمن بن عبد الله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ذكره المفيد هكذا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عبد الله وعبد الرحمن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ابنا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راشد الأرحبي / 204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وكتمان أمره واللطف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رأى النّاس مجتمعين مستوسقين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عجّل إليه بذلك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فأقبل مسلم حتّى أتى المدينة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فصلّى في مسجد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 وسلّم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وودّع مَن أحبّ من أهله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استأجر دليلين من قيس فأقبلا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فضّلا الطريق وجارا وأصابهم عطش شديد، وقال الدليلان: هذا الطريق [ خذه ] حتّى تنتهي إلى الماء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وذلك بالمضيق من بطن الخبيت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F245A1" w:rsidRDefault="00477F4F" w:rsidP="00F245A1">
      <w:pPr>
        <w:pStyle w:val="Heading2"/>
        <w:rPr>
          <w:rtl/>
        </w:rPr>
      </w:pPr>
      <w:bookmarkStart w:id="70" w:name="_Toc372370929"/>
      <w:r w:rsidRPr="00F245A1">
        <w:rPr>
          <w:rFonts w:hint="cs"/>
          <w:rtl/>
        </w:rPr>
        <w:t xml:space="preserve">[ كتاب مسلم إلى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من الطريق ]</w:t>
      </w:r>
      <w:bookmarkEnd w:id="70"/>
      <w:r w:rsidRPr="00F245A1"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فكتب مسلم بن عقيل مع قيس بن مسهر الصيداوي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فأنّي أقبلت من المدينة معي دليلان 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فجارا عن الطريق وضلاّ واشتدّ علينا العطش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يلبثا أنْ ماتا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وأقبلنا حتّى انتهينا إلى الماء فلمْ ننجِ إلاّ بحشاشة أنفسنا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وذلك الماء بمكان يُدعى المضيق من بطن الخبيت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وقد تطيّرت من وجهي هذا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رأيت أعفيتني منه وبعثت غيري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والسّلام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F245A1" w:rsidRDefault="00477F4F" w:rsidP="00F245A1">
      <w:pPr>
        <w:pStyle w:val="Heading2"/>
        <w:rPr>
          <w:rtl/>
        </w:rPr>
      </w:pPr>
      <w:bookmarkStart w:id="71" w:name="_Toc372370930"/>
      <w:r w:rsidRPr="00F245A1">
        <w:rPr>
          <w:rFonts w:hint="cs"/>
          <w:rtl/>
        </w:rPr>
        <w:t xml:space="preserve">[ جواب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إليه ]</w:t>
      </w:r>
      <w:bookmarkEnd w:id="71"/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فكتب إليه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891061" w:rsidP="00477F4F">
      <w:pPr>
        <w:pStyle w:val="libNormal"/>
        <w:rPr>
          <w:rtl/>
        </w:rPr>
      </w:pPr>
      <w:r>
        <w:rPr>
          <w:rStyle w:val="libBold2Char"/>
          <w:rFonts w:hint="cs"/>
          <w:rtl/>
        </w:rPr>
        <w:t>«</w:t>
      </w:r>
      <w:r w:rsidR="00477F4F" w:rsidRPr="007745E6">
        <w:rPr>
          <w:rStyle w:val="libBold2Char"/>
          <w:rFonts w:hint="cs"/>
          <w:rtl/>
        </w:rPr>
        <w:t xml:space="preserve"> أمّا بعد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فقد خشيت أنْ لا يكون حملك على الكتاب إليّ في الاستعفاء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5 / 354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بعد رواية عن أبي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المخارق الراسبي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أصل خبت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واقع حوالي المدينة إلى جهة مكّة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فكأنّ الدليلين ضلا حتّى ملا إلى مكّة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إبصار العين / 16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ورواه المفيد / 204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والخوارزمي / 197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بلفظ قريب إلاّ يسيراً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ورواه الطبري أيضاً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معاوية بن عمار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5 / 347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من الوجه الذي وجّهتك له إلاّ الجبن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فامض لوجهك الذي وجّهتك له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والسّلام عليك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لمن قرأ الكتاب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ما لست أتخوّفه على نفسي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فأقبل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حتّى مرّ بماء لطيّئ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فنزل بهم ثمّ ارتحل 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فاذا رجل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قد رمى صيداً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حيث أشرف 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فصرعه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يقتل عدوّنا إن شاء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5D2685" w:rsidRDefault="00477F4F" w:rsidP="00F245A1">
      <w:pPr>
        <w:pStyle w:val="Heading2"/>
        <w:rPr>
          <w:rtl/>
        </w:rPr>
      </w:pPr>
      <w:bookmarkStart w:id="72" w:name="_Toc372370931"/>
      <w:bookmarkStart w:id="73" w:name="29"/>
      <w:r>
        <w:rPr>
          <w:rFonts w:hint="cs"/>
          <w:rtl/>
        </w:rPr>
        <w:lastRenderedPageBreak/>
        <w:t xml:space="preserve">[ دخول مسلم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الكوفة ]</w:t>
      </w:r>
      <w:bookmarkEnd w:id="72"/>
      <w:r>
        <w:rPr>
          <w:rFonts w:hint="cs"/>
          <w:rtl/>
        </w:rPr>
        <w:t xml:space="preserve"> </w:t>
      </w:r>
      <w:bookmarkEnd w:id="7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أقبل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دخل الكوفة [ ومعه أصحابه الثلاثة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قيس بن مصهر الصيداوي وعمارة بن عبيد السّلولي وعبد الرحمن بن عبد الله بن الكدن الأرحبي ]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فدخل دار المختار بن أبي عبيد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5 / 355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وذلك لخمس خلون من شوّال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مروج الذهب 2 / 86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الثقفي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وُلد في السّنة الأوّلى للهجرة 2 / 402 واستخلفه على المدائن عمّه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سعد بن مسعود الثقفي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37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76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بها عند عمّه إلى بعد عام الجماعة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40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159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5D2685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وأشار الطبري إلى ما أشار به المختار على عمّه بتسليم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إلى معاوية 5 / 569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وفي ولاية زياد على الكوفة دعاه إلى الشهادة على حجر بن عدي فراغ عنها 5 /270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صاحب راية يوم خروج مسلم 5 / 381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كان قد خرج برايته ومواليه إذ علم بحبس هانئ وقبل خروج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على غير ميعاد من أصحابه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فاستسلم لدعوة عمرو بن حريث المخزومي إياه إلى الدخول تحت راية إلاّمان لابن زياد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وأدخل عليه فعرض وجهه بقضيبه فخبط عينه فشتره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وحبس حتّى قُتل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وكانت أخته صفيّة زوجة عبد الله بن عمر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فبعث بابن عمّه زائدة بن قدامة الثقفي إلى ابن عمر يسأله ليكتب إلى يزيد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فيكتب إلى ابن زياد باخراجه من السّجن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ففعل وأخرجه ابن زياد من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فخرج إلى الحجاز فبايع ابن الزبير وقاتل معه أهل الشام قتإلاّ شديد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وبعد موت يزيد بخمسة أشهر ترك ابن الزبير وأقبل إلى الكوفة 5 / 570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578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فدخلها وسليمان بن ُصرد الخزاعي يدعو الشيعة إلى التوبة والطلب بدم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فادّعى المختار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أنّه جاءهم من قِبل محمّد بن الحنفية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وأنّ سليمان لاعلم له بالحرب يقتل نفسه وأصحابه 5 / 560 و 580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فلمّا خرج التوّابون حبسه ابن مطيع عامل ابن الزبير 5 / 605 فبعث المختار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غلامه زربياً إلى ابن عمر يسأله أنْ يكتب له إلى عامل ابن الزبير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ليخرجه فكتب فاخرجه بضمان ويمين 6 / 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فخرج وغلب على الأمر وقاتل ابن زياد فقتله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وقتل قتلة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حتّى قتله مصعب بن الزبير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67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107 وأمر مصعب بكفّ المختار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فسمّرت بمسمار إلى جانب المسجد حتّى نزعها الحجّاج الثقفي 6 / 110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وقتل مصعب زوجته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عمرة بنت النّعمان بن بشير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وأطلق زوجته الآخرى اُمّ ثابت بنت سمرة بن جندب 6 / 112 وفي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71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حارب مصعب عبد الملك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زائدة بن قدامة الثقفي حاضراً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فقتل مصعباً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يا لثارات المختار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6 / 159 وكانت دار المختار لزيقة المسجد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بجانبه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 xml:space="preserve">فابتاعها عيسى بن موسى العبّاسي من ورثة المختار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159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8 /122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ويبدو أنْ علّة اتّخاذ داره مقرأ لمسلم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كونه صهر النّعمان بن بشير أمير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وكفى بهذا [ ستراً ] هذا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ولا سيّما إذا أصفنا إلى ذلك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خبر الطبري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كانت الشيعة تشتم المختار وتعتبه لمَا كان منه في أمر الحسن بن علي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يوم طُعن في مظلم ساباط فحمل إلى أبيض المدائن 5 / 569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وأقبلت الشيعة تختلف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اجتمعت إليه جماعة منهم قرأ عليهم كتاب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فأخذوا يبكون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قام عابس بن أبي شبيب الشاكري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فإنّي لا أخبرك عن النّاس ولا أعلم ما في أنفسهم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أغرّك منهم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لأحدّثنك عمّا أنا موطّن نفسي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لأجيبنّكم إذا دعوتم ولا قاتلنّ معكم عدوّكم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ضربنّ بسيفي دونكم حتّى ألقى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أريد بذلك إلاّ ما عند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 حبيب بن مُظاهر الفقعسي [ الأسدي ]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رحمك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قضيت ما في نفسك بواجز من قولك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وأنا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الذي لا إله إلاّ هو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على ما هذا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قال الحنفي 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مثل 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واختلفت الشيعة إليه حتّى علم مكانه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فبلغ ذلك النّعمان بن بشير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(1) وبعد هذا ذهب بكتاب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5 / 375 ثمّ كان معه حتّى قُتل 5 / 444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من همدان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هو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سعيد بن عبد الله الحنفي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رسول أهل الكوفة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قد رجع إلى الكوفة بجواب الإمام إليهم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5 / 355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أبو محنف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نمير بن وعلة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الودّاك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خرج إلينا النّعمان بن بشير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فصعد المنبر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[ فخرج ] فصعد المنبر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فاتّقوا الله عباد الله ولا تسارعوا إلى الفتنة والفرقة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فيهما يهلك الرجال وتسفك الدماء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وتغصب الأموال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إنّي لمْ أقاتل مَن لمْ يُقاتلني ولا أثب على مَن لا يثب عليّ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أشاتمكم ولا أتحرّش بكم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آخذ بالقذف ولا الظنّة ولا التهمة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ولكنّكم إنْ أبديتم صفحتكم لي ونكثتم بيعتكم وخالفتم إمامكم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الذي لا إله غيره لأضربنّكم بسيفي ما ثبت قائمة في يدي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لمْ يكن لي منكم ناصراً أمَا إنّي أرجو أنْ يكون مَن يعرف الحقّ منكم أكثر ممّن يرديه الباطل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 إليه عبد الله بن مسلم بن سعيد الحضرمي</w:t>
      </w:r>
      <w:r w:rsidRPr="007745E6">
        <w:rPr>
          <w:rStyle w:val="libFootnotenumChar"/>
          <w:rFonts w:hint="cs"/>
          <w:rtl/>
        </w:rPr>
        <w:t>(1)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حليف بني اُميّة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إنّه لا يصلح ما ترى إلاّ الغشم [ 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الظلم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هذا الذي أنت عليه فيما بينك وبين عدوّك رأي المستضعفين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[ النّعمان بن بشير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أنْ أكون من المستضعفين في طاعة الله أحبّ إليّ من أنْ أكون من الأعزّين في معصية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نزل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وخرج عبد الله بن مسلم وكتب إلى يزيد بن معاوية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مسلم بن عقيل قد قدم الكوفة فبايعته الشيعة للحسين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كان لك بالكوفة حجّة فابعث إليها رجلاً قويّاً ينفّذ أمرك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ويعمل مثل عملك في عدوّك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 النّعمان بن بشير رجل ضعيف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هو يتضعّف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كتب إليه عمارة بن عقبة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بنحو من كتابه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F245A1">
      <w:pPr>
        <w:pStyle w:val="libFootnote"/>
        <w:rPr>
          <w:rtl/>
        </w:rPr>
      </w:pPr>
      <w:r w:rsidRPr="00F245A1">
        <w:rPr>
          <w:rFonts w:hint="cs"/>
          <w:rtl/>
        </w:rPr>
        <w:t>(1)</w:t>
      </w:r>
      <w:r>
        <w:rPr>
          <w:rFonts w:hint="cs"/>
          <w:rtl/>
        </w:rPr>
        <w:t xml:space="preserve"> جاء اسمه في الشهود على حجر بن عدي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بن مسلم بن شعبة الحضرمي 5 / 269. </w:t>
      </w:r>
    </w:p>
    <w:p w:rsidR="005D2685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(2)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أخو الوليد بن عقبة بن أبي معيط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خرج هو وأخوه الوليد من مكّة إلى المدينة يسألان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أنْ يردّ عليهما أختمها اُمّ كلثوم المهاجرة بعهد الحديبيّة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فأبى 2 / 640.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وكان منزله مع أخيه برحبة الكوفة 4 / 274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وكانت ابنته اُمّ أيّوب تحت المغيرة بن شعبة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مات تزوّجها زياد بن أبيه 5 / 18 وهو الذي سعى عند زياد على عمر بن الحمق 5 / 236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جئ بأبيه عقبة بن أبي معيط إلى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كافراً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 به أنْ يُضرب عنقه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محمّد َمَن للصبيّة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F245A1">
        <w:rPr>
          <w:rStyle w:val="libFootnoteBoldChar"/>
          <w:rFonts w:hint="cs"/>
          <w:rtl/>
        </w:rPr>
        <w:t xml:space="preserve"> النّار </w:t>
      </w:r>
      <w:r w:rsidR="00891061">
        <w:rPr>
          <w:rStyle w:val="libFootnoteBoldChar"/>
          <w:rFonts w:hint="cs"/>
          <w:rtl/>
        </w:rPr>
        <w:t>»</w:t>
      </w:r>
      <w:r>
        <w:rPr>
          <w:rFonts w:hint="cs"/>
          <w:rtl/>
        </w:rPr>
        <w:t xml:space="preserve"> 5 / 349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حاضراً في القصر يوم مقتل مسلم 5 / 376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الذي سعى بالمختار إلى ابن زياد يوم خروج مسلم 5 / 570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تُخفى أخباره بعد هذا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ثمّ كتب إليه عمر بن سعد بن أبي وقاص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بمثل ذلك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DA62B2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اُمّه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بشرى بنت قيس بن أبي الكيسم من سبي المرتدّين بعد رسول الله 3 / 341 فيكون من مواليد أوائل العشر الثاني من الهجرة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وله يوم كربلاء زهاء خمسين سنة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وفي سنة سبعة عشر أو تسعة عشر بعثه أبوه سعد مع عياض بن غنم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لفتح أرض الجزيرة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شمال العراق وسورية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يومئذٍ غلام حدث السنّ 4 / 53</w:t>
      </w:r>
      <w:r w:rsidR="00891061">
        <w:rPr>
          <w:rFonts w:hint="cs"/>
          <w:rtl/>
        </w:rPr>
        <w:t>.</w:t>
      </w:r>
      <w:r w:rsidR="00DA62B2">
        <w:rPr>
          <w:rFonts w:hint="cs"/>
          <w:rtl/>
        </w:rPr>
        <w:t xml:space="preserve"> </w:t>
      </w:r>
      <w:r w:rsidRPr="00F245A1">
        <w:rPr>
          <w:rFonts w:hint="cs"/>
          <w:rtl/>
        </w:rPr>
        <w:t xml:space="preserve">وفي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37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لمْ يدع عمر أباه حتّى أطمعه في حضور التحكيم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فأحضره في أذرخ في دومة الجندل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أبوه على ماء لبني سليم بالبادية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يا أبتِ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أشهدهم فإنّك صاحب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وأحد الشورى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فاحضر فإنّك أحقّ النّاس بالخلافة 5 / 356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وكره وصيّة مسلم بن عقيل إليه وأفشاه لابن زياد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 ابن زياد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إنّه لا يخونك الأمين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 قد يؤتمن الخائن 5 / 377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وأراد محمّد بن الكندي أنْ يؤمّره على الكوفة بعد قتل ابن زياد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فجاء رجال بني همدان متقلّدين السّيوف وجاءت نساؤهم يبكين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5 / 524 وبعث إليه المختار أبا عمرة فقتله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وجاءه برأسه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قتل ابنه حفص بن عمر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لو قُتلت ثلاثة أرباع قريش ما وفوا بأنملة من أنامل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وبعث برأسيهما إلى المدينة إلى محمّد بن الحنفيّة 6 / 2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61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DA62B2">
      <w:pPr>
        <w:pStyle w:val="libFootnote"/>
        <w:rPr>
          <w:rtl/>
        </w:rPr>
      </w:pPr>
      <w:r w:rsidRPr="0088444F">
        <w:rPr>
          <w:rFonts w:hint="cs"/>
          <w:rtl/>
        </w:rPr>
        <w:t>(2) قال هشام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 عوانة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فلمّا اجتمعت الكتب عند يزيد ليس بين كتبهم إلاّ يومان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دعا يزيد بن معاوية سرجون(</w:t>
      </w:r>
      <w:r w:rsidR="00DA62B2">
        <w:rPr>
          <w:rFonts w:hint="cs"/>
          <w:rtl/>
        </w:rPr>
        <w:t>*</w:t>
      </w:r>
      <w:r w:rsidRPr="0088444F">
        <w:rPr>
          <w:rFonts w:hint="cs"/>
          <w:rtl/>
        </w:rPr>
        <w:t>)</w:t>
      </w:r>
      <w:r w:rsidRPr="00F245A1">
        <w:rPr>
          <w:rFonts w:hint="cs"/>
          <w:rtl/>
        </w:rPr>
        <w:t xml:space="preserve"> مولى معاوية فقال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ما رأيك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فانّ حسيناً قد توجّه نحو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ومسلم بن عقيل بالكوفة يبايع للحسين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وقد بلغني عن النّعمان ضعف وقول سيّىء</w:t>
      </w:r>
      <w:r w:rsidR="00891061">
        <w:rPr>
          <w:rFonts w:hint="cs"/>
          <w:rtl/>
        </w:rPr>
        <w:t>..</w:t>
      </w:r>
      <w:r w:rsidRPr="00F245A1">
        <w:rPr>
          <w:rFonts w:hint="cs"/>
          <w:rtl/>
        </w:rPr>
        <w:t xml:space="preserve"> فما ترى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مَن استعمل على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يزيد عاتباً على عبيد الله بن زياد</w:t>
      </w:r>
      <w:r w:rsidR="00891061">
        <w:rPr>
          <w:rFonts w:hint="cs"/>
          <w:rtl/>
        </w:rPr>
        <w:t>؟</w:t>
      </w:r>
      <w:r w:rsidR="00DA62B2">
        <w:rPr>
          <w:rFonts w:hint="cs"/>
          <w:rtl/>
        </w:rPr>
        <w:t xml:space="preserve"> </w:t>
      </w:r>
      <w:r w:rsidRPr="00F245A1">
        <w:rPr>
          <w:rFonts w:hint="cs"/>
          <w:rtl/>
        </w:rPr>
        <w:t>فقال سرجون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أرأيت معاوية لو نشر لك أكنت آخذاً برأيه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فأخرج عهد عبيد الله على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 هذا رأي معاوية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ومات وقد أمر بهذا الكتاب فأخذ برأيه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ثمّ دعا مسلم بن عمرو الباهلى</w:t>
      </w:r>
      <w:r w:rsidRPr="0088444F">
        <w:rPr>
          <w:rFonts w:hint="cs"/>
          <w:rtl/>
        </w:rPr>
        <w:t>(</w:t>
      </w:r>
      <w:r w:rsidR="00DA62B2">
        <w:rPr>
          <w:rFonts w:hint="cs"/>
          <w:rtl/>
        </w:rPr>
        <w:t>**</w:t>
      </w:r>
      <w:r w:rsidRPr="0088444F">
        <w:rPr>
          <w:rFonts w:hint="cs"/>
          <w:rtl/>
        </w:rPr>
        <w:t>)</w:t>
      </w:r>
      <w:r w:rsidRPr="00F245A1">
        <w:rPr>
          <w:rFonts w:hint="cs"/>
          <w:rtl/>
        </w:rPr>
        <w:t xml:space="preserve"> فبعثه إلى عبيد الله بعهده إلى 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وكتب إليه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DA62B2">
        <w:rPr>
          <w:rFonts w:hint="cs"/>
          <w:rtl/>
        </w:rPr>
        <w:t>=</w:t>
      </w:r>
    </w:p>
    <w:p w:rsidR="00DA62B2" w:rsidRDefault="00DA62B2" w:rsidP="00DA62B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DA62B2" w:rsidRPr="0088444F" w:rsidRDefault="00DA62B2" w:rsidP="00DA62B2">
      <w:pPr>
        <w:pStyle w:val="libFootnote"/>
        <w:rPr>
          <w:rtl/>
        </w:rPr>
      </w:pPr>
      <w:r w:rsidRPr="0088444F">
        <w:rPr>
          <w:rFonts w:hint="cs"/>
          <w:rtl/>
        </w:rPr>
        <w:t>(</w:t>
      </w:r>
      <w:r>
        <w:rPr>
          <w:rFonts w:hint="cs"/>
          <w:rtl/>
        </w:rPr>
        <w:t>*</w:t>
      </w:r>
      <w:r w:rsidRPr="0088444F">
        <w:rPr>
          <w:rFonts w:hint="cs"/>
          <w:rtl/>
        </w:rPr>
        <w:t>) سرجون بن منصور الرومي</w:t>
      </w:r>
      <w:r>
        <w:rPr>
          <w:rFonts w:hint="cs"/>
          <w:rtl/>
        </w:rPr>
        <w:t>،</w:t>
      </w:r>
      <w:r w:rsidRPr="0088444F">
        <w:rPr>
          <w:rFonts w:hint="cs"/>
          <w:rtl/>
        </w:rPr>
        <w:t xml:space="preserve"> كان كاتب معاوية وصاحب أمره في الديوان</w:t>
      </w:r>
      <w:r>
        <w:rPr>
          <w:rFonts w:hint="cs"/>
          <w:rtl/>
        </w:rPr>
        <w:t>.</w:t>
      </w:r>
      <w:r w:rsidRPr="0088444F">
        <w:rPr>
          <w:rFonts w:hint="cs"/>
          <w:rtl/>
        </w:rPr>
        <w:t xml:space="preserve"> 5 / 230</w:t>
      </w:r>
      <w:r>
        <w:rPr>
          <w:rFonts w:hint="cs"/>
          <w:rtl/>
        </w:rPr>
        <w:t>،</w:t>
      </w:r>
      <w:r w:rsidRPr="0088444F">
        <w:rPr>
          <w:rFonts w:hint="cs"/>
          <w:rtl/>
        </w:rPr>
        <w:t xml:space="preserve"> 6 / 180</w:t>
      </w:r>
      <w:r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DA62B2" w:rsidRDefault="00DA62B2" w:rsidP="00DA62B2">
      <w:pPr>
        <w:pStyle w:val="libFootnote"/>
        <w:rPr>
          <w:rtl/>
        </w:rPr>
      </w:pPr>
      <w:r w:rsidRPr="0088444F">
        <w:rPr>
          <w:rFonts w:hint="cs"/>
          <w:rtl/>
        </w:rPr>
        <w:t>(</w:t>
      </w:r>
      <w:r>
        <w:rPr>
          <w:rFonts w:hint="cs"/>
          <w:rtl/>
        </w:rPr>
        <w:t>**</w:t>
      </w:r>
      <w:r w:rsidRPr="0088444F">
        <w:rPr>
          <w:rFonts w:hint="cs"/>
          <w:rtl/>
        </w:rPr>
        <w:t>)</w:t>
      </w:r>
      <w:r w:rsidRPr="00F245A1">
        <w:rPr>
          <w:rFonts w:hint="cs"/>
          <w:rtl/>
        </w:rPr>
        <w:t xml:space="preserve"> مسلم بن عمرو الباهلي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كان مع زياد بن أبيه في البصرة شريفاً في باهلة عريفاً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46 هـ</w:t>
      </w:r>
      <w:r>
        <w:rPr>
          <w:rFonts w:hint="cs"/>
          <w:rtl/>
        </w:rPr>
        <w:t>)</w:t>
      </w:r>
      <w:r w:rsidRPr="00F245A1">
        <w:rPr>
          <w:rFonts w:hint="cs"/>
          <w:rtl/>
        </w:rPr>
        <w:t xml:space="preserve"> عليها معه 5 / 228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سكن الشام فكان بصريّاً شاميّاً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ورجع من الشام إلى البصرة بكتاب يزيد إلى ابن زياد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معه إلى الكوفة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وتكلّم مع هانئ بن عروة إذ أدخل على ابن زياد ليسلّم إليه مسلم بن عقيل </w:t>
      </w:r>
      <w:r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5 / 366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وشتم مسلم بن عقيل حين انتهائه إلى باب القصر وطلبه ماء 5 / 376</w:t>
      </w:r>
      <w:r>
        <w:rPr>
          <w:rFonts w:hint="cs"/>
          <w:rtl/>
        </w:rPr>
        <w:t xml:space="preserve">. </w:t>
      </w:r>
      <w:r w:rsidRPr="00F245A1">
        <w:rPr>
          <w:rFonts w:hint="cs"/>
          <w:rtl/>
        </w:rPr>
        <w:t xml:space="preserve">ثمّ ازدلف إلى مصعب بن الزبير فبعثه لحرب ابن الحرّ الجُعفي فهزم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68 هـ</w:t>
      </w:r>
      <w:r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132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كلوزير لمصعب 6 / 136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وقُتل معه بدير الجاثليق في الحرب مع مروان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71 هـ</w:t>
      </w:r>
      <w:r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158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يحبّ المال حبّاً جمّاً 5/ 432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له سبعة بنون</w:t>
      </w:r>
      <w:r>
        <w:rPr>
          <w:rFonts w:hint="cs"/>
          <w:rtl/>
        </w:rPr>
        <w:t>:</w:t>
      </w:r>
      <w:r w:rsidRPr="00F245A1">
        <w:rPr>
          <w:rFonts w:hint="cs"/>
          <w:rtl/>
        </w:rPr>
        <w:t xml:space="preserve"> قتيبة وعبد الرحمن وعبد الله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وعبيد الله وصالح وبشار ومحمّد 6 / 516 وصاروا هؤلاء بعده إلى الحجّاج بن يوسف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فولّى قتيبة على خراسان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86 هـ</w:t>
      </w:r>
      <w:r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424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فغزا وفتح</w:t>
      </w:r>
      <w:r>
        <w:rPr>
          <w:rFonts w:hint="cs"/>
          <w:rtl/>
        </w:rPr>
        <w:t>:</w:t>
      </w:r>
      <w:r w:rsidRPr="00F245A1">
        <w:rPr>
          <w:rFonts w:hint="cs"/>
          <w:rtl/>
        </w:rPr>
        <w:t xml:space="preserve"> بيكند ونوشكث ورامثين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وبخارى وشومان وكشّ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ونسف وخام جرد وسمرقند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وشاش وفرغانة وكاشغر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وحدود الصين وصالح نيزك والسغد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وخوارزم شاه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وقُتل مع إخوته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96هـ</w:t>
      </w:r>
      <w:r>
        <w:rPr>
          <w:rFonts w:hint="cs"/>
          <w:rtl/>
        </w:rPr>
        <w:t>)،</w:t>
      </w:r>
      <w:r w:rsidRPr="00F245A1">
        <w:rPr>
          <w:rFonts w:hint="cs"/>
          <w:rtl/>
        </w:rPr>
        <w:t xml:space="preserve"> 6 / 429 - 506</w:t>
      </w:r>
      <w:r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DA62B2" w:rsidRPr="00DA62B2" w:rsidRDefault="00DA62B2" w:rsidP="00DA62B2">
      <w:pPr>
        <w:pStyle w:val="libNormal"/>
        <w:rPr>
          <w:rtl/>
        </w:rPr>
      </w:pPr>
      <w:r>
        <w:rPr>
          <w:rtl/>
        </w:rPr>
        <w:br w:type="page"/>
      </w:r>
    </w:p>
    <w:p w:rsidR="00DA62B2" w:rsidRDefault="00DA62B2" w:rsidP="00DA62B2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........................................................................</w:t>
      </w:r>
    </w:p>
    <w:p w:rsidR="00DA62B2" w:rsidRDefault="00DA62B2" w:rsidP="00DA62B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DA62B2" w:rsidP="00DA62B2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477F4F" w:rsidRPr="00F245A1"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فإنّه كُتب إليّ شيعتي من أهل الكوفة يخبرونني أنّ ابن عقيل بالكوفة يجمع الجموع لشقّ عصا المسلمين</w:t>
      </w:r>
      <w:r w:rsidR="00891061"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فسرْ حين تقرأ كتابي هذا حتّى تأتي أهل الكوفة فتطلب ابن عقيل كطلب الخرزة حتّى تثقفه</w:t>
      </w:r>
      <w:r w:rsidR="00891061"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فتوثقه أو تقتله أو تنفيه</w:t>
      </w:r>
      <w:r w:rsidR="00891061"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والسّلام</w:t>
      </w:r>
      <w:r w:rsidR="00891061">
        <w:rPr>
          <w:rFonts w:hint="cs"/>
          <w:rtl/>
        </w:rPr>
        <w:t>.</w:t>
      </w:r>
      <w:r w:rsidR="00477F4F" w:rsidRPr="00F245A1">
        <w:rPr>
          <w:rFonts w:hint="cs"/>
          <w:rtl/>
        </w:rPr>
        <w:t xml:space="preserve"> </w:t>
      </w:r>
    </w:p>
    <w:p w:rsidR="00477F4F" w:rsidRPr="00F245A1" w:rsidRDefault="00477F4F" w:rsidP="00DA62B2">
      <w:pPr>
        <w:pStyle w:val="libFootnote"/>
        <w:rPr>
          <w:rtl/>
        </w:rPr>
      </w:pPr>
      <w:r w:rsidRPr="00F245A1">
        <w:rPr>
          <w:rFonts w:hint="cs"/>
          <w:rtl/>
        </w:rPr>
        <w:t>فأقبل مسلم بن عمرو حتّى قدم على عبيد الله بالبصرة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فأمر عبيد الله بالجهاز والتهيّؤ والمسير إلى الكوفة من الغد 5 / 357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  <w:r w:rsidR="00DA62B2">
        <w:rPr>
          <w:rFonts w:hint="cs"/>
          <w:rtl/>
        </w:rPr>
        <w:t xml:space="preserve"> </w:t>
      </w:r>
      <w:r w:rsidRPr="00F245A1">
        <w:rPr>
          <w:rFonts w:hint="cs"/>
          <w:rtl/>
        </w:rPr>
        <w:t>وروى بسنده عن عمّار الدهني</w:t>
      </w:r>
      <w:r w:rsidRPr="0088444F">
        <w:rPr>
          <w:rFonts w:hint="cs"/>
          <w:rtl/>
        </w:rPr>
        <w:t>(</w:t>
      </w:r>
      <w:r w:rsidR="00DA62B2">
        <w:rPr>
          <w:rFonts w:hint="cs"/>
          <w:rtl/>
        </w:rPr>
        <w:t>*</w:t>
      </w:r>
      <w:r w:rsidRPr="0088444F">
        <w:rPr>
          <w:rFonts w:hint="cs"/>
          <w:rtl/>
        </w:rPr>
        <w:t>)</w:t>
      </w:r>
      <w:r w:rsidRPr="00F245A1">
        <w:rPr>
          <w:rFonts w:hint="cs"/>
          <w:rtl/>
        </w:rPr>
        <w:t xml:space="preserve"> عن أبي جعفر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Fonts w:hint="cs"/>
          <w:rtl/>
        </w:rPr>
        <w:t>«</w:t>
      </w:r>
      <w:r w:rsidRPr="00F245A1">
        <w:rPr>
          <w:rFonts w:hint="cs"/>
          <w:rtl/>
        </w:rPr>
        <w:t xml:space="preserve"> فدعا مولى له يقال له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سرجون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وكان يستشيره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فأخبره الخبر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أكنت قابلاً من معاوية لو كان حيّاً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فاقبل منّي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فإنّه ليس للكوفة إلاّ عبيد الله بن زياد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فولّها إيّاه وكان يزيد عليه ساخطاً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همّ بعزله عن البصرة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فكتب إليه برضائه وأنّه ولاّه الكوفة مع 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وكتب إليه أنْ يطلب مسلم بن عقيل فيقتله إنْ وجده </w:t>
      </w:r>
      <w:r w:rsidR="00891061">
        <w:rPr>
          <w:rFonts w:hint="cs"/>
          <w:rtl/>
        </w:rPr>
        <w:t>»</w:t>
      </w:r>
      <w:r w:rsidRPr="00F245A1">
        <w:rPr>
          <w:rFonts w:hint="cs"/>
          <w:rtl/>
        </w:rPr>
        <w:t xml:space="preserve"> 5 / 348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DA62B2" w:rsidRPr="00DA62B2" w:rsidRDefault="00DA62B2" w:rsidP="00DA62B2">
      <w:pPr>
        <w:pStyle w:val="libFootnote"/>
        <w:rPr>
          <w:rFonts w:hint="cs"/>
          <w:rtl/>
        </w:rPr>
      </w:pPr>
      <w:r w:rsidRPr="00DA62B2">
        <w:rPr>
          <w:rtl/>
        </w:rPr>
        <w:t xml:space="preserve">(*) </w:t>
      </w:r>
      <w:r w:rsidRPr="00DA62B2">
        <w:rPr>
          <w:rFonts w:hint="cs"/>
          <w:rtl/>
        </w:rPr>
        <w:t>عمّار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الدهني</w:t>
      </w:r>
      <w:r w:rsidRPr="00DA62B2">
        <w:rPr>
          <w:rtl/>
        </w:rPr>
        <w:t xml:space="preserve">: </w:t>
      </w:r>
      <w:r w:rsidRPr="00DA62B2">
        <w:rPr>
          <w:rFonts w:hint="cs"/>
          <w:rtl/>
        </w:rPr>
        <w:t>أبو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معاوية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بن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عمّار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من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أصحاب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الإمام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الصادق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والإمام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الكاظم</w:t>
      </w:r>
      <w:r w:rsidRPr="00DA62B2">
        <w:rPr>
          <w:rtl/>
        </w:rPr>
        <w:t xml:space="preserve"> </w:t>
      </w:r>
      <w:r w:rsidRPr="0035755E">
        <w:rPr>
          <w:rStyle w:val="libAlaemChar"/>
          <w:rFonts w:hint="cs"/>
          <w:rtl/>
        </w:rPr>
        <w:t>عليه</w:t>
      </w:r>
      <w:r>
        <w:rPr>
          <w:rStyle w:val="libAlaemChar"/>
          <w:rFonts w:hint="cs"/>
          <w:rtl/>
        </w:rPr>
        <w:t>ما</w:t>
      </w:r>
      <w:r w:rsidRPr="0035755E">
        <w:rPr>
          <w:rStyle w:val="libAlaemChar"/>
          <w:rFonts w:hint="cs"/>
          <w:rtl/>
        </w:rPr>
        <w:t>‌السلام</w:t>
      </w:r>
      <w:r w:rsidRPr="00DA62B2">
        <w:rPr>
          <w:rFonts w:hint="cs"/>
          <w:rtl/>
        </w:rPr>
        <w:t>،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وكان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أبوه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عمّار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ثقة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في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العامّة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وجهاً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يكنّى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أبا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معاوية،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وروى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أحياناً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عن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أبي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جعفر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الباقر</w:t>
      </w:r>
      <w:r w:rsidRPr="00DA62B2">
        <w:rPr>
          <w:rtl/>
        </w:rPr>
        <w:t xml:space="preserve"> </w:t>
      </w:r>
      <w:r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</w:t>
      </w:r>
      <w:r w:rsidRPr="00DA62B2">
        <w:rPr>
          <w:rtl/>
        </w:rPr>
        <w:t>(</w:t>
      </w:r>
      <w:r w:rsidRPr="00DA62B2">
        <w:rPr>
          <w:rFonts w:hint="cs"/>
          <w:rtl/>
        </w:rPr>
        <w:t>رجال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العلاّمة</w:t>
      </w:r>
      <w:r w:rsidRPr="00DA62B2">
        <w:rPr>
          <w:rtl/>
        </w:rPr>
        <w:t>: 166)</w:t>
      </w:r>
      <w:r w:rsidRPr="00DA62B2">
        <w:rPr>
          <w:rFonts w:hint="cs"/>
          <w:rtl/>
        </w:rPr>
        <w:t>،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ولعمّار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كتاب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كما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في</w:t>
      </w:r>
      <w:r w:rsidRPr="00DA62B2">
        <w:rPr>
          <w:rtl/>
        </w:rPr>
        <w:t xml:space="preserve"> (</w:t>
      </w:r>
      <w:r w:rsidRPr="00DA62B2">
        <w:rPr>
          <w:rFonts w:hint="cs"/>
          <w:rtl/>
        </w:rPr>
        <w:t>الفهرست</w:t>
      </w:r>
      <w:r w:rsidRPr="00DA62B2">
        <w:rPr>
          <w:rtl/>
        </w:rPr>
        <w:t xml:space="preserve">: 235 </w:t>
      </w:r>
      <w:r w:rsidRPr="00DA62B2">
        <w:rPr>
          <w:rFonts w:hint="cs"/>
          <w:rtl/>
        </w:rPr>
        <w:t>ط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اُوربا</w:t>
      </w:r>
      <w:r w:rsidRPr="00DA62B2">
        <w:rPr>
          <w:rtl/>
        </w:rPr>
        <w:t xml:space="preserve">) </w:t>
      </w:r>
      <w:r w:rsidRPr="00DA62B2">
        <w:rPr>
          <w:rFonts w:hint="cs"/>
          <w:rtl/>
        </w:rPr>
        <w:t>لابن</w:t>
      </w:r>
      <w:r w:rsidRPr="00DA62B2">
        <w:rPr>
          <w:rtl/>
        </w:rPr>
        <w:t xml:space="preserve"> </w:t>
      </w:r>
      <w:r w:rsidRPr="00DA62B2">
        <w:rPr>
          <w:rFonts w:hint="cs"/>
          <w:rtl/>
        </w:rPr>
        <w:t>النديم</w:t>
      </w:r>
      <w:r w:rsidRPr="00DA62B2">
        <w:rPr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Pr="00F245A1" w:rsidRDefault="00477F4F" w:rsidP="00F245A1">
      <w:pPr>
        <w:pStyle w:val="Heading2"/>
        <w:rPr>
          <w:rtl/>
        </w:rPr>
      </w:pPr>
      <w:bookmarkStart w:id="74" w:name="30"/>
      <w:bookmarkStart w:id="75" w:name="_Toc372370932"/>
      <w:r w:rsidRPr="00F245A1">
        <w:rPr>
          <w:rFonts w:hint="cs"/>
          <w:rtl/>
        </w:rPr>
        <w:lastRenderedPageBreak/>
        <w:t xml:space="preserve">[ كُتب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إلى أهل البصرة ]</w:t>
      </w:r>
      <w:bookmarkEnd w:id="74"/>
      <w:bookmarkEnd w:id="7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كتب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مولى لهم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سليمان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بنسخة [ واحدة ] إلى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DA62B2" w:rsidRPr="00F245A1" w:rsidRDefault="00DA62B2" w:rsidP="00DA62B2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اختلفوا في اسم رسول الحسين </w:t>
      </w:r>
      <w:r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هذا إلى البصرة بكتابه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فهو</w:t>
      </w:r>
      <w:r>
        <w:rPr>
          <w:rFonts w:hint="cs"/>
          <w:rtl/>
        </w:rPr>
        <w:t>:</w:t>
      </w:r>
      <w:r w:rsidRPr="00F245A1">
        <w:rPr>
          <w:rFonts w:hint="cs"/>
          <w:rtl/>
        </w:rPr>
        <w:t xml:space="preserve"> هنا سليمان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وكذلك في مقتل الخوارزمي عن ابن الأعثم 1 / 199 وفي اللهوف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إلاّ أنّه كنّاه</w:t>
      </w:r>
      <w:r>
        <w:rPr>
          <w:rFonts w:hint="cs"/>
          <w:rtl/>
        </w:rPr>
        <w:t>:</w:t>
      </w:r>
      <w:r w:rsidRPr="00F245A1">
        <w:rPr>
          <w:rFonts w:hint="cs"/>
          <w:rtl/>
        </w:rPr>
        <w:t xml:space="preserve"> بأبي رزين وهو اسم أبيه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واُمّه كبشة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جارية للحسين </w:t>
      </w:r>
      <w:r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كانت تخدم في بيت اُمّ إسحاق التيميّة من زوجات الحسين </w:t>
      </w:r>
      <w:r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فتزوّجها أبو رزين فولدها سليمان</w:t>
      </w:r>
      <w:r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DA62B2" w:rsidRPr="00F245A1" w:rsidRDefault="00DA62B2" w:rsidP="00DA62B2">
      <w:pPr>
        <w:pStyle w:val="libFootnote"/>
        <w:rPr>
          <w:rtl/>
        </w:rPr>
      </w:pPr>
      <w:r w:rsidRPr="00F245A1">
        <w:rPr>
          <w:rFonts w:hint="cs"/>
          <w:rtl/>
        </w:rPr>
        <w:t>وفي مثير الأحزان لابن نما / 12</w:t>
      </w:r>
      <w:r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أنّه أرسل الكتاب مع ذريع السّدوسي</w:t>
      </w:r>
      <w:r>
        <w:rPr>
          <w:rFonts w:hint="cs"/>
          <w:rtl/>
        </w:rPr>
        <w:t>.</w:t>
      </w:r>
      <w:r w:rsidRPr="00F245A1">
        <w:rPr>
          <w:rFonts w:hint="cs"/>
          <w:rtl/>
        </w:rPr>
        <w:t xml:space="preserve"> وذكر الاثنين معاً السيّد الأمين في لواعج الأشجان / 36</w:t>
      </w:r>
      <w:r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رؤوس الأخماس بالبصرة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 إلى الأشراف مالك بن مسمع البكري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والأخنف بن قيس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كانت البصرة قد قُسّمت خمسة أخماس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ولكلّ خمس منها رئيس من الأشراف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مالك بن مسمع البكري الجحدري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كان على بني بكر بن وائل في البصرة 4 / 505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آوى مروان بن الحكم يوم الهزيمة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وحفظ لهم بنو مروان ذلك بعد وانتفعوا به عندهم وشرّفوهم بذلك 4 / 536 وكان رأيه مائلاً إلى بني اُميّة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فلمْ ينصر زياداً على ابن الحضرمي الذي كان وجّهه معاوية إلى البصرة للدعاء إلى نفسه 5 / 110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الذي بايع ابن مرجانة بعد هلاك يزيد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نكث بيعته له فعدى مع جماعة على بيت المال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فنهبوه 5 / 505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اتّهم بعد هذا أنّه كان يحاول أنْ يردّ ابن زياد إلى دار الإمارة بالبصرة 5 / 512</w:t>
      </w:r>
      <w:r w:rsidR="00891061">
        <w:rPr>
          <w:rFonts w:hint="cs"/>
          <w:rtl/>
        </w:rPr>
        <w:t>.</w:t>
      </w:r>
    </w:p>
    <w:p w:rsidR="005D2685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وقد كان مالك بن مسمع مملكاً على بكر بن وائل من ربيعة اليمن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وهم اللهازم وهم بنو قيس بن ثعلبة وحلفاؤهم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غزة وشيع اللات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وحلفاؤها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عجل وآل ذهل بن ثعلبة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وحلفاؤها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يشكر وضيعة بن ربيعة بن نزار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فهؤلاء من أهل الوبر وحنيفة من أهل المدر 5 / 515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لمّا لحق الأزد بالبصرة في آخر خلافة معاوية وأوّل خلافة يزيد بن معاوية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أتاهم مالك بن مسمع فجدّد معهم الحلف 5 / 516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جدّد الحلف معهم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وعليهم مسعود بن عمرو المعنى فخرجوا على عبد الله بن الحارث بن نوفل بن عبد المطلب القرشي الهاشمي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ليردّوا ابن زياد إلى دار الإمارة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فهُزموا وأُحرق دار مالك بن مسمع 5 / 521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ودافع عن أصحاب المختار بالبصرة حمية من دون أنْ يكون على رأيهم 6 / 68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كان على خمس بكر بن وائل مع مصعب في حربه المختار 6 / 95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أجار خالد بن عبد الله بن خالد بن سيّد الذي قد وجّهه عبد الملك بن مروان داعياً له إلى 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وقاتل دونه حتّى أُصيبت عينه فضجر من الحرب فاستأمن عبيد الله بن عبيد الله بن معمر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خليفة مصعب فآمنه فأخرج خالداً من 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خاف من المصعب فلحق مع قومه بثأج 6 / 152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155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فهدم المصعب داره 6 / 155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تخفى أخباره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الأحنف صخر بن قيس أبو بحر السّعدي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روى عن العبّاس بن عبد المطلب 1 / 263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وأوفده عتبة بن غزوان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17 هـ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إلى عمر مع وفد أهل البصرة 4 / 74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وحارب فيمَن حارب من أهل البصرة أهل فارس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17 هـ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4 / 81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ودفع إليه عمر لواء خراسان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لفتحه نزولاً على رأيه 4 / 94 فطارد يزدجرد حتّى قُتل 4 / 171 وفتح هراة سنة (31 هـ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4 / 301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وصالح مرودود 4 / 310 وأهل بلخ 4 / 313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ممّن كتبت إليه عائشة من أهل البصرة 4 / 461</w:t>
      </w:r>
      <w:r w:rsidR="00891061">
        <w:rPr>
          <w:rFonts w:hint="cs"/>
          <w:rtl/>
        </w:rPr>
        <w:t>.</w:t>
      </w:r>
      <w:r w:rsidR="00CA2C7E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والمنذر بن الجارود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وخرج إلى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في فتنة 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فدعاه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إلى القعود بقومه من أهل البصرة عن قتاله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فدعاهم فأجابوه فاعتزل بهم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ظفر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دخل معه وهم عشرة الآف رجل 4 / 497 أو ستّة الآف 4 / 468 أو أربعة الآف 4 / 501 وبايعه من جديد في العشي 4 / 541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ثمّ قدم الكوفة على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وكتب إلى عشيرته بالبصرة أنْ يشخصوا إلى الكوفة ليصيروا إلى صفّين فقدموا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وقعة صفّين / 24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فكان على تميم وضبة والرباب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صفّين/ 117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كان يتخوّف من ذهاب العرب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صفّين / 387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ورشّح نفسه على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للتحكيم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وذكر لين أبي موسى فأبى الأشعث بن قيس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صفّين /501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 xml:space="preserve">وأبى على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محو اسمه من إمرة المؤمنين في صفّين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صفّين / 508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فلمّا جاء الأشعث يقرأ على النّاس قرار التحكيم ردّ عليه وتناوشه بسيفه رجل من بني تميم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فجاء أهل اليمن لينتقموا من بني تميم فمضى الأحنف إليه واعتذر منه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صفّين / 513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ونصح أبا موسى أنْ لا ينخدع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صفّين / 536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يدخله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في المشورة مع بني هاشم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ط 5 / 53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 xml:space="preserve">وخرج للخروج الثاني إلى صفّين ببني تميم في ألف وخمسمئة 5 / 78 ووفد على معاوية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50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فأجازه مئة ألف 5 / 242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وأوفده ابن زياد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59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إلى معاوية فأدخله عليه في آخر النّاس 5 / 317 وبايع عبيد الله بن زياد بعد يزيد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ليكون أميراً على البصرة 5 / 507 وتعهد له أنْ يأتيه بداعية ابن الزبير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رأى امتناعه امتنع وقعد عنه 5 / 508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ولمّا أراد الأزد ردّ ابن زياد إلى دار الإمارة بعد هروبه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اجتمع بنو تميم على الأحنف يشكون إليه رجوع ابن زياد إلى الحكم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ومقتل رجال من تميم على يد الأزد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فثار بهم على الأزد حتّى قتلوا مسعود بن عمرو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زعيم الأزد ومجير ابن زياد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ففرّ ابن زياد إلى الشام 5 / 519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بايع لابن الزبير 5 / 615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ثمّ حارب المختار مع مصعب بن الزبير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67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95 وهو الذي أشار على مصعب بقتل جمع من استسلم من أصحاب المختار 6 / 116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وكأنّه كان ميّتاً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71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157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(1) كان على جذعة وبكر من عبد القيس يوم الجمل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5 / 505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وكانت بحريّة بنته عند عبيد الله بن زياد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فلمّا هجا يزيد بن المفرّغ الحميري آل زياد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أجاره المنذر فلم يجره ابن زياد 5 / 318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ولاّه ابن زياد السّند من بلاد الهند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فمات بها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62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الإصابة 3 / 480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ومسعود بن عمرو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وقيس بن الهيثم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وعمرو بن عبد الله بن معمر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مسعود بن عمرو بن عدي الأزدي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قائد الأزد يوم البصرة 4 / 505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B17F70">
      <w:pPr>
        <w:pStyle w:val="libFootnote"/>
        <w:rPr>
          <w:rtl/>
        </w:rPr>
      </w:pPr>
      <w:r w:rsidRPr="00F245A1">
        <w:rPr>
          <w:rFonts w:hint="cs"/>
          <w:rtl/>
        </w:rPr>
        <w:t>وهو الذي أجار ابن مرجانة لمّا نابذه النّاس ومنع عنه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فمكث تسعين يوماً بعد موت يزيد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>، ثمّ خرج إلى الشام 5 / 525 وبعث مسعود مع ابن زياد مئة من الأزد عليهم قرّة بن عمرو بن قيس حتّى قدموا به الشام 5 / 522 واستخلف حين توجّه إلى الشام مسعود بن عمرو على 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فخرج في قومه حتّى انتهى إلى القصر فدخله 5 / 525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فجاءت عصابة من الخوارج حتّى دخلوا المسجد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ومسعود على المنبر يبايع من أتاه فرماه منهم مسلم من أهل فارس</w:t>
      </w:r>
      <w:r w:rsidR="00891061">
        <w:rPr>
          <w:rFonts w:hint="cs"/>
          <w:rtl/>
        </w:rPr>
        <w:t>.</w:t>
      </w:r>
      <w:r w:rsidR="00B17F70">
        <w:rPr>
          <w:rFonts w:hint="cs"/>
          <w:rtl/>
        </w:rPr>
        <w:t xml:space="preserve"> </w:t>
      </w:r>
      <w:r w:rsidRPr="00F245A1">
        <w:rPr>
          <w:rFonts w:hint="cs"/>
          <w:rtl/>
        </w:rPr>
        <w:t>دخل البصرة فأسلم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دخل في الخوارج 5 / 525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هؤلاء أربعمئة من الأساورة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الآشوريين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5 / 519 أو خمسمئة مع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ماه أفريدون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انتدبوا إلى بني تميم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 له سلمة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أين تريدون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قالوا إيّاكم أردنا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فتقدّموا</w:t>
      </w:r>
      <w:r w:rsidR="00891061">
        <w:rPr>
          <w:rFonts w:hint="cs"/>
          <w:rtl/>
        </w:rPr>
        <w:t>.</w:t>
      </w:r>
      <w:r w:rsidR="00B17F70">
        <w:rPr>
          <w:rFonts w:hint="cs"/>
          <w:rtl/>
        </w:rPr>
        <w:t xml:space="preserve"> </w:t>
      </w:r>
      <w:r w:rsidRPr="00F245A1">
        <w:rPr>
          <w:rFonts w:hint="cs"/>
          <w:rtl/>
        </w:rPr>
        <w:t>فكانوا أمامهم 5 / 518 فأصابوا قلبه فقتلوه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وخرجوا وخرجت الأزد إليهم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فقتلوا منهم وجرحوا حتّى طردوهم عن البصرة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وصدّق أناس من بني تميم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أنّهم هم الذين بعثوا إليهم فقدموا بهم البصرة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فازدلف الأزد إلى بني تميم فقُتل من الفريقين قتلى كثيرون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اصطلحوا على ديته بمئة ألف درهم عشر ديات 5 / 526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B17F70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القيس بن الهيثم السلمي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استخلفه عبد الله بن عامر على خراسان مع ابن عمّه عبد الله بن خازم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32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خرج منها عبد الله بن عامر جمع قارن أربعين ألفاً من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هراة وقهستان وطبس وبادغيس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فأخرج ابن خازم عهداً من ابن عامر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أنّه هو أمير خراسان إنْ كانت حرب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قد افتعله عمداً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فخلاّه والبلاد 4 /314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  <w:r w:rsidR="00B17F70">
        <w:rPr>
          <w:rFonts w:hint="cs"/>
          <w:rtl/>
        </w:rPr>
        <w:t xml:space="preserve"> </w:t>
      </w:r>
      <w:r w:rsidRPr="00F245A1">
        <w:rPr>
          <w:rFonts w:hint="cs"/>
          <w:rtl/>
        </w:rPr>
        <w:t>وأتى إلى البصرة فكانت الفتنة على عثمان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واستنصر عثمان بأهل البصرة من عبد الله بن عامر فاستنصرهم ابن عامر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فقام قيس بن الهيثم فخطب وحرّض النّاس على نصر عثمان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فسارع النّاس إلى ذلك وأتاهم قتل عثمان فرجعوا 5 / 369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  <w:r w:rsidR="00B17F70">
        <w:rPr>
          <w:rFonts w:hint="cs"/>
          <w:rtl/>
        </w:rPr>
        <w:t xml:space="preserve"> </w:t>
      </w:r>
      <w:r w:rsidRPr="00F245A1">
        <w:rPr>
          <w:rFonts w:hint="cs"/>
          <w:rtl/>
        </w:rPr>
        <w:t>وقد قِيل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إنّه ولي شرطة البصرة على عهد معاوية لعبد الله بن عامر أيضاً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41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170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بعثه والياً على خراسان سنتين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 / 172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فاستبطأه في الخراج فأراد عزله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فطلب إليه عبد الله بن خازم أنْ يولّيه إيّاها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فهمّ أنْ يكتب له فبلغ ذلك قيساً فترك خراسان وأقبل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فضربه ابن عامر 5 / 209 مئة وحلقه وحبسه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من أخواله فطلبت إليه أمّه فأخرجه 5 / 210 وبعث على خراسان رجلاً من بني يشكر 5 / 209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طفيل بن عوف اليشكري أو عبد الله بن أبي شيخ اليشكري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44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213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عطف على قيس بن الهيثم فاستخلفه على البصرة إذ أراد القدوم على معاوية 5 / 213 فأنكحه معاوية ابنته هنداً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عزله عن البصرة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44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214 ثمّ ولّى معاوية على البصرة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45 ه) زياد بن سميّة فبعث قيس بن الهيثم على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مرود الروذ والفارياب والطالقان 5 / 224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  <w:r w:rsidR="00B17F70">
        <w:rPr>
          <w:rFonts w:hint="cs"/>
          <w:rtl/>
        </w:rPr>
        <w:t>=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891061" w:rsidP="00477F4F">
      <w:pPr>
        <w:pStyle w:val="libNormal"/>
        <w:rPr>
          <w:rtl/>
        </w:rPr>
      </w:pPr>
      <w:r>
        <w:rPr>
          <w:rStyle w:val="libBold2Char"/>
          <w:rFonts w:hint="cs"/>
          <w:rtl/>
        </w:rPr>
        <w:lastRenderedPageBreak/>
        <w:t>«</w:t>
      </w:r>
      <w:r w:rsidR="00477F4F" w:rsidRPr="007745E6">
        <w:rPr>
          <w:rStyle w:val="libBold2Char"/>
          <w:rFonts w:hint="cs"/>
          <w:rtl/>
        </w:rPr>
        <w:t xml:space="preserve"> أمّا بعد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فإنّ الله اصطفى محمّداً </w:t>
      </w:r>
      <w:r w:rsidR="0004730E">
        <w:rPr>
          <w:rStyle w:val="libBold2Char"/>
          <w:rFonts w:hint="cs"/>
          <w:rtl/>
        </w:rPr>
        <w:t>(</w:t>
      </w:r>
      <w:r w:rsidR="00477F4F"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="00477F4F" w:rsidRPr="007745E6">
        <w:rPr>
          <w:rStyle w:val="libBold2Char"/>
          <w:rFonts w:hint="cs"/>
          <w:rtl/>
        </w:rPr>
        <w:t xml:space="preserve"> على خلقه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وأكرمه بنبوّته واختاره لرسالته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ثمّ قبضه الله إليه وقد نصح لعباده وبلّغ ما أرسل به </w:t>
      </w:r>
      <w:r w:rsidR="0004730E">
        <w:rPr>
          <w:rStyle w:val="libBold2Char"/>
          <w:rFonts w:hint="cs"/>
          <w:rtl/>
        </w:rPr>
        <w:t>(</w:t>
      </w:r>
      <w:r w:rsidR="00477F4F"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وكنّا أهله وأولياءه وأوصياءه وورثته وأحقّ النّاس بمقامه في النّاس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فاستأثر علينا قومنا بذلك فرضينا وكرهنا الفرقة وأحببنا العافية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ونحن نعلم أنّا أحقّ بذلك الحقّ المستحق علينا ممّن تولاّه</w:t>
      </w:r>
      <w:r w:rsidR="00477F4F" w:rsidRPr="007745E6">
        <w:rPr>
          <w:rStyle w:val="libFootnotenumChar"/>
          <w:rFonts w:hint="cs"/>
          <w:rtl/>
        </w:rPr>
        <w:t>(1)</w:t>
      </w:r>
      <w:r w:rsidR="00477F4F" w:rsidRPr="007745E6">
        <w:rPr>
          <w:rStyle w:val="libBold2Char"/>
          <w:rFonts w:hint="cs"/>
          <w:rtl/>
        </w:rPr>
        <w:t xml:space="preserve"> وقد أحسنوا وأصلحوا وتحرّوا الحقّ</w:t>
      </w:r>
      <w:r>
        <w:rPr>
          <w:rStyle w:val="libBold2Char"/>
          <w:rFonts w:hint="cs"/>
          <w:rtl/>
        </w:rPr>
        <w:t>.</w:t>
      </w:r>
      <w:r w:rsidR="00477F4F"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وقد بعثت رسولي إليكم بهذا الكتاب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وأنا أدعوكم إلى كتاب الله وسنّة نبيّه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Pr="007745E6">
        <w:rPr>
          <w:rStyle w:val="libBold2Char"/>
          <w:rFonts w:hint="cs"/>
          <w:rtl/>
        </w:rPr>
        <w:t xml:space="preserve"> فإنّ السّنة قد أُميتت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وإنّ البدعة قد أُحييت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وإنْ تسمعوا قولي وتطيعوا أمري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أهدكم سبيل الرشاد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والسّلام عليكم ورحمة الله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فكلّ مَن قرأ ذلك الكتاب من أشراف النّاس كتمه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غير المنذر بن الجارود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خشي بزعمه أنْ يكون [ رسول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سليمان ] دسيساً من قبل عبيد الله فجاءه بالرسول من العشيّة التي يريد أنْ يسبق في صبيحتها إلى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وأقرأه كتابه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فقدّم [ عبيد الله ] الرسول فضرب عنقه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وصعد منبر البصرة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17F70" w:rsidRPr="00F245A1" w:rsidRDefault="00B17F70" w:rsidP="00B17F70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Pr="00F245A1">
        <w:rPr>
          <w:rFonts w:hint="cs"/>
          <w:rtl/>
        </w:rPr>
        <w:t xml:space="preserve">ثمّ وُلي خراسان خليفة عن عبد الرحمن بن زياد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61 هـ</w:t>
      </w:r>
      <w:r>
        <w:rPr>
          <w:rFonts w:hint="cs"/>
          <w:rtl/>
        </w:rPr>
        <w:t>)</w:t>
      </w:r>
      <w:r w:rsidRPr="00F245A1">
        <w:rPr>
          <w:rFonts w:hint="cs"/>
          <w:rtl/>
        </w:rPr>
        <w:t xml:space="preserve"> - أي</w:t>
      </w:r>
      <w:r>
        <w:rPr>
          <w:rFonts w:hint="cs"/>
          <w:rtl/>
        </w:rPr>
        <w:t>:</w:t>
      </w:r>
      <w:r w:rsidRPr="00F245A1">
        <w:rPr>
          <w:rFonts w:hint="cs"/>
          <w:rtl/>
        </w:rPr>
        <w:t xml:space="preserve"> بعد مقتل الحسين </w:t>
      </w:r>
      <w:r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- من قبل يزيد بن معاوية حينما أراد عبد الرحمن القدوم على يزيد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فعزله يزيد فانعزل قيس بن الهيثم 5 / 316 فلمّا هلك يزيد كان قيس بالبصرة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فكتب إليه الضحّاك بن قيس يدعوه إلى نفسه 5 / 504</w:t>
      </w:r>
      <w:r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رأي قيس ابن الهيثم مع النّعمان بن صهبان الراسبي إذ حكّمهما أهل البصرة فيمَن يتولّى أمرهم بعد ابن زياد في بني أميّة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اتّفق رأيهما على مضري هاشمي 5 / 512</w:t>
      </w:r>
      <w:r>
        <w:rPr>
          <w:rFonts w:hint="cs"/>
          <w:rtl/>
        </w:rPr>
        <w:t>.</w:t>
      </w:r>
    </w:p>
    <w:p w:rsidR="00B17F70" w:rsidRPr="00F245A1" w:rsidRDefault="00B17F70" w:rsidP="00B17F70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وكان على الشرطة والمقاتلة في البصرة لابن الزبير في مقاتلة مثنى بن مخرّبة العبدي البصري الداعي إلى المختار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66 هـ</w:t>
      </w:r>
      <w:r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67</w:t>
      </w:r>
      <w:r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على خمس أهل العالية مع مصعب بن الزبير لمقاتلة المختار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67 هـ</w:t>
      </w:r>
      <w:r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95</w:t>
      </w:r>
      <w:r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71 هـ</w:t>
      </w:r>
      <w:r>
        <w:rPr>
          <w:rFonts w:hint="cs"/>
          <w:rtl/>
        </w:rPr>
        <w:t>)،</w:t>
      </w:r>
      <w:r w:rsidRPr="00F245A1">
        <w:rPr>
          <w:rFonts w:hint="cs"/>
          <w:rtl/>
        </w:rPr>
        <w:t xml:space="preserve"> يستأجر الرجال يُقاتلون معه خالد بن عبد الله داعية عبد الملك بن مروان معيناً لابن الزبير - 6 / 71 -</w:t>
      </w:r>
      <w:r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يحذّر أهل العراق من الغدر بمصعب 6 / 157</w:t>
      </w:r>
      <w:r>
        <w:rPr>
          <w:rFonts w:hint="cs"/>
          <w:rtl/>
        </w:rPr>
        <w:t>.</w:t>
      </w:r>
    </w:p>
    <w:p w:rsidR="00B17F70" w:rsidRPr="00F245A1" w:rsidRDefault="00B17F70" w:rsidP="00B17F70">
      <w:pPr>
        <w:pStyle w:val="libFootnote"/>
        <w:rPr>
          <w:rtl/>
        </w:rPr>
      </w:pPr>
      <w:r w:rsidRPr="00F245A1">
        <w:rPr>
          <w:rFonts w:hint="cs"/>
          <w:rtl/>
        </w:rPr>
        <w:t>وهذا آخر عهدنا به</w:t>
      </w:r>
      <w:r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فلعلّه قُتل مع أصحاب مصعب بيد عبد الملك بن مروان سنة </w:t>
      </w:r>
      <w:r>
        <w:rPr>
          <w:rFonts w:hint="cs"/>
          <w:rtl/>
        </w:rPr>
        <w:t>(</w:t>
      </w:r>
      <w:r w:rsidRPr="00F245A1">
        <w:rPr>
          <w:rFonts w:hint="cs"/>
          <w:rtl/>
        </w:rPr>
        <w:t>71 هـ</w:t>
      </w:r>
      <w:r>
        <w:rPr>
          <w:rFonts w:hint="cs"/>
          <w:rtl/>
        </w:rPr>
        <w:t>).</w:t>
      </w:r>
      <w:r w:rsidRPr="00F245A1">
        <w:rPr>
          <w:rFonts w:hint="cs"/>
          <w:rtl/>
        </w:rPr>
        <w:t xml:space="preserve"> </w:t>
      </w:r>
    </w:p>
    <w:p w:rsidR="00B17F70" w:rsidRDefault="00B17F70" w:rsidP="00F245A1">
      <w:pPr>
        <w:pStyle w:val="libFootnote"/>
        <w:rPr>
          <w:rFonts w:hint="cs"/>
          <w:rtl/>
        </w:rPr>
      </w:pP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وهذا يدلّ على أنّ رضاهم به إنّما كان خشية الفرقة ودفعاً للشرّ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لا رضا طوعٍ ورغبة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76" w:name="_Toc372370933"/>
      <w:bookmarkStart w:id="77" w:name="31"/>
      <w:r>
        <w:rPr>
          <w:rFonts w:hint="cs"/>
          <w:rtl/>
        </w:rPr>
        <w:lastRenderedPageBreak/>
        <w:t>[ خطبة ابن زياد بالبصرة ]</w:t>
      </w:r>
      <w:bookmarkEnd w:id="76"/>
      <w:r>
        <w:rPr>
          <w:rFonts w:hint="cs"/>
          <w:rtl/>
        </w:rPr>
        <w:t xml:space="preserve"> </w:t>
      </w:r>
      <w:bookmarkEnd w:id="77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فحمد الله وأثنى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تقرن بي الصعبة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ولا يقعقع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وإنّي لنكل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لمَن عاداني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وسمّ لمَن حاربني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libPoemCenter"/>
        <w:rPr>
          <w:rtl/>
        </w:rPr>
      </w:pPr>
      <w:r>
        <w:rPr>
          <w:rFonts w:hint="cs"/>
          <w:rtl/>
        </w:rPr>
        <w:t>أنصف القارّة مَن راماها</w:t>
      </w:r>
      <w:r w:rsidR="00F245A1">
        <w:rPr>
          <w:rFonts w:hint="cs"/>
          <w:rtl/>
        </w:rPr>
        <w:t xml:space="preserve"> </w:t>
      </w:r>
      <w:r w:rsidRPr="00D06A87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يا أهل البصرة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أمير المؤمنين ولاّني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غاد إليها الغداة وقد استخلفت عليكم عثمان بن زياد بن أبي سفيان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وإيّاكم والخلاف والإرجاف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فوالذي لا إله غيره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بلغني عن رجل منكم خلاف لأقتلنّه وعريفه ووليّه، ولآخذنّ الأدنى بالأقصى حتّى تستمعوا 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يكون فيكم مخالف ولا مشاق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أنا ابن زياد أشبهه من بين مَن وطأ الحصى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ينتزعني شبه خال ولا ابن عمّ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الصعبة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الناقة صعبة القياد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كأنّه يقول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أنا راكب البصرة وقائدها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فلا أجعلها تكون لي صعبة القياد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القعقعة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الصوت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كأنّه يقول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لا أدع النّاس يتكلمون ببغضي وكراهتي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معذّب من النّكل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العذاب والانتقام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كذا في الطبري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رجز لرجل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من قبيلة تدعى القارّة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وكانوا حذّقاً في الرماية في الجاهلية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فالتقى رجل منهم بآخر من غيرهم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فقال له القارّي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إنْ شئت صارعتك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وإنْ شئت سابقتك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وإن شئت راميتك</w:t>
      </w:r>
      <w:r w:rsidR="00891061">
        <w:rPr>
          <w:rFonts w:hint="cs"/>
          <w:rtl/>
        </w:rPr>
        <w:t>؟</w:t>
      </w:r>
      <w:r w:rsidRPr="0088444F">
        <w:rPr>
          <w:rFonts w:hint="cs"/>
          <w:rtl/>
        </w:rPr>
        <w:t xml:space="preserve"> فقال الآخر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قد اخترت المراماة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فقال الرجل القاري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D65094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قد أنصف القارة من راماه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CA2C7E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>
              <w:rPr>
                <w:rFonts w:hint="cs"/>
                <w:rtl/>
              </w:rPr>
              <w:t>ا إنّا إذا ما فئة نلقاها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F245A1">
      <w:pPr>
        <w:pStyle w:val="libPoemFootnoteCenter"/>
        <w:rPr>
          <w:rtl/>
        </w:rPr>
      </w:pPr>
      <w:r>
        <w:rPr>
          <w:rFonts w:hint="cs"/>
          <w:rtl/>
        </w:rPr>
        <w:t>نردّ أولاها على أخراها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ثمّ رماه بسهم فشكّ به فؤاده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فلعلّ ابن زياد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قد أنصفت القارّة مَن راماها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يُشير إلى أنّ من اختار المراماة معنا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بني أميّة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كان كمَن اختار المراماة مع الرجل القارّي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فانّ بني أميّة حذّاق في المراماة كما كانت قبيلة القارّة حذّقاً فيها</w:t>
      </w:r>
      <w:r w:rsidR="00891061">
        <w:rPr>
          <w:rFonts w:hint="cs"/>
          <w:rtl/>
        </w:rPr>
        <w:t>.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(5) يريد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أنّه يُشبه أباه في نكله ونقمته وشدّة وطأته وبطشه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ولا يُشبه خاله العجم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ولا ابن عمّه يزيد فيما اشتُهر فيه من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الغناء والطرب والمجون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والصيد والعبث واللهو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وذكر الخبر السّبط في تذكرته / 199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78" w:name="_Toc372370934"/>
      <w:r>
        <w:rPr>
          <w:rFonts w:hint="cs"/>
          <w:rtl/>
        </w:rPr>
        <w:lastRenderedPageBreak/>
        <w:t>[ دخول ابن زياد إلى الكوفة ]</w:t>
      </w:r>
      <w:bookmarkEnd w:id="78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خرج من البصرة وأقبل إلى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ومعه مسلم بن عمرو الباهلي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وشريك بن الأعور الحارثي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وحشمه وأهل بيته بضعة عشر رجلاً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حتّى دخل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وعليه عمامة سوداء وهو متلثمّ والنّاس قد بلغهم إقبال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فهم ينتظرون قدومه فظنّوا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حين قدم عبيد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أنّه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فأخذ لا يمرّ على جماعة من النّاس إلاّ سلّموا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مرحباً بك يابن رسول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قدمت خير مقدم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فرأى من تباشيرهم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مساءه وغاضه ما سمع منهم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ألاَ أرى هؤلاء كما أرى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أكثروا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مسلم بن عمرو الباهلي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فأخّروا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الأمير عبيد الله بن زياد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دخل القصر وعلم النّاس أنّه عبيد الله بن زياد دخلهم من ذلك كآبة وحزن شديد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سبقت ترجمته في هامش الهامش الثاني لصفحة 102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استعمل على إصطخر فارس فبنى مسجداً بها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31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4 / 301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وشهد صفّين مع علي 5 / 361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وبعثه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مع جارية بن قدامة السّعدي في رجال من بني تميم إلى البصرة لقتال ابن الحضرمي ومن معه ممّن أجاب دعوته إلى معاوية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38هـ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112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وبعثه عبد الله بن عامر إلى البصرة مع ثلاثة الآف من فرسان ربيعة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لقتال المستورد بن علّفة الخارجي 5 / 193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ووُلي كرمان من قبل عبيد الله بن زياد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59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321 ولبث بعد وصوله الكوفة أيّاماً فمات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فصلّى عليه ابن زياد 5 / 364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وروى الطبري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عيسى بن يزيد الكناني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لمّا جاء كتاب يزيد إلى عبيد الله ابن زياد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انتخب من أهل البصرة خمسمئة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فيهم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عبد الله بن الحارث بن نوفل وشريك بن الأعور 5 / 359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</w:t>
      </w:r>
      <w:r w:rsidRPr="00F245A1">
        <w:rPr>
          <w:rFonts w:hint="cs"/>
          <w:rtl/>
        </w:rPr>
        <w:t xml:space="preserve"> 5 / 357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حدثنى الصقعب بن زهير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أبي عثمان الهندي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[ انظر ] الإرشاد / 206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والخوارزمي / 200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79" w:name="_Toc372370935"/>
      <w:r>
        <w:rPr>
          <w:rFonts w:hint="cs"/>
          <w:rtl/>
        </w:rPr>
        <w:lastRenderedPageBreak/>
        <w:t>[ خطبة ابن زياد عند دخوله الكوفة ]</w:t>
      </w:r>
      <w:bookmarkEnd w:id="79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لمّا نزل القصر [ وأصبح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نودي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الصلاة جامعة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فاجتمع النّاس فخرج فحمد الله وأثنى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أمير المؤمنين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أصلحه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ولاّني مصركم وثغركم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وأمرني بإنصاف مظلومكم وإعطاء محرومكم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وبالإحسان إلى سامعكم ومطيعكم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وبالشدّة على مريبكم وعاصيكم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متّبع فيكم أمره ومنفذ فيكم عهده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فأنا لمحسنكم ومطيعكم كلوالد البرّ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وسوطي وسيفي على مَن ترك أمري وخالف عهدي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فليبقَ امرؤ على نفسه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الصدق ينبئ عنك لا الوعيد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نزل فأخذ العرفاء والناس أخذاً شديداً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اكتبوا إليّ الغرباء ومَن فيكم من طلبة أمير المؤمنين ومَن فيكم من الحروريّة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وأهل الريب الذين رأيهم الخلاف والشقاق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فمَن كتبهم لنا فبرئ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ومَن لمْ يكتب لنا أحداً فيضمن لنا ما في عرافته ألاّ يخالفنا منهم مخالف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يبغي علينا منهم باغ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فمَن لمْ يفعل برءت منه الذمّة وحلال لنا ماله وسفك دمه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وأيّما عرّيف وجد في عرافته من بغية أمير المؤمنين أحد لمْ يرفعه إلينا صلب على باب داره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وأُلقيت تلك العرّافة من العطاء وسيّر إلى موضع بعمان الزارة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الخوارج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نسبته إلى حروراء من نواحي الكوفة أوّل موضع اجتمع به الخوارج في منصرفهم من صفّين قبل وصولهم إلى الكوفة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والعرّافة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كانت من وظائف الدولة لمعرفة الرعيّة وتنظيم عطائهم من بيت المال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وقد كان بالكوفة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مئة عرّيف)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العطاء يدفع إلى امرء أرباع الكوفة الأربعة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فيدفعونه إلى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العرفاء والنقباء وإلاّمناء فيدفعونه إلى أهله في دورهم 4 / 49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يؤمر لهم بعطائهم في المحرم من كلّ سنة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وبفيئهم عند طلوع الشعرى في كلّ سنة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وذلك إدراك الغلاّت 4 / 43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وكانت العرّافة حتّى على عهد النبيّ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3 / 448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عمان الزّارة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هي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عمان المعروفة على ساحل الخليج قرب بحر عمان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وهي حارّة شديدة الحرارة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ولذلك يُوعد ابن زياد بتبعيد المخالفين إليها لشدّة العيش به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والخبر 5 / 358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 ابو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حدثني المعلّى بن كليب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أبي ودّاك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[ انظر ] الإرشاد / 202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والخواص / 200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80" w:name="_Toc372370936"/>
      <w:r>
        <w:rPr>
          <w:rFonts w:hint="cs"/>
          <w:rtl/>
        </w:rPr>
        <w:lastRenderedPageBreak/>
        <w:t>[ انتقال مسلم من دار المختار إلى دار هاني ]</w:t>
      </w:r>
      <w:bookmarkEnd w:id="80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وسمع مسلم بن عقيل مجيء عبيد الله ومقالته التي قالها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أخد به العرفاء والنّاس فخرج من دار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علم به حتّى انتهى إلى دار هانئ بن عروة المرادي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فدخل بابه وأرسل إليه أنْ اخرج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فخرج إليه هانئ وكره مكانه حين رآه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مسلم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أتيتك لتجيرني وتضيّفني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رحمك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لقد كلفتني شططاً ولو لا دخولك داري وثقتك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لأحببت ولسألتك أنْ تخرج عنّي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غير أنّه يأخذني من ذلك ذمام وليس مردود مثلي على مثلك عن جهل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أدخل فآواه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وأخذت الشيعة تختلف إليه في دار هانئ بن عروة</w:t>
      </w:r>
      <w:r w:rsidRPr="007745E6">
        <w:rPr>
          <w:rStyle w:val="libFootnotenumChar"/>
          <w:rFonts w:hint="cs"/>
          <w:rtl/>
        </w:rPr>
        <w:t>(2)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وقد كان مسلم 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حيث تحوّل إلى دار هانئ بن عروة وبايعه ثمانية عشر ألفاً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قدّم كتاباً إلى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عابس بن أبي شبيب الشاكري</w:t>
      </w:r>
      <w:r w:rsidRPr="007745E6">
        <w:rPr>
          <w:rStyle w:val="libFootnotenumChar"/>
          <w:rFonts w:hint="cs"/>
          <w:rtl/>
        </w:rPr>
        <w:t>(3)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قال المسعودي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هو شيخ مراد و زعيمها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يومئذٍ يركب في أربعة الآف دارع و ثمانية الآف راجل، وإذا أجابتها أحلافها من كندة وغيرها كان في ثلاثين ألف دارع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مروج الذهب 3 / 69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ومن هنا يُعلم لماذا خرج مسلم من دار المختار إلى دار هانئ بن عروة شيخ العشيرة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كان كما قال المسعودي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فلمْ يجد زعيمهم منهم أحداً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فشلاً وخذلاناً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كان هو وأبوه من الصحابة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وقُتل وهو ابن ثمانين أو تسعين سنة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كما في طبقات ابن سعد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وذكر المبرّد في الكامل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إنّ أباه كان من الخارجين مع حجر بن عدي فشفع فيه زياد بن أبيه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ولذلك قال له ابن زياد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كما روى الطبري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يا هانئ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أمَا تعلم أنّ أبي قدم هذا البلد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فلمْ يترك أحداً من هذه الشيعة إلاّ قتله غير أبيك وغير حجر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من حجر ما قد علمت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ثمّ لمْ يزل يحسن صحبتك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كتب إلى أمير الكوفة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إنّ حاجتي قبلك هانئ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فجزائي أنْ خبّأت في بيتك رجلاً ليقتلني</w:t>
      </w:r>
      <w:r w:rsidR="00891061">
        <w:rPr>
          <w:rFonts w:hint="cs"/>
          <w:rtl/>
        </w:rPr>
        <w:t>!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قال ابو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جعفر بن حذيفة الطائي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5 / 375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الرائد لا يكذب أهله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بايعني من أهل الكوفة ثمانية عشر ألفاً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فعجّل الإقبال حين يأتيك كتابي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 النّاس كلّهم معك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ليس لهم في آل معاوية رأي ولا هوى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والسّلام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[ ذلك ] قبل أنْ يُقتل لسبع وعشرين ليلة</w:t>
      </w:r>
      <w:r w:rsidRPr="007745E6">
        <w:rPr>
          <w:rStyle w:val="libFootnotenumChar"/>
          <w:rFonts w:hint="cs"/>
          <w:rtl/>
        </w:rPr>
        <w:t>(1)</w:t>
      </w:r>
    </w:p>
    <w:p w:rsidR="00477F4F" w:rsidRDefault="00477F4F" w:rsidP="00F245A1">
      <w:pPr>
        <w:pStyle w:val="Heading2"/>
        <w:rPr>
          <w:rtl/>
        </w:rPr>
      </w:pPr>
      <w:bookmarkStart w:id="81" w:name="_Toc372370937"/>
      <w:bookmarkStart w:id="82" w:name="32"/>
      <w:r>
        <w:rPr>
          <w:rFonts w:hint="cs"/>
          <w:rtl/>
        </w:rPr>
        <w:t xml:space="preserve">[ تجسّس معقل الشامي على مسلم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81"/>
      <w:r>
        <w:rPr>
          <w:rFonts w:hint="cs"/>
          <w:rtl/>
        </w:rPr>
        <w:t xml:space="preserve"> </w:t>
      </w:r>
      <w:bookmarkEnd w:id="82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ودعا ابن زياد مولى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معقل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خذ ثلاثة الآف درهم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اطلب مسلم بن عقيل واطلب لنا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أعطهم هذه الثلاثة الآف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 لهم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استعينوا بها على حرب عدوّكم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وأعلمهم أنّك منهم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فانّك لو أعطيتها إيّاكم طمأنّوا إليك ووثقوا بك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يكتموك شيئاً من أخبارهم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اغد عليهم ورح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فجاء [ معقل ] حتّى أتى إلى مسلم بن عوسجة الأسدي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في المسجد الأعظم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يصلّي و[ كان ] سمع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يقولون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هذا يبايع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فجاء حتّى فرغ من صلاته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امرؤ من أهل الشام مولى لذي الكلاع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أنعم الله عليّ بحبّ أهل هذا البيت وحبّ مَن أحبّهم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فهذه ثلاثة الآف درهم أردت بها لقاء رجل منهم بلغني أنّه قدم الكوفة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وحدّثني محمّد بن قيس 5 / 395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وروى الطبري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عيسى بن يزيد الكناني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 مسلم بن عقيل قدم قبل ابن زياد بليلة واخبر ابن زياد بذلك وأنّه بناحية 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فدعا مولى لبني تميم فأعطاه مالاً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انتحل هذا الأمر وأعنهم بالمال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واقصد لهانئ ومسلم وأنزله عليه 5 / 360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قال شبث بن ربعي لبعض مَن حوله من أصحابه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إذ تنادوا بقتل مسلم بن عوسجة ثكلتكم اُمّهاتكم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إنّما تقتلون أنفسكم بأيديكم وتذللون أنفسكم لغيركم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تفرحون أنْ يقتل مثل مسلم بن عوسجة</w:t>
      </w:r>
      <w:r w:rsidR="00891061">
        <w:rPr>
          <w:rFonts w:hint="cs"/>
          <w:rtl/>
        </w:rPr>
        <w:t>!</w:t>
      </w:r>
      <w:r w:rsidRPr="0088444F">
        <w:rPr>
          <w:rFonts w:hint="cs"/>
          <w:rtl/>
        </w:rPr>
        <w:t xml:space="preserve"> أمَا والذي أسلمت 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لربّ موقف له قد رأيته في المسلمين كريم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لقد رأيته يوم سلق آذربايجان قتل ستة من المشركين قبل تتامّ خيول المسلمين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أفيُقتل منكم مثله وتفرحون</w:t>
      </w:r>
      <w:r w:rsidR="00891061">
        <w:rPr>
          <w:rFonts w:hint="cs"/>
          <w:rtl/>
        </w:rPr>
        <w:t>؟</w:t>
      </w:r>
      <w:r w:rsidRPr="0088444F">
        <w:rPr>
          <w:rFonts w:hint="cs"/>
          <w:rtl/>
        </w:rPr>
        <w:t>! 5 / 436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يبايع لابن بنت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وكنت أريد لقاءه فلمْ أجد أحداً يدلّني عليه ولا يعرف مكانه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فإنّي لجالس آنفاً في المسجد إذ سمعت نفراً من المسلمين يقولون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رجل له علم بأهل هذا البيت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وإني أتيتك لتقبض هذا المال وتدخلني على صاحبك فأبايعه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شئت أخذت بيعتي له قبل لقائه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[ له مسلم بن عوسجة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أحمد الله على لقائك إيّاي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سرّني ذلك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لتنال ما تحبّ ولينصر الله بك أهل بيت نبيّه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ولقد ساءني معرفتك إيّاي بهذا الأمر من قبل أنْ ينمى مخافة هذا الطاغية وسطوته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فأخذ بيعته قبل أنْ يبرح وأخذ عليه المواثيق المغلظة ليناصحنّ وليكتمنّ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فأعطاه من ذلك ما رضي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اختلف إليّ أيّاماً في منزلي فأنا طالب لك الإذن على صاحبك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فطلب له الإذن فأخذ يختلف مع النّاس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83" w:name="_Toc372370938"/>
      <w:r>
        <w:rPr>
          <w:rFonts w:hint="cs"/>
          <w:rtl/>
        </w:rPr>
        <w:t>[ مؤتمر قتل ابن زياد ]</w:t>
      </w:r>
      <w:bookmarkEnd w:id="83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مرض هانئ بن عروة فجاء عبيد الله [ ابن زياد ] عائداً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 عمارة بن عبيد السّلولي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إنّما جماعتنا وكيدنا قتل هذا الطاغية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أمكنك الله منه فاقتله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هانئ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أحبّ أنْ يُقتل في داري [ فعاده ابن زياد و ] خرج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فما مكث إلاّ جمعة حتّى مرض شريك بن الأعور [ الحارثي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كريماً على ابن زياد وعلى غيره من الامرء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شديد التشيّع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فأرسل إليه عبيد الله [ ابن زياد ] إنّي رائح إليك العشيّة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[ شريك ] لمسلم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هذا الفاجر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عن أبي مِخْنف عن المعلّى بن كليب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أبي السوّاك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5 / 361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[ انظر ] الإرشاد / 207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والخواص / 201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هو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من رُسل أهل الكوفة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بمكّة بثلاث وخمسين صحيفة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وسرّحه الإمام مع مسلم بن عقيل وقيس بن مسهر الصيداوي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وعبد الرحمن الأرحبي إلى الكوفة 5 / 343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344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عائدي العشيّة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جلس فاخرج إليه فاقتله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اقعد في القصر ليس أحد يحول بينك وبينه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بُرءت من وجعي هذا أيّامي هذه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سرت إلى البصرة وكفيتك أمرها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كان من العشي أقبل عبيد الله [ ابن زياد ] لعيادة شريك [ الحارثي ] فقام مسلم بن عقيل ليدخل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له شريك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يفوتنّك إذا جلس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فقام هانئ بن عروة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إنّي لا أحبّ أنْ يُقتل في داري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كأنّه استقبح ذلك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فجاء عبيد الله بن زياد فدخل فجلس فسأل شريكاً عن وجعه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الذي تجد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[ و ] طال سؤاله إياه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و[ لمّا ] رأى [ شريك ] أنّ [ مسلم ] لا يخرج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خشي أنْ يفوته فأخذ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libPoemCenter"/>
        <w:rPr>
          <w:rtl/>
        </w:rPr>
      </w:pPr>
      <w:r>
        <w:rPr>
          <w:rFonts w:hint="cs"/>
          <w:rtl/>
        </w:rPr>
        <w:t xml:space="preserve">ما تنظرون بسلمى أنْ تحيّوها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أسقنيها وإنْ كانت فيها نفسي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ذلك مرّتين أو ثلاثاً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شأنه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أترونه يهجر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هانئ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أصلحك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ما زال هذا دُيدنه قُبيل عماية الصبح حتّى ساعته هذه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قام [ ابن زياد و ] انصرف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فخرج مسلم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شريك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منعك من قتله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خصلتان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أمّا أحدهما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فكراهة هانئ أنْ يُقتل في داره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وأمّا الآخرى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فحديث حدّثه النّاس عن النبيّ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 الإيمان قيد الفتك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ولا يفتك مؤمن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هانئ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قتلته لقتلت فاسقاً فاجراً كافراً غادراً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كرهت أنْ يُقتل في داري</w:t>
      </w:r>
      <w:r w:rsidRPr="007745E6">
        <w:rPr>
          <w:rStyle w:val="libFootnotenumChar"/>
          <w:rFonts w:hint="cs"/>
          <w:rtl/>
        </w:rPr>
        <w:t>(1)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عن أبي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المعلّى بن كليب عن أبي الودّاك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5 / 361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5D2685" w:rsidRDefault="00477F4F" w:rsidP="00F245A1">
      <w:pPr>
        <w:pStyle w:val="Heading2"/>
        <w:rPr>
          <w:rtl/>
        </w:rPr>
      </w:pPr>
      <w:bookmarkStart w:id="84" w:name="_Toc372370939"/>
      <w:bookmarkStart w:id="85" w:name="33"/>
      <w:r>
        <w:rPr>
          <w:rFonts w:hint="cs"/>
          <w:rtl/>
        </w:rPr>
        <w:lastRenderedPageBreak/>
        <w:t>[ معقل يدخل على مسلم ]</w:t>
      </w:r>
      <w:bookmarkEnd w:id="84"/>
      <w:r>
        <w:rPr>
          <w:rFonts w:hint="cs"/>
          <w:rtl/>
        </w:rPr>
        <w:t xml:space="preserve"> </w:t>
      </w:r>
      <w:bookmarkEnd w:id="8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إنّ معقلاً اختلف إلى مسلم بن عوسجة أيّاماً ليدخله على ابن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به حتّى أُدخله عليه فأخبره خبره فأخذ بيعته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وأمر أبا ثمامة الصائدي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فقبض ماله الذي جاء به وأقبل يختلف إليهم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أوّل وآخر خارج يسمع أخبارهم ويعلم أسرارهم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ينطلق بها حتّى يقرّها في أذن ابن زياد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86" w:name="_Toc372370940"/>
      <w:r>
        <w:rPr>
          <w:rFonts w:hint="cs"/>
          <w:rtl/>
        </w:rPr>
        <w:t>[ إحضار هانئ عند ابن زياد ]</w:t>
      </w:r>
      <w:bookmarkEnd w:id="8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ابن زياد لجلسائه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لي لا أرى هانئاً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شاك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و ] دعا عبيد الله [ بن زياد ] محمّد بن الأشعث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وأسماء بن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(1) كان يقبض أموالهم وما ُيعين به بعضهم بعضاً ويشتري لهم السلاح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بصيراً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من فرسان العرب ووجوه الشيعة 5 / 364 وعقد له مسلم على ربع تميم وهمدان 5 / 369 وحضر كربلاء فكان بوّاب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364</w:t>
      </w:r>
      <w:r w:rsidR="00891061">
        <w:rPr>
          <w:rFonts w:hint="cs"/>
          <w:rtl/>
        </w:rPr>
        <w:t>.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 xml:space="preserve">وهو الذي سأل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أنْ يصلّي بهم ظهيرة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فدعا له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بخير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F245A1">
        <w:rPr>
          <w:rStyle w:val="libFootnoteBoldChar"/>
          <w:rFonts w:hint="cs"/>
          <w:rtl/>
        </w:rPr>
        <w:t xml:space="preserve"> ذكرت الصلاة</w:t>
      </w:r>
      <w:r w:rsidR="00891061">
        <w:rPr>
          <w:rStyle w:val="libFootnoteBoldChar"/>
          <w:rFonts w:hint="cs"/>
          <w:rtl/>
        </w:rPr>
        <w:t>،</w:t>
      </w:r>
      <w:r w:rsidRPr="00F245A1">
        <w:rPr>
          <w:rStyle w:val="libFootnoteBoldChar"/>
          <w:rFonts w:hint="cs"/>
          <w:rtl/>
        </w:rPr>
        <w:t xml:space="preserve"> جعلك الله من المصلّين الذاكرين </w:t>
      </w:r>
      <w:r w:rsidR="00891061">
        <w:rPr>
          <w:rStyle w:val="libFootnoteBoldChar"/>
          <w:rFonts w:hint="cs"/>
          <w:rtl/>
        </w:rPr>
        <w:t>»</w:t>
      </w:r>
      <w:r>
        <w:rPr>
          <w:rFonts w:hint="cs"/>
          <w:rtl/>
        </w:rPr>
        <w:t xml:space="preserve"> 5 / 439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وبارزه قبل الصلاة ابن عمّ له كان مع عسكر عمر بن سعد فقتله أبو ثمامة 5 / 441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عن أبي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المعلّى بن كليب عن أبي الودّاك 5 / 361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وفي الإرشاد / 208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محمّد بن الأشعث بن قيس الكندي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هو الذي طلب زياد منه حجراً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فطلب منه حجر أنْ يطلب له الأمان من زياد حتّى يذهب إلى معاوية فيرى فيه رأيه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ففعل 5 / 263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264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فقال عبيدة الكندي يُعيّر محمّد بن الأشعث بخذلانه حجراً وقتاله مسلماً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CA2C7E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D65094">
            <w:pPr>
              <w:pStyle w:val="libPoemFootnote"/>
            </w:pPr>
            <w:r>
              <w:rPr>
                <w:rFonts w:hint="cs"/>
                <w:rtl/>
              </w:rPr>
              <w:t>أسلمت عمّك لمْ تقاتل 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D65094">
            <w:pPr>
              <w:pStyle w:val="libPoemFootnote"/>
            </w:pPr>
            <w:r>
              <w:rPr>
                <w:rFonts w:hint="cs"/>
                <w:rtl/>
              </w:rPr>
              <w:t>فرقاً ولو لا أنت كان منيعا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344" w:type="dxa"/>
          </w:tcPr>
          <w:p w:rsidR="00CA2C7E" w:rsidRDefault="00CA2C7E" w:rsidP="00D65094">
            <w:pPr>
              <w:pStyle w:val="libPoemFootnote"/>
            </w:pPr>
            <w:r>
              <w:rPr>
                <w:rFonts w:hint="cs"/>
                <w:rtl/>
              </w:rPr>
              <w:t>وقتلت وافد آل بيت 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D65094">
            <w:pPr>
              <w:pStyle w:val="libPoemFootnote"/>
            </w:pPr>
            <w:r>
              <w:rPr>
                <w:rFonts w:hint="cs"/>
                <w:rtl/>
              </w:rPr>
              <w:t>وسلبت أسيافاً له ودروعا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 xml:space="preserve">5 / 285 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ورفع راية الأمان فيمَن طاعه من كندة وحضرموت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يخذّل النّاس عن ابن عقيل 5 / 369 لكنّه لقتاله بعث معه رجالاً من قيس لكراهة كلّ قوم أنْ يقتل فيهم ابن عقيل 5 / 373 وآمنه ابن الأشعث 5 / 374 وأخبر ابن زياد بأمانه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يمضه 5 / 375 وشفع في هانئ بن عروة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يشفّعه فيه 5 / 378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خارجة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وعمرو بن الحجّاج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وكانت روعة أخت عمرو بن الحجّاج تحت هانئ بن عروة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يمنع هانئ بن عروة من إتياننا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ندري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أصلحك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وإنّه ليتشكّى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بلغني أنّه قد برأ، وهو يجلس على باب داره فالقوه فمروه ألاّ يدع ما عليه في ذلك من الحقّ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فإنّي لا أحبّ أنْ يفسد عندي مثله من أشراف العرب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وكانت كندة تقوم بأمر عمر بن سعد لأنّهم أخواله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هلك يزيد بن معاوية ودعاهم ابن زياد إلى نفسه رفضوه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ولكنّهم أمّروا عمر بن سعد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تقلّد رجال همدان السّيوف وبكت نساؤهم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انصرف ابن الأشعث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جاء أمر غير ما كنّا فيه 5 / 525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وكتبوا إلى ابن الزبير بمكّة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فبعث ابن الزبير محمّد بن الأشعث بن قيس على الموصل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قدم عليه عبد الرحمن بن سعيد بن قيس من قبل المختار أميراً تنحّى له عن الموصل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وأقبل حتّى نزل تكريت وأقام بها مع أشراف من قومه وغيرهم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ينظر ما يصنع النّاس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شخص إلى المختار فبايعه 6 / 36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ولمّا أقبل ابن زياد بجيش الشام إلى الموصل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وخرج أصحاب المختار لحربه التقى أشراف الكوفة فأرجفوا به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وفيهم محمّد بن الأشعث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وخرج ابنه إسحاق بن محمّد بن الأشعث في جبانة كندة واثبين على المختار 6 / 39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وانكسروا فخرج محمّد بن الأشعث بن قيس إلى قريته بجنب القادسيّة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فبعث إليه المختار في مئة من الموالي وغيرهم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وخرج محمّد بن الأشعث فلحق بمصعب بن الزبير فهدم داره 6 / 66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فأمره مصعب أنْ يذهب إلى المهلّب بن أبي صفرة فيقبل به بكتاب مصعب إليه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فذهب وجاء بالمهلّب لحرب المختار 6 / 94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وسرّح محمّد بن الأشعث في خيل عظيمة من خيل أهل الكوفة ممّن كان المختار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طردهم فكانوا أشدّ عليهم من أهل البصرة لا يدركون مهزوماً أسيراً إلاّ قتلوه 6 / 97 فقُتل في حرب المختار مع مصعب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فبعث مصعب ابنه عبد الرحمن بن محمّد بن الأشعث إلى كناسة الكوفة 6 / 104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الفزارى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وهو ممّن كُتبت شهادته على حجر بن عدي الكندي 5 / 207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الذي ذكّر الحجّاج بكميل بن زياد النّخعي وعمير بن ضابئ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أنّهما ممّن خرج إلى عثمان فقتلهما الحجّاج 4 / 404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واعترض على ابن زياد لضربه وحبسه لهانئ بن عروة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فأمر به إلى الحبس 5 / 367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كان مع أصحاب ابن مطيع العدوي 6 / 31 ومع أصحاب مصعب بن الزبير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68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124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(2) سبقت ترجمته فيمَن كتب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من أهل 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فراجع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يتشكّى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يشتكي ممّا به من السّقم والمرض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عن أبي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المعلّى بن كليب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الودّاك والمجالد بن سعيد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والحسن بن عقبة المرادي ونمير بن وعلة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الودّاك 5 / 361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364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 الإرشاد / 208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87" w:name="_Toc372370941"/>
      <w:r>
        <w:rPr>
          <w:rFonts w:hint="cs"/>
          <w:rtl/>
        </w:rPr>
        <w:lastRenderedPageBreak/>
        <w:t>[ هانئ يُدعى إلى ابن زياد ]</w:t>
      </w:r>
      <w:bookmarkEnd w:id="87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فأتوه حتّى وقفوا عليه عشيّة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جالس على بابه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يمنعك من لقاء الأمير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فإنّه قد ذكرك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لو أعلم أنّه شاك لعدته</w:t>
      </w:r>
      <w:r w:rsidR="00891061">
        <w:rPr>
          <w:rFonts w:hint="cs"/>
          <w:rtl/>
        </w:rPr>
        <w:t>؟،</w:t>
      </w:r>
      <w:r>
        <w:rPr>
          <w:rFonts w:hint="cs"/>
          <w:rtl/>
        </w:rPr>
        <w:t xml:space="preserve"> فقال لهم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الشكوى تمنعني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فقالوا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يبلغه أنّك تجلس كلّ عشيّة على باب دارك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استبطأك والإبطاء والجفاء لا يحتمله السّلطان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أقسمنا عليك لمّا ركبت معنا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فدعا بثيابه فلبسها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دعا ببغله فركبها حتّى إذا دنا من القصر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كأنّ نفسه أحسّت ببعض الذي كان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لحسّان بن خارجة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أخي إنّي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لهذا الرجل لخائف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فما ترى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 عمّ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أتخوّف عليك شيئاً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ولِمَ تجعل على نفسك سبيلاً وأنت بريء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فدخل القوم على ابن زياد ودخل معهم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طلع [ على ابن زياد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عبيد الله [ ابن زياد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أتتك بحائن رجلاه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دنا من ابن زياد و [ كان ] عنده شريح القاضي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التفت نحوه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D65094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أريد حباءه ويريد قتلي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CA2C7E">
            <w:pPr>
              <w:pStyle w:val="libPoem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 xml:space="preserve">عذيرك من خليلك من مراد </w:t>
            </w:r>
            <w:r w:rsidRPr="00D06A8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الحائن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الأحمق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مثل يُضرب لمثل المقام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وأخطأ مَن كتب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بخائن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[ انظر ] الفاخر / 251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شريح بن الحارث الكندي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استقضاه عمر على الكوفة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18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4 / 101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من المحرّضين لنصرة عثمان في أهل الكوفة 4 / 352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وكُتب في الشهود على حجر بن عدي شريح بن الحارث القاضي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فكان يقول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سألني زياد عنه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فأخبرته أنّه كان صوّاماً قوامّاً 5 / 270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واستشاره زياد لقطع يده المجذومة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فأشار عليه بعدم القطع فلاموه فقال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Fonts w:hint="cs"/>
          <w:rtl/>
        </w:rPr>
        <w:t>«</w:t>
      </w:r>
      <w:r w:rsidRPr="00F245A1">
        <w:rPr>
          <w:rFonts w:hint="cs"/>
          <w:rtl/>
        </w:rPr>
        <w:t xml:space="preserve"> المستشار مؤتمن </w:t>
      </w:r>
      <w:r w:rsidR="00891061">
        <w:rPr>
          <w:rFonts w:hint="cs"/>
          <w:rtl/>
        </w:rPr>
        <w:t>»</w:t>
      </w:r>
      <w:r w:rsidRPr="00F245A1">
        <w:rPr>
          <w:rFonts w:hint="cs"/>
          <w:rtl/>
        </w:rPr>
        <w:t xml:space="preserve"> 5 / 289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وأراده ابن الزبير لقضاء الكوفة فأبى عليه 5 / 582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قبل القضاء للمختار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سمع أنّ أصحاب المختار يقولون فيه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أنّه كان عثمانياً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وأنّه ممّن شهد على حجر بن عدي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وأنّ علي بن أبي طالب عزله عن القضاء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وأنّه لمْ يبلّغ عن هانئ ما أرسله به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تمارض فجعل المختار مكانه عبد الله بن عتبة بن مسعود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عبد الله بن مالك الطائي 6 / 34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وبعد المختار قبل القضاء لابن الزبير 6 / 149 واستعفى الحجّاج من القضاء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وأشار عليه بأبي بردة بن أبي موسى الأشعري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79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فأعفاه الحجّاج وولّى أبا بردة 6 / 324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فقضى نحواً من ستّين سنة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لعمرو بن معد يكرب الزبيدي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والحِباء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بكسر الحاء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من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الحبوة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العطاء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وفي الكامل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والإرشاد / 208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أريد حياته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تحريف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88" w:name="_Toc372370942"/>
      <w:r>
        <w:rPr>
          <w:rFonts w:hint="cs"/>
          <w:rtl/>
        </w:rPr>
        <w:lastRenderedPageBreak/>
        <w:t>[ هانئ عند ابن زياد ]</w:t>
      </w:r>
      <w:bookmarkEnd w:id="88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هانئ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وما ذاك أيّها الأمير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إيه يا هانئ بن عروة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هذه الأمور التي تربصّ في دورك لأمير المؤمنين وعامّة المسلمين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جئت بمسلم بن عقيل فأدخلته دارك وجمعت له السلاح والرجال في الدور حولك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وظننت أنّ ذلك يُخفى عليّ لك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فعلت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مسلم عندي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بلى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فعلت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فعلت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بلى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كثر ذلك بينهما وأبى هانئ إلاّ مجاحدته ومناكرته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دعا ابن زياد معقلاً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ذلك العين</w:t>
      </w:r>
      <w:r w:rsidR="005D2685">
        <w:rPr>
          <w:rFonts w:hint="cs"/>
          <w:rtl/>
        </w:rPr>
        <w:t xml:space="preserve"> -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فجاء حتّى وقف بين يديه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أتعرف هذا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وعلم هانئ عند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كان عيناً عليهم وأنّه قد أتاه بأخبارهم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اسمع منّي وصدّق مقالتي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أكذّبك والله الذي لا إله غيره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دعوته إلى منزلي ولا علمت بشيء من أمره حتّى رأيته جالساً على بابي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فسألني النزول عليّ فاستحييت من ردّه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ودخلني من ذلك ذمام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العين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الجاسوس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فأدخلته داري وضفته وآويته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كان من أمره الذي بلغك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شئت أعطيت الآن موثقاً مغلّظاً وما تطمئن إليه ألاّ أبغيك سوءاً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شئت أعطيتك رهينة تكون في يدك حتّى آتيك وأنطلق إليه فآمره أنْ يخرج من داري إلى حيث شاء من الأرض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فأخرج من ذمامه وجواره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تفارقني أبداً حتّى تأتيني به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أجيئك [ به ] أبداً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أنا أجيئك بضيفي تقتله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لتأتيني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آتيك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كثر الكلام بينهما قام مسلم بن عمرو الباهلي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أصلح الله الأمير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خلّني وإيّاه حتّى كلّمه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لهانئ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قُم إليّ ههنا حتّى اكلّمك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فخلا به ناحية من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وهما منه على ذلك قريب حيث يراهما إذا رفعا أصواتهما سمع ما يقولان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وإذا خفضا خفى عليه ما يقولان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مسلم [ بن عمرو الباهلي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هانئ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انشدك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>أنْ تقتل نفسك وتدخل البلاء على قومك وعشيرتك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لأنفس بك عن القتل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إنْ هذا الرجل [ مسلم بن عقيل ] ابن عمّ القوم وليسوا قاتليه ولا ضائريه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فادفعه إليه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ليس عليك بذلك مخزاة ولا منقصة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إنّما تدفعه إلى السّلطان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بلى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عليّ في ذلك الخزي والعار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أنا أدفع جاري وضيفي وأنا حيّ صحيح أسمع وأرى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شديد السّاعد كثير الأعوان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لمْ أكن إلاّ واحداً ليس لي ناصر لمْ أدفعه إليه حتّى أموت دونه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وهو يرى أنّ عشيرته ستحرّك في شأنه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 يناشده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أدفعه إليه أبداً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فسمع ابن زياد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ادنوه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منّي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فأدنوه منه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لتأتيني به أو لأضربنّ عنقك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إذاً تكثر البارقة حول دارك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وهو يظنّ أنّ عشيرته يسمعونه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والهفاه عليك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أبالبارقة تخوّفني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>! أدنوه منّي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فأُدني فاستعرض وجهه بالقضيب فلمْ يزل يضرب أنفه وجبينه وخدّه حتّى كسر أنفه وسيّل الدماء على ثيابه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ونثر لحم خدّيه وجبينه على لحيته حتّى كسر القضيب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وضرب هانئ بيده إلى قائم سيف شرطيّ من تلك الرجال وجاذبه الرجل ومنع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عبيد الله [ بن زياد ] أحروريّ سائر اليوم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أحللت بنفسك قد حلّ لنا قتلك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خذوه فألقوة في بيت من بيوت الدار وأغلقوا عليه بابه واجعلوا عليه حرساً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ففعل ذلك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 إليه أسماء بن خارجة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أرُسُل غدر سائر اليوم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أمرتنا أنْ نحيئك بالرجل حتّى إذا جئناك به وأدخلناه عليك هشّمت وجهه وسيّلت دمه على لحيته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وزعمت أنّك تقتله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فقال له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وإنّك لها هنا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 به فلُهز وتُعتع به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فحُبس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2685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وروى الطبري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عيسى بن يزيد الكناني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 ابن زياد قال له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يا هانئ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أمَا تعلم أنّ أبي قدم هذا البلد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فلمْ يترك أحداً من هذه الشيعة إلاّ قتله غير أبيك وغير حجر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من حجر ما قد علمت</w:t>
      </w:r>
      <w:r w:rsidR="00891061">
        <w:rPr>
          <w:rFonts w:hint="cs"/>
          <w:rtl/>
        </w:rPr>
        <w:t>؟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ثمّ لمْ يزل يحسن صحبتك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كتب إلى أمير الكوفة إنّ حاجتي قبلك هانئ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فكان جزائي أنْ خبّأت في بيتك رجلاً ليقتلني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ما فعلت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فأخرج التميمي [ 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مولاهم ] الذي كان عيناً عليهم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رآه هانئ علم أنْ قد أخبره الخبر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أيها الأمير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قد كان الذي بلغك ولن أضيّع يدك عنّي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فأنت آمن وأهلك فسر حيث شئت</w:t>
      </w:r>
      <w:r w:rsidR="00891061">
        <w:rPr>
          <w:rFonts w:hint="cs"/>
          <w:rtl/>
        </w:rPr>
        <w:t>!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مهران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مولاه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قائماً على رأسه في يده معكزة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وا ذُلاّه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هذا العبد الحائك يؤمّنّك في سلطانك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وطرح إليه المعكزة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خذه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وأخذ بضفيرتي هانئ وأخذ عبيد الله المعكزة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فضرب بها وجه هانئ حتّى كسّر أنفه وجبينه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وندر الزّج فارتزّ في الجدار 5 / 361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نسبة إلى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حروراء من نواحي 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أوّل موضع خرج فيه الخوارج على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التعتعة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الحركة العنيفة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واللهز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الضرب في اللهازم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مجامع ثيابه فوق صدره إلى عنقه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وأمّا محمّد بن الأشعث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قد رضينا بما رأى الأمير لنا كان أمْ علينا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إنّما الأمير مؤدّب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وقام إلى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فكلمه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إنّك قد عرفت منزلة هانئ بن عروة في المصر وبيته في العشيرة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علم قومه أنّي وصاحبي سقناه إليك فأنشدك الله لمّا وهبته لي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فإنّي أكره عداوة قومه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هم أعزّ أهل المصر وعدد أهل اليمن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فوعده أنْ يفعل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وبلغ عمرو بن الحجّاج أنْ هانئاً قد قُتل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في مذحج ومعه جمع عظيم حتّى أحاط بالقصر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نادى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عمرو بن الحجّاج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هذه فرسان مذحج ووجوهها لمْ تخلع طاعة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 تفارق جماعة وقد بلغهم أنّ صاحبهم يُقتل فأعظموا ذلك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فقِيل لعبيد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هذه مذحج بالباب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لشريح القاضي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ادخل على صاحبهم فانظر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اخرج فأعلمهم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حيّ لمْ يُقتل وأنّك قد رأيته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شريح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دخلت على هانئ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لمّا رآني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لله يا للمسلمين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أهلكت عشيرتي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فأين أهل الدين وأين أهل المصر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تفاقدوا ويخلّوني وعدوّهم وابن عدوّهم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والدماء تسيل على لحيته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إذ سمع الرجّة على باب القصر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وخرجت واتبعني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شريح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لأظنّها أصوات مذحج وشيعتي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5 / 367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ابو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حدثني غير بن وعلة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الودّاك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لأنّ كندة كانت من قبائل اليمن بالكوفة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ومراد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ومذحج من قبائل كندة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حدّثني الصقعب بن زهير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عون بن أبي جحيفة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F245A1">
        <w:rPr>
          <w:rFonts w:hint="cs"/>
          <w:rtl/>
        </w:rPr>
        <w:t xml:space="preserve"> 5 / 378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[ انطر ] الإرشاد / 210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والخوارزمي / 205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</w:t>
      </w:r>
      <w:r w:rsidRPr="00F245A1">
        <w:rPr>
          <w:rFonts w:hint="cs"/>
          <w:rtl/>
        </w:rPr>
        <w:t xml:space="preserve"> 5 / 367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 ابو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حدثني نمير بن وعلة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أبي الودّاك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[ انظر ] الإرشاد / 210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والخوارزمي / 205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من المسلمين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 دخل عليّ عشرة نفر أنقذوني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فخرجت إليهم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ومعي حميد بن بكير الأحمري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أرسله معي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من شرطته ممّن يقوم على رأسه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خرجت إليهم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الأمير لمّا بلغه مكانكم ومقالتكم في صاحبكم أمرني الدخول إليه فأتيته فنظرت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فأمرني أنْ ألقاكم وأنْ أعلمكم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حيّ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وأنّ الذي بلغكم من قتله كان باطلاً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عمرو [ بن الحجّاج ] وأصحابه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فأمَا إذ لمْ يقتل فالحمد 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انصرفوا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F245A1">
      <w:pPr>
        <w:pStyle w:val="Heading2"/>
        <w:rPr>
          <w:rtl/>
        </w:rPr>
      </w:pPr>
      <w:bookmarkStart w:id="89" w:name="_Toc372370943"/>
      <w:bookmarkStart w:id="90" w:name="34"/>
      <w:r>
        <w:rPr>
          <w:rFonts w:hint="cs"/>
          <w:rtl/>
        </w:rPr>
        <w:t>[ خطبة ابن زياد بعد القبض على هانئ ]</w:t>
      </w:r>
      <w:bookmarkEnd w:id="89"/>
      <w:r>
        <w:rPr>
          <w:rFonts w:hint="cs"/>
          <w:rtl/>
        </w:rPr>
        <w:t xml:space="preserve"> </w:t>
      </w:r>
      <w:bookmarkEnd w:id="90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وخشي عبيد الله أنْ يثب النّاس به فخرج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ومعه أشراف النّاس وشرطه وحشمه فصعد المنبر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أيها النّاس فاعتصموا بطاعة الله وطاعة أئمتكم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تختلفوا ولا تفرّقوا فتهلكوا وتذلّوا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وتقتلوا وتجفوا وتحرموا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أخاك مَن صدّقك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أعذر من أنذر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477F4F" w:rsidP="00F245A1">
      <w:pPr>
        <w:pStyle w:val="Heading2"/>
        <w:rPr>
          <w:rtl/>
        </w:rPr>
      </w:pPr>
      <w:bookmarkStart w:id="91" w:name="_Toc372370944"/>
      <w:r>
        <w:rPr>
          <w:rFonts w:hint="cs"/>
          <w:rtl/>
        </w:rPr>
        <w:t xml:space="preserve">[ خروج مسلم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91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وأرسل مسلم بن عقيل عبد الله بن خازم رسولاً إلى القصر لينظر إلى ما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كان مع زياد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تبيع العمّال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من يتتبّع أثرهم</w:t>
      </w:r>
      <w:r w:rsidR="007745E6" w:rsidRPr="0088444F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فبعثه زياد في أناس من أصحابه في طلب أصحاب حجر بن عدي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ضارب ابن عقيل على شفته العليا وقاتله 5 / 373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378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عبداً شاميّاً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ابو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فحدثني الصقعب بن زهير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عبد الرحمن بن شريح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سمعته يحدّث إسماعيل بن طلحة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5 / 367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قال ابو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الحجّاج بن علي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محمّد بن بشر الهمداني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5 / 368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صار أمر هانئ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فلمّا ضُرب وحُبس ركبت فرسي وكنت أوّل أهل الدار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دخل على مسلم بن عقيل بالخبر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وإذا نسوة لمراد مجتمعات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ينادين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عشيرتاه! يا ثكلاه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فدخلت على مسلم بن عقيل بالخبر فأمرني أنْ أنادي في 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منصور أمتْ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وقد ملأ الدور حوله وقد بايعه ثمانية عشر ألفاً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الدور أربعة الآف رجل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فناديت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منصور أمت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وتنادى أهل الكوفة فاجتمعوا إليه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فعقد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لعبيد الله بن عمرو بن عزيز الكندي على ربع كندة وربيعة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سر أمامي في الخيل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عقد لمسلم بن عوسجة الأسدي على ربع مذحج وأسد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انزل في الرجال فأنت عليهم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وعقد لأبي ثمامة الصائدي على ربع تميم وهمدان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وعقد لعبّاس بن جعدة الجدلي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على ربع المدينة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وأقبل مسلم يسير في النّاس من مراد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92" w:name="_Toc372370945"/>
      <w:r>
        <w:rPr>
          <w:rFonts w:hint="cs"/>
          <w:rtl/>
        </w:rPr>
        <w:t>[ اجتماع الأشراف بابن زياد ]</w:t>
      </w:r>
      <w:bookmarkEnd w:id="92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وأقبل أشراف النّاس يأتون ابن زياد من قبل الباب الذي يلي دار الروميّين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ودعا عبيد الله [ ابن زياد ] كثير بن شهاب بن الحصين الحارثي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نرى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على ميسرة جيش المختار المبعوث إلى المدينة لقتال ابن الزبير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مَن يُدعى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عيّاش بن جعدة الجدلي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وعند انهزامهم أمام أصحاب ابن الزبير لمْ يدخل في راية أمانه هو وثلثُمئة معه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وقعوا في أيديهم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قُتلوا إلاّ نحواً من مئتي رجل مات أكثرهم في الطريق 6 / 74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وحيث لمْ نجد لعبّاس أو عيّاش الجدلي أيّ ذكر غير هذا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وبقرينة وفائه للمختار يستعبد أنْ يكونا شخصين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ويرجح أنْ يكون شخصاً واحداً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إمّا باسم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العبّاس أو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العيّاش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بقي بعد مسلم حتّى خرج مع المختار فقُتل أو مات هناك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من هنا يُعلم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 دار الروميّين كان يلي خلف دار الإمارة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وحيث كانوا مع أهل الذمة تستّربهم ابن زياد للخروج والولوج إلى القصر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وفات أصحاب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أنْ يسدّوا ذلك الوجه والمنفذ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كان ممّن كتبت شهادته على حجر بن عدي 5 / 269 وحمل حجر وأصحابه إلى معاوية 5 / 270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أوّل مَن عُقد له ابن زياد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وأشرف على النّاس يُخذّلهم عن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5 / 370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أنْ يخرج فيمَن طاعه من مذحج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فيسير بالكوفة ويخذّل النّاس عن ابن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ويخوّفهم الحرب ويحذّرهم عقوبة السّلطان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وأمر محمّد بن الأشعث أنْ يخرج فيمَن طاعه من كندة وحضرموت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فيرفع راية أمان لمَن جاءه من النّاس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 مثل ذلك للقعقاع بن شور الذهلي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وشيث بن ربعي التميمي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وحجّار بن أبجر العجلى وشمر بن ذي الجوشن العامري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 w:rsidRPr="00D06A87"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وعقد لشبث بن ربعي لواء فأخرجه [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 ]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أشرفوا على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فمنّوا أهل الطاعة الزيادة والكرامة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وخوّفوا أهل المعصية الحرمان والعقوبة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وأعلموهم فصول الجنود من الشام إليهم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كان ممّن كتبت شهادته على حجر بن عدي 5 / 269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وحارب مسلماً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5 / 270 381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5 / 368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ابو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حدثنى يوسف بن يزيد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عبد الله بن خازم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كان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بصفّين 5 / 28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وفيمَن كُتبت شهادته على حجر بن عدي 5 / 270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وهو الذي حرّض ابن زياد على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5 / 414 وحضر كربلاء ودعا بني اُمّ البنين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إخوة العبّاس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إلى أمان ابن زياد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وخذلان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5 / 415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واستشاره ابن سعد لإمهال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ليلة عاشوراء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فلمْ يجبه بشيء 5 / 417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وكان على ميسرة ابن سعد 5 / 422 وأجاب خطبة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بكلام بذيء فشتمه ابن مظاهر 5 / 425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وأجاب خطبة زهير بن القين بسهم رماه به فشتمه ابن القين 5 / 436 وحمل في ميسرة ابن سعد على أهل ميسرة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5 / 436 وطعن فسطاط الحسين برمحه ونادى بالنّار ليحرق الخباء على أهله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فصاح النّساء وخرجن من الفسطاط فدعا عليه الإمام 5 / 438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وهو الذي قتل نافع بن هلال الجملي 5 / 442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وأراد قتل الإمام السجّاد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فمنعه النّاس 5 / 454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فيمَن قدم بالرؤوس على ابن زياد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 / 456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وبها السّبايا إلى يزيد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 / 460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463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وكانت الرؤوس معه عشرون رأسا مع هوازن 5 / 468 وبعثه ابن مطيع على جبانة سالم بالكوفة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لحرب المختار 6 / 18 ومعه ألفان 6 / 29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وكان ممّن ثار مع أشراف الكوفة لقتال المختار 6 / 44 وفرّ من الكوفة منهزماً 6 / 52 وقتله منهزماً عبد الرحمن بن أبي الكنود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66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53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وكلمة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شَمِر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عبرية أصلها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شامر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بمعنى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سامر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كما يقال اليوم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إسحاق شآمير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قال أبو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وحدّثني يونس بن إسحاق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عبّاس الجدلي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F245A1">
        <w:rPr>
          <w:rFonts w:hint="cs"/>
          <w:rtl/>
        </w:rPr>
        <w:t xml:space="preserve"> 5 / 369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فحدّثنى أبو الجناب الكلبي 5 / 369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93" w:name="_Toc372370946"/>
      <w:r>
        <w:rPr>
          <w:rFonts w:hint="cs"/>
          <w:rtl/>
        </w:rPr>
        <w:lastRenderedPageBreak/>
        <w:t>[ خروج الأشراف برايات الأمان للتخذيل عن مسلم ]</w:t>
      </w:r>
      <w:bookmarkEnd w:id="93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فتكلّم كثير بن شهاب أوّل النّاس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أيها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الحقوا بأهاليكم ولا تعجلوا الشرّ ولا تعرضوا أنفسكم للقتل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هذه جنود أمير المؤمنين يزيد قد أقبلت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أعطى الله الأمير عهداً لئن أتممتم على حربه ولمْ تنصرفوا من عشيّتكم أنْ يحرّم ذرّيتك العطاء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ويفرق مقاتلتكم في مغازي أهل الشام على غير طمع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وأنْ يأخذ البرئ بالسّقيم والشاهد بالغائب حتّى لا يبقى فيكم بقيّة من أهل المعصية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أذاقها وبال ما جرّت أيديها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وتكلّم الأشراف بنحو من كلام هذا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سمع مقالتهم النّاس أخذوا يتفرّقون</w:t>
      </w:r>
      <w:r w:rsidR="00CA2C7E">
        <w:rPr>
          <w:rFonts w:hint="cs"/>
          <w:rtl/>
        </w:rPr>
        <w:t xml:space="preserve"> ...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[ و ] إنّ المرأة كانت تأتي ابنها أو أخاها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فتقول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انصرف النّاس يكفونك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ويجيء الرجل ابنه أو أخيه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غداً يأتيك أهل الشام فما تصنع بالحرب والشر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انصرف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فيذهب به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وخرج محمّد بن الأشعث حتّى وقف عند دور بني عمارة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وجاءه عمارة بن صلخب الأزدي عليه سلاحه وهو يريد ابن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فأخذه فبعث به إلى ابن زياد فحبسه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فبعث ابن عقيل إليه من المسجد [ لقتاله ] عبد الرحمن بن شريح الشبامي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[ ومعه ناس كثير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وجال القعقاع بن شور الذهلي على مسلم وأصحابه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سليمان بن أبي راشد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عبد الله بن خازم الكثيري من الأزد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5 / 370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فحدّثني المجالد بن سعيد 5 / 371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</w:pPr>
      <w:r w:rsidRPr="00F245A1">
        <w:rPr>
          <w:rFonts w:hint="cs"/>
          <w:rtl/>
        </w:rPr>
        <w:t>(3) قال ابو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فحدّثني أبو حاب الكلبي 5 / 369</w:t>
      </w:r>
      <w:r w:rsidR="00891061">
        <w:rPr>
          <w:rFonts w:hint="cs"/>
          <w:rtl/>
        </w:rPr>
        <w:t>.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من موضع بالكوفة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العرار ]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وأرسل إلى محمّد بن الأشعث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قد جلت على ابن عقيل من العرار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فتأخّر عن موقفه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[ وقاتلهم شبث بن ربعي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جعل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انتظروا بهم اللّيل يتفرّقوا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القعقاع بن شور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إنّك سددت على النّاس وجه مصيرهم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فأخرج لهم ينسربوا ]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94" w:name="_Toc372370947"/>
      <w:bookmarkStart w:id="95" w:name="35"/>
      <w:r>
        <w:rPr>
          <w:rFonts w:hint="cs"/>
          <w:rtl/>
        </w:rPr>
        <w:t xml:space="preserve">[ غربة مسلم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94"/>
      <w:r>
        <w:rPr>
          <w:rFonts w:hint="cs"/>
          <w:rtl/>
        </w:rPr>
        <w:t xml:space="preserve"> </w:t>
      </w:r>
      <w:bookmarkEnd w:id="9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عبّاس الجدلي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خرجنا مع ابن عقيل أربعة الآف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بلغنا القصر إلاّ ونحن ثلثُمئة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زالوا يتفرّقون ويتصدّعون حتّى أمسى ابن عقيل وما معه ثلاثون نفساً في المسجد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صلّى مع ابن عقيل إلاّ ثلاثون نفساً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رأى [ ذلك ] خرج متوجّهاً نحو أبواب كندة وبلغ الأبواب ومعه منهم عشرة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وإذا ليس معه إنسان والتفت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هو لا يحسّ أحداً يدلّه على الطريق ولا يدلّه على منزل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يواسيه بنفسه إنْ عرض له عدوّ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فمضى على وجهه يتلدّد في أزقّة الكوفة لا يدري أين يذهب حتّى خرج إلى دور بني جبلة من كندة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فمشى حتّى انتهى إلى باب امرأة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يقال لها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طوعة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اُمّ ولد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كانت للأشعث بن قيس</w:t>
      </w:r>
      <w:r w:rsidRPr="007745E6">
        <w:rPr>
          <w:rStyle w:val="libFootnotenumChar"/>
          <w:rFonts w:hint="cs"/>
          <w:rtl/>
        </w:rPr>
        <w:t>(5)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ذكره هارون بن مسلم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علي بن صالح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عيسى بن يزيد 5 / 381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وحيث لمْ يكن من أخبار أبي مِخْنف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لذلك جعلناه بين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معقوفين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راجع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الهامش رقم / 2 من الصفحة السّابقة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راجع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الهامش رقم / 3 من الصفحة السّابقة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وحدّثني يونس بن أبي إسحاق 5 / 369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(5)</w:t>
      </w:r>
      <w:r w:rsidRPr="00F245A1">
        <w:rPr>
          <w:rFonts w:hint="cs"/>
          <w:rtl/>
        </w:rPr>
        <w:t xml:space="preserve"> وفد الأشعث بن قيس في ستّين راكباً من كندة على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10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>وانتسب إلى كلّ المرار من قبل اُمّه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إذ كانوا ملوكاً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وأراد أنْ يُنسب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لذلك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فانتسب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إلى النّضر بن كنانة فلمْ يُعجب ذلك الأشعث 3 / 137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وتزوّج رسول 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أخته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قتيلة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فتوفّي قبل أنْ يدخل بها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فارتدّت عن الإسلام مع أخيها الأشعث 3 / 168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وارتد بعد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وحارب فهُزم 3 / 335 وطلب الأمان فآمنوه 3 / 337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سرّحوا به مع الأسارى والسّبايا إلى أبي بكر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قد خطب أخته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أمّ فروة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فزوّجه ولمْ يدخل بها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ارتدّ فأطلق أبوبكر أساره وأقلّه عثرته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وقبل إسلامه وردّ عليه أهله 3 / 339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وعند وفاته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لوددت أنّي يوم أتيت بالأشعث بن قيس أسيراً كنت ضربت عنقه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فإنّه تخيّل إليّ أنّه لا يرى شرّاً إلاّ أعان عليه 3 / 430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فأعتقها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فتزوّجها سيّد الخضرمي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فولدت له بلالاً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بلال قد خرج مع النّاس واُمّه قائمة تنتظره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فسلّم عليها ابن عقيل فردّت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أمة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أسقيني ماء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فدخلت فسقته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فجلس وأدخلت الإناء ثمّ خرجت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ألمْ تشرب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بلى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فاذهب إلى أهلك</w:t>
      </w:r>
      <w:r w:rsidR="00891061">
        <w:rPr>
          <w:rFonts w:hint="cs"/>
          <w:rtl/>
        </w:rPr>
        <w:t>،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ولحق الأشعث بن قيس بجيش القادسيّة في ألف وسبعمئة من أهل اليمن 3 / 487 ورآه سعد فيمَن لهم منظر لأجسامهم وعليهم مهابة ولهم آراء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فبثهم دُعاة إلى ملك الفرس 3 / 496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يحرّض قومه على حرب الفرس في القادسيّة لأسوة العرب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وليس فيه كلام لله 3 / 539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560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وزحف في سبعمئة من كندة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وقتل قائد فيلق الفرس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تُرك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الطبري 3 / 563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وطمع فيما أصاب خالد بن الوليد من الغنائم والأنفال فانتجعه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طلب منه شيئاً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فأجازه بعشرة الآف 4 / 67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واشترك في وقعة نهاوند 4 / 129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واشترى سنة ثلاثين من عثمان ما كان من الأنفال في طيرناباد بالعراق بمال له في حضرموت 4 / 280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وبعثه سعيد بن العاص من الكوفة والياً على آذربايجان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34 ه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4 / 331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فمات عثمان وهو على آذربايجان 4 / 422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فدعاه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إلى بيعته والانصراف إليه لنصرته فبايعه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وانصرف إليه 4 / 561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وانتدب في صفّين لاسترجاع الماء من أصحاب معاوية 4 / 569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الذي عصى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فرضي بالتحكيم ورشّح الأشعري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وأبى من رضي به الأمير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من ابن عبّاس أو الأشتر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مصرّاً على الأشعري متبرّماً من القتال 4 / 51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وهو أوّل من كُتبت شهادته على صحيفة التحكيم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ودعا الأشتر للإمضاء فأبى الأشتر وشتمه وسبّه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وخرج الأشعث بالكتاب يقرؤه على النّاس 5 / 55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وأبى على عليٍّ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بعد النّهروان التوجّه إلى معاوية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وأصرّ على الرجوع إلى الكوفة بحجّة الاستعداد 5 / 89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عثمان قد طعمه خراج آذربايجان مئة ألف كلّ سنة 5 / 130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قد بنى مسجداً بالكوفة 5 / 22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هو سيّد بن مالك الحضرمي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قِيل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هو الذي قتل عبد الله بن مسلم في كربلاء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وابنه بلال دلّ على موضع مسلم بمنزلهم فأدّى إلى قتله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فسكت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عادت فقال مثل ذلك فسكت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فيّ الله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ياعبد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فمرّ إلى أهلك عافاك الله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لا يصلح لك الجلوس على بابي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أحلّه 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أمَة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مالي في المصر منزل ولا عشيرة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فهل لك إلى أجر ومعروف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ولعلّي مكافؤك به بعد اليوم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عبد الله وما ذاك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مسلم 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كذبني هؤلاء القوم وغرّوني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أنت مسلم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ادخل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فأدخلته بيتاً في دارها غير البيت الذي تكون فيه وفرشت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وعرضت عليه العشاء فلمْ يتعشَّ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ولمْ يكن بأسرع من أنْ جاء ابنها فرآها تكثر الدخول في البيت والخروج 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إنّه ليُريبني كثرة دخولك هذا البيت منذ اللّيلة وخروجك منه! إنّ لك لشأناً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بني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ألْهُ عنه هذا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لها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لتخبرنّي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أقبل على شأنك ولا تسألني عن شيء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فألحّ عليها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بنيّ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تحدّثنّ أحداً من النّاس بما أخبرك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وأخذت عليه الإيمان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فحلف لها فأخبرته فاضطجع وسكت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يقال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فيّ الله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اتّق فيّ الله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فحدّثني المجالد بن سعيد 5 / 371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وفي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الإرشاد / 212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والخوارزمي / 208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وروى الطبري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عمار الدهني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Fonts w:hint="cs"/>
          <w:rtl/>
        </w:rPr>
        <w:t>«</w:t>
      </w:r>
      <w:r w:rsidRPr="00F245A1">
        <w:rPr>
          <w:rFonts w:hint="cs"/>
          <w:rtl/>
        </w:rPr>
        <w:t xml:space="preserve"> فلمّا رأى مسلم أنّه قد بقي وحده يتردّد في الطرق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أتى باباً فنزل عليه فخرجت إليه امرأة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 لها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استقيني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فسقته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دخلت فمكثت ما شاء الله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خرجت فإذا هو على الباب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يا عبد الله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إنّ مجلسك مجلس ريبة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إنّي أنا مسلم بن عقيل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فهل عندك مأوى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ادخل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ابنها مولى لمحمّد بن الأشعث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علم به الغلام انطلق إلى محمّد فأخبره فانلطق محمّد إلى عبيد الله فأخبره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فبعث عبيد الله عمرو بن حريث المخزومي إليه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صاحب شرطه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ومعه عبد الرحمن بن محمّد بن الأشعث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فلمْ يعلم مسلم حتّى أحيط بالدار </w:t>
      </w:r>
      <w:r w:rsidR="00891061">
        <w:rPr>
          <w:rFonts w:hint="cs"/>
          <w:rtl/>
        </w:rPr>
        <w:t>»</w:t>
      </w:r>
      <w:r w:rsidRPr="00F245A1">
        <w:rPr>
          <w:rFonts w:hint="cs"/>
          <w:rtl/>
        </w:rPr>
        <w:t xml:space="preserve"> 5 / 350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ويأتي قريباً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أنّ صاحب شرطته كان الحصين بن تميم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96" w:name="_Toc372370948"/>
      <w:r>
        <w:rPr>
          <w:rFonts w:hint="cs"/>
          <w:rtl/>
        </w:rPr>
        <w:lastRenderedPageBreak/>
        <w:t>[ موقف ابن زياد ]</w:t>
      </w:r>
      <w:bookmarkEnd w:id="9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ولمّا طال على ابن زياد وأخذ لا يسمع لأصحاب ابن عقيل صوتاً كما كان يسمعه قبل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لأصحابه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أشرفوا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فانظروا هل تَرون منهم أحداً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فأشرفوا فلمْ يروا أحداً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فانظروا لعلّهم تحت الظلال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قد كمنوا لكم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ففزعوا بحابح المسجد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وجعلوا يخفضون شعل النّار في أيديهم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ينظرون هل في الظلال أحد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وكانت أحياناً تُضيء لهم وأحياناً لا تُضيء لهم كما يُريدون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فدلّوا القناديل وأنصاف الطّنان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تشدّ بالحبال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تجعل فيها النيران ثمّ تدلّى حتّى تنتهي إلى الأرض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ففعلوا ذلك في أقصى الظلال وأدناها وأوسطها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حتّى فعلوا ذلك بالظلّة التي فيها المنبر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لمْ يروا شيئاً أعلموا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 xml:space="preserve">أمر [ كاتبه ] عمرو بن نافع 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فنادى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ألاَ برءت الذمّة من رجل من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الشرطة والعرفاء أو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المناكب أو المقاتلة صلّى العتمة إلاّ في المسجد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فلمْ يكن إلاّ ساعة حتّى امتلأ المسجد من النّاس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[ له ] الحصين بن تميم [ التميمي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على شرطته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إنْ شئت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الظلال جمع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الظلّة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السّقيفة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جمع بحبوحة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السّاحة الفسيحة وأفنيتها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الطنّان جمع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الطنّ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الحزمة من القصب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(4) هو كاتبه الذي كتب له كتابه إلى يزيد بقتل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أوّل مَن أطال في الكتب فكرهه ابن زياد 5 / 380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(5)</w:t>
      </w:r>
      <w:r w:rsidRPr="00F245A1">
        <w:rPr>
          <w:rFonts w:hint="cs"/>
          <w:rtl/>
        </w:rPr>
        <w:t xml:space="preserve"> بعثه ابن زياد إلى القادسيّة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لينظّم الخيل ما بينها إلى خفّان والقطقطانة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ولعلع 5 / 394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وهو الذي بعث رسول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قيس بن مسهر الصيداوي إلى ابن زياد فقتله 5 / 395 وكذلك عبد الله بن يقطر 5 / 398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الذي قدّم الحرّ بين يديه في ألف من بني تميم من القادسيّة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ليستقبل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في كربلاء على الشرطة ويحرّض على قتل الحرّ 5 / 434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وبعث معه ابن سعد خمسمئة من المرامية فبعثهم ليرشقوا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فدنوا ورشقوهم بالنبال فعقروا خيولهم 5 / 437 وحمل على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وهم يتأهّبون للصلاة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فخرج إليه حبيب بن مظاهر وضرب وجه فرسه بالسّيف فشبّ ووقع عنه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فحمل على حبيب بديل بن صريم العقفاني التميمي فضرب حبيباً بالسّيف على رأسه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وحمل عليه آخر من بني تميم فطعنه بالرمح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رجع إليه الحصين بن تميم فضربه على رأسه بالسّيف فوقع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ونزل إليه التميمي فاحتزر رأسه ودفعه إلى الحصين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فعلّقه في عنق فرسه وجال به في العسكر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دفعه إلى قاتله 5 / 440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ورمى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بسهم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وقد دنا ليشرب ماء فوقع السّهم في فمه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فدعا عليهم 5 / 449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صلّيت بالنّاس أو يصلّي بهم غيرك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فإنّي لا آمن أنْ يغتالك بعض أعدائك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مُر حرسي فليقوموا ورائي كما كانوا يقفون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ودُرفيهم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ففتح باب السّدة التي في المسجد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وخرج أصحابه معه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فصلّى بالنّاس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97" w:name="_Toc372370949"/>
      <w:bookmarkStart w:id="98" w:name="36"/>
      <w:r>
        <w:rPr>
          <w:rFonts w:hint="cs"/>
          <w:rtl/>
        </w:rPr>
        <w:t>[ خطبة ابن زياد بعد غربة مسلم ]</w:t>
      </w:r>
      <w:bookmarkEnd w:id="97"/>
      <w:r>
        <w:rPr>
          <w:rFonts w:hint="cs"/>
          <w:rtl/>
        </w:rPr>
        <w:t xml:space="preserve"> </w:t>
      </w:r>
      <w:bookmarkEnd w:id="9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صعد المنبر [ و ] قام فحمد الله وأثنى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ابن عقيل السّفيه الجاهل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أتى ما قد رأيتم من الخلاف والشقاق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فبرءت ذمّة الله من رجل وجدناه في داره ومَن جاء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فله ديّته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اتّقوا الله عباد الله وألزموا طاعتكم وبيعتكم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تجعلوا على أنفسكم سبيلاً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يا حصين بن تميم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ثكلتك أمّك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إنْ صاح باب سكّة من سكك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خرج هذا الرجل ولمْ تأتني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سلّطتك على دور أهل الكوفة فابعث مراصدةً على أفواه السّكك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وأصبح غداً واستسبر الدور وجس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خلالها حتّى تأتيني بهذا الرجل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من قولهم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سبر غوره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تعمّق فيه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وجس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تجسّس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99" w:name="_Toc372370950"/>
      <w:r>
        <w:rPr>
          <w:rFonts w:hint="cs"/>
          <w:rtl/>
        </w:rPr>
        <w:lastRenderedPageBreak/>
        <w:t>[ ابن زياد في طلب مسلم ]</w:t>
      </w:r>
      <w:bookmarkEnd w:id="99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نزل ابن زياد فدخل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وعقد لعمرو بن حريث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راية وأمره على النّاس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وأمره أنْ يقعد لهم في المسجد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جاء المختار بن أبي عبيد خبر ابن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قد ظهر بالكوفة والمختار في قريه له بخطرنية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تدعى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لقفا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وكان ] فيمَن بايع [ مسلم ] من أهل الكوفة وناصحه ودعا إليه من طاعه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في موال له حتّى انتهى إلى باب الفيل بعد الغروب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عقد عبيد الله بن زياد لعمرو بن حريث راية على جميع النّاس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كان المختار على باب الفيل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مرّ به هانئ بن أبي حيّة الوداعي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</w:t>
      </w:r>
      <w:r w:rsidRPr="00F245A1">
        <w:rPr>
          <w:rFonts w:hint="cs"/>
          <w:rtl/>
        </w:rPr>
        <w:t xml:space="preserve"> المحزومي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هو الذي اشترى من السّائب بن الأقرع الثقفي الكاتب الحاسب في جيش المسلمين في فتح نهاوند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سفطين عظيمين من الغنائم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فيهما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اللؤلؤ والزبرجد والياقوت بألفي ألف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خرج بهما إلى أرض العجم فباعها بأربعة الآف ألف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أربعة ملايين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 xml:space="preserve">فما زال أكثر أهل الكوفة مالاً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21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5 / 117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وكان خليفة سعيد بن العاص على الكوفة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ويُسكّن النّاس عن عثمان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34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4 / 332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خليفة زياد بن سميّة على الكوفة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51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فحصبه أصحاب حجر 5 / 256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على ربع أهل المدينة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وشهد على حجر وأصحابه 5 / 268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خليفة ابن زياد على الكوفة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فلمّا هلك يزيد ودعا ابن زياد النّاس إلى نفسه تبعه ابن حريث ودعا النّاس إليه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فحصبه أهل الكوفة 5 / 524 وأخرجوه من القصر 5 /560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واعتزل النّاس ونزل في البرّ في نهضة المختار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66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30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وكان له حمّام بالكوفة 6 / 48 وقرّبه عبد الملك وأدناه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71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167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خليفة بشر بن مروان على الكوفة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73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194 ولمْ يأتِ بالماء لمسلم بن عقيل 5 / 367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ولمْ يشفع لزينب عند ابن زياد 5 / 457 إلاّ حميّة قرشيّة ومات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85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عمره يوم وفاة النبيّ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اثنتي عشرة سنة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كما في ذيل المذيل / 527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طبعة سويدان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فحدثنى المجالد بن سعيد 5 / 371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373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كان ممّن كُتبت شهادتهم على حجر وأصحابه 5 / 270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وممّن ذهب برأس مسلم وهانئ إلى يزيد 5 / 38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والتقى بالمختار في مكّة على عهد ابن الزبير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وعلم من المختار أنّه يُريد الرجوع إلى الكوفة والوثوب بها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فحذّره من فتنة الضلال 5 / 578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المختار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وقوفك ها هنا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أنت مع النّاس ولا أنت في رحلك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أصبح رأيي مرتجّاً لعظم خطيئتكم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أظنّك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قاتلاً نفسك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[ أقبل إلى ] عمرو بن حريث فأخبره [ خبره ]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00" w:name="_Toc372370951"/>
      <w:r>
        <w:rPr>
          <w:rFonts w:hint="cs"/>
          <w:rtl/>
        </w:rPr>
        <w:t>[ موقف المختار ]</w:t>
      </w:r>
      <w:bookmarkEnd w:id="100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عبد الرحمن بن أبي عمير الثقفي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كنت جالساً عند عمرو بن حريث حين بلّغه هانئ بن أبي حيّة عن المختار هذه المقالة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لي [ ابن حريث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قم إلى عمّك فأخبره أنّ صاحبه [ يعني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لا يدرى أين هو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فلا يجعلنّ على نفسه سبيلاً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فقمت لآتيه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ووثب إليه زائدة بن قدامة بن مسعود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يأتيك على أنّه آمن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عمرو بن حريث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أمّا منّي فهو آمن، وإنْ رقّى إلى الأمير عبيد الله بن زياد شيء من أمره، أقمت له بمحضره الشهادة وشفعت له أحسن الشفاعة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زائدة بن قدامه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يكوننّ مع هذا إنْ شاء الله إلاّ خيراً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عبد الرحمن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فخرجت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وخرج معي زائدة إلى المختار فأخبرناه وناشدناه بالله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أنْ لا يجعل على نفسه سبيلاً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5 / 569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النّضر بن صالح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كان مع المختار في نهضته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67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6 / 98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والظاهر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أنّه هو عبد الرحمن بن عبد الله بن عثمان الثقفي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ابن أخت معاوية اُمّ الحكم الذي استعمله معاويه على الكوفة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58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بعد الضحّاك ابن قيس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على شرطته زائدة بن قدامة الثقفي 5 / 310 وقبل ذلك كان عامل الموصل لمعاوية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51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وهو الذي قتل عمرو بن الحمق الخزاعي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يزعم قصاصاً لعثمان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مريضاً 5 / 265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وأساء السّيرة في أهل الكوفة فطردوه فلحق بمعاوية خاله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فولاّه مصراً فطردوه عنها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فرجع إلى معاوية 5 / 312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ولو لا قرابته من يزيد لمَا نفعه ابن حريث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سبقت ترجمته في المقدّمة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فراجع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فنزل إلى ابن حريث فسلّم عليه وجلس تحت رايته حتّى أصبح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وإنّ كثير [ بن شهاب الحارثي ] ألفى رجلاً في بني فتيان [ موضع بالكوفة ] من كلب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الأعلى بن يزيد قد لبس سلاحه يُريد ابن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فأخذه حتّى أدخله على ابن زياد فأخبره خبره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[ الكلبي لابن زياد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إنما أردتك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[ ابن زياد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وكنت وعدتني ذلك من نفسك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فأمر به فحُبس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F245A1">
      <w:pPr>
        <w:pStyle w:val="Heading2"/>
        <w:rPr>
          <w:rtl/>
        </w:rPr>
      </w:pPr>
      <w:bookmarkStart w:id="101" w:name="_Toc372370952"/>
      <w:r>
        <w:rPr>
          <w:rFonts w:hint="cs"/>
          <w:rtl/>
        </w:rPr>
        <w:t>[ ولمّا أصبح ابن زياد ]</w:t>
      </w:r>
      <w:bookmarkEnd w:id="101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أصبح جلس مجلسه وأذن للنّاس فدخلوا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وأقبل محمّد بن الأشعث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مرحباً بمَن لا يستغشّ ولا يتّهم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أقعده إلى جنبه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وأصبح ابن تلك العجوز [ التي ] آوت ابن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بلال بن سيّد فغدا إلى عبد الرحمن بن محمّد بن الأشعث فأخبره بمكان ابن عقيل عند اُمّه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عبد الرحمن حتّى أتى أباه فسارّه وهو عند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قال لك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أخبرني أنّ ابن عقيل في دار من دورنا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فنخس بالقضيب في جنبه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قُم فأتني به السّاعة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02" w:name="_Toc372370953"/>
      <w:r>
        <w:rPr>
          <w:rFonts w:hint="cs"/>
          <w:rtl/>
        </w:rPr>
        <w:t>[ خروج محمّد بن الأشعث لقتال مسلم ]</w:t>
      </w:r>
      <w:bookmarkEnd w:id="102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بعث [ ابن زياد ] إلى عمرو بن حريث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خليفته على النّاس في المسجد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أنْ ابعث مع ابن الأشعث ستّين أو سبعين رجلاً من قيس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وإنّما كره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فأخبرني النّضر بن صالح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عبد الرحمن بن أبي عمير الثقفي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 5 / 570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فحدّثني أبو جناب الكلبي 5 / 369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فحدّثني المجالد بن سعيد 5 /371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373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 الإرشاد / 213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والخواص / 208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أنْ يبعث معه قومه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لأنّه قد علم أنّ كلّ قوم يكرهون أنْ يُصادف فيهم مثل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ابن عقيل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فبعث معه [ عمرو بن حريث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عمرو بن عبيد الله بن عبّاس السلمي في ستّين أو سبعين من قيس حتّى أتوا الدار التي فيها ابن عقيل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03" w:name="_Toc372370954"/>
      <w:r>
        <w:rPr>
          <w:rFonts w:hint="cs"/>
          <w:rtl/>
        </w:rPr>
        <w:t xml:space="preserve">[ خروج مسلم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لقتال الأشعث ]</w:t>
      </w:r>
      <w:bookmarkEnd w:id="103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فلمّا سمع [ مسلم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وقع خوافر الخيل وأصوات الرجال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عرف أنّه قد أتي فخرج إليهم بسيفه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واقتحموا عليه الدار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فشدّ عليهم يضربهم بسيفه حتّى أخرجهم من الدار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عادوا إليه فشدّ عليهم كذلك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فضرب بُكيُر [ بن حمران الأحمري الشامي ] فمَ مسلم فقطع شفته العليا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وأشرع السّيف في السّفلى وفصلت ثنيّتاه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فضربه مسلم ضربة في رأسه منكرةً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وثنّى بأخرى على حبل العاتق كادت أنْ تطلع على جوفه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04" w:name="_Toc372370955"/>
      <w:r>
        <w:rPr>
          <w:rFonts w:hint="cs"/>
          <w:rtl/>
        </w:rPr>
        <w:t>[ قصبات النيران والحجّارة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والأمان ]</w:t>
      </w:r>
      <w:bookmarkEnd w:id="104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رأوا ذلك أشرفوا عليه من فوق ظهر البيت فأخذوا يرمونه بالحجّارة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ويلهبون النّار في طنان القصب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يقلبونها عليه من فوق البيت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رأى ذلك خرج عليهم مصلتاً بسيفه في السكّة فقاتلهم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فاقبل عليه محمّد بن الأشعث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فتى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لك الأمان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تقتل نفسك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فأقبل يُقاتلهم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CA2C7E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5D2685">
            <w:pPr>
              <w:pStyle w:val="libPoem"/>
            </w:pPr>
            <w:r>
              <w:rPr>
                <w:rFonts w:hint="cs"/>
                <w:rtl/>
              </w:rPr>
              <w:t>أقسمت لا أقتل إلاّ حرّا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وإن رأيت الموت شيئاً نكرا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344" w:type="dxa"/>
          </w:tcPr>
          <w:p w:rsidR="00CA2C7E" w:rsidRDefault="00CA2C7E" w:rsidP="005D2685">
            <w:pPr>
              <w:pStyle w:val="libPoem"/>
            </w:pPr>
            <w:r>
              <w:rPr>
                <w:rFonts w:hint="cs"/>
                <w:rtl/>
              </w:rPr>
              <w:t>كل امرئ يوماً ملاق شرّا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5D2685">
            <w:pPr>
              <w:pStyle w:val="libPoem"/>
            </w:pPr>
            <w:r>
              <w:rPr>
                <w:rFonts w:hint="cs"/>
                <w:rtl/>
              </w:rPr>
              <w:t>ويخلط البارد سخناً مرّاً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344" w:type="dxa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 xml:space="preserve">ردّ شعاع النّفس </w:t>
            </w:r>
            <w:r w:rsidRPr="00D06A87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 xml:space="preserve"> فاستقرّا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5D2685">
            <w:pPr>
              <w:pStyle w:val="libPoem"/>
            </w:pPr>
            <w:r>
              <w:rPr>
                <w:rFonts w:hint="cs"/>
                <w:rtl/>
              </w:rPr>
              <w:t>أخاف أن أكذب أو أغرّا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أمّا نفس ابن الأشعث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فلعلّه كان يبرّر ذلك بأنّه إنّما يخرج مسلماً من بيت مولاتهم طوعة وابنها بلال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ومن هنا يُعلم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كيف كان ابن زياد بصيراً بأمور العشائر خبيراً بها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يرعاها ويستخدمها في أهدافه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فيما بأيدينا من نسخ الطبري وغيره من الكتب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جاء شعاع النّفس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شعاع الشمس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وذكر الشيخ السّماوي في إبصار العين / 49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إنّ ذلك تصحيف ممّن لمْ يفهم شعاع النّفس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فرأى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 الشعاع بالشمس أليق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والمراد بشعاع النّفس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خوف النّفس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مارت نفسه شعاعاً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تفرقت نفسه كلشعاع الدقيق من الخوف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فإنّ الشعاع هو المتفرق من الشيء تفرقاً دقيقاً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وقد جاء في الشعر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68"/>
        <w:gridCol w:w="3310"/>
      </w:tblGrid>
      <w:tr w:rsidR="00CA2C7E" w:rsidTr="00D65094">
        <w:trPr>
          <w:trHeight w:val="350"/>
        </w:trPr>
        <w:tc>
          <w:tcPr>
            <w:tcW w:w="3344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 w:rsidRPr="00F245A1">
              <w:rPr>
                <w:rFonts w:hint="cs"/>
                <w:rtl/>
              </w:rPr>
              <w:t>أقول لها وقد طارت شعاعاً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CA2C7E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CA2C7E">
            <w:pPr>
              <w:pStyle w:val="libPoemFootnote"/>
            </w:pPr>
            <w:r w:rsidRPr="00F245A1">
              <w:rPr>
                <w:rFonts w:hint="cs"/>
                <w:rtl/>
              </w:rPr>
              <w:t>من الأبطال ويحك لا تراعى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فالمعنى في الرجز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 النّفس استقرت بعدما خافت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105" w:name="_Toc372370956"/>
      <w:r>
        <w:rPr>
          <w:rFonts w:hint="cs"/>
          <w:rtl/>
        </w:rPr>
        <w:lastRenderedPageBreak/>
        <w:t xml:space="preserve">[ أسر مسلم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بحيلة الأمان ]</w:t>
      </w:r>
      <w:bookmarkEnd w:id="105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محمّد بن الأشعث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إنك لا تُكّذب ولا تُخدع ولا تّغرّ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القوم بنو عمّك وليسوا بقاتليك ولا ضاربيك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وأُثخن بالحجّارة وعجز عن القتال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فأسند ظهره إلى جنب تلك الدار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فدنا محمّد بن الأشعث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لك الأمان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[ مسلم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آمن أنا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القوم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[ نعم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أنت آمن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ابن عقيل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لو لمْ تؤمّنوني ما وضعت يدي في أيديكم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فعلم أنّه استسلم للأمان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وأُتي ببغلة فحُمل عليها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واجتمعوا حوله وانتزعوا سيفه من عنقه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فكأنّه آيس من نفسه فدمعت عيناه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أوّل الغدر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محمّد بن الأشعث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أرجو أنْ لا يكون عليك بأس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هو إلاّ الرجاء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أين أمانكم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إنّا لله وإنا إليه راجعون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وبكى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عمرو بن عبيد الله بن عبّاس [ السلمى الذي كان على الرجال المبعوثين إليه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مَن يطلب مثل الذي تطلب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إذا نزل به مثل الذي نزل بك لمْ يبك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إنّي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لنفسي أبكي ولا لها من القتل أرثي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كنت لمْ أحبّ له طرفة عين تلفاً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أبكي لأهلي المقبلين إليّ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أبكي لحسين وآل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106" w:name="_Toc372370957"/>
      <w:r>
        <w:rPr>
          <w:rFonts w:hint="cs"/>
          <w:rtl/>
        </w:rPr>
        <w:lastRenderedPageBreak/>
        <w:t>[ وصيّة مسلم إلى ابن الأشعث ]</w:t>
      </w:r>
      <w:bookmarkEnd w:id="10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أقبل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محمّد بن الأشعث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أراك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ستعجز عن أماني فهل عندك خير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تستطيع أنْ تبعث من عندك رجلاً على لساني يبلغ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فإنّي لا أراه إلاّ قد خرج إليكم اليوم مقبلاً أو هو خارج غداً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 وأهل بيته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وإنْ ما ترى من جزعي لذلك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فيقول [ الرسول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ابن عقيل بعثني إليك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في أبدي القوم أسير لا يرى أنْ يمشي حتّى يُقتل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ارجع بأهل بيتك ولا يغرّك أهل الكوفة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فإنّهم أصحاب أبيك الذي كان يتمنّى فراقهم بالموت أو القتل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أهل الكوفة كذبوك وكذبوني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لمكذّب رأي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ابن الأشعث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لأفعلنّ ولا علمنّ ابن زياد أنّي قد آمنتك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07" w:name="_Toc372370958"/>
      <w:r>
        <w:rPr>
          <w:rFonts w:hint="cs"/>
          <w:rtl/>
        </w:rPr>
        <w:t>[ مسلم على باب القصر ]</w:t>
      </w:r>
      <w:bookmarkEnd w:id="107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وأقبل محمّد بن الأشعث بابن عقيل إلى باب القصر وهو عطشان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وعلى باب القصر ناس جلوس ينتظرون الإذن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عمارة بن عقبة بن أبي معيط وعمرو بن حريث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ومسلم بن عمرو وكثير بن شهاب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وكانت ] قلّة باردة موضوعة على الباب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ابن عقيل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اُسقوني من هذا الماء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فحدّثني قدامة بن سعيد بن زائدة بن قدامة الثقفي 5 / 372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جدّه زائدة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انظره في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المقدمة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فحدّثني جعفر بن حذيفة الطائي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وعرف سعيد بن شيبان الحديث 5 / 375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فقال له مسلم بن عمرو [ الباهلي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أتراها ما أبردها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تذوق منها قطرة أبداً حتّى تذوق الحميم في نار جهنّم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له ابن عقيل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ويحك مَن أنت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أنا ابن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مَن عرف الحقّ إذ أنكرته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ونصح لإمامه إذ غششته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وسمع وأطاع إذ عصيته وخالفت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أنا مسلم بن عمرو الباهلي</w:t>
      </w:r>
      <w:r w:rsidR="00891061">
        <w:rPr>
          <w:rFonts w:hint="cs"/>
          <w:rtl/>
        </w:rPr>
        <w:t>.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ابن عقيل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لأمّك الثكل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ما أجفاك وما أفظّك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وأقسى قلبك أغلظك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أنت يابن باهلة أولى بالحميم والخلود في نار جهنّم منّي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جلس متسانداً إلى الحائط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بعث عمرو بن حريث [ المخزومي ] غلاماً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يُدعى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سليمان فجاءه بماء في قلّة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عليها منديل ومعه قدح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فصبّ فيه ماء ثمّ سقاه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 كلّما شرب امتلأ القدح دماً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ملأ القدح المرّة الثالثة ذهب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ليشرب فسقطت ثناياه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الحمد 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لو كان لي من الرزق المقسوم شربته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هكذا النص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والصحيح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أنا مَن عرف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وليس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ابن مَن عرف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يقطع أبو مِخْنف هنا حديثه عن قدامة بن سعيد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ليحدّث عن سعيد بن مدرك بن عمارة بن عقبة بن أبي معيط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أنّه هو الذي بعث غلامه قيساً فجاءه بقلّة</w:t>
      </w:r>
      <w:r w:rsidR="00CA2C7E">
        <w:rPr>
          <w:rFonts w:hint="cs"/>
          <w:rtl/>
        </w:rPr>
        <w:t xml:space="preserve"> ...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ويرجع الحديث في الظاهر إلى حديث قدامة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ونحن رجّحنا حديث قدامة بن سعيد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جدّه زائدة بن قدامة الثقفي إذ اتّهمنا سعيد بن مدرك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أنّه وضع الحديث كفضيلة لجدّه عمارة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بينما لا يرد مثل هذا على حديث قدامة إذ لمْ ينسب ذلك لجدّه زائدة مع حضوره هناك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بل نسبه إلى عمرو بن حريث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ولعمرو بن حريث موقفان آخران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يتسامح في أوّلهما للمختار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فيشهد له عند ابن زياد بما ينجو به من القتل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ويشفع في الثاني لزينب عند ابن زياد إذ همّ بها أنْ يضربها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وإنْ كان كلّ ذلك بحميّة قرشيّة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أمّا عمارة بن عقبة بن أبي معيط الاُمّوي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فهو من أعداء آل البيت </w:t>
      </w:r>
      <w:r w:rsidR="0035755E" w:rsidRPr="0035755E">
        <w:rPr>
          <w:rStyle w:val="libAlaemChar"/>
          <w:rFonts w:hint="cs"/>
          <w:rtl/>
        </w:rPr>
        <w:t>عليهم‌السلام</w:t>
      </w:r>
      <w:r w:rsidRPr="00F245A1">
        <w:rPr>
          <w:rFonts w:hint="cs"/>
          <w:rtl/>
        </w:rPr>
        <w:t xml:space="preserve"> وقد سبقت ترجمته في المقدمة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فراجع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واختاره الشيخ في الإرشاد / 215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والخوارزمي / 210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وجمع السّماوي بين الخبرين بالعطف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 كليهما بعثا للماء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خطأ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انظر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السّماوي / 45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فحدّثني قدامة بن سعيد 5 / 375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فاستأذن [ ابن الأشعث ] فأُذن له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وأدخل مسلم على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يسلّم عليه بالأمرة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الحرسي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ألاَ تُسلّم على الأمير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إنْ كان يُريد قتلي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سلامي عليه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وإن كان لا يُريد قتلى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فلعمري ليكثرنّ سلامي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فلعمري لتقتلنّ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كذلك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فدعني أوص إلى بعض قومي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08" w:name="_Toc372370959"/>
      <w:r>
        <w:rPr>
          <w:rFonts w:hint="cs"/>
          <w:rtl/>
        </w:rPr>
        <w:t>[ وصيّة مسلم إلى عمر بن سعد ]</w:t>
      </w:r>
      <w:bookmarkEnd w:id="108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فنظر إلى جلساء عبيد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وفيهم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بيني وبينك قرابة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ولي إليك حجّة وقد يجب لي عليك نجح حاجتي وهو سرّ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فأبى أنْ يمكّنه من ذكرها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تمتنع أنْ تنظر في حجّة ابن عمّك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 معه فجلس حيث ينظر إليه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عليّ بالكوفة ديناً استدنته منذ قدمت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سبعمئة درهم فاقضها عنّي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وانظر جثتي فاستوهبها من ابن زياد فوارها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وابعث إلى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مَن يردّه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فإنّي كتبت إليه أعلمه أنّ النّاس معه ولا أراه إلاّ مقبلاً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5 / 375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حدثنى جعفر بن حذيفة الطائي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والقرابة بينه وبين ابن سعد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هي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القرابة القرشيّة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ومن طرف الاُمّ إلى بني زهره عشيرة ابن سعد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كرّر الوصيّة بهذا إلى ابن سعد بعد ابن الأشعث تأكيداً للأمر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عسى ولعلّ أحدهما يفعل ذلك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109" w:name="_Toc372370960"/>
      <w:bookmarkStart w:id="110" w:name="37"/>
      <w:r>
        <w:rPr>
          <w:rFonts w:hint="cs"/>
          <w:rtl/>
        </w:rPr>
        <w:lastRenderedPageBreak/>
        <w:t>[ مسلم أمام ابن زياد ]</w:t>
      </w:r>
      <w:bookmarkEnd w:id="109"/>
      <w:r>
        <w:rPr>
          <w:rFonts w:hint="cs"/>
          <w:rtl/>
        </w:rPr>
        <w:t xml:space="preserve"> </w:t>
      </w:r>
      <w:bookmarkEnd w:id="110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قال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إيه يابن عقيل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أتيت النّاس وأمرهم جميع وكلمتهم واحدة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لتشتتهم وتفرّق كلمتهم وتحمل بعضهم على بعض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كلا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لست أتيت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أهل المصر زعموا أنّ أباك قتل خيارهم وسفك دماءهم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وعمل فيهم أعمال كسرى وقيصر فأتيناهم لنأمر بالعدل وندعو إلى حكم الكتاب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وما أنت وذاك يا فاسق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أوَلمْ نكن نعمل بذلك فيهم إذ أنت بالمدينة تشرب الخمر؟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أشرب الخمر!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الله ليعلم أنّك غير صادق وأنّك قلت بغير علم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وإنّي لست كما ذكرت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 أحقّ بشرب الخمر منّي وأولى بها مَن يلغ في دماء المسلمين ولغاً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فيقتل النّفس التي حرّم الله قتلها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ويقتل النّفس بغير النّفس ويسفك الدم الحرام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ويقتل على الغضب والعداوة وسوء الظنّ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يلهو ويلعب كأنّ لمْ يصنع شيئاً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فاسق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إنّ نفسك تمنّيك ما حال الله دونه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يرَك أهله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فمَن أهله يابن زياد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أمير المؤمنين يزيد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الحمد لله على كلّ حال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رضينا بالله حكماً بيننا وبينكم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كأنّك تظنّ أنّ لكم بها شيئاً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هو بالظنّ ولكنّه اليقين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قتلني الله إنْ لمْ أقتلك قتلة لمْ يقتلها أحد في الإسلام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إنّك لا تدع سوء القتلة وقبح المثلة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وخبث السّيرة ولؤم الغلبة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أحد من النّاس أحقّ بها منك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وأقبل ابن سميّة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يشتمه ويشتم حسيناً وعليّاً وعقيلاً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F245A1" w:rsidRDefault="00F245A1" w:rsidP="00F245A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سميّة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أمّ زياد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ذات علم بالفحشاء بالجاهليّة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زنى بها أبو سفيان وغيره فولدت زياداً فاقترعوا عليه بسهام الأزلام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فخرج أبو سفيان فادّعاه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ولكنّه عُرف بزياد بن سميّة باسم اُمّه حتّى ألحقه معاوية بأبيه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فكان مَن أنكر منكراته في الدين والعرف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111" w:name="_Toc372370961"/>
      <w:bookmarkStart w:id="112" w:name="38"/>
      <w:r>
        <w:rPr>
          <w:rFonts w:hint="cs"/>
          <w:rtl/>
        </w:rPr>
        <w:lastRenderedPageBreak/>
        <w:t xml:space="preserve">[ مقتل مسلم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111"/>
      <w:r>
        <w:rPr>
          <w:rFonts w:hint="cs"/>
          <w:rtl/>
        </w:rPr>
        <w:t xml:space="preserve"> </w:t>
      </w:r>
      <w:bookmarkEnd w:id="112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اصعدوا به فوق القصر فاضربوا عنقه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أتبعوا جسده رأسه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[ مسلم لابن الأشعث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الأشعث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لولا أنّك آمنتني ما استسلمت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قم بسيفك دوني فقد اُخفرت ذمّتك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وأقبل محمّد بن الأشعث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فأخبر عبيد الله خبر ابن عقيل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وضرب بكير [ بن حمران ] إيّاه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 ] أخبره بما كان منه وما كان من أمانه إيّاه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أنت والأمان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كأنّا أرسلناك تؤمّنه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إنّما أرسلناك لتأتينا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فسكت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قال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أين هذا الذي ضرب ابن عقيل رأسه بالسّيف وعاتقه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فدُعى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اصعد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فكن أنت الذي تضرب عنقه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فصعد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يكبّر ويستغفر ويصلّي على ملائكة الله ورسله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اللهمّ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احكم بيننا وبين قوم غرّونا وكذبونا وأذلّون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وأشرف به [ بكير الأحمري ] على موضع الجزّارين اليوم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فضربت عنقه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ابو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وحدّثني سعيد بن مدرك بن عمارة 5 / 376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جدّه عمارة بن عقبة بن أبي معيط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فحدّثني جعفر بن جذيفة الطائي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وعرف سعيد بن شيبان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الحديث 5 / 375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وفي الإرشاد / 216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الحذائيين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 الخوارزمي / 215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سوق القصّابين، وفي ص/ 214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في موضع يُباع فيه الغنم، وهذا يرجّح نصّ الطبري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والمراد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باليوم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على عهد الراوي أبي مِخْنف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وأتبع جسده رأسه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نزل بكير بين حمران الأحمري الذي قتل مسلماً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قتلته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فما كان يقول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وأنتم تصعدون به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يكبّر ويسبّح ويتسغفر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أدنيته لأقتله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اللهمّ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احكم بيننا وبين قوم كذّبونا وغرّونا وخذلونا وقتلونا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ادنُ منّي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فضربته ضربة لمْ تغنِ شيئاً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ضربته الثانية فقتلته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جيء برأسه إلى ابن زياد</w:t>
      </w:r>
      <w:r w:rsidRPr="007745E6">
        <w:rPr>
          <w:rStyle w:val="libFootnotenumChar"/>
          <w:rFonts w:hint="cs"/>
          <w:rtl/>
        </w:rPr>
        <w:t>(2)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عمر [ ابن سعد ] لابن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أتدري ما قال لي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إنّه ذكر كذا وكذا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إنّه لا يخونك الأمين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قد يُؤتمن الخائن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أمّا مالك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لك ولسنا نمنعك أنْ تصنع فيه ما أحببت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وأمّا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فإنّه إنْ لمْ يردنا لمْ نرده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أرادنا لمْ نكفّ عنه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وأمّا جثّته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فإنّا لا نبالي إذ قتلناه ما صُنع بها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13" w:name="_Toc372370962"/>
      <w:r>
        <w:rPr>
          <w:rFonts w:hint="cs"/>
          <w:rtl/>
        </w:rPr>
        <w:t>[ مقتل هانئ بن عروة ]</w:t>
      </w:r>
      <w:bookmarkEnd w:id="11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لمّا كان من أمر مسلم بن عقيل ما كان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أبى [ ابن زياد ] أنْ يَفي [ لمحمّد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وحدّثني سعيد بن مدرك بن عمارة 5 / 376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الصقعب بن زهير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عون بن أبي جحيفه 5 / 378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لمّا رأى ابن سعد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أنّ ابن زياد سأل ابن حمران عن مقالة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عند القتل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بادر إلى إفشاء سرّ ما أوصى به ليتزلّف إليه بذلك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فجابهه ابن زياد بوصفه بالخيانة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وهكذا يُجازى المتزلّفون</w:t>
      </w:r>
      <w:r w:rsidR="00891061">
        <w:rPr>
          <w:rFonts w:hint="cs"/>
          <w:rtl/>
        </w:rPr>
        <w:t>!.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يقول له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مالك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كأنّه يجعله وارث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(5) أو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فإنّا لن نشفعك فيها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إنّه ليس بأهل منّا لذلك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قد جاهدنا وخالفنا وجهد على هلاكنا 5 / 377 في نفس رواية أبي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بعبارة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وزعموا أنّه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بن الأشعث بما وعده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بأن يهب له هانئاً حذراً من عداوة قومه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لأنّه هو الذي ذهب به إليه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 بهانئ بن عروة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أخرجوه إلى السّوق فاضربوا عنقه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فأُخرج بهانئ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مكتوف حتّى انتهي به إلى مكان من السّوق يُباع فيه الغنم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فجعل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وامذحجاه! ولا مذحج لي اليوم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وامذحجاه! وأين منّي مذحج!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رأى أنّ أحداً لا ينصره جذب يده فنزعها من الكتّاف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من عصا أو سكّين أو حجر أو عظم يجاحش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به رجل عن نفسه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ووثبوا إليه فشدّوه وثاقاً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قِيل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أمدد عنقك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أنا بها مجدٍ سخيّ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أنا بمعينكم على نفسي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فتقدّم ] مولى تركي لعبيد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يقال له رشيد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فضربه بالسّيف فلمْ يصنع سيفه شيئاً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هانئ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إلى الله المعاد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اللّهمّ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إلى رحمتك ورضوانك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ضربه أخرى فقتله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[ رحمة الله عليه ورضوانه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وذهبوا برأسه إلى ابن زياد ]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يدافع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بصر بن عبد الرحمن بن الحصين المرادي بحازر مع عبيد الله بن زياد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فقال النّاس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هذا قاتل هانئ بن عروة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فحُمل عليه ابن الحصين بالرمح فطعنه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فقتله 5 / 379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وفي الإرشاد / 217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 الخواص / 214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الصقعب بن زهير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عون بن ابي جحيفة 5 / 378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</w:t>
      </w:r>
      <w:r w:rsidRPr="00F245A1">
        <w:rPr>
          <w:rFonts w:hint="cs"/>
          <w:rtl/>
        </w:rPr>
        <w:t xml:space="preserve"> لمْ ينقل الطبري هنا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أنّهما جرّا بأرجلهما في السّوق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ولكنّه بعد هذا نقل ذلك عن نفس أبي مِخْنف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أبي جناب الكلبي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عدي بن حرملة الأسدي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عبد الله بن سليم والمذري بن المشمعل الأسديين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بكير بن المثعبة الأسدي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لمْ أخرج من الكوفة حتّى قُتل مسلم بن عقيل وهانئ بن عروة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فرأيتهما يجرّان بأرجلهما في السّوق 5 / 397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وذكر الخوارزمي 2 / 215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وابن شهر آشوب 2 / 212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 ابن زياد صلبهما بالكناسة منكوسين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114" w:name="_Toc372370963"/>
      <w:r>
        <w:rPr>
          <w:rFonts w:hint="cs"/>
          <w:rtl/>
        </w:rPr>
        <w:lastRenderedPageBreak/>
        <w:t>[ مَن قتل بعدهما ]</w:t>
      </w:r>
      <w:bookmarkEnd w:id="114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إنّ عبيد الله بن زياد لمّا قتل مسلم بن عقيل وهانئ بن عروة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دعا بعبد الأعلى الكلبي الذي كان أخذه كثير بن شهاب في بني فتيان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فأُتي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أخبرني بأمرك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أصلحك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خرجت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لأنظر ما يصنع النّاس فأخذني كثير بن شهاب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فعليك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وعليك من الإيمان المغلّظة إنْ كان أخرجك إلاّ ما زعمت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فأبى أنْ يحلف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انطلقوا بهذا إلى جبّانة السّبيع فاضربوا عنقه بها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فانطلقوا به فضربت عنقه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وأخرج عمارة بن صلخب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ممّن يُريد أن يأتي مسلم بن عقيل بالنصرة لينصره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فأتي به عبيد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له ممّن أنت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من الأزد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فانطلقوا به إلى قومه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فضربت عنقه فيهم </w:t>
      </w:r>
      <w:r w:rsidRPr="007745E6">
        <w:rPr>
          <w:rStyle w:val="libFootnotenumChar"/>
          <w:rFonts w:hint="cs"/>
          <w:rtl/>
        </w:rPr>
        <w:t>(1)</w:t>
      </w:r>
    </w:p>
    <w:p w:rsidR="00477F4F" w:rsidRDefault="00477F4F" w:rsidP="00F245A1">
      <w:pPr>
        <w:pStyle w:val="Heading2"/>
        <w:rPr>
          <w:rtl/>
        </w:rPr>
      </w:pPr>
      <w:bookmarkStart w:id="115" w:name="_Toc372370964"/>
      <w:r>
        <w:rPr>
          <w:rFonts w:hint="cs"/>
          <w:rtl/>
        </w:rPr>
        <w:t>[ حبس المختار ]</w:t>
      </w:r>
      <w:bookmarkEnd w:id="115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ارتفع النّهار فتح باب عبيد الله بن زياد وأذن للنّاس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فدخل المختار فيمَن دخل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فدعاه عبيد الله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أنت المقبل في الجموع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لتنصر ابن عقيل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لمْ أفعل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ولكنّي أقبلت ونزلت تحت راية عمرو بن حريث وبتّ معه وأصبحت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عمرو [ بن حريث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صدق أصلحك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فرفع القضيب [ ابن زياد ] فاعترض به وجه المختار فخبط عينه فشترها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5 / 378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ابو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الصقعب بن زهير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عون بن أبي جحيفة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قلّب جفن عينه من الأعلى إلى الأسفل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أولى لك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لولا شهادة عمرو لضربت عنقك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انطلقوا به إلى السّجن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فانطلقوا به إلى السّجن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فحُبس فيه حتّى قُتل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F245A1">
      <w:pPr>
        <w:pStyle w:val="Heading2"/>
        <w:rPr>
          <w:rtl/>
        </w:rPr>
      </w:pPr>
      <w:bookmarkStart w:id="116" w:name="_Toc372370965"/>
      <w:r>
        <w:rPr>
          <w:rFonts w:hint="cs"/>
          <w:rtl/>
        </w:rPr>
        <w:t>[ بعث الرؤوس إلى يزيد ]</w:t>
      </w:r>
      <w:bookmarkEnd w:id="11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إنّ عبيد الله بن زياد بعث برؤوسهما مع هانئ بن أبي حيّة الوادعي [ الكلبي الهمداني ] والزبير بن الأروح التميمي إلى يزيد بن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وأمر كاتبه عمرو بن نافع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أنْ يكتب إلى يزيد بن معاوية بما كان من مسلم وهانئ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فكتب إليه كتاب طال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نظر فيه عبيد الله بن زياد كرهه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هذا التطويل وهذه الفضول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اُكتب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فالحمد لله الذي أخذ لأمير المؤمنين بحقّه وكفاه مؤونة عدوّه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أخبر أمير المؤمنين أكرمه الله أنّ مسلم بن عقيل لجأ إلى دار هانئ بن عروة المرادي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وإنّي جعلت عليهما العيون ودسست إليهما الرجال وكدتهما حتّى استخرجتهما وأمكن الله منهما فقدّمتهما فضربت أعناقهما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بعثت إليك برؤوسهما مع هانئ بن أبي حيّة الهمداني والزبير بن الأروح التميمي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وهما من أهل السّمع والطاعة والنّصيحة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فليسألهما أمير المؤمنين عمّا أحبّ من أمر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 عندهما علماً وصدقاً وفهماً وورعاً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فكتب إليه يزيد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فإنّك لمْ تعد أنْ كنت كما أحبّ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عملت عمل الحازم وصلت صولة الشجاع الرابط الجأش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أغنيت وكفيت وصدّقت ظنّي بك ورأيي فيك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دعوت رسوليك فسألتهما وناجيتهما فوجدتهما في رأيهما وفضلهما كما ذكرت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فاستوص بهما خيراً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وإنّه قد بلغني أنّ الحسين بن علي توجّه نحو العراق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فضع المناظر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النّضر بن صالح 5 / 561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والمسالح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واحترس على الظنّ وخذ على التهمة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غير أنْ لا تقتل إلاّ مَن قاتلك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واكتب إليّ في كلّ ما يحدث من الخبر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والسّلام عليك ورحمة الله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كان مخرج مسلم بن عقيل بالكوفة يوم الثلاثاء لثمان ليال مضين من ذي الحجّة سنة ستّين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وكان مخرج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مكّة ] يوم الثلاثاء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يوم التروية في اليوم الذي خرج فيه مسلم بن عقيل 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عبد الله بن الزّبير الأسدي في قتلة مسلم بن عقيل وهانئاً بن عروة المرادي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ويقال الفرزدق</w:t>
      </w:r>
      <w:r w:rsidR="00891061">
        <w:rPr>
          <w:rFonts w:hint="cs"/>
          <w:rtl/>
        </w:rPr>
        <w:t>:</w:t>
      </w:r>
      <w:r w:rsidRPr="00D06A87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1E0"/>
      </w:tblPr>
      <w:tblGrid>
        <w:gridCol w:w="3827"/>
        <w:gridCol w:w="268"/>
        <w:gridCol w:w="3310"/>
      </w:tblGrid>
      <w:tr w:rsidR="00CA2C7E" w:rsidTr="00CA2C7E">
        <w:trPr>
          <w:trHeight w:val="350"/>
        </w:trPr>
        <w:tc>
          <w:tcPr>
            <w:tcW w:w="3827" w:type="dxa"/>
            <w:shd w:val="clear" w:color="auto" w:fill="auto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[ف] ان كنت لا تدرين ما الموت فانظري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إلى هانئ في السّوق وابن عقيل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827" w:type="dxa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إلى بطل قد هشّم السّيف وجهه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وآخر يهوي من طمار</w:t>
            </w:r>
            <w:r w:rsidRPr="00477F4F">
              <w:rPr>
                <w:rStyle w:val="libFootnotenumChar"/>
                <w:rFonts w:hint="cs"/>
                <w:rtl/>
              </w:rPr>
              <w:t>(4)</w:t>
            </w:r>
            <w:r>
              <w:rPr>
                <w:rFonts w:hint="cs"/>
                <w:rtl/>
              </w:rPr>
              <w:t>قتيل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827" w:type="dxa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أصابهما أمر الأمير فأصبحا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أحاديث من يسري بكل سبيل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827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ترى جسداً قد غيّر الموت 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ونضح دم قد سال كلّ مسيل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827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فتى هو أحيى من فتاة حيية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وأقطع من ذي شفرتين صقيل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827" w:type="dxa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أيركب أسماء</w:t>
            </w:r>
            <w:r w:rsidRPr="00477F4F">
              <w:rPr>
                <w:rStyle w:val="libFootnotenumChar"/>
                <w:rFonts w:hint="cs"/>
                <w:rtl/>
              </w:rPr>
              <w:t>(5)</w:t>
            </w:r>
            <w:r w:rsidRPr="00A04DDF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الهماليج آمنا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CA2C7E">
            <w:pPr>
              <w:pStyle w:val="libPoem"/>
            </w:pPr>
            <w:r>
              <w:rPr>
                <w:rFonts w:hint="cs"/>
                <w:rtl/>
              </w:rPr>
              <w:t>وقد طلبته مذحج بذحول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2C7E" w:rsidTr="00CA2C7E">
        <w:tblPrEx>
          <w:tblLook w:val="04A0"/>
        </w:tblPrEx>
        <w:trPr>
          <w:trHeight w:val="350"/>
        </w:trPr>
        <w:tc>
          <w:tcPr>
            <w:tcW w:w="3827" w:type="dxa"/>
          </w:tcPr>
          <w:p w:rsidR="00CA2C7E" w:rsidRDefault="00CA2C7E" w:rsidP="00D65094">
            <w:pPr>
              <w:pStyle w:val="libPoem"/>
            </w:pPr>
            <w:r>
              <w:rPr>
                <w:rFonts w:hint="cs"/>
                <w:rtl/>
              </w:rPr>
              <w:t>تطيف حوإليه مراد وكلهم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A2C7E" w:rsidRDefault="00CA2C7E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CA2C7E" w:rsidRDefault="00CA2C7E" w:rsidP="00A04DDF">
            <w:pPr>
              <w:pStyle w:val="libPoem"/>
            </w:pPr>
            <w:r>
              <w:rPr>
                <w:rFonts w:hint="cs"/>
                <w:rtl/>
              </w:rPr>
              <w:t>على رقبة من سائل</w:t>
            </w:r>
            <w:r w:rsidR="00A04DDF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ومسول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المناظر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جمع منظرة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موضع يراقب منه العدو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والمسالح جمع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مسلحة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محلّ رجال مسلّحين مراقبين للعدوّ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لئلاّ يفاجأوا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[ انظر ] الإرشاد / 217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والخواص / 245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أبي جناب يحيى بن أبي حيّة الكلبي 5 / 380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وهو أخو هانئ بن أبي حيّة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حامل رأس مسلم وهانئ إلى يزيد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وأخوه كأنّما يروى خبره مفتخراً بوصفه من ابن زياد بأنّ عنده علم وصدقاً وفهماً وورعاً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وتصديق فضلهما من قبل يزيد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وليس هذا من الكلبيين ببعيد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الصقعب بن زهير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عون بن أبي جحيفة 5 / 378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طمار القصر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أعلاه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(5) يعني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أسماء بن خارجة الفزاري الذي ذهب بهانئ بن عروة إلى ابن زياد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والهاليج جمع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الهملاج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البرذون إذ يمشى الهملجة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وهي ضرب من المشى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وهي معربة من الفارسيّة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المجمع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lastRenderedPageBreak/>
              <w:t>فإنْ أنتم لمْ تثأروا بأخيكم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فكونوا بغايا ارضيت بقليل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D65094">
              <w:rPr>
                <w:rStyle w:val="libFootnotenumChar"/>
                <w:rFonts w:hint="cs"/>
                <w:rtl/>
              </w:rPr>
              <w:t>و</w:t>
            </w:r>
            <w:r w:rsidRPr="00D06A8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حدثني الصقعب بن زهير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عون بن أبي جحيفة 5 / 381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 w:rsidRPr="00F245A1">
        <w:rPr>
          <w:rFonts w:hint="cs"/>
          <w:rtl/>
        </w:rPr>
        <w:t xml:space="preserve"> وروى الطبري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عمّار الدهني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Fonts w:hint="cs"/>
          <w:rtl/>
        </w:rPr>
        <w:t>«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شاعرهم في ذلك </w:t>
      </w:r>
      <w:r w:rsidR="00891061">
        <w:rPr>
          <w:rFonts w:hint="cs"/>
          <w:rtl/>
        </w:rPr>
        <w:t>».</w:t>
      </w:r>
      <w:r w:rsidRPr="00F245A1">
        <w:rPr>
          <w:rFonts w:hint="cs"/>
          <w:rtl/>
        </w:rPr>
        <w:t xml:space="preserve"> وذكر ثلاث أبيات منها أوّلها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Fonts w:hint="cs"/>
          <w:rtl/>
        </w:rPr>
        <w:t>«</w:t>
      </w:r>
      <w:r w:rsidRPr="00F245A1">
        <w:rPr>
          <w:rFonts w:hint="cs"/>
          <w:rtl/>
        </w:rPr>
        <w:t xml:space="preserve"> فإنْ كنتِ لا تدرين ما الموت فانظري </w:t>
      </w:r>
      <w:r w:rsidR="00891061">
        <w:rPr>
          <w:rFonts w:hint="cs"/>
          <w:rtl/>
        </w:rPr>
        <w:t>»</w:t>
      </w:r>
      <w:r w:rsidRPr="00F245A1">
        <w:rPr>
          <w:rFonts w:hint="cs"/>
          <w:rtl/>
        </w:rPr>
        <w:t xml:space="preserve"> 5 / 350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وهنا ذكر صدر البيت هكذا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إنْ كنت لا تدرين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كما ترى غلطاً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يقلّ به وزن البيت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والزبير ضبطه المحقَّق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الزَّبير بفتح الزاي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ولعلّه أخده عن ابن الأثير في الكامل 4 / 36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ومقاتل الطالبيّين / 108</w:t>
      </w:r>
      <w:r w:rsidR="00891061">
        <w:rPr>
          <w:rFonts w:hint="cs"/>
          <w:rtl/>
        </w:rPr>
        <w:t>.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وقال الأصفهاني بشأنه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كان من وجوه محدّثي الشيعة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روى عنه عباد بن يعقوب الرواجني المتوفّى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205 هـ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ونظراؤه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ومَن هو أكبر منه 290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ورُوى عنه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أنّه كان من أصحاب محمّد بن عبد الله بن الحسن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ذي النّفس الزكيّة الشهيد على عهد المنصور سنة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145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هو أبو أبي أحمد الزبيري المحدّث 290 وهو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محمّد بن عبد الله بن الزبير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وروى الكشّي عن عبد الرحمن بن سيابة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دفع إليّ أبو عبد الله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دنانير وأمرني أنْ أقسّمها في عيالات مَن أُصيب مع عمّه زيد فقسّمتها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فأصاب عيال عبد الله بن الزبير الرّسان أربعة دنانير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رقم / 621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وروى الشيخ المفيد في الإرشاد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عن أبي خالد الواسطي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سلّم إليّ أبو عبد الله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ألف دينار وأمرني أنْ أقسّمها في عيال مَن أصيب مع زيد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فأصاب عيال عبد الله بن الزبير أخي فضيل الرّسان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منها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أربعة دنانير 269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ولعلّهما شخصان بهذا الاسم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إذ نرى الأصفهاني بعد أنْ عدّه من وجوه محدّثي الشيعة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نصّ في الأغاني 13 / 31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على أنّه</w:t>
      </w:r>
      <w:r w:rsidR="00891061">
        <w:rPr>
          <w:rFonts w:hint="cs"/>
          <w:rtl/>
        </w:rPr>
        <w:t>: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من شيعة بني أميّة وذو الهوى فيهم والتعصب والنصرة لهم على عدوّهم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وأنّه لا يمالئ أحداً عليهم ولا على عمّالهم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عبيد الله بن زياد يصله ويُكرمه ويقضي ديونه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ولابن الزبير فيه مدائح وكذلك في مدح أسماء بن خارجة الفزاري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الأغاني 13 / 33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37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ذكر ذلك السيّد المقرّم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ره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في كتابه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الشهيد مسلم / 201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وهل لأحد أنْ يَنسب هذه الأبيات في مسلم وهانئ إلى هذا الرجل بعد علمه بنزعته الاُمّوية ومدائحه هذه فيهم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>! ثمّ رجّح نسبة الأبيات إلى الفرزدق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وأنّه أنشأها بعد رجوعه من الحجّ سنة ستّين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وذكر الأصفهاني الأبيات منسوبة إلى ابن الزبير الأسدي هذا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نقلاً عن المدائني عن أبي مِخْنف عن يوسف بن يزيد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117" w:name="_Toc372370966"/>
      <w:r>
        <w:rPr>
          <w:rFonts w:hint="cs"/>
          <w:rtl/>
        </w:rPr>
        <w:lastRenderedPageBreak/>
        <w:t xml:space="preserve">[ خروج الحسين [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 من مكّة ]</w:t>
      </w:r>
      <w:bookmarkEnd w:id="117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كان مخرج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المدينة إلى مكّة يوم الأحد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لليلتين بقيتا من رجب سنة ستّين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ودخل مكّة ليلة الجمعة لثلاث مضين من شعبان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فأقام بمكّة شعبان وشهر رمضان وشوّال وذا القعدة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منها لثمان مضين من ذي الحجّة يوم الثلاثاء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يوم التروية في اليوم الذي خرج فيه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ولمّا ] نزل مكّة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أقبل أهلها يختلفون إليه ويأتونه , ومَن مكان بها من المعتمرين وأهل الآفاق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18" w:name="_Toc372370967"/>
      <w:r>
        <w:rPr>
          <w:rFonts w:hint="cs"/>
          <w:rtl/>
        </w:rPr>
        <w:t xml:space="preserve">[ موقف ابن الزبير مع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118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وكان ] فيمَن يأتيه ابن الزبير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فيأتيه اليومين المتواليين ويأتيه بين كلّ يومين مرّة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عرف أنّ أهل الحجاز لا يتابعونه ولا يبايعونه أبداً مادام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بالبلد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وأنّ حسيناً أعظم في أعينهم منه وأطوع في النّاس منه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الطبري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وفي هذه السّنة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سنة ستّين عُزل يزيد الوليد بن عتبة في شهر رمضان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فأمّر عليها عمرو بن سعيد بن العاص الأشدق فقدمها في شهر رمضان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وكان رجلاً عظيم الكبر مفوّهاً 5 / 343 وقِيل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قدمها في شهر ذي القعدة من سنة ستّين 5 / 346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وقال أيضاً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نُزع يزيد بن معاوية في هذه السّنة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سنة ستّين الوليد بن عتبة عن مكّة وولاّهما عمرو بن سعيد بن العاص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وذلك في شهر رمضان منها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فحجّ بالنّاس عمرو بن سعيد في هذه السّنة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عامله عن مكّة والمدينة في هذه السّنة 5 / 399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عبد الرحمن بن جندب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 حدّثني عقبة بن سمعان مولى الرباب ابنة امرئ القيس الكلبية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امرأة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5 / 351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فحدّثه [ يوماً ] ساعة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أدرى ما تركنا هؤلاء القوم وكفّنا عنهم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ونحن أبناء المهاجرين وولاة هذا الأمر دونهم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خبّرني ما تريد أنْ تصنع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لقد حدّثت نفسي بإتيان الكوفة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ولقد كتب إليّ شيعتي بها وأشراف أهلها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واستخير الله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ابن الزبير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لو كان لي بها مثل شيعتك ما عدلت بها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إنّه خشى أنْ يتّهمه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إنّك لو أقمت بالحجاز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أردت هذا الأمر ها هنا ما خولف عليك إنْ شاء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قام فخرج من عنده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ها إنّ هذا ليس شيء يُؤتاه من الدنيا أحبّ إليه من أنْ اخرج من الحجاز إلى العراق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وقد علم أنّه ليس له من الأمر معي شيء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وأنّ النّاس لا يعدلوه بي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فودّ أنّي خرجت منها لتخلو له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(2)</w:t>
      </w:r>
      <w:r w:rsidRPr="00D06A87"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(3)</w:t>
      </w:r>
    </w:p>
    <w:p w:rsidR="00477F4F" w:rsidRDefault="00477F4F" w:rsidP="00F245A1">
      <w:pPr>
        <w:pStyle w:val="Heading2"/>
        <w:rPr>
          <w:rtl/>
        </w:rPr>
      </w:pPr>
      <w:bookmarkStart w:id="119" w:name="_Toc372370968"/>
      <w:r>
        <w:rPr>
          <w:rFonts w:hint="cs"/>
          <w:rtl/>
        </w:rPr>
        <w:t>[ محادثة ابن عبّاس ]</w:t>
      </w:r>
      <w:bookmarkEnd w:id="119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لمّا أجمع المسير إلى الكوفة أتاه عبد الله بن عبّاس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عمّ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أرجف النّاس أنّك سائر إلى العراق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فبيّن لي ما أنت صانع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إنّي قد أجمعت المسير في أحد يوميّ هذين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 xml:space="preserve">إنْ شاء الله تعالى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الاستخارة هنا بمعناها اللغوي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طلب الخير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وليس بالمعنى المصطلح عليه المتأخّر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وحدّثني الحارث بن كعب الوالبي عن عقبة بن سمعان 5 / 383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غير خافٍ على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نفسيّات القوم وما شيبت به من الغدر والنفاق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 لا تسعه المصارحة بما عنده من العلم بمصير أمره لكلّ مَن قابله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إذ لا كلّ ما يُعلم يُقال لا سيّما بعد تفاوت المراتب واختلاف الأوعية سعةً وضيقاً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فكان يُجيب كلّ واحد بما يسعه ظرفه وتتحمله معرفته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والملاحظ هنا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 ابن الزبير غير مخالف لقيام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بل هو مرغّب للامام فيه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وإنّما كلامه في زمانه ومكانه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(4) وبما أنّ خروجه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من مكّة كان في يوم التروية بعد الظهر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والنّاس رائحين إلى منى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فقال له ابن عبّاس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فإنّي أعيذك بالله من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أخبرني رحمك الله أتسير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5 / 385 يُعلم أنّ هذه المحادثة بينه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وابن عبّاس كانت في يوم السادس من ذي الحجّة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وإنّ إرجاف النّاس وشيوع الخبر فيهم بذلك كان على الأكثر منذ يومين من قبل ذلك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منذ اليوم الرابع من ذي الحجّة</w:t>
      </w:r>
      <w:r w:rsidR="007745E6" w:rsidRPr="00F245A1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وأمّا قبل ذلك فلا شيء يدلّ على هذا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فما الذي حدث في هذه الأيّام بعد بقائه بمكّة أربعة أشهر ممّا جعله يخرج يوم التروية قبل تمام الحجّ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وكان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قد أرسل الكتاب قبل سبع وعشرين يوماً من مقتله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في العشرين من ذي القعدة</w:t>
      </w:r>
      <w:r w:rsidR="007745E6" w:rsidRPr="00F245A1">
        <w:rPr>
          <w:rFonts w:hint="cs"/>
          <w:rtl/>
        </w:rPr>
        <w:t xml:space="preserve"> - </w:t>
      </w:r>
      <w:r w:rsidRPr="00F245A1">
        <w:rPr>
          <w:rFonts w:hint="cs"/>
          <w:rtl/>
        </w:rPr>
        <w:t>ومدّة وصول الكتاب إذ ذاك عشرة أيّام تقريباً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وعلى هذا يكون الكتاب قد وصل إليه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في أواخر ذي القعدة أو أوائل ذي الحجّة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ولكن ذلك لا يكفي لعدم إتمام الحجّ في أربعة أيّام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ونجد الفرزدق الشاعر قد سأل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عن هذا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إذ قال له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ما أعجلك عن الحجّ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Fonts w:hint="cs"/>
          <w:rtl/>
        </w:rPr>
        <w:t>«</w:t>
      </w:r>
      <w:r w:rsidRPr="00F245A1">
        <w:rPr>
          <w:rFonts w:hint="cs"/>
          <w:rtl/>
        </w:rPr>
        <w:t xml:space="preserve"> لو لمْ أعجّل لأُخذت </w:t>
      </w:r>
      <w:r w:rsidR="00891061">
        <w:rPr>
          <w:rFonts w:hint="cs"/>
          <w:rtl/>
        </w:rPr>
        <w:t>»</w:t>
      </w:r>
      <w:r w:rsidRPr="00F245A1">
        <w:rPr>
          <w:rFonts w:hint="cs"/>
          <w:rtl/>
        </w:rPr>
        <w:t xml:space="preserve"> 5 / 386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ولذلك قال الشيخ المفيد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قده)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لمّا أراد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التوجّه إلى العراق طاف بالبيت وسعى بين الصفا والمروة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وأحلّ من إحرامه وجعلها عمرة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لأنّه لمْ يتمكّن من تمام الحجّ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مخافة أنْ يُقبض عليه بمكّة فيُنفذ به إلى يزيد بن معاوية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فخرج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مبادراً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الإرشاد / 218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 xml:space="preserve">وروى معاوية بن عمّار عن الإمام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</w:p>
    <w:p w:rsidR="00477F4F" w:rsidRPr="00F245A1" w:rsidRDefault="00891061" w:rsidP="0088444F">
      <w:pPr>
        <w:pStyle w:val="libFootnote"/>
        <w:rPr>
          <w:rtl/>
        </w:rPr>
      </w:pPr>
      <w:r>
        <w:rPr>
          <w:rFonts w:hint="cs"/>
          <w:rtl/>
        </w:rPr>
        <w:t>«</w:t>
      </w:r>
      <w:r w:rsidR="00477F4F" w:rsidRPr="00F245A1">
        <w:rPr>
          <w:rFonts w:hint="cs"/>
          <w:rtl/>
        </w:rPr>
        <w:t xml:space="preserve"> وقد اعتمر الحسين في ذي الحجّة</w:t>
      </w:r>
      <w:r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ثمّ راح يوم التروية إلى العراق والنّاس يروحون إلى منى</w:t>
      </w:r>
      <w:r>
        <w:rPr>
          <w:rFonts w:hint="cs"/>
          <w:rtl/>
        </w:rPr>
        <w:t>،</w:t>
      </w:r>
      <w:r w:rsidR="00477F4F" w:rsidRPr="00F245A1">
        <w:rPr>
          <w:rFonts w:hint="cs"/>
          <w:rtl/>
        </w:rPr>
        <w:t xml:space="preserve"> ولا بأس بالعمرة في ذي الحجّة لمَن لا يُريد الحجّ </w:t>
      </w:r>
      <w:r>
        <w:rPr>
          <w:rFonts w:hint="cs"/>
          <w:rtl/>
        </w:rPr>
        <w:t>».</w:t>
      </w:r>
      <w:r w:rsidR="00477F4F"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وروى إبراهيم بن عمر اليماني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أنّه سأل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عن رجل خرج في أشهر الحجّ معتمراً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خرج إلى بلاده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Fonts w:hint="cs"/>
          <w:rtl/>
        </w:rPr>
        <w:t>«</w:t>
      </w:r>
      <w:r w:rsidRPr="00F245A1">
        <w:rPr>
          <w:rFonts w:hint="cs"/>
          <w:rtl/>
        </w:rPr>
        <w:t xml:space="preserve"> لا بأس </w:t>
      </w:r>
      <w:r w:rsidR="00891061">
        <w:rPr>
          <w:rFonts w:hint="cs"/>
          <w:rtl/>
        </w:rPr>
        <w:t>».</w:t>
      </w:r>
      <w:r w:rsidRPr="00F245A1">
        <w:rPr>
          <w:rFonts w:hint="cs"/>
          <w:rtl/>
        </w:rPr>
        <w:t xml:space="preserve"> إلى أنْ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Fonts w:hint="cs"/>
          <w:rtl/>
        </w:rPr>
        <w:t>«</w:t>
      </w:r>
      <w:r w:rsidRPr="00F245A1">
        <w:rPr>
          <w:rFonts w:hint="cs"/>
          <w:rtl/>
        </w:rPr>
        <w:t xml:space="preserve"> وإنّ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خرج يوم التروية إلى العراق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معتمراً </w:t>
      </w:r>
      <w:r w:rsidR="00891061">
        <w:rPr>
          <w:rFonts w:hint="cs"/>
          <w:rtl/>
        </w:rPr>
        <w:t>».</w:t>
      </w:r>
      <w:r w:rsidRPr="00F245A1">
        <w:rPr>
          <w:rFonts w:hint="cs"/>
          <w:rtl/>
        </w:rPr>
        <w:t xml:space="preserve"> الوسائل 10 / 246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ولهذا قال الشيخ التستري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إنّهم جدّوا في إلقاء القبض عليه أو قتله غيلةً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ولو وُجد متعلقاً بأستار الكعبة</w:t>
      </w:r>
      <w:r w:rsidR="00891061">
        <w:rPr>
          <w:rFonts w:hint="cs"/>
          <w:rtl/>
        </w:rPr>
        <w:t>!</w:t>
      </w:r>
      <w:r w:rsidRPr="00F245A1">
        <w:rPr>
          <w:rFonts w:hint="cs"/>
          <w:rtl/>
        </w:rPr>
        <w:t xml:space="preserve"> فالتزم بأنْ يجعل إحرامه عمرةً مفردةً وترك التمتع بالحجّ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الخصائص / 32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ط تبريز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ونجد الشيخ الطبرسي في أعلام الورى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في الفصل الخاص بأخبار مسيرة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ومقتله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ينقل نفس الفصل الخاص في إرشاد الشيخ المفيد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قده) تقريباً بدون تصريح بذلك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وفيه ينقل ما ذكره الشيخ المفيد إلاّ أنّه يغيّر كلمة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تمام الحجّ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إلى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إتمام الحجّ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وهذا خطأ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ولعلّه من النسّاخ لمَا بينهما من الفرق الواضح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إذ أنّ كلمة الإتمام تُفيد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قد تلبّس بإحرام الحجّ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دون كلمة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تمام الحجّ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ولعلّ نُسخ الإرشاد تختلف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فقد نقل الشيخ القرشي كلام الشيخ المفيد كما نقله الطبرسي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إتمام الحجّ</w:t>
      </w:r>
      <w:r w:rsidR="0004730E">
        <w:rPr>
          <w:rFonts w:hint="cs"/>
          <w:rtl/>
        </w:rPr>
        <w:t>)</w:t>
      </w:r>
      <w:r w:rsidRPr="00F245A1">
        <w:rPr>
          <w:rFonts w:hint="cs"/>
          <w:rtl/>
        </w:rPr>
        <w:t xml:space="preserve"> 3 / 50 عن الإرشاد / 243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ونحن نجد الكلمة في [ الصفحة ] / 218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من الإرشاد في الطبعة الحيدريّة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F245A1">
        <w:rPr>
          <w:rFonts w:hint="cs"/>
          <w:rtl/>
        </w:rPr>
        <w:t>تمام الحجّ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وهو الصحيح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إلى قوم قد قتلوا أميرهم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وضبطوا بلادهم ونفوا عدوّهم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فإنْ كانوا قد فعلوا ذلك فسر إليهم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كانوا إنّما دعوك إليهم وأميرهم عليهم قاهر لهم وعمّاله تجبى بلادهم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فإنّهم إنّما دعوك إلى الحرب والقتال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آمن عليك أنْ يغرّوك ويكذبوك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ويخالفوك ويخذلوك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وأنْ يستنفروا إليك فيكونوا أشدّ النّاس عليك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وإنّي أستخير الله </w:t>
      </w:r>
      <w:r w:rsidRPr="007745E6">
        <w:rPr>
          <w:rStyle w:val="libFootnotenumChar"/>
          <w:rFonts w:hint="cs"/>
          <w:rtl/>
        </w:rPr>
        <w:t>(1)</w:t>
      </w:r>
      <w:r w:rsidRPr="007745E6">
        <w:rPr>
          <w:rStyle w:val="libBold2Char"/>
          <w:rFonts w:hint="cs"/>
          <w:rtl/>
        </w:rPr>
        <w:t xml:space="preserve"> وأنظر ما يكون </w:t>
      </w:r>
      <w:r w:rsidR="00891061">
        <w:rPr>
          <w:rStyle w:val="libBold2Char"/>
          <w:rFonts w:hint="cs"/>
          <w:rtl/>
        </w:rPr>
        <w:t>»</w:t>
      </w:r>
      <w:r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(2)</w:t>
      </w:r>
      <w:r w:rsidRPr="00D06A87"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</w:p>
    <w:p w:rsidR="00477F4F" w:rsidRDefault="00477F4F" w:rsidP="00F245A1">
      <w:pPr>
        <w:pStyle w:val="Heading2"/>
        <w:rPr>
          <w:rtl/>
        </w:rPr>
      </w:pPr>
      <w:bookmarkStart w:id="120" w:name="_Toc372370969"/>
      <w:r>
        <w:rPr>
          <w:rFonts w:hint="cs"/>
          <w:rtl/>
        </w:rPr>
        <w:t>[ محادثة ابن عبّاس ثانيةً ]</w:t>
      </w:r>
      <w:bookmarkEnd w:id="120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كان من العشي أو من الغد أتى عبد الله بن العبّاس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عمّ إنّي أتصبّر وما أصبر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أخاف عليك في هذا الوجه الهلاك والاستئصال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العراق قوم غدر فلا تقربنّهم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أقم بهذا البلد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فإنّك سيّد أهل الحجاز فإنْ كان أهل العراق يُريدونك كما زعموا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فاكتب إليهم فلينفوا عدوّهم ثمّ أقدم عليهم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أبيت إلاّ أنْ تخرج فسر إلى اليمن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 بها حصوناً وشعاباً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أرض عريضة طويلة وتبثّ دعاتك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فإنّي أرجو أنْ يأتيك عند ذلك الذي تُحبّ في عافية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يابن عم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إنّي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لأعلم أنّك ناصح</w:t>
      </w:r>
      <w:r w:rsidR="00CA2C7E">
        <w:rPr>
          <w:rStyle w:val="libBold2Char"/>
          <w:rFonts w:hint="cs"/>
          <w:rtl/>
        </w:rPr>
        <w:t xml:space="preserve"> ...</w:t>
      </w:r>
      <w:r w:rsidRPr="007745E6">
        <w:rPr>
          <w:rStyle w:val="libFootnotenumChar"/>
          <w:rFonts w:hint="cs"/>
          <w:rtl/>
        </w:rPr>
        <w:t>(4)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الاستخارة هنا بمعناها اللغوي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طلب الخير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وليس بالمعنى المصطلح عليه المتأخر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سبق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وحدّثني الحارث بن كعب الوالبي عن عقبة بن سمعان 5 / 383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والملاحظ هنا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أنّ ابن عبّاس غير مخالف لقيام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وإنّما يُشكّك للإمام في توفّر الأرضيّة اللازمة لذلك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لا يردّه في ذلك طبعاً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</w:pPr>
      <w:r w:rsidRPr="00F245A1">
        <w:rPr>
          <w:rFonts w:hint="cs"/>
          <w:rtl/>
        </w:rPr>
        <w:t>(4) النصح هنا بمعنى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الإخلاص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وليس بمعنى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الوعظ والإرشاد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فهو المعنى الحادث أخيراً للكلمة وليس معناها الأصيل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إنّه يعلم أنّه يقول ما يقوله عن إخلاص وشفقة وعاطفة ومودّة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فهو لا يخالف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في قيامه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وإنّما يُشكّك في توفر الأرضيّة اللازمة 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لا يردّه في هذا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بل يقول إنّه عازم على القيام مع ذلك</w:t>
      </w:r>
      <w:r w:rsidR="00891061">
        <w:rPr>
          <w:rFonts w:hint="cs"/>
          <w:rtl/>
        </w:rPr>
        <w:t>؛</w:t>
      </w:r>
      <w:r w:rsidRPr="00F245A1">
        <w:rPr>
          <w:rFonts w:hint="cs"/>
          <w:rtl/>
        </w:rPr>
        <w:t xml:space="preserve"> وذلك لما يرى من لزومه وضرورته لحياة الشريعة المقدسة</w:t>
      </w:r>
      <w:r w:rsidR="00891061">
        <w:rPr>
          <w:rFonts w:hint="cs"/>
          <w:rtl/>
        </w:rPr>
        <w:t>.</w:t>
      </w:r>
    </w:p>
    <w:p w:rsidR="005D2685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CA2C7E" w:rsidP="00477F4F">
      <w:pPr>
        <w:pStyle w:val="libNormal"/>
        <w:rPr>
          <w:rtl/>
        </w:rPr>
      </w:pPr>
      <w:r>
        <w:rPr>
          <w:rStyle w:val="libBold2Char"/>
          <w:rFonts w:hint="cs"/>
          <w:rtl/>
        </w:rPr>
        <w:lastRenderedPageBreak/>
        <w:t>...</w:t>
      </w:r>
      <w:r w:rsidR="00477F4F" w:rsidRPr="007745E6">
        <w:rPr>
          <w:rStyle w:val="libBold2Char"/>
          <w:rFonts w:hint="cs"/>
          <w:rtl/>
        </w:rPr>
        <w:t xml:space="preserve"> مشفق</w:t>
      </w:r>
      <w:r w:rsidR="00891061"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ولكنّي أزمعت وأجمعت على المسير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ابن عبّاس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فإنْ كنت سائراً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فلا تسر بنسائك وصبيتك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لخائف أنْ تُقتل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21" w:name="_Toc372370970"/>
      <w:bookmarkStart w:id="122" w:name="39"/>
      <w:r>
        <w:rPr>
          <w:rFonts w:hint="cs"/>
          <w:rtl/>
        </w:rPr>
        <w:t>[ محادثة عمر بن عبد الرحمن المخزومي ]</w:t>
      </w:r>
      <w:bookmarkEnd w:id="121"/>
      <w:r>
        <w:rPr>
          <w:rFonts w:hint="cs"/>
          <w:rtl/>
        </w:rPr>
        <w:t xml:space="preserve"> </w:t>
      </w:r>
      <w:bookmarkEnd w:id="122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عمر بن عبد الرحمن بن الحرّث بن هشام المخزومي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تهيّأ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للمسير إلى العراق أتيته فدخلت عليه فحمدت الله وأثنيت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فإنّي أتيتك يابن عمّ لحجّة أريد ذكرها نصيحةً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كنت ترى أنّك تستنصحني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وإلاّ كففت عمّا أريد أنْ أقول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قل فوالله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ما أظنّك بسيّء الرأي ولا هوٍ</w:t>
      </w:r>
      <w:r w:rsidRPr="007745E6">
        <w:rPr>
          <w:rStyle w:val="libFootnotenumChar"/>
          <w:rFonts w:hint="cs"/>
          <w:rtl/>
        </w:rPr>
        <w:t>(3)</w:t>
      </w:r>
      <w:r w:rsidRPr="007745E6">
        <w:rPr>
          <w:rStyle w:val="libBold2Char"/>
          <w:rFonts w:hint="cs"/>
          <w:rtl/>
        </w:rPr>
        <w:t xml:space="preserve"> للقبيح من الأمر والفعل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قد بلغني أنّك تريد المسير إلى العراق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وإنّي مشفق عليك من مسيرك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أنّك تأتي بلداً فيه عمّاله وامرؤه ومعهم بيوت الأموال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النّاس عبيد لهذا الدرهم والدينار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آمن عليك أنْ يُقاتلك مَن وعدك نصره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ومَن أنت أحبّ إليه ممّن يُقاتلك معه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جزاك الله خيراً بابن عم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فقد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علمت أنّك مشيت بنصح وتكلّمت بعقل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ومهما يقضِ من أمر يكن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أخذت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الحرّث بن كعب الوالبي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عقبة بن سمعان 5 / 383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(2) هو الذي ولاّه ابن الزبير الكوفة على عهد المختار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66 هـ)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فبعث إليه المختار زائدة بن قدامة الثقفي في خمسمئة رجل ومعه سبعين ألف درهم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ليردّ المختار بالدراهم وإلاّ فيُقاتله بالرجال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فقبل الدراهم وذهب إلى البصرة6 / 71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وما يحدّث به من ثناء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له فإنّما هو بنقله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وجدّه الحرّث بن هشام أخوتي جهل بن هشام عدوّ الرسول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وذكرناه في المقدمة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هَوٍ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هاويا من الهوى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مريداً للقبيح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برأيك أو تركته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فأنت عندي أحمد مشير وأنصح ناصح </w:t>
      </w:r>
      <w:r w:rsidR="00891061">
        <w:rPr>
          <w:rStyle w:val="libBold2Char"/>
          <w:rFonts w:hint="cs"/>
          <w:rtl/>
        </w:rPr>
        <w:t>»</w:t>
      </w:r>
      <w:r w:rsidRPr="00D06A87"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23" w:name="_Toc372370971"/>
      <w:r>
        <w:rPr>
          <w:rFonts w:hint="cs"/>
          <w:rtl/>
        </w:rPr>
        <w:t>[ محادثة ابن الزبير مع الإمام الأخيرة ]</w:t>
      </w:r>
      <w:bookmarkEnd w:id="123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وقال ] عبد الله بن سليم [ الأسدي ] والمُذري بن المُشمَعلّ [ الأسدي ] قدمنا مكّة حاجّين فدخلنا يوم التروية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نحن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وعبد الله بن الزبير قائمين عند ارتفاع الضحى فيما بين الحجر والباب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فتقرّبنا منهما فسمعنا ابن الزبير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إنْ شئت أنْ تُقيم أقمت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فوليت هذا الأمر فآزرناك وساعدناك ونصحنا لك وبايعناك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 أبي حدّثني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أنّ بها كبشاً يستحلّ حرمتها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فما أحبّ أنْ أكون أنا ذلك الكبش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الزبير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إليّ يابن فاطمة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فأصغى إليه فسارّه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التفت إلينا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أتدرون ما يقول ابن الزبير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لاندري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جعلنا الله فداك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قال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أقمْ في هذا المسجد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أجمع لك النّاس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لئن أقتل خارجاً منها بشبر أحبّ إليّ من أنْ أقتل داخلاً منها بشبر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وأيمْ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لو كنت في جحر هامّة من هذه الهوام لاستخرجوني حتّى يقضوا فيّ حاجتهم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ليعتدنّ عليّ كما اعتدت اليهود في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5 / 382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هشامعن أبي مِخْنف: حدثنى الصقعب بن زهير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عمر بن عبد الرحمن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أبو جناب يحيى بن أبي حيّة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عدي بن حرملة الأسدي عن عبد الله 5 / 384.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(3) الكبش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الذّكر من الغنم الذي يتقدّم القطيع غالباً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ولذلك شُبّه به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القوّاد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وبهذا الحديث ذكر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ابن الزبير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لو كانت تنفعه الذكرى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فإنّ الذكرى تنفع المؤمنين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 xml:space="preserve">السّبت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F245A1">
      <w:pPr>
        <w:pStyle w:val="Heading2"/>
        <w:rPr>
          <w:rtl/>
        </w:rPr>
      </w:pPr>
      <w:bookmarkStart w:id="124" w:name="_Toc372370972"/>
      <w:r>
        <w:rPr>
          <w:rFonts w:hint="cs"/>
          <w:rtl/>
        </w:rPr>
        <w:t>[ موقف عمرو بن سعيد الأشدق ]</w:t>
      </w:r>
      <w:bookmarkEnd w:id="124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لمّا خرج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مكّة اعترضه رُسل عمرو بن سعيد بن العاص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عليهم يحيى بن سعيد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أبي سعيد عقيصا عن بعض أصحابه قال 5 / 38 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(2) هذا هو خير جواب موجز أجاب به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كلّ السّئلة المطروحة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بأنّه مطلوب أينما كان وليعتدنّ عليه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فليخرج من مكّة لئلا يكون الكبش الذي ذكره له والده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ولذلك خرج منها هارباً بنفسه وأهله لئلا تُستحلّ به حرمتها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وإذا خرج من مكّة فخيرٌ له أنْ يمضي في قضاء حجّة شيعته من</w:t>
      </w:r>
      <w:r>
        <w:rPr>
          <w:rFonts w:hint="cs"/>
          <w:rtl/>
        </w:rPr>
        <w:t xml:space="preserve"> أهل الكوفة إتماماً للحجّة عليهم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F245A1">
        <w:rPr>
          <w:rStyle w:val="libFootnoteAieChar"/>
          <w:rFonts w:hint="cs"/>
          <w:rtl/>
        </w:rPr>
        <w:t xml:space="preserve">ِلئلا يَكُونَ لِلنَّاسِ عَلَى اللَّهِ حُجَّةٌ بَعْدَ الرُّسُلِ </w:t>
      </w:r>
      <w:r>
        <w:rPr>
          <w:rFonts w:hint="cs"/>
          <w:rtl/>
        </w:rPr>
        <w:t>* ولا يقول أحد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F245A1">
        <w:rPr>
          <w:rStyle w:val="libFootnoteAieChar"/>
          <w:rFonts w:hint="cs"/>
          <w:rtl/>
        </w:rPr>
        <w:t>لوْ لا أَرْسَلْتَ إلينا رَسُولاً ًـ وأقمت لنا علماً هادياً</w:t>
      </w:r>
      <w:r w:rsidR="007745E6" w:rsidRPr="00F245A1">
        <w:rPr>
          <w:rStyle w:val="libFootnoteAieChar"/>
          <w:rFonts w:hint="cs"/>
          <w:rtl/>
        </w:rPr>
        <w:t xml:space="preserve"> - </w:t>
      </w:r>
      <w:r w:rsidRPr="00F245A1">
        <w:rPr>
          <w:rStyle w:val="libFootnoteAieChar"/>
          <w:rFonts w:hint="cs"/>
          <w:rtl/>
        </w:rPr>
        <w:t>فَنَتَّبِعَ آيَاتِكَ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وإنْ لمْ يذهب إلى الكوفة فإلى أين يتوجّه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وقد ضاقت عليه الأرض بما رحبت</w:t>
      </w:r>
      <w:r w:rsidR="00891061">
        <w:rPr>
          <w:rFonts w:hint="cs"/>
          <w:rtl/>
        </w:rPr>
        <w:t>!</w:t>
      </w:r>
    </w:p>
    <w:p w:rsidR="00477F4F" w:rsidRPr="00F245A1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</w:t>
      </w:r>
      <w:r w:rsidRPr="00F245A1">
        <w:rPr>
          <w:rFonts w:hint="cs"/>
          <w:rtl/>
        </w:rPr>
        <w:t xml:space="preserve"> لمّا ولي عمرو بن سعيد المدينة دعا عبيد الله بن أبي رافع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وكان يكتب لعلي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مَن مولاك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وكان أبو رافع لأبي أحيحة سعيد بن العاص الأكبر فورثه بنوه فأعتق ثلاثة منهم نصيبهم منه وقُتلوا يوم بدر جميعاً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ووهب خالد بن سعيد نصيبه منه لرسول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فأعتقه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F245A1">
        <w:rPr>
          <w:rFonts w:hint="cs"/>
          <w:rtl/>
        </w:rPr>
        <w:t xml:space="preserve"> فضربه مئة سوط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مولى مَن أنت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 مولى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فضربه مئة سوط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فلمْ يزل يفعل به ذلك كلّما سأله مولى مَن أنت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 مولى رسول الله حتّى ضربه خمسمئة سوط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مولى مَن أنت</w:t>
      </w:r>
      <w:r w:rsidR="00891061">
        <w:rPr>
          <w:rFonts w:hint="cs"/>
          <w:rtl/>
        </w:rPr>
        <w:t>؟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مولاكم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فلمّا قُتل عبد الملك عمرو بن سعيد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 عبيد الله بن ابي رافع شعراً يشكر قاتله3 / 170.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وهو الذي حارب ابن الزبير 5 / 343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وضرب بالمدينة كلّ من كان يهوي هوى ابن الزبير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منهم محمّد بن عمار بن ياسر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ضربهم الأربعين إلى الخمسين إلى السّتّين 5 / 344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واستبشر حين بلغه خبر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Pr="00F245A1" w:rsidRDefault="00477F4F" w:rsidP="0088444F">
      <w:pPr>
        <w:pStyle w:val="libFootnote"/>
        <w:rPr>
          <w:rtl/>
        </w:rPr>
      </w:pPr>
      <w:r w:rsidRPr="00F245A1">
        <w:rPr>
          <w:rFonts w:hint="cs"/>
          <w:rtl/>
        </w:rPr>
        <w:t>ولمّا سمع واعية نساء بني هاشم عليه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هذه واعية بواعية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عثمان بن عفّان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ثمّ سعد المنبر فأعلم الخبر 5 / 466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وأعلم يزيد أنّ عمرو بن سعيد يترفق بابن الزبير ولا يتشدّد عليه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فعزله لأوّل ذي الحجّة سنة (61 هـ) 5 / 477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فقدم على يزيد واعتذر إليه 5 / 479وكان أبوه سعيد بن العاص والي المدينة لمعاوية 5 / 241.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(4) أخو عمرو بن سعيد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نصره يوم قتله في قصر عبد الملك بالشام مع ألف ممّن تبعه من رجاله ومواليه وعبيده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فهُزموا وحبس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أُطلق فلحق بابن الزبير 6 / 143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147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ذهب إلى الكوفة فلجاً إلى أخواله الجُعفيين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فلمّا دخل عبد الملك الكوفة وبايعوه بايعه واستأمن6 / 162.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فقالوا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انصرف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أين تذهب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فأبى عليهم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وتدافع الفريقان فاضطربوا بالسّياط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ومضى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وجهه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فنادوه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ألاَ تتّقي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تخرج من الجماعة وتفرّق بين هذه الاُمة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فتأوّل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قول الله عزّ وجلّ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F245A1">
        <w:rPr>
          <w:rStyle w:val="libAieChar"/>
          <w:rFonts w:hint="cs"/>
          <w:rtl/>
        </w:rPr>
        <w:t xml:space="preserve"> لِي عَمَلِي وَلَكُمْ عَمَلُكُمْ أَنْتُمْ بَرِيئُونَ مِمَّا أَعْمَلُ وَأَنَا بَرِيءٌ مِمَّا تَعْمَلُونَ 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 </w:t>
      </w:r>
      <w:r w:rsidRPr="007745E6">
        <w:rPr>
          <w:rStyle w:val="libFootnotenumChar"/>
          <w:rFonts w:hint="cs"/>
          <w:rtl/>
        </w:rPr>
        <w:t>(2)</w:t>
      </w:r>
      <w:r w:rsidRPr="00D06A87"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علي بن الحسين بن علي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لمّا خرجنا من مكّة كتب عبد الله بن جعفر ابن أبي طالب </w:t>
      </w:r>
      <w:r w:rsidRPr="007745E6">
        <w:rPr>
          <w:rStyle w:val="libFootnotenumChar"/>
          <w:rFonts w:hint="cs"/>
          <w:rtl/>
        </w:rPr>
        <w:t>(3)</w:t>
      </w:r>
      <w:r w:rsidRPr="00D06A87"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 xml:space="preserve">إلى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Bold2Char"/>
          <w:rFonts w:hint="cs"/>
          <w:rtl/>
        </w:rPr>
        <w:t xml:space="preserve"> مع ابنيه عون ومحمّد 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أمّا بعد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فإنّي أسألك بالله لمّا انصرفت حين تنظر في كتابي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فإنّي مشفق عليك من الوجه الذي تتوجّه له أنْ يكون فيه هلاكك واستئصال أهل بيتك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إنْ هلكت اليوم طفيء نور الأرض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فإنّك علم المهتدين ورجاء المؤمنين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فلا تعجل بالسّير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فإنّي في أثر الكتاب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والسّلام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سورة يونس / 41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(2) 5 / 38 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حدثنى الحرّث بن كعب الوالبي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عقبة بن سمعان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CA2C7E">
        <w:rPr>
          <w:rFonts w:hint="cs"/>
          <w:rtl/>
        </w:rPr>
        <w:t xml:space="preserve"> ...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(3) كان مع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في الجمل وأعأنّه على حمل عائشة إلى المدينة4 / 5 10وكان ممّن يستشيرهم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بالكوفة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الذي أشار إليه بتولية محمّد بن أبي بكر مصراً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أخوه لاُمّه4 / 5 5 4. وكان معه في صفّين يتقدم عليه مفاداً له 5 / 148. وكان مع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في نهضته 5 /160ورجع معهما إلى المدينة 5 / 16 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وكان ولداه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محمّد وعون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فلمّا بلغه مقتلهم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لو شهدته لأحببت ألاّ أفارقه حتّى أُقتل معه 5 / 466.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(4) قُتلا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أمّا عون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فاُمّه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جمانة بنت المسيّب بن نحببته الفزارى الذي كان من زعماء التوابين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وأما محمّد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فاُمّه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الخوصاء بنت خصفة بن ثقيف من بكر بن وائل 5 / 469. </w:t>
      </w:r>
    </w:p>
    <w:p w:rsidR="00477F4F" w:rsidRDefault="00477F4F" w:rsidP="00477F4F">
      <w:pPr>
        <w:pStyle w:val="libNormal"/>
      </w:pPr>
      <w:r>
        <w:rPr>
          <w:rFonts w:eastAsia="Calibri"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وقام عبد الله بن جعفر إلى عمرو بن سعيد بن العاص فكلّمه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اكتب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كتاباً تجعل له فيه الأمان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وتمنّيه فيه البرّ والصلة وتوثّق له في كتابك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وتسأله الرجوع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لعلّه يطمئن إلى ذلك فيرجع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وابعث به مع أخيك يحيى بن سعيد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أحرى أنْ تطمئن نفسه إليه ويعلم أنّه الجدّ منك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عمرو بن سعيد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أكتب ما شئت واتني به حتّى أختمه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فكتب عبد الله بن جعفر الكتاب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5D2685" w:rsidRDefault="00477F4F" w:rsidP="00F245A1">
      <w:pPr>
        <w:pStyle w:val="libCenterBold2"/>
        <w:rPr>
          <w:rtl/>
        </w:rPr>
      </w:pPr>
      <w:r>
        <w:rPr>
          <w:rFonts w:hint="cs"/>
          <w:rtl/>
        </w:rPr>
        <w:t xml:space="preserve">بسم الله الرحمن الرحيم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من عمرو بن سعيد إلى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فإنّي أسأل الله أنْ يصرفك عمّا يوبقك وأنْ يهديك لما يرشدك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بلغني أنّك قد توجّهت إلى العراق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وإنّي أعيذك من الشقاق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فإنّي أخاف عليك فيه الهلاك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بعثت إليك عبد الله بن جعفر ويحيى بن سعيد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إليّ معهما فإنّ لك عندي الأمان والصلة والبرّ وحسن الجوار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لك الله بذلك شهيد وكفيل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ومراع ووكيل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والسّلام عليك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أتى به عمرو بن سعيد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اختمه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ففعل فلحقه عبد الله بن جعفر ويحيى [ بن سعيد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فأقرأه يحيى الكتاب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وكتب إليه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891061" w:rsidP="00477F4F">
      <w:pPr>
        <w:pStyle w:val="libNormal"/>
        <w:rPr>
          <w:rtl/>
        </w:rPr>
      </w:pPr>
      <w:r>
        <w:rPr>
          <w:rStyle w:val="libBold2Char"/>
          <w:rFonts w:hint="cs"/>
          <w:rtl/>
        </w:rPr>
        <w:t>«</w:t>
      </w:r>
      <w:r w:rsidR="00477F4F" w:rsidRPr="007745E6">
        <w:rPr>
          <w:rStyle w:val="libBold2Char"/>
          <w:rFonts w:hint="cs"/>
          <w:rtl/>
        </w:rPr>
        <w:t xml:space="preserve"> أمّا بعد</w:t>
      </w:r>
      <w:r>
        <w:rPr>
          <w:rStyle w:val="libBold2Char"/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فإنّه لمْ يشقاقق الله ورسوله مَن دعا إلى الله عزّ وجل وعمل صاحلاً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وقال إنني من المسلمين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وقد دعوت إلىّ الأمان والبرّ والصلة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فخير الأمان أمان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ولن يؤمّن الله يوم القيامة مَن لمْ يخفه في الدنيا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فنسأل الله مخافةً في الدنيا تُوجب لنا أمأنّه يوم القيامة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كنت نويت بالكتاب صلتي وبرّي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فجُزيت خيراً في الدنيا والآخرة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والسّلام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انصرفا [ إلى عمرو بن سعيد ] فقالا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أقرأنّه الكتاب وجهدنا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ممّا اعتذر إلينا أنْ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إنّي رأيت رؤياً فيها رسول الله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Pr="007745E6">
        <w:rPr>
          <w:rStyle w:val="libBold2Char"/>
          <w:rFonts w:hint="cs"/>
          <w:rtl/>
        </w:rPr>
        <w:t xml:space="preserve"> وأُمرت فيها بأمر أنا ماضٍ 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عليّ كان أولي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فما تلك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الرؤيا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ما حدّثت بها أحداً وما أنا محدّث بها حتّى ألقى ربّي!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حدثنى الحرّث بن كعب الوالبي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 5 / 388. </w:t>
      </w:r>
    </w:p>
    <w:p w:rsidR="00477F4F" w:rsidRPr="0088444F" w:rsidRDefault="00477F4F" w:rsidP="00F245A1">
      <w:pPr>
        <w:pStyle w:val="libFootnote"/>
        <w:rPr>
          <w:rtl/>
        </w:rPr>
      </w:pPr>
      <w:r w:rsidRPr="0088444F">
        <w:rPr>
          <w:rFonts w:hint="cs"/>
          <w:rtl/>
        </w:rPr>
        <w:t xml:space="preserve">(2) لمْ يسع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المصارحة بما عنده من العلم بمصير أمره لكلّ من قابله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إذ لا كلّ ما يُعلم يُقال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ولا سيما بعد تفاوت المراتب واختلاف الأوعية والظروف سعةً وضيقاً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فكان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يُجيب كلّ واحد بما يسعه ظرفه وتتحمله معرفته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 w:rsidRPr="00F245A1">
        <w:rPr>
          <w:rFonts w:hint="cs"/>
          <w:rtl/>
        </w:rPr>
        <w:t xml:space="preserve">وقد أشار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F245A1">
        <w:rPr>
          <w:rFonts w:hint="cs"/>
          <w:rtl/>
        </w:rPr>
        <w:t xml:space="preserve"> لهؤلاء إلى الجواب الواقعي بقوله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F245A1">
        <w:rPr>
          <w:rStyle w:val="libFootnoteBoldChar"/>
          <w:rFonts w:hint="cs"/>
          <w:rtl/>
        </w:rPr>
        <w:t xml:space="preserve"> لمْ يُشاقق الله ورسوله مَن دعا إلى الله وعمل صالحاً</w:t>
      </w:r>
      <w:r w:rsidR="00CA2C7E">
        <w:rPr>
          <w:rStyle w:val="libFootnoteBoldChar"/>
          <w:rFonts w:hint="cs"/>
          <w:rtl/>
        </w:rPr>
        <w:t xml:space="preserve"> ...</w:t>
      </w:r>
      <w:r w:rsidRPr="00F245A1">
        <w:rPr>
          <w:rStyle w:val="libFootnoteBoldChar"/>
          <w:rFonts w:hint="cs"/>
          <w:rtl/>
        </w:rPr>
        <w:t xml:space="preserve"> وخير الأمان أمان الله</w:t>
      </w:r>
      <w:r w:rsidR="00891061">
        <w:rPr>
          <w:rStyle w:val="libFootnoteBoldChar"/>
          <w:rFonts w:hint="cs"/>
          <w:rtl/>
        </w:rPr>
        <w:t>،</w:t>
      </w:r>
      <w:r w:rsidRPr="00F245A1">
        <w:rPr>
          <w:rStyle w:val="libFootnoteBoldChar"/>
          <w:rFonts w:hint="cs"/>
          <w:rtl/>
        </w:rPr>
        <w:t xml:space="preserve"> ولن يؤمّن الله يوم القيامة مَن لمْ يخفه في الدنيا</w:t>
      </w:r>
      <w:r w:rsidR="00891061">
        <w:rPr>
          <w:rStyle w:val="libFootnoteBoldChar"/>
          <w:rFonts w:hint="cs"/>
          <w:rtl/>
        </w:rPr>
        <w:t>،</w:t>
      </w:r>
      <w:r w:rsidRPr="00F245A1">
        <w:rPr>
          <w:rStyle w:val="libFootnoteBoldChar"/>
          <w:rFonts w:hint="cs"/>
          <w:rtl/>
        </w:rPr>
        <w:t xml:space="preserve"> فنسأل الله مخافةً في الدنيا تُوجب لنا أمأنّه يوم القيامة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ولكن حيث لمْ يقتنع هؤلاء لهذه الإجابة أجابهم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بأنّه مأمور بأمر في رؤيا رأى فيها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 w:rsidRPr="00F245A1">
        <w:rPr>
          <w:rFonts w:hint="cs"/>
          <w:rtl/>
        </w:rPr>
        <w:t xml:space="preserve"> ثمّ لمْ يُحدّثهم بها بل قال</w:t>
      </w:r>
      <w:r w:rsidR="00891061">
        <w:rPr>
          <w:rFonts w:hint="cs"/>
          <w:rtl/>
        </w:rPr>
        <w:t>:</w:t>
      </w:r>
      <w:r w:rsidRPr="00F245A1"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F245A1">
        <w:rPr>
          <w:rStyle w:val="libFootnoteBoldChar"/>
          <w:rFonts w:hint="cs"/>
          <w:rtl/>
        </w:rPr>
        <w:t xml:space="preserve"> وما أنا محدّث بها حتّى ألقى ربّي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 w:rsidRPr="00F245A1">
        <w:rPr>
          <w:rFonts w:hint="cs"/>
          <w:rtl/>
        </w:rPr>
        <w:t xml:space="preserve"> </w:t>
      </w:r>
    </w:p>
    <w:p w:rsidR="00477F4F" w:rsidRDefault="00477F4F" w:rsidP="00F245A1">
      <w:pPr>
        <w:pStyle w:val="libFootnote"/>
        <w:rPr>
          <w:rtl/>
        </w:rPr>
      </w:pPr>
      <w:r>
        <w:rPr>
          <w:rFonts w:hint="cs"/>
          <w:rtl/>
        </w:rPr>
        <w:t>ولعلّ أحمد بن الأعثم الكوفي المتوفي (310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من هنا حدّث بحديث رؤياه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قبر جدّه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بالمدينة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ولكنّه من أين؟ وقد قال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أنّه غير محدّث بها حتّى يلقى ربّه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فهذا ما عهدته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 أعلم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F245A1">
      <w:pPr>
        <w:pStyle w:val="Heading2"/>
        <w:rPr>
          <w:rtl/>
        </w:rPr>
      </w:pPr>
      <w:bookmarkStart w:id="125" w:name="_Toc372370973"/>
      <w:bookmarkStart w:id="126" w:name="40"/>
      <w:r>
        <w:rPr>
          <w:rFonts w:hint="cs"/>
          <w:rtl/>
        </w:rPr>
        <w:lastRenderedPageBreak/>
        <w:t>[ منازل الطريق ]</w:t>
      </w:r>
      <w:bookmarkEnd w:id="125"/>
      <w:r>
        <w:rPr>
          <w:rFonts w:hint="cs"/>
          <w:rtl/>
        </w:rPr>
        <w:t xml:space="preserve"> </w:t>
      </w:r>
      <w:bookmarkEnd w:id="126"/>
    </w:p>
    <w:p w:rsidR="00477F4F" w:rsidRDefault="00477F4F" w:rsidP="00F245A1">
      <w:pPr>
        <w:pStyle w:val="Heading3"/>
        <w:rPr>
          <w:rtl/>
        </w:rPr>
      </w:pPr>
      <w:bookmarkStart w:id="127" w:name="_Toc372370974"/>
      <w:r>
        <w:rPr>
          <w:rFonts w:hint="cs"/>
          <w:rtl/>
        </w:rPr>
        <w:t>[ التنعيم ]</w:t>
      </w:r>
      <w:r w:rsidRPr="007745E6">
        <w:rPr>
          <w:rStyle w:val="libFootnotenumChar"/>
          <w:rFonts w:hint="cs"/>
          <w:rtl/>
        </w:rPr>
        <w:t>(1)</w:t>
      </w:r>
      <w:bookmarkEnd w:id="127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إنّ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أقبل حتّى مرّ بالتنعيم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فلقى بها عيراً قد بعث بها بحير بن ريسان الحميري 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إلى يزيد بن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عامله على اليمن وعلى العير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الورس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والحلل ينطلق بها إلى يزيد فأخذها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فانطلق بها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لأصحاب الإبل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لا أكرهكم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مَن أحبّ أنْ يمضي معنا إلى العراق أوفينا كراءه وأحسنّا صحبته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ومَن أحبّ أنْ يفارقنا من مكاننا هذا أعطيناه من الكراء على قدر ما قطع من الأرض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فمَن فارقه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منهم حُوسب فأوفى حقّه ومَن مضى منهم معه أعطاه كراءه وكساه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 w:rsidRPr="00D06A87"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موضع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على فرسخين من مكّة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البلدان2 / 416عن يمينه جبل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اسمه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نعيم وعن شماله آخر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اسمه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ناعم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والوادي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نعيمان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وبه مسجد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أدنى المواقيت وأدنى الحلّ للحرم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اليوم عن مركز مكّة ستّ كيلو مترات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فهو فرسخ لا فرسخين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متصل بالبلد في بدايته للداخل إليه من طريق المدينة وجدّة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كأنّه كان ينظر في النّجوم فتطيّر لعبد الله بن مطيع العدوي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لمّا بعثه ابن الزبير والياً على الكوفة6 / 9. وكان طاووس اليماني المعروف مولاه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فمات طاووس بمكّة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10 5 هـ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6 / 29.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الورس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نبات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كالسّمسم يصبغ به ويتخذ منه الغمرة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وليس إلاّ باليمن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الحرّث بن كعب الوالبي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عقبة بن سمعان 5 / 38 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88444F">
      <w:pPr>
        <w:pStyle w:val="Heading3"/>
        <w:rPr>
          <w:rtl/>
        </w:rPr>
      </w:pPr>
      <w:bookmarkStart w:id="128" w:name="_Toc372370975"/>
      <w:r>
        <w:rPr>
          <w:rFonts w:hint="cs"/>
          <w:rtl/>
        </w:rPr>
        <w:lastRenderedPageBreak/>
        <w:t>[ الصفاح ]</w:t>
      </w:r>
      <w:r w:rsidRPr="007745E6">
        <w:rPr>
          <w:rStyle w:val="libFootnotenumChar"/>
          <w:rFonts w:hint="cs"/>
          <w:rtl/>
        </w:rPr>
        <w:t>(1)</w:t>
      </w:r>
      <w:bookmarkEnd w:id="12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عن عبد الله بن سليم [ الأسدي ] والمذري [ بن المُشمَعلّ الأسدي ] 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أقبلنا حتّى انتهينا إلى الصفاح فلقينا الفرزدق بن غالب الشاعر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فواقف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أعطاك الله سؤلك وأمّلك فيما تحبّه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بيّن لنا نبأ النّاس خلفك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الفرزدق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من الخبير سألت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قلوب النّاس معك وسيوفهم مع بني اُميّة والقضاء ينزل من السّماء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يفعل ما يشاء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صدقت لله الأمر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والله يفعل ما يشاء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وكل يوم ربّنا في شأن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إنْ نزل القضاء بما نحب فنحمد الله على نعمائه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وهو المستعان على أداء الشكر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وإنْ حال القضاء دون الرجاء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فلمْ يعتدّ مَن كان الحقّ نيّته والتقوى سريرته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الصفاح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بين حنين وأنصاب الحرّم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يسرة الداخل إلى مكّة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هو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همام بن غالب بن صعصعة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وعمّاه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ذهيل والزحاف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كانا في ديوان زياد بن سميّة في البصرة على ألفين ألفين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وهجا بني نهشل وفقيم فاستعدّوه عند زياد فطلبه فهرب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فكان إذا نزل زياد البصرة نزل هو 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وإذا نزل زياد الكوفة نزل الفرزدق البصرة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وكان زياد ينزل البصرة ستّة أشهر والكوفة ستّة أشهر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ذهب إلى الحجاز فلمْ يزل بمكّة والمدينة لاجئاً من زياد إلى سعيد بن العاص حتّى هلك زياد 5 / 242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2 5 0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فهجاه وهجا راثيه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بكيت امرءاً من آل سفيان كافرا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ككسرى على عدوأنّه أو كقيصرا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 xml:space="preserve">5 / 290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ثمّ رجع إلى البصرة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فكان بها وحجّ سنة ستّين باُمّه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ولذلك لمْ يصحب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5 / 386ونظم الشعر للحجّاج 6 / 380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394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وكان في بلاط سليمان بن عبد الملك 5 / 5 48. وكان حيّاً إلى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102 هـ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>6 / 616. وكان في هجائه لبني نهشل شابّاً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بل غلاماً حدثاً أعرابيّاً نزل البادية 5 / 242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فيكون في لقائه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على أقلّ من ثلاثين سنة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ثمّ حرّك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راحلته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السّلام عليك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افترقا</w:t>
      </w:r>
      <w:r w:rsidRPr="007745E6">
        <w:rPr>
          <w:rStyle w:val="libFootnotenumChar"/>
          <w:rFonts w:hint="cs"/>
          <w:rtl/>
        </w:rPr>
        <w:t>(1)(2)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ولمّا بلغ عبيد الله [ ابن زياد ] إقبال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مكّة إلى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بعث الحصبن بن تميم [ التميمي ] صاحب شرطته حتّى نزل القادسيّة ونظّم الخيل ما بين القادسيّة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إلى خفّان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بين القادسيّة إلى القطقطانة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و إلى لعلع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88444F">
      <w:pPr>
        <w:pStyle w:val="Heading3"/>
        <w:rPr>
          <w:rtl/>
        </w:rPr>
      </w:pPr>
      <w:bookmarkStart w:id="129" w:name="_Toc372370976"/>
      <w:r>
        <w:rPr>
          <w:rFonts w:hint="cs"/>
          <w:rtl/>
        </w:rPr>
        <w:t>[ الحاجر ]</w:t>
      </w:r>
      <w:r w:rsidRPr="007745E6">
        <w:rPr>
          <w:rStyle w:val="libFootnotenumChar"/>
          <w:rFonts w:hint="cs"/>
          <w:rtl/>
        </w:rPr>
        <w:t>(7)</w:t>
      </w:r>
      <w:bookmarkEnd w:id="129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أقبل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إذا بلغ الحاجر من بطن الرمّة بعث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جناب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عدي بن حرملة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عبد الله بن سليم 5 / 386: وهذا لا يتّفق مع ما يأتي عنهما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أنّهما يقولان لحقناه بزرود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بعد الصفاح إلى الكوفة بعدّة منازل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اللهمّ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إلاّ أنْ يكون قولهما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أقبلنا حتّى انتهينا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أقبلنا من الكوفة حتّى انتهينا إلى الصفاح في دخولهما إلى مكّة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بعد قضاء المناسك لحقا به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بزرود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</w:t>
      </w:r>
      <w:r>
        <w:rPr>
          <w:rFonts w:hint="cs"/>
          <w:rtl/>
        </w:rPr>
        <w:t xml:space="preserve"> قال الطبري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قال هشام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عوانة بن الحكم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لبطة بن الفرزدق بن غالب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حججت في سنة ستّين [ و ] دخلت الحرّم في أيّام الحجّ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لقيت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خارجاً من مكّة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فأتيته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بأبي أنت وأمّي يابن رسول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أعجلك عن الحجّ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لو لم أعجل لأخذت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سألني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ممّن أنت</w:t>
      </w:r>
      <w:r w:rsidR="00891061">
        <w:rPr>
          <w:rStyle w:val="libFootnoteBoldChar"/>
          <w:rFonts w:hint="cs"/>
          <w:rtl/>
        </w:rPr>
        <w:t>؟</w:t>
      </w:r>
      <w:r w:rsidRPr="0088444F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امرؤ من العراق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فتشني أكثر من 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أخبرني عن النّاس خلفك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القلوب معك والسّيوف مع بني اُميّة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والقضاء بيد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صدقت </w:t>
      </w:r>
      <w:r w:rsidR="00891061">
        <w:rPr>
          <w:rStyle w:val="libFootnoteBoldChar"/>
          <w:rFonts w:hint="cs"/>
          <w:rtl/>
        </w:rPr>
        <w:t>».</w:t>
      </w:r>
      <w:r>
        <w:rPr>
          <w:rFonts w:hint="cs"/>
          <w:rtl/>
        </w:rPr>
        <w:t xml:space="preserve"> فسألته عن أشياء من نذور ومناسك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فأخبرني بها 5 / 386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بينها وبين الكوفة خمسة عشر فرسخاً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وبينها وبين العذيب أربعة أميال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وتسمّى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الديوانية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وكانت أوّل مدينة كبيرة من العراق إلى بادية الحجاز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وفيها أولى فتوحات العراق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وقعة القادسيّة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بقيادة سعد بن أبي وقّاص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 قرية قرب الكوفة فيها عين لبني العبّاس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 3 / 4 5 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(5) القطقطانة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تبعد عن الرهيمة إلى الكوفة نيفاً وعشرين ميلاً 7 / 12 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وقال اليعقوبي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إنّ خبر مقتل مسلم أتى الإمام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بالقطقطانة 2 / 230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(6)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يونس بن أبي إسحاق السّبيعي 5 / 394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(7) واد بعالية نجد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وبطن الرّمة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منزل يجتمع فيه أهل الكوفة والبصرة إذا أرادوا المدينة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 4 /290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وتاج العروس 3 / 139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قيس بن مسهر الصيداوي إلى أهل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وكتب معه إليهم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</w:p>
    <w:p w:rsidR="00477F4F" w:rsidRDefault="00477F4F" w:rsidP="0088444F">
      <w:pPr>
        <w:pStyle w:val="libCenterBold2"/>
        <w:rPr>
          <w:rtl/>
        </w:rPr>
      </w:pPr>
      <w:r>
        <w:rPr>
          <w:rFonts w:hint="cs"/>
          <w:rtl/>
        </w:rPr>
        <w:t xml:space="preserve">بسم الله الرحمن الرحيم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من الحسين بن علي إلى إخوأنّه من المؤمنين والمسلمين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سلام عليكم</w:t>
      </w:r>
      <w:r w:rsidR="00891061">
        <w:rPr>
          <w:rStyle w:val="libBold2Char"/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فإنّي أحمد إليكم الله الذي لا إله إلاّ هو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أمّا بعد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 كتاب مسلم بن عقيل جاءني يخبرني فيه بحسن رأيكم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واجتماع ملئكم على نصرنا والطلب بحقّنا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فسالت الله أنْ يحسن لنا الصنع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وأنْ يُثيبكم على ذلك أعظم الأجر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وقد شخصت إليكم من مكّة يوم الثلاثاء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لثمان مضين من ذي الحجّة يوم التروية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فإذا قدم عليكم رسولي فاكمشوا أمركم وجدّوا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فإنّي قادم عليكم في أيّامي هذه أنْ شاء الله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والسّلام عليكم ورحمة الله وبركاته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وأقبل قيس بن مسهر الصيداوي إلى الكوفة بكتاب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إذا انتهى إلى القادسيّة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أخذه الحصين بن تميم فبعث به إلى عبيد الله بن زياد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اصعد إلى القصر فسبّ الكذّاب ابن الكذّاب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فصعد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أيّها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هذا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خير خلق الله ابن فاطمة بنت رسول الله (صلوات الله عليهما)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رسوله إليكم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فارقته بالحاجر فأجيبوه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لعن عبيد الله بن زياد وأباه واستغفر لعليّ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فأمر به عبيد الله بن زياد أنْ يرمى به من فوق القصر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فرمي به فتقطّع فمات [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]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88444F">
      <w:pPr>
        <w:pStyle w:val="Heading2"/>
        <w:rPr>
          <w:rtl/>
        </w:rPr>
      </w:pPr>
      <w:bookmarkStart w:id="130" w:name="_Toc372370977"/>
      <w:r>
        <w:rPr>
          <w:rFonts w:hint="cs"/>
          <w:rtl/>
        </w:rPr>
        <w:t>[ ماء من مياه العرب ]</w:t>
      </w:r>
      <w:bookmarkEnd w:id="130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أقبل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سيراً إلى الكوفة فانتهى إلى ماء من مياه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وحدّثني محمّد بن قيس 5 / 394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والإرشاد / 220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وخلط خبره بخبر عبد الله بن يقطر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وذكره في تذكرة الخواص / 24 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العرب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عليه عبد الله بن مطيع العدوي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وهو نازل ها هنا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رأى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قام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بأبي أنت وأمّي يابن رسول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أقدمك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! 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كتب إليّ أهل العراق يدعونني إلى أنفسهم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عبد الله بن مطيع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أذكّرك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يابن رسول الله وحرمة السّلام أنْ تنتهك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أنشدك الله في حرمة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أنشدك الله في حرمة العرب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طلبت ما في أيدي بني اُميّة ليقتلنّك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ولئن قتلوك لا يهأبون بعدك أحداً أبداً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أنّها الحرّمة السّلام تنتهك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وحرمة قريش وحرمة العرب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فلا تفعل ولا تأتِ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تعرض لبني اُميّة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فأبى إلاّ أنْ يمضي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88444F">
      <w:pPr>
        <w:pStyle w:val="Heading2"/>
        <w:rPr>
          <w:rtl/>
        </w:rPr>
      </w:pPr>
      <w:bookmarkStart w:id="131" w:name="_Toc372370978"/>
      <w:r>
        <w:rPr>
          <w:rFonts w:hint="cs"/>
          <w:rtl/>
        </w:rPr>
        <w:t>[ منزل قبل زرود وهي الخزيميّة ]</w:t>
      </w:r>
      <w:r w:rsidRPr="007745E6">
        <w:rPr>
          <w:rStyle w:val="libFootnotenumChar"/>
          <w:rFonts w:hint="cs"/>
          <w:rtl/>
        </w:rPr>
        <w:t>(3)</w:t>
      </w:r>
      <w:bookmarkEnd w:id="13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فأقبل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كان بالماء فوق زرود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وهي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الخزيميّة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88444F">
      <w:pPr>
        <w:pStyle w:val="Heading2"/>
        <w:rPr>
          <w:rtl/>
        </w:rPr>
      </w:pPr>
      <w:bookmarkStart w:id="132" w:name="_Toc372370979"/>
      <w:r>
        <w:rPr>
          <w:rFonts w:hint="cs"/>
          <w:rtl/>
        </w:rPr>
        <w:t xml:space="preserve">[ لحوق زهير بن القين بالإمام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132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عن رجل من بني فزارة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كنّا مع زهير بن القين البجلي حين أقبلنا من مكّة نساير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يكن شيء أبغض إلينا من أنْ نسايره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مضت ترجمته في إسناد الكتاب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 xml:space="preserve">(2) لمْ تنتهك حرمة السّلام ولا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ولا العرب ولا قريش بفعل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بل بفعل أعداء السّلام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ولقد أخطأ ابن مطيع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إذ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ولئن قتلوك لا يهأبون بعدك أحداً أبداً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بل تجرّأ عليهم مَن لمْ يكن يتجرّأ قبل ذلك من أهل مكّة والمدينة والكوفة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بما فيهم نفس ابن مطيع إذ ولى الكوفة من قبل ابن الزبير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بل إنْ لمْ يكن يخرج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لمْ يكن يجرأ على بني أمية أحد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فكانوا يفعلون ما يشاؤون من هدم السّلام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تقع قبل زرود من مكّة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وبعدها للذاهب من 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وقِيل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بينها وبين الثعلبيّة اثنان وثلاثون ميلاً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من منازل الحجّاج بعد الثعلبيّة من الكوفة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 5 / 394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حدثني محمّد بن قيس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ولعلّه ابن قيس بن مسهر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في منزل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سار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تخلّف زهير بن القين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وإذا نزل الحسين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تقدّم زهير حتّى نزلنا في منزل لمْ نجد بدّاً من أنْ ننازله فيه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فنزل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جانب ونزلنا في جانب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فبينا نحن جلوس نتغدّى من طعام لنا إذ أقبل رسول الحسين حتّى سلّم ثمّ دخل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زهير بن القين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أبا عبد الله الحسين بن علي </w:t>
      </w:r>
      <w:r w:rsidR="0035755E" w:rsidRPr="0035755E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بعثني إليك لتأتيه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فطرح كلّ انسان ما في يده حتّى كأنّ على رؤوسنا الطير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قالت دلهم بنت عمرو امرأة زهير بن القين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أيبعث إليك ابن رسول الله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ثمّ لا تأتيه سبحان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لو أتيته فسمعت كلاُمّه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انصرفت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فأتاه زهير بن القين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لبث أنْ جاء مستبشراً قد أسفر وجهه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قال لأصحابه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من أحبّ منكم أنْ يتبعني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وإلاّ فإنّه آخر العهد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سأحدّثكم حديثاً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غزونا بلنجر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ففتح الله علينا وأصبنا غنائم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سلمان الباهلي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أفرحتم بما فتح الله عليكم وأصبتم من الغنائم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إذا أدركتم شباب آل محمّد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فكونوا أشدّ فرحاً بقتالكم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فحدّثني الأسدي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رجل من بني فزارة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 الأسدي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لمّا كان زمن الحجّاج بن يوسف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كنّا مختبئين في دار زهير بن القين الجبلي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وكان أهل الشام لا يدخلونها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فقلت للفزاري حدثني عنكم حين أقبلتم مع الحسين بن علي</w:t>
      </w:r>
      <w:r w:rsidR="00891061">
        <w:rPr>
          <w:rFonts w:hint="cs"/>
          <w:rtl/>
        </w:rPr>
        <w:t>؟</w:t>
      </w:r>
      <w:r w:rsidRPr="0088444F">
        <w:rPr>
          <w:rFonts w:hint="cs"/>
          <w:rtl/>
        </w:rPr>
        <w:t xml:space="preserve"> قال 5 / 396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والإرشاد / 221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والخوارزمي / 32 5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مدينة الخزر عند باب الأبواب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فُتحت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33) على يد سلمان بن ربيعة الباهلي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على عهد عثمان بن عفّان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وفي الطبري 4 / 30 5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إنّ سلمان الفارسي وأبو هريرة كانا معهم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ونصّ ابن الأثير في الكامل 4 / 17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 الذي حدّثهم هو سلمان الفارسي وليس الباهلي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في حين أنّ ابن الأثير إنّما أراد بكتابه الكامل في التاريخ أنْ يُكمل تاريخ الطبري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فهو في أكثر أخباره ناقل عنه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ونصّ على أنّه الفارسي أيضاً الشيخ المفيد في الإرشاد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والفتال في روضة الواعظين / 1 5 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وابن نما في مثير الأحزان / 23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والخوارزمي في المقتل 1 / 22 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والبكري في المعجم ممّا استعجم 1 / 376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ويؤيّد هذا نصّ الطبري على وجود سلمان الفارسي في هذه الغزوة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ولكن الظاهر أنّ سلمان الفارسي كان والياً على المدائن بعد فتحها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17 هـ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حتّى توفّي بها بدون أنْ يخرج منها إلى غزو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وأنّه توفّى قبل هذا على عهد عمر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معهم منكم بما أصبتم من الغنائم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فأمّا أنا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فإنّي استودعكم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قال لامرأته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أنت طالق إلحقي بأهلك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فإنّي لا أحبّ أنْ يصيبك من سبي إلاّ خير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وسرّح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عبد الله بن يقطر الحميري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من بعض الطريق إلى مسلم بن عقيل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فتلقّاه خيل الحصين بن تميم بالقادسيّة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فسرّح به إلى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اصعد فوق القصر فالعن الكذّاب ابن الكذّاب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انزل حتّى أرى فيك رأيي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فصعد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أشرف على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أيّها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رسول الحسين بن فاطمة بنت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لتنصروه وتوازروه على ابن مرجانة ابن سميّة الدّعي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فأمر به عبيد الله [ ابن زياد ] فأُلقي من فوق القصر إلى الأرض فكسرت عظاُمّه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و[ كان ] به رمق فأتاه عبد الملك بن عمير اللخمي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فذبحه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فحدّثتني دلهم بنت عمرو امرأة زهير بن القين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قالت 5 / 396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وفي الإرشاد / 221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وسيُعلم من خطبة زهير بكربلاء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أنّه كان ناقماً من قبل على استلحاق معاوية زياداً وقتله حجر بن عدي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 xml:space="preserve">(3) كانت اُمّه حاضنة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فلذلك قِيل فيه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أنّه أخوه من الرضاعة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وجاء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بقطر</w:t>
      </w:r>
      <w:r w:rsidR="0004730E">
        <w:rPr>
          <w:rFonts w:hint="cs"/>
          <w:rtl/>
        </w:rPr>
        <w:t>)</w:t>
      </w:r>
      <w:r w:rsidRPr="0088444F">
        <w:rPr>
          <w:rFonts w:hint="cs"/>
          <w:rtl/>
        </w:rPr>
        <w:t xml:space="preserve"> في الطبري بالباء الموحدّة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وكذلك ضبطه الجزري في الكامل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إلاّ أنّ مشايخنا ضبطوه بالياء المثنّاة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إبصار العين للسماوي / 5 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أبو علي الأنصاري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بكر بن مصعب المزني 5 / 398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والإرشاد / 220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وخلط خبره بخبر قيس بن مسهر الصيداوي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(5) ولي القضاء في الكوفة بعد الشعبي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توفّي سنة </w:t>
      </w:r>
      <w:r w:rsidR="0004730E">
        <w:rPr>
          <w:rFonts w:hint="cs"/>
          <w:rtl/>
        </w:rPr>
        <w:t>(</w:t>
      </w:r>
      <w:r w:rsidRPr="0088444F">
        <w:rPr>
          <w:rFonts w:hint="cs"/>
          <w:rtl/>
        </w:rPr>
        <w:t>136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مئة وثلاث سنين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ميزان الاعتدال 1 / 1 5 1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وتهذيب السّماء / 309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وسيأتي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 خبر شهادته بلغ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بمنزل زبالة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قبل خبر الصيداوي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فالظاهر أنّ ابن يقطر كان مبعوثاً قبل الصيداوي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زرود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D06A87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عن عبد الله بن سليم والمذري بن المُشمَعلّ الأسديين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قضينا حجّنا لمْ يكن لنا همّة إلاّ اللحاق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الطريق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لننظر ما يكون من أمره وشأنّه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فأقبلنا ترقل بنا ناقتانا مسرعين حتّى لحقنا بزرود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دنونا منه إذا نحن برجل من أهل الكوفة قد عدل عن الطريق حين رأى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فوقف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كأنّه يُريده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تركه ومضى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أحدنا لصاحبه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اذهب بنا إلى هذا فلنسأله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كان عنده خبر الكوفة علمناه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فمضينا حتّى انتهينا إليه فقلنا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السّلام عليك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وعليكم السّلام ورحمة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قلنا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فمَن الرجل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أسدي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فنحن أسديّان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فمَن أنت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بكير بن المثعبة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فانتسبنا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قلنا أخبرنا عن النّاس وراءك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لمْ أخرج من الكوفة حتّى قُتل مسلم بن عقيل وهانئ بن عروة فرأيتهما يجرّان بأرجلهما في السّوق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فأقبلنا حتّى لحقنا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فسايرناه حتّى نزل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88444F">
      <w:pPr>
        <w:pStyle w:val="Heading2"/>
        <w:rPr>
          <w:rtl/>
        </w:rPr>
      </w:pPr>
      <w:bookmarkStart w:id="133" w:name="_Toc372370980"/>
      <w:r>
        <w:rPr>
          <w:rFonts w:hint="cs"/>
          <w:rtl/>
        </w:rPr>
        <w:t>[ الثعلبيّة ]</w:t>
      </w:r>
      <w:r w:rsidRPr="007745E6">
        <w:rPr>
          <w:rStyle w:val="libFootnotenumChar"/>
          <w:rFonts w:hint="cs"/>
          <w:rtl/>
        </w:rPr>
        <w:t>(3)</w:t>
      </w:r>
      <w:bookmarkEnd w:id="13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الثعلبيّة ممسيّاً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فجئناه حين نزل فسلّمنا عليه فردّ علينا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فقلنا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يرحمك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بين الخزيميّة والثعلبيّة بطريق 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 4 / 327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وهذ ممّا يتنافى مع ما مرّ عنهما من خبر الفرزدق في منزل الصفاح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قبل زرود بعدّة منازل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إذ ظاهر هذا الخبر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بل نصّه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أنّهما إنّما لحقا به في زرود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وليس قبل ذلك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بل لا يمكن ذلك مع أدائهما الحجّ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فان منزل الصفاح في أوائل الطريق وقد خرج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يوم التروية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فلو لحقا به لمْ يمكنهما الحجّ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والعجب أنّ الرواة هم الرواة في الخبرين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ولمْ يتنبّهوا لذلك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لا أبو جناب ولا أبو مِخْنف ولا الطبري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اللهمّ</w:t>
      </w:r>
      <w:r w:rsidR="00891061">
        <w:rPr>
          <w:rFonts w:hint="cs"/>
          <w:rtl/>
        </w:rPr>
        <w:t>،،</w:t>
      </w:r>
      <w:r w:rsidRPr="0088444F">
        <w:rPr>
          <w:rFonts w:hint="cs"/>
          <w:rtl/>
        </w:rPr>
        <w:t xml:space="preserve"> إلاّ أنْ يكونا لقياه في الصفاح قبل حجّهما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لحقابه بعد حجّهما بزرود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هي بعد الشقوق للذاهب إلى مكّة من 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نسبةً إلى ثعلبة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رجل من بني أسد كما في المعجم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eastAsia="Calibri"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عندنا خبراً فإنْ شئت حدّثنا علانية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شئت سرّاً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فنظر إلى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ما دون هؤلاء سرّ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فقلنا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أرأيت الراكب الذي استقبلك عشاء أمس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نعم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وقد أردت مسألته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فقلنا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قد استبرأنا لك خبره وكفيناك مسألته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امرؤ من أسد منّا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ذو رأي وصدق وفضل وعقل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وأنّه حدّثنا أنّه لمْ يخرج من الكوفة حتّى قُتل مسلم بن عقيل وهانئ بن عروة وحتّى رآهما يُجرّان في السّوق بأرجلهما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إنّا لله وإنّا إليه راجعون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رحمة الله عليهما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فردّد ذلك مراراً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ننشدك الله في نفسك وأهل بيتك إلاّ انصرفت من مكانك هذا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ليس لك بالكوفة ناصر ولا شيعة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نتخوّف أنْ تكون عليك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فوثب عند ذلك بنو عقيل بن أبي طالب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نبرح حتّى ندرك ثارنا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نذوق ما ذاق أخونا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فنظر إلينا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لا خير في العيش بعد هؤلاء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فعلمنا أنّه قد عزم له رأيه على المسير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فقلنا: خار الله 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رحمكما الله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انتظر حتّى إذا كان السّحر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لفتيانه وغلمأنّه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أكثروا من الماء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فاستقوا وأكثروا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ارتحلوا وساروا حتّى انتهوا إلى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ظاهر هذه الرواية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 خبر مقتل مسلم بن عقيل هنا كان عامّاً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وسيأتي أنّ</w:t>
      </w:r>
      <w:r>
        <w:rPr>
          <w:rFonts w:hint="cs"/>
          <w:rtl/>
        </w:rPr>
        <w:t xml:space="preserve">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أعلن ذلك لأصحابه بكتاب أخرجه للنّاس في منزل زبالة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ومن هنا يترجّح أنْ يكون قوله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مادون هؤلاء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سرّ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يعني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أمّا دون هؤلاء الحاضرين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فليكن الخبر سرّاً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وكذلك بقي الخبر سرّاً حتّى زبالة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وأمّا اليعقوبي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خبر قتل مسلم أتى الإمام بالقطقطانة 2 /230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 حدّثني أبو جناب الكلبي عن عدي بن حرملة الأسدي عن عبد الله 5 397 وفي الإرشاد 222 روى عبد الله بن سليمان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عمر بن خالد</w:t>
      </w:r>
      <w:r w:rsidR="007745E6" w:rsidRPr="0088444F">
        <w:rPr>
          <w:rFonts w:hint="cs"/>
          <w:rtl/>
        </w:rPr>
        <w:t xml:space="preserve"> - </w:t>
      </w:r>
      <w:r w:rsidRPr="0088444F">
        <w:rPr>
          <w:rFonts w:hint="cs"/>
          <w:rtl/>
        </w:rPr>
        <w:t>هكذا والصحيح عمرو بن خالد</w:t>
      </w:r>
      <w:r w:rsidR="007745E6" w:rsidRPr="0088444F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زيد بن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وعن داود بن علي بن عبد الله بن عبّاس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 بني عقيل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قالوا 5 / 397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والإرشاد / 222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والمسعودي 3 / 70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والخواص / 24 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88444F">
      <w:pPr>
        <w:pStyle w:val="Heading3"/>
        <w:rPr>
          <w:rtl/>
        </w:rPr>
      </w:pPr>
      <w:bookmarkStart w:id="134" w:name="_Toc372370981"/>
      <w:r>
        <w:rPr>
          <w:rFonts w:hint="cs"/>
          <w:rtl/>
        </w:rPr>
        <w:lastRenderedPageBreak/>
        <w:t>[ زبالة ]</w:t>
      </w:r>
      <w:r w:rsidRPr="007745E6">
        <w:rPr>
          <w:rStyle w:val="libFootnotenumChar"/>
          <w:rFonts w:hint="cs"/>
          <w:rtl/>
        </w:rPr>
        <w:t>(1)</w:t>
      </w:r>
      <w:bookmarkEnd w:id="134"/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زبالة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سقط إليه [ خبر ] مقتل أخيه من الرضاعة عبد الله بن يقطر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فأخرج للنّاس كتاباً [ ونادى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88444F">
      <w:pPr>
        <w:pStyle w:val="libCenterBold2"/>
        <w:rPr>
          <w:rtl/>
        </w:rPr>
      </w:pPr>
      <w:r>
        <w:rPr>
          <w:rFonts w:hint="cs"/>
          <w:rtl/>
        </w:rPr>
        <w:t xml:space="preserve">بسم الله الرحمن الرحيم </w:t>
      </w:r>
    </w:p>
    <w:p w:rsidR="00477F4F" w:rsidRDefault="00477F4F" w:rsidP="0088444F">
      <w:pPr>
        <w:pStyle w:val="libBold2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فقد أتانا خبر فضيع، قتل مسلم بن عقيل وهانئ بن عروة وعبد الله بن يقطر، وقد خذلتنا شيعتنا</w:t>
      </w:r>
      <w:r w:rsidRPr="007745E6">
        <w:rPr>
          <w:rStyle w:val="libFootnotenumChar"/>
          <w:rFonts w:hint="cs"/>
          <w:rtl/>
        </w:rPr>
        <w:t>(4)</w:t>
      </w:r>
      <w:r w:rsidRPr="007745E6">
        <w:rPr>
          <w:rStyle w:val="libBold2Char"/>
          <w:rFonts w:hint="cs"/>
          <w:rtl/>
        </w:rPr>
        <w:t xml:space="preserve"> فمَن أحبّ منكم الانصراف فلينصرف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ليس عليه منّا ذمام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فتفرّق النّاس عنه تفرّقاً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فأخذوا يميناً وشمالاً حتّى بقي في أصحابه الذين جاؤوا معه من المدينة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وإنّما فعل ذلك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لأنّه إنّما تبعه الأعراب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لأنّهم ظنّوا أنّه يأتي بلداً قد استقامت له طاعة أهله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فكره أنْ يسيروا معه إلاّ وهم يعلمون علامَ يقدمون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علم أنّهم إذا بيّن لهم لمْ يصحبه إلاّ مَن يُريد مواساته والموت معه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كان من السّحر أمر فتيانه فاستقوا الماء وأكثروا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سار حتّى مرّ بـ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تقع قبل الشقوق للذاهب إلى مكّة من 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وفيها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حصن وجامع لبني أسد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وزبالة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اسم امرأة من العمالقة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أبي جناب الكلبي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عدي بن حرملة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عبد الله بن سليم 5 / 398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والإرشاد / 222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سبقت ترجمته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وإنّ اُمّه كانت حاضنة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 w:rsidRPr="0088444F">
        <w:rPr>
          <w:rFonts w:hint="cs"/>
          <w:rtl/>
        </w:rPr>
        <w:t xml:space="preserve"> فلذلك قِيل فيه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أنّه أخوه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 xml:space="preserve">(4) هذا تصريح من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بخذلان شيعته بالكوفة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أوّل إعلان بأخبار الكوفة ومقتل مسلم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وإنْ كان بلغه الخبر قبل هذا في منزل زرود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ولكن الظاهر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أنّه بقي سرّاً ما دون الحاضرين بمجلس الخبر إذ ذاك بأمر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حتّى أعلنه لهم هنا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 xml:space="preserve">(5) هذا تمام الكلام في أنّ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لماذا كان يأذن لهم بالانصراف عنه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وفيه الكفاية عن كلّ كلام</w:t>
      </w:r>
      <w:r w:rsidR="00891061">
        <w:rPr>
          <w:rFonts w:hint="cs"/>
          <w:rtl/>
        </w:rPr>
        <w:t>؟</w:t>
      </w:r>
      <w:r w:rsidRPr="0088444F"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88444F">
      <w:pPr>
        <w:pStyle w:val="Heading3"/>
        <w:rPr>
          <w:rtl/>
        </w:rPr>
      </w:pPr>
      <w:bookmarkStart w:id="135" w:name="_Toc372370982"/>
      <w:r>
        <w:rPr>
          <w:rFonts w:hint="cs"/>
          <w:rtl/>
        </w:rPr>
        <w:lastRenderedPageBreak/>
        <w:t>[ بطن العقبة ]</w:t>
      </w:r>
      <w:r w:rsidRPr="007745E6">
        <w:rPr>
          <w:rStyle w:val="libFootnotenumChar"/>
          <w:rFonts w:hint="cs"/>
          <w:rtl/>
        </w:rPr>
        <w:t>(1)</w:t>
      </w:r>
      <w:bookmarkEnd w:id="13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بطن العقبة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فنزل بها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[ فسأله أحد بني عكرمة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إنّي أنشدك الله لمّا انصرفت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تقدم إلاّ على السّنة وحدّ السّيوف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هؤلاء الذين بعثوا إليك لو كانوا كفوك مؤونة القتال ووطّئوا لك الأشياء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فقدمت عليهم كان ذلك رأياً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فأمّا على هذه الحال التي تذكرها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فإنّي لا أرى لك أنْ تفعل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له يا عبد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إنّه ليس يخفى عليّ الرأي ما رأيت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ولكنّ الله لا يغلب على أمره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ارتحل منها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 w:rsidRPr="00D06A87">
        <w:rPr>
          <w:rFonts w:hint="cs"/>
          <w:rtl/>
        </w:rPr>
        <w:t xml:space="preserve"> </w:t>
      </w:r>
    </w:p>
    <w:p w:rsidR="00477F4F" w:rsidRDefault="00477F4F" w:rsidP="0088444F">
      <w:pPr>
        <w:pStyle w:val="Heading3"/>
        <w:rPr>
          <w:rtl/>
        </w:rPr>
      </w:pPr>
      <w:bookmarkStart w:id="136" w:name="_Toc372370983"/>
      <w:r>
        <w:rPr>
          <w:rFonts w:hint="cs"/>
          <w:rtl/>
        </w:rPr>
        <w:t>[ شراف ]</w:t>
      </w:r>
      <w:r w:rsidRPr="007745E6">
        <w:rPr>
          <w:rStyle w:val="libFootnotenumChar"/>
          <w:rFonts w:hint="cs"/>
          <w:rtl/>
        </w:rPr>
        <w:t>(5)</w:t>
      </w:r>
      <w:bookmarkEnd w:id="136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أقبل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نزل شراف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كان في السّحر أمر فتيانه فاستقوا من الماء فأكثروا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ساروا منها فرسموا صدر يومهم حتّى انتصف النّهار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إنّ رجلاً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الله أكبر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الله أكبر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ممّ كبّرت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رأيت النّخل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الأسديان [ عبد الله بن سليم والمذري بن المُشمَعلّ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هذا المكان ما رأينا به نخلة قط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فما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منزل في طريق مكّة بعد واقصة وقبل القاع لمّن يُريد مكّة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أبو علي الأنصاري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بكر بن مصعب المزني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 5 / 398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والإرشاد / 222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477F4F">
      <w:pPr>
        <w:pStyle w:val="libNormal"/>
        <w:rPr>
          <w:rStyle w:val="libFootnoteChar"/>
          <w:rtl/>
        </w:rPr>
      </w:pPr>
      <w:r w:rsidRPr="0088444F">
        <w:rPr>
          <w:rStyle w:val="libFootnoteChar"/>
          <w:rFonts w:hint="cs"/>
          <w:rtl/>
        </w:rPr>
        <w:t>(3) وفي الإرشاد / 223</w:t>
      </w:r>
      <w:r w:rsidR="00891061">
        <w:rPr>
          <w:rStyle w:val="libFootnoteChar"/>
          <w:rFonts w:hint="cs"/>
          <w:rtl/>
        </w:rPr>
        <w:t>،</w:t>
      </w:r>
      <w:r w:rsidRPr="0088444F">
        <w:rPr>
          <w:rStyle w:val="libFootnoteChar"/>
          <w:rFonts w:hint="cs"/>
          <w:rtl/>
        </w:rPr>
        <w:t xml:space="preserve"> 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Char"/>
          <w:rFonts w:hint="cs"/>
          <w:rtl/>
        </w:rPr>
        <w:t>:</w:t>
      </w:r>
      <w:r w:rsidRPr="0088444F">
        <w:rPr>
          <w:rStyle w:val="libFootnote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والله</w:t>
      </w:r>
      <w:r w:rsidR="00891061">
        <w:rPr>
          <w:rStyle w:val="libFootnoteBoldChar"/>
          <w:rFonts w:hint="cs"/>
          <w:rtl/>
        </w:rPr>
        <w:t>،</w:t>
      </w:r>
      <w:r w:rsidRPr="0088444F">
        <w:rPr>
          <w:rStyle w:val="libFootnoteBoldChar"/>
          <w:rFonts w:hint="cs"/>
          <w:rtl/>
        </w:rPr>
        <w:t xml:space="preserve"> لا يدعوني حتّى يستخرجوا هذه العلقه من جوفي</w:t>
      </w:r>
      <w:r w:rsidR="00891061">
        <w:rPr>
          <w:rStyle w:val="libFootnoteBoldChar"/>
          <w:rFonts w:hint="cs"/>
          <w:rtl/>
        </w:rPr>
        <w:t>،</w:t>
      </w:r>
      <w:r w:rsidRPr="0088444F">
        <w:rPr>
          <w:rStyle w:val="libFootnoteBoldChar"/>
          <w:rFonts w:hint="cs"/>
          <w:rtl/>
        </w:rPr>
        <w:t xml:space="preserve"> فإذا فعلوا ذلك سلّط الله عليهم مَن يذلّهم حتّى يكونوا أذلّ فرق الأمم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FootnoteChar"/>
          <w:rFonts w:hint="cs"/>
          <w:rtl/>
        </w:rPr>
        <w:t>.</w:t>
      </w:r>
      <w:r w:rsidRPr="0088444F">
        <w:rPr>
          <w:rStyle w:val="libFootnoteChar"/>
          <w:rFonts w:hint="cs"/>
          <w:rtl/>
        </w:rPr>
        <w:t xml:space="preserve"> وكذلك عنه في إعلامَ الورى / 232</w:t>
      </w:r>
      <w:r w:rsidR="00891061">
        <w:rPr>
          <w:rStyle w:val="libFootnoteChar"/>
          <w:rFonts w:hint="cs"/>
          <w:rtl/>
        </w:rPr>
        <w:t>.</w:t>
      </w:r>
      <w:r w:rsidRPr="0088444F">
        <w:rPr>
          <w:rStyle w:val="libFootnoteChar"/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فحدّثنى لوذان أحد بني عكرمة أنّ أحد عمومته حدّثه 5 / 399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(5) بينها وبين واقصة ميلان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وهي قبل العراق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نزل بها سعد قبل القادسيّة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منسوبة إلى رجل يُدعى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شراف استخرج بها عيناً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ثمّ أحدثت آبار كبار كثيرة عذبة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 xml:space="preserve">بريانه رأى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قلنا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نراه رأى هوادي الخيل [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رؤوسه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[ الرجل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وأنا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أرى 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88444F">
      <w:pPr>
        <w:pStyle w:val="Heading3"/>
        <w:rPr>
          <w:rtl/>
        </w:rPr>
      </w:pPr>
      <w:bookmarkStart w:id="137" w:name="_Toc372370984"/>
      <w:r>
        <w:rPr>
          <w:rFonts w:hint="cs"/>
          <w:rtl/>
        </w:rPr>
        <w:t>[ ذوحسم ]</w:t>
      </w:r>
      <w:r w:rsidRPr="007745E6">
        <w:rPr>
          <w:rStyle w:val="libFootnotenumChar"/>
          <w:rFonts w:hint="cs"/>
          <w:rtl/>
        </w:rPr>
        <w:t>(1)</w:t>
      </w:r>
      <w:bookmarkEnd w:id="137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أمَا لنا ملجأ نلجأ إليه نجعله في ظهورنا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ونستقبل القوم من وجه واحد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فقلنا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بلى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ذوحسم إلى جنبك تميل إليه عن يسارك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سبقت القوم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كما تريد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فأخذ إليه ذات اليسار وملنا 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فاستبقنا إلى ذي حسم فسبقناهم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رأونا وقد عدلنا عن الطريق عدلوا إلينا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فنزل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فأمر بأبنيته فضربت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فما كان بأسرع من أنْ طلعت علينا هوادي الخيل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وكأنّ راياتهم أجنحة الطير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وجاء القوم وهم ألف فارس مع الحرّ بن يزيد التميمي اليربوعي حتّى وقف هو وخيله مقابل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حرّ الظهيرة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والحسين وأصحابه معتمّون متقلّدون أسيافهم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لفتيانه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اسقوا القوم وأرووهم من الماء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ورشّفوا الخيل ترشيفاً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 فتيانه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وسقوا القوم من الماء حتّى أرووهم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وأقبلوا يملأون القصاع والطساس والأتوار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من الماء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يدنونها من الفرس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عبّ فيه ثلاثاً أو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بضم ففتح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اسم جبل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كان النّعمان يصطاد فيه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وبينه وبين عذيب الهجانات إلى الكوفة ثلاث وثلاثون ميلاً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الطبري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وروى سبط ابن الجوزي عن علماء السّير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لمْ يكن له علم بما جرى على مسلم بن عقيل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حتّى إذا كان بينه وبين القادسيّة ثلاثة أميال تلقّاه الحرّ بن يزيد الرياحي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فاخبره بقتل مسلم بن عقيل وهانئ بن عروة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وقدوم ابن زياد الكوفة واستعداده لهم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وقال له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ارجع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24 5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القصاع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جمع القصعة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والطساس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جمع الطاس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والأتوار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جمع تور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 إناء من صفر أو حجارة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أربعاً أو خمساً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عزلت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وسقوا آخر حتّى سقوا الخيل كلّها</w:t>
      </w:r>
      <w:r w:rsidRPr="007745E6">
        <w:rPr>
          <w:rStyle w:val="libFootnotenumChar"/>
          <w:rFonts w:hint="cs"/>
          <w:rtl/>
        </w:rPr>
        <w:t>(2)(3)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[ وحضرت الصلاة صلاة الظهر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الحجّاج بن مسروق الجُعفي أنْ يؤذن فأذّن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حضرت الإقامة خرج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إزار ورداء ونعلين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أيّها النّاس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إنّها معذرة إلى الله عزّ وجل وإليكم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إنّي لمْ آتكم حتّى أتتني كتبكم وقدمت عليّ رسلكم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أنْ أقدم علينا فإنّه ليس لنا إمام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لعلّ الله يجمعنا بك على الهدى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فإنْ كنتم على ذلك فقد جئتكم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فان تعطوني ما أطمئنّ إليه من عهودكم ومواثيقكم أقدم مصركم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وإنْ لمْ تفعلوا وكنتم لمقدمي كارهين انصرفت عنكم إلى المكان الذي أقبلت منه إليكم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فسكتوا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وقالوا للمؤذّن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أقم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فأقام للصلاة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للحرّ أتريد أن تصلّي بأصحابك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تصلّي أنت ونصلّي بصلاتك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فصلّى بهم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إنّه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وهذا هو معنى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الترشيف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قال الطبري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حدّثت عن هشام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مِخْنف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أبو جناب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عدي بن حرملة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عبد الله بن سليم والمذري 5 / 400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والإرشاد / 223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وأبو الفرج / 73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قال الطبري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 هشام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حدّثني لقيط عن علي بن الطعان المحاربي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[ قال ]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كنت مع الحرّ بن يزيد [ الرياحي ]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فجئت في آخر من جاء من أصحابه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فلمّا رأى</w:t>
      </w:r>
      <w:r>
        <w:rPr>
          <w:rFonts w:hint="cs"/>
          <w:rtl/>
        </w:rPr>
        <w:t xml:space="preserve">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ما بي وبفرسي من العطش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أنخ الراوية </w:t>
      </w:r>
      <w:r w:rsidR="00891061">
        <w:rPr>
          <w:rStyle w:val="libFootnoteBoldChar"/>
          <w:rFonts w:hint="cs"/>
          <w:rtl/>
        </w:rPr>
        <w:t>».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والراوية عندي السّقاء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يابن أخ</w:t>
      </w:r>
      <w:r w:rsidR="00891061">
        <w:rPr>
          <w:rStyle w:val="libFootnoteBoldChar"/>
          <w:rFonts w:hint="cs"/>
          <w:rtl/>
        </w:rPr>
        <w:t>،</w:t>
      </w:r>
      <w:r w:rsidRPr="0088444F">
        <w:rPr>
          <w:rStyle w:val="libFootnoteBoldChar"/>
          <w:rFonts w:hint="cs"/>
          <w:rtl/>
        </w:rPr>
        <w:t xml:space="preserve"> أنخ الجمل </w:t>
      </w:r>
      <w:r w:rsidR="00891061">
        <w:rPr>
          <w:rStyle w:val="libFootnoteBoldChar"/>
          <w:rFonts w:hint="cs"/>
          <w:rtl/>
        </w:rPr>
        <w:t>».</w:t>
      </w:r>
      <w:r>
        <w:rPr>
          <w:rFonts w:hint="cs"/>
          <w:rtl/>
        </w:rPr>
        <w:t xml:space="preserve"> فانخته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اشرب </w:t>
      </w:r>
      <w:r w:rsidR="00891061">
        <w:rPr>
          <w:rStyle w:val="libFootnoteBoldChar"/>
          <w:rFonts w:hint="cs"/>
          <w:rtl/>
        </w:rPr>
        <w:t>».</w:t>
      </w:r>
      <w:r>
        <w:rPr>
          <w:rFonts w:hint="cs"/>
          <w:rtl/>
        </w:rPr>
        <w:t xml:space="preserve"> فجعلت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كلّما شربت سال الماء من السّقاء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88444F">
        <w:rPr>
          <w:rStyle w:val="libFootnoteBoldChar"/>
          <w:rFonts w:hint="cs"/>
          <w:rtl/>
        </w:rPr>
        <w:t xml:space="preserve"> أخنث السّقاء </w:t>
      </w:r>
      <w:r w:rsidR="00891061">
        <w:rPr>
          <w:rStyle w:val="libFootnoteBoldChar"/>
          <w:rFonts w:hint="cs"/>
          <w:rtl/>
        </w:rPr>
        <w:t>»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أعطفه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فجعلت لا أدري كيف أفعل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فخنثه فشربت وسقيت فرسي 5 / 401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والإرشاد 224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والخوارزمي / 230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(4) هنا تصاب سلسلة أخبار أبي مِخْنف بالانقطاع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فلمْ يكن لنا بدّ من أنْ نسدّ الخلّة بخبر هشام الكلبي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لقيط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علي بن طعان المحاربي 5 / 401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والإرشاد / 224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والخواص / 231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دخل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واجتمع إليه أصحابه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وانصرف الحرّ إلى مكانه الذي كان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فدخل خيمة قد ضربت له فاجتمع إليه جماعة من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وعاد أصحابه إلى صفّهم الذي كانوا فيه فأعادوه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أخذ كلّ رجل منهم بعنان دابّته وجلس في ظلّها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فلمّا كان وقت العصر أمر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أنْ يتهيّئوا للرحيل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خرج فأمر مناديه فنادى بالعصر وأقام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فاستقدم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فصلّى بالقوم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سلّم وانصرف إلى القوم بوجهه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وأثنى عليه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أمّا بعد</w:t>
      </w:r>
      <w:r w:rsidR="00891061">
        <w:rPr>
          <w:rStyle w:val="libBold2Char"/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أيّها النّاس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فانّكم إنْ تتّقوا وتعرفوا الحقّ لأهله يكن أرضى 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ونحن أهل البيت </w:t>
      </w:r>
      <w:r w:rsidR="0035755E" w:rsidRPr="0035755E">
        <w:rPr>
          <w:rStyle w:val="libAlaemChar"/>
          <w:rFonts w:hint="cs"/>
          <w:rtl/>
        </w:rPr>
        <w:t>عليهم‌السلام</w:t>
      </w:r>
      <w:r w:rsidRPr="007745E6">
        <w:rPr>
          <w:rStyle w:val="libBold2Char"/>
          <w:rFonts w:hint="cs"/>
          <w:rtl/>
        </w:rPr>
        <w:t xml:space="preserve"> أولى بولاية هذا الأمر عليكم من هؤلاء المدّعين ما ليس لهم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والسّائرين فيكم بالجور والعدوان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وإنْ أنتم كرهتمونا وجهلتهم حقّنا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وكان رأيكم غير ما أتتني كتبكم وقدمت به عليّ رسلكم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انصرفت عنكم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الحرّ بن يزيد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إنّا والله</w:t>
      </w:r>
      <w:r w:rsidR="00891061">
        <w:rPr>
          <w:rFonts w:hint="cs"/>
          <w:rtl/>
        </w:rPr>
        <w:t>،،</w:t>
      </w:r>
      <w:r>
        <w:rPr>
          <w:rFonts w:hint="cs"/>
          <w:rtl/>
        </w:rPr>
        <w:t xml:space="preserve"> ما ندري ما هذه الكتب التي تذكر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 عقبة بن سمعان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أخرج الخرجين</w:t>
      </w:r>
      <w:r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 xml:space="preserve">اللذين فيهما كتبهم إليّ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فأخرج خرجين مملوئين صحفاً فنشرها بين أيديهم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الحرّ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فإنّا لسنا من هؤلاء الذين كتبوا إليك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أُمرنا إذا نحن لقيناك ألاّ نفارقك حتّى نقدمك على عبيد الله بن زياد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الموت أدنى إليك من ذلك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مثنى الخرج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وهو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جوال ذو أذنين كما في مجمع البحرين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وسيأتي عن سبط ابن الجوزي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أنّ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حينما خطب القوم يوم عاشوراء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فناشدهم أنّهم كتبوا إليه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ماندري ما تقول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فقال الحرّ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بلى والله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لقد كاتبناك ونحن الذين أقدمناك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فأبعد الله الباطل وأهله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لا أختار الدنيا على الآخرة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ثمّ ضرب فرسه ودخل في عسكر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88444F">
        <w:rPr>
          <w:rFonts w:hint="cs"/>
          <w:rtl/>
        </w:rPr>
        <w:t xml:space="preserve"> / 2 5 1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قوموا فاركبوا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فركبو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وانتظروا حتّى ركبت نساؤهم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ذهبوا لينصرفوا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حال القوم بينهم وبين الانصراف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للحر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ثكلتك اُمّك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ما تريد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غيرك من العرب يقولها 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على مثل الحال التي أنت عليها ما تركت ذكر اُمّه بالثكل أنْ أقوله كائناً مَن كان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والله</w:t>
      </w:r>
      <w:r w:rsidR="00891061">
        <w:rPr>
          <w:rFonts w:hint="cs"/>
          <w:rtl/>
        </w:rPr>
        <w:t>،،</w:t>
      </w:r>
      <w:r>
        <w:rPr>
          <w:rFonts w:hint="cs"/>
          <w:rtl/>
        </w:rPr>
        <w:t xml:space="preserve"> ما لي إلى ذكر اُمّك من سبيل إلاّ بأحسن ما يُقدر عليه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فما تريد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الحرّ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أريد والله</w:t>
      </w:r>
      <w:r w:rsidR="00891061">
        <w:rPr>
          <w:rFonts w:hint="cs"/>
          <w:rtl/>
        </w:rPr>
        <w:t>،،</w:t>
      </w:r>
      <w:r>
        <w:rPr>
          <w:rFonts w:hint="cs"/>
          <w:rtl/>
        </w:rPr>
        <w:t xml:space="preserve"> أن أنطلق بك إلى عبيد الله بن زياد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إذن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لا اتّبعك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الحرّ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إذن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أدعك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ولمّا كثر الكلام بينهما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له الحرّ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إنّي لمْ أؤمر بقتالك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وإنّما أمرت ألاّ أفارقك حتّى أقدمك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أبيت فخذ طريقاً لا تدخلك الكوفة ولا تردّك إلى المدينة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تكون بيني وبينك نصفاً حتّى أكتب إلى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وتكتب أنت إلى يزيد بن معاوية إنْ أردت أنْ تكتب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إلى عبيد الله بن زياد إنْ شئت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فلعلّ الله إلى ذلك أنْ يأتي بأمر يرزقني فيه العافية من أنء ابتلى بشيء من أمرك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فخذ ها هنا فتياسر عن طريق العذيب والقادسيّة [ كان هذا وهم بذي حسم ] وبينه وبين العذيب ثمانية وثلاثون ميلاً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فـ ] سار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أصحابه والحرّ يسايره ]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D06A87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ونقله في مقاتل الطالبيّين أبو الفرج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عن أبي مِخْنف / 74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انتهى ما نقلناه عن هشام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والإرشاد / 22 5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والخواص / 232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88444F">
      <w:pPr>
        <w:pStyle w:val="Heading3"/>
        <w:rPr>
          <w:rtl/>
        </w:rPr>
      </w:pPr>
      <w:bookmarkStart w:id="138" w:name="_Toc372370985"/>
      <w:r>
        <w:rPr>
          <w:rFonts w:hint="cs"/>
          <w:rtl/>
        </w:rPr>
        <w:lastRenderedPageBreak/>
        <w:t>[ البيضة ]</w:t>
      </w:r>
      <w:r w:rsidRPr="007745E6">
        <w:rPr>
          <w:rStyle w:val="libFootnotenumChar"/>
          <w:rFonts w:hint="cs"/>
          <w:rtl/>
        </w:rPr>
        <w:t>(1)</w:t>
      </w:r>
      <w:bookmarkEnd w:id="13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بالبيضة خطب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أصحابه وأصحاب الحرّ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فحمد الله وأثني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أيّها النّاس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 رسول الله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قال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مَن رأى سلطاناً جائراً مستحلاًّ لحرم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ناكثاً لعهد الله مخالفاً لسنّة رسول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يعمل في عباد الله بالإثم والعدوان فلمْ يُغيّر عليه بفعل ولا قول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كان حقّاً على الله أنْ يدخله مدخله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ألاَ وإنّ هؤلاء قد لزموا طاعة الشيطان وتركو طاعة الرحمن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وأظهروا الفساد وعطّلوا الحدود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واستأثروا بالفيء وأحلّوا حرام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وحرّموا حلال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وأنا أحقّ مَن غيّر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قد أتتني كتبكم وقدمت عليّ رسلكم ببيعتكم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أنّكم لا تسلموني ولا تخذلوني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تممتم على بيعتكم تصيبوا رشدكم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فأنا الحسين بن عليّ وابن فاطمة بنت رسول الله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نفسي مع أنفسكم وأهلي مع أهليكم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فلكم فيّ أسوة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وإنْ لمْ تفعلوا ونقضتم عهدكم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وخلعتم بيعتي من أعناقكم فلعمري ما هي لكم بنكر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لقد فعلتموها بأبي وأخي وابن عمّي مسلم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والمغرور من اغتّربكم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فحظّكم أخطأتم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ونصيبكم ضيّعتم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88444F">
        <w:rPr>
          <w:rStyle w:val="libAieChar"/>
          <w:rFonts w:hint="cs"/>
          <w:rtl/>
        </w:rPr>
        <w:t xml:space="preserve"> فَمَنْ نَكَثَ فَإِنَّمَا يَنْكُثُ عَلَى نَفْسِهِ 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(2)</w:t>
      </w:r>
      <w:r w:rsidRPr="007745E6">
        <w:rPr>
          <w:rStyle w:val="libBold2Char"/>
          <w:rFonts w:hint="cs"/>
          <w:rtl/>
        </w:rPr>
        <w:t xml:space="preserve"> وسيُغني الله عنكم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والسّلام عليكم ورحمة الله وبركاته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وأقبل الحرّ يسايره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إني أذكّرك الله في نفسك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فإنّي أشهد لئن قاتلت لتُقتلنّ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ولئن قُوتلت لتهلكنّ فيما أرى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أفبالموت تخوّفني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وهل يعدو بكم الخطب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(1) ما بين واقصة إلى عذيب الهجانت</w:t>
      </w:r>
      <w:r w:rsidR="00891061">
        <w:rPr>
          <w:rFonts w:hint="cs"/>
          <w:rtl/>
        </w:rPr>
        <w:t>،</w:t>
      </w:r>
      <w:r w:rsidRPr="0088444F">
        <w:rPr>
          <w:rFonts w:hint="cs"/>
          <w:rtl/>
        </w:rPr>
        <w:t xml:space="preserve"> كما في معجم البلدان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(2) سورة الفتح / 10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Pr="0088444F" w:rsidRDefault="00477F4F" w:rsidP="0088444F">
      <w:pPr>
        <w:pStyle w:val="libFootnote"/>
        <w:rPr>
          <w:rtl/>
        </w:rPr>
      </w:pPr>
      <w:r w:rsidRPr="0088444F">
        <w:rPr>
          <w:rFonts w:hint="cs"/>
          <w:rtl/>
        </w:rPr>
        <w:t>(3) قال أبو مِخْنف</w:t>
      </w:r>
      <w:r w:rsidR="00891061">
        <w:rPr>
          <w:rFonts w:hint="cs"/>
          <w:rtl/>
        </w:rPr>
        <w:t>:</w:t>
      </w:r>
      <w:r w:rsidRPr="0088444F">
        <w:rPr>
          <w:rFonts w:hint="cs"/>
          <w:rtl/>
        </w:rPr>
        <w:t xml:space="preserve"> عن عقبة بن أبي العيزار 5 / 403</w:t>
      </w:r>
      <w:r w:rsidR="00891061">
        <w:rPr>
          <w:rFonts w:hint="cs"/>
          <w:rtl/>
        </w:rPr>
        <w:t>.</w:t>
      </w:r>
      <w:r w:rsidRPr="008844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أنْ تقتلوني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ما أدري ما أقول لك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ولكن أقول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كما قال أخو الأوس لابن عمّه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ولقيه وهو يُريد نصرة رسول الله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فقال له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أين تذهب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فإنّك مقتول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فقال</w:t>
      </w:r>
      <w:r w:rsidR="00891061">
        <w:rPr>
          <w:rStyle w:val="libBold2Char"/>
          <w:rFonts w:hint="cs"/>
          <w:rtl/>
        </w:rPr>
        <w:t>: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سأمضي وما بالموت عار على الفتى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ممّا إذا ما نوى حقّاً وجاهد مسلما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وآسى الرجال الصالحين بنفسه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 xml:space="preserve">ممّا وفارق مثبوراً يغش ويُرغما 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سمع ذلك الحرّ منه تنحّى عنه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يسير بأصحابه في ناحية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ناحية أخرى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حتّى انتهوا إلى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CA101E">
      <w:pPr>
        <w:pStyle w:val="Heading3"/>
        <w:rPr>
          <w:rtl/>
        </w:rPr>
      </w:pPr>
      <w:bookmarkStart w:id="139" w:name="41"/>
      <w:bookmarkStart w:id="140" w:name="_Toc372370986"/>
      <w:r>
        <w:rPr>
          <w:rFonts w:hint="cs"/>
          <w:rtl/>
        </w:rPr>
        <w:t>[ عذيب الهجانات ]</w:t>
      </w:r>
      <w:bookmarkEnd w:id="139"/>
      <w:r w:rsidRPr="007745E6">
        <w:rPr>
          <w:rStyle w:val="libFootnotenumChar"/>
          <w:rFonts w:hint="cs"/>
          <w:rtl/>
        </w:rPr>
        <w:t>(2)</w:t>
      </w:r>
      <w:bookmarkEnd w:id="140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عذيب الهجانات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هم بأربعة نفر قد أقبلوا من الكوفة على رواحلهم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يجنبون فرساً لنافع بن هلال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ومعهم دليلهم الطرّماح بن عدي على فرسه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انتهوا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انشدوه هذه الأبيات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يا ناقتي لا تُذعري من زجري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وشمّري قبل ط لوع الفجر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بخير ركبان وخير سفر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حتّى تَحُلّي بكريم النجر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الماجد الحرّ رحيب الصدر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أتى به الله لخير أمر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CA101E">
      <w:pPr>
        <w:pStyle w:val="libPoemCenter"/>
        <w:rPr>
          <w:rtl/>
        </w:rPr>
      </w:pPr>
      <w:r>
        <w:rPr>
          <w:rFonts w:hint="cs"/>
          <w:rtl/>
        </w:rPr>
        <w:t>ممّا ثمّة أبقاه بقاء الدهر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A101E">
      <w:pPr>
        <w:pStyle w:val="libFootnote"/>
        <w:rPr>
          <w:rtl/>
        </w:rPr>
      </w:pPr>
      <w:r w:rsidRPr="00605002">
        <w:rPr>
          <w:rFonts w:hint="cs"/>
          <w:rtl/>
        </w:rPr>
        <w:t>(1)</w:t>
      </w:r>
      <w:r w:rsidRPr="00301744">
        <w:rPr>
          <w:rFonts w:hint="cs"/>
          <w:rtl/>
        </w:rPr>
        <w:t xml:space="preserve"> ونقلها ابن الأثير في الكامل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22 5 بزيادة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فان عشت لم آندم وإن مت 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ألم كفى بك ذلاً أن تعيش وترغما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301744" w:rsidRDefault="00477F4F" w:rsidP="00CA101E">
      <w:pPr>
        <w:pStyle w:val="libFootnote"/>
        <w:rPr>
          <w:rtl/>
        </w:rPr>
      </w:pPr>
      <w:r w:rsidRPr="00605002">
        <w:rPr>
          <w:rFonts w:hint="cs"/>
          <w:rtl/>
        </w:rPr>
        <w:t>(2)</w:t>
      </w:r>
      <w:r w:rsidRPr="00301744">
        <w:rPr>
          <w:rFonts w:hint="cs"/>
          <w:rtl/>
        </w:rPr>
        <w:t xml:space="preserve"> العُذيب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بالتصغير</w:t>
      </w:r>
      <w:r w:rsidR="007745E6" w:rsidRPr="00301744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واد لبني تميم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 حدّ السّواد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العراق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وكانت فيه مسلحة للفرس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بينه وبين القادسيّة ستّ أميال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وكانت خيل النّعمان ملك الخيرة تُرعى فيه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فقِيل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عُذيب الهجانات جمع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الهجين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بمعنى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ذي الدم الخليط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فقال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أمَا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إنّي لأرجو أنْ يكون خيراً ما أراد الله بنا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قُتلنا أمْ ظفرنا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وأقبل الحرّ بن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[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هؤلاء النّفر الذين من أهل الكوفة ليسوا ممّن أقبل معك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حابسهم أو رادّهم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لأمنعنّهم ممّا أمنع منه نفسي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إنّما هؤلاء أنصاري وأعواني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وقد كنت أعطيتني أنْ لا تعرض لي بشيء حتّى يأتيك كتاب من ابن زياد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[ الحرّ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أجل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لكن لمْ يأتوا معك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هم أصحابي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وهم بمنزلة مَن جاء معي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 تممت عليّ ما كان بيني وبينك وإلاّ ناجزتك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فكفّ عنهم الحرّ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قال لهم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أخبروني خبر النّاس وراءكم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مجمّع بن عبد الله العائذي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أحد النّفر الأربعة الذين جاؤوه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أمّا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أشراف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أعظمت رشوتهم وملئت غرائزهم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يستمال ودّهم ويستخلص به نصيحتهم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فهم ألب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واحد عليك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وأمّا سائر النّاس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أفئدتهم تهوي إليك وسيوفهم غداً مشهورة عليك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أخبروني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فهل لكم برسولي إليكم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مَن هو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قيس بن مسهر الصيداوي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أخذه الحصين بن تميم فبعث به إلى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فأمره ابن زياد أنْ يلعنك ويلعن أباك فصلّى عليك وعلى أبيك ولعن ابن زياد وأباه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ودعا إلى نصرتك وأخبرهم بقدومك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فأمر به ابن زياد فأُلقي من طمار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القصر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A101E">
      <w:pPr>
        <w:pStyle w:val="libFootnote"/>
        <w:rPr>
          <w:rtl/>
        </w:rPr>
      </w:pPr>
      <w:r w:rsidRPr="00605002">
        <w:rPr>
          <w:rFonts w:hint="cs"/>
          <w:rtl/>
        </w:rPr>
        <w:t>(1)</w:t>
      </w:r>
      <w:r w:rsidRPr="00301744">
        <w:rPr>
          <w:rFonts w:hint="cs"/>
          <w:rtl/>
        </w:rPr>
        <w:t xml:space="preserve"> لعلّهم جابر بن الحرّث السّلماني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وعمر بن خالد الصيداوي وسعد مولاه الذين ذكرهم أبو مِخْنف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أنّهم قاتلوا معاً في أوّل القتال حتّى قُتلوا في مكان واحد 5 / 446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A101E">
      <w:pPr>
        <w:pStyle w:val="libFootnote"/>
        <w:rPr>
          <w:rtl/>
        </w:rPr>
      </w:pPr>
      <w:r w:rsidRPr="00605002">
        <w:rPr>
          <w:rFonts w:hint="cs"/>
          <w:rtl/>
        </w:rPr>
        <w:t>(2)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اجتماع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A101E">
      <w:pPr>
        <w:pStyle w:val="libFootnote"/>
        <w:rPr>
          <w:rtl/>
        </w:rPr>
      </w:pPr>
      <w:r w:rsidRPr="00605002">
        <w:rPr>
          <w:rFonts w:hint="cs"/>
          <w:rtl/>
        </w:rPr>
        <w:t>(3)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أعلاه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فترقرقت عينا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ولمْ يملك دمعه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="00CA101E" w:rsidRPr="00CA101E">
        <w:rPr>
          <w:rStyle w:val="libBold2Char"/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CA101E">
        <w:rPr>
          <w:rStyle w:val="libAieChar"/>
          <w:rFonts w:hint="cs"/>
          <w:rtl/>
        </w:rPr>
        <w:t xml:space="preserve"> َمِنْهُمْ مَنْ قَضَى نَحْبَهُ وَمِنْهُمْ مَنْ يَنْتَظِرُ وَمَا بَدَّلُوا تَبْدِيلاً</w:t>
      </w:r>
      <w:r w:rsidR="00605002" w:rsidRPr="00605002">
        <w:rPr>
          <w:rStyle w:val="libAieChar"/>
          <w:rFonts w:hint="cs"/>
          <w:rtl/>
        </w:rPr>
        <w:t xml:space="preserve"> </w:t>
      </w:r>
      <w:r w:rsidR="00605002" w:rsidRPr="00891061">
        <w:rPr>
          <w:rStyle w:val="libAlaemChar"/>
          <w:rFonts w:hint="cs"/>
          <w:rtl/>
        </w:rPr>
        <w:t>)</w:t>
      </w:r>
      <w:r w:rsidRPr="00605002">
        <w:rPr>
          <w:rStyle w:val="libAieChar"/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اللهمّ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اجعل لنا ولهم الجنّة نزلاً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واجمع بيننا وبينهم في مستقرّ رحمتك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ورغائب مذخور ثوابك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ثمّ إنّ ] الطرّماح بن عدي دنا من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إنّي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لأنظر فما أرى معك أحداً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لمْ يُقاتلك إلاّ هؤلاء الذين أراهم ملازميك لكان كفى بهم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رأيت قبل خروجي من الكوفة إليك بيوم ظهر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وفيه من النّاس ما لمْ ترَ عيناي في صعيد واحد جمعاً أكثر 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فسألت عنهم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فقِيل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اجتمعوا ليعرضوا ثمّ يسرّحون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فأنشدك إنْ قدرت على أنْ لا تقدم عليهم شبراً إلاّ فعلت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فانْ أردت أنْ تنزل بلداً يمنعك الله به حتّى ترى مَن رأيك ويستبين لك ما أنت صانع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فسرْ حتّى أنزلك مناع جبلنا الذي يدعى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أجأ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فأسير معك حتّى أنزلك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القريّة</w:t>
      </w:r>
      <w:r w:rsidR="0004730E">
        <w:rPr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جزاك الله وقومك خيراً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أنّه قد كان بيننا وبين هؤلاء القوم قول لسنا نقدر معه على الانصراف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ولا ندري عَلامَ تنصرف بنا وبهم الأمور في عاقبة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الطرمّاح بن عدي فودّعته وقلت له دفع الله عنك شرّ الجنّ والأنس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(1)</w:t>
      </w:r>
      <w:r w:rsidRPr="00301744">
        <w:rPr>
          <w:rFonts w:hint="cs"/>
          <w:rtl/>
        </w:rPr>
        <w:t xml:space="preserve"> سورة الأحزاب / 23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(2)</w:t>
      </w:r>
      <w:r w:rsidRPr="00301744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عقبة بن أبي العيزار 5 / 403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22 5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(3)</w:t>
      </w:r>
      <w:r w:rsidRPr="00301744">
        <w:rPr>
          <w:rFonts w:hint="cs"/>
          <w:rtl/>
        </w:rPr>
        <w:t xml:space="preserve"> على وزن فعل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اسم رجل سُمّي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جبل طئ باسمه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 غربي فيه عن يسار جبل سميراء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(4)</w:t>
      </w:r>
      <w:r w:rsidRPr="00301744">
        <w:rPr>
          <w:rFonts w:hint="cs"/>
          <w:rtl/>
        </w:rPr>
        <w:t xml:space="preserve"> وهو تصغير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القرية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من مواضع طيء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(5)</w:t>
      </w:r>
      <w:r w:rsidRPr="00301744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حدّثني جميل بن مريد عن الطرمّاح 5 / 406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وتمام الخبر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إنّي قد امترت لأهلي من الكوفة ميرة ومعي نفقة لهم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فآتيهم فأضع ذلك فيهم ثمّ أقبل إليك إنْ شاء الله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فإنّ الحقك فوالله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لأكوننّ من أنصارك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 xml:space="preserve">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فإنْ كنت فاعلاً فعجّل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رحمك الله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فلمّا بلغت أهلي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وضعت عندهم ما يصلحهم وأوصيت وأخبرتهم بما أريد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وأقبلت حتّى إذا دنوت من عذيب الهجانات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استقبلني سماعة بن بدر فنعاه إليّ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فرجعت 5 / 406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ومضى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انتهى إلى</w:t>
      </w:r>
      <w:r w:rsidR="00891061">
        <w:rPr>
          <w:rFonts w:hint="cs"/>
          <w:rtl/>
        </w:rPr>
        <w:t>.</w:t>
      </w:r>
      <w:r w:rsidRPr="00D06A87">
        <w:rPr>
          <w:rStyle w:val="libBold2Char"/>
          <w:rFonts w:hint="cs"/>
          <w:rtl/>
        </w:rPr>
        <w:t xml:space="preserve"> </w:t>
      </w:r>
    </w:p>
    <w:p w:rsidR="00477F4F" w:rsidRDefault="00477F4F" w:rsidP="00605002">
      <w:pPr>
        <w:pStyle w:val="Heading3"/>
        <w:rPr>
          <w:rtl/>
        </w:rPr>
      </w:pPr>
      <w:bookmarkStart w:id="141" w:name="_Toc372370987"/>
      <w:r>
        <w:rPr>
          <w:rFonts w:hint="cs"/>
          <w:rtl/>
        </w:rPr>
        <w:t>[ قصر بني مقاتل ]</w:t>
      </w:r>
      <w:r w:rsidRPr="007745E6">
        <w:rPr>
          <w:rStyle w:val="libFootnotenumChar"/>
          <w:rFonts w:hint="cs"/>
          <w:rtl/>
        </w:rPr>
        <w:t>(1)</w:t>
      </w:r>
      <w:bookmarkEnd w:id="14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قصر بني مقاتل فنزل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هو بفسطاط مضروب 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لمَن هذا الفسطاط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فقِيل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لعبيد الله بن الحرّ الجُعفي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: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أدعوه لي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وبعث إليه [ رسول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أتاه الرسول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[ له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يدعوك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عبيد الله بن الحرّ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إنّا لله وإنّا إليه راجعون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خرجت من الكوفة إلاّ كراهة أنْ يدخلها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وأنا بها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أريد أنْ أراه ولا يراني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فأتاه الرسول فأخبره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نعليه فانتعل ثمّ قام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فجاءه حتّى دخل عليه فسلّم وجلس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دعاه إلى الخروج 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فأعاد ابن الحرّ تلك المقالة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فإنْ لا تنصرنا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فاتّق الله أنْ تكون ممّن يُقاتلنا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لا يسمع واعيتنا أحد ثمّ لا ينصرنا إلاّ هلك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قام من عنده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عقبة بن سمعان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كان في آخر اللّيل أمر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بالاستقاء من الماء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أمرنا بالرحيل ففعلنا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ارتحلنا من قصر بني مقاتل وسرنا ساعة خفق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برأسه خفقة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انتبه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إنّا لله وإنّا إليه راجعون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والحمد لله ربّ العالمين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ففعل ذلك مرّتين أو ثلاثاً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فأقبل إليه ابنه عليّ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فرس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إنّا لله وإنّا إليه راجعون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والحمد لله ربّ العالمين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يا أبتِ جُعلت فداك ممّ حمدت الله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(1)</w:t>
      </w:r>
      <w:r w:rsidRPr="00301744">
        <w:rPr>
          <w:rFonts w:hint="cs"/>
          <w:rtl/>
        </w:rPr>
        <w:t xml:space="preserve"> في المعجم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يقع بين القرّيات والقطقطانة وعين التمر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(2)</w:t>
      </w:r>
      <w:r w:rsidRPr="00301744">
        <w:rPr>
          <w:rFonts w:hint="cs"/>
          <w:rtl/>
        </w:rPr>
        <w:t xml:space="preserve"> قال أبو مخنف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5 / 407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(3)</w:t>
      </w:r>
      <w:r w:rsidRPr="00301744">
        <w:rPr>
          <w:rFonts w:hint="cs"/>
          <w:rtl/>
        </w:rPr>
        <w:t xml:space="preserve"> ستأتي ترجمته في آخر الكتاب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(4)</w:t>
      </w:r>
      <w:r w:rsidRPr="00301744">
        <w:rPr>
          <w:rFonts w:hint="cs"/>
          <w:rtl/>
        </w:rPr>
        <w:t xml:space="preserve"> قال أبو مخنف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حدّثنى المجالد بن سعيد عن عامر الشعبي 5 / 407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226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واسترجعت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 بنيّ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إنّي خفقت برأسي خفقة فعنّ لي فارس على فرس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فقال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القوم يسيرون والمنايا تسري إليهم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فعلمت أنّها أنفسنا نُعيت إلينا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أبت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لا أراك الله سوءاً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ألسّنا على الحقّ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بلى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والذي إليه مرجع العباد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أبت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إذاً لا نُبالي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نموت محقّين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جزاك الله من ولد خير ما جزى ولداً عن والده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أصبح نزل فصلّى الغداة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عجّل الركوب فأخذ يتياسر بأصحابه يُريد أنْ يفارقهم فيأتيه الحرّ بن يزيد فيردّهم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ردّهم إلى الكوفة ردّاً شديداً امتنعوا عليه فارتفعوا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يزالوا يتياسرون حتّى انتهوا إلى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3"/>
        <w:rPr>
          <w:rtl/>
        </w:rPr>
      </w:pPr>
      <w:bookmarkStart w:id="142" w:name="42"/>
      <w:bookmarkStart w:id="143" w:name="_Toc372370988"/>
      <w:r>
        <w:rPr>
          <w:rFonts w:hint="cs"/>
          <w:rtl/>
        </w:rPr>
        <w:t>[ نينوى ]</w:t>
      </w:r>
      <w:bookmarkEnd w:id="142"/>
      <w:r w:rsidRPr="007745E6">
        <w:rPr>
          <w:rStyle w:val="libFootnotenumChar"/>
          <w:rFonts w:hint="cs"/>
          <w:rtl/>
        </w:rPr>
        <w:t>(1)</w:t>
      </w:r>
      <w:bookmarkEnd w:id="14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نينوى المكان الذي نزل به الحسين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عليه‌السلام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فإذا راكب على نجيب له وعليه السّلاح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متنكّباً قوساً مقبل من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فوقفوا جميعاً ينتظرونه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انتهى إليهم سلّم على الحرّ بن يزيد وأصحابه ولمْ يسلّم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فدفع إلى الحرّ كتاباً من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فيه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فجعجع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حين يبلغك كتأبي ويقدم عليك رسولي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فلا تُنزله إلاّ بالعراء في غير حصن وعلى غير ماء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أمرت رسولي أنْ يلزمك ولا يُفارقك حتّى يأتيني بإنفاذك أمري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قرأ الكتاب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لهم الحرّ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كتاب الأمير عبيد الله بن زياد يأمرني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(1)</w:t>
      </w:r>
      <w:r w:rsidRPr="00301744">
        <w:rPr>
          <w:rFonts w:hint="cs"/>
          <w:rtl/>
        </w:rPr>
        <w:t xml:space="preserve"> كانت من قرى الطفّ العامرة حتّى أواخر القرن الثاني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(2)</w:t>
      </w:r>
      <w:r w:rsidRPr="00301744">
        <w:rPr>
          <w:rFonts w:hint="cs"/>
          <w:rtl/>
        </w:rPr>
        <w:t xml:space="preserve"> نقل ابن منظور في لسان العرب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الأصمعي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جعجع به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احبسه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وقال ابن فارس في مقاييس اللغة 1 / 416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ألجئه إلى مكان خشن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فيه أنْ أجعجع بكم في المكان الذي يأتيني فيه كتابه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وهذا رسوله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أمره أنْ لا يُفارقني حتّى أنفذ رأيه وأمره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فنظر الشعثاء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يزيد بن زياد المهاصر الكندي البهدلي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إلى رسول عبيد الله [ ابن زياد ] فعنّ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أمالك بن النّسير البدّي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[ من كندة ]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يزيد 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ثكلتك اُمّك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ماذا جئت فيه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وما جئت فيه أطعت إمامي ووفيت ببيعتي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أبو الشعثاء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عصيت ربّك وأطعت إمامك في هلاك نفسك كسبت العار والنّار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الله عزّ وجلّ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605002">
        <w:rPr>
          <w:rStyle w:val="libAieChar"/>
          <w:rFonts w:hint="cs"/>
          <w:rtl/>
        </w:rPr>
        <w:t xml:space="preserve"> وَجَعَلْنَاهُمْ أَئِمّةً يَدْعُونَ إلى النّار وَيَوْمَ الْقِيَامَةِ لاَ يُنصَرُونَ 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فهو إمامك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وأخذ الحرّ بن يزيد القوم بالنّزول في ذلك المكان على غير ماء ولا في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 xml:space="preserve">(1) من رماة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وكان في أوائل مَن قُتل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رمى بمئة سهم وقام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ما سقط منها إلاّ خمسة أسهم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وقد تبيّن لي أنّي قد قتلت خمسة نفر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وقد روى أبو مخنف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أيضاً</w:t>
      </w:r>
      <w:r w:rsidR="007745E6" w:rsidRPr="00605002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عن فضيل بن خديج الكندي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أنّ يزيد بن زياد كان ممّن خرج مع عمر بن سعد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فلمّا ردّوا الصلح على الحسين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عليه‌السلام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مال إليه فقاتل حتّى قُتل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ولكنّه لا يتّفق مع هذا الخبر هنا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(2)</w:t>
      </w:r>
      <w:r w:rsidRPr="00301744">
        <w:rPr>
          <w:rFonts w:hint="cs"/>
          <w:rtl/>
        </w:rPr>
        <w:t xml:space="preserve"> مالك بن النّسير من بني بدّاء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حضر كربلاء فضرب رأس الإمام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عليه‌السلام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بالسّيف فقطع البرنس وأصاب رأسه وأدماه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 الحسين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عليه‌السلام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لا أكلت بها ولا شَربت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وحشرك الله مع الظالمين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وأخذ مالك برنس الإمام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عليه‌السلام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يزل فقيراً حتّى مات 5 / 448 عن أبي مخنف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والبرنس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كلمة غير عربية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وهو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قلنسوة طويلة من قطن كان يلبسها عبّاد النّصارى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فلبسها عبّاد المسلمين في صدر السّلام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كما في مجمع البحرين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وروي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أيضاً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 xml:space="preserve">أنْ عبد الله بن دبّاس دلّ المختار على نفر ممّن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منهم مالك بن النّسير البدّي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فبعث إليهم المختار مالك بن عمرو النّهدي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فأتاهم وهم بالقادسيّة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فأخذهم وأقبل بهم حتّى أدخلهم على المختار عشاء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فقال المختار للبدّي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أنت صاحب برنسه</w:t>
      </w:r>
      <w:r w:rsidR="00891061">
        <w:rPr>
          <w:rFonts w:hint="cs"/>
          <w:rtl/>
        </w:rPr>
        <w:t>؟</w:t>
      </w:r>
      <w:r w:rsidRPr="00605002">
        <w:rPr>
          <w:rFonts w:hint="cs"/>
          <w:rtl/>
        </w:rPr>
        <w:t xml:space="preserve"> فقال عبد الله بن كامل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هو هو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فقال المختار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اقطعوا يدي هذا ورجليه ودعوه فليضطرب حتّى يموت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ففُعل به ذلك وتُرك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فلمْ يزل ينزف الدم حتّى مات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66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6 / 57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(3)</w:t>
      </w:r>
      <w:r w:rsidRPr="00301744">
        <w:rPr>
          <w:rFonts w:hint="cs"/>
          <w:rtl/>
        </w:rPr>
        <w:t xml:space="preserve"> سورة القصص / 32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قرية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دعنا ننزل في هذه القرية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يعنون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نينوى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أو هذه القرية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يعنون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الغاضريّة</w:t>
      </w:r>
      <w:r w:rsidR="005D2685">
        <w:rPr>
          <w:rFonts w:hint="cs"/>
          <w:rtl/>
        </w:rPr>
        <w:t xml:space="preserve"> -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أو هذه الأخرى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يعنون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شفيّة</w:t>
      </w:r>
      <w:r w:rsidR="005D2685">
        <w:rPr>
          <w:rFonts w:hint="cs"/>
          <w:rtl/>
        </w:rPr>
        <w:t xml:space="preserve"> -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أستطيع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رجل قد بُعث إليّ عيناً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زهير بن القين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قتال هؤلاء أهون من قتال مَن يأتينا من بعدهم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فلعمري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ليأتينا من بعد مَن ترى ما لا قبل لنا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ما كنت لأبدأهم بالقتال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زهير بن القين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سربنا إلى هذه القرية حتّى تنزلها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فإنّها حصينة</w:t>
      </w:r>
      <w:r w:rsidR="00891061">
        <w:rPr>
          <w:rFonts w:hint="cs"/>
          <w:rtl/>
        </w:rPr>
        <w:t>،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(1)</w:t>
      </w:r>
      <w:r>
        <w:rPr>
          <w:rFonts w:hint="cs"/>
          <w:rtl/>
        </w:rPr>
        <w:t xml:space="preserve"> ويظهر من هذا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كربلاء لمْ تكن اسم قرية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بل اسم المنطقة وهي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كور بابل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قراها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كما </w:t>
      </w:r>
      <w:r w:rsidRPr="00301744">
        <w:rPr>
          <w:rFonts w:hint="cs"/>
          <w:rtl/>
        </w:rPr>
        <w:t>في</w:t>
      </w:r>
      <w:r>
        <w:rPr>
          <w:rFonts w:hint="cs"/>
          <w:rtl/>
        </w:rPr>
        <w:t xml:space="preserve"> كتاب الدلائل والمسائل للسيّد هبة الدين الشهرستاني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قده)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سبط ابن الجوزي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ما يُقال لهذه الأرض</w:t>
      </w:r>
      <w:r w:rsidR="00891061">
        <w:rPr>
          <w:rStyle w:val="libFootnoteBoldChar"/>
          <w:rFonts w:hint="cs"/>
          <w:rtl/>
        </w:rPr>
        <w:t>؟</w:t>
      </w:r>
      <w:r w:rsidRPr="00605002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ويُقال لها نينوى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قرية بها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فبكى وقال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كرب وبلاء </w:t>
      </w:r>
      <w:r w:rsidR="00891061">
        <w:rPr>
          <w:rStyle w:val="libFootnoteBoldChar"/>
          <w:rFonts w:hint="cs"/>
          <w:rtl/>
        </w:rPr>
        <w:t>».</w:t>
      </w:r>
      <w:r w:rsidRPr="00605002">
        <w:rPr>
          <w:rFonts w:hint="cs"/>
          <w:rtl/>
        </w:rPr>
        <w:t xml:space="preserve"> </w:t>
      </w:r>
      <w:r>
        <w:rPr>
          <w:rFonts w:hint="cs"/>
          <w:rtl/>
        </w:rPr>
        <w:t xml:space="preserve">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أخبرتني اُمّ سلمة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قالت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كان جبرئيل عند رسول الله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وأنت معي فبكيت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فقال رسول الله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دعي ابني</w:t>
      </w:r>
      <w:r w:rsidR="00891061">
        <w:rPr>
          <w:rStyle w:val="libFootnoteBoldChar"/>
          <w:rFonts w:hint="cs"/>
          <w:rtl/>
        </w:rPr>
        <w:t>.</w:t>
      </w:r>
      <w:r w:rsidRPr="00605002">
        <w:rPr>
          <w:rStyle w:val="libFootnoteBoldChar"/>
          <w:rFonts w:hint="cs"/>
          <w:rtl/>
        </w:rPr>
        <w:t xml:space="preserve"> فتركتك فأخذك ووضعك في حجره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فقال جبرئيل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تحبّه</w:t>
      </w:r>
      <w:r w:rsidR="00891061">
        <w:rPr>
          <w:rStyle w:val="libFootnoteBoldChar"/>
          <w:rFonts w:hint="cs"/>
          <w:rtl/>
        </w:rPr>
        <w:t>؟</w:t>
      </w:r>
      <w:r w:rsidRPr="00605002">
        <w:rPr>
          <w:rStyle w:val="libFootnoteBoldChar"/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نعم</w:t>
      </w:r>
      <w:r w:rsidR="00891061">
        <w:rPr>
          <w:rStyle w:val="libFootnoteBoldChar"/>
          <w:rFonts w:hint="cs"/>
          <w:rtl/>
        </w:rPr>
        <w:t>.</w:t>
      </w:r>
      <w:r w:rsidRPr="00605002">
        <w:rPr>
          <w:rStyle w:val="libFootnoteBoldChar"/>
          <w:rFonts w:hint="cs"/>
          <w:rtl/>
        </w:rPr>
        <w:t xml:space="preserve"> قال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فإنّ اُمّتك ستقتله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وإنْ شئت أنْ أريك تربة أرضه التي يُقتل فيها</w:t>
      </w:r>
      <w:r w:rsidR="00891061">
        <w:rPr>
          <w:rStyle w:val="libFootnoteBoldChar"/>
          <w:rFonts w:hint="cs"/>
          <w:rtl/>
        </w:rPr>
        <w:t>؟</w:t>
      </w:r>
      <w:r w:rsidRPr="00605002">
        <w:rPr>
          <w:rStyle w:val="libFootnoteBoldChar"/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نعم</w:t>
      </w:r>
      <w:r w:rsidR="00891061">
        <w:rPr>
          <w:rStyle w:val="libFootnoteBoldChar"/>
          <w:rFonts w:hint="cs"/>
          <w:rtl/>
        </w:rPr>
        <w:t>.</w:t>
      </w:r>
      <w:r w:rsidRPr="00605002">
        <w:rPr>
          <w:rStyle w:val="libFootnoteBoldChar"/>
          <w:rFonts w:hint="cs"/>
          <w:rtl/>
        </w:rPr>
        <w:t xml:space="preserve"> قالت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فبسط جبرئيل جناحه على أرض كربلاء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فأراه أيّها</w:t>
      </w:r>
      <w:r w:rsidR="00891061">
        <w:rPr>
          <w:rStyle w:val="libFootnoteBoldChar"/>
          <w:rFonts w:hint="cs"/>
          <w:rtl/>
        </w:rPr>
        <w:t>.</w:t>
      </w:r>
      <w:r w:rsidRPr="00605002">
        <w:rPr>
          <w:rStyle w:val="libFootnoteBoldChar"/>
          <w:rFonts w:hint="cs"/>
          <w:rtl/>
        </w:rPr>
        <w:t xml:space="preserve"> ثمّ شمّها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وقال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هذه والله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هي الأرض التي أخبر بها جبرائيل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605002">
        <w:rPr>
          <w:rStyle w:val="libFootnoteBoldChar"/>
          <w:rFonts w:hint="cs"/>
          <w:rtl/>
        </w:rPr>
        <w:t xml:space="preserve"> وإنّني أُقتل فيها </w:t>
      </w:r>
      <w:r w:rsidR="00891061">
        <w:rPr>
          <w:rStyle w:val="libFootnoteBold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>
        <w:rPr>
          <w:rFonts w:hint="cs"/>
          <w:rtl/>
        </w:rPr>
        <w:t>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وذكر ابن سعد في الطبقات عن الواقدي بمعناه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وذكر ابن سعد أيضاً عن الشعبي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مرّ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بكربلاء في مسيره إلى صفّين وحاذى نينوى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قرية على الفرات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وقف ونادى صاحب مطهرته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أخبرني أبا عبد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ما يُقال لهذه الأرض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كربلاء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فبكى حتّى بلّ الأرض من دموعه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دخلت على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605002">
        <w:rPr>
          <w:rStyle w:val="libFootnoteBoldChar"/>
          <w:rFonts w:hint="cs"/>
          <w:rtl/>
        </w:rPr>
        <w:t xml:space="preserve"> وهو يبكي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فقلت له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ما يُبكيك</w:t>
      </w:r>
      <w:r w:rsidR="00891061">
        <w:rPr>
          <w:rStyle w:val="libFootnoteBoldChar"/>
          <w:rFonts w:hint="cs"/>
          <w:rtl/>
        </w:rPr>
        <w:t>؟</w:t>
      </w:r>
      <w:r w:rsidRPr="00605002">
        <w:rPr>
          <w:rStyle w:val="libFootnoteBoldChar"/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كان عندي جبرئيل آنفاً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وأخبرني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أنّ ولدى الحسين يُقتل بشط الفرات بموضع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يُقال له</w:t>
      </w:r>
      <w:r w:rsidR="00891061">
        <w:rPr>
          <w:rStyle w:val="libFootnoteBoldChar"/>
          <w:rFonts w:hint="cs"/>
          <w:rtl/>
        </w:rPr>
        <w:t>:</w:t>
      </w:r>
      <w:r w:rsidRPr="00605002">
        <w:rPr>
          <w:rStyle w:val="libFootnoteBoldChar"/>
          <w:rFonts w:hint="cs"/>
          <w:rtl/>
        </w:rPr>
        <w:t xml:space="preserve"> كربلاء</w:t>
      </w:r>
      <w:r w:rsidR="00891061">
        <w:rPr>
          <w:rStyle w:val="libFootnoteBoldChar"/>
          <w:rFonts w:hint="cs"/>
          <w:rtl/>
        </w:rPr>
        <w:t>.</w:t>
      </w:r>
      <w:r w:rsidRPr="00605002">
        <w:rPr>
          <w:rStyle w:val="libFootnoteBoldChar"/>
          <w:rFonts w:hint="cs"/>
          <w:rtl/>
        </w:rPr>
        <w:t xml:space="preserve"> ثمّ قبض جبرئيل قبضة من تراب فشمنّي إيّاها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فلمْ أملك عينيّ أنْ فاضتا </w:t>
      </w:r>
      <w:r w:rsidR="00891061">
        <w:rPr>
          <w:rStyle w:val="libFootnoteBold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وقد روى الحسن بن كثير وعبد خير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وصل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كربلاء وقف وبكى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بأبي أُغيلمة يُقتلون ها هنا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هذا مناخ ركابهم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هذا موضع رحالهم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هذا مصرع الرجال </w:t>
      </w:r>
      <w:r w:rsidR="00891061">
        <w:rPr>
          <w:rStyle w:val="libFootnoteBoldChar"/>
          <w:rFonts w:hint="cs"/>
          <w:rtl/>
        </w:rPr>
        <w:t>»..</w:t>
      </w:r>
      <w:r>
        <w:rPr>
          <w:rFonts w:hint="cs"/>
          <w:rtl/>
        </w:rPr>
        <w:t xml:space="preserve"> ثمّ ازداد بكاؤه / 250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ورواه ابن مزاحم بأربعة طرق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صفّين / 140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142، ط هارون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(2)</w:t>
      </w:r>
      <w:r w:rsidRPr="00301744">
        <w:rPr>
          <w:rFonts w:hint="cs"/>
          <w:rtl/>
        </w:rPr>
        <w:t xml:space="preserve"> الغاضريّة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منسوبة إلى غاضرة من بني أسد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أراضي حوالي قبر عون الآن على فرسخ من كربلاء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وبها آثار قلعة تعرف اليوم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بـ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قلعة بني أسد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(3)</w:t>
      </w:r>
      <w:r w:rsidRPr="00301744">
        <w:rPr>
          <w:rFonts w:hint="cs"/>
          <w:rtl/>
        </w:rPr>
        <w:t xml:space="preserve"> هي أيضاً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آبار لبني أسد قرب كربلاء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وهي على شاطئ الفرات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منعونا قاتلناهم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فقتالهم أهون علينا من قتال مَن يجيء من بعدهم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وأيّة قرية هي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هي العقر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اللهمّ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إنّي أعوذ بك من العقر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نزل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وذلك يوم الخميس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اليوم الثاني من المحرّم سنة إحدى وستّين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كان من الغد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قدم عليهم عمر بن سعد بن أبي وقّاص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من الكوفة في أربعة آلاف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(1)</w:t>
      </w:r>
      <w:r w:rsidRPr="00301744">
        <w:rPr>
          <w:rFonts w:hint="cs"/>
          <w:rtl/>
        </w:rPr>
        <w:t xml:space="preserve"> كانت بها منازل نبوخذ نصر من كور بابل التي صحفت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فقِيل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كربلاء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(2)</w:t>
      </w:r>
      <w:r w:rsidRPr="00301744">
        <w:rPr>
          <w:rFonts w:hint="cs"/>
          <w:rtl/>
        </w:rPr>
        <w:t xml:space="preserve"> سبقت ترجمته في ص / 102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3"/>
        <w:rPr>
          <w:rtl/>
        </w:rPr>
      </w:pPr>
      <w:bookmarkStart w:id="144" w:name="_Toc372370989"/>
      <w:r>
        <w:rPr>
          <w:rFonts w:hint="cs"/>
          <w:rtl/>
        </w:rPr>
        <w:lastRenderedPageBreak/>
        <w:t xml:space="preserve">[ خروج ابن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144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وكان سبب خروج ابن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 عبيد الله بن زياد بعثه على أربعة آلاف من أهل الكوفه يسير بهم إلى دستبى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وكانت الديلم قد خرجوا إليها وغلبوا عليها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فكتب إليه ابن زياد عهده على الري وأمره بالخروج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فخرج معسكراً بالنّاس بحمّام أعين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كان من أمر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ما كان وأقبل إلى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دعا ابن زياد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سر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فرغنا ممّا بيننا وبينه سرت إلى عملك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 رأيت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رحمك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أنْ تعفيني فافعل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على أنْ تردّ لنا عهدنا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قال له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أمهلني اليوم حتّى أنظر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فانصرف عمر [ ابن سعد ] يستشير نصحاءه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يكن يستشير أحداً إلاّ نهاه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وجاء حمزة بن المغيرة بن شعبة</w:t>
      </w:r>
      <w:r w:rsidRPr="007745E6">
        <w:rPr>
          <w:rStyle w:val="libFootnotenumChar"/>
          <w:rFonts w:hint="cs"/>
          <w:rtl/>
        </w:rPr>
        <w:t>(3)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وهو ابن أخته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أنشدك الله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605002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(1) كورة كبيرة بين همدان والري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ثمّ أضيفت إلى قزوين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كما في معجم البلدان 4 / 58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وهي معرب دشتبه يعنّي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الواحة الحسناء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(2) كورة من كور الكوفة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فيها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حمّام لعمر بن سعد بيد مولاه أعين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سمّي باسمه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كما في القمقام / 486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 xml:space="preserve">(3) استعمله الحجّاج بن يوسف الثقفي على همذان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77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5 / 284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أخوه مطرّف بن المغيرة على المدائن فخرج على الحجّاج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فأمدّه حمزة بالمال والسّلاح سرّاً 5 / 292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فبعث الحجّاج إلى قيس بن سعد العجلي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وهو يومئذٍ على شرطة حمزة بن المغيرة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بعهده على همذان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وأنْ يُوثق حمزة بن المغيرة في الحديد ويحبسه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فأوثقه وحبسه 5 / 294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605002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-</w:t>
      </w:r>
      <w:r w:rsidR="00477F4F">
        <w:rPr>
          <w:rFonts w:hint="cs"/>
          <w:rtl/>
        </w:rPr>
        <w:t xml:space="preserve"> ياخالُ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 xml:space="preserve">أنْ تسير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477F4F">
        <w:rPr>
          <w:rFonts w:hint="cs"/>
          <w:rtl/>
        </w:rPr>
        <w:t xml:space="preserve"> فتأثم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>بربّك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>وتقطع رحمك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لئن تخرج من دنياك ومالك وسلطان الأرض كلّها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>لو كان لك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 xml:space="preserve">خير لك من أنْ تلقى الله بدم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فقال له عمر بن سعد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فإنّي أفعل إنْ شاء الله</w:t>
      </w:r>
      <w:r w:rsidR="00477F4F"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وتصاب سلسلة أخبار أبي مخنف هنا في رواية الطبري بالانقطاع والانتقال إلى نزول ابن سعد بكربلاء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ويملأ الطبري هذا الفراغ بخبر عن عوانة بن الحكم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لابدّ لنا منه لوصل الحلقات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هشام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عوانة بن الحكم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عمّار بن عبد الله بن يسار الجهني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أبيه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دخلت على عمر بن سعد وقد أمر بالمسير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الأمير أمرني بالمسير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فأبيت ذلك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أصاب الله بك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أرشدك الله أحِلْ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فلا تفعل ولا تسر إليه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فخرجت من عنده فأتاني آتٍ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عمر بن سعد يندب النّاس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فأتيته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هو جالسّ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رآني أعرض بوجهه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فعرفت أنّه قد عزم على المسير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فخرجت من عنده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عمر بن سعد إلى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أصلحك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إنّك ولّيتني هذا العمل وكتبت لي العهد وسمع النّاس به [ يعنّي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عهد الري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رأيت أنْ تنفّذ لي ذلك فافعل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وابعث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هذا الجيش من أشراف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 لست بأغنى ولا أجزأ عنك في الحرّب 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فسمّى له أناساً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قال أبو مخنف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حدّثني عبد الرحمن بن جندب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عقبة بن سمعان قال 5 / 407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وبنفس السّند أبو الفرج في مقاتل الطالبيّين / 74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ذكر عقبة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عتبة بن سمعان الكلبي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وروى المفيد الخبر في الإرشاد / 226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تعلّمنّي بأشراف أهل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ولست أستأمرك فيمَن أريد أنْ أبعث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إنْ سرت بجندنا وإلاّ فابعث إلينا بعهدنا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رآه قد لجّ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فإنّي سائر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فأقبل في أربعة آلاف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حتّى نزل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الغد من يوم نزل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نينوى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فبعث عمر 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عزرة بن قيس الأحمسي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ائته فسله ما الذي جاء به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وماذا يُريد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وكان عزرة ممّن كتب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فاستحيا منه أنْ يأتيه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فعرض ذلك على الرؤساء الذين كاتبوه فكلّهم أبى وكرهه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وقام إليه كثير بن عبد الله الشعبي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وكان فارساً شجاعاً لا يردّ وجهه شيء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أذهب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شئت لأفتكنّ به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أريد أنْ يُفتك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ائته فسله ما الذي جاء به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605002">
        <w:rPr>
          <w:rFonts w:hint="cs"/>
          <w:rtl/>
        </w:rPr>
        <w:t xml:space="preserve"> وكذلك الإرشاد / 227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ونقل عن مقتل محمّد بن أبي طالب ما حاصله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أنّ ابن زياد سيّر ابن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في تسعة الآف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ثمّ يزيد بن ركاب الكلبي في ألفين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والحصين بن تميم السّكوني في أربعة الآف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وفلان المازني في ثلاثة الآف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ونصر بن فلان في ألفين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فذلك عشرون ألفاً مأبين فارس وراجل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وذكر الشافعي في كتابه مطالب السّؤول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أنّهم كانوا اثنين وعشرين ألفاً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وروى الشيخ الصدوق في أماليه بسنده عن الصادق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أنّهم ثلاثون ألف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الأمالي / 101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ط بيروت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ألفاً</w:t>
      </w:r>
      <w:r w:rsidR="00CA2C7E">
        <w:rPr>
          <w:rFonts w:hint="cs"/>
          <w:rtl/>
        </w:rPr>
        <w:t xml:space="preserve"> ...</w:t>
      </w:r>
      <w:r w:rsidRPr="00605002">
        <w:rPr>
          <w:rFonts w:hint="cs"/>
          <w:rtl/>
        </w:rPr>
        <w:t xml:space="preserve"> وروى سبط ابن الجوزي عن محمّد بن سيرين أنّه كان يقول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وقد ظهرت كرامة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في هذا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فإنّه لقي عمر بن سعد يوماً</w:t>
      </w:r>
      <w:r>
        <w:rPr>
          <w:rFonts w:hint="cs"/>
          <w:rtl/>
        </w:rPr>
        <w:t xml:space="preserve"> وهو شاب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ويحك يابن سعد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كيف بك إذا قمت يوماً مقاماً تُخيّر فيه بين الجنّة والنّار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فتختار النّار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!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247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وذكره المفيد في الإرشاد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عروة بن قيس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وقد مضت ترجمته فيمَن كتب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من أهل الكوفة من المنافقين الاُمويّين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(3)</w:t>
      </w:r>
      <w:r w:rsidRPr="00605002">
        <w:rPr>
          <w:rFonts w:hint="cs"/>
          <w:rtl/>
        </w:rPr>
        <w:t xml:space="preserve"> شهد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وروى خطبة زهير بن القين 5 / 426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وهو الذي شرك مع المهاجر بن أوس في قتله 5 / 441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وهو الذي تبع الضحّاك بن عبد الله المشرقي الهمداني ليقتله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فلمّا عرفه أنّه من همدان 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هذا ابن عمّنا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فكفّ عنه 5 / 445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فأقبل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رآه أبو ثمامة الصائدي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قال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أصلحك الله أبا عبد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قد جاءك شرّ أهل الأرض وأجرؤه على دم وأفتكه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فقام إليه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ضع سيفك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 ولا كرامة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إنّما أنا رسول فإنْ سمعتم منّي أبلغتكم ما أرسلت به إليكم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أبيتم انصرفت عنكم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فإنّي آخذ بقائم سيفك ثمّ تكلّم بحاجتك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تمسسه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أخبرني ما جئت به وأنا أبلغه عنك ولا أدعك تدنو منه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فإنّك فاجر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فاستبّا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انصرف إلى عمر بن سعد فأخبره الخبر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فدعا عمر قرّة بن قيس الحنظلي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ويحك يا قرّة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ألقِ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فسله ما جاء به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وماذا يُريد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فأتاه قرّة بن قيس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رآه الحسين مقبلاً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أتعرفون هذا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حبيب بن مظاهر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رجل من حنظلة تميمي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ابن أختنا ولقد كنت أعرفه بحسن الرأي وما كنت أراه يشهد هذا المشهد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فجاء حتّى سلّم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وأبلغه رسالة عمر بن سعد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كتب إليّ أهل مصركم هذا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أن أقدم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فأمّا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سبقت ترجمة صفحة / 115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هذا أول ذكره في أخبار كربلاء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ولمْ يذكر كيف وصل إليها</w:t>
      </w:r>
      <w:r w:rsidR="00891061">
        <w:rPr>
          <w:rFonts w:hint="cs"/>
          <w:rtl/>
        </w:rPr>
        <w:t>؟</w:t>
      </w:r>
      <w:r w:rsidRPr="00301744">
        <w:rPr>
          <w:rFonts w:hint="cs"/>
          <w:rtl/>
        </w:rPr>
        <w:t xml:space="preserve"> وقد مضت ترجمته في زعمّاء الشيعة الذين كتبوا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من الكوفة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وسيأتي في مقتله ذكر جوانب من حياته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(3)</w:t>
      </w:r>
      <w:r w:rsidRPr="00605002">
        <w:rPr>
          <w:rFonts w:hint="cs"/>
          <w:rtl/>
        </w:rPr>
        <w:t xml:space="preserve"> كان مع الحرّ بن يزيد الرياحي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فيروى عنه عدي بن حرملة الأسدي أنّه كان يقول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لو أنّه أطلعنّي على الذي يُريد لخرجت معه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5 / 427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ويروي عنه أبو زهير العبسى خبره عن مرور نساء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على مقتله وأهل بيته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ورثاء زينب لأخيها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عليهما‌السلام</w:t>
      </w:r>
      <w:r w:rsidRPr="00605002">
        <w:rPr>
          <w:rFonts w:hint="cs"/>
          <w:rtl/>
        </w:rPr>
        <w:t>) 5 / 456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 xml:space="preserve">وقد دعاه حبيب بن مظاهر إلى نصرة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وأنْ لا يرجع إلى الظالمين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فقال له قرّة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أرجع إلى صاحبي بجواب رسالته وأرى رأيي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ولكنّه إلى عمر بن سعد فلمْ يرجع عنه إلى الحسين حتّى قُتل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5 / 411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والإرشاد / 228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إذ كرهوني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فأنا أنصرف عنهم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فانصرف إلى عمر بن سعد فأخبره الخبر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إنّي لأرجو أنْ يُعافيني الله من حربه وقتاله [ وكتب إلى ابن زياد بذلك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وهذه نهاية التتمّة من رواية غير أبي مخنف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3"/>
        <w:rPr>
          <w:rtl/>
        </w:rPr>
      </w:pPr>
      <w:bookmarkStart w:id="145" w:name="_Toc372370990"/>
      <w:r>
        <w:rPr>
          <w:rFonts w:hint="cs"/>
          <w:rtl/>
        </w:rPr>
        <w:t>[ كتاب عمر بن سعد إلى ابن زياد ]</w:t>
      </w:r>
      <w:bookmarkEnd w:id="145"/>
      <w:r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جاء كتاب عمر بن سعد إلى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فيه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بسم الله الرحمن الرحيم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فإنّي حيث نزلت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بعثت إليه رسولي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فسألته عمّا أقدمه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وماذا يطلب ويسأل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كتب إليّ أهل هذه البلاد وأتتني رسلهم فسألوني القدوم ففعلت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فأمّا إذ كرهوني فبدا لهم غير ما أتتني رسلهم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فأنا منصرف عنهم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D06A87">
      <w:pPr>
        <w:pStyle w:val="libNormal"/>
        <w:rPr>
          <w:rtl/>
        </w:rPr>
      </w:pPr>
      <w:r>
        <w:rPr>
          <w:rFonts w:hint="cs"/>
          <w:rtl/>
        </w:rPr>
        <w:t>فلمّا قُرئ الكتاب على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الآن إذ علقت مخالبنا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يرجو النّجاة ولات حين مناص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D65094" w:rsidP="00605002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bookmarkStart w:id="146" w:name="_Toc372370991"/>
      <w:r w:rsidR="00477F4F">
        <w:rPr>
          <w:rFonts w:hint="cs"/>
          <w:rtl/>
        </w:rPr>
        <w:t>[ كتاب ابن زياد إلى ابن سعد جواب ]</w:t>
      </w:r>
      <w:bookmarkEnd w:id="146"/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وكتب إلى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libCenterBold2"/>
        <w:rPr>
          <w:rtl/>
        </w:rPr>
      </w:pPr>
      <w:r>
        <w:rPr>
          <w:rFonts w:hint="cs"/>
          <w:rtl/>
        </w:rPr>
        <w:t xml:space="preserve">بسم الله الرحمن الرحيم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فقد بلغني كتابك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وفهمت ما ذكرت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فاعرض على الحسين أنْ يبايع ليزيد بن معاوية هو وجميع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فعل ذلك رأينا رأينا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أتى عمر بن سعد الكتاب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قد حسبت أنْ لا يقبل ابن زياد العافية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قال أبو مخنف: حدّثني النّضر بن صالح بن حبيب بن زهير العبسي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حسان بن فائد بن بكير العبسي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أشهد أنّ كتاب عمر بن سعد جاء 5 / 411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228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47" w:name="_Toc372370992"/>
      <w:r>
        <w:rPr>
          <w:rFonts w:hint="cs"/>
          <w:rtl/>
        </w:rPr>
        <w:lastRenderedPageBreak/>
        <w:t xml:space="preserve">[ لقاء ابن سعد مع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147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بعث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عمرو بن قرظة بن كعب الأنصاري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أنْ ألقني اللّيل بين عسكري وعسكرك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فخرج عمر بن سعد في نحو من عشرين فارساً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وأقبل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مثل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التقوا أمر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أنْ يتنحّوا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وأمر عمر بن سعد أصحابه بمثل 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فتكلّما فأطالا حتّى ذهب من اللّيل هزيع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انصرف كلّ واحد منهما إلى عسكره بأصحابه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وتحدّث النّاس فيما [ دار ] بينهما ظنّاً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يظنّون أنّ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قال لعمر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أخرج معي إلى يزيد بن معاوية وندع العسكرين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قال عمر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إذن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تُهدم داري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أنا ابنيها لك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إذن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تؤخذ ضياعي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إذن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أعطيك خيراً منها من مالي بالحجاز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فتكرّه ذلك عمر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تحدّث النّاس بذلك وشاع فيهم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 غير أنْ يكونوا سمعوا من ذلك شيئاً ولا علّموه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اختاروا منّي خصالاً ثلاثاً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(1) كان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وكان أخوه علي بن قرظة مع عمر بن سعد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فلمّا قُتل أخوه عمرو حمل على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لينتقم لأخيه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فطعنه نافع بن هلال المرادي فصرعه فحمله أصحابه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ودُووي بعد فبرأ 5 / 434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605002">
        <w:rPr>
          <w:rFonts w:hint="cs"/>
          <w:rtl/>
        </w:rPr>
        <w:t xml:space="preserve"> حدّثني أبو جناب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عن هانئ بن ثبيت الحضرمي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وكان قد شهد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مع عمر بن سعد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ويظهر من نفس هذا الخبر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أنّه كان من الفرسان العشرين الذين خرجوا مع عمر بن سعد في اللّيل للقاء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فانكشفنا عنهما بحيث لا نسمع أصواتهما ولا كلامهما 5 / 413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والإرشاد / 229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وقال سبط ابن الجوزي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إنّ عمر هو الذي بعث إليه يطلب الاجتماع به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فاجتمعا خلوة / 248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1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إمّا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أنْ أرجع إلى المكان الذي أقبلت منه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2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وإمّا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أنْ أضع يدي في يدي يزيد بن معاوية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فيرى فيما بيني وبينه رأيه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3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وإمّا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أنْ تسيّروني إلى أيّ ثغر من ثغور المسلمين شئتم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فأكون رجلاً من أهله لي ما لهم وعليّ ما عليهم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قال عقبة بن سمعان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صحبت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فخرجت معه من المدينة إلى مكّة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ومن مكّة إلى العراق ولمْ أفارقه حتّى قُتل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وليس من مخاطبة النّاس كلمة بالمدينة ولا بمكّة ولا في الطريق ولا بالعراق ولا في عسكره إلى يوم مقتله إلاّ سمعتها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ألاَ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أعطاهم ما يتذاكر النّاس وما يزعمون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من أنْ يضع يده في يد يزيد بن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أنْ يسيّروه إلى ثغر من ثغور المسلمين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ولكنّه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دعوني فلأذهب في هذه الأرض العريضة حتّى ننظر ما يصير أمر النّاس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2"/>
        <w:rPr>
          <w:rtl/>
        </w:rPr>
      </w:pPr>
      <w:bookmarkStart w:id="148" w:name="_Toc372370993"/>
      <w:r>
        <w:rPr>
          <w:rFonts w:hint="cs"/>
          <w:rtl/>
        </w:rPr>
        <w:t>[ كتاب عمر بن سعد إلى ابن زياد ثانياً ]</w:t>
      </w:r>
      <w:bookmarkEnd w:id="148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فكتب عمر بن سعد إلى عبيد الله 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أمّا بعد</w:t>
      </w:r>
      <w:r w:rsidR="00891061">
        <w:rPr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فانّ الله قد أطفأ النّائرة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وجمع الكلمة وأصلح أمر الأمّة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قد أعطاني أنْ يرجع إلى المكان الذي منه أتى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أنْ نسيّره إلى أيّ ثغر من ثغور المسلمين شئنا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فيكون رجلاً من المسلمين له ما لهم وعليه ما عليهم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أنْ يأتي يزيد أمير المؤمنين فيضع يده في يده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فيرى فيما بينه وبينه رأيه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هذا لكم رضاً وللاُمّة صلاح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قرأ عبيد الله الكتاب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كتاب رجل ناصح لأميره مشفق على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ما عليه جماعة المحدّثين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وحدّثنا به المجالد بن سعيد والصقعب بن زهير الأزدي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وغيرهما قالوا 5 / 413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وأبو الفرج / 75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فأمّا عبد الرحمن بن جندب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فحدّثني عن عقبة بن سمعان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413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والخواص / 248 مختصراً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قومه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قبلت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 إليه شمر بن ذي الجوشن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أتقبل هذا منه وقد نزل بأرضك إلى جنبك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رحل من بلدك ولمْ يضع يده في يدك ليكوننّ أولى بالقوّة والعزّة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ولكتوننّ أولى بالضعف والعجز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فلا تعطِ هذه المنزلة فإنّها من الوهن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ينزل على حكمك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هو وأصحابه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عاقبت فأنت وليّ العقوبة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غفرت كان ذلك 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لقد بلغني أنّ حسيناً وعمر بن سعد يجلسان بين العسكرين فيتحدّثان عامّة اللّيل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 ما رأيت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الرأي رأيك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2"/>
        <w:rPr>
          <w:rtl/>
        </w:rPr>
      </w:pPr>
      <w:bookmarkStart w:id="149" w:name="_Toc372370994"/>
      <w:r>
        <w:rPr>
          <w:rFonts w:hint="cs"/>
          <w:rtl/>
        </w:rPr>
        <w:t>[ كتاب ابن زياد إلى ابن سعد وجوابه ثانياً ]</w:t>
      </w:r>
      <w:bookmarkEnd w:id="149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 كتب عبيد الله بن زياد إلى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أما بعد</w:t>
      </w:r>
      <w:r w:rsidR="00891061">
        <w:rPr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فإنّي لمْ أبعثك إلى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لتكفّ عنه ولا لتطاوله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لتمنّيه السّلامة والبقاء ولا لتقعد له عندي شافعاً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انظر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فإنْ نزل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على الحكم واستسلموا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فابعث بهم إليّ سلماً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أبوا فازحف إليهم حتّى تقتلهم وتمثّل بهم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فإنّهم لذلك مستحقون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قُتل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فأوطئ الخيل صدره وظهره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عاقّ شاقّ قاطع ظلوم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وليس دهري في هذا أنْ يضرّ بعد الموت شيئاً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عليّ 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لو قد قتلته فعلت هذا به إنْ أنت مضيت لأمرنا فيه جزيناك جزاء السّامع المطيع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أبيت فاعتزل عملنا وجندنا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وخلّ بين شمر بن ذي الجوشن وبين العسكر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فإنّا قد أمرناه بأمرنا</w:t>
      </w:r>
      <w:r w:rsidR="00891061">
        <w:rPr>
          <w:rFonts w:hint="cs"/>
          <w:rtl/>
        </w:rPr>
        <w:t>،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مضت ترجمته فيمَن كان من الأشراف مع ابن زياد في القصر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ورواه السّبط مختصراً / 248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وزاد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أنّه كتب في أسفل الكتاب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الآن حين تعلقته حبالنّا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يرجو النّحاة، ولات حين ماص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301744" w:rsidRDefault="00D65094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 </w:t>
      </w:r>
      <w:r w:rsidR="00477F4F" w:rsidRPr="00301744">
        <w:rPr>
          <w:rFonts w:hint="cs"/>
          <w:rtl/>
        </w:rPr>
        <w:t>(3) حدّثني المجالد بن سعيد الهمداني والصقعب بن زهير 5 / 414</w:t>
      </w:r>
      <w:r w:rsidR="00891061">
        <w:rPr>
          <w:rFonts w:hint="cs"/>
          <w:rtl/>
        </w:rPr>
        <w:t>،</w:t>
      </w:r>
      <w:r w:rsidR="00477F4F" w:rsidRPr="00301744">
        <w:rPr>
          <w:rFonts w:hint="cs"/>
          <w:rtl/>
        </w:rPr>
        <w:t xml:space="preserve"> والإرشاد / 229</w:t>
      </w:r>
      <w:r w:rsidR="00891061">
        <w:rPr>
          <w:rFonts w:hint="cs"/>
          <w:rtl/>
        </w:rPr>
        <w:t>.</w:t>
      </w:r>
      <w:r w:rsidR="00477F4F"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والسّلام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إنّ عبيد الله بن زياد دعا شمر بن ذي الجوشن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اخرج بهذا الكتاب إلى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فليعرض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النّزول على حكمي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فعلوا فليبعث بهم إليّ سلماً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هم أبوا فليُقاتلهم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فعل فامسع له وأطع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هو أبى فقاتلهم فأنت أمير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وثب عليه فاضرب عنقه وابعث إليّ برأسه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[ يعنّي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ابن سعد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لمّا قبض شمر بن ذي الجوشن الكتاب قام هو وعبد الله بن أبي المحل بن حزام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الكلبي)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عبد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أصلح الله الأمير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إنّ بني أختنا [ اُمّ البنين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العبّاس وعبد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وجعفراً وعثمان ]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فإنْ رأيت أنْ تكتب لهم أماناً فعلت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ابن زياد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ونعمة عين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فأمر كاتبه فكتب لهم أماناً</w:t>
      </w:r>
      <w:r w:rsidR="00CA2C7E">
        <w:rPr>
          <w:rFonts w:hint="cs"/>
          <w:rtl/>
        </w:rPr>
        <w:t xml:space="preserve"> ...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فبعث به عبد الله بن أبي المحل [ بن حزام الكلبي ] مع مولى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يُقال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كزُمان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2"/>
        <w:rPr>
          <w:rtl/>
        </w:rPr>
      </w:pPr>
      <w:bookmarkStart w:id="150" w:name="_Toc372370995"/>
      <w:r>
        <w:rPr>
          <w:rFonts w:hint="cs"/>
          <w:rtl/>
        </w:rPr>
        <w:t>[ قدوم شمر بالكتاب إلى ابن سعد ]</w:t>
      </w:r>
      <w:bookmarkEnd w:id="150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أقبل شمر بن ذي الجوشن بكتاب عبيد الله بن زياد إلى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قدم به عليه [ و ] قرأه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له عمر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ويلك مالك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لا قرّب الله دارك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وقبّح الله ما قدمت به عليّ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لأظنّك أنت ثنيته أنْ يقبل ما كتبت به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أفسدت علينا أمراً كنّا رجونا أنْ يصلح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يستسلم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إنّ نفساً أبية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حدّثني أبو جناب الكلبي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415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229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والخواص / 248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414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229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لبين جنبيّه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شمر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أخبرني ما أنت صانع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أتمضي لأمر أميرك وتقتل عدوّه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وإلاّ فخلِّ بيني وبين الجند والعسكر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كرامة 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أتولّى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فدونك وكن أنت على الرّجال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2"/>
        <w:rPr>
          <w:rtl/>
        </w:rPr>
      </w:pPr>
      <w:bookmarkStart w:id="151" w:name="_Toc372370996"/>
      <w:bookmarkStart w:id="152" w:name="43"/>
      <w:r>
        <w:rPr>
          <w:rFonts w:hint="cs"/>
          <w:rtl/>
        </w:rPr>
        <w:t>[ أمان ابن زياد للعبّاس وأخوته ]</w:t>
      </w:r>
      <w:bookmarkEnd w:id="151"/>
      <w:r>
        <w:rPr>
          <w:rFonts w:hint="cs"/>
          <w:rtl/>
        </w:rPr>
        <w:t xml:space="preserve"> </w:t>
      </w:r>
      <w:bookmarkEnd w:id="152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وجاء شمر حتّى وقف على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أين بنو أختنا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فخرج إليه العبّاس وجعفر وعثمان بنو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مالك وما تريد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أنتم يا بنو أُختي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آمنون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له الفتية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لعنك الله ولعن أمانك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لئن كنت خالنّا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أتؤمّنُنا وابن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لا أمان له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لمّا قدم عليهم كزُمان مولى عبد الله بن أبي المحل [ بن حزام الكلبي ] دعاهم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أمان بعث به خالكم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الفتية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اقرئ خالنّا السّلام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أنْ لا حجّة لنا في أمانكم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أمان الله خير من أمان ابن سميّة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جاء كتاب من عبيد الله بن زياد إلى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أما بعد</w:t>
      </w:r>
      <w:r w:rsidR="00891061">
        <w:rPr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فحلْ بين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وبين الماء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يذوقوا منه قطرة كما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وفي الإرشاد / 230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والتذكرة / 249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صنع بالتقيّ الزكيّ المظلوم أمير المؤمنين عثمان بن عفّان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فبعث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عمرو بن الحجّاج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على خمسمئة فارس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فنزلوا على الشريعة وحالوا بين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وبين الماء أنْ يسقوا منه قطرة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وذلك قبل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بثلاث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ولمّا اشتدّ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العطش دعا العبّاس بن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أخاه فبعثه في ثلاثين فارساً وعشرين راجلاً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وبعث معهم بعشرين قربة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فجأوا حتّى دنوا من الماء ليلاً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واستقدم أمامهم باللواء نافع بن هلال الجملي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عمرو بن الحجّاج الزبيديّ: مَن الرّجل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[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نافع بن هلال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جاء بك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جئنا نشرب من هذا الماء الذي حلأ تمونا عنه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فاشرب هنيئاً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أشرب منه قطرة وحسين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عطشان ومَن ترى من أصحابه [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وأشار إلى أصحابه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] فطلعوا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سبيل إلى سقي هؤلاء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إنّما وضعنا بهذا المكان لنمنعهم الماء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04730E" w:rsidP="00477F4F">
      <w:pPr>
        <w:pStyle w:val="libNormal"/>
        <w:rPr>
          <w:rtl/>
        </w:rPr>
      </w:pPr>
      <w:r>
        <w:rPr>
          <w:rFonts w:hint="cs"/>
          <w:rtl/>
        </w:rPr>
        <w:t>(</w:t>
      </w:r>
      <w:r w:rsidR="00477F4F">
        <w:rPr>
          <w:rFonts w:hint="cs"/>
          <w:rtl/>
        </w:rPr>
        <w:t>و) لمّا دنا من [ نافع الرّجّالة من ] أصحابه قال [ لهم ]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املأوا قربكم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فشدّ الرّجّالة فملأوا قربهم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وثار إليهم عمرو بن الحجّاج وأصحابه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فحمل عليهم العبّاس بن علي ونافع بن هلال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فكفّوهم ثمّ انصرفوا إلى رجالهم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فقالوا [ لهم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امضوا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وقفوا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مضت ترجمته فيمَن كان من الأشراف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مع ابن زياد في القصر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605002">
        <w:rPr>
          <w:rFonts w:hint="cs"/>
          <w:rtl/>
        </w:rPr>
        <w:t xml:space="preserve"> كان قد بعث بفرسه مع الأربعة نفراً من الكوفة إلى الامام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في الطريق مع الطرّماح بن عدي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وهذا أول خبر يُعلم منه وصوله إلى الامام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في كربلاء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وهو الذي طعن علي بن قرظة الأنصاري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أخا عمرو بن قرظة</w:t>
      </w:r>
      <w:r w:rsidR="007745E6" w:rsidRPr="00605002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مع عمر بن سعد 5 / 434</w:t>
      </w:r>
      <w:r w:rsidR="00891061">
        <w:rPr>
          <w:rFonts w:hint="cs"/>
          <w:rtl/>
        </w:rPr>
        <w:t>.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وكان قد كُتب اسمه على أفواق نبله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فقتل بسهامه اثنى عشر رجلاً منهم حتّى كُسرت عضداه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وأخذه شمر أسيراً ثمّ قتله بعد أنْ مضى به إلى ابن سعد 5 / 442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دونهم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فعطف عليهم عمرو بن الحجّاج وأصحابه واطّردوا قليلاً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وجاء أصحاب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بالقرب فأدخلوها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وطعن نافع بن هلال [ في تلك اللّيلة ] رجلاً من أصحاب عمرو بن الحجّاج [ و ] انتقضت [ الطعنة ] بعد ذلك فمات منها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[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أول قتيل من القوم جُرح تلك اللّيلة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 الأزدي قال 5 / 412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وأبو الفرج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أبي مخنف بنفس السّند / 78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والمفيد في الإرشاد / 228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53" w:name="_Toc372370997"/>
      <w:r>
        <w:rPr>
          <w:rFonts w:hint="cs"/>
          <w:rtl/>
        </w:rPr>
        <w:lastRenderedPageBreak/>
        <w:t xml:space="preserve">[ زحف ابن سعد إلى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153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ثمّ إنّ عمر بن سعد نادى بعد صلاة العصر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خيل الله اركبي وأبشري! فركب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زحف نحو [ الحسين وأصحابه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و[ كان ]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جالسّا أمام بيته محتبياً بسيفه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خفق برأسه على ركبته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وسمعت أخته زينب الصيحة فدنت من أخيها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أخي أمَا تسمع الأصوات قد اقتربت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فرفع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رأسه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إنّي رأيت رسول الله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Pr="007745E6">
        <w:rPr>
          <w:rStyle w:val="libBold2Char"/>
          <w:rFonts w:hint="cs"/>
          <w:rtl/>
        </w:rPr>
        <w:t xml:space="preserve"> في المنام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فقال لي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إنّك تروح إلينا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فلطمت أخته وجهها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ويلتا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ليس لك الويل يا أُخيّة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أسكتي رحمك الرّحمن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وقال العبّاس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أخي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أتاك القوم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فنهض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 عبّاس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اركب بنفسي أنت يا أخي حتّى تلقاهم فتقول لهم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ما لكم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وما بدالكم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وتسألهم عمّا جاء بهم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فاستقبلهم العبّاس في نحو من عشرين فارساً فيهم زهير بن القين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وحبيب بن مظاهر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لهم العبّاس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بدالكم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وماذا تريدون</w:t>
      </w:r>
      <w:r w:rsidR="00891061">
        <w:rPr>
          <w:rFonts w:hint="cs"/>
          <w:rtl/>
        </w:rPr>
        <w:t>؟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(1) مضت ترجمته فيمَن كتب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من شيعته من أهل الكوفة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جاء أمر الأمير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بأنْ نعرض عليكم أنْ تنزلوا على حكمه أو نُنازلكم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فلا تعجلوا حتّى ارجع إلى أبي عبد الله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فأعرض عليه ما ذكرتم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فوقفوا [ و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ألقه فأعلمه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ألقنا بما يقول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فانصرف العبّاس راجعاً يركض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يُخبره بالخبر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ووقف أصحابه يخاطبون القوم</w:t>
      </w:r>
      <w:r w:rsidR="00CA2C7E">
        <w:rPr>
          <w:rFonts w:hint="cs"/>
          <w:rtl/>
        </w:rPr>
        <w:t xml:space="preserve"> ...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حبيب بن مظاهر لزهير بن القين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كلّم القوم إنْ شئت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شئت كلّمتهم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زهير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أنت بدأت بهذا فكن أنت تكلّمهم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حبيب بن مظاهر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لبئس القوم عند الله غداً قوم يقدمون عليه قد قتلوا ذرية نبيّه </w:t>
      </w:r>
      <w:r w:rsidR="0035755E" w:rsidRPr="0035755E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وعترته وأهل بيته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وعبّاد أهل هذا المصر المجتهدين بالسّحر والذاكرين الله كثيراً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قال هذا لزهير بن القين بحيث يسمعه القوم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فسمعه منهم عزرة بن قيس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عزرة بن القيس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إنّك لتزكّي نفسك ما استطعت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زهير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عزرة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الله قد زكّاها وهداها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فاتّق الله يا عزرة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فإنّي لك من النّاصحين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أنشدك الله يا عزرة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أنْ تكون ممّن يُعين الضلاّل على قتل النّفوس الزكية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عزرة بن قيس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زهير , ما كنت عندنا من شيعة أهل هذا البيت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إنّما كنت عثمانيّاً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أفلستَ تستدلّ بموقفي هذا إنّي منهم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كتبت إليه كتاباً قط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أرسلت إليه رسولاً قط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وعدته نصرتي قط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 الطريق جمع بيني وبينه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رأيته ذكرت به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ومكانه منه</w:t>
      </w:r>
      <w:r w:rsidR="00891061">
        <w:rPr>
          <w:rFonts w:hint="cs"/>
          <w:rtl/>
        </w:rPr>
        <w:t>،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(1) مضت ترجمته فيمَن كتب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من أهل الكوفة من المنافقين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605002">
        <w:rPr>
          <w:rFonts w:hint="cs"/>
          <w:rtl/>
        </w:rPr>
        <w:t xml:space="preserve"> هذا أول مرّة يرد فيه هذا اللقب لزهير بن القين في حديث كربلاء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وهو أوّل عنوان للتفرقة بين المسلمين في الاختلاف في عثمان بن عفّان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أهو على الحقّ أو الباطل</w:t>
      </w:r>
      <w:r w:rsidR="00891061">
        <w:rPr>
          <w:rFonts w:hint="cs"/>
          <w:rtl/>
        </w:rPr>
        <w:t>؟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فكان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يُقال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لمََن يتولّى عليّاً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علوي أو شيعي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ولمَن يتولّى عثمان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ويقول أنّه كان على حقّ وقُتل مظلوماً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يُقال له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عثماني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وعرفت ما يقدم عليه من عدوّه وحزبكم فرأيت أنْ انصره وأنْ أكون في حزبه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وأنْ أجعل نفسي دون نفسه حفظاً لما ضيّعتم من حقّ الله وحقّ رسوله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وحين أتى العبّاس بن علي حسيناً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>) بما عرض عليه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[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ارجع إليهم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استطعت أنْ تؤخّرهم إلى غدوة وتدفعهم عنّا العشّية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لعلّنا نصلّي لربّنا اللّيلة وندعوه نستغفره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فهو يعلم أنّي كنت أحبّ الصلاة له وتلاوة كتابه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وكثرة الدعاء والاستغفار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وإنّما أراد بذلك أنْ يردّهم عنه تلك العشيّة حتّى يأمر بأمره ويُوصي أهله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وأقبل العبّاس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يركض [ فرسه ] حتّى انتهى إليهم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يا هؤلاء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أبا عبد الله يسألكم أنْ تنصرفوا هذه العشيّة حتّى ينظر في هذا الأمر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هذا أمر لمْ يجرِ بينكم وبينه فيه منطق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أصبحنا التقينا إنْ شاء الله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فإمّا رضيناه فأتينا بالأمر الذي تسألونه وتسومونه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كرهنا فرددناه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وإنّما أراد بذلك أنْ يرّدّهم عنه تلك العشيّة حتّى يأمر بأمره ويُوصي أهله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 قال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شمر ما ترى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ترى أنت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أنت الأمير والرأي رأيك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أردت أنْ لا أكون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أقبل على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ماذا تَرون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عمرو بن الحجّاج بن سلمة الزبيدي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كانوا من الدّيلم ثمّ سألوك هذه المنزلة لكان ينبغي لك أنْ تجيبهم إليها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 قيس بن الأشعث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أجبهم إلى ما سألوك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فلعمري ليصبحنّك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605002">
        <w:rPr>
          <w:rFonts w:hint="cs"/>
          <w:rtl/>
        </w:rPr>
        <w:t xml:space="preserve"> كان يوم عاشوراء على ربع ربيعة وكندة 5 / 422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وهو الذي أخذ قطيفة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وكانت من خزّ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فكان يُلقّب بعد ذلك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قيس قطيفة 5 / 453</w:t>
      </w:r>
      <w:r w:rsidR="00891061">
        <w:rPr>
          <w:rFonts w:hint="cs"/>
          <w:rtl/>
        </w:rPr>
        <w:t>.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وكان مع شمر بن ذي الجوشن وعمرو بن الحجّاج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وعزرة بن قيس على حمل رؤوس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إلى الكوفة إلى ابن زياد 5 / 456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وهو على كندة يحملون ثلاثة عشر رأساً 5 / 468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وهو أخو محمّد بن الأشعث قاتل مسلم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وأخو جعدة قاتلة الإمام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بالقتال غدوة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أعلم أنْ يفعلوا ما أخرتهم العشيّة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 w:rsidRPr="007745E6">
        <w:rPr>
          <w:rStyle w:val="libBold2Char"/>
          <w:rFonts w:hint="cs"/>
          <w:rtl/>
        </w:rPr>
        <w:t>أتانا رسول من قبل عمر بن سعد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فقام حيث يسمع الصوت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فقال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إنّا قد أجّلناكم إلى غد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استسلمتم سرّحنا بكم إلى أميرنا عبيد الله بن زياد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وإنْ أبيتم فلسنا بتاركيكم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عن الحرّث بن حصيرة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عبد الله بن شريك العامري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415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والإرشاد / 230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حدّثني الحرّث بن حصيرة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عبد الله بن شريك العامري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417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1Center"/>
        <w:rPr>
          <w:rtl/>
        </w:rPr>
      </w:pPr>
      <w:bookmarkStart w:id="154" w:name="_Toc372370998"/>
      <w:bookmarkStart w:id="155" w:name="44"/>
      <w:r>
        <w:rPr>
          <w:rFonts w:hint="cs"/>
          <w:rtl/>
        </w:rPr>
        <w:lastRenderedPageBreak/>
        <w:t>[ حوادث ليلة عاشوراء ]</w:t>
      </w:r>
      <w:bookmarkEnd w:id="154"/>
      <w:r>
        <w:rPr>
          <w:rFonts w:hint="cs"/>
          <w:rtl/>
        </w:rPr>
        <w:t xml:space="preserve"> </w:t>
      </w:r>
      <w:bookmarkEnd w:id="155"/>
    </w:p>
    <w:p w:rsidR="00477F4F" w:rsidRDefault="00477F4F" w:rsidP="00605002">
      <w:pPr>
        <w:pStyle w:val="Heading2"/>
        <w:rPr>
          <w:rtl/>
        </w:rPr>
      </w:pPr>
      <w:bookmarkStart w:id="156" w:name="_Toc372370999"/>
      <w:r>
        <w:rPr>
          <w:rFonts w:hint="cs"/>
          <w:rtl/>
        </w:rPr>
        <w:t xml:space="preserve">[ خطبة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ليلة عاشوراء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>]</w:t>
      </w:r>
      <w:bookmarkEnd w:id="15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جمع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Bold2Char"/>
          <w:rFonts w:hint="cs"/>
          <w:rtl/>
        </w:rPr>
        <w:t xml:space="preserve"> أصحابه بعد ما رجع عمر بن سعد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وذلك عنه قرب المساء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فدنوت منه لأسمع وأنا مريض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فسمعت أبي يقول لأصحابه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أثني على الله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تبارك وتعالى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أحسن الثناء وأحمده على السّرّاء والضرّاء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اللهمّ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إنّي أحمدك على أنْ أكرمتنا بالنّبوّة وعلّمتنا القرآن وفقّهتنا في الدين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وجعلت لنا أسماعاً وأبصاراً وأفئدة لمْ تجعلنا من المشركين</w:t>
      </w:r>
      <w:r w:rsidR="00891061"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أمّا بعد</w:t>
      </w:r>
      <w:r w:rsidR="00891061">
        <w:rPr>
          <w:rStyle w:val="libBold2Char"/>
          <w:rFonts w:hint="cs"/>
          <w:rtl/>
        </w:rPr>
        <w:t>: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فإنّي لا أعلم أصحاباً أولى ولا خيراً من أصحأبي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ولا أهل بيت أبرّ ولا أوصل من أهل بيتي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فجزاكم الله عنّي جميعاً خيراً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ألاَ وإنّي أظنّ يومنا من هؤلاء الأعداء غداً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ألاَ وإنّي قد رأيت لكم فانطلقوا جميعاً في حِل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ليس عليكم منّي ذمام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هذا ليل قد غشيكم فاتخذوه جملاً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ثمّ ليأخذ كلّ رجل منكم بيد رجل من أهل بيتي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[ و ] تفرّقوا في سوادكم ومدائنكم حتّى يفرّج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القوم إنّما يطلبوني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ولو قد أصأبوني لهوا عن طلب غيري </w:t>
      </w:r>
      <w:r w:rsidR="00891061">
        <w:rPr>
          <w:rStyle w:val="libBold2Char"/>
          <w:rFonts w:hint="cs"/>
          <w:rtl/>
        </w:rPr>
        <w:t>».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حدّثني الحرّث بن حصيرة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عبد الله بن شريك العامري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418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وأبو الفرج / 74 والإرشاد / 231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عن الامام السّجاد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57" w:name="_Toc372371000"/>
      <w:bookmarkStart w:id="158" w:name="45"/>
      <w:r>
        <w:rPr>
          <w:rFonts w:hint="cs"/>
          <w:rtl/>
        </w:rPr>
        <w:lastRenderedPageBreak/>
        <w:t>[ موقف الهاشميّين ]</w:t>
      </w:r>
      <w:bookmarkEnd w:id="157"/>
      <w:r>
        <w:rPr>
          <w:rFonts w:hint="cs"/>
          <w:rtl/>
        </w:rPr>
        <w:t xml:space="preserve"> </w:t>
      </w:r>
      <w:bookmarkEnd w:id="15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 xml:space="preserve">بدأ القول العبّاس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لمْ نفعل [ ذلك ]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ألنبقى بعدك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لا أرانا الله ذلك أبداً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إنّ أخوته وأبناء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وبنى أخيه [ الحسن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وابنى عبد الله بن جعفر [ محمّد وعبد الله ] تكلّموا بهذا ونحوه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 بني عقيل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حسبكم من القتل بمسلم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اذهبوا قد أذنت لكم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فما يقول النّاس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يقولون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إنّا تركنّا شيخنا وسيّدنا وبني عمومتنا خير العمّام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نرمِ معهم بسهم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نطعن معهم برمح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ولمْ نضرب معهم بسيف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ندري ما صنعوا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نفعل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تفديك أنفسنا وأموالنا وأهلونا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ونُقاتل معك حتّى نرد موردك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فقبّح الله العيش بعدك</w:t>
      </w:r>
      <w:r w:rsidR="00891061">
        <w:rPr>
          <w:rFonts w:hint="cs"/>
          <w:rtl/>
        </w:rPr>
        <w:t>!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قام إليه مسلم بن عوسجة الأسدي 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أنحن نخلّي عنك ولمّا نعذر إلى الله في أداء حقّك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حتّى أكسّر في صدورهم رمحي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وأضربهم بسيفي ما ثبت قائمه في يدي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أفارقك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لمْ يكن معي سلاح أقاتلهم به لقذفتهم بالحجارة دونك حتّى أموت معك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وأبو الفرج في مقاتل الطالبيّين / 74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231 /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والخواص / 249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مضت ترجمته في أشراف الشيعة من أهل الكوفة مع مسلم بن عقيل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وهذا أوّل مرّة يرد ذكره في أحاديث كربلاء من دون أنْ يذكر التاريخ شيئاً عن كيفيّة وصوله إليها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وقال سعيد بن عبد الله الحنفي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نخلّيك حتّى يعلم الله أنّا حفظنا غيبة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فيك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علمت أنّي أُقتل ثمّ أحيا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أُحرق حيّاً ثمّ أُذّرى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يفعل ذلك بي سبعين مرّة ما فارقتك حتّى ألقى حمامي دونك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فكيف لا أفعل ذلك وإنّما هي قتلة واحدة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هي الكرامة التي لا انقضاء لها أبداً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وقال زهير بن القين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لوددت أنّي قُتلت ثمّ نُشرت ثمّ قُتلت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حتّى أُقتل كذا ألف قتلةً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وأنّ الله يدفع بذلك القتل عن نفسك وعن أنفس هؤلاء الفتية من أهل بيتك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وتكلّم جماعة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نفارقك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أنفسنا لك الفداء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نقيك بنحورنا وجباهنا وأيدينا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نحن قُتلنا كنّا وفينا وقضينا ما علينا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وتكلّم جماعة أصحابه في وجه واحد بكلام يُشبه بعضه بعضاً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حدّثني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عبد الله بن عاصم الفائشي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الضحّاك بن عبد الله المشرقي الهمداني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418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وأبو الفرج / 74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واليعقوبي 2 / 231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231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59" w:name="_Toc372371001"/>
      <w:bookmarkStart w:id="160" w:name="46"/>
      <w:r>
        <w:rPr>
          <w:rFonts w:hint="cs"/>
          <w:rtl/>
        </w:rPr>
        <w:lastRenderedPageBreak/>
        <w:t xml:space="preserve">[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ليلة عاشوراء ]</w:t>
      </w:r>
      <w:bookmarkEnd w:id="159"/>
      <w:r>
        <w:rPr>
          <w:rFonts w:hint="cs"/>
          <w:rtl/>
        </w:rPr>
        <w:t xml:space="preserve"> </w:t>
      </w:r>
      <w:bookmarkEnd w:id="160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عن علي بن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إنّي جالسّ في تلك العشيّة التي قُتل أبي صبيحتها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وعمّتي زينب عندي تمرّضني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إذ اعتزل أبي بأصحابه في خباء 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وعنده حُوَيّ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مولى أبي ذرّ الغفاريّ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وهو يعالج سيفه ويصلحه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وأبي يقول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5D2685">
            <w:pPr>
              <w:pStyle w:val="libPoem"/>
            </w:pPr>
            <w:r>
              <w:rPr>
                <w:rFonts w:hint="cs"/>
                <w:rtl/>
              </w:rPr>
              <w:t>يا دهر أفٍّ لك من خليل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كم لك بالإشراق والاصيل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من صاحب أو طالب قتيل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5D2685">
            <w:pPr>
              <w:pStyle w:val="libPoem"/>
            </w:pPr>
            <w:r>
              <w:rPr>
                <w:rFonts w:hint="cs"/>
                <w:rtl/>
              </w:rPr>
              <w:t>والدّهر لا يقنع بالبديل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5D2685">
            <w:pPr>
              <w:pStyle w:val="libPoem"/>
            </w:pPr>
            <w:r>
              <w:rPr>
                <w:rFonts w:hint="cs"/>
                <w:rtl/>
              </w:rPr>
              <w:t>وإنّما الأمر إلى الجليل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5D2685">
            <w:pPr>
              <w:pStyle w:val="libPoem"/>
            </w:pPr>
            <w:r>
              <w:rPr>
                <w:rFonts w:hint="cs"/>
                <w:rtl/>
              </w:rPr>
              <w:t>وكل حيّ سالك سبيلي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فأعادها مرّتين أو ثلاثاً حتّى فهمتها فعرفت ما أراد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فخنقتني عبرتي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فرددت دمعي ولزمت السّكون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فعلمت أنّ البلاء قد نزل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فأمّا عمتّي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فإنّها سمعتْ ما سمعتُ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وهي امرأة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وفي النّساء الرقّة والجزع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فلمْ تملك نفسها أنْ وثبت تجرّ ثوبها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وأنّها لحاسرة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حتّى انتهت إليه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فقالت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واثكلاه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ليت الموت أعدمني الحياة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اليوم ماتت فاطمة أمّي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وعليّ أبي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وحسن أخي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يا خليفة الماضي وثمال الباقي 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 xml:space="preserve">فنظر إليها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فقال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يا أُخيّة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لا يُذهبن بحلمك الشيطان</w:t>
      </w:r>
      <w:r w:rsidR="00891061">
        <w:rPr>
          <w:rStyle w:val="libBold2Char"/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قالت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بأبي أنت وأميّ يا أبا عبد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أستقتلت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نفسي فداك</w:t>
      </w:r>
      <w:r w:rsidR="00CA2C7E">
        <w:rPr>
          <w:rStyle w:val="libBold2Char"/>
          <w:rFonts w:hint="cs"/>
          <w:rtl/>
        </w:rPr>
        <w:t xml:space="preserve"> ...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في الإرشاد / 232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جوين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وفي مقاتل الطالبيّين / 75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جون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وكذلك في مناقب ابن شهر آشوب 2 / 218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وفي تذكرة الخواص 19 / 2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والخوارزمي 1 / 237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ولا ذكر له في الطبري قبل هذا ولا بعده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لا كيفيّة مقتله مع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وفي الإرشاد / 232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يا خليفة الماضين وثمال الباقين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وكذلك التذكرة بزيادة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ثمّ لطمت وجهها / 250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D06A87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فردّ غصّته وترقرقت عيناه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وقال</w:t>
      </w:r>
      <w:r w:rsidR="00891061">
        <w:rPr>
          <w:rStyle w:val="libBold2Char"/>
          <w:rFonts w:hint="cs"/>
          <w:rtl/>
        </w:rPr>
        <w:t>:</w:t>
      </w:r>
    </w:p>
    <w:p w:rsidR="00477F4F" w:rsidRDefault="00477F4F" w:rsidP="00605002">
      <w:pPr>
        <w:pStyle w:val="libPoemCenter"/>
        <w:rPr>
          <w:rtl/>
        </w:rPr>
      </w:pPr>
      <w:r>
        <w:rPr>
          <w:rFonts w:hint="cs"/>
          <w:rtl/>
        </w:rPr>
        <w:t xml:space="preserve">لو ترك القطا ليلاً لنام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قالت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يا ويلتى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أفتغصب نفسك اغتصاباً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فذلك أقرح لقلبي وأشدّ على نفسي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ولطمت وجهها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وأهوت إلى جيبها وشقّته وخرّت مغشيّاً عليها</w:t>
      </w:r>
      <w:r w:rsidR="00891061">
        <w:rPr>
          <w:rStyle w:val="libBold2Char"/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 xml:space="preserve">فقام إليها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Bold2Char"/>
          <w:rFonts w:hint="cs"/>
          <w:rtl/>
        </w:rPr>
        <w:t xml:space="preserve"> فصبّ على وجهها الماء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وقال لها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يا أُخيّة اتّقي الله وتعزّي بعزاء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واعلمي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أنّ أهل الأرض يموتون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وأنّ أهل السّماء لا يبقون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وأنّ كلّ شيء هالك إلاّ وجه الله الذي خلق الأرض بقدرته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ويبعث الخلق فيعودون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وهو فرد وحده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أبي خير منّي وأمّي خير منّي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وأخي خير منّي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ولي ولهم ولكلّ مسلم برسول الله أسوة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فعزّاها بهذا ونحوه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وقال لها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يا أُخيّة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إنّي أقسم عليك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فأبرّي قسمي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لا تشقّي عليّ جيباً ولا تخمشي عليّ وجهاً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ولا تدعي عليّ بالويل والثبور إذا أنا هلكت</w:t>
      </w:r>
      <w:r w:rsidR="00891061">
        <w:rPr>
          <w:rStyle w:val="libBold2Char"/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ثمّ جاء بها حتّى اجلسها عندي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وخرج إلى أصحابه فأمرهم أنْ يقرّبوا بعض بيوتهم من بعض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وأنْ يدخلوا الأطناب بعضها في بعض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وأنْ يكونوا هم بين البيوت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إلاّ الوجه الذي يأتيهم منه عدوّهم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 xml:space="preserve">وأتي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Bold2Char"/>
          <w:rFonts w:hint="cs"/>
          <w:rtl/>
        </w:rPr>
        <w:t xml:space="preserve"> ] بقَصب وحطب إلى مكان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من ورائهم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منخفض كأنّه ساقية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فحفروه في ساعة من اللّيل فجعلوه كالخندق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ثمّ ألقوا فيه ذلك الحطب والقصب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وقالوا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إذا عدوا علينا فقاتلونا ألقينا فيه النّار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كي لا نؤتى من ورائنا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وقاتلنا القوم من وجه واحد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حدّثني الحرّث بن كعب وأبو الضحّاك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420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وأبو الفرج / 75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ط النّجف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واليعقوبي 2 / 230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232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ط النّجف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كلّهم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عن الإمام السّجاد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عن عبد الله بن عاصم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الضحّاك بن عبد الله المشرقي قال 5 / 421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233 عن الضحاك بن عبد الله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61" w:name="_Toc372371002"/>
      <w:bookmarkStart w:id="162" w:name="47"/>
      <w:r>
        <w:rPr>
          <w:rFonts w:hint="cs"/>
          <w:rtl/>
        </w:rPr>
        <w:lastRenderedPageBreak/>
        <w:t>[ الحسين وأصحابه ليلة عاشوراء ]</w:t>
      </w:r>
      <w:bookmarkEnd w:id="161"/>
      <w:r>
        <w:rPr>
          <w:rFonts w:hint="cs"/>
          <w:rtl/>
        </w:rPr>
        <w:t xml:space="preserve"> </w:t>
      </w:r>
      <w:bookmarkEnd w:id="162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لمّا أمسى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قاموا اللّيل كلّه يصلّون ويستغفرون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ويدعون ويتضرّعون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قال الضحّاك بن عبد الله المشرقي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الذي نجا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فمرّت ] بنا خيل لهم تحرسنا وإنّ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يقرأ</w:t>
      </w:r>
      <w:r w:rsidR="00891061">
        <w:rPr>
          <w:rFonts w:hint="cs"/>
          <w:rtl/>
        </w:rPr>
        <w:t>:</w:t>
      </w:r>
      <w:r w:rsidRPr="00605002">
        <w:rPr>
          <w:rStyle w:val="libAieChar"/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605002">
        <w:rPr>
          <w:rStyle w:val="libAieChar"/>
          <w:rFonts w:hint="cs"/>
          <w:rtl/>
        </w:rPr>
        <w:t xml:space="preserve"> وَلاَ يَحْسَبَنّ الّذِينَ كَفَرُوا إنّما نُمْلِي لَهُمْ خَيْرٌ لأَنْفُسِهِمْ إنّما نُمْلِي لَهُمْ لِيَزْدَادُوا ثماً وَلَهُمْ عَذَابٌ مُهِينٌ * مَا كَانَ اللّهُ لِيَذَرَ المؤمنين عَلَى‏ مَا أنتم عَلَيْهِ حَتّى‏ يَمِيزَ الْخَبِيثَ مِنَ الطّيّبِ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فسمعها رجل من تلك الخيل التي كانت تحرسنا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نحن وربّ الكعبة الطيّبون مُيّزنا منكم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فعرفته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 لبُرير بن حُضير [ الهمداني ]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أتدري مَن هذا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أبو حرب السّبيعي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سورة آل عمران / 178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179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605002">
        <w:rPr>
          <w:rFonts w:hint="cs"/>
          <w:rtl/>
        </w:rPr>
        <w:t xml:space="preserve"> والمشهور المذكور في الإرشاد / 233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وسائر الكتب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خضير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سيّد القرّاء بالكوفة 5 / 431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عابداً ناسكاً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وهذا أوّل ذكره في أخبار كربلاء ولمْ يُذكر كيف التحق بالإمام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وهو أوّل مَن قام للمبارزة في أوّل القتال فاجلسه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5 / 429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وهو القائل لعبد الرحمن بن عبد ربّه الأنصاري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لقد علم قومي إنّى ما أحببت الباطل شاباً ولا كهلاً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ولكن والله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إنّى لمستبشر بما نحن لاقون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إنّ بيننا وبين الحور العين إلاّ أنْ يميل علينا هؤلاء بأسيافهم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ولوددت أنّهم قد مالوا علينا 5 / 423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وكان يقول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إنّ عثمان بن عفّان كان على نفسه مسرفاً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وإنّ معاوية بن أبي سفيان ضال مضلّ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وإنّ إمام الهدى والحقّ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وباهل رجلاً من عسكر عمر بن سعد يُدعى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يزيد بن معقل على حقانيّة هذه المعنى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ودعا أنْ يُقتل المحقّ منهما المبطل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ثمّ بارزه فقتله 5 / 431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[ الهمداني ] عبد الله بن شهر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مضحاكاً بطّالاً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شريفاً شجاعاً فاتكاً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سعيد بن قيس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ربّما حبسه في جناية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بُرير بن حُضير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فاسق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أنت يجعلك الله في الطيّبين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[ أبو حرب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مَن أنت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بُرير بن حُضير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أبو حرب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إنّا 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عزّ عليّ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هلكت والله هلكت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يا بُرير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بُرير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أبا حرب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هل لك أنْ تتوب إلى الله من ذنوبك العظام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إنّا لنحن الطيّبون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ولكنّكم لأنتم الخبيثون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أبو حرب مستهزء اً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وأنا على ذلك من الشاهدين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قلت [ له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ويحك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أفلا ينفعك معرفتك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أبو حرب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جُعلت فداك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فمَن يُنادم يزيد بن عذرة العنزيّ [ و ] ها هو ذا معي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بُرير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قبّح الله رأيك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على كلّ حال أنت سفيه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انصرف عنّا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كان سعيد بن قيس الهمداني على همذان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فعزله سعيد بن العاص الأشرق و إلى الكوفة وجعله على الرّي سنة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33 هـ</w:t>
      </w:r>
      <w:r w:rsidR="0004730E">
        <w:rPr>
          <w:rFonts w:hint="cs"/>
          <w:rtl/>
        </w:rPr>
        <w:t>)</w:t>
      </w:r>
      <w:r w:rsidRPr="00301744">
        <w:rPr>
          <w:rFonts w:hint="cs"/>
          <w:rtl/>
        </w:rPr>
        <w:t xml:space="preserve"> 5 / 330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وبعثه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مع شبث بن ربعي وبشير بن عمرو إلى معاوية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قبل القتال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يدعونه إلى الطاعة والجماعة 4 / 573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 يُقاتل مع علي بصفّين 4 / 574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 من أوّل النّاس في إجابة أمير المؤمنين إلى ما يُريد 5 / 79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وسرّحه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في إثر غارة سفيان بن عوف على الأنبار والهيت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فخرج في طلبهم حتّى جاز هيت فلمْ يلحقهم 5 / 134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ثمّ لا نعثر له على ذكر ولا أثر في التاريخ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فلعلّ حبسه لأبي حرب السّبيعي كان يوم عمله على همدان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أو الرّي على عهد عثمان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5 / 421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عن عبد الله بن عاصم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الضحاك بن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عبد الله المشرقي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63" w:name="_Toc372371003"/>
      <w:bookmarkStart w:id="164" w:name="48"/>
      <w:r>
        <w:rPr>
          <w:rFonts w:hint="cs"/>
          <w:rtl/>
        </w:rPr>
        <w:lastRenderedPageBreak/>
        <w:t>[ صبيحة يوم عاشوراء ]</w:t>
      </w:r>
      <w:bookmarkEnd w:id="163"/>
      <w:r>
        <w:rPr>
          <w:rFonts w:hint="cs"/>
          <w:rtl/>
        </w:rPr>
        <w:t xml:space="preserve"> </w:t>
      </w:r>
      <w:bookmarkEnd w:id="164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كان يوم عاشوراء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يوم السّبت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صلّى عمر بن سعد [ صلاة ] الغداة [ و ] خرج فيمَن معه من النّاس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كان على ربع أهل المدينة يومئذ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بن زهير الأزدي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وعلى ربع مذحج وأسد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الرحمن بن أبي سبرة الجُعفي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وعلى ربع ربيعة وكندة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قيس بن الأشعث بن قيس [ الكندي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وعلى ربع تميم وهمدان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الحرّ بن يزيد الرياحي [ التميمي اليربوعي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وجعل عمر على ميمنته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عمرو بن الحجّاج الزبيديّ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وعلى ميسرته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شمر بن ذي الجوشن الضبّاب [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ي ] الكلاب[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وعلى الخيل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عزرة بن قيس الأحمسيّ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وعلى الرّجال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شبث بن ربعيّ الرياحي [ التميمي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وأعطى الراية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ذويداً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مولاه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5 / 421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422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عن عبد الله بن عاصم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الضحاك بن عبد الله المشرقي</w:t>
      </w:r>
      <w:r w:rsidR="00CA2C7E">
        <w:rPr>
          <w:rFonts w:hint="cs"/>
          <w:rtl/>
        </w:rPr>
        <w:t xml:space="preserve"> ...</w:t>
      </w:r>
      <w:r w:rsidRPr="00301744">
        <w:rPr>
          <w:rFonts w:hint="cs"/>
          <w:rtl/>
        </w:rPr>
        <w:t xml:space="preserve"> والإرشاد / 233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عن الضحاك بن عبد الله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كان على ميمنة عدي بن وتاد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أمير الرّي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للحجاج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في حربه مع مطرّف بن المغيرة بن شعبة بأصبهان 6 / 296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وآخر عهدنا به في الطبري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أنّه كان في حرس السّغد سنة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102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فأصابته جراحة كثيرة حتّى أصبح كأنّه قنفذ من النّشاب 6 / 613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ولا ذكر له قبل كربلاء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(3) كان ممّن كُتبت شهادته على حجر بن عدي الكندي سنة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51 هـ</w:t>
      </w:r>
      <w:r w:rsidR="0004730E">
        <w:rPr>
          <w:rFonts w:hint="cs"/>
          <w:rtl/>
        </w:rPr>
        <w:t>)</w:t>
      </w:r>
      <w:r w:rsidRPr="00301744">
        <w:rPr>
          <w:rFonts w:hint="cs"/>
          <w:rtl/>
        </w:rPr>
        <w:t xml:space="preserve"> 5 / 270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 على الرجّالة من مذحج وأسد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وحرّضه شمر على ذبح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فأبى وسبّه 5 / 450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(4) حدّثني فضيل بن فديج الكنديّ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محمّد بن بشر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عمرو الحضرمي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422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[ و ] لمّا صبّحت الخيل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رفع الحسين يديه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اللهمّ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أنت ثقتي في كلّ كرب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ورجائي في كلّ شدّة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وأنت لي في كلّ أمر نزل بي ثقة وعدّة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كم من همّ يضعّف فيه الفؤاد وتقلّ فيه الحيلة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ويخذل فيه الصديق ويشمت فيه العدوّ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أنزلته بك وشكوته إليك رغبة منّي عمّن سواك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ففرّجته وكشفته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فأنت وليّ كلّ نعمة وصاحب كلّ حسنة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ومنتهى كلّ رغبة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وقال الضحّاك بن عبد الله المشرقي الهمداني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الذي نجا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لمّا أقبلوا نحونا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فنظروا إلى النّار تضطرم في الحطب والقصب الذي كنّا ألهبنا فيه النّار من ورائنا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لئلا يأتونا من خلفنا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أقبل إلينا منهم رجل يركب [ فرسه وهو ] كامل الأداة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يكلّمنا حتّى مرّ على أبياتنا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فنظر إلى أبياتنا فإذا هو لا يرى إلاّ حطباً تلتهب النّار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فرجع [ و ] نادى بأعلى صوته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استعجلت النّار في الدنيا قبل يوم القيامة</w:t>
      </w:r>
      <w:r w:rsidR="00891061">
        <w:rPr>
          <w:rFonts w:hint="cs"/>
          <w:rtl/>
        </w:rPr>
        <w:t>!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مَن هذا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كأنّه شمر بن ذي الجوشن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أصلحك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هو هو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يابن راعية المعزى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أنت أولى بها صليّاً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مسلم بن عوسجة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جُعلت فداك ألاَ أرميه بسهم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فإنّه قد أمكنني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يسقط سهم [ منّي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فالفاسق من أعظم الجبّارين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لا ترمه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فإنّي أكره أنْ أبدأهم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D06A87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عن بعض أصحابه عن أبي خالد الكأهلي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423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233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فروى عن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وأبو خالد الكأهلي من أصحابه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فهو يروي الخبر عنه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وإنْ لمْ ينصّ عليه في الطبري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فحدّثني عبد الله بن عاصم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حدّثني الضحّاك المشرقي 5 423 والإرشاد 234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65" w:name="_Toc372371004"/>
      <w:r>
        <w:rPr>
          <w:rFonts w:hint="cs"/>
          <w:rtl/>
        </w:rPr>
        <w:lastRenderedPageBreak/>
        <w:t xml:space="preserve">[ خطبة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الأولى ]</w:t>
      </w:r>
      <w:bookmarkEnd w:id="165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t>[</w:t>
      </w:r>
      <w:r>
        <w:rPr>
          <w:rFonts w:hint="cs"/>
          <w:rtl/>
        </w:rPr>
        <w:t xml:space="preserve"> و ] لمّا دنا منه القوم [ دع ] براحلته فركبها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نادى بأعلى صوته يسمع جلّ النّاس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891061" w:rsidP="00477F4F">
      <w:pPr>
        <w:pStyle w:val="libNormal"/>
        <w:rPr>
          <w:rtl/>
        </w:rPr>
      </w:pPr>
      <w:r>
        <w:rPr>
          <w:rStyle w:val="libBold2Char"/>
          <w:rFonts w:hint="cs"/>
          <w:rtl/>
        </w:rPr>
        <w:t>«</w:t>
      </w:r>
      <w:r w:rsidR="00477F4F" w:rsidRPr="007745E6">
        <w:rPr>
          <w:rStyle w:val="libBold2Char"/>
          <w:rFonts w:hint="cs"/>
          <w:rtl/>
        </w:rPr>
        <w:t xml:space="preserve"> أيّها النّاس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اسمعوا قولي ولا تعجلوني حتّى أعظكم بما [ يـ ]</w:t>
      </w:r>
      <w:r w:rsidR="005D2685">
        <w:rPr>
          <w:rStyle w:val="libBold2Char"/>
          <w:rFonts w:hint="cs"/>
          <w:rtl/>
        </w:rPr>
        <w:t xml:space="preserve"> -</w:t>
      </w:r>
      <w:r w:rsidR="00477F4F" w:rsidRPr="007745E6">
        <w:rPr>
          <w:rStyle w:val="libBold2Char"/>
          <w:rFonts w:hint="cs"/>
          <w:rtl/>
        </w:rPr>
        <w:t>حقّ لكم عليّ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وحتّى اعتذر إليكم من مقدمي عليكم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فإنْ قبلتم عذري وصدّقتم قولي وأعطيتموني النّصف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كنتم بذلك أسعد ولمْ يكن لكم عليّ سبيل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وإنْ لمْ تقبلوا منّي العذر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ولمْ تعطوا النّصف من أنفسكم</w:t>
      </w:r>
      <w:r>
        <w:rPr>
          <w:rStyle w:val="libBold2Char"/>
          <w:rFonts w:hint="cs"/>
          <w:rtl/>
        </w:rPr>
        <w:t>:</w:t>
      </w:r>
      <w:r w:rsidR="00477F4F">
        <w:rPr>
          <w:rFonts w:hint="cs"/>
          <w:rtl/>
        </w:rPr>
        <w:t xml:space="preserve"> </w:t>
      </w:r>
      <w:r w:rsidR="00605002" w:rsidRPr="00891061">
        <w:rPr>
          <w:rStyle w:val="libAlaemChar"/>
          <w:rFonts w:hint="cs"/>
          <w:rtl/>
        </w:rPr>
        <w:t>(</w:t>
      </w:r>
      <w:r w:rsidR="00605002">
        <w:rPr>
          <w:rStyle w:val="libAieChar"/>
          <w:rFonts w:hint="cs"/>
          <w:rtl/>
        </w:rPr>
        <w:t xml:space="preserve"> </w:t>
      </w:r>
      <w:r w:rsidR="00477F4F" w:rsidRPr="00605002">
        <w:rPr>
          <w:rStyle w:val="libAieChar"/>
          <w:rFonts w:hint="cs"/>
          <w:rtl/>
        </w:rPr>
        <w:t>فَأَجْمِعُوا أَمْرَكُمْ وَشُرَكَاءَكُمْ ثمّ لاَ يَكُنْ أَمْرُكُمْ عَلَيْكُمْ غُمّةً ثمّ اقْضُوا إليّ وَلاَ تُنظِرُونِ</w:t>
      </w:r>
      <w:r w:rsidR="00477F4F" w:rsidRPr="00891061">
        <w:rPr>
          <w:rStyle w:val="libAlaemChar"/>
          <w:rFonts w:hint="cs"/>
          <w:rtl/>
        </w:rPr>
        <w:t>(</w:t>
      </w:r>
      <w:r w:rsidR="00477F4F" w:rsidRPr="00605002">
        <w:rPr>
          <w:rStyle w:val="libAieChar"/>
          <w:rFonts w:hint="cs"/>
          <w:rtl/>
        </w:rPr>
        <w:t>1</w:t>
      </w:r>
      <w:r w:rsidR="00477F4F" w:rsidRPr="00891061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>،</w:t>
      </w:r>
      <w:r w:rsidR="00477F4F" w:rsidRPr="00605002">
        <w:rPr>
          <w:rStyle w:val="libAieChar"/>
          <w:rFonts w:hint="cs"/>
          <w:rtl/>
        </w:rPr>
        <w:t xml:space="preserve"> إِنّ وَلِيّيَ اللّهُ الّذِي نَزّلَ الْكِتَابَ وَهُوَ يَتَوَلّى الصّالِحِينَ</w:t>
      </w:r>
      <w:r w:rsidR="00605002">
        <w:rPr>
          <w:rStyle w:val="libAieChar"/>
          <w:rFonts w:hint="cs"/>
          <w:rtl/>
        </w:rPr>
        <w:t xml:space="preserve"> </w:t>
      </w:r>
      <w:r w:rsidR="00605002" w:rsidRPr="00891061">
        <w:rPr>
          <w:rStyle w:val="libAlaemChar"/>
          <w:rFonts w:hint="cs"/>
          <w:rtl/>
        </w:rPr>
        <w:t>)</w:t>
      </w:r>
      <w:r w:rsidR="00477F4F" w:rsidRPr="007745E6">
        <w:rPr>
          <w:rStyle w:val="libBold2Char"/>
          <w:rFonts w:hint="cs"/>
          <w:rtl/>
        </w:rPr>
        <w:t xml:space="preserve"> </w:t>
      </w:r>
      <w:r>
        <w:rPr>
          <w:rStyle w:val="libBold2Char"/>
          <w:rFonts w:hint="cs"/>
          <w:rtl/>
        </w:rPr>
        <w:t>»</w:t>
      </w:r>
      <w:r w:rsidR="00477F4F" w:rsidRPr="00D06A87">
        <w:rPr>
          <w:rFonts w:hint="cs"/>
          <w:rtl/>
        </w:rPr>
        <w:t xml:space="preserve"> </w:t>
      </w:r>
      <w:r w:rsidR="00477F4F"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سمع أخواته كلامه هذا صحن وبكين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وبكى بناته [ و ] ارتفعت أصواتهنّ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فأرسل إليهنّ أخاه العبّاس بن علي وعليّاً ابنه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لهما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سكّتاهنّ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فلعمري ليكثرنّ بكاؤهنّ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سكتن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حمد الله وأثنى عليه وذكر الله بما هو أهله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وصلّى على محمّد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وعلى ملائكته وأنبيائه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قال الرأوي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سمعت متكلماً قط قبله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بعده أبلغ في منطق منه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أمّا بعد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فانسبوني فانظروا مَن أنا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ثمّ ارجعوا إلى أنفسكم وعاتبوها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فانظروا هل يحلّ لكم قتلي وانتهاك حرمتي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ألسّت ابن بنت نبيّكم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وابن وصيّه وابن عمّه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وأوّل المؤمنين بالله والمصدّق لرسوله بما جاء به من عند ربّه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أوليس حمزة سيّد الشهداء عمّ أبي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أوليس جعفر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الشهيد الطيّار ذو الجناحين عمّي</w:t>
      </w:r>
      <w:r w:rsidR="00891061">
        <w:rPr>
          <w:rStyle w:val="libBold2Char"/>
          <w:rFonts w:hint="cs"/>
          <w:rtl/>
        </w:rPr>
        <w:t>؟</w:t>
      </w:r>
      <w:r w:rsidR="00CA2C7E">
        <w:rPr>
          <w:rStyle w:val="libBold2Char"/>
          <w:rFonts w:hint="cs"/>
          <w:rtl/>
        </w:rPr>
        <w:t xml:space="preserve"> ...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سورة يونس / 71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سورة الأعراف / 196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أولمْ يبلغكم قول مستفيض فيكم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أنّ رسول الله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Pr="007745E6">
        <w:rPr>
          <w:rStyle w:val="libBold2Char"/>
          <w:rFonts w:hint="cs"/>
          <w:rtl/>
        </w:rPr>
        <w:t xml:space="preserve"> قال لي ولأخي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هذان سيّدا شباب أهل الجنّة</w:t>
      </w:r>
      <w:r w:rsidR="00891061">
        <w:rPr>
          <w:rStyle w:val="libBold2Char"/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فإنْ صدّقتموني بما أقول وهو الحقّ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ما تعمّدت كذباً مذ علمت أنّ الله يمقت عليه أهله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ويضرّ به من اختلقه</w:t>
      </w:r>
      <w:r w:rsidR="00CA2C7E">
        <w:rPr>
          <w:rStyle w:val="libBold2Char"/>
          <w:rFonts w:hint="cs"/>
          <w:rtl/>
        </w:rPr>
        <w:t xml:space="preserve"> ...</w:t>
      </w:r>
      <w:r w:rsidRPr="007745E6">
        <w:rPr>
          <w:rStyle w:val="libBold2Char"/>
          <w:rFonts w:hint="cs"/>
          <w:rtl/>
        </w:rPr>
        <w:t xml:space="preserve"> وإنْ كذّبتموني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فإنّ فيكم مَن إنْ سألتموه عن ذلك أخبركم</w:t>
      </w:r>
      <w:r w:rsidR="00891061">
        <w:rPr>
          <w:rStyle w:val="libBold2Char"/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سلوا جابر بن عبد الله الأنصاري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أو أبا سعيد الخدري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أو سهل بن سعد السّعدي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أو زيد بن أرقم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أو أنس بن مالك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(1) امتنع عن البيعة لمعاوية على يد بسر بن أرطاة سنة أربعين قبل مقتل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هذه بيعة ضلالة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حتّى اضطره إليها بسر فبايعه خوف نفسه 5 / 139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وفي سنة خمسين حين حجّ معاوية وأراد نقل منبر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301744">
        <w:rPr>
          <w:rFonts w:hint="cs"/>
          <w:rtl/>
        </w:rPr>
        <w:t xml:space="preserve"> وعصاه من المدينة إلى الشام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منعه جابر فامتنع 5 / 239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وفي سنة أربع وسبعين إذ دخل الحجّاج المدينة من قبل عبد الملك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استخفّ فيها بأصحاب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301744">
        <w:rPr>
          <w:rFonts w:hint="cs"/>
          <w:rtl/>
        </w:rPr>
        <w:t xml:space="preserve"> فختم في أعناقهم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منهم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جابر بن عبد الله الأنصاري 6 / 195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605002">
        <w:rPr>
          <w:rFonts w:hint="cs"/>
          <w:rtl/>
        </w:rPr>
        <w:t xml:space="preserve"> ردّه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605002">
        <w:rPr>
          <w:rFonts w:hint="cs"/>
          <w:rtl/>
        </w:rPr>
        <w:t xml:space="preserve"> حين استعرض أصحابه لأُحد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لصغره 2 / 505</w:t>
      </w:r>
      <w:r w:rsidR="00891061">
        <w:rPr>
          <w:rFonts w:hint="cs"/>
          <w:rtl/>
        </w:rPr>
        <w:t>.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 xml:space="preserve">وكان يروي الحديث عن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605002">
        <w:rPr>
          <w:rFonts w:hint="cs"/>
          <w:rtl/>
        </w:rPr>
        <w:t xml:space="preserve"> في فضل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3 / 149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ولكنّه كان من الممتنعين عن بيعة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بعد مقتل عثمان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وكان عثمانيّاً 4 / 430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(3) كان يروي الحديث عن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301744">
        <w:rPr>
          <w:rFonts w:hint="cs"/>
          <w:rtl/>
        </w:rPr>
        <w:t xml:space="preserve"> في فضل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3 / 409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 عائشة أمرت بقتل عثمان بن حنيف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ثمّ بحبسه 4 / 468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ويروي أخبار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4 / 547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وفي سنة أربع وسبعين حين دخل الحجّاج المدينة من قبل عبد الملك استخفّ بأصحاب رسول الله فختم أعناقهم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منهم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سهل بن سعد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واتّهمهم بخذلان عثمان 6 / 195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(4) كان يروي فضل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2 / 310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 الذي أخبر رسول الله </w:t>
      </w:r>
      <w:r w:rsidR="0004730E">
        <w:rPr>
          <w:rFonts w:hint="cs"/>
          <w:rtl/>
        </w:rPr>
        <w:t>(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04730E">
        <w:rPr>
          <w:rFonts w:hint="cs"/>
          <w:rtl/>
        </w:rPr>
        <w:t>)</w:t>
      </w:r>
      <w:r w:rsidRPr="00301744">
        <w:rPr>
          <w:rFonts w:hint="cs"/>
          <w:rtl/>
        </w:rPr>
        <w:t xml:space="preserve"> بمقالة عبد الله بن أبي بن سلول المنافق 2 / 605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 الذي اعترض على ابن زياد ونهاه عن ضرب شفتي أبي عبد الله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456 توفي سنة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68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كما في الأعلامَ 4 / 188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(5)</w:t>
      </w:r>
      <w:r w:rsidRPr="00605002">
        <w:rPr>
          <w:rFonts w:hint="cs"/>
          <w:rtl/>
        </w:rPr>
        <w:t xml:space="preserve"> لمّا ولّى عمر أبا موسى الأشعري البصرة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17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استعان بأنس بن مالك 4 / 71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واشترك في فتح تُستر 4 / 86</w:t>
      </w:r>
      <w:r w:rsidR="00891061">
        <w:rPr>
          <w:rFonts w:hint="cs"/>
          <w:rtl/>
        </w:rPr>
        <w:t>.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 xml:space="preserve">وكان ممّن حرّض النّاس بالبصرة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35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لنصرة عثمان 4 / 352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ممّن استعان بهم زياد بن أبيه بالبصرة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45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5/ 224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يوم عاشوراء بالبصرة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بعد مقتل ابن زياد أمّره ابن الزبير على البصرة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فصلّى بالنّاس أربعين يوماً 5 / 528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فلمّا وُلّي الحجّاج المدينة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لعبد الملك واستخفّ أصحاب رسول الله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فختم في أعناقهم</w:t>
      </w:r>
      <w:r w:rsidR="00891061">
        <w:rPr>
          <w:rFonts w:hint="cs"/>
          <w:rtl/>
        </w:rPr>
        <w:t>؛</w:t>
      </w:r>
      <w:r w:rsidRPr="00605002">
        <w:rPr>
          <w:rFonts w:hint="cs"/>
          <w:rtl/>
        </w:rPr>
        <w:t xml:space="preserve"> ختم في عنق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أنس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يُريد أنْ يُذلّه بذلك انتقاماً لتولّيه لابن الزبير 6 / 195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 xml:space="preserve">يخبروكم أنّهم سمعوا هذه المقالة من رسول الله </w:t>
      </w:r>
      <w:r w:rsidR="0004730E">
        <w:rPr>
          <w:rStyle w:val="libBold2Char"/>
          <w:rFonts w:hint="cs"/>
          <w:rtl/>
        </w:rPr>
        <w:t>(</w:t>
      </w:r>
      <w:r w:rsidRPr="007745E6">
        <w:rPr>
          <w:rStyle w:val="libBold2Char"/>
          <w:rFonts w:hint="cs"/>
          <w:rtl/>
        </w:rPr>
        <w:t>صلّى الله عليه [ وآله ]</w:t>
      </w:r>
      <w:r w:rsidR="0004730E">
        <w:rPr>
          <w:rStyle w:val="libBold2Char"/>
          <w:rFonts w:hint="cs"/>
          <w:rtl/>
        </w:rPr>
        <w:t>)</w:t>
      </w:r>
      <w:r w:rsidRPr="007745E6">
        <w:rPr>
          <w:rStyle w:val="libBold2Char"/>
          <w:rFonts w:hint="cs"/>
          <w:rtl/>
        </w:rPr>
        <w:t xml:space="preserve"> لي ولأخي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أفما في هذا حاجز لكم عن سفك دمي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شمر بن ذي الجوشن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يعبد الله على حرف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إنْ كان يدري ما يقول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حبيب بن مظاهر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لأراك تعبد الله على سبعين حرفاً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وأنا أشهد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أنّك صادق ما تدري ما يقول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طبع الله على قلبك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قال لهم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فإنْ كنتم في شكّ من هذا القول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أفتشكون أثراً بعد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أمَا إنّي ابن بنت نبيّكم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فوالله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ما بين المشرق والمغرب ابن بنت نبيّ غيري منكم ولا من غيركم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أنا ابن بنت نبيّكم خاصّة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أخبروني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أتطلبوني بقتيل منكم قتلته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أو مال استهلكته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أو بقصاص من جراحة</w:t>
      </w:r>
      <w:r w:rsidR="00891061">
        <w:rPr>
          <w:rStyle w:val="libBold2Char"/>
          <w:rFonts w:hint="cs"/>
          <w:rtl/>
        </w:rPr>
        <w:t>؟</w:t>
      </w:r>
      <w:r w:rsidR="007745E6" w:rsidRPr="007745E6">
        <w:rPr>
          <w:rStyle w:val="libBold2Char"/>
          <w:rFonts w:hint="cs"/>
          <w:rtl/>
        </w:rPr>
        <w:t xml:space="preserve"> - </w:t>
      </w:r>
      <w:r>
        <w:rPr>
          <w:rFonts w:hint="cs"/>
          <w:rtl/>
        </w:rPr>
        <w:t>فأخذوا لا يكلّمونه</w:t>
      </w:r>
      <w:r w:rsidR="00CA2C7E">
        <w:rPr>
          <w:rFonts w:hint="cs"/>
          <w:rtl/>
        </w:rPr>
        <w:t xml:space="preserve"> ...</w:t>
      </w:r>
      <w:r w:rsidR="007745E6">
        <w:rPr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فنادى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يا شبث بن ربعي ويا حجّار بن أبجر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ويا قيس بن الأشعث ويا يزيد بن الحرّث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ألمْ تكتبوا إليّ أنْ قد أينعت الثمار واخضرّ الجناب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وطمّت الجمام</w:t>
      </w:r>
      <w:r w:rsidRPr="007745E6">
        <w:rPr>
          <w:rStyle w:val="libFootnotenumChar"/>
          <w:rFonts w:hint="cs"/>
          <w:rtl/>
        </w:rPr>
        <w:t>(2)</w:t>
      </w:r>
      <w:r w:rsidRPr="00D06A87"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وإنّما تقدم على جند لك مجنّد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فأقبل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قالوا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لمْ نفعل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ورواه السّبط 252/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وعلى حرف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على طرف من الإيمان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لا صلبه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الجمام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جمع جمّة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المكان الذي يجتمع فيه الماء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وطمّ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امتلأ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وقد مضت ترجمة هؤلاء فيمَن كتب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من أهل الكوفة من المنافقين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(3) وقال سبط ابن الجوزي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أنّهم قالوا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ما ندري ما تقول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 الحرّ بن يزيد اليربوعي من ساداتهم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بلى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لقد كاتبناك ونحن الذين أقدمناك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فأبعد الله الباطل وأهله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لا أختار الدنيا على الآخرة / 251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سبحان الله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بلى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لقد فعلتم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أيّها النّاس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إذا كرهتموني فدعوني انصرف عنكم إلى مأمني من الأرض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قيس بين الأشعث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أوَلا تنزل على حكم بني عمّك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فإنّهم لن يروك إلاّ ما تحبّ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ولن يصل إليك منهم مكروه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أنت أخو أخيك </w:t>
      </w:r>
      <w:r>
        <w:rPr>
          <w:rFonts w:hint="cs"/>
          <w:rtl/>
        </w:rPr>
        <w:t>[ محمّد بن الأشعث ]</w:t>
      </w:r>
      <w:r w:rsidRPr="007745E6">
        <w:rPr>
          <w:rStyle w:val="libBold2Char"/>
          <w:rFonts w:hint="cs"/>
          <w:rtl/>
        </w:rPr>
        <w:t xml:space="preserve"> أتريد أنْ يطلبك بنو هاشم بأكثر من دم مسلم بن عقيل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لا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لا أعطيهم بيدي إعطاء الذليل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ولا أقرّ إقرار العبيد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عباد الله</w:t>
      </w:r>
      <w:r w:rsidR="00891061">
        <w:rPr>
          <w:rStyle w:val="libBold2Char"/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605002" w:rsidRPr="00891061">
        <w:rPr>
          <w:rStyle w:val="libAlaemChar"/>
          <w:rFonts w:hint="cs"/>
          <w:rtl/>
        </w:rPr>
        <w:t>(</w:t>
      </w:r>
      <w:r w:rsidR="00605002">
        <w:rPr>
          <w:rStyle w:val="libAieChar"/>
          <w:rFonts w:hint="cs"/>
          <w:rtl/>
        </w:rPr>
        <w:t xml:space="preserve"> </w:t>
      </w:r>
      <w:r w:rsidRPr="00605002">
        <w:rPr>
          <w:rStyle w:val="libAieChar"/>
          <w:rFonts w:hint="cs"/>
          <w:rtl/>
        </w:rPr>
        <w:t xml:space="preserve">وَإِنّي عُذْتُ بِرَبّي وَرَبّكُمْ أَن تَرْجُمُونِ </w:t>
      </w:r>
      <w:r w:rsidRPr="00891061">
        <w:rPr>
          <w:rStyle w:val="libAlaemChar"/>
          <w:rFonts w:hint="cs"/>
          <w:rtl/>
        </w:rPr>
        <w:t>(</w:t>
      </w:r>
      <w:r w:rsidRPr="00605002">
        <w:rPr>
          <w:rStyle w:val="libAieChar"/>
          <w:rFonts w:hint="cs"/>
          <w:rtl/>
        </w:rPr>
        <w:t>2</w:t>
      </w:r>
      <w:r w:rsidRPr="00891061">
        <w:rPr>
          <w:rStyle w:val="libAlaemChar"/>
          <w:rFonts w:hint="cs"/>
          <w:rtl/>
        </w:rPr>
        <w:t>)</w:t>
      </w:r>
      <w:r w:rsidRPr="00605002">
        <w:rPr>
          <w:rStyle w:val="libAieChar"/>
          <w:rFonts w:hint="cs"/>
          <w:rtl/>
        </w:rPr>
        <w:t xml:space="preserve"> * أعُوذُ بِرَبّي وَرَبّكُم مِن كلّ مُتَكَبّرٍ لاَ يُؤْمِنُ بِيَوْمِ الْحِسَابِ</w:t>
      </w:r>
      <w:r w:rsidR="00605002">
        <w:rPr>
          <w:rStyle w:val="libAieChar"/>
          <w:rFonts w:hint="cs"/>
          <w:rtl/>
        </w:rPr>
        <w:t xml:space="preserve"> </w:t>
      </w:r>
      <w:r w:rsidR="00605002" w:rsidRPr="00891061">
        <w:rPr>
          <w:rStyle w:val="libAlaemChar"/>
          <w:rFonts w:hint="cs"/>
          <w:rtl/>
        </w:rPr>
        <w:t>)</w:t>
      </w:r>
      <w:r w:rsidRPr="00605002">
        <w:rPr>
          <w:rStyle w:val="libAie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[ رجع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أناخ راحلته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وأمر عقبة بن سمعان فعقلها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2"/>
        <w:rPr>
          <w:rtl/>
        </w:rPr>
      </w:pPr>
      <w:bookmarkStart w:id="166" w:name="_Toc372371005"/>
      <w:r>
        <w:rPr>
          <w:rFonts w:hint="cs"/>
          <w:rtl/>
        </w:rPr>
        <w:t>[ خطبة زهير بن القين ]</w:t>
      </w:r>
      <w:bookmarkEnd w:id="16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ثمّ ] خرج زهير بن القين على فرس ذنوب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شاك في السّلاح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2685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605002">
        <w:rPr>
          <w:rFonts w:hint="cs"/>
          <w:rtl/>
        </w:rPr>
        <w:t xml:space="preserve"> ورواه المفيد في الإرشاد / 235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وبعده ابن نما في مثير الأحزان / 26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ولا أفرّ فرار العبيد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ورحّجه المقرّم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280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والنّسب بجواب ابن الأشعث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الإقرار لا الفرار؛ فإنّ ابن الأشعث لمْ يعرض عليه الفرار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بل الإقرار</w:t>
      </w:r>
      <w:r w:rsidR="00891061">
        <w:rPr>
          <w:rFonts w:hint="cs"/>
          <w:rtl/>
        </w:rPr>
        <w:t>.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 xml:space="preserve">واستشهد له المقرّم بكلام الإمام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في مصقلة بن هبيرة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وفرّ فرار العبد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ولكن فعل مصقلة لا يناسب حال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هنا كما هو واضح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فراجع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سورة الدخان / 20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(3) سورة المؤمن / 27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(4) 5 / 423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426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قال أبو مِخْنف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فحدثنى عبد الله بن عاصم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حدثنى الضحاك المشرقى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(5) الذنوب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الفرس الذي شعر ذنبه وافر كثير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يا أهل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نذار لكم من عذاب الله نذار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حقاً على المسلم نصيحة أخيه المسلم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ونحن حتّى الآن أخوة وعلى دين واحد وملّة واحدة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لمْ يقع بيننا وبيكم السّيف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وأنتم للنصحية منّا أهل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وقع السّيف انقطعت العصمة وكنّا اُمّة وأنتم اُمّة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إنّ الله قد ابتلانا وإيّاكم بذرّيّة نبيّه محمّد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لينظر ما نحن وأنتم عاملون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إنّا ندعوكم إلى نصرهم وخذلان الطاغية عبيد الله بن زياد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فإنّكم لا تدركون منهما إلاّ بسوء عمر سلطانهما كلّه ليسملان أعينكم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ويقطّعان أيديكم وأرجلكم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ويمثّلان بكم ويرفعانكم على جذوع النّخل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ويقتّلان أماثلكم وقرّاءكم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أمثال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حجر بن عديّ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وأصحابه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وهانئ بن عروة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وأشباهه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فسبوّه وأثنوا على عبيد الله بن زياد ودعوا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نبرح حتّى نقتل صاحبك ومَن 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نبعث به وبأصحابه إلى الأمير عبيد الله سلماً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عباد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ولد فاطمة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رضوان الله عليها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أحقّ بالودّ والنّصر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605002">
        <w:rPr>
          <w:rFonts w:hint="cs"/>
          <w:rtl/>
        </w:rPr>
        <w:t xml:space="preserve"> كان من إمداد حرب القادسيّة من أهل اليمن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16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4 / 27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من أوّل مَن أجاب عليّاً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لنصرته في حرب البصرة من الكوفة 4 / 485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هو من قبلُ من الثائرين على عثمان 4 / 488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على سبع مذحج والأشعريّين من أهل اليمن بالكوفة 4 / 500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بصفّين يخرج للقتال 4 / 574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وكان ممّن شهد على صحيفة الموادعة لتحكيم الحكمين في صفّين 5 / 54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وكان على ميمنة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في وقعة النّهروان مع الخوارج 5 / 85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وأخرجه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سنة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39 هـ</w:t>
      </w:r>
      <w:r w:rsidR="0004730E">
        <w:rPr>
          <w:rFonts w:hint="cs"/>
          <w:rtl/>
        </w:rPr>
        <w:t>)</w:t>
      </w:r>
      <w:r w:rsidRPr="00605002">
        <w:rPr>
          <w:rFonts w:hint="cs"/>
          <w:rtl/>
        </w:rPr>
        <w:t xml:space="preserve"> على أربعة الآف رجل من الكوفة لمقابلة غارة الضحّاك بن قيس في ثلاثة الآف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فلحقه بـ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تدمر) في حدود الشام فقتل منهم عشرين رجلاً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وحال اللّيل فهرب الضحّاك ورجع حجر 5 / 135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ولمّا دخل معاوية الكوفة عام الجماعة وولّى عليهما المغيرة بن شعبة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وكان المغيرة يسبّ عليّاً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كان حجر يردّ عليه ردّاً شديداً حتّى مات المغيرة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فولّى عليها معاوية زياد بن أبيه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فعاد حجر إلى ما كان عليه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فأخذه زياد وبعث به إلى معاوية فقتله 5 / 270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(2) مضت ترجمته في أوّل أمر مسلم بن عقيل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من ابن سميّة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فانْ لمْ تنصروهم فأعيذكم بالله أنْ تقتلوهم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فخلّوا بين الرجل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605002">
        <w:rPr>
          <w:rFonts w:hint="cs"/>
          <w:rtl/>
        </w:rPr>
        <w:t xml:space="preserve"> سميّة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هي اُمه الزانية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كانت من ذوات الأعلامَ بالجأهلية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فزنى بها ستّة من قريش فولدت زياداً فتنازعوا عليه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فلمْ يُعرف أبوه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فكان يُدعى بزياد بن أبيه أو زياد بن عبيد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أو زياد بن سميّة حتّى استلحقه معاوية بأبيه أبي سفيان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فقِيل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زياد بن أبي سفيان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فلما ولاّه معاوية الكوفة وأخذ حجراً واستشهد عليه الشهود ورأى فيهم اسم شدّاد بن بزيعة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ما لهذا أب يُنسب إليه</w:t>
      </w:r>
      <w:r w:rsidR="00891061">
        <w:rPr>
          <w:rFonts w:hint="cs"/>
          <w:rtl/>
        </w:rPr>
        <w:t>؟</w:t>
      </w:r>
      <w:r w:rsidRPr="00605002">
        <w:rPr>
          <w:rFonts w:hint="cs"/>
          <w:rtl/>
        </w:rPr>
        <w:t xml:space="preserve"> ألقوا هذا من الشهود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فقِيل له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أنّه أخو الحصين وهو ابن المنذر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فانسبوه إلى أبيه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فكُتب ونُسب إلى أبيه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فبلغت هذه الكلمة شدّاداً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ويلي على ابن الزانية</w:t>
      </w:r>
      <w:r w:rsidR="00891061">
        <w:rPr>
          <w:rFonts w:hint="cs"/>
          <w:rtl/>
        </w:rPr>
        <w:t>!</w:t>
      </w:r>
      <w:r w:rsidRPr="00605002">
        <w:rPr>
          <w:rFonts w:hint="cs"/>
          <w:rtl/>
        </w:rPr>
        <w:t xml:space="preserve"> أو ليست اُمّه أعرف من أبيه</w:t>
      </w:r>
      <w:r w:rsidR="00891061">
        <w:rPr>
          <w:rFonts w:hint="cs"/>
          <w:rtl/>
        </w:rPr>
        <w:t>؟</w:t>
      </w:r>
      <w:r w:rsidRPr="00605002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ما كان يُنسب إلاّ إلى اُمّه سميّة 5 / 270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وكان يزيد بن مفرّغ الحميري مع عبّاد بن زياد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أخي عبيد الله في حروب سجستان فأصابهم ضيق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فهجا ابن المفرّغ عبّاداً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إذا أودى معاوية بن حرب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فبشر سعب قعبك بانصداع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فاشهد ان اُمّك لم تباشر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أبا سفيان واضعة القناع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ولكن كان أمراً فيه لبس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على وجل شديد وارتياع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605002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>وقال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إلاّ أبلغ معاوية بن حرب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مغلغلة من الرجل اليمنّي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أتغضب أن يُقال أبوك عفّ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وترضى ان يُقال أبوك زانى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فاشهد أن رحمك من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Footnote"/>
            </w:pPr>
            <w:r>
              <w:rPr>
                <w:rFonts w:hint="cs"/>
                <w:rtl/>
              </w:rPr>
              <w:t>كرحم الفيل من ولد الأتان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وقدم رجل من آل زياد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يُقال له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الصغدي بن سلم بن حرب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على المهدي العبّاسي وهو ينظر المظالم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مَن أنت</w:t>
      </w:r>
      <w:r w:rsidR="00891061">
        <w:rPr>
          <w:rFonts w:hint="cs"/>
          <w:rtl/>
        </w:rPr>
        <w:t>؟</w:t>
      </w:r>
      <w:r w:rsidRPr="00605002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ابن عمّك. 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أيّ ابن عميّ أنت</w:t>
      </w:r>
      <w:r w:rsidR="00891061">
        <w:rPr>
          <w:rFonts w:hint="cs"/>
          <w:rtl/>
        </w:rPr>
        <w:t>؟</w:t>
      </w:r>
      <w:r w:rsidRPr="00605002">
        <w:rPr>
          <w:rFonts w:hint="cs"/>
          <w:rtl/>
        </w:rPr>
        <w:t xml:space="preserve"> فانتسب إلى زياد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فقال له المهديّ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يابن سميّة الزانية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متى كنت ابن عميّ</w:t>
      </w:r>
      <w:r w:rsidR="00891061">
        <w:rPr>
          <w:rFonts w:hint="cs"/>
          <w:rtl/>
        </w:rPr>
        <w:t>؟</w:t>
      </w:r>
      <w:r w:rsidRPr="00605002">
        <w:rPr>
          <w:rFonts w:hint="cs"/>
          <w:rtl/>
        </w:rPr>
        <w:t xml:space="preserve"> وأمر به فوجئ عنقه وأُخرج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ثمّ التفت المهدي إلى مَن حضر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مَن عنده علم من آل زياد</w:t>
      </w:r>
      <w:r w:rsidR="00891061">
        <w:rPr>
          <w:rFonts w:hint="cs"/>
          <w:rtl/>
        </w:rPr>
        <w:t>؟</w:t>
      </w:r>
      <w:r w:rsidRPr="00605002">
        <w:rPr>
          <w:rFonts w:hint="cs"/>
          <w:rtl/>
        </w:rPr>
        <w:t xml:space="preserve"> فلمْ يكن عند أحد منهم شيء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فلحق منهم رجل يُدعى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عيسى بن موسى أو موسى بن عيسى بأبي علي سليمان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فسأله أنْ يكتب له كلّ ما يُحدّث به في زياد وآل زياد حتّى يذهب به إلى المهدي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فكتبه وبعث به إليه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وكان هارون الرشيد إذ ذاك والي البصرة من قبل المهدي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فأمر المهدي بالكتاب إلى هارون الرشيد يأمره أنْ يُخرج آل زياد من ديوان قريش والعرب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فكان فيما كتب أنّه 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وقد كان من رأي معاوية بن أبي سفيان في استلحاقه زياد بن عبيد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عبد آل علاج من ثقيف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وادّعائه ما أباه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بعد معاوية</w:t>
      </w:r>
      <w:r w:rsidR="007745E6" w:rsidRPr="00605002">
        <w:rPr>
          <w:rFonts w:hint="cs"/>
          <w:rtl/>
        </w:rPr>
        <w:t xml:space="preserve"> - </w:t>
      </w:r>
      <w:r w:rsidRPr="00605002">
        <w:rPr>
          <w:rFonts w:hint="cs"/>
          <w:rtl/>
        </w:rPr>
        <w:t>عامّة المسلمين وكثير منهم في زمانه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لعلمهم بزياد وأبي زياد واُمّه من أهل الرضا والفضل والورع والعلم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وبين ابن عمّه يزيد بن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فلعمري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يزيد لا يرضى من طاعتكم بدون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فرماه شمر بن ذي الجوشن بسهم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اسكت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أسكت الله نأمتك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أبرمتنا بكثرة كلامك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زهير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البوّال على عقبيه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إيّاك أخاطب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إنّما أنت بهيمة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أظنّك تحكم من كتاب الله آيتين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فأبشر بالخزي يوم القيامة والعذاب الأليم</w:t>
      </w:r>
      <w:r w:rsidR="00891061">
        <w:rPr>
          <w:rFonts w:hint="cs"/>
          <w:rtl/>
        </w:rPr>
        <w:t>.</w:t>
      </w:r>
    </w:p>
    <w:p w:rsidR="00301744" w:rsidRDefault="00301744" w:rsidP="0030174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2685" w:rsidRDefault="00477F4F" w:rsidP="00605002">
      <w:pPr>
        <w:pStyle w:val="libFootnote"/>
        <w:rPr>
          <w:rtl/>
        </w:rPr>
      </w:pPr>
      <w:r>
        <w:rPr>
          <w:rFonts w:hint="cs"/>
          <w:rtl/>
        </w:rPr>
        <w:t>ولمْ يدع معاوية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إلى ذلك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ورع ولا هدى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اتّباع سنّة هادية ولا قدرة من أئمة الحقّ ماضية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الرغبة في هلاك دينه وآخرته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والتصميم على مخالفة الكتاب والسّنة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والعجب بزياد في جََلده ونفاذه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رجا من معونته وموازرته إيّاه على الباطل ما كان يركن إليه في سيرته وآثاره وعمّاله الخبيثة</w:t>
      </w:r>
      <w:r w:rsidR="00891061">
        <w:rPr>
          <w:rFonts w:hint="cs"/>
          <w:rtl/>
        </w:rPr>
        <w:t>.</w:t>
      </w:r>
    </w:p>
    <w:p w:rsidR="00477F4F" w:rsidRDefault="00477F4F" w:rsidP="00605002">
      <w:pPr>
        <w:pStyle w:val="libFootnote"/>
        <w:rPr>
          <w:rtl/>
        </w:rPr>
      </w:pPr>
      <w:r>
        <w:rPr>
          <w:rFonts w:hint="cs"/>
          <w:rtl/>
        </w:rPr>
        <w:t xml:space="preserve">وقد قال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الولد للفراش وللعاهر الحجّر </w:t>
      </w:r>
      <w:r w:rsidR="00891061">
        <w:rPr>
          <w:rStyle w:val="libFootnoteBoldChar"/>
          <w:rFonts w:hint="cs"/>
          <w:rtl/>
        </w:rPr>
        <w:t>»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مَن ادّعي إلى غير أبيه أو أنتمى إلى غير مواليه</w:t>
      </w:r>
      <w:r w:rsidR="00891061">
        <w:rPr>
          <w:rStyle w:val="libFootnoteBoldChar"/>
          <w:rFonts w:hint="cs"/>
          <w:rtl/>
        </w:rPr>
        <w:t>،</w:t>
      </w:r>
      <w:r w:rsidRPr="00605002">
        <w:rPr>
          <w:rStyle w:val="libFootnoteBoldChar"/>
          <w:rFonts w:hint="cs"/>
          <w:rtl/>
        </w:rPr>
        <w:t xml:space="preserve"> فعليه لعنة الله والملائكة والنّاس الجمعين</w:t>
      </w:r>
      <w:r w:rsidR="00891061">
        <w:rPr>
          <w:rStyle w:val="libFootnoteBoldChar"/>
          <w:rFonts w:hint="cs"/>
          <w:rtl/>
        </w:rPr>
        <w:t>!</w:t>
      </w:r>
      <w:r w:rsidRPr="00605002">
        <w:rPr>
          <w:rStyle w:val="libFootnoteBoldChar"/>
          <w:rFonts w:hint="cs"/>
          <w:rtl/>
        </w:rPr>
        <w:t xml:space="preserve"> لا يقبل الله منه صرفاً ولا عدلاً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الصرف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التوبة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والعدل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الفدية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>
        <w:rPr>
          <w:rFonts w:hint="cs"/>
          <w:rtl/>
        </w:rPr>
        <w:t>ولعمري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وُلد زياد في حجر أبي سفيان ولا على فراشه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كان عُبيد عبداً لأبي سفيان ولا سميّة أمَة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كانا في ملكه ولا صارا إليه لسبب من الأسباب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فخالف معاوية بقضائه في زياد واستلحاقه إيّاه وما صنع فيه وأقدم عليه أمر الله جلّ وعزّ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وقضاء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واتّبع في ذلك هواه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رغبة عن الحقّ ومجانبة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قال الله عزّ وجل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605002">
        <w:rPr>
          <w:rStyle w:val="libFootnoteAieChar"/>
          <w:rFonts w:hint="cs"/>
          <w:rtl/>
        </w:rPr>
        <w:t xml:space="preserve"> وَمَنْ أَضَلُّ مِمَّنْ اتَّبَعَ هَوَاهُ بِغَيْرِ هُدًى مِنَ اللَّهِ إِنَّ اللَّهَ لاَ يَهْدِي الْقَوْمَ الظَّالِمِينَ </w:t>
      </w:r>
      <w:r w:rsidRPr="00891061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605002">
        <w:rPr>
          <w:rFonts w:hint="cs"/>
          <w:rtl/>
        </w:rPr>
        <w:t>[ القصص / 50 ]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 w:rsidRPr="00605002">
        <w:rPr>
          <w:rFonts w:hint="cs"/>
          <w:rtl/>
        </w:rPr>
        <w:t xml:space="preserve">وقال لداود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وقد آتاه الحكم والنّبوة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والمال والخلافة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605002">
        <w:rPr>
          <w:rStyle w:val="libFootnoteAieChar"/>
          <w:rFonts w:hint="cs"/>
          <w:rtl/>
        </w:rPr>
        <w:t xml:space="preserve"> يَادَاوُودُ إِنَّا جَعَلْنَاكَ خَلِيفَةً فِي الأَرْضِ فَاحْكُمْ بَيْنَ النَّاسِ بِالحقّ </w:t>
      </w:r>
      <w:r w:rsidRPr="00891061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605002">
        <w:rPr>
          <w:rFonts w:hint="cs"/>
          <w:rtl/>
        </w:rPr>
        <w:t xml:space="preserve">[ </w:t>
      </w:r>
      <w:r>
        <w:rPr>
          <w:rFonts w:hint="cs"/>
          <w:rtl/>
        </w:rPr>
        <w:t>ص / 26</w:t>
      </w:r>
      <w:r w:rsidRPr="00605002">
        <w:rPr>
          <w:rFonts w:hint="cs"/>
          <w:rtl/>
        </w:rPr>
        <w:t xml:space="preserve"> ]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>
        <w:rPr>
          <w:rFonts w:hint="cs"/>
          <w:rtl/>
        </w:rPr>
        <w:t>وعند ما كلّم معاوية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فيما يعلم أهل الحفظ للأحاديث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موالي بني المغيرة المخزومين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وأرادوا استلحاق نصر بن الحجّاج السّلمي وأنْ يدّعوه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 أعدّ لهم معاوية حجراً تحت فراشه فألقاه إليهم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على قول رسول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605002">
        <w:rPr>
          <w:rStyle w:val="libFootnoteBoldChar"/>
          <w:rFonts w:hint="cs"/>
          <w:rtl/>
        </w:rPr>
        <w:t xml:space="preserve"> للعاهر الحجّر </w:t>
      </w:r>
      <w:r w:rsidR="00891061">
        <w:rPr>
          <w:rStyle w:val="libFootnoteBoldChar"/>
          <w:rFonts w:hint="cs"/>
          <w:rtl/>
        </w:rPr>
        <w:t>»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فقالوا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نسوّغ لك ما فعلت في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تسوغ لنا ما فعلنا في صاحبنا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قضاء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خير لكم من قضاء معاوية 8 / 131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>
        <w:rPr>
          <w:rFonts w:hint="cs"/>
          <w:rtl/>
        </w:rPr>
        <w:t>ومن هنا يُعلم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زهير بن القين قبل هدايته وإجابته دعوة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وإنْ كان عثمانياً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لكنّه كان ناقماً على معاوية استلحاقه زياداً وقتله حجر بن عدي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فكانت نفسه مستعدة للخروج عن عهدة عثمان ولإظهار النّقمة على معاوية ويزيد ابنه وعمّالهم , ولإجابة دعوة الإمام إيّاه للخروج عليهم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libFootnote"/>
        <w:rPr>
          <w:rtl/>
        </w:rPr>
      </w:pP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النّأمة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الصوت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ولعلّها لغة 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النّغمة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فقال له شمر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الله قاتلك وصاحبك عن ساعة</w:t>
      </w:r>
      <w:r w:rsidR="00891061">
        <w:rPr>
          <w:rFonts w:hint="cs"/>
          <w:rtl/>
        </w:rPr>
        <w:t>.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أفبالموت تخوّفني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للموت معه أحبّ إليّ من الخلد معكم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أقبل على النّاس رافعا صوته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عباد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يغرنّكم من دينكم هذا الجلف الجافي وأشباهه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تنال شفاعة محمّد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قوماً هرقوا دماء ذرّيّته وأهل بيته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وقتلوا مَن نصرهم وذبّ عن حريمهم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فناداه رجل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أبا عبد الله يقول لك أقبل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فلعمري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لئن كان مؤمن آل فرعون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نصح لقومه وأبلغ في الدعاء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لقد نصحت لهؤلاء وأبلغت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نفع النّصح والإبلاغ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</w:p>
    <w:p w:rsidR="00477F4F" w:rsidRDefault="00477F4F" w:rsidP="00605002">
      <w:pPr>
        <w:pStyle w:val="Heading2"/>
        <w:rPr>
          <w:rtl/>
        </w:rPr>
      </w:pPr>
      <w:bookmarkStart w:id="167" w:name="_Toc372371006"/>
      <w:bookmarkStart w:id="168" w:name="49"/>
      <w:r>
        <w:rPr>
          <w:rFonts w:hint="cs"/>
          <w:rtl/>
        </w:rPr>
        <w:t>[ توبة الحرّ الرياحي ]</w:t>
      </w:r>
      <w:bookmarkEnd w:id="167"/>
      <w:r>
        <w:rPr>
          <w:rFonts w:hint="cs"/>
          <w:rtl/>
        </w:rPr>
        <w:t xml:space="preserve"> </w:t>
      </w:r>
      <w:bookmarkEnd w:id="16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لمّا زحف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له الحرّ بن يزيد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أصلحك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مقاتل أنت هذا الرجل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إي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قتالاً أيسره أنْ تسقط الرؤوس وتطيح الأيدي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أفما لكم في واحدة من الخصال التي عُرضت عليكم رضاً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كان الأمر إليّ لفعلت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 أميرك قد أبى ذلك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فأقبل [ الحرّ ] حتّى وقف من النّاس موقفاً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ومعه رجل من قومه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يُقال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قرّة بن قيس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قرة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هل سَقيت فرسك اليوم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لا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إنّما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(1) شبّهه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بمؤمن آل فرعون</w:t>
      </w:r>
      <w:r w:rsidR="00891061">
        <w:rPr>
          <w:rFonts w:hint="cs"/>
          <w:rtl/>
        </w:rPr>
        <w:t>؛</w:t>
      </w:r>
      <w:r w:rsidRPr="00301744">
        <w:rPr>
          <w:rFonts w:hint="cs"/>
          <w:rtl/>
        </w:rPr>
        <w:t xml:space="preserve"> لأنّه كان عثمانياً قبلُ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فكأنّه من قوم بني اُميّة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فحدّثني علي بن حنظلة بن أسعد الشبامي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رجل من قومه شهد مقتل الحسين حين قُتل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يُقال له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كثير بن عبد الله الشعبي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لمّا زحفنا قبل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خرج إلينا زهير بن القين 5 / 426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الخطبة اليعقوبي 2 / 230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 xml:space="preserve">(3) مضت ترجمته في أوّل نزول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بكربلاء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وقد دعاه حبيب إلى نصرة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فوعده النّظر في ذلك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ولكنّه لمْ يرجع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والظاهر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أنّه هو ناقل الخبر ومدّعيه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تريد أنْ تسقيه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قرّة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فظننت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يُريد أنْ يتنحّى فلا يشهد القتال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وكره أنْ أراه حين يصنع ذلك فيخاف أنْ أرفعه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لمْ أقسه وأنا منطلق فساقيه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فاعتزلت ذلك المكان الذي كان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أنّه أطلعني على الذي يُريد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لخرجت معه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وأمّا الحرّ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فإنّه ] أخذ يدنو من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قليلاً قليلاً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 رجل من قومه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يُقال له المهاجر بن أوس</w:t>
      </w:r>
      <w:r w:rsidRPr="007745E6">
        <w:rPr>
          <w:rStyle w:val="libFootnotenumChar"/>
          <w:rFonts w:hint="cs"/>
          <w:rtl/>
        </w:rPr>
        <w:t>(1)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تُريد يابن يزيد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أتُريد أنْ تحمل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فسكت وأخذه مثل العُرواء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يزيد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أمرك لمريب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رأيت منك في موقف قط مثل شيء أراه الآن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قِيل لي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مَن أشجع أهل الكوفة رجلاً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عدوتك فما هذا الذي أرى منك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إنّي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أُخيّر نفسي بين الجنّة والنّار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أختار على ال</w:t>
      </w:r>
      <w:r w:rsidR="00605002">
        <w:rPr>
          <w:rFonts w:hint="cs"/>
          <w:rtl/>
        </w:rPr>
        <w:t>جنّة شيئاً ولو قُطّعت وحُرّقت</w:t>
      </w:r>
      <w:r w:rsidR="00891061">
        <w:rPr>
          <w:rFonts w:hint="cs"/>
          <w:rtl/>
        </w:rPr>
        <w:t>.</w:t>
      </w:r>
      <w:r w:rsidR="00605002">
        <w:rPr>
          <w:rFonts w:hint="cs"/>
          <w:rtl/>
        </w:rPr>
        <w:t xml:space="preserve"> </w:t>
      </w:r>
      <w:r>
        <w:rPr>
          <w:rFonts w:hint="cs"/>
          <w:rtl/>
        </w:rPr>
        <w:t xml:space="preserve">ثمّ ضرب فرسه فلحق بحسين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جعلني الله فداك يابن رسول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أنا صاحبك الذي حبستك عن الرجوع وسايرتك في الطريق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وجعجعت بك في هذا المكان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الذي لا إله إلاّ هو ما ظننت أنّ القوم يردّون عليك ما عرضت عليهم أبداً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يبلغون منك هذه المنزلة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 في نفسي لا أبالي أنْ أُطيع القوم في بعض أمرهم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يَرون أنّي خرجت من طاعتهم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وأمّا هم فسيقبلون من حسين هذه الخصال التي يعرض عليهم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ظننت أنّهم لا يقبلونها منك ما ركبتها منك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وإنّي قد جئتك تائباً ممّا كان منّي إلى ربّي ومواسياً لك بنفسي حتّى أموت بين يديك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أفترى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هو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قاتل زهير بن القين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مع الشعبي 5 / 441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العُرواء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رعدة الحمّى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ذلك لي توبة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[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نعم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يتوب الله عليك ويغفر لك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ما اسمك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الحرّ بن يزيد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أنت الحرّ كما سمّتك اُمّك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أنت الحرّ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إنْ شاء الله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في الدنيا والآخرة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انزل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لك فارساً خير منّي لك راجلاً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أقاتلهم على فرسي ساعة و إلى النّزول ما يصير آخر أمري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فاصنع ما بدا لك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فاستقدم أمام أصحابه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2"/>
        <w:rPr>
          <w:rtl/>
        </w:rPr>
      </w:pPr>
      <w:bookmarkStart w:id="169" w:name="_Toc372371007"/>
      <w:r>
        <w:rPr>
          <w:rFonts w:hint="cs"/>
          <w:rtl/>
        </w:rPr>
        <w:t>[ خطبة الحرّ بن يزيد الرياحي ]</w:t>
      </w:r>
      <w:bookmarkEnd w:id="169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أيّها القوم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ألاَ تقبلون من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خصلة من هذه الخصال التي عُرضت عليكم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فيعافيكم الله من حربه وقتاله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الأمير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فكلّمه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فكلّمه بمثل ما كلّمه به قبلُ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وبمثل ما كلّم به أصحابه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عمر [ بن سعد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قد حرصتُ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وجدت إلى ذلك سبيلاً فعلتُ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أهل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لاُمّكم الهُبل والعُبْر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دعوتموه حتّى إذا أتاكم أسلمتموه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وزعمتم أنّكم قاتلوا أنفسكم دونه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عدوتم عليه لتقتلوه أمسكتم بنفسه وأخذتم بكظمه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وأحطتم به من كلّ جانب فمنعتموه التوجّه في بلاد الله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فلعلّه كان شاكياً في السّلاح مطرقاً مطأطئاً من الخجل</w:t>
      </w:r>
      <w:r w:rsidR="00891061">
        <w:rPr>
          <w:rFonts w:hint="cs"/>
          <w:rtl/>
        </w:rPr>
        <w:t>؛</w:t>
      </w:r>
      <w:r w:rsidRPr="00301744">
        <w:rPr>
          <w:rFonts w:hint="cs"/>
          <w:rtl/>
        </w:rPr>
        <w:t xml:space="preserve"> ولذلك لمْ يُعرف فسأله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وإلاّ فقد كان يعرفه من قبلُ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الهبل والعبر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بمعنى الهلاك والموت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العريضة حتّى يأمن ويُأمّن أهل بيته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وأصبح في أيديكم كالأسير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يملك لنفسه نفعاً ولا يدفع ضرّاً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وحلأ تموه ونساءه وصبيته وأصحابه عن ماء الفرات الجاري الذي يشربه اليهوديّ والمجوسيّ والنّصراني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وتمرّغ فيه خنازير السّواد وكلابه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وهاهم أولاء قد صرعهم العطش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بئسما خلفتم محمّداً في ذرّيته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لاسقاكم الله يوم الظّمأ</w:t>
      </w:r>
      <w:r w:rsidR="00891061">
        <w:rPr>
          <w:rFonts w:hint="cs"/>
          <w:rtl/>
        </w:rPr>
        <w:t>!،</w:t>
      </w:r>
      <w:r>
        <w:rPr>
          <w:rFonts w:hint="cs"/>
          <w:rtl/>
        </w:rPr>
        <w:t xml:space="preserve"> إنْ لمْ تتوبوا وتنزعوا عمّا أنتم عليه من يومكم هذا في ساعتكم هذه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فحملت عليه رجّالة لهم ترميه بالنّبل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حتّى وقف أمام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وكان يزيد بن زياد بن المهاصر ممّن خرج مع عمر 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ردّوا الشروط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مال إليه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[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ممّن اهتدى يوم عاشوراء بخطبة الحرّ الرياحي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وفي الإرشاد / 235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والتذكرة / 252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عن أبي جناب الكلبي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عديّ بن حرملة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427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235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(3) حدّثني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فضيل بن خديج الكندي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 يزيد بن زياد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 أبو الشعثاء الكندي من بني بهدلة 5 / 445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70" w:name="_Toc372371008"/>
      <w:bookmarkStart w:id="171" w:name="50"/>
      <w:r>
        <w:rPr>
          <w:rFonts w:hint="cs"/>
          <w:rtl/>
        </w:rPr>
        <w:lastRenderedPageBreak/>
        <w:t>[ بدء القتال ]</w:t>
      </w:r>
      <w:bookmarkEnd w:id="170"/>
      <w:r>
        <w:rPr>
          <w:rFonts w:hint="cs"/>
          <w:rtl/>
        </w:rPr>
        <w:t xml:space="preserve"> </w:t>
      </w:r>
      <w:bookmarkEnd w:id="17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وزحف عمر بن سعد نحوهم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نادى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ذويد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أدْنِ رايتك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فأدناها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وضع سهمه في كبد قوسه ثمّ رمى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أشهدوا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أنّي أوّل مَن رمى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دنا عمر بن سعد ورمى بسهم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ارتمى النّاس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ثمّ ] خرج يسار مولى زياد بن أبي سفيان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وسالم مولى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فقالا مَن يُبارز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ليخرج إلينا بعضكم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فوثب حبيب بن مظاهر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وبُرير بن حُضير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لهما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اجلسا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فقام عبد الله بن عمير الكلبي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أبا عبد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رحمك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ائذن لي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ذكره المفيد في الإرشاد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دُريد / 233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236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عن الصقعب بن زهير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 5 / 429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الإرشاد / 236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605002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(3)</w:t>
      </w:r>
      <w:r w:rsidRPr="00605002">
        <w:rPr>
          <w:rFonts w:hint="cs"/>
          <w:rtl/>
        </w:rPr>
        <w:t xml:space="preserve"> كان قد نزل الكوفة واتّخذ عند بئر الجعد من همدان داراً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فرأى القوم يعرضون بالنّخيلة ليسرّحوا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فسأل عنهم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فقِيل له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يُسرّحون إلى الحسين بن فاطمة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Pr="00605002">
        <w:rPr>
          <w:rFonts w:hint="cs"/>
          <w:rtl/>
        </w:rPr>
        <w:t xml:space="preserve"> بنت رسول الله </w:t>
      </w:r>
      <w:r w:rsidR="0004730E">
        <w:rPr>
          <w:rFonts w:hint="cs"/>
          <w:rtl/>
        </w:rPr>
        <w:t>(</w:t>
      </w:r>
      <w:r w:rsidRPr="00605002"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لقد كنت على جهاد أهل الشرك حريصاً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وإنّي لأرجو أنْ لا يكون جهاد هؤلاء الذين يغزون ابن بنت نبيّهم أيسر ثواباً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عند الله من ثوابه إيّاي في جهاد المشركين</w:t>
      </w:r>
      <w:r w:rsidR="00891061">
        <w:rPr>
          <w:rFonts w:hint="cs"/>
          <w:rtl/>
        </w:rPr>
        <w:t>.</w:t>
      </w:r>
    </w:p>
    <w:p w:rsidR="00477F4F" w:rsidRPr="00605002" w:rsidRDefault="00477F4F" w:rsidP="00301744">
      <w:pPr>
        <w:pStyle w:val="libFootnote"/>
        <w:rPr>
          <w:rtl/>
        </w:rPr>
      </w:pPr>
      <w:r w:rsidRPr="00605002">
        <w:rPr>
          <w:rFonts w:hint="cs"/>
          <w:rtl/>
        </w:rPr>
        <w:t>وكانت معه امرأة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يُقال لها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اُمّ وهب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فدخل إلى امرأته فأخبرها بما سمع وأعلمها بما يُريد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فقالت</w:t>
      </w:r>
      <w:r w:rsidR="00891061">
        <w:rPr>
          <w:rFonts w:hint="cs"/>
          <w:rtl/>
        </w:rPr>
        <w:t>:</w:t>
      </w:r>
      <w:r w:rsidRPr="00605002">
        <w:rPr>
          <w:rFonts w:hint="cs"/>
          <w:rtl/>
        </w:rPr>
        <w:t xml:space="preserve"> أصبت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أصاب الله بك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أرشد أمورك</w:t>
      </w:r>
      <w:r w:rsidR="00891061">
        <w:rPr>
          <w:rFonts w:hint="cs"/>
          <w:rtl/>
        </w:rPr>
        <w:t>،</w:t>
      </w:r>
      <w:r w:rsidRPr="00605002">
        <w:rPr>
          <w:rFonts w:hint="cs"/>
          <w:rtl/>
        </w:rPr>
        <w:t xml:space="preserve"> افعل وأخرجني معك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فخرج بها ليلاً حتّى أتى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605002">
        <w:rPr>
          <w:rFonts w:hint="cs"/>
          <w:rtl/>
        </w:rPr>
        <w:t xml:space="preserve"> فأقام معه 5 / 429</w:t>
      </w:r>
      <w:r w:rsidR="00891061">
        <w:rPr>
          <w:rFonts w:hint="cs"/>
          <w:rtl/>
        </w:rPr>
        <w:t>.</w:t>
      </w:r>
      <w:r w:rsidRPr="00605002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فلا أخرج إليهما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فرأ [ ه ]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رجلاً طويلاً شديد السّاعدين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بعيد مابين المنكبين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إنّي لأحسبه للأقران قتّالاً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أخرج إنْ شئت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فخرج إليهما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فقالا له مَن أنت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فانتسب لهما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نعرفك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ليخرج إلينا زهير بن القين أو حبيب بن مظاهر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بُرير بن خضير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و[ كان ] يسار [ مولى زياد ] مستنتلاً [ مستعداً ] أمام سالم [ مولى عبيد الله بن زياد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الكلبي [ ليسار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الزانية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وبك رغبة عن مبارزة أحد من النّاس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وما يخرج إليك أحد من النّاس إلاّ وهو خير منك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شدّ عليه فضربه بسيفه حتّى برد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فبينما هو ] مشتغل به يضربه بسيفه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إذ شدّ عليه سالم [ مولى عبيد الله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فصاح به [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قد رهقك العبد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فلمْ يأبه له حتّى غشيه فبدره الضربة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فاتّقاه الكلبي بيده اليسرى فأطار أصابع كفّه اليسرى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مال عليه الكلبي فضربه حتّى قتله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وأقبل الكلبي وقد قتلهما جميعاً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مرتجزاً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إن تنكروني فأنا ابن كلب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حسبي بيتي في عليم حسبي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انيّ امرؤ ذو مرة وعصب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ولست بالخوّار عند النّكب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اني زعيم لك امّ وهب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D65094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D65094">
            <w:pPr>
              <w:pStyle w:val="libPoem"/>
            </w:pPr>
            <w:r>
              <w:rPr>
                <w:rFonts w:hint="cs"/>
                <w:rtl/>
              </w:rPr>
              <w:t>بالطعن فيهم مقدماً والضرب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605002">
      <w:pPr>
        <w:pStyle w:val="libPoemCenter"/>
        <w:rPr>
          <w:rtl/>
        </w:rPr>
      </w:pPr>
      <w:r>
        <w:rPr>
          <w:rFonts w:hint="cs"/>
          <w:rtl/>
        </w:rPr>
        <w:t>ضرب غلام مؤمن بالربّ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فأخذت امرأته اُمّ وهب عموداً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أقبلت نحو زوجها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تقول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فداك أبي وأمّي أقاتل دون الطيّبين ذرّيّة محمّد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فأقبل إليها يردّها نحو النّساء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فأخذت تجاذبه ثوبه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إنّي لن أدعك دون أنْ أموت معك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مرّة وعصب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القوّة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فناداها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جُزيتم من أهل بيت خيراً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ارجعي رحمك الله إلى النّساء فاجلسي معهن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فإنّه ليس على النّساء قتال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فانصرفت إليهنّ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2"/>
        <w:rPr>
          <w:rtl/>
        </w:rPr>
      </w:pPr>
      <w:bookmarkStart w:id="172" w:name="_Toc372371009"/>
      <w:r>
        <w:rPr>
          <w:rFonts w:hint="cs"/>
          <w:rtl/>
        </w:rPr>
        <w:t>[ الحملة الأولى ]</w:t>
      </w:r>
      <w:bookmarkEnd w:id="172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وحمل عمرو بن الحجّاج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وهو على ميمنة النّاس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في ميمنة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أنْ دنا من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جثوا له على الرّكب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وأشرعوا الرّماح نحوهم فلمْ تقدم خيلهم على الرماح [ و ] ذهبت لترجع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فرشقوهم بالنّبل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فصرعوا منهم رجالاً وجرحوا منهم آخرين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605002">
      <w:pPr>
        <w:pStyle w:val="Heading2"/>
        <w:rPr>
          <w:rtl/>
        </w:rPr>
      </w:pPr>
      <w:bookmarkStart w:id="173" w:name="_Toc372371010"/>
      <w:r>
        <w:rPr>
          <w:rFonts w:hint="cs"/>
          <w:rtl/>
        </w:rPr>
        <w:t>[ كرامة وهداية ]</w:t>
      </w:r>
      <w:bookmarkEnd w:id="173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 ] جاء رجل من بني تميم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يُقال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عبد الله بن حوزة حتّى وقف أمام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يا حسين</w:t>
      </w:r>
      <w:r w:rsidR="00891061">
        <w:rPr>
          <w:rFonts w:hint="cs"/>
          <w:rtl/>
        </w:rPr>
        <w:t>،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ما تشاء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أبشر بالنّار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كلاّ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إنّي أقدم على ربّ رحيم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وشفيع مطاع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مَن هذا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له 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ابن حوزة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ربّ حزه إلى النّار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فاضطرب به فرسه في جدول فوقع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وتعلّقت رجله بالركاب ووقع رأسه في الأرض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ونفر الفرس فأخذ يمرّ به فيضرب برأسه كلّ حجر وكلّ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حدّثني أبو جناب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429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236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شجرة حتّى مات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مسروق بن وائل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كنت في أوائل الخيل ممّن سار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 أكون في أوائلها لعلّي أصيب رأس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فأصيب به منزلة عند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انتهينا إلى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تقدّم رجل من القوم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يُقال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ابن حوزة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أفيكم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فسكت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فقالها ثانيةً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فسكت حتّى إذا كانت الثالثة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قولوا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له نعم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هذا حسين فما حاجتك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أبشر بالنّار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كذبت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بل أقدم على ربّ غفور وشفيع مطاع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فمَن أنت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ابن حوزة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فرفع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يديه حتّى رأينا بياض إبطيه من فوق الثياب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اللهمّ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حزه إلى النّار</w:t>
      </w:r>
      <w:r w:rsidR="00891061">
        <w:rPr>
          <w:rStyle w:val="libBold2Char"/>
          <w:rFonts w:hint="cs"/>
          <w:rtl/>
        </w:rPr>
        <w:t>!».</w:t>
      </w:r>
      <w:r w:rsidRPr="007745E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فغضب ابن حوزة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فذهب ليُقحم إليه الفرس وبينه وبينه نهر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فعلّقت قدمُه بالركاب وجالت به الفرس فسقط عنها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فانقطعت قدمه وساقه وفخذه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وبقى جانبه معلقاً بالركاب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قال ] عبد الجبّار بن وائل الحضرميّ: فرجع مسروق وترك الخيل من ورائه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فسألته [عن ذلك]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لقد رأيت من أهل هذا البيت شيئاً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أقاتلهم أبداً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فحدّثني أبو جعفر حسين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430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عن عطاء بن السّائب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عبد الجبار بن وائل الحضرمي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أخيه مسروق بن وائل 5 / 421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605002">
      <w:pPr>
        <w:pStyle w:val="Heading2"/>
        <w:rPr>
          <w:rtl/>
        </w:rPr>
      </w:pPr>
      <w:bookmarkStart w:id="174" w:name="_Toc372371011"/>
      <w:r>
        <w:rPr>
          <w:rFonts w:hint="cs"/>
          <w:rtl/>
        </w:rPr>
        <w:lastRenderedPageBreak/>
        <w:t>[ مبأهلة بُرير ومقتله ]</w:t>
      </w:r>
      <w:bookmarkEnd w:id="174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وخرج يزيد بن معقل [ من عسكر عمر بن سعد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بُرير بن حُضير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كيف ترى الله صنع بك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بُرير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صنع الله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بي خيراً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وصنع الله بك شرّاً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يزيد بن معقل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كذبت وقبل اليوم ما كنت كذّاباً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هل تذكر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وأنا أُماشيك في بني لوذان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وأنت تقول إنّ عثمان بن عفّان كان على نفسه مسرفاً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 معاوية بن أبي سفيان ضالّ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وإنّ إمام الهدى والحقّ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بُرير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أشهد أنّ هذا رأيي وقولي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يزيد بن معقل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فإنّي أشهد أنّك من الضالّين</w:t>
      </w:r>
      <w:r w:rsidR="00891061">
        <w:rPr>
          <w:rFonts w:hint="cs"/>
          <w:rtl/>
        </w:rPr>
        <w:t>.</w:t>
      </w:r>
    </w:p>
    <w:p w:rsidR="005D2685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بُرير بن حُضير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هل 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فلأباهلك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ولندع الله أنْ يلعن الكاذب وأنْ يقتل المبطل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أخرج فلأ بارزك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فخرجا فرفعا أيديهما إلى الله يدعوانه أنْ يلعن الكاذب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 يقتل المحقّ المبطل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برز كلّ واحد منهما لصحابه فاختلفا ضربتين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فضرب يزيد بن معقل بُرير بن حُضير ضربة خفيفةً لمْ تضرّه شيئاً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وضربه بُرير بن حُضير ضربة قدّت المغفر وبلغت الدّماغ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فخرّ كأنّما هوى من حالق [ مرتفع ] وإنّ سيف ابن حُضير لثابت في رأسه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فكأنّي انظر إليه ينضنضه من رأسه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وحمل عليه رضيّ بن مُنقذ العبدي [ من عسكر عمر بن سعد ] فاعتنق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مضت ترجمته من قبل في حوادث عشيّة التاسع من المحرم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المبأهلة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الملاعنة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بأنْ يدعو الله كلّ من الطرفين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أنْ يلعن المبطل الظالم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(3) يُنضنضه: يُحرّكه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بُريراً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فاعتركا ساعةً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إنّ بُريراً قعد على صدره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رضيّ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أين أهل المصاع والدفاع</w:t>
      </w:r>
      <w:r w:rsidR="00891061">
        <w:rPr>
          <w:rFonts w:hint="cs"/>
          <w:rtl/>
        </w:rPr>
        <w:t>؟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فحمل عليه كعب بن جابر الأزدي بالرمح حتّى وضعه في ظهر [ بُرير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وجد [ بُرير ] مسّ الرمح برك على [ رضيّ بن مُنقذ العبدي ] فعضّ بوجهه وقطع طرف أنفه، فطعنه كعب بن جابر حتّى ألقاه عن [ العبدي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غيّب السّنان في ظهر [ بُرير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أقبل عليه يضربه بسيفه حتّى قتله [ رحمة الله عليه ] 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(1) المصاع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الصراع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(2) حدّثني يوسف بن يزيد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عفيف بن زهير بن أبي الأخنس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وكان قد شهد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431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وتمام الخبر في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الهامش رقم / 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605002">
      <w:pPr>
        <w:pStyle w:val="libFootnote"/>
        <w:rPr>
          <w:rtl/>
        </w:rPr>
      </w:pPr>
      <w:r w:rsidRPr="00301744">
        <w:rPr>
          <w:rFonts w:hint="cs"/>
          <w:rtl/>
        </w:rPr>
        <w:t>(3) فلمّا رجع كعب بن جابر الأزدي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قالت له امرأته أو أخته النّوّار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بنت جابر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أعنت على ابن فاطمة </w:t>
      </w:r>
      <w:r w:rsidR="0035755E" w:rsidRPr="0035755E">
        <w:rPr>
          <w:rStyle w:val="libAlaemChar"/>
          <w:rFonts w:hint="cs"/>
          <w:rtl/>
        </w:rPr>
        <w:t>عليها‌السلام</w:t>
      </w:r>
      <w:r w:rsidRPr="00301744">
        <w:rPr>
          <w:rFonts w:hint="cs"/>
          <w:rtl/>
        </w:rPr>
        <w:t xml:space="preserve"> وقتلت سيّد القرّاء</w:t>
      </w:r>
      <w:r w:rsidR="00891061">
        <w:rPr>
          <w:rFonts w:hint="cs"/>
          <w:rtl/>
        </w:rPr>
        <w:t>؟</w:t>
      </w:r>
      <w:r w:rsidRPr="00301744">
        <w:rPr>
          <w:rFonts w:hint="cs"/>
          <w:rtl/>
        </w:rPr>
        <w:t>! لقد أتيت عظيماً من الأمر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لا كلّمك من رأسي كلمة أبداً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وقال كعب بن جابر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605002">
              <w:rPr>
                <w:rFonts w:hint="cs"/>
                <w:rtl/>
              </w:rPr>
              <w:t>سلي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تخبري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عنّي</w:t>
            </w:r>
            <w:r>
              <w:rPr>
                <w:rFonts w:hint="cs"/>
                <w:rtl/>
              </w:rPr>
              <w:t>،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وأنت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ذميمة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605002">
              <w:rPr>
                <w:rFonts w:hint="cs"/>
                <w:rtl/>
              </w:rPr>
              <w:t>غداة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حسين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والرّماح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شوارع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605002">
              <w:rPr>
                <w:rFonts w:hint="cs"/>
                <w:rtl/>
              </w:rPr>
              <w:t>الم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آت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اقصى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ما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كرهت</w:t>
            </w:r>
            <w:r>
              <w:rPr>
                <w:rFonts w:hint="cs"/>
                <w:rtl/>
              </w:rPr>
              <w:t>،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ولم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يخل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605002">
              <w:rPr>
                <w:rFonts w:hint="cs"/>
                <w:rtl/>
              </w:rPr>
              <w:t>علىّ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غداة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الرّوع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ما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أنا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صانع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605002">
              <w:rPr>
                <w:rFonts w:hint="cs"/>
                <w:rtl/>
              </w:rPr>
              <w:t>معي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يزنى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لم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تخنه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كعوبه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605002">
              <w:rPr>
                <w:rFonts w:hint="cs"/>
                <w:rtl/>
              </w:rPr>
              <w:t>وأبيض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مخشوب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الغرارين</w:t>
            </w:r>
            <w:r w:rsidR="009442A4">
              <w:rPr>
                <w:rFonts w:hint="cs"/>
                <w:rtl/>
              </w:rPr>
              <w:t xml:space="preserve"> </w:t>
            </w:r>
            <w:r w:rsidRPr="00605002">
              <w:rPr>
                <w:rFonts w:hint="cs"/>
                <w:rtl/>
              </w:rPr>
              <w:t>قاطع</w:t>
            </w:r>
            <w:r>
              <w:rPr>
                <w:rFonts w:hint="cs"/>
                <w:rtl/>
              </w:rPr>
              <w:t xml:space="preserve"> 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فجردته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في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عصبة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ليس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دينهم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بديني</w:t>
            </w:r>
            <w:r>
              <w:rPr>
                <w:rFonts w:hint="cs"/>
                <w:rtl/>
              </w:rPr>
              <w:t>،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واني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بابن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حرب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لقانع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ولم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ترعيني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مصلهم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في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زمأنّهم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ولا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قبلهم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في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النّاس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اذ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أنا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يافع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اشدّ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قراعاً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بالسّيوف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لدى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الوغى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ألكل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من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يحمى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الذمار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مقارع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وقد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صبروا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للطعن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والضرب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حسّراً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وقد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نازلوا</w:t>
            </w:r>
            <w:r>
              <w:rPr>
                <w:rFonts w:hint="cs"/>
                <w:rtl/>
              </w:rPr>
              <w:t>،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لو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أن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ذلك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نافع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فابلغ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(عبيد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الله)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امّا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لقيته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بأنّى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مطيع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للخليفة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سامع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094" w:rsidTr="00D65094">
        <w:trPr>
          <w:trHeight w:val="350"/>
        </w:trPr>
        <w:tc>
          <w:tcPr>
            <w:tcW w:w="3827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قتلت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بُريراً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ثمّ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حمّلت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نعمة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65094" w:rsidRDefault="00D65094" w:rsidP="009442A4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D65094" w:rsidRDefault="00D65094" w:rsidP="009442A4">
            <w:pPr>
              <w:pStyle w:val="libPoemFootnote"/>
            </w:pPr>
            <w:r w:rsidRPr="00D06A87">
              <w:rPr>
                <w:rFonts w:hint="cs"/>
                <w:rtl/>
              </w:rPr>
              <w:t>أبا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مُنقذ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لما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دعى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من</w:t>
            </w:r>
            <w:r w:rsidR="009442A4">
              <w:rPr>
                <w:rFonts w:hint="cs"/>
                <w:rtl/>
              </w:rPr>
              <w:t xml:space="preserve"> </w:t>
            </w:r>
            <w:r w:rsidRPr="00D06A87">
              <w:rPr>
                <w:rFonts w:hint="cs"/>
                <w:rtl/>
              </w:rPr>
              <w:t>يماصع</w:t>
            </w:r>
            <w:r w:rsidRPr="007745E6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يزنيّ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رمح منسوب إلى سيف بن ذي يزن اليمنّي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محشوب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مفعول من الخشب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مغمد بالخشب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ولا يكون ذلك إلاّ للسيف القاطع الحادّ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الغرارين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الحدّين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1B73C7">
        <w:rPr>
          <w:rFonts w:hint="cs"/>
          <w:rtl/>
        </w:rPr>
        <w:t xml:space="preserve"> يُماصع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يُناصح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ويخلص في النّصرة والإمداد والإغاثة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وأبو مُنقذ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هو الذي صارعه بُرير فدعا النّاس إلى إنقاذه كعب بن جابر الأزدي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قال أبو مِخْنف فأجابه رضيّ بن مُنقذ العبدي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9442A4" w:rsidTr="009442A4">
        <w:trPr>
          <w:trHeight w:val="350"/>
        </w:trPr>
        <w:tc>
          <w:tcPr>
            <w:tcW w:w="3827" w:type="dxa"/>
          </w:tcPr>
          <w:p w:rsidR="009442A4" w:rsidRDefault="009442A4" w:rsidP="005D2685">
            <w:pPr>
              <w:pStyle w:val="libPoemFootnote"/>
            </w:pPr>
            <w:r>
              <w:rPr>
                <w:rFonts w:hint="cs"/>
                <w:rtl/>
              </w:rPr>
              <w:t>ولو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شاء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ربّي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ما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شهدت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قتالهم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42A4" w:rsidRDefault="009442A4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9442A4" w:rsidRDefault="009442A4" w:rsidP="005D2685">
            <w:pPr>
              <w:pStyle w:val="libPoemFootnote"/>
            </w:pPr>
            <w:r>
              <w:rPr>
                <w:rFonts w:hint="cs"/>
                <w:rtl/>
              </w:rPr>
              <w:t>ولا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جعل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النّعمّاء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عندي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ابن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جابر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2A4" w:rsidTr="009442A4">
        <w:trPr>
          <w:trHeight w:val="350"/>
        </w:trPr>
        <w:tc>
          <w:tcPr>
            <w:tcW w:w="3827" w:type="dxa"/>
          </w:tcPr>
          <w:p w:rsidR="009442A4" w:rsidRDefault="009442A4" w:rsidP="005D2685">
            <w:pPr>
              <w:pStyle w:val="libPoemFootnote"/>
            </w:pPr>
            <w:r>
              <w:rPr>
                <w:rFonts w:hint="cs"/>
                <w:rtl/>
              </w:rPr>
              <w:t>لقد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ذاك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اليوم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عاراً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وسبّة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42A4" w:rsidRDefault="009442A4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9442A4" w:rsidRDefault="009442A4" w:rsidP="005D2685">
            <w:pPr>
              <w:pStyle w:val="libPoemFootnote"/>
            </w:pPr>
            <w:r>
              <w:rPr>
                <w:rFonts w:hint="cs"/>
                <w:rtl/>
              </w:rPr>
              <w:t>يعيره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إلأبناء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بعد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المعاشر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2A4" w:rsidTr="009442A4">
        <w:trPr>
          <w:trHeight w:val="350"/>
        </w:trPr>
        <w:tc>
          <w:tcPr>
            <w:tcW w:w="3827" w:type="dxa"/>
          </w:tcPr>
          <w:p w:rsidR="009442A4" w:rsidRDefault="009442A4" w:rsidP="005D2685">
            <w:pPr>
              <w:pStyle w:val="libPoemFootnote"/>
            </w:pPr>
            <w:r>
              <w:rPr>
                <w:rFonts w:hint="cs"/>
                <w:rtl/>
              </w:rPr>
              <w:t>فياليت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أني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كنت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قبل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قتله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42A4" w:rsidRDefault="009442A4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9442A4" w:rsidRDefault="009442A4" w:rsidP="005D2685">
            <w:pPr>
              <w:pStyle w:val="libPoemFootnote"/>
            </w:pPr>
            <w:r>
              <w:rPr>
                <w:rFonts w:hint="cs"/>
                <w:rtl/>
              </w:rPr>
              <w:t>ويوم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حسين،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كنت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رمس</w:t>
            </w:r>
            <w:r w:rsidR="005D2685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قابر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وخرج عمرو بن قرظة الأنصاري يُقاتل دون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قد علمت كتيبة الأنصا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ر أني سأحمى حوزة الذمار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ضرب غلام غير نكس شاري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دون حسين مهجتى وداري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فقُتل [ رحمة الله عليه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أخوه علي [ بن قرظة ] مع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فنادى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حسين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يا كذّاب ابن الكذّاب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أضَلَلت أخي وغَررته حتّى قتلته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إنّ الله لمْ يُضلّ لأخاك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ولكنّه هدى أخاك وأضلّك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قتلني الله إنْ لمْ أقتلك أو أموت دونك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و ] حمل على [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فاعترضه نافع بن هلال المرادي فطعنه فصرعه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فحمله أصحابه فاستنقذوه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وكان ] النّاس يتجاولون ويقتتلون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و[ فيهم ] الحرّ بن يزيد [ الرياحي ] يحمل على القوم ويتمثل قوله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ما زلت أرميهم بثُغرة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ولَبانه حتّى تسربل بالدم</w:t>
            </w:r>
            <w:r w:rsidRPr="00D06A8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وإنّ فرسه لمضروب على أذنيه وحاجبه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ودماؤه تسيل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وكان ] يزيد بن سفيان [ التميمي يقول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إنّي رأيت الحرّ بن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حدّثنى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عبد الرحمن بن جندب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433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عن ثابت بن هبيرة 5 / 434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اللبان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الصدر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والشِعر من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عنترة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يزيد حين خرج لا تَبعتُه السّنان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[ له ] الحصين بن تميم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الحرّ بن يزيد الذي كنت تتمنّى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فخرج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هل لك يا حرّ بن يزيد في المبارزة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شئت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فبرز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فكأنّما كانت نفسه في يده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لبث الحرّ حتّى خرج إليه أنْ قتله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وكان ] نافع بن هلال [ المرادي الجملي ] يُقاتل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الجملي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أنا على دين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فخرج إليه رجل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يُقال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مزاحم بن حريث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على دين عثمان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أنت على دين شيطان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حمل عليه فقتله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فصاح عمرو بن الحجّاج [ الزبيدي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حمقى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أتدرون مَن تقاتلون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>! فرسان المصر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قوماً مستميتين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يبرزنّ لهم منكم أحد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فإنّهم قليل وقلّما يبقون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 لمْ تَرموهم إلاّ بالحجارة لقتلتموهم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صدقت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الرأي ما رأيت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وأرسل إلى النّاس يعزم عليهم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أنْ لا يُبارز رجل منكم رجلاً منهم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75" w:name="_Toc372371012"/>
      <w:r>
        <w:rPr>
          <w:rFonts w:hint="cs"/>
          <w:rtl/>
        </w:rPr>
        <w:t>[ الحملة الثانية ]</w:t>
      </w:r>
      <w:bookmarkEnd w:id="175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ثمّ ] دنا عمر بن الحجّاج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وهو ]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يا أهل الكوفة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ألزموا طاعتكم وجماعتكم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ترتأبوا في قتل مَن مرق من الدين وخالف الإمام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 عمرو بن الحجّاج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أعليّ تحرّض النّاس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أنحن مرقنا وأنتم ثبتّم عليه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أمَا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لتعلمنّ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لو قد قُبضت أرواحكم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وكان على شرطة عبيد الله بن زياد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فبعثه مع عمر 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فولاّه عمر على الشرطة المجفّقة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وهم اللاّبسون التجفاف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آلة للوقاية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حدّثنى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أبو زهير النّضر بن صالح العبسي 5 / 434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حدّثني يحيى بن هانئ بن عروة المرادي 5 / 435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5D2685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ومُتّم على أعمالكم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أيّنا مرق من الدين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ومَن هو أولى بصلّي النّار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إنّ عمرو بن الحجّاج حمل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ميمنة عمر بن سعد من نحو الفرات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فاضطربوا ساعةً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فصرع [ جماعة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منهم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76" w:name="_Toc372371013"/>
      <w:r>
        <w:rPr>
          <w:rFonts w:hint="cs"/>
          <w:rtl/>
        </w:rPr>
        <w:t xml:space="preserve">[ مسلم بن عوسجة ] </w:t>
      </w:r>
      <w:r w:rsidRPr="007745E6">
        <w:rPr>
          <w:rStyle w:val="libFootnotenumChar"/>
          <w:rFonts w:hint="cs"/>
          <w:rtl/>
        </w:rPr>
        <w:t>(1)</w:t>
      </w:r>
      <w:bookmarkEnd w:id="176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قتله من أصحاب عمرو بن الحجّاج ] عبد الرحمن البجلي و مسلم بن عبد الله الضَبّابي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فنادى أصحاب عمرو بن الحجّاج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قتلنا مسلم بن عوسجة الأسدي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انصرف عمرو بن الحجّاج وأصحابه وارتفعت الغبرة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هم به صريع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فمشى إليه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فإذا به رَمق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رحمك ربّك يا مسلم بن عوسجة</w:t>
      </w:r>
      <w:r w:rsidR="00891061">
        <w:rPr>
          <w:rStyle w:val="libBold2Char"/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1B73C7" w:rsidRPr="00891061">
        <w:rPr>
          <w:rStyle w:val="libAlaemChar"/>
          <w:rFonts w:hint="cs"/>
          <w:rtl/>
        </w:rPr>
        <w:t>(</w:t>
      </w:r>
      <w:r w:rsidR="001B73C7">
        <w:rPr>
          <w:rStyle w:val="libAieChar"/>
          <w:rFonts w:hint="cs"/>
          <w:rtl/>
        </w:rPr>
        <w:t xml:space="preserve"> </w:t>
      </w:r>
      <w:r w:rsidRPr="001B73C7">
        <w:rPr>
          <w:rStyle w:val="libAieChar"/>
          <w:rFonts w:hint="cs"/>
          <w:rtl/>
        </w:rPr>
        <w:t>فَمِنْهُمْ مَنْ قَضَى نَحْبَهُ وَمِنْهُمْ مَنْ يَنْتَظِرُ وَمَا بَدَّلُوا تَبْدِيلاً</w:t>
      </w:r>
      <w:r w:rsidR="001B73C7">
        <w:rPr>
          <w:rStyle w:val="libAieChar"/>
          <w:rFonts w:hint="cs"/>
          <w:rtl/>
        </w:rPr>
        <w:t xml:space="preserve"> </w:t>
      </w:r>
      <w:r w:rsidR="001B73C7" w:rsidRPr="00891061">
        <w:rPr>
          <w:rStyle w:val="libAlaemChar"/>
          <w:rFonts w:hint="cs"/>
          <w:rtl/>
        </w:rPr>
        <w:t>)</w:t>
      </w:r>
      <w:r w:rsidRPr="001B73C7">
        <w:rPr>
          <w:rStyle w:val="libAie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ودنا منه حبيب بن مظاهر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عزّ عليّ مصرعك يا مسلم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أبشر بالجنّة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مسلم قولاً ضعيفاً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بشّرك الله بخير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2685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(1) جاء في هذا الخبر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فصرع مسلم بن عوسجة الأسدي أوّل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بينما ذكر قبله مقتل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بُرير وعمرو بن قرظة بالمبارزة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توقيف المبارزة وبدء الحملات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أوّل مَن قُتل في الحملة الأولى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كان يُبايع 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ومن طريقه دخل معقل على مسلم بن عقيل 5 / 362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وعقد له مسلم بن عقيل على ربع مذحج وأسد 5 / 369</w:t>
      </w:r>
      <w:r w:rsidR="00891061">
        <w:rPr>
          <w:rFonts w:hint="cs"/>
          <w:rtl/>
        </w:rPr>
        <w:t>.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 xml:space="preserve">وهو الذي قام بعد خطبة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ليلة عاشوراء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أنحن نخلّي عنك ولما نعذر إلى الله في أداء حقك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حتّى أكسر في صدورهم رمحي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وأضربهم بسيفي ما ثبت قائمه بيدي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أفارقك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لمْ يكن معي سلاح اقتلهم به لقذفتهم بالحجارة دونك حتّى أموت معك 5 / 419</w:t>
      </w:r>
      <w:r w:rsidR="00891061">
        <w:rPr>
          <w:rFonts w:hint="cs"/>
          <w:rtl/>
        </w:rPr>
        <w:t>.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 xml:space="preserve">وهو الذي استأذن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ليرمي شمراً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 جُعلت فداك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ألاَ أرميه بسهم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من أعظم الجبّارين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لا ترمه</w:t>
      </w:r>
      <w:r w:rsidR="00891061">
        <w:rPr>
          <w:rStyle w:val="libFootnoteBoldChar"/>
          <w:rFonts w:hint="cs"/>
          <w:rtl/>
        </w:rPr>
        <w:t>؛</w:t>
      </w:r>
      <w:r w:rsidRPr="001B73C7">
        <w:rPr>
          <w:rStyle w:val="libFootnoteBoldChar"/>
          <w:rFonts w:hint="cs"/>
          <w:rtl/>
        </w:rPr>
        <w:t xml:space="preserve"> فإنّي أكره أنْ أبدأهم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5 / 424</w:t>
      </w:r>
      <w:r w:rsidR="00891061">
        <w:rPr>
          <w:rFonts w:hint="cs"/>
          <w:rtl/>
        </w:rPr>
        <w:t>.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 xml:space="preserve">ولا يُدرى كيف لحق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من الكوفة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فلمْ يذكر التاريخ شيئاً عنه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سورة الأحزاب / 23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فقال له حبيب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لو لا إنّي أعلم أنّي في أثرك لاحق بك من ساعتي هذه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لأحببت أنْ توصيني بكل ما أهمّك حتّى أحفظك في كلّ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بما أنت أهل له في القرابة والدّين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مسلم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بل أنا أوصيك بهذا رحمك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وأهوى بيده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أنْ تموت دونه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[ حبيب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أفعل وربّ الكعبة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فما كان بأسرع من أنْ مات في أيديهم [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فصاحت جارية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عوسجتاه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يا سيّداه</w:t>
      </w:r>
      <w:r w:rsidR="00891061">
        <w:rPr>
          <w:rFonts w:hint="cs"/>
          <w:rtl/>
        </w:rPr>
        <w:t>!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77" w:name="_Toc372371014"/>
      <w:r>
        <w:rPr>
          <w:rFonts w:hint="cs"/>
          <w:rtl/>
        </w:rPr>
        <w:t>[ الحملة الثالثة ]</w:t>
      </w:r>
      <w:bookmarkEnd w:id="177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وحمل شمر بن ذي الجوشن في الميسرة على أهل الميسرة [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فثبتوا له [ و ] طاعنوه وأصحابه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فحمل هانئ بن ثبيت الحضرمي وبكير بن حيّ التيمى [ على عبد الله بن عمير ] الكلبي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فقتلاه [ </w:t>
      </w:r>
      <w:r w:rsidR="005D2685" w:rsidRPr="005D2685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]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1B73C7">
        <w:rPr>
          <w:rFonts w:hint="cs"/>
          <w:rtl/>
        </w:rPr>
        <w:t xml:space="preserve"> فتنادى أصحاب عمرو بن الحجّاج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قتلنا مسلم بن عوسجة الأسدي</w:t>
      </w:r>
      <w:r w:rsidR="00891061">
        <w:rPr>
          <w:rFonts w:hint="cs"/>
          <w:rtl/>
        </w:rPr>
        <w:t>.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فقال شبث بن ربعى التميمي لبعض من حوله من أصحابه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ثكلتكم اُمّهاتكم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إنّما تقتلون أنفسكم بأيديكم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وتُذلّلون أنفسكم لغيركم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تفرحون أنْ يُقتل مثل مسلم بن عوسجة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أمَا والذي أسلمتُ 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لربّ موقف له قد رأيته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في المسلمين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كريم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لقد رأيته يوم سلق (*) آذربايجان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قتل ستة من المشركين قبل تتامِّ خيول المسلمين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أفيُقتل منكم مثله وتفرحون</w:t>
      </w:r>
      <w:r w:rsidR="00891061">
        <w:rPr>
          <w:rFonts w:hint="cs"/>
          <w:rtl/>
        </w:rPr>
        <w:t>؟</w:t>
      </w:r>
      <w:r w:rsidRPr="001B73C7">
        <w:rPr>
          <w:rFonts w:hint="cs"/>
          <w:rtl/>
        </w:rPr>
        <w:t xml:space="preserve"> 5 / 436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جاء في هذا الخبر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وكان القتيل الثاني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 وهم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1B73C7" w:rsidRDefault="00477F4F" w:rsidP="001B73C7">
      <w:pPr>
        <w:pStyle w:val="libFootnote"/>
        <w:rPr>
          <w:rtl/>
        </w:rPr>
      </w:pPr>
      <w:r w:rsidRPr="001B73C7">
        <w:rPr>
          <w:rFonts w:hint="cs"/>
          <w:rtl/>
        </w:rPr>
        <w:t>* سلق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هي جبال في حدود آذربايجان إلى الموصل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في شمال العراق وغربي إيران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كما في القمقام / 494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1B73C7">
      <w:pPr>
        <w:pStyle w:val="Heading2"/>
        <w:rPr>
          <w:rtl/>
        </w:rPr>
      </w:pPr>
      <w:bookmarkStart w:id="178" w:name="_Toc372371015"/>
      <w:bookmarkStart w:id="179" w:name="51"/>
      <w:r>
        <w:rPr>
          <w:rFonts w:hint="cs"/>
          <w:rtl/>
        </w:rPr>
        <w:lastRenderedPageBreak/>
        <w:t>[ حملات أصحاب الحسين ومبارزاتهم ]</w:t>
      </w:r>
      <w:bookmarkEnd w:id="178"/>
      <w:r>
        <w:rPr>
          <w:rFonts w:hint="cs"/>
          <w:rtl/>
        </w:rPr>
        <w:t xml:space="preserve"> </w:t>
      </w:r>
      <w:bookmarkEnd w:id="179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وقاتل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قتالاً شديداً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وأخذت خيلهم تحمل وإنّما 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اثنان وثلاثون فارساً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وأخذت لا تحمل على جانب من خيل أهل الكوفة إلاّ كشفته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رأى عزرة بن قيس [ التميمي ]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وهو على خيل أهل الكوفة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أنْ خيله تنكشف من كلّ جانب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بعث عبد الرحمن بن حصن إلى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يقول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ترى ما تلقى خيلي منذ اليوم من هذه العدّة اليسيرة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ابعث إليهم الرجّال والرّماة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لشبت بن ربعي [ التميمي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ألاَ تقدم إليهم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أتعمد إلى شيخ مضر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وأهل المصرعامّة تبعثه في الرّماة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لمْ تجد غيري مَن تندب لهذا ويجزئ عنك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دعا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الحُصين بن تميم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فبعث معه المجفّفة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وخمسمئة من المرامية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فأقبلوا [ فما ] دنوا من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رشقوهم بالنّبل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يلبثوا أنْ عقروا خيولهم وصاروا رجّالة كلّهم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وعقر فرس الحرّ بن يزيد الرياحي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لبث أنْ أرعد الفرس واضطرب وكبا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فوثب عنه الحرّ كأنّه ليث والسّيف في يده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1B73C7">
      <w:pPr>
        <w:pStyle w:val="libFootnote"/>
        <w:rPr>
          <w:rtl/>
        </w:rPr>
      </w:pP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لعلّ هذا ما تبقّى من فرسان أصحابه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وإلاّ فالمسعودي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عدل إلى كربلاء وهو في مقدار خمسمئة فارس من أهل بيته وأصحابه ونحو مئة راجل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وكان جميع من قُتل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يوم عاشوراء بكربلاء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سبعة وثمانين 3 / 70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71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وروى السّيّد ابن طأووس في الملهوف / 88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إنّهم كانوا خمسة وأربعين فارساً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ومئة راجل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وكذلك ذكر سبط ابن الجوزي / 246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251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والعجيب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نُقل عن المسعودي أنّه ذكرهم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ألف رجل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في مروج الذهب هذا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حدّثنى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الحسين بن عقبة المرادي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الزبيدي 5 / 435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436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lastRenderedPageBreak/>
              <w:t>إن تعقروا بي فانا ابن الحرّ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 xml:space="preserve">اشجع من ذي لبد هزبر 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>.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وقاتلوهم حتّى انتصف النّهار أشدّ قتال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و[ هم ] لا يقدرون على أنْ يأتوهم إلاّ من وجه واحد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لاجتماع أبنيتهم وتقارب بعضها من بعض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رأى ذلك عمر بن سعد أرسل رجالاً يقوّضونها عن أيمانهم وعن شمائلهم ليُحيطوا بهم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 الثلاثة والأربعة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يتخلّلون البيوت فيشدّون على الرّجل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يقوّض فيقتلونه ويرمونه ويعقرونه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عند ذلك أمر بها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أحرقوها بالنّار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دعوهم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فليحرّقوها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فإنّهم لو حرّقوها لمْ يستطيعوا أنْ يجوزوا إليكم منها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كذلك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أخذوا لا يُقاتلونهم إلاّ من وجه واحد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80" w:name="_Toc372371016"/>
      <w:r>
        <w:rPr>
          <w:rFonts w:hint="cs"/>
          <w:rtl/>
        </w:rPr>
        <w:t>[ الحملة الرابعة ]</w:t>
      </w:r>
      <w:bookmarkEnd w:id="180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وحمل [ فيمَن حمل ] شمر بن ذي الجوشن حتّى طعن فسطاط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برمحه ونادى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عليّ بالنّار حتّى أحرّق هذا البيت على أهله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فصاح النّساء وخرجنَ من الفسطاط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وصاح به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يابن ذي الجوشن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أنت تدعو بالنّار لتحرّق بيتي على أهلي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حرّقك الله بالنّار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Bold2Char"/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 هزبر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كلمة فارسيّة أصلها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هژبر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بمعنى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أسد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ولا يُخفى أنْ الرجز يقول</w:t>
      </w:r>
      <w:r w:rsidR="00891061">
        <w:rPr>
          <w:rFonts w:hint="cs"/>
          <w:rtl/>
        </w:rPr>
        <w:t>:</w:t>
      </w:r>
      <w:r w:rsidR="007745E6" w:rsidRPr="00301744">
        <w:rPr>
          <w:rFonts w:hint="cs"/>
          <w:rtl/>
        </w:rPr>
        <w:t xml:space="preserve"> </w:t>
      </w:r>
      <w:r w:rsidRPr="001B73C7">
        <w:rPr>
          <w:rStyle w:val="libFootnoteBoldChar"/>
          <w:rFonts w:hint="cs"/>
          <w:rtl/>
        </w:rPr>
        <w:t>أنا ابن الحرّ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والنّقل عن الحرّ نفسه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ولمْ يعقّبه أبو مِخْنَف ولا الكلبي ولا الطبري وغيره بشيء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ولعلّ مَن قال بحضور ابن الحرّ وتوبته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وقتله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 w:rsidRPr="001B73C7">
        <w:rPr>
          <w:rFonts w:hint="cs"/>
          <w:rtl/>
        </w:rPr>
        <w:t xml:space="preserve"> أخذه من هنا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ولعلّ الحرّ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اسم جدّه أو أحد أجداده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أو قصد معناه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وكذلك ذكر الرجز المفيد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ولمْ يعقّبه بشيء / 237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5 / 437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قال أبو مِخْنَف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حدّثنى نمير بن وعلة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 أيّوب بن مشرّخ الخيواني كان يقول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قال حميد بن مسلم [ الأزدي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قلت لشمر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إنّ هذا لا يصلح 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أتريد أنْ تجمع على نفسك خصلتين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تُعذّب بعذاب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وتقتل الولدان والنّساء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 في قتلك الرّجال لما تُرضي به أميرك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04730E" w:rsidP="00477F4F">
      <w:pPr>
        <w:pStyle w:val="libNormal"/>
        <w:rPr>
          <w:rtl/>
        </w:rPr>
      </w:pPr>
      <w:r>
        <w:rPr>
          <w:rFonts w:hint="cs"/>
          <w:rtl/>
        </w:rPr>
        <w:t>(</w:t>
      </w:r>
      <w:r w:rsidR="00477F4F">
        <w:rPr>
          <w:rFonts w:hint="cs"/>
          <w:rtl/>
        </w:rPr>
        <w:t>و</w:t>
      </w:r>
      <w:r>
        <w:rPr>
          <w:rFonts w:hint="cs"/>
          <w:rtl/>
        </w:rPr>
        <w:t>)</w:t>
      </w:r>
      <w:r w:rsidR="00477F4F">
        <w:rPr>
          <w:rFonts w:hint="cs"/>
          <w:rtl/>
        </w:rPr>
        <w:t xml:space="preserve"> جاءه شبث بن ربعيّ [ التميمي ]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ما رأيت مقالاً أسوأ من قولك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ولا موقفاً أقبح من موقفك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أمُرعباً للنساء صرت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وحمل عليه زهير بن القين في عشرة رجال من أصحابه فشدّ على شمر وأصحابه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فكشفهم عن البيوت حتّى ارتفعوا عنها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04730E" w:rsidP="00477F4F">
      <w:pPr>
        <w:pStyle w:val="libNormal"/>
        <w:rPr>
          <w:rtl/>
        </w:rPr>
      </w:pPr>
      <w:r>
        <w:rPr>
          <w:rFonts w:hint="cs"/>
          <w:rtl/>
        </w:rPr>
        <w:t>(</w:t>
      </w:r>
      <w:r w:rsidR="00477F4F">
        <w:rPr>
          <w:rFonts w:hint="cs"/>
          <w:rtl/>
        </w:rPr>
        <w:t>ثمّ</w:t>
      </w:r>
      <w:r>
        <w:rPr>
          <w:rFonts w:hint="cs"/>
          <w:rtl/>
        </w:rPr>
        <w:t>)</w:t>
      </w:r>
      <w:r w:rsidR="00477F4F">
        <w:rPr>
          <w:rFonts w:hint="cs"/>
          <w:rtl/>
        </w:rPr>
        <w:t xml:space="preserve"> تعطّف النّاس عليهم فكثروهم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فلا يزال الرجل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477F4F">
        <w:rPr>
          <w:rFonts w:hint="cs"/>
          <w:rtl/>
        </w:rPr>
        <w:t xml:space="preserve"> يُقتل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فإذا قُتل منهم الرجّل والرجلان تبيّن فيهم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وأولئك كثير لا يتبيّن فيهم ما يُقتل منهم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81" w:name="_Toc372371017"/>
      <w:bookmarkStart w:id="182" w:name="52"/>
      <w:r>
        <w:rPr>
          <w:rFonts w:hint="cs"/>
          <w:rtl/>
        </w:rPr>
        <w:t>[ الاستعداد لصلاة الظهر ]</w:t>
      </w:r>
      <w:bookmarkEnd w:id="181"/>
      <w:r>
        <w:rPr>
          <w:rFonts w:hint="cs"/>
          <w:rtl/>
        </w:rPr>
        <w:t xml:space="preserve"> </w:t>
      </w:r>
      <w:bookmarkEnd w:id="182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رأى ذلك أبو ثُمامة عمرو بن عبد الله الصائدي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قال للحسين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يا أبا 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نفسي لك الفداء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أرى هؤلاء قد اقتربوا منك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تُقتل حتّى أُقتل دونك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إنْ شاء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وأحبّ أنْ ألقى ربّي وقد صلّيت هذه الصلاة التي دنا وقتها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فرفع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رأسه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891061" w:rsidP="00477F4F">
      <w:pPr>
        <w:pStyle w:val="libNormal"/>
        <w:rPr>
          <w:rtl/>
        </w:rPr>
      </w:pPr>
      <w:r>
        <w:rPr>
          <w:rStyle w:val="libBold2Char"/>
          <w:rFonts w:hint="cs"/>
          <w:rtl/>
        </w:rPr>
        <w:t>«</w:t>
      </w:r>
      <w:r w:rsidR="00477F4F" w:rsidRPr="007745E6">
        <w:rPr>
          <w:rStyle w:val="libBold2Char"/>
          <w:rFonts w:hint="cs"/>
          <w:rtl/>
        </w:rPr>
        <w:t xml:space="preserve"> ذكرت الصلاة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جعلك الله من المصلّين الذاكرين</w:t>
      </w:r>
      <w:r>
        <w:rPr>
          <w:rStyle w:val="libBold2Char"/>
          <w:rFonts w:hint="cs"/>
          <w:rtl/>
        </w:rPr>
        <w:t>!</w:t>
      </w:r>
      <w:r w:rsidR="00477F4F" w:rsidRPr="007745E6">
        <w:rPr>
          <w:rStyle w:val="libBold2Char"/>
          <w:rFonts w:hint="cs"/>
          <w:rtl/>
        </w:rPr>
        <w:t xml:space="preserve"> نعم</w:t>
      </w:r>
      <w:r>
        <w:rPr>
          <w:rStyle w:val="libBold2Char"/>
          <w:rFonts w:hint="cs"/>
          <w:rtl/>
        </w:rPr>
        <w:t>،</w:t>
      </w:r>
      <w:r w:rsidR="00477F4F" w:rsidRPr="007745E6">
        <w:rPr>
          <w:rStyle w:val="libBold2Char"/>
          <w:rFonts w:hint="cs"/>
          <w:rtl/>
        </w:rPr>
        <w:t xml:space="preserve"> هذا أوّل وقتها </w:t>
      </w:r>
      <w:r>
        <w:rPr>
          <w:rStyle w:val="libBold2Char"/>
          <w:rFonts w:hint="cs"/>
          <w:rtl/>
        </w:rPr>
        <w:t>»</w:t>
      </w:r>
      <w:r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فقال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مَن أنت</w:t>
      </w:r>
      <w:r w:rsidR="00891061">
        <w:rPr>
          <w:rFonts w:hint="cs"/>
          <w:rtl/>
        </w:rPr>
        <w:t>؟</w:t>
      </w:r>
      <w:r w:rsidRPr="00301744">
        <w:rPr>
          <w:rFonts w:hint="cs"/>
          <w:rtl/>
        </w:rPr>
        <w:t xml:space="preserve"> فخشيت أنْ لو عرفني أنْ يضرّنى عند السّلطان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فقلت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لا أخبرك مَن أنا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الهمداني كان بالكوفة يقبض ما يُعين به الشيعة مسلم بن عقيل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ويشتري لهم السّلاح بأمر مسلم 5 / 364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وعقد له مسلم يوم خروجه على ربع تميم وهمدان 5 / 369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 الذي عرّف رسول عمر بن سعد في كربلاء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عزرة بن الأحمسي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فقال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يا أبا عبد الله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قد جاءك شرّ أهل الأرض وأجرؤه على دم وأفتكه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ومنعه عن الوصول إليه خوفاً منه على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410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ثم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سلوهم أنْ يكفّوا عنّا حتّى نُصلّي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لهم الحُصين بن تميم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إنّها لا تُقبل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حبيب بن مظاهر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زعمت [ أنّ ] الصلاة من آل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لا تُقبل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وتُقبل منك يا حمار</w:t>
      </w:r>
      <w:r w:rsidR="00891061">
        <w:rPr>
          <w:rFonts w:hint="cs"/>
          <w:rtl/>
        </w:rPr>
        <w:t>!</w:t>
      </w:r>
    </w:p>
    <w:p w:rsidR="00477F4F" w:rsidRDefault="00477F4F" w:rsidP="001B73C7">
      <w:pPr>
        <w:pStyle w:val="Heading2"/>
        <w:rPr>
          <w:rtl/>
        </w:rPr>
      </w:pPr>
      <w:bookmarkStart w:id="183" w:name="53"/>
      <w:bookmarkStart w:id="184" w:name="_Toc372371018"/>
      <w:r>
        <w:rPr>
          <w:rFonts w:hint="cs"/>
          <w:rtl/>
        </w:rPr>
        <w:t>[ مقتل حبيب بن مظاهر ]</w:t>
      </w:r>
      <w:bookmarkEnd w:id="183"/>
      <w:r w:rsidRPr="007745E6">
        <w:rPr>
          <w:rStyle w:val="libFootnotenumChar"/>
          <w:rFonts w:hint="cs"/>
          <w:rtl/>
        </w:rPr>
        <w:t>(1)</w:t>
      </w:r>
      <w:bookmarkEnd w:id="184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فحمل عليهم الحُصين بن تميم [ التميمي ] وخرج إليه حبيب بن مظاهر [ الأسدي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فضرب وجه فرسه بالسّيف فشبّ ووقع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وحمله أصحابه فاستنقذوه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وأخذ حبيب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أنا حبيب وأبي مظاهر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فارس هيجاءو حرب تسعر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أنتم أعدّ عدّة وأكثر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ونحن أوفى منكم وأصبر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ونحن أعلى حجّة وأظهر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حقاً وأتقى منكم وأعذر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1B73C7">
        <w:rPr>
          <w:rFonts w:hint="cs"/>
          <w:rtl/>
        </w:rPr>
        <w:t xml:space="preserve"> كان ممّن كتب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من زعمّاء الشيعة من أهل الكوفة 5 / 352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وكان ممّن أجاب مسلم بن عقيل للبيعة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قائلاً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أنا والله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الذي لا إله إلاّ هو على مثل ما هذا عليه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مشيراً إلى عابس بن أبي شبيب الشاكري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5 / 355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وقال لقرّة بن قيس الحنظلي التميمي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 xml:space="preserve">رسول عمر بن سعد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بكربلاء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ويحك يا قرّة بن قيس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أنّى ترجع إلى القوم الظالمين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انصر هذا الرجل الذي بآبائه أيّدك الله بالكرامة وإيّانا معك 5 / 411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ولمّا نهض ابن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عشيّة التاسع من المحرم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وزحف نحوهم بعد صلاة العصر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فاستقبلهم العبّاس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في نحو من عشرين فارساً كان منهم حبيب بن مظاهر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فلمّا ذهب العبّاس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يخبره الخبر ووقف أصحابه يخاطبون القوم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قال حبيب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لبئس القوم عند الله غداً قوم يقدمون عليه قد قتلوا ذرّيّة نبيّه وعترته وأهل بيته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وعبّاد أهل هذا المصر المجتهدين بالسّحر والذاكرين الله كثيراً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5 / 416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وجعله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على ميسرة أصحابه 5 / 436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 xml:space="preserve">ولمّا وقف مسلم بن عوسجة فأوصاه مسلم بنصرة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أفعل وربّ الكعبة 5 / 436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وتفاخر بقتله الحُصين بن تميم فعلّق رأسه بلبان فرسه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وقتل ابنه القاسم بن حبيب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قاتله بديل بن ُصريم التميمي قصاصاً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وهما في عسكر مصعب بن الزبير في غزو باجميرا 5 / 440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أقسم لو كنّا لكم أعدادا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أو شطركم وليّتم أكتادا</w:t>
            </w:r>
            <w:r w:rsidRPr="00A04DDF">
              <w:rPr>
                <w:rFonts w:hint="cs"/>
                <w:rtl/>
              </w:rPr>
              <w:t xml:space="preserve"> 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D06A87">
      <w:pPr>
        <w:pStyle w:val="libPoemCenter"/>
        <w:rPr>
          <w:rtl/>
        </w:rPr>
      </w:pPr>
      <w:r>
        <w:rPr>
          <w:rFonts w:hint="cs"/>
          <w:rtl/>
        </w:rPr>
        <w:t>يا شرّ قوم حسباً وآدا</w:t>
      </w:r>
      <w:r w:rsidRPr="00A04DDF">
        <w:rPr>
          <w:rFonts w:hint="cs"/>
          <w:rtl/>
        </w:rPr>
        <w:t xml:space="preserve"> </w:t>
      </w:r>
      <w:r w:rsidRPr="00D06A87">
        <w:rPr>
          <w:rStyle w:val="libFootnotenumChar"/>
          <w:rFonts w:hint="cs"/>
          <w:rtl/>
        </w:rPr>
        <w:t>(2)</w:t>
      </w:r>
      <w:r w:rsidRPr="00A04DDF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وقاتل قتالاً شديداً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فحمل عليه رجل من بني تميم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يُقال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بديل بن صُريم فطعنه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فوقع فذهب ليقوم فضربه الحُصين بن تميم [ التميمي ] على رأسه بالسّيف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فوقع ونزل إليه التميمي فاحتزّ رأسه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ولمّا قُتل حبيب بن مظاهر هدّ ذلك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احتسب نفسي وحماة أصحأبي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85" w:name="_Toc372371019"/>
      <w:r>
        <w:rPr>
          <w:rFonts w:hint="cs"/>
          <w:rtl/>
        </w:rPr>
        <w:t>[ مقتل الحرّ بن يزيد الرياحي ]</w:t>
      </w:r>
      <w:bookmarkEnd w:id="185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وبرز الحرّ ] فأخذ يرتجز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أكتادا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جماعات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آدا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أصلاً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حدّثني سليمان بن أبي راشد عن حميد بن مسلم 5 / 438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439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(4)</w:t>
      </w:r>
      <w:r w:rsidRPr="001B73C7">
        <w:rPr>
          <w:rFonts w:hint="cs"/>
          <w:rtl/>
        </w:rPr>
        <w:t xml:space="preserve"> فقال له الحُصين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أبي لشريك في قتله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 الآخر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ما قتله غيري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 الحُصين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أعطنيه أعلّقه في عنق فرسي كيْما يرى النّاس ويعلموا أنّي شركت في قتله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ثمّ خُذه أنت بعد فامضِ به إلى عبيد الله بن زياد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فلا حجّة لي فيما تعطاه على قتلك إيّاه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فأبى عليه فأصلح قومه فيما بينهما على هذا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فدفع إليه رأس حبيب بن مظاهر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فجال به في العسكر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قد علّقه في عنق فرسه</w:t>
      </w:r>
      <w:r w:rsidR="007745E6" w:rsidRPr="001B73C7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ثمّ دفعه بعد ذلك إليه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فلمّا رجعوا إلى الكوفة أخذ الآخر رأس حبيب فعلّقه في لبان فرسه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فأقبل به إلى ابن زياد في القصر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فبصر به القاسم بن حبيب بن مظاهر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وهو يومئذٍ قد راهق فأقبل مع الفارس لا يُفارقه فارتاب به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مالك يا بني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تتبعني</w:t>
      </w:r>
      <w:r w:rsidR="00891061">
        <w:rPr>
          <w:rFonts w:hint="cs"/>
          <w:rtl/>
        </w:rPr>
        <w:t>؟</w:t>
      </w:r>
      <w:r w:rsidRPr="001B73C7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إنّ هذا الرأس الذي معك رأس أبي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أفتعطينيه حتّى أدفنه</w:t>
      </w:r>
      <w:r w:rsidR="00891061">
        <w:rPr>
          <w:rFonts w:hint="cs"/>
          <w:rtl/>
        </w:rPr>
        <w:t>؟</w:t>
      </w:r>
      <w:r w:rsidRPr="001B73C7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يا بني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لا يرضى الأمير أنْ يُدفن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وأنا أُريد أنْ يُثيبني الأمير على قتله ثواباً حسناً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 له الغلام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لكنّ الله لا يُثيبك على ذلك إلاّ أسوأ الثواب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أمََا والله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لقد قتلت خيراً منك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وبكى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ولمّا غزا مصعب بن الزبير باجميرا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دخل القاسم بن حبيب عسكر مصعب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فوجد قاتل أبيه في فسطاط فدخل عليه نصف النّهار وهو قائل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فضربه بالسّيف حتّى برد 5 / 440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lastRenderedPageBreak/>
              <w:t>[ اني أنا الحرّ ومأوى الضيّف ]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أضرب في أعراضهم بالسّيف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عن خير من حلّ منى والخيف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[ أضربهم ولا أرى من حيف ]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ويقول أيضاً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آليت لا أقتل حتّى أقتلا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ولن أصاب اليوم إلا مقبلا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أضربهم بالسّيف ضرباً مقصلا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لا نكلا عنهم ولا مهلّلا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5D2685" w:rsidP="00477F4F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477F4F">
        <w:rPr>
          <w:rFonts w:hint="cs"/>
          <w:rtl/>
        </w:rPr>
        <w:t>[ وخرج معه زهير بن القين فـ ]</w:t>
      </w:r>
      <w:r>
        <w:rPr>
          <w:rFonts w:hint="cs"/>
          <w:rtl/>
        </w:rPr>
        <w:t xml:space="preserve"> -</w:t>
      </w:r>
      <w:r w:rsidR="00477F4F">
        <w:rPr>
          <w:rFonts w:hint="cs"/>
          <w:rtl/>
        </w:rPr>
        <w:t>قاتلا قتالاً شديداً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فكان إذا شدّ أحدهما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>فإنْ استلحم</w:t>
      </w:r>
      <w:r w:rsidR="00477F4F" w:rsidRPr="007745E6">
        <w:rPr>
          <w:rStyle w:val="libFootnotenumChar"/>
          <w:rFonts w:hint="cs"/>
          <w:rtl/>
        </w:rPr>
        <w:t>(1)</w:t>
      </w:r>
      <w:r w:rsidR="007745E6">
        <w:rPr>
          <w:rFonts w:hint="cs"/>
          <w:rtl/>
        </w:rPr>
        <w:t xml:space="preserve"> - </w:t>
      </w:r>
      <w:r w:rsidR="00477F4F">
        <w:rPr>
          <w:rFonts w:hint="cs"/>
          <w:rtl/>
        </w:rPr>
        <w:t>شدّ الآخر حتّى يخلّصه ففعلا ذلك ساعة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ثمّ شدّت رجّالة على الحرّ بن يزيد فقُتل [ رحمة الله عليه ]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86" w:name="_Toc372371020"/>
      <w:r>
        <w:rPr>
          <w:rFonts w:hint="cs"/>
          <w:rtl/>
        </w:rPr>
        <w:t>[ صلاة الظهر ]</w:t>
      </w:r>
      <w:bookmarkEnd w:id="18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صلّى بهم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صلاة الخوف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فاستقدم [ سعيد بن عبد الله الحنفي ] أمامه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فاستهدف لهم يرمونه بالنّبل يميناً وشمالاً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زال يُرمى قائماً بين يديه حتّى سقط [ رحمة الله عليه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87" w:name="_Toc372371021"/>
      <w:r>
        <w:rPr>
          <w:rFonts w:hint="cs"/>
          <w:rtl/>
        </w:rPr>
        <w:t>[ مقتل زهير بن القين ]</w:t>
      </w:r>
      <w:bookmarkEnd w:id="187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وخرج زهير بن القين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 xml:space="preserve">أخذ يضرب على منكب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أقدم هديت هادياً مهديا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فاليوم تلقى جدّك النّبيّا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وحسناً والمرتضى عليّا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وذا الجناحين الفتى الكميّا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1B73C7">
      <w:pPr>
        <w:pStyle w:val="libPoemCenter"/>
        <w:rPr>
          <w:rtl/>
        </w:rPr>
      </w:pPr>
      <w:r>
        <w:rPr>
          <w:rFonts w:hint="cs"/>
          <w:rtl/>
        </w:rPr>
        <w:t>وأسد الله الشهيد الحيّا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اشتدّ القتال وتداخل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هذا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ولعلّه صلّى قصراً لا خوفاً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الصلاة المفيد / 238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والسّبط / 252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256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وقاتل قتالاً شديداً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وهو ]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أنا زهير وانا ابن القين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اذودهم بالسّيف عن حسين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فشدّ عليه كثير بن عبد الله الشعبي ومهاجر بن أوس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فقتلاه [ رحمة الله عليه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88" w:name="_Toc372371022"/>
      <w:r>
        <w:rPr>
          <w:rFonts w:hint="cs"/>
          <w:rtl/>
        </w:rPr>
        <w:t>[ مقتل نافع بن هلال الجملي ]</w:t>
      </w:r>
      <w:r w:rsidRPr="007745E6">
        <w:rPr>
          <w:rStyle w:val="libFootnotenumChar"/>
          <w:rFonts w:hint="cs"/>
          <w:rtl/>
        </w:rPr>
        <w:t>(2)</w:t>
      </w:r>
      <w:bookmarkEnd w:id="18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نافع بن هلال الجمليّ قد كتب اسمه على أفواق نبله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فجعل يرمي بها مسوّمة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D06A87">
        <w:rPr>
          <w:rStyle w:val="libBold2Char"/>
          <w:rFonts w:hint="cs"/>
          <w:rtl/>
        </w:rPr>
        <w:t>أنا الجملي</w:t>
      </w:r>
      <w:r w:rsidR="00891061">
        <w:rPr>
          <w:rStyle w:val="libBold2Char"/>
          <w:rFonts w:hint="cs"/>
          <w:rtl/>
        </w:rPr>
        <w:t>،</w:t>
      </w:r>
      <w:r w:rsidRPr="00D06A87">
        <w:rPr>
          <w:rStyle w:val="libBold2Char"/>
          <w:rFonts w:hint="cs"/>
          <w:rtl/>
        </w:rPr>
        <w:t xml:space="preserve"> أنا على دين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 اثنى عشر من أصحاب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سوى مَن جُرح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وجُرح و ] كُسرت عضداه فأخذه شمر بن ذي الجوشن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ومعه أصحاب له أسيراً يسوقون[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ه ] حتّى أتى به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والدماء تسيل على لحيته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ويحك يا نافع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ما حملك على ما صنعت بنفسك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ربّي يعلم ما أردت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لقد قتلت منكم اثنى عشر سوى مَن جرحتُ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ألوم نفسي على الجهد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بقيت لي عضد وساعد ما أسرتموني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شمر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أقتله أصلحك الله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إنْ شئت فاقتله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فانتضى شمر سيفه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 نافع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أنْ لو كنت من المسلمين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لعظم عليك أنْ تلقى الله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رواها السّبط / 253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1B73C7">
        <w:rPr>
          <w:rFonts w:hint="cs"/>
          <w:rtl/>
        </w:rPr>
        <w:t xml:space="preserve"> هو الذي كان قد بعث فرسه مع الطرمّاح بن عَدي إلى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في طريقه إلى الكوفة 5 / 405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ولمّا اشتدّ العطش بالإمام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وأصحابه دعا أخاه العبّاس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فبعثه في ثلاثين فارساً وعشرين راجلاً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واستقدم أمامهم نافع بن هلال ورحّب به عمرو بن الحجّاج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اشرب هنيئاً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لا اشرب منه قطرة وحسين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عطشان 5 / 412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ولمّا خرج علي بن قرظة أخو عمرو بن قرظة الأنصاري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فحمل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اعترضه نافع بن هلال المرادي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فطعنه فصرعه 5 / 434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بدمائنا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فالحمد لله الذي جعل منايانا على يدي شرار خلقه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فقتله [ رحمة الله عليه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89" w:name="_Toc372371023"/>
      <w:r>
        <w:rPr>
          <w:rFonts w:hint="cs"/>
          <w:rtl/>
        </w:rPr>
        <w:t>[ الأخوان الغفاريّان ]</w:t>
      </w:r>
      <w:bookmarkEnd w:id="189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فلمّا رأى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أنّهم لا يقدرون على أنْ يمنعوا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ولا أنفسهم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تنافسوا في أنْ يُقتلوا بين يديه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فجاءه عبد الله وعبدالرحمن ابنا عزرة الغفاريّان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يا أبا عبد 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عليك السّلام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حازنا العدوّ إليك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فأحببنا أنْ نُقتل بين يديك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نمنعك وندفع عنك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مرحباً بكما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أدْنيا منّي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فَدَنيا منه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فجعلا يُقاتلان وأحدهما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قد علمت حقاً بنو غفار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وخندف بعد بنينزار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لنضربنّ معشر الفجار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بكل عضب صارم بتّار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يا قوم ذودوا عن بني الأحرار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بالمشرّفي والقنا الخطّار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5D2685" w:rsidP="00477F4F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477F4F">
        <w:rPr>
          <w:rFonts w:hint="cs"/>
          <w:rtl/>
        </w:rPr>
        <w:t xml:space="preserve">[ فقاتلا بين يديه قتالاً شديداً حتّى قُتلا </w:t>
      </w:r>
      <w:r w:rsidRPr="005D2685">
        <w:rPr>
          <w:rStyle w:val="libAlaemChar"/>
          <w:rFonts w:hint="cs"/>
          <w:rtl/>
        </w:rPr>
        <w:t>رحمهما‌الله</w:t>
      </w:r>
      <w:r w:rsidR="00477F4F">
        <w:rPr>
          <w:rFonts w:hint="cs"/>
          <w:rtl/>
        </w:rPr>
        <w:t xml:space="preserve"> ]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90" w:name="_Toc372371024"/>
      <w:r>
        <w:rPr>
          <w:rFonts w:hint="cs"/>
          <w:rtl/>
        </w:rPr>
        <w:t>[ الفتيان الجابريّان ]</w:t>
      </w:r>
      <w:bookmarkEnd w:id="190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وجاء الفتيان الجابريّان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سيف بن الحارث بن سريع ومالك بن عبد بن سريع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وهما ابنا عمٍّ وأخوانِ لأمٍّ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فأتيا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فدَنَيا 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وهما يبكيان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ابني أخي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ما يُبكيكما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فوالله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أنا لأرجو أنْ تكونا قريري عين عن ساعة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جعلنا الله فداك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على أنفسنا نبكي ولكنّا نبكي عليك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نراك قد أُحيط بك ولا نقدر على أنْ نمنعك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فجزاكما الله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يا ابني أخي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بوجد كما من ذلك ومواساتكما إيّاي بأنفسكما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أحسن جزاء المتّقين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استقدم الفتيان الجابريّان يلتفتان إلى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ويقولان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السّلام عليك يابن رسول الله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وعليكما السّلام ورحمة الله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فقاتلا حتّى قُتلا [ </w:t>
      </w:r>
      <w:r w:rsidR="005D2685" w:rsidRPr="005D2685">
        <w:rPr>
          <w:rStyle w:val="libAlaemChar"/>
          <w:rFonts w:hint="cs"/>
          <w:rtl/>
        </w:rPr>
        <w:t>رحمهما‌الله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91" w:name="_Toc372371025"/>
      <w:r>
        <w:rPr>
          <w:rFonts w:hint="cs"/>
          <w:rtl/>
        </w:rPr>
        <w:t>[ مقتل حنظلة بن أسعد الشبامي ]</w:t>
      </w:r>
      <w:bookmarkEnd w:id="191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وجاء حنظلة بن أسعد الشبامي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فقام بين يدي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فأخذ ينادي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1B73C7">
        <w:rPr>
          <w:rStyle w:val="libAieChar"/>
          <w:rFonts w:hint="cs"/>
          <w:rtl/>
        </w:rPr>
        <w:t xml:space="preserve"> يَا قَوْمِ إِنّي أَخَافُ عَلَيْكُم مِثْلَ يَوْمِ الْأَحْزَابِ * مِثْلَ دَأْبِ قَوْمِ نُوحٍ وَعَادٍ وَثَمُودَ وَالّذِينَ مِنْ بَعْدِهِمْ وَمَا اللّهُ يُريد ظُلْماً لِلْعِبَادِ * وَيَاقَوْمِ إِنّي أَخَافُ عَلَيْكُمْ يَوْمَ التّنَادِ * يَوْمَ تُوَلّونَ مُدْبِرِينَ مَا لَكُم مِنَ اللّهِ مِنْ عَاصِمٍ وَمَن يُضْلِلِ اللّهُ فَمَا لَهُ مِنْ هَادٍ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يا قوم لا تقتلوا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فيُسحتكم الله بعذاب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1B73C7">
        <w:rPr>
          <w:rStyle w:val="libAieChar"/>
          <w:rFonts w:hint="cs"/>
          <w:rtl/>
        </w:rPr>
        <w:t xml:space="preserve"> وَقَدْ خَابَ مَنْ افْتَرَى </w:t>
      </w:r>
      <w:r w:rsidRPr="00891061">
        <w:rPr>
          <w:rStyle w:val="libAlaemChar"/>
          <w:rFonts w:hint="cs"/>
          <w:rtl/>
        </w:rPr>
        <w:t>)</w:t>
      </w:r>
      <w:r w:rsidRPr="001B73C7"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له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يابن أسعد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رحمك الله</w:t>
      </w:r>
      <w:r w:rsidR="00891061">
        <w:rPr>
          <w:rStyle w:val="libBold2Char"/>
          <w:rFonts w:hint="cs"/>
          <w:rtl/>
        </w:rPr>
        <w:t>!</w:t>
      </w:r>
      <w:r w:rsidR="007745E6" w:rsidRPr="007745E6">
        <w:rPr>
          <w:rStyle w:val="libBold2Char"/>
          <w:rFonts w:hint="cs"/>
          <w:rtl/>
        </w:rPr>
        <w:t xml:space="preserve"> - </w:t>
      </w:r>
      <w:r w:rsidRPr="007745E6">
        <w:rPr>
          <w:rStyle w:val="libBold2Char"/>
          <w:rFonts w:hint="cs"/>
          <w:rtl/>
        </w:rPr>
        <w:t>إنّهم قد استوجبوا العذاب حيث ردّوا عليك ما دعوتهم إليه من الحقّ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ونهضوا إليك ليستبيحوك وأصحابك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فكيف بهم الآن وقد قتلوا أخوانك الصالحين</w:t>
      </w:r>
      <w:r w:rsidR="00891061">
        <w:rPr>
          <w:rStyle w:val="libBold2Char"/>
          <w:rFonts w:hint="cs"/>
          <w:rtl/>
        </w:rPr>
        <w:t>؟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صدقت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جُعلت فداك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أنت أفقه منّي وأحقّ بذلك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أفلا نروح إلى الآخرة ونلحق بإخواننا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رُح إلى خير من الدّنيا وما فيها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 إلى مُلك لا يُبلى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السّلام عليك أبا 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صلّى الله عليك وعلى أهل بيتك</w:t>
      </w:r>
      <w:r w:rsidR="00891061">
        <w:rPr>
          <w:rFonts w:hint="cs"/>
          <w:rtl/>
        </w:rPr>
        <w:t>،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سورة غافر / 30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33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سورة طه / 61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وعرّف بيننا وبينك في جنّته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فقال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آمين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آمين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فاستقدم [ حنظلة الشبامي ] فقاتل حتّى قُتل [ رحمة الله عليه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92" w:name="54"/>
      <w:bookmarkStart w:id="193" w:name="_Toc372371026"/>
      <w:r>
        <w:rPr>
          <w:rFonts w:hint="cs"/>
          <w:rtl/>
        </w:rPr>
        <w:t>[ مقتل عابس بن أبي شبيب الشاكري وشوذب مولاه ]</w:t>
      </w:r>
      <w:bookmarkEnd w:id="192"/>
      <w:r w:rsidRPr="007745E6">
        <w:rPr>
          <w:rStyle w:val="libFootnotenumChar"/>
          <w:rFonts w:hint="cs"/>
          <w:rtl/>
        </w:rPr>
        <w:t>(1)</w:t>
      </w:r>
      <w:bookmarkEnd w:id="19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وجاء عابس بن أبي شبيب الشاكري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ومعه شوذب مولى شاكر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[ له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شوذب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في نفسك أنْ تصنع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أصنع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أقاتل معك دون ابن بنت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حتّى أُقتل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ذلك الظنّ بك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أمّا لا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فتقدّم بين يدي أبي عبد الله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يحتسبك كما احتسب غيرك من أصحابه وحتّى احتسبك أنا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لو كان معي السّاعة أحد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أنا أولى به منّي بك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لسرّني أنْ يتقدّم بين يديّ حتّى أحتسبه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فإنّ هذا يوم ينبغي لنا أنْ نطلب الأجر بكل ما قدرنا عليه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لا عمل بعد اليوم وإنّما هو الحساب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فتقدم [ شوذب ] فسلّم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مضى فقاتل حتّى قُتل [ رحمة الله عليه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1B73C7">
        <w:rPr>
          <w:rFonts w:hint="cs"/>
          <w:rtl/>
        </w:rPr>
        <w:t xml:space="preserve"> عابس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هو الذي قام في الكوفة بعد ما قرأ عليهم مسلم بن عقيل كتاب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فحمد الله واثنى عليه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أمّا بعد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فإنّي لا أخبرك عن النّاس ولا أعلم ما في أنفسهم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وما أغرّك منهم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لأحدّثنّك عمّا أنا موطّن نفسي عليه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لأجيبنّكم إذا دعوتم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ولأقاتلنّ معكم عدوّكم ولأضربنّ بسيفي دونكم حتّى ألقى 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لا أريد بذلك إلاّ ما عند الله</w:t>
      </w:r>
      <w:r w:rsidR="00891061">
        <w:rPr>
          <w:rFonts w:hint="cs"/>
          <w:rtl/>
        </w:rPr>
        <w:t>.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فقال له حبيب بن مظاهر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رحمك الله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قد قضيت ما في نفسك بواجز من قولك 5 / 355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وحيث تحوّل مسلم بن عقيل إلى دار هانئ بن عروة وبايعه ثمانية عشر ألفاً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قدّم كتاباً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مع عابس بن أبي شبيب الشاكري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أن عجّل الإقبال 5 / 375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أمّا إنْ كنت تأبى الانصراف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وتقول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إنّك لا تنصرف</w:t>
      </w:r>
      <w:r w:rsidR="00CA2C7E">
        <w:rPr>
          <w:rFonts w:hint="cs"/>
          <w:rtl/>
        </w:rPr>
        <w:t xml:space="preserve"> ...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ثمّ قال عابس بن أبي شبيب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أبا 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أمسى على وجه الأرض قريب ولا بعيد أعزّ عليّ ولا أحبّ إليّ منك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ولو قدرت على أنْ أدفع عنك الضيم والقتل بشيء أعزّ عليّ من نفسي ودمي لعملته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السّلام عليك يا أبا 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أشهد الله أنّي على هديك وهدي أبيك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مشى بالسّيف مصلتاً نحوهم وبه ضربة على جبينه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ربيع بن تميم [ الهمداني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رأيته مقبلاً عرفته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أيّها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أسد الأسود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ابن أبي شبيب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يخرجنّ إليه أحد منكم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فأخذ ينادي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ألاَ رجل لرجل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ارضخوه بالحجارة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فرُمي بالحجارة من كلّ جانب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رأى ذلك ألقى درعه ومغفره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شدّ على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لرأيته يكرد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أكثر من مئتين من النّاس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إنّهم تعطّفوا عليه من كلّ جانب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فقُتل [ رحمة الله عليه ]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94" w:name="_Toc372371027"/>
      <w:r>
        <w:rPr>
          <w:rFonts w:hint="cs"/>
          <w:rtl/>
        </w:rPr>
        <w:t>[ مقتل يزيد بن زياد أبي الشعثاء الكندي ]</w:t>
      </w:r>
      <w:bookmarkEnd w:id="194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يزيد بن زياد بن المهاصر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وهو أبو الشعثاء الكندي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ممّن خرج مع عمر بن سعد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ردّوا الشروط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مال إليه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حدّثني نمير بن وعلة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رجل من بني عبد من همدان شهد ذلك اليوم 5 / 444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يكرد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يطرد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حدّثني محمّد بن قيس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440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(4) فرأيت رأسه في أيدي رجال ذوي عدّة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هذا يقول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أنا قتلته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وهذا يقول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أنا قتلته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فأتوا عمر بن سعد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لا تختصموا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هذا لمْ يقتله سنان واحد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ففرّق بينهم بهذا القول.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فقاتل [ معه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رجزه يومئذٍ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أنا يزيد وأبي مهاصر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 xml:space="preserve">أشجع من ليث بغيل خادر 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يا ربّ اني للحسين ناصر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ولابن سعد تارك وهاجر</w:t>
            </w:r>
            <w:r w:rsidRPr="00A04DDF">
              <w:rPr>
                <w:rFonts w:hint="cs"/>
                <w:rtl/>
              </w:rPr>
              <w:t xml:space="preserve"> </w:t>
            </w:r>
            <w:r w:rsidRPr="00D06A8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رامياً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 xml:space="preserve">جثا على ركبته بين يدي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فرمى بمئة سهم ما سقط منها إلاّ خمسة أسهم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فكلّما رمى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D06A87">
        <w:rPr>
          <w:rStyle w:val="libBold2Char"/>
          <w:rFonts w:hint="cs"/>
          <w:rtl/>
        </w:rPr>
        <w:t>أنا ابن بهدلة</w:t>
      </w:r>
      <w:r w:rsidR="00891061">
        <w:rPr>
          <w:rStyle w:val="libBold2Char"/>
          <w:rFonts w:hint="cs"/>
          <w:rtl/>
        </w:rPr>
        <w:t>،</w:t>
      </w:r>
      <w:r w:rsidRPr="00D06A87">
        <w:rPr>
          <w:rStyle w:val="libBold2Char"/>
          <w:rFonts w:hint="cs"/>
          <w:rtl/>
        </w:rPr>
        <w:t xml:space="preserve"> فرسان العرجلة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ويقول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اللهمّ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سدّد رميته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واجعل ثوابه الجنّة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ثمّ ] قاتل حتّى قُتل [ رحمة الله عليه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الرجال الأربعة الذين جاؤوا مع الطرمّاح بن عدي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وهم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جابر بن الحارث السّلماني ومجمّع بن عبد الله العائذي 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وعمر بن خالد الصيدأوي وسعد مولى عمر بن خالد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فشدّوا مُقدمين بأسيافهم على النّاس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وغلوا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>عطف عليهم النّاس يحوزونهم وقطعوهم من أصحابهم</w:t>
      </w:r>
      <w:r w:rsidR="00891061">
        <w:rPr>
          <w:rFonts w:hint="cs"/>
          <w:rtl/>
        </w:rPr>
        <w:t>،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الغيل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الشجر الكثير الملتف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وخادر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نائم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هذه رواية فضيل بن خديج الكندي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ولعلّه استنتج تركه وهجره لابن سعد ونصرته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بعد ردّ الشروط عليه من رجزه هذا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وقد سبقت رواية عبد الرحمن بن جندب عن عقبة بن سمعان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 رسول ابن زياد بكتابه إلى الحرّ في كربلاء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كان المالك بن النّسير البَدّيّ الكندي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فقال له يزيد بن زياد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ثكلتك اُمّك</w:t>
      </w:r>
      <w:r w:rsidR="00891061">
        <w:rPr>
          <w:rFonts w:hint="cs"/>
          <w:rtl/>
        </w:rPr>
        <w:t>!</w:t>
      </w:r>
      <w:r w:rsidRPr="00301744">
        <w:rPr>
          <w:rFonts w:hint="cs"/>
          <w:rtl/>
        </w:rPr>
        <w:t xml:space="preserve"> ماذا جئت فيه</w:t>
      </w:r>
      <w:r w:rsidR="00891061">
        <w:rPr>
          <w:rFonts w:hint="cs"/>
          <w:rtl/>
        </w:rPr>
        <w:t>؟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وما جئت فيه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أطعت إمامي ووفيت ببيعتي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فقال له أبو الشعثاء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عصيت ربك وأطعت إمامك في هلاك نفسك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كسبت العار والنّار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</w:t>
      </w:r>
      <w:r>
        <w:rPr>
          <w:rFonts w:hint="cs"/>
          <w:rtl/>
        </w:rPr>
        <w:t xml:space="preserve"> الله عزوجل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1B73C7">
        <w:rPr>
          <w:rStyle w:val="libFootnoteAieChar"/>
          <w:rFonts w:hint="cs"/>
          <w:rtl/>
        </w:rPr>
        <w:t xml:space="preserve"> وَجَعَلْنَاهُمْ أَئِمّةً يَدْعُونَ إلى النّار وَيَوْمَ الْقِيَامَةِ لاَ يُنصَرُونَ</w:t>
      </w:r>
      <w:r w:rsidRPr="00891061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1B73C7">
        <w:rPr>
          <w:rFonts w:hint="cs"/>
          <w:rtl/>
        </w:rPr>
        <w:t>[ القصص / 41 ]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فهو إمامك 5 / 408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فهذه الرواية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تدلّ على كونه مع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قبل نزوله بكربلاء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بل قبل لقائه بالحرّ </w:t>
      </w:r>
      <w:r w:rsidR="0004730E">
        <w:rPr>
          <w:rFonts w:hint="cs"/>
          <w:rtl/>
        </w:rPr>
        <w:t>(</w:t>
      </w:r>
      <w:r w:rsidRPr="001B73C7">
        <w:rPr>
          <w:rFonts w:hint="cs"/>
          <w:rtl/>
        </w:rPr>
        <w:t>ره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والطبري وأبو مِخْنَف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لم يلتفتا لذلك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 xml:space="preserve">(3) هو الذي قال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أمّا أشراف النّاس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فقد أُعظمت رشوتهم ومُلئت غرائزهم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يُستمال ودّهم ويستخلص به نصيحتهم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فهم ألب واحدٍ عليك</w:t>
      </w:r>
      <w:r w:rsidR="00891061">
        <w:rPr>
          <w:rFonts w:hint="cs"/>
          <w:rtl/>
        </w:rPr>
        <w:t>؛</w:t>
      </w:r>
      <w:r w:rsidRPr="00301744">
        <w:rPr>
          <w:rFonts w:hint="cs"/>
          <w:rtl/>
        </w:rPr>
        <w:t xml:space="preserve"> وأمّا سائر النّاس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بعد</w:t>
      </w:r>
      <w:r w:rsidR="007745E6" w:rsidRPr="00301744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فإنّ أفئدتهم تهوي إليك وسيوفهم غداً مشهورة عليك 5 / 405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فحمل عليهم العبّاس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فاستنقذهم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ثمّ ] شدّوا بأسيافهم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فقاتلوا حتّى قُتلوا في مكان واحد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[ </w:t>
      </w:r>
      <w:r w:rsidR="005D2685" w:rsidRPr="005D2685">
        <w:rPr>
          <w:rStyle w:val="libAlaemChar"/>
          <w:rFonts w:hint="cs"/>
          <w:rtl/>
        </w:rPr>
        <w:t>رحمهم‌الله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1B73C7" w:rsidRDefault="00477F4F" w:rsidP="001B73C7">
      <w:pPr>
        <w:pStyle w:val="Heading2"/>
        <w:rPr>
          <w:rtl/>
        </w:rPr>
      </w:pPr>
      <w:bookmarkStart w:id="195" w:name="_Toc372371028"/>
      <w:r w:rsidRPr="001B73C7">
        <w:rPr>
          <w:rFonts w:hint="cs"/>
          <w:rtl/>
        </w:rPr>
        <w:t>[ سويد الخثعمي وبشير الحضرمي ]</w:t>
      </w:r>
      <w:bookmarkEnd w:id="195"/>
      <w:r w:rsidRPr="001B73C7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 ] كان آخر من بقي مع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سويد بن عمرو بن أبي المطاع الخثعمي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وبشير بن عمر الحضرمي [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فأمّا بشير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تقدّم وقاتل حتّى قُتل </w:t>
      </w:r>
      <w:r w:rsidR="005D2685" w:rsidRPr="005D2685">
        <w:rPr>
          <w:rStyle w:val="libAlaemChar"/>
          <w:rFonts w:hint="cs"/>
          <w:rtl/>
        </w:rPr>
        <w:t>رحمه‌الله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وأمّا سويد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تقدّم وقاتل حتّى أُثخن فصُرع ]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فوقع بين القتلى مُثخناً وأُخذ سيفه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فلمّا ] قُتل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سمعهم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يقولون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قُتل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وجد إفاقة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ومعه سكّين فقاتلهم بسكّينه ساعةً [ حتّى ] قتله زيد بن رقاد الجنبي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وعروة بن بطار التغلبي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آخر قتيل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7745E6" w:rsidRDefault="007745E6" w:rsidP="007745E6">
      <w:pPr>
        <w:pStyle w:val="libLine"/>
        <w:rPr>
          <w:rtl/>
        </w:rPr>
      </w:pPr>
      <w:r w:rsidRPr="007745E6"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حدّثني فضيل بن خديج الكندي أنّ 5 / 445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حدّثني زهير بن عبد الرحمن بن زهير الخثعمي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446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حدثني عبد الله بن عاصم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الضحّاك بن عبد الله المشرقي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444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(4)</w:t>
      </w:r>
      <w:r w:rsidRPr="001B73C7"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قاتل العابس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5 / 468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وهو الرامي عبد الله بن مسلم بن عقيل بسهم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وكان يقول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لقد رميت فتى منهم بسهم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وإنّه لواضع كفّه على جبهته يتّقي النّبل فأثبت كفّه في جبهته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فما استطاع أنْ يُزيل كفّه عن جبهته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ثمّ إنّه رمى الغلام بسهم آخر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فقتله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وكان يقول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جئته ميّتاً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فلمْ أزل انضنض السّهم من جبهته حتّى نزعته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وبقي النّصل في جبهته مثبتاً ما قدرتُ على نزعه</w:t>
      </w:r>
      <w:r w:rsidR="00891061">
        <w:rPr>
          <w:rFonts w:hint="cs"/>
          <w:rtl/>
        </w:rPr>
        <w:t>.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وبعث المختار إليه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عبد الله بن كامل الشاكري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فأتى داره وأحاط بها واقتحم الرجال عليه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فخرج مصلتاً بسيفه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فقال ابن كامل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ارموه بالنّبل وارجموه بالحجارة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ففعلوا ذلك به حتّى سقط فدعا بنار فحرّقه بها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وهو حيّ لمْ تخرج روحه 6 / 64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وهو رجل من جنب 6 / 64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وفي غير الطبري يُذكر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الجهني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والحنفي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(5) حدّثني زهير بن عبد الرحمن الخثعمي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أنّ 5 / 453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(6) قال أبو مِخْنَف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حدّثني عبد الله بن عاصم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الضحّاك بن عبد الله المشرّقي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لمّا رأيت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قد أُصبوا وقد خلص إليه و إلى أهل بيته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ولمْ يبقَ معه غير سويد بن عمرو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Pr="007745E6" w:rsidRDefault="007745E6" w:rsidP="007745E6">
      <w:pPr>
        <w:pStyle w:val="libLine"/>
        <w:rPr>
          <w:rtl/>
        </w:rPr>
      </w:pPr>
      <w:r w:rsidRPr="007745E6">
        <w:rPr>
          <w:rFonts w:hint="cs"/>
          <w:rtl/>
        </w:rPr>
        <w:lastRenderedPageBreak/>
        <w:t>____________________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بن أبي المطاع الخثعمي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وبشر بن عمرو الحضرمي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فأقبلت إلى فرسي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وقد كنت حيث رأيت خيل أصحابنا تُعقر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أقبلت بها حتّى أدخلتها فسطاطاً لأصحابنا بين البيوت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وأقبلت أقاتل راجلاً فقتلت يومئذٍ بين يدي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رجلين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وقطعت يد آخر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 xml:space="preserve">وقال لي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يومئذٍ مِراراً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لا تشلل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لا يقطع الله يدك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جزاك الله خيراً من أهل بيت نبيّك </w:t>
      </w:r>
      <w:r w:rsidR="0004730E">
        <w:rPr>
          <w:rStyle w:val="libFootnoteBoldChar"/>
          <w:rFonts w:hint="cs"/>
          <w:rtl/>
        </w:rPr>
        <w:t>(</w:t>
      </w:r>
      <w:r w:rsidRPr="001B73C7">
        <w:rPr>
          <w:rStyle w:val="libFootnoteBoldChar"/>
          <w:rFonts w:hint="cs"/>
          <w:rtl/>
        </w:rPr>
        <w:t xml:space="preserve">صلّى الله عليه [ وآله ]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Bold2Char"/>
          <w:rFonts w:hint="cs"/>
          <w:rtl/>
        </w:rPr>
        <w:t>.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فقلت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علمت ما كان بيني وبينك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قلت لك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أقاتل عنك ما رأيت مقاتلاً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لمْ أرَ مقاتلاً فأنا في حلّ من الانصراف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فقلت لي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نعم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فقال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صدقت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وكيف بالنّجاء</w:t>
      </w:r>
      <w:r w:rsidR="00891061">
        <w:rPr>
          <w:rStyle w:val="libFootnoteBoldChar"/>
          <w:rFonts w:hint="cs"/>
          <w:rtl/>
        </w:rPr>
        <w:t>!</w:t>
      </w:r>
      <w:r w:rsidRPr="001B73C7">
        <w:rPr>
          <w:rStyle w:val="libFootnoteBoldChar"/>
          <w:rFonts w:hint="cs"/>
          <w:rtl/>
        </w:rPr>
        <w:t xml:space="preserve"> إنْ قدرت على ذلك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فأنت في حلّ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Bold2Char"/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فلمّا أذن لي استخرجت الفرس من الفسطاط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استويت على متنها ثمّ ضربتها حتّى إذا قامت على السّنابك رميت بها عرض القوم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فأُخرجوا لي واتبعني منهم خمسة عشر رجلاً حتّى انتهيت إلى شفيّة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قرية قريبة من شاطئ الفرات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فلمّا لحقوني عطفت عليهم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فعرفني كثير بن عبد الله الشعبي وأيّوب بن مشرح الخيواني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وقيس بن عبد الله الصائدي فقالوا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هذا الضحّاك بن عبد الله المشرّقي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ابن عمّنا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ننشدكم الله لمّا كففتم عنه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ثلاثة نفر من بني تميم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كانوا معهم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بلى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لنجيبنّ أخواننا وأهل دعوتنا إلى ما أحبّوا من الكفّ عن صاحبهم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تابع التميميّون أصحأبي كفّ الآخرون فنجّاني الله 5 / 445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1B73C7">
      <w:pPr>
        <w:pStyle w:val="Heading2"/>
        <w:rPr>
          <w:rtl/>
        </w:rPr>
      </w:pPr>
      <w:bookmarkStart w:id="196" w:name="55"/>
      <w:bookmarkStart w:id="197" w:name="_Toc372371029"/>
      <w:r>
        <w:rPr>
          <w:rFonts w:hint="cs"/>
          <w:rtl/>
        </w:rPr>
        <w:lastRenderedPageBreak/>
        <w:t>[ عليّ بن الحسين الأكبر ]</w:t>
      </w:r>
      <w:bookmarkEnd w:id="196"/>
      <w:bookmarkEnd w:id="197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 أوّل قتيل من بني أبي طالب يومئذٍ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علي الأكبر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بن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واُمّه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ليلى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ابنة أبي مرّة بن عروة بن مسعود الثقفي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1B73C7">
      <w:pPr>
        <w:pStyle w:val="libFootnote"/>
        <w:rPr>
          <w:rtl/>
        </w:rPr>
      </w:pPr>
      <w:r w:rsidRPr="001B73C7">
        <w:rPr>
          <w:rFonts w:hint="cs"/>
          <w:rtl/>
        </w:rPr>
        <w:t>(1)</w:t>
      </w:r>
      <w:r>
        <w:rPr>
          <w:rFonts w:hint="cs"/>
          <w:rtl/>
        </w:rPr>
        <w:t xml:space="preserve"> ويصف أبو مِخْنَف في روايته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سليمان بن أبي راشيد عن حميد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يصف الإمام السّجاد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بقوله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Style w:val="libFootnoteBoldChar"/>
          <w:rFonts w:hint="cs"/>
          <w:rtl/>
        </w:rPr>
        <w:t xml:space="preserve"> الأصغر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5 / 454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ويُسمّي ولداً آخر للإمام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قُتل في حجره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عبد الله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بنفس السّند 5 / 448</w:t>
      </w:r>
      <w:r w:rsidR="00891061">
        <w:rPr>
          <w:rFonts w:hint="cs"/>
          <w:rtl/>
        </w:rPr>
        <w:t>.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وقال الطبري في كتابه ذيل المذيّل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وأمّا علي بن الحسين الأكبر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فقُتل مع أبيه بنهر 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له عقب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وشهد علي بن الحسين الأصغر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مع أبيه 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ابن ثلاث وعشرين سنة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مريضاً نائماً على فراش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 عليّ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فلمّا أُدخلت على ابن زياد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قال</w:t>
      </w:r>
      <w:r w:rsidR="00891061">
        <w:rPr>
          <w:rStyle w:val="libFootnoteBoldChar"/>
          <w:rFonts w:hint="cs"/>
          <w:rtl/>
        </w:rPr>
        <w:t>:</w:t>
      </w:r>
      <w:r w:rsidRPr="001B73C7">
        <w:rPr>
          <w:rStyle w:val="libFootnoteBoldChar"/>
          <w:rFonts w:hint="cs"/>
          <w:rtl/>
        </w:rPr>
        <w:t xml:space="preserve"> ما اسمك</w:t>
      </w:r>
      <w:r w:rsidR="00891061">
        <w:rPr>
          <w:rStyle w:val="libFootnoteBoldChar"/>
          <w:rFonts w:hint="cs"/>
          <w:rtl/>
        </w:rPr>
        <w:t>؟</w:t>
      </w:r>
      <w:r w:rsidRPr="001B73C7">
        <w:rPr>
          <w:rStyle w:val="libFootnoteBoldChar"/>
          <w:rFonts w:hint="cs"/>
          <w:rtl/>
        </w:rPr>
        <w:t xml:space="preserve"> قلت</w:t>
      </w:r>
      <w:r w:rsidR="00891061">
        <w:rPr>
          <w:rStyle w:val="libFootnoteBoldChar"/>
          <w:rFonts w:hint="cs"/>
          <w:rtl/>
        </w:rPr>
        <w:t>:</w:t>
      </w:r>
      <w:r w:rsidRPr="001B73C7">
        <w:rPr>
          <w:rStyle w:val="libFootnoteBoldChar"/>
          <w:rFonts w:hint="cs"/>
          <w:rtl/>
        </w:rPr>
        <w:t xml:space="preserve"> علي بن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BoldChar"/>
          <w:rFonts w:hint="cs"/>
          <w:rtl/>
        </w:rPr>
        <w:t>.</w:t>
      </w:r>
      <w:r w:rsidRPr="001B73C7">
        <w:rPr>
          <w:rStyle w:val="libFootnoteBoldChar"/>
          <w:rFonts w:hint="cs"/>
          <w:rtl/>
        </w:rPr>
        <w:t xml:space="preserve"> قال</w:t>
      </w:r>
      <w:r w:rsidR="00891061">
        <w:rPr>
          <w:rStyle w:val="libFootnoteBoldChar"/>
          <w:rFonts w:hint="cs"/>
          <w:rtl/>
        </w:rPr>
        <w:t>:</w:t>
      </w:r>
      <w:r w:rsidRPr="001B73C7">
        <w:rPr>
          <w:rStyle w:val="libFootnoteBoldChar"/>
          <w:rFonts w:hint="cs"/>
          <w:rtl/>
        </w:rPr>
        <w:t xml:space="preserve"> أوَلمْ يقتل الله عليّاً</w:t>
      </w:r>
      <w:r w:rsidR="00891061">
        <w:rPr>
          <w:rStyle w:val="libFootnoteBoldChar"/>
          <w:rFonts w:hint="cs"/>
          <w:rtl/>
        </w:rPr>
        <w:t>؟</w:t>
      </w:r>
      <w:r w:rsidRPr="001B73C7">
        <w:rPr>
          <w:rStyle w:val="libFootnoteBoldChar"/>
          <w:rFonts w:hint="cs"/>
          <w:rtl/>
        </w:rPr>
        <w:t xml:space="preserve"> قلت</w:t>
      </w:r>
      <w:r w:rsidR="00891061">
        <w:rPr>
          <w:rStyle w:val="libFootnoteBoldChar"/>
          <w:rFonts w:hint="cs"/>
          <w:rtl/>
        </w:rPr>
        <w:t>:</w:t>
      </w:r>
      <w:r w:rsidRPr="001B73C7">
        <w:rPr>
          <w:rStyle w:val="libFootnoteBoldChar"/>
          <w:rFonts w:hint="cs"/>
          <w:rtl/>
        </w:rPr>
        <w:t xml:space="preserve"> كان لي أخ أكبر منّي يُقال له</w:t>
      </w:r>
      <w:r w:rsidR="00891061">
        <w:rPr>
          <w:rStyle w:val="libFootnoteBoldChar"/>
          <w:rFonts w:hint="cs"/>
          <w:rtl/>
        </w:rPr>
        <w:t>:</w:t>
      </w:r>
      <w:r w:rsidRPr="001B73C7">
        <w:rPr>
          <w:rStyle w:val="libFootnoteBoldChar"/>
          <w:rFonts w:hint="cs"/>
          <w:rtl/>
        </w:rPr>
        <w:t xml:space="preserve"> علي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قتله النّاس</w:t>
      </w:r>
      <w:r w:rsidR="00891061">
        <w:rPr>
          <w:rStyle w:val="libFootnoteBoldChar"/>
          <w:rFonts w:hint="cs"/>
          <w:rtl/>
        </w:rPr>
        <w:t>.</w:t>
      </w:r>
      <w:r w:rsidRPr="001B73C7">
        <w:rPr>
          <w:rStyle w:val="libFootnoteBoldChar"/>
          <w:rFonts w:hint="cs"/>
          <w:rtl/>
        </w:rPr>
        <w:t xml:space="preserve"> قال</w:t>
      </w:r>
      <w:r w:rsidR="00891061">
        <w:rPr>
          <w:rStyle w:val="libFootnoteBoldChar"/>
          <w:rFonts w:hint="cs"/>
          <w:rtl/>
        </w:rPr>
        <w:t>:</w:t>
      </w:r>
      <w:r w:rsidRPr="001B73C7">
        <w:rPr>
          <w:rStyle w:val="libFootnoteBoldChar"/>
          <w:rFonts w:hint="cs"/>
          <w:rtl/>
        </w:rPr>
        <w:t xml:space="preserve"> بل الله قتله</w:t>
      </w:r>
      <w:r w:rsidR="00891061">
        <w:rPr>
          <w:rStyle w:val="libFootnoteBoldChar"/>
          <w:rFonts w:hint="cs"/>
          <w:rtl/>
        </w:rPr>
        <w:t>.</w:t>
      </w:r>
      <w:r w:rsidRPr="001B73C7">
        <w:rPr>
          <w:rStyle w:val="libFootnoteBoldChar"/>
          <w:rFonts w:hint="cs"/>
          <w:rtl/>
        </w:rPr>
        <w:t xml:space="preserve"> قلت</w:t>
      </w:r>
      <w:r w:rsidR="00891061">
        <w:rPr>
          <w:rStyle w:val="libFootnoteBoldChar"/>
          <w:rFonts w:hint="cs"/>
          <w:rtl/>
        </w:rPr>
        <w:t>:</w:t>
      </w:r>
      <w:r w:rsidRPr="001B73C7">
        <w:rPr>
          <w:rStyle w:val="libFootnoteBoldChar"/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1B73C7">
        <w:rPr>
          <w:rStyle w:val="libFootnoteAieChar"/>
          <w:rFonts w:hint="cs"/>
          <w:rtl/>
        </w:rPr>
        <w:t xml:space="preserve"> اللَّهُ يَتَوَفَّى الأَنْفُسَ حِينَ مَوْتِهَا </w:t>
      </w:r>
      <w:r w:rsidRPr="00891061">
        <w:rPr>
          <w:rStyle w:val="libAlaemChar"/>
          <w:rFonts w:hint="cs"/>
          <w:rtl/>
        </w:rPr>
        <w:t>)</w:t>
      </w:r>
      <w:r w:rsidRPr="001B73C7">
        <w:rPr>
          <w:rFonts w:hint="cs"/>
          <w:rtl/>
        </w:rPr>
        <w:t>[ سورة الزمر / 42 ]</w:t>
      </w:r>
      <w:r>
        <w:rPr>
          <w:rFonts w:hint="cs"/>
          <w:rtl/>
        </w:rPr>
        <w:t xml:space="preserve"> / 630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دار المعارف</w:t>
      </w:r>
      <w:r w:rsidR="00891061">
        <w:rPr>
          <w:rFonts w:hint="cs"/>
          <w:rtl/>
        </w:rPr>
        <w:t>.</w:t>
      </w:r>
    </w:p>
    <w:p w:rsidR="00477F4F" w:rsidRDefault="00477F4F" w:rsidP="007855E1">
      <w:pPr>
        <w:pStyle w:val="libFootnote"/>
        <w:rPr>
          <w:rtl/>
        </w:rPr>
      </w:pPr>
      <w:r>
        <w:rPr>
          <w:rFonts w:hint="cs"/>
          <w:rtl/>
        </w:rPr>
        <w:t>ورواه أبو الفرج / 80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ط النّجف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وكذلك وصفّه اليعقوبي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بالأكبر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ووصفه الإمام السّجاد </w:t>
      </w:r>
      <w:r w:rsidR="007855E1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بالأصغر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2 / 233، ط النّجف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وكذلك المسعودي 3 / 71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وسبط ابن الجوزي / 225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وذكره المفيد في الإرشاد / 238 بدون لقب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الأكبر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1B73C7">
        <w:rPr>
          <w:rFonts w:hint="cs"/>
          <w:rtl/>
        </w:rPr>
        <w:t xml:space="preserve"> في سنة 6 للهجرة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كان قد نَفَر من قومه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من ثقيف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في الطائف إلى مكّة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وحالف قريشاً بأهله وولده ومَن أطاعه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فلمّا أتى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1B73C7">
        <w:rPr>
          <w:rFonts w:hint="cs"/>
          <w:rtl/>
        </w:rPr>
        <w:t xml:space="preserve"> بأصحابه في عام الحديبيّة معتمراً وأبلغهم بُديل بن ورقاء الخزاعي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ما يقول الرسول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قام عروة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فقال لذوي الرأي من قريش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إنّ هذا الرجل قد عرض عليكم خُطة رشد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فقبلوها ودعوني آته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فقالوا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ائته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 xml:space="preserve">فأتاه فجعل يكلّم النّبيّ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 له النّبيّ نحواً من مقالته لبُديل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إنّا لمْ نأتِ لقتال أحد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ولكنّا جئنا معتمرين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وإنّ قريشاً قد نهكتهم الحرّب وأضرّت بهم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فإنْ شاؤوا أنْ يدخلوا فيما دخل فيه النّاس فعلوا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وإلاّ فقد جمّوا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وإنْ هم أبوا فوالذي نفسي بيده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لأقاتلنّهم على أمري هذا حتّى تنفرد سالفتي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أو لينفذنّ الله أمره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</w:p>
    <w:p w:rsidR="005D2685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فقال عروة عند ذلك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 محمّد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أرأيت إنْ أستأصلت قومك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فهل سمعت بأحد من العرب اجتاح أصله قبلك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وإنْ تكن الأخرى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إنّي لأرى وجوهاً وأوشاباً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أخلاطاً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من النّاس خلقاً أنْ يفرّوا ويدعوك</w:t>
      </w:r>
      <w:r w:rsidR="00891061">
        <w:rPr>
          <w:rFonts w:hint="cs"/>
          <w:rtl/>
        </w:rPr>
        <w:t>.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 xml:space="preserve">وجعل يرمق أصحاب النّبيّ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بعينه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رجع عروة إلى أصحابه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أيّ قوم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لقد وفدت على الملوك ووفدت على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كسرى وقيصر والنّجاشي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إنْ رأيت ملكاً قط يعظّمه أصحابه ما يعظّم أصحاب محمّد محمّداً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إنْ يتنخّم نخامته إلاَ وقعت في كفّ رجل منهم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فدلك بها وجهه وجَلده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وإذا أمرهم ابتدروا أمره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وإذا توضأ كادوا يقتتلون على وضوئه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وإذا تكلّموا عنده خفظوا أصواتهم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يحدوّن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النظر إليه تعظيماً 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وإنّه قد عرض عليكم خُطة رشد فأقبلوها 2 / 627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7855E1">
        <w:rPr>
          <w:rFonts w:hint="cs"/>
          <w:rtl/>
        </w:rPr>
        <w:t>=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أخذ يشدّ على النّاس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أنا عليّ بن حسين بن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نحن وربّ البيت أولى بالنّبيّ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1B73C7">
      <w:pPr>
        <w:pStyle w:val="libPoemCenter"/>
        <w:rPr>
          <w:rtl/>
        </w:rPr>
      </w:pPr>
      <w:r>
        <w:rPr>
          <w:rFonts w:hint="cs"/>
          <w:rtl/>
        </w:rPr>
        <w:t xml:space="preserve">تا لله لا يحكم فينا ابن الدّعي </w:t>
      </w:r>
      <w:r w:rsidRPr="00D06A87">
        <w:rPr>
          <w:rStyle w:val="libFootnotenumChar"/>
          <w:rFonts w:hint="cs"/>
          <w:rtl/>
        </w:rPr>
        <w:t>(1)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ففعل ذلك مِراراً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فبصر به مرّة بن مُنقذ بن النعمان العبدي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عليّ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855E1" w:rsidRDefault="007855E1" w:rsidP="007855E1">
      <w:pPr>
        <w:pStyle w:val="libFootnote0"/>
        <w:rPr>
          <w:rtl/>
        </w:rPr>
      </w:pPr>
      <w:r>
        <w:rPr>
          <w:rFonts w:hint="cs"/>
          <w:rtl/>
        </w:rPr>
        <w:t xml:space="preserve">= وفي سنة (8 هـ) في حرب حُنين كان في جِرش، يتعلّم صنعة الدّبابات والمجانيق ولمْ يشهد حرب حُنين 3 / 82. </w:t>
      </w:r>
    </w:p>
    <w:p w:rsidR="007855E1" w:rsidRDefault="007855E1" w:rsidP="007855E1">
      <w:pPr>
        <w:pStyle w:val="libFootnote"/>
        <w:rPr>
          <w:rtl/>
        </w:rPr>
      </w:pPr>
      <w:r>
        <w:rPr>
          <w:rFonts w:hint="cs"/>
          <w:rtl/>
        </w:rPr>
        <w:t xml:space="preserve">وكان قد صاهر أبا سفيان على ابنته آمنة، فلمّا كان يوم حُنين تقدّم أبو سفيان مع المغيرة بن شعبة إلى الطائف، فناديا ثقيفاً: أنْ آمنونا حتّى نكلّمكم. فآمنوهما، فدعوا نساء قريش يخافون عليهم السّبي، فأبين عليهم 3 / 84. </w:t>
      </w:r>
    </w:p>
    <w:p w:rsidR="007855E1" w:rsidRDefault="007855E1" w:rsidP="007855E1">
      <w:pPr>
        <w:pStyle w:val="libFootnote"/>
        <w:rPr>
          <w:rtl/>
        </w:rPr>
      </w:pPr>
      <w:r>
        <w:rPr>
          <w:rFonts w:hint="cs"/>
          <w:rtl/>
        </w:rPr>
        <w:t xml:space="preserve">وحينما انصرف رسول الله </w:t>
      </w:r>
      <w:r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عن أهل الطائف أتبع عروة بن مسعود أثره حتّى أدركه قبل أنْ يصل إلى المدينة فأسلم، وسأله أنْ يرجع إلى قومه بالإسلام. </w:t>
      </w:r>
    </w:p>
    <w:p w:rsidR="007855E1" w:rsidRDefault="007855E1" w:rsidP="007855E1">
      <w:pPr>
        <w:pStyle w:val="libFootnote"/>
        <w:rPr>
          <w:rtl/>
        </w:rPr>
      </w:pPr>
      <w:r>
        <w:rPr>
          <w:rFonts w:hint="cs"/>
          <w:rtl/>
        </w:rPr>
        <w:t>وكان عروة محبوباً في ثقيف مطاعاً، فخرج يدعو قومه إلى الإسلام ورجا أنْ لا يخالفوه لمنزلته فيهم، ولكنّهم رموه بالنّبل من كلّ وجه فقُتل. فقيل له: ما ترى في دمك؟ قال: كرامة أكرمني الله بها، وشهادة ساقها الله إليّ، فليس فيّ إلاّ ما في الشهداء الذين قُتلوا مع رسول الله (صلّى الله عليه [ وآله ]) قبل أنْ يرتحل عنكم، فادفنوني معهم. فدفنوه معهم.</w:t>
      </w:r>
    </w:p>
    <w:p w:rsidR="007855E1" w:rsidRDefault="007855E1" w:rsidP="007855E1">
      <w:pPr>
        <w:pStyle w:val="libFootnote"/>
        <w:rPr>
          <w:rtl/>
        </w:rPr>
      </w:pPr>
      <w:r>
        <w:rPr>
          <w:rFonts w:hint="cs"/>
          <w:rtl/>
        </w:rPr>
        <w:t xml:space="preserve">فروي، أنّ رسول الله </w:t>
      </w:r>
      <w:r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قال فيه: </w:t>
      </w:r>
      <w:r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إنّ مثله في قومه كمثل صاحب يس في قومه </w:t>
      </w:r>
      <w:r>
        <w:rPr>
          <w:rStyle w:val="libFootnoteBoldChar"/>
          <w:rFonts w:hint="cs"/>
          <w:rtl/>
        </w:rPr>
        <w:t>»</w:t>
      </w:r>
      <w:r>
        <w:rPr>
          <w:rFonts w:hint="cs"/>
          <w:rtl/>
        </w:rPr>
        <w:t xml:space="preserve">. 3 / 97، كما في سيرة ابن هشام 2 / 325. وقضى رسول الله </w:t>
      </w:r>
      <w:r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دَينه ودَين أخيه الأسود بن مسعود من حلى اللاّت، وثن ثقيف. 3 / 100. </w:t>
      </w:r>
    </w:p>
    <w:p w:rsidR="007855E1" w:rsidRDefault="007855E1" w:rsidP="00477F4F">
      <w:pPr>
        <w:pStyle w:val="libNormal"/>
        <w:rPr>
          <w:rStyle w:val="libFootnoteChar"/>
          <w:rFonts w:hint="cs"/>
          <w:rtl/>
        </w:rPr>
      </w:pPr>
    </w:p>
    <w:p w:rsidR="00477F4F" w:rsidRPr="001B73C7" w:rsidRDefault="00477F4F" w:rsidP="00477F4F">
      <w:pPr>
        <w:pStyle w:val="libNormal"/>
        <w:rPr>
          <w:rStyle w:val="libFootnoteChar"/>
          <w:rtl/>
        </w:rPr>
      </w:pPr>
      <w:r w:rsidRPr="001B73C7">
        <w:rPr>
          <w:rStyle w:val="libFootnoteChar"/>
          <w:rFonts w:hint="cs"/>
          <w:rtl/>
        </w:rPr>
        <w:t>(1) وروى أبو الفرج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أنّه جعل يشدّ عليهم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ثمّ يرجع إلى أبيه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فيقول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يا أبة العطش</w:t>
      </w:r>
      <w:r w:rsidR="00891061">
        <w:rPr>
          <w:rStyle w:val="libFootnoteChar"/>
          <w:rFonts w:hint="cs"/>
          <w:rtl/>
        </w:rPr>
        <w:t>!</w:t>
      </w:r>
      <w:r w:rsidRPr="001B73C7">
        <w:rPr>
          <w:rStyle w:val="libFootnoteChar"/>
          <w:rFonts w:hint="cs"/>
          <w:rtl/>
        </w:rPr>
        <w:t xml:space="preserve"> فيقول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اصبر حبيبى</w:t>
      </w:r>
      <w:r w:rsidR="00891061">
        <w:rPr>
          <w:rStyle w:val="libFootnoteBoldChar"/>
          <w:rFonts w:hint="cs"/>
          <w:rtl/>
        </w:rPr>
        <w:t>؛</w:t>
      </w:r>
      <w:r w:rsidRPr="001B73C7">
        <w:rPr>
          <w:rStyle w:val="libFootnoteBoldChar"/>
          <w:rFonts w:hint="cs"/>
          <w:rtl/>
        </w:rPr>
        <w:t xml:space="preserve"> فإنّك لا تمسي حتّى يسقيك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1B73C7">
        <w:rPr>
          <w:rStyle w:val="libFootnoteBoldChar"/>
          <w:rFonts w:hint="cs"/>
          <w:rtl/>
        </w:rPr>
        <w:t xml:space="preserve"> بكأسه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FootnoteChar"/>
          <w:rFonts w:hint="cs"/>
          <w:rtl/>
        </w:rPr>
        <w:t>.</w:t>
      </w:r>
      <w:r w:rsidRPr="001B73C7">
        <w:rPr>
          <w:rStyle w:val="libFootnoteChar"/>
          <w:rFonts w:hint="cs"/>
          <w:rtl/>
        </w:rPr>
        <w:t xml:space="preserve"> فجعل يكرُّ كرّةً بعد كرّةٍ / 77</w:t>
      </w:r>
      <w:r w:rsidR="00891061">
        <w:rPr>
          <w:rStyle w:val="libFootnoteChar"/>
          <w:rFonts w:hint="cs"/>
          <w:rtl/>
        </w:rPr>
        <w:t>.</w:t>
      </w:r>
      <w:r w:rsidRPr="001B73C7">
        <w:rPr>
          <w:rStyle w:val="libFootnoteChar"/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نسبته إلى بني عبد القيس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كان مع أبيه مُنقذ بن النّعمان في صفّين مع أميرالمؤمنين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آثام العرب إنْ مرّ بي بفعل مثل ما كان يفعل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إنْ لمْ أثكله أباه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فمرّ يشدّ على النّاس بسيفه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فاعترضه مرّة بن مُنقذ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فطعنه فصرع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واحتواه النّاس فقطّعوه بأسيافهم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فجاءه ]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قتل الله قوماً قتلوك يا بنيّ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ما أجرأهم على الرّحمن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وعلى انتهاك حرمة الرسول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على الدّنيا بعدك العفاء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وخرجت امرأة مسرعة تنادي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أُخيّاه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ويابن أُخيّاه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فجاءت حتّى كبّت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فجاءها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فأخذ بيدها فرّدها إلى الفسطاط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وأقبل [ على ] فتيانه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احملوا أخاكم </w:t>
      </w:r>
      <w:r w:rsidR="00891061">
        <w:rPr>
          <w:rStyle w:val="libBold2Char"/>
          <w:rFonts w:hint="cs"/>
          <w:rtl/>
        </w:rPr>
        <w:t>».</w:t>
      </w:r>
      <w:r>
        <w:rPr>
          <w:rFonts w:hint="cs"/>
          <w:rtl/>
        </w:rPr>
        <w:t xml:space="preserve"> فحملوه من مصرعه حتّى وضعوه بين يدي الفسطاط الذي كانوا يُقاتلون أمامه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198" w:name="_Toc372371030"/>
      <w:bookmarkStart w:id="199" w:name="56"/>
      <w:r>
        <w:rPr>
          <w:rFonts w:hint="cs"/>
          <w:rtl/>
        </w:rPr>
        <w:t xml:space="preserve">[ القاسم بن الحسن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198"/>
      <w:r>
        <w:rPr>
          <w:rFonts w:hint="cs"/>
          <w:rtl/>
        </w:rPr>
        <w:t xml:space="preserve"> </w:t>
      </w:r>
      <w:bookmarkEnd w:id="199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حميد بن مسلم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خرج إلينا غلام كأنّ وجهه شقه قمر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 يده السّيف عليه قميص وإزار ونعلان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قد انقطع شِسع أحدهما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ما أنسى أنّها اليسرى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وأخذ راية عبد القيس من أبيه فكانت معه 4 / 522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1B73C7">
        <w:rPr>
          <w:rFonts w:hint="cs"/>
          <w:rtl/>
        </w:rPr>
        <w:t>66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بعث المختار إليه عبد الله بن كامل الشاكري فأحاط بداره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فخرج وبيده الرمح وهو على فرس جواد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فضربه ابن كامل بالسّيف فاتّقاه بيده اليسرى فأصابها وأفلت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ولحق بمصعب بن الزبير وقد شلّت يده 6 / 64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حدّثني هير بن عبد الرحمن بن زهير الخثعمي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446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وأبو الفرج عن أبي مِخْنَف عن زهير بن عبد الله الخثعمي / 76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بسند آخر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لمّا برز علي بن</w:t>
      </w:r>
      <w:r>
        <w:rPr>
          <w:rFonts w:hint="cs"/>
          <w:rtl/>
        </w:rPr>
        <w:t xml:space="preserve"> الحسين إليهم أرخى الحسين (صلوات الله عليه) عينيه فبكى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اللهمّ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كن أنت الشهيد عليهم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فقد برز إليهم غلام أشبه الخلق برسول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1B73C7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وروى أبو الفرج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أنّه نادى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يا أبتاه</w:t>
      </w:r>
      <w:r w:rsidR="00891061">
        <w:rPr>
          <w:rFonts w:hint="cs"/>
          <w:rtl/>
        </w:rPr>
        <w:t>!</w:t>
      </w:r>
      <w:r w:rsidRPr="00301744">
        <w:rPr>
          <w:rFonts w:hint="cs"/>
          <w:rtl/>
        </w:rPr>
        <w:t xml:space="preserve"> عليك السّلام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هذا جدّى رسول الله يقرئك السّلام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ويقول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عجّل القدوم إلينا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ثمّ شهق شهقةً وفارق الدنيا / 77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 الأزدي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446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وأبو الفرج بنفس السّند / 76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77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فقال لي عمرو بن سعد بن نفيل الأزدي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لأشدنّ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فقلت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وما تريد إلى ذلك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يكفيك هؤلاء الذين تراهم قد احتووه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لأشدّن عليه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فشدّ عليه فما ولّى حتّى ضرب رأسه بالسّيف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فوقع الغلام لوجهه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عمّاه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فجلّى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كما يجلّى الصّقر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شدّ شدّة ليث أغضب فضرب عمرواً بالسّيف فاتّقاه بالسّاعد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فأطنّها من لدن المرفق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وجالت الخيل فوطئته حتّى مات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وانجلت الغبرة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قائم على رأس الغلام والغلام يفحص برجليه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بُعداً لقوم قتلوك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ومن خصمهم يوم القيامة فيك جدّك</w:t>
      </w:r>
      <w:r w:rsidR="00891061">
        <w:rPr>
          <w:rStyle w:val="libBold2Char"/>
          <w:rFonts w:hint="cs"/>
          <w:rtl/>
        </w:rPr>
        <w:t>.</w:t>
      </w:r>
      <w:r w:rsidRPr="007745E6">
        <w:rPr>
          <w:rStyle w:val="libBold2Char"/>
          <w:rFonts w:hint="cs"/>
          <w:rtl/>
        </w:rPr>
        <w:t xml:space="preserve"> عزّ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على عمّك أنْ تدعوه فلا يُجيبك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أو يُجيبك ثمّ لا ينفعك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صوت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كثُر واتره وقلّ ناصره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احتمله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فكأنّي أنظر إلى رجلي الغلام يخطّان في الأرض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وضع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صدره على صدره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فجاء به حتّى ألقاه مع ابنه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وحوله قتلى من أهل بيته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فسألت عن الغلام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فقِيل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هو القاسم بن الحسن بن علي بن أبي طالب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D06A87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وجاء اسمه في 5 / 468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سعد بن عمرو بن نفيل الأزدي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وكلاهما برواية أبي مِخْنَف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447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والمفيد في الإرشاد / 239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1B73C7">
      <w:pPr>
        <w:pStyle w:val="Heading2"/>
        <w:rPr>
          <w:rtl/>
        </w:rPr>
      </w:pPr>
      <w:bookmarkStart w:id="200" w:name="_Toc372371031"/>
      <w:bookmarkStart w:id="201" w:name="57"/>
      <w:r>
        <w:rPr>
          <w:rFonts w:hint="cs"/>
          <w:rtl/>
        </w:rPr>
        <w:lastRenderedPageBreak/>
        <w:t>[ العبّاس بن علي وأخوته ]</w:t>
      </w:r>
      <w:bookmarkEnd w:id="200"/>
      <w:r>
        <w:rPr>
          <w:rFonts w:hint="cs"/>
          <w:rtl/>
        </w:rPr>
        <w:t xml:space="preserve"> </w:t>
      </w:r>
      <w:bookmarkEnd w:id="20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ثمّ ] إنّ العبّاس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لأخوته من اُمّه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عبد الله وجعفر وعثمان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بني أمّي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تقدّموا حتّى [ أرثيكم ]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فإنّه لا وِلد لكم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ففعلوا [ وتقدّموا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فقاتلوا قتالاً شديداً حتّى ] قُتلوا [ </w:t>
      </w:r>
      <w:r w:rsidR="005D2685" w:rsidRPr="005D2685">
        <w:rPr>
          <w:rStyle w:val="libAlaemChar"/>
          <w:rFonts w:hint="cs"/>
          <w:rtl/>
        </w:rPr>
        <w:t>رحمهم‌الله</w:t>
      </w:r>
      <w:r>
        <w:rPr>
          <w:rFonts w:hint="cs"/>
          <w:rtl/>
        </w:rPr>
        <w:t xml:space="preserve"> ]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202" w:name="_Toc372371032"/>
      <w:bookmarkStart w:id="203" w:name="58"/>
      <w:r>
        <w:rPr>
          <w:rFonts w:hint="cs"/>
          <w:rtl/>
        </w:rPr>
        <w:t xml:space="preserve">[ رضيع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202"/>
      <w:r>
        <w:rPr>
          <w:rFonts w:hint="cs"/>
          <w:rtl/>
        </w:rPr>
        <w:t xml:space="preserve"> </w:t>
      </w:r>
      <w:bookmarkEnd w:id="20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وقعد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أُتي بصبيّ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هو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الرضيع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أو أكبر منه ]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قال أبو مِخْنَف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وزعموا</w:t>
      </w:r>
      <w:r w:rsidR="00CA2C7E">
        <w:rPr>
          <w:rFonts w:hint="cs"/>
          <w:rtl/>
        </w:rPr>
        <w:t xml:space="preserve"> ...</w:t>
      </w:r>
      <w:r w:rsidRPr="00301744">
        <w:rPr>
          <w:rFonts w:hint="cs"/>
          <w:rtl/>
        </w:rPr>
        <w:t xml:space="preserve"> 5 / 448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5D2685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1B73C7">
        <w:rPr>
          <w:rFonts w:hint="cs"/>
          <w:rtl/>
        </w:rPr>
        <w:t xml:space="preserve"> ثمّ لمْ يذكر مقتل العبّاس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فننقله عن الإرشاد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للشيخ المفيد </w:t>
      </w:r>
      <w:r w:rsidR="0004730E">
        <w:rPr>
          <w:rFonts w:hint="cs"/>
          <w:rtl/>
        </w:rPr>
        <w:t>(</w:t>
      </w:r>
      <w:r w:rsidRPr="001B73C7">
        <w:rPr>
          <w:rFonts w:hint="cs"/>
          <w:rtl/>
        </w:rPr>
        <w:t>قده)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 xml:space="preserve">واشتدّ العطش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فركب المسنّاة يُريد الفرات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وبين يديه العبّاس أخوه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فاعترضه خيل ابن سعد </w:t>
      </w:r>
      <w:r w:rsidR="0004730E">
        <w:rPr>
          <w:rFonts w:hint="cs"/>
          <w:rtl/>
        </w:rPr>
        <w:t>(</w:t>
      </w:r>
      <w:r w:rsidRPr="001B73C7">
        <w:rPr>
          <w:rFonts w:hint="cs"/>
          <w:rtl/>
        </w:rPr>
        <w:t>لعنه الله</w:t>
      </w:r>
      <w:r w:rsidR="00891061">
        <w:rPr>
          <w:rFonts w:hint="cs"/>
          <w:rtl/>
        </w:rPr>
        <w:t>!</w:t>
      </w:r>
      <w:r w:rsidR="0004730E">
        <w:rPr>
          <w:rFonts w:hint="cs"/>
          <w:rtl/>
        </w:rPr>
        <w:t>)</w:t>
      </w:r>
      <w:r w:rsidRPr="001B73C7">
        <w:rPr>
          <w:rFonts w:hint="cs"/>
          <w:rtl/>
        </w:rPr>
        <w:t xml:space="preserve"> وفيهم رجل من بني دارم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فقال لهم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ويلكم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حولوا بينه وبين الفرات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ولا تمكّنوه من الماء</w:t>
      </w:r>
      <w:r w:rsidR="00891061">
        <w:rPr>
          <w:rFonts w:hint="cs"/>
          <w:rtl/>
        </w:rPr>
        <w:t>.</w:t>
      </w:r>
    </w:p>
    <w:p w:rsidR="00477F4F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فقا</w:t>
      </w:r>
      <w:r>
        <w:rPr>
          <w:rFonts w:hint="cs"/>
          <w:rtl/>
        </w:rPr>
        <w:t xml:space="preserve">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اللهمّ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أظمئه</w:t>
      </w:r>
      <w:r w:rsidR="00891061">
        <w:rPr>
          <w:rStyle w:val="libFootnoteBoldChar"/>
          <w:rFonts w:hint="cs"/>
          <w:rtl/>
        </w:rPr>
        <w:t>!</w:t>
      </w:r>
      <w:r w:rsidRPr="001B73C7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فغضب الدارمي ورماه بسهم فأثبته في حنكه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فانتزع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السّهم وبسط يده تحت حنكه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فامتلأت راحتاه من الدم فرمى 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اللهمّ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إنّي أشكو إليك ما يُفعل بابن بنت نبيّك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ثمّ رجع إلى مكانه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اشتدّ به العطش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وأحاط القوم بالعبّاس فاقتطعوه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فجعل يُقاتلهم وحده حتّى قُتل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رحمة الله عليه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المتولّي لقتله زيد بن ورقاء الحنفي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*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وحكيم بن الطفّيل السّنبسي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بعد أنْ أُثخن بالجراح فلمْ يستطع حِراكاً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الإرشاد / 240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النّجف الأشرف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2685" w:rsidRDefault="0004730E" w:rsidP="001B73C7">
      <w:pPr>
        <w:pStyle w:val="libFootnote"/>
        <w:rPr>
          <w:rtl/>
        </w:rPr>
      </w:pPr>
      <w:r>
        <w:rPr>
          <w:rFonts w:hint="cs"/>
          <w:rtl/>
        </w:rPr>
        <w:t>(</w:t>
      </w:r>
      <w:r w:rsidR="00477F4F">
        <w:rPr>
          <w:rFonts w:hint="cs"/>
          <w:rtl/>
        </w:rPr>
        <w:t>*</w:t>
      </w:r>
      <w:r>
        <w:rPr>
          <w:rFonts w:hint="cs"/>
          <w:rtl/>
        </w:rPr>
        <w:t>)</w:t>
      </w:r>
      <w:r w:rsidR="00477F4F">
        <w:rPr>
          <w:rFonts w:hint="cs"/>
          <w:rtl/>
        </w:rPr>
        <w:t xml:space="preserve"> وذكره الطبري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زيد بن رقاد الجني 5 / 468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وفي 6 / 64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أنّه رجل من جنب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وهو قاتل عبد الله بن مسلم بن عقيل وسويد بن عمرو الخثعمي</w:t>
      </w:r>
      <w:r w:rsidR="00891061">
        <w:rPr>
          <w:rFonts w:hint="cs"/>
          <w:rtl/>
        </w:rPr>
        <w:t>،</w:t>
      </w:r>
      <w:r w:rsidR="00477F4F">
        <w:rPr>
          <w:rFonts w:hint="cs"/>
          <w:rtl/>
        </w:rPr>
        <w:t xml:space="preserve"> من أصحاب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="00477F4F">
        <w:rPr>
          <w:rFonts w:hint="cs"/>
          <w:rtl/>
        </w:rPr>
        <w:t xml:space="preserve"> وقد مضت ترجمته في مقتل سويد</w:t>
      </w:r>
      <w:r w:rsidR="00891061">
        <w:rPr>
          <w:rFonts w:hint="cs"/>
          <w:rtl/>
        </w:rPr>
        <w:t>.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أحرقه المختار بالنّار حيّاً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والحنفي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تحريف واضح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عبدالله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فأجلسه في حجره</w:t>
      </w:r>
      <w:r w:rsidRPr="007745E6">
        <w:rPr>
          <w:rStyle w:val="libFootnotenumChar"/>
          <w:rFonts w:hint="cs"/>
          <w:rtl/>
        </w:rPr>
        <w:t>(2)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فهو في حجره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إذ رماه أحد بني أسد [ حرملة بن كأهل أو هانئ بن ثبيت الحضرمي ] بسهم فذبحه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فتلقيّ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دمه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ملأ كفّه صبّه في الأرض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ربّ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إنْ تَكُ حبست عنّا النّصر من السّماء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فاجعل ذلك لما هو خير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وانتقم لنا من هؤلاء الظالمين </w:t>
      </w:r>
      <w:r w:rsidR="00891061">
        <w:rPr>
          <w:rStyle w:val="libBold2Char"/>
          <w:rFonts w:hint="cs"/>
          <w:rtl/>
        </w:rPr>
        <w:t>».</w:t>
      </w:r>
      <w:r w:rsidRPr="00D06A87"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204" w:name="_Toc372371033"/>
      <w:r>
        <w:rPr>
          <w:rFonts w:hint="cs"/>
          <w:rtl/>
        </w:rPr>
        <w:t>[ ابنا عبد الله بن جعفر ]</w:t>
      </w:r>
      <w:bookmarkEnd w:id="204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فاعتورهم النّاس من كلّ جانب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فحمل عبد الله بن قطبة النّبهاني الطائي على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عون بن عبد الله بن جعفر بن أبي طالب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فقتله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واُمّه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الرباب ابنة امرئ القيس الكلبي 5 / 468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وذكره المفيد في الإرشاد / 240 وقال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وهو طفل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قال عقبة بن بشير الأسدي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قال لي أبو جعفر محمّد بن علي بن الحسين 5 / 448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448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(4) وروى الطبري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عن عمّار الدهني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أنّه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وجاء سهم فأصاب ابناً له معه في حجره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فجعل يمسح الدم عنه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ويقول</w:t>
      </w:r>
      <w:r w:rsidR="00891061">
        <w:rPr>
          <w:rStyle w:val="libFootnoteBoldChar"/>
          <w:rFonts w:hint="cs"/>
          <w:rtl/>
        </w:rPr>
        <w:t>:</w:t>
      </w:r>
      <w:r w:rsidRPr="001B73C7">
        <w:rPr>
          <w:rStyle w:val="libFootnoteBoldChar"/>
          <w:rFonts w:hint="cs"/>
          <w:rtl/>
        </w:rPr>
        <w:t xml:space="preserve"> اللهمّ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احكم بيننا وبين قوم دعونا لينصرونا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فقتلونا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5 / 389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1B73C7" w:rsidRDefault="00477F4F" w:rsidP="00477F4F">
      <w:pPr>
        <w:pStyle w:val="libNormal"/>
        <w:rPr>
          <w:rStyle w:val="libFootnoteChar"/>
          <w:rtl/>
        </w:rPr>
      </w:pPr>
      <w:r w:rsidRPr="001B73C7">
        <w:rPr>
          <w:rStyle w:val="libFootnoteChar"/>
          <w:rFonts w:hint="cs"/>
          <w:rtl/>
        </w:rPr>
        <w:t>وقال اليعقوبي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ثمّ تقدموا رجلاً رجلاً حتّى بقى وحده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ما معه أحد من أهله ولا ولده ولا أقاربه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فإنّه لواقف على فرسه إذ أُتي بمولود قد وُلد في تلك السّاعة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فأذّن في أُذنه وجعل يحنّكه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إذ أتاه سهم فوقع في حلق الصبيّ فذبحه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فنزع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Style w:val="libFootnoteChar"/>
          <w:rFonts w:hint="cs"/>
          <w:rtl/>
        </w:rPr>
        <w:t xml:space="preserve"> السّهم من حلقه وجعل يلطّخه بدمه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ويقول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والله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لأنت أكرم على الله من النّاقة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ولمحمّد أكرم على الله من صالح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FootnoteChar"/>
          <w:rFonts w:hint="cs"/>
          <w:rtl/>
        </w:rPr>
        <w:t>.</w:t>
      </w:r>
      <w:r w:rsidRPr="001B73C7">
        <w:rPr>
          <w:rStyle w:val="libFootnoteChar"/>
          <w:rFonts w:hint="cs"/>
          <w:rtl/>
        </w:rPr>
        <w:t xml:space="preserve"> ثمّ أتى فوضعه مع ولده وبني أخيه 2 / 232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ط النّجف</w:t>
      </w:r>
      <w:r w:rsidR="00891061">
        <w:rPr>
          <w:rStyle w:val="libFootnoteChar"/>
          <w:rFonts w:hint="cs"/>
          <w:rtl/>
        </w:rPr>
        <w:t>.</w:t>
      </w:r>
      <w:r w:rsidRPr="001B73C7">
        <w:rPr>
          <w:rStyle w:val="libFootnoteChar"/>
          <w:rFonts w:hint="cs"/>
          <w:rtl/>
        </w:rPr>
        <w:t xml:space="preserve"> </w:t>
      </w:r>
    </w:p>
    <w:p w:rsidR="00477F4F" w:rsidRPr="001B73C7" w:rsidRDefault="00477F4F" w:rsidP="00477F4F">
      <w:pPr>
        <w:pStyle w:val="libNormal"/>
        <w:rPr>
          <w:rStyle w:val="libFootnoteChar"/>
          <w:rtl/>
        </w:rPr>
      </w:pPr>
      <w:r w:rsidRPr="001B73C7">
        <w:rPr>
          <w:rStyle w:val="libFootnoteChar"/>
          <w:rFonts w:hint="cs"/>
          <w:rtl/>
        </w:rPr>
        <w:t>وقال السّبط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فالتفت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Style w:val="libFootnoteChar"/>
          <w:rFonts w:hint="cs"/>
          <w:rtl/>
        </w:rPr>
        <w:t xml:space="preserve"> فإذا طفل له يبكى عطشاً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فأخذه على يده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وقال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يا قوم إنْ لمْ ترحموني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فارحموا هذا الطفّل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FootnoteChar"/>
          <w:rFonts w:hint="cs"/>
          <w:rtl/>
        </w:rPr>
        <w:t>.</w:t>
      </w:r>
      <w:r w:rsidRPr="001B73C7">
        <w:rPr>
          <w:rStyle w:val="libFootnoteChar"/>
          <w:rFonts w:hint="cs"/>
          <w:rtl/>
        </w:rPr>
        <w:t xml:space="preserve"> فرماه رجل منهم بسهم فذبحه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فجعل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Style w:val="libFootnoteChar"/>
          <w:rFonts w:hint="cs"/>
          <w:rtl/>
        </w:rPr>
        <w:t xml:space="preserve"> يبكي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ويقول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اللهمّ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احكم بيننا وبين قوم دعونا لينصرونا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فقتلونا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FootnoteChar"/>
          <w:rFonts w:hint="cs"/>
          <w:rtl/>
        </w:rPr>
        <w:t>.</w:t>
      </w:r>
      <w:r w:rsidRPr="001B73C7">
        <w:rPr>
          <w:rStyle w:val="libFootnoteChar"/>
          <w:rFonts w:hint="cs"/>
          <w:rtl/>
        </w:rPr>
        <w:t xml:space="preserve"> فنُودي من الهواء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دعه يا حسين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فإنّ له مرضعاً في الجنّة / 252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ط النّجف</w:t>
      </w:r>
      <w:r w:rsidR="00891061">
        <w:rPr>
          <w:rStyle w:val="libFootnoteChar"/>
          <w:rFonts w:hint="cs"/>
          <w:rtl/>
        </w:rPr>
        <w:t>.</w:t>
      </w:r>
      <w:r w:rsidRPr="001B73C7">
        <w:rPr>
          <w:rStyle w:val="libFootnoteChar"/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(5) واُمّه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جُمانة ابنة المسيّب بن نجبة الغزاري 5 / 469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من زعماء التوّابين من شيعة الكوفة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وقال أبو الفرج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اُمّه زينب العقيلة بنت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/ 60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وحمل عامر بن نهشل التّيمي على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محمّد بن عبد الله بن جعفر بن أبي طالب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 w:rsidRPr="00D06A87">
        <w:rPr>
          <w:rStyle w:val="libBold2Char"/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205" w:name="_Toc372371034"/>
      <w:r>
        <w:rPr>
          <w:rFonts w:hint="cs"/>
          <w:rtl/>
        </w:rPr>
        <w:t>[ آل عقيل ]</w:t>
      </w:r>
      <w:bookmarkEnd w:id="205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وشدّ عثمان بن خالد بن أسير الجهني وبشرّ بن حوط القابضي المداني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على عبد الرحمن بن عقيل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فقتلاه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واشتركا في سلبه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ورمى عبد الله بن عزرة الخثعمي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جعفر بن عقيل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فقتله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إنّ عمرو بن صبيح الصدّائي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رمى عبد الله بن مسلم ابن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واُمّه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الخوصاء ابنة خصفة بن ثقيف التّيمي من بكر بن وائل 5 / 469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وكذا أبو الفرج / 60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وذكرها سبط ابن الجوزي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حوط بنت حفصة التيمي / 255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1B73C7">
        <w:rPr>
          <w:rFonts w:hint="cs"/>
          <w:rtl/>
        </w:rPr>
        <w:t xml:space="preserve"> فبعث المختار إليهما عبد الله بن كامل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وكانا يُريدان أنْ يخرجا إلى الجزيرة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أي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الموصل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فخرجوا في طلبهما فوجدوهما في الجبّانة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فأُتى بهما فخُرج بهما إلى بئر الجعد فضُرب أعناقهما بالنّار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ورثيهما أعشى همدان 6 / 59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وفي 5 / 469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قتله عثمان بن خالد الجهني فقط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ولمْ يشترك معه بشر بن حوط الهمداني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وذكرهما أبو الفرج بنفس السّند / 61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وقال في 5 / 469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قتله بشر بن حوط الهمداني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وذكر الخثعمي في 6 / 65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عبد الله بن عروة الخثعمي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طلبه المختار ففاته ولحق بمصعب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وذكره أبو الفرج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عبد الله بن عروة الخثعمي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بنفس السّند / 61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(4)</w:t>
      </w:r>
      <w:r w:rsidRPr="001B73C7">
        <w:rPr>
          <w:rFonts w:hint="cs"/>
          <w:rtl/>
        </w:rPr>
        <w:t xml:space="preserve"> طلبه المختار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فأُتى ليلاً بعد ما هدأت العيون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وهو على سطحه لا يشعر فأُخذ وسيفه تحت رأسه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قبّحك الله سيفاً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ما أقربك وأبعدك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وكان يقول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لقد طعنت فيهم وجرحت وما قتلت أحداً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فجيء به إلى المختار فحبسه معه في القصر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5D2685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فلمّا أنْ أصبح أذن للنّاس فدخلوا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وجيء به مقيّداً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يا معشر الكفرة الفجرة أنْ لو بيدي سيفي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لعلمتم أنّي بنصل السّيف غير رعش ولا رعديد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ما يسرّني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إذ كانت منيّتي قتلاً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أنّه قتلنى من الخلق أحد غيركم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لقد علمت أنّكم شرّار خلق الله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غير أنّي وددت أنْ بيدي سيفاً أضرب به فيكم ساعةً</w:t>
      </w:r>
      <w:r w:rsidR="00891061">
        <w:rPr>
          <w:rFonts w:hint="cs"/>
          <w:rtl/>
        </w:rPr>
        <w:t>.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ثمّ رفع يده فلطم عين ابن كامل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وهو إلى جنبه فضحك ابن كامل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ثمّ أخذ يده وأمسكها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عقيل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بسهم فوضع كفّه على جبهته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فأخذ لا يستطيع أنْ يحرك كفّيه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بسهم آخر ففلق قلبه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وقتل لبيط بن ياسر الجهني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محمّد بن أبي سعيد ابن عقيل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Heading2"/>
        <w:rPr>
          <w:rtl/>
        </w:rPr>
      </w:pPr>
      <w:bookmarkStart w:id="206" w:name="_Toc372371035"/>
      <w:bookmarkStart w:id="207" w:name="59"/>
      <w:r>
        <w:rPr>
          <w:rFonts w:hint="cs"/>
          <w:rtl/>
        </w:rPr>
        <w:t xml:space="preserve">[ أبناء الحسن بن علي </w:t>
      </w:r>
      <w:r w:rsidR="0035755E" w:rsidRPr="00CA2C7E">
        <w:rPr>
          <w:rStyle w:val="libAlaemHeading2Char"/>
          <w:rFonts w:hint="cs"/>
          <w:rtl/>
        </w:rPr>
        <w:t>عليهما‌السلام</w:t>
      </w:r>
      <w:r>
        <w:rPr>
          <w:rFonts w:hint="cs"/>
          <w:rtl/>
        </w:rPr>
        <w:t xml:space="preserve"> ]</w:t>
      </w:r>
      <w:bookmarkEnd w:id="206"/>
      <w:r>
        <w:rPr>
          <w:rFonts w:hint="cs"/>
          <w:rtl/>
        </w:rPr>
        <w:t xml:space="preserve"> </w:t>
      </w:r>
      <w:bookmarkEnd w:id="207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ورمى عبد الله بن عقبة الغنوى</w:t>
      </w:r>
      <w:r w:rsidRPr="007745E6">
        <w:rPr>
          <w:rStyle w:val="libFootnotenumChar"/>
          <w:rFonts w:hint="cs"/>
          <w:rtl/>
        </w:rPr>
        <w:t>(4)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أبا بكر بن الحسن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بن علي بسهم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إنّه يزعم أنّه قد جرح في آل محمّد وطعن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فمرنا بأمرك فيه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فقال المختار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عليّ بالرّماح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فأُتي بها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اطعنوه حتّى يموت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فطُعن بالرماح حتّى مات 6 / 65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وروى في 5 / 469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عن أبي مِخْنَف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أنّه قتل عبد الله بن عقيل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وروى في 6 / 64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أنّ الذي رمى عبد الله بن مسلم بن عقيل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هو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زيد بن رقاد الجَنَبي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وأنّه كان يقول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لقد رميت فتى منهم بسهم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وإنّه لواضح كفّه على جبهته يتّقي النّبل فأثبت كفّه في جبهته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فما استطاع أنْ يزيل كفه عن جبهته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وأنّه حيث أثبت كفّه في جبهته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اللهمّ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إنّهم استقلّونا واستذلّونا</w:t>
      </w:r>
      <w:r w:rsidR="00891061">
        <w:rPr>
          <w:rFonts w:hint="cs"/>
          <w:rtl/>
        </w:rPr>
        <w:t>؛</w:t>
      </w:r>
      <w:r w:rsidRPr="001B73C7">
        <w:rPr>
          <w:rFonts w:hint="cs"/>
          <w:rtl/>
        </w:rPr>
        <w:t xml:space="preserve"> اللهمّ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فاقتلهم كما قتلونا وأذلّهم كما استذلّونا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ثمّ إنّه رمى الغلام بسهم آخر فقتله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فكان يقول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جئته ميّتاً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فلمْ أزل انضنض السّهم من جبهته حتّى نزعته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وبقى النّصل مثبتاً في جبهته ما قدرت على نزعه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فبعث المختار خلفه عبد الله بن كامل الشاكري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فلمّا أتى داره أحاط بها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واقتحم الرجال عليه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فخرج مصلتاً سيفه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فقال ابن كامل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ارموه بالنّبل وارجموه بالحجارة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ففعلوا به ذلك حتّى سقط وبه رمق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فدعا بنار فأحرقه وهو حيّ لمْ تخرج روحه 6 / 64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 xml:space="preserve">(1) واُمّه رقيّة بنت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469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وأبو الفرج / 62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قال أبو مِخْنَف 5 / 469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وأبو الفرج / 62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 الأزدي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447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(4)</w:t>
      </w:r>
      <w:r w:rsidRPr="001B73C7">
        <w:rPr>
          <w:rFonts w:hint="cs"/>
          <w:rtl/>
        </w:rPr>
        <w:t xml:space="preserve"> كان ممّن خرج مع المستورد بن علفة سنة </w:t>
      </w:r>
      <w:r w:rsidR="0004730E">
        <w:rPr>
          <w:rFonts w:hint="cs"/>
          <w:rtl/>
        </w:rPr>
        <w:t>(</w:t>
      </w:r>
      <w:r w:rsidRPr="001B73C7">
        <w:rPr>
          <w:rFonts w:hint="cs"/>
          <w:rtl/>
        </w:rPr>
        <w:t>43 هـ</w:t>
      </w:r>
      <w:r w:rsidR="0004730E">
        <w:rPr>
          <w:rFonts w:hint="cs"/>
          <w:rtl/>
        </w:rPr>
        <w:t>)</w:t>
      </w:r>
      <w:r w:rsidRPr="001B73C7">
        <w:rPr>
          <w:rFonts w:hint="cs"/>
          <w:rtl/>
        </w:rPr>
        <w:t xml:space="preserve"> في إمارة المغيرة بن شعبة بالكوفة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وكان كاتباً فأمره المستورد أنْ يكتب له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ثمّ يحمل الكتاب إلى سمّاك بن عبيد والي المدائن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يدعوه إليه ففعل ورجع إليه 5 / 190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ولمّا أُصيب أصحاب المستورد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فرّ الغنوي حتّى دخل الكوفة على شريك بن نملة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وسأله أن يلقى المغيرة بن شعبة فيأخذ له منه أماناً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ففعل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فقال المغيرة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قد آمنته 5 / 206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وبعد كربلاء فرّ من المختار فلحق بمصعب بن الزبير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ثمّ صار مع عبد الرحمن بن محمّد بن الأشعث 5 / 205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وطلبه المختار فوحده قد هرب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فهدم داره 6 / 65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(5) كما في 5 / 468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وطُبع في / 448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أبو بكر بن الحسين بن علي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 خطأ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فقتله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وقُتل عبد الله بن الحسن بن علي بن أبي طالب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رماه حرملة بن كأهل 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بسهم فقتله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(1) قال عقبة بن بشير الأسدي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قال لي أبو جعفر محمّد بن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448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وأبو الفرج رواه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المدائنى من أبي مِخْنَف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وعن عمرو بن شمر عن جابر عن أبي جعفر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مقاتل الطالبيّين / 57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1B73C7">
        <w:rPr>
          <w:rFonts w:hint="cs"/>
          <w:rtl/>
        </w:rPr>
        <w:t xml:space="preserve"> كما في 6 / 65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وذكره هنا في 5 / 468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حرملة بن كاهن وهو خطأ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ولمْ يذكر طلب المختار له وكيفيّة قتلة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قال هشام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حدّثني أبو الهذيل رجل من السّكون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رأيت هانئ بن ثبيت الحضرمي في مجلس الحضرميّين في زمان خالد بن عبد الله وهو شيخ كبير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فسمعته يقول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إذ أقبل رجل يركض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حتّى إذا دنا منه مال عن فرسه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ثمّ اقتصد الغلام بالسّيف فقطّعه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ورواه أبو الفرج عن المدائني / 79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قال أبو مِخْنَف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وواستصغر الحسن بن الحسن وعمر بن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فلمْ يُقتلا 5 / 449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وقتل من الموالي سليمان مولى الحسين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ومنجح مولى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5 / 469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(3)</w:t>
      </w:r>
      <w:r w:rsidRPr="001B73C7">
        <w:rPr>
          <w:rFonts w:hint="cs"/>
          <w:rtl/>
        </w:rPr>
        <w:t xml:space="preserve"> كما في 468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وأبو الفرج / 58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عن المدائني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والمشهور أنّه هو الذي فرّ من المخيم إلى مصرع عمّه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فقُتل عنده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كما سيأتي حديثه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ونصّ عليه المفيد في الإرشاد / 241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1B73C7">
      <w:pPr>
        <w:pStyle w:val="Heading2"/>
        <w:rPr>
          <w:rtl/>
        </w:rPr>
      </w:pPr>
      <w:bookmarkStart w:id="208" w:name="60"/>
      <w:bookmarkStart w:id="209" w:name="_Toc372371036"/>
      <w:r>
        <w:rPr>
          <w:rFonts w:hint="cs"/>
          <w:rtl/>
        </w:rPr>
        <w:lastRenderedPageBreak/>
        <w:t xml:space="preserve">[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208"/>
      <w:bookmarkEnd w:id="209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ولمّا بقي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ثلاثة رهط أو أربعة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دعا بسراويل يمانيّة محقّقة يلمع فيها البصر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ففرزه ونكثه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لكيلا يسلبه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ومكث طويلاً من النّهار كلّما انتهى إليه رجل من النّاس انصرف عنه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وكره أنْ يتولّى قتله وعظيم إثمه عليه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وأتاه مالك بن النّسير [ البَدّي الكندي</w:t>
      </w:r>
      <w:r w:rsidRPr="00D06A87">
        <w:rPr>
          <w:rFonts w:hint="cs"/>
          <w:rtl/>
        </w:rPr>
        <w:t>ّ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] فضربه على رأسه بالسّيف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فقطع البرنس [ الذي ] عليه وأصاب رأسه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فأدما [ ه و ] امتلأ البرنس دماً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لا أكلت بها ولا شربت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وحشرك الله مع الظالمين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ثمّ ] ألقى ذلك البرنس [ و ] دعا بقلنسوة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فلبسها واعتمّ [ عليه ]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1B73C7">
      <w:pPr>
        <w:pStyle w:val="libFootnote"/>
        <w:rPr>
          <w:rtl/>
        </w:rPr>
      </w:pPr>
      <w:r w:rsidRPr="001B73C7">
        <w:rPr>
          <w:rStyle w:val="libFootnoteChar"/>
          <w:rFonts w:hint="cs"/>
          <w:rtl/>
        </w:rPr>
        <w:t>(1) فقال له بعض أصحابه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لو لبست تحته تبّاناً [ والكلمة فارسية</w:t>
      </w:r>
      <w:r w:rsidR="00891061">
        <w:rPr>
          <w:rStyle w:val="libFootnoteChar"/>
          <w:rFonts w:hint="cs"/>
          <w:rtl/>
        </w:rPr>
        <w:t>،</w:t>
      </w:r>
      <w:r w:rsidRPr="001B73C7">
        <w:rPr>
          <w:rStyle w:val="libFootnoteChar"/>
          <w:rFonts w:hint="cs"/>
          <w:rtl/>
        </w:rPr>
        <w:t xml:space="preserve"> بمعنى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اللباس القصير</w:t>
      </w:r>
      <w:r w:rsidR="00891061">
        <w:rPr>
          <w:rStyle w:val="libFootnoteChar"/>
          <w:rFonts w:hint="cs"/>
          <w:rtl/>
        </w:rPr>
        <w:t>.</w:t>
      </w:r>
      <w:r w:rsidRPr="001B73C7">
        <w:rPr>
          <w:rStyle w:val="libFootnoteChar"/>
          <w:rFonts w:hint="cs"/>
          <w:rtl/>
        </w:rPr>
        <w:t xml:space="preserve"> ]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Char"/>
          <w:rFonts w:hint="cs"/>
          <w:rtl/>
        </w:rPr>
        <w:t>:</w:t>
      </w:r>
      <w:r w:rsidRPr="001B73C7">
        <w:rPr>
          <w:rStyle w:val="libFootnote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ذلك ثوب مذلّة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ولا ينبغي لي أنْ ألبسه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قُتل سلبه إيّاه بحر بن كعب 5 / 451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1B73C7">
      <w:pPr>
        <w:pStyle w:val="libFootnote"/>
        <w:rPr>
          <w:rtl/>
        </w:rPr>
      </w:pPr>
      <w:r>
        <w:rPr>
          <w:rFonts w:hint="cs"/>
          <w:rtl/>
        </w:rPr>
        <w:t>قال أبو مِخْنَف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فحدّثني عمرو بن شعيب عن محمّد بن عبد الرحمن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يدي بحر بن كعب كانتا في الشتاء تنضحان الماء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 الصيف تيبسان كالعود 5 / 451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(2)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والمفيد في الإرشاد / 241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1B73C7">
      <w:pPr>
        <w:pStyle w:val="libFootnote"/>
        <w:rPr>
          <w:rtl/>
        </w:rPr>
      </w:pPr>
      <w:r w:rsidRPr="00301744">
        <w:rPr>
          <w:rFonts w:hint="cs"/>
          <w:rtl/>
        </w:rPr>
        <w:t>(3) هو رسول ابن زياد بكتابه إلى الحرّ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في الطريق بإنزال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408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ومضت ترجمته في نزول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(4) و (5)</w:t>
      </w:r>
      <w:r w:rsidRPr="001B73C7">
        <w:rPr>
          <w:rFonts w:hint="cs"/>
          <w:rtl/>
        </w:rPr>
        <w:t xml:space="preserve"> وكان البرنس من خزّ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فجاء الكندي حتّى أخذ البرنس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فلمّا قدم به بعد ذلك على أهله أقبل يغسل البرنس من الدّم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فرأت ذلك امرأته وعلمت به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فقالت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أسَلَب ابن بنت رسول الله </w:t>
      </w:r>
      <w:r w:rsidR="0004730E">
        <w:rPr>
          <w:rFonts w:hint="cs"/>
          <w:rtl/>
        </w:rPr>
        <w:t>(</w:t>
      </w:r>
      <w:r w:rsidRPr="001B73C7"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Pr="001B73C7">
        <w:rPr>
          <w:rFonts w:hint="cs"/>
          <w:rtl/>
        </w:rPr>
        <w:t xml:space="preserve"> تُدخلُ بيتي</w:t>
      </w:r>
      <w:r w:rsidR="00891061">
        <w:rPr>
          <w:rFonts w:hint="cs"/>
          <w:rtl/>
        </w:rPr>
        <w:t>؟</w:t>
      </w:r>
      <w:r w:rsidRPr="001B73C7">
        <w:rPr>
          <w:rFonts w:hint="cs"/>
          <w:rtl/>
        </w:rPr>
        <w:t>! أخرجه عنّي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وذكر أصحابه أنّه لمْ يزل فقيراً به حتّى مات 5 / 448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والبرنس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قلنسوة طويلة من قطن كان يلبسها عبّاد النّصاري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فلبسها عبّاد المسلمين في صدر الإسلام</w:t>
      </w:r>
      <w:r w:rsidR="00891061">
        <w:rPr>
          <w:rFonts w:hint="cs"/>
          <w:rtl/>
        </w:rPr>
        <w:t>.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كما في مجمع البحرين</w:t>
      </w:r>
      <w:r w:rsidR="007745E6" w:rsidRPr="001B73C7">
        <w:rPr>
          <w:rFonts w:hint="cs"/>
          <w:rtl/>
        </w:rPr>
        <w:t xml:space="preserve"> - </w:t>
      </w:r>
      <w:r w:rsidRPr="001B73C7">
        <w:rPr>
          <w:rFonts w:hint="cs"/>
          <w:rtl/>
        </w:rPr>
        <w:t>وذكر الخبر المفيد في الإرشاد / 241 باسم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مالك بن اليسر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قال هشام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عن أبيه محمّد بن السّائب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عن القاسم بن الأصبغ بن نباته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حدثني من شهد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في عسكره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أنّ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1B73C7">
        <w:rPr>
          <w:rFonts w:hint="cs"/>
          <w:rtl/>
        </w:rPr>
        <w:t xml:space="preserve"> حين غلب على عسكره ركب المسنّاة يُريد الفرات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وضرب فرسه</w:t>
      </w:r>
      <w:r w:rsidR="00891061">
        <w:rPr>
          <w:rFonts w:hint="cs"/>
          <w:rtl/>
        </w:rPr>
        <w:t>.</w:t>
      </w:r>
      <w:r w:rsidRPr="001B73C7">
        <w:rPr>
          <w:rFonts w:hint="cs"/>
          <w:rtl/>
        </w:rPr>
        <w:t xml:space="preserve"> 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فقال رجل من بني ابن بن دارم</w:t>
      </w:r>
      <w:r w:rsidR="00891061">
        <w:rPr>
          <w:rFonts w:hint="cs"/>
          <w:rtl/>
        </w:rPr>
        <w:t>:</w:t>
      </w:r>
      <w:r w:rsidRPr="001B73C7">
        <w:rPr>
          <w:rFonts w:hint="cs"/>
          <w:rtl/>
        </w:rPr>
        <w:t xml:space="preserve"> ويلكم</w:t>
      </w:r>
      <w:r w:rsidR="00891061">
        <w:rPr>
          <w:rFonts w:hint="cs"/>
          <w:rtl/>
        </w:rPr>
        <w:t>!</w:t>
      </w:r>
      <w:r w:rsidRPr="001B73C7">
        <w:rPr>
          <w:rFonts w:hint="cs"/>
          <w:rtl/>
        </w:rPr>
        <w:t xml:space="preserve"> حولوا بينه وبين الماء</w:t>
      </w:r>
      <w:r w:rsidR="00891061">
        <w:rPr>
          <w:rFonts w:hint="cs"/>
          <w:rtl/>
        </w:rPr>
        <w:t>.</w:t>
      </w:r>
    </w:p>
    <w:p w:rsidR="00477F4F" w:rsidRPr="001B73C7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>فاتبعه النّاس حتّى حالوا بينه وبين الفرات</w:t>
      </w:r>
      <w:r w:rsidR="00891061">
        <w:rPr>
          <w:rFonts w:hint="cs"/>
          <w:rtl/>
        </w:rPr>
        <w:t>.</w:t>
      </w:r>
    </w:p>
    <w:p w:rsidR="00477F4F" w:rsidRDefault="00477F4F" w:rsidP="00301744">
      <w:pPr>
        <w:pStyle w:val="libFootnote"/>
        <w:rPr>
          <w:rtl/>
        </w:rPr>
      </w:pPr>
      <w:r w:rsidRPr="001B73C7">
        <w:rPr>
          <w:rFonts w:hint="cs"/>
          <w:rtl/>
        </w:rPr>
        <w:t xml:space="preserve">وانتزع الأُباتي سهماً فأثبته في حنك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1B73C7">
        <w:rPr>
          <w:rFonts w:hint="cs"/>
          <w:rtl/>
        </w:rPr>
        <w:t xml:space="preserve"> فانتزع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السّهم وبسط كفيّه فامتلأت دماً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اللهمّ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انّي أشكو إليك ما يُفعل بابن بنت نبيّك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اللهمّ</w:t>
      </w:r>
      <w:r w:rsidR="00891061"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أظمه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Bold2Char"/>
          <w:rFonts w:hint="cs"/>
          <w:rtl/>
        </w:rPr>
        <w:t>.</w:t>
      </w:r>
      <w:r w:rsidR="00AA4C8F">
        <w:rPr>
          <w:rFonts w:hint="cs"/>
          <w:rtl/>
        </w:rPr>
        <w:t>=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D06A87">
        <w:rPr>
          <w:rStyle w:val="libBold2Char"/>
          <w:rFonts w:hint="cs"/>
          <w:rtl/>
        </w:rPr>
        <w:lastRenderedPageBreak/>
        <w:t>[ فـ ]</w:t>
      </w:r>
      <w:r w:rsidR="005D2685">
        <w:rPr>
          <w:rStyle w:val="libBold2Char"/>
          <w:rFonts w:hint="cs"/>
          <w:rtl/>
        </w:rPr>
        <w:t xml:space="preserve"> -</w:t>
      </w:r>
      <w:r w:rsidRPr="00D06A87">
        <w:rPr>
          <w:rStyle w:val="libBold2Char"/>
          <w:rFonts w:hint="cs"/>
          <w:rtl/>
        </w:rPr>
        <w:t>كان معتمّاً [ على القَلنسوة بالخزّ الأسود ]</w:t>
      </w:r>
      <w:r w:rsidR="00891061">
        <w:rPr>
          <w:rStyle w:val="libBold2Char"/>
          <w:rFonts w:hint="cs"/>
          <w:rtl/>
        </w:rPr>
        <w:t>،</w:t>
      </w:r>
      <w:r w:rsidRPr="00D06A87">
        <w:rPr>
          <w:rStyle w:val="libBold2Char"/>
          <w:rFonts w:hint="cs"/>
          <w:rtl/>
        </w:rPr>
        <w:t xml:space="preserve"> وعليه قميص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 w:rsidRPr="00D06A87">
        <w:rPr>
          <w:rStyle w:val="libBold2Char"/>
          <w:rFonts w:hint="cs"/>
          <w:rtl/>
        </w:rPr>
        <w:t>[ و] جبّة من خزّ</w:t>
      </w:r>
      <w:r w:rsidR="00891061">
        <w:rPr>
          <w:rStyle w:val="libBold2Char"/>
          <w:rFonts w:hint="cs"/>
          <w:rtl/>
        </w:rPr>
        <w:t>.</w:t>
      </w:r>
      <w:r w:rsidRPr="00D06A87">
        <w:rPr>
          <w:rStyle w:val="libBold2Char"/>
          <w:rFonts w:hint="cs"/>
          <w:rtl/>
        </w:rPr>
        <w:t xml:space="preserve"> وكان مخضوباً بالوسمة</w:t>
      </w:r>
      <w:r w:rsidR="00891061">
        <w:rPr>
          <w:rStyle w:val="libBold2Char"/>
          <w:rFonts w:hint="cs"/>
          <w:rtl/>
        </w:rPr>
        <w:t>،</w:t>
      </w:r>
      <w:r w:rsidRPr="00D06A87">
        <w:rPr>
          <w:rStyle w:val="libBold2Char"/>
          <w:rFonts w:hint="cs"/>
          <w:rtl/>
        </w:rPr>
        <w:t xml:space="preserve"> وهو يُقاتل قتال الفارس الشجاع</w:t>
      </w:r>
      <w:r w:rsidR="00891061">
        <w:rPr>
          <w:rStyle w:val="libBold2Char"/>
          <w:rFonts w:hint="cs"/>
          <w:rtl/>
        </w:rPr>
        <w:t>،</w:t>
      </w:r>
      <w:r w:rsidRPr="00D06A87">
        <w:rPr>
          <w:rStyle w:val="libBold2Char"/>
          <w:rFonts w:hint="cs"/>
          <w:rtl/>
        </w:rPr>
        <w:t xml:space="preserve"> يتّقي الرّمية ويفترص العورة</w:t>
      </w:r>
      <w:r w:rsidR="00891061">
        <w:rPr>
          <w:rStyle w:val="libBold2Char"/>
          <w:rFonts w:hint="cs"/>
          <w:rtl/>
        </w:rPr>
        <w:t>،</w:t>
      </w:r>
      <w:r w:rsidRPr="00D06A87">
        <w:rPr>
          <w:rStyle w:val="libBold2Char"/>
          <w:rFonts w:hint="cs"/>
          <w:rtl/>
        </w:rPr>
        <w:t xml:space="preserve"> ويشدّ على الخيل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 w:rsidRPr="00D06A87">
        <w:rPr>
          <w:rStyle w:val="libBold2Char"/>
          <w:rFonts w:hint="cs"/>
          <w:rtl/>
        </w:rPr>
        <w:t xml:space="preserve"> </w:t>
      </w:r>
    </w:p>
    <w:p w:rsidR="00477F4F" w:rsidRDefault="00477F4F" w:rsidP="00D06A87">
      <w:pPr>
        <w:pStyle w:val="libBold2"/>
        <w:rPr>
          <w:rtl/>
        </w:rPr>
      </w:pPr>
      <w:r>
        <w:rPr>
          <w:rFonts w:hint="cs"/>
          <w:rtl/>
        </w:rPr>
        <w:t>وأقبل شمر بن ذي الجوشن في نفر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نحومن عشرة من رجّالة أهل الكوفة قبل منزل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الذي فيه ثقله وعياله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فمشى نحوه فحالوا بينه وبين رحله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AA4C8F" w:rsidRDefault="00AA4C8F" w:rsidP="00AA4C8F">
      <w:pPr>
        <w:pStyle w:val="libFootnote0"/>
        <w:rPr>
          <w:rtl/>
        </w:rPr>
      </w:pPr>
      <w:r>
        <w:rPr>
          <w:rFonts w:hint="cs"/>
          <w:rtl/>
        </w:rPr>
        <w:t xml:space="preserve">= قال القاسم بن الأصبغ: لقد رأيت[ ـه ] وعنده عساس فيها اللّبن، وقلال فيها الماء؛ والماء يُبرّد له فيه السكّر [ فـ ] -يقول: ويلكم، اسقوني! قتلني الظمأ! فيُعطى الفلّة أو العُسّ فيشرّبه، فإذا نزعه من فيه، اضطجع الهنيهة ثمّ يقول: ويلكم، اسقوني! قتلني الظمأ! فوالله، ما لبث إلاّ يسيراً، حتّى انقدّ بطنه انقداد بطن البعير. ورواه أبو الفرج عن أبي مِخْنَف / 78، ط النّجف. </w:t>
      </w:r>
    </w:p>
    <w:p w:rsidR="00AA4C8F" w:rsidRDefault="00AA4C8F" w:rsidP="00AA4C8F">
      <w:pPr>
        <w:pStyle w:val="libFootnote"/>
        <w:rPr>
          <w:rtl/>
        </w:rPr>
      </w:pPr>
      <w:r>
        <w:rPr>
          <w:rFonts w:hint="cs"/>
          <w:rtl/>
        </w:rPr>
        <w:t xml:space="preserve">قال هشام: حدّثني عمرو بن شمر، عن جابر الجُعفي، قال: عطش الحسين </w:t>
      </w:r>
      <w:r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اشتدّ عليه العطش، فدنا ليشرب من الماء فرماه حصين بن تميم بسهم فوقع في فمه، فجعل يتلقّى الدّم من فمه ويرمي به إلى السّماء، فقال: </w:t>
      </w:r>
      <w:r>
        <w:rPr>
          <w:rStyle w:val="libFootnoteBoldChar"/>
          <w:rFonts w:hint="cs"/>
          <w:rtl/>
        </w:rPr>
        <w:t>«</w:t>
      </w:r>
      <w:r w:rsidRPr="001B73C7">
        <w:rPr>
          <w:rStyle w:val="libFootnoteBoldChar"/>
          <w:rFonts w:hint="cs"/>
          <w:rtl/>
        </w:rPr>
        <w:t xml:space="preserve"> اللهمّ</w:t>
      </w:r>
      <w:r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أحصهم عدداً</w:t>
      </w:r>
      <w:r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واقتلهم بدداً</w:t>
      </w:r>
      <w:r>
        <w:rPr>
          <w:rStyle w:val="libFootnoteBoldChar"/>
          <w:rFonts w:hint="cs"/>
          <w:rtl/>
        </w:rPr>
        <w:t>،</w:t>
      </w:r>
      <w:r w:rsidRPr="001B73C7">
        <w:rPr>
          <w:rStyle w:val="libFootnoteBoldChar"/>
          <w:rFonts w:hint="cs"/>
          <w:rtl/>
        </w:rPr>
        <w:t xml:space="preserve"> ولا تذر على الأرض منهم أحداً </w:t>
      </w:r>
      <w:r>
        <w:rPr>
          <w:rStyle w:val="libFootnoteBoldChar"/>
          <w:rFonts w:hint="cs"/>
          <w:rtl/>
        </w:rPr>
        <w:t>»</w:t>
      </w:r>
      <w:r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5 / 449 - 450. </w:t>
      </w:r>
    </w:p>
    <w:p w:rsidR="00AA4C8F" w:rsidRDefault="00AA4C8F" w:rsidP="00AA4C8F">
      <w:pPr>
        <w:pStyle w:val="libFootnote"/>
        <w:rPr>
          <w:rtl/>
        </w:rPr>
      </w:pPr>
      <w:r>
        <w:rPr>
          <w:rFonts w:hint="cs"/>
          <w:rtl/>
        </w:rPr>
        <w:t xml:space="preserve">حدّثني سليمان بن أبي راشد، عن حميد بن مسلم، قال 5 / 447 - 448. </w:t>
      </w:r>
    </w:p>
    <w:p w:rsidR="00477F4F" w:rsidRPr="00301744" w:rsidRDefault="00477F4F" w:rsidP="00AA4C8F">
      <w:pPr>
        <w:pStyle w:val="libFootnote"/>
        <w:rPr>
          <w:rtl/>
        </w:rPr>
      </w:pPr>
      <w:r w:rsidRPr="00301744">
        <w:rPr>
          <w:rFonts w:hint="cs"/>
          <w:rtl/>
        </w:rPr>
        <w:t>(1) حدّثني الصقعب بن زهير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عن الحجّاج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عبد الله بن عمّار البارقي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ويلكم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إنْ لمْ يكن لكم دين وكنتم لا تخافون يوم المعاد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فكونوا في أمر دنياكم أحراراً ذوي أحساب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امنعوا رحلي وأهلي من طغامكم وجهالكم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ابن ذي الجوشن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ذلك لك يابن فاطمة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وأقدم عليه بالرجّالة فأخذ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يشدّ عليهم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فينكشفون عنه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عبد الله بن عمّار البارقي</w:t>
      </w:r>
      <w:r w:rsidR="00891061">
        <w:rPr>
          <w:rFonts w:hint="cs"/>
          <w:rtl/>
        </w:rPr>
        <w:t>:</w:t>
      </w:r>
      <w:r w:rsidRPr="007745E6">
        <w:rPr>
          <w:rStyle w:val="libFootnotenumChar"/>
          <w:rFonts w:hint="cs"/>
          <w:rtl/>
        </w:rPr>
        <w:t>(2)</w:t>
      </w:r>
      <w:r w:rsidRPr="00D06A87">
        <w:rPr>
          <w:rFonts w:hint="cs"/>
          <w:rtl/>
        </w:rPr>
        <w:t xml:space="preserve"> </w:t>
      </w:r>
      <w:r>
        <w:rPr>
          <w:rFonts w:hint="cs"/>
          <w:rtl/>
        </w:rPr>
        <w:t>شدّت عليه رجّالة ممّن عن يمينه وشماله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فحمل على من عن يمينه حتّى ذعروا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وعلى من عن شماله حتّى ذعروا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رأيت مكسوراً قط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وقد قُتل وُلده وأهل بيته وأصحابه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أربط جأشاً ولا أمضى جناناً ولا أجرأ مقدماً منه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رأيت قبله ولا بعده مثله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 كانت الرجّالة لتنكشف من عن يمينه وشماله انكشاف المعزى إذا شدّ فيها الذئب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وقد دنا عمر بن سعد من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إذ خرجت زينب ابنة فاطمة أخته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أيُقتل أبوعبد 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وأنت تنظر إليه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>!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صرف بوجهه عنها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و] كأنّي أنظر إلى دموع عمر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تسيل على خدّيه ولحيته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وهو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يشدّ على الخيل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أعلى قتلي تحاثّون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أمَا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لا تقتلون بعدي عبداً من عباد الله أسخط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قال أبومِخْنَف في حديثه 5 / 450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ورواه أبو الفرج / 79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 xml:space="preserve">(2) هوراوي خبر أمر أمير المؤمنين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بعمل الجسر على الفرات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حين مضيّه إلى صفّين سنة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26 هـ</w:t>
      </w:r>
      <w:r w:rsidR="0004730E">
        <w:rPr>
          <w:rFonts w:hint="cs"/>
          <w:rtl/>
        </w:rPr>
        <w:t>)</w:t>
      </w:r>
      <w:r w:rsidRPr="00301744">
        <w:rPr>
          <w:rFonts w:hint="cs"/>
          <w:rtl/>
        </w:rPr>
        <w:t xml:space="preserve"> 4 / 565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ورواه المفيد في الإرشاد / 242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عن الحجّاج عن عبد الله بن عمّار البارقي 5 / 451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ورواه المفيد في الإرشاد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 / 241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lastRenderedPageBreak/>
        <w:t>عليكم لقتله منّي</w:t>
      </w:r>
      <w:r w:rsidR="00891061">
        <w:rPr>
          <w:rStyle w:val="libBold2Char"/>
          <w:rFonts w:hint="cs"/>
          <w:rtl/>
        </w:rPr>
        <w:t>!</w:t>
      </w:r>
      <w:r w:rsidRPr="007745E6">
        <w:rPr>
          <w:rStyle w:val="libBold2Char"/>
          <w:rFonts w:hint="cs"/>
          <w:rtl/>
        </w:rPr>
        <w:t xml:space="preserve"> وأيم 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إني لأرجوأنْ يُكرمني الله بهوانكم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ثمّ ينتقم لي منكم من حيث لا تشعرون</w:t>
      </w:r>
      <w:r w:rsidRPr="007745E6">
        <w:rPr>
          <w:rStyle w:val="libFootnotenumChar"/>
          <w:rFonts w:hint="cs"/>
          <w:rtl/>
        </w:rPr>
        <w:t>(1)</w:t>
      </w:r>
      <w:r w:rsidRPr="00D06A87"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أمَا والله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لوقد قتلتموني لقد ألقى الله بأسكم بينكم وسفك دمائكم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ثمّ لا يرضى لكم حتّى يُضاعف لكم العذاب الأليم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إنّ شمر بن ذي الجوشن أقبل في الرجّالة نحوالحسين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وفيهم ] سنان بن أنس النّخعي وخوْليّ بن يزيد الأصبحي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وصالح بن وهب اليزني والقشعم بن عمروالجُعفي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وعبد الرحمن الجُعفي 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فجعل شمر بن ذي الجوشن يحرّضهم 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 xml:space="preserve">أحاطوا [ بالحسين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أحاطةً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وأقبل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غلام من أهله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لـ ] أخته زينب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ابنة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احبسيه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فأخذته أخته زينب ابنة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لتحبّسه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فأبى الغلام وجاء يشتدّ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C13B13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C13B13">
        <w:rPr>
          <w:rFonts w:hint="cs"/>
          <w:rtl/>
        </w:rPr>
        <w:t xml:space="preserve"> ولقد أُجيبت دعوة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فأصبح المختار وبعث أبا عمرة إلى عمر بن سعد وأمره أنْ يأتيه به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فجاءه حتّى دخل عليه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أجبْ الأمير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فقام عمر فعثر في جبّة له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فضربه أبوعمرة بسيفه فقتله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وجاء برأسه في أسفل قبائه حتّى وضعه بين يدي المختار</w:t>
      </w:r>
      <w:r w:rsidR="00891061">
        <w:rPr>
          <w:rFonts w:hint="cs"/>
          <w:rtl/>
        </w:rPr>
        <w:t>.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وكان حفص بن عمر بن سعد جالسّا عند المختار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فقال له المختار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أتعرف هذا الرأس</w:t>
      </w:r>
      <w:r w:rsidR="00891061">
        <w:rPr>
          <w:rFonts w:hint="cs"/>
          <w:rtl/>
        </w:rPr>
        <w:t>؟</w:t>
      </w:r>
      <w:r w:rsidRPr="00C13B13">
        <w:rPr>
          <w:rFonts w:hint="cs"/>
          <w:rtl/>
        </w:rPr>
        <w:t>! فاسترجع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ولا خير في العيش بعده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فقال المختار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فإنّك لا تعيش بعده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وأمر به فقتل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وجعل رأسه مع رأس أبيه 6 / 61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حدّثني الصقعب بن زهير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بعث المختار إليه معاذ بن هانئ بن عدي الكندي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ابن أخى حجر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ومعه أبا عمرة صاحب حرسه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فاختبأ خوْليّ في مخرجه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فأمر معاذ أبا عمرة أنْ يطلبه في الدار فدخلوا فخرجت إليهم امرأته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فقالوا لها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أين زوجك</w:t>
      </w:r>
      <w:r w:rsidR="00891061">
        <w:rPr>
          <w:rFonts w:hint="cs"/>
          <w:rtl/>
        </w:rPr>
        <w:t>؟</w:t>
      </w:r>
      <w:r w:rsidRPr="00301744"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لا أدري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وأشارت بيدها إلى المخرج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فدخلوا فوجدوه قد وضع على رأسه قوصرة التمر فأخرجوه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فأحرقوه 6 / 59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كان من الشهود على حجر بن عدي الكندي 5 / 270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 يوم عاشوراء على ربع مذحج وأسد لعسكر عمر بن سعد 5 / 422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كما سبق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(5) ذكره المفيد في الإرشاد / 241 أنّه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عبد الله بن الحسن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وموارد الإشارة تُشير إلى ذلك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وقد سبق عن أبي مِخْنَف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أنّه رماه حرملة بن كأهل بسهم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فقتله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هذه الرواية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هنا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أبو الفرج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أبي مِخْنَف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/ 77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وقد أهوى بحر بن كعب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بالسّيف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الغلام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الخبيثة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أتقتل عمّي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فضربه بالسّيف فاتّقاه الغلام بيده فأطنّها إلى الجلدة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يده معلّقة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فنادى الغلام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ُامّتاه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فأخذه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فضمه إلى صدره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يابن أخي </w:t>
      </w:r>
      <w:r w:rsidRPr="007745E6">
        <w:rPr>
          <w:rStyle w:val="libFootnotenumChar"/>
          <w:rFonts w:hint="cs"/>
          <w:rtl/>
        </w:rPr>
        <w:t>(2)</w:t>
      </w:r>
      <w:r w:rsidRPr="00D06A87"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اصبر على ما نزل بك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واحتسب في ذلك الخير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فإنّ الله يُلحقك بآبائك الصالحين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برسول الله وعلي بن أبي طالب وحمزة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والحسن بن علي 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 w:rsidRPr="00D06A87"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 xml:space="preserve"> </w:t>
      </w:r>
      <w:r w:rsidRPr="007745E6">
        <w:rPr>
          <w:rStyle w:val="libBold2Char"/>
          <w:rFonts w:hint="cs"/>
          <w:rtl/>
        </w:rPr>
        <w:t>صلّى الله عليهم أجمعين</w:t>
      </w:r>
      <w:r w:rsidR="00891061"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 w:rsidRPr="007745E6">
        <w:rPr>
          <w:rStyle w:val="libBold2Char"/>
          <w:rFonts w:hint="cs"/>
          <w:rtl/>
        </w:rPr>
        <w:t>اللهمّ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أمسك عنهم قطر السّماء وأمنعهم بركات الأرض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اللهمّ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فإنْ متّعتهم إلى حين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ففرّقهم فرقاً وأجعلهم طرائق قدداً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ولا تُرضي عنهم الولاة أبداً</w:t>
      </w:r>
      <w:r w:rsidR="00891061">
        <w:rPr>
          <w:rStyle w:val="libBold2Char"/>
          <w:rFonts w:hint="cs"/>
          <w:rtl/>
        </w:rPr>
        <w:t>؛</w:t>
      </w:r>
      <w:r w:rsidRPr="007745E6">
        <w:rPr>
          <w:rStyle w:val="libBold2Char"/>
          <w:rFonts w:hint="cs"/>
          <w:rtl/>
        </w:rPr>
        <w:t xml:space="preserve"> فإنّهم دعونا لينصرونا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فعدوا علينا فقتلونا</w:t>
      </w:r>
      <w:r w:rsidRPr="00D06A87"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»</w:t>
      </w:r>
      <w:r w:rsidRPr="007745E6">
        <w:rPr>
          <w:rStyle w:val="libBold2Char"/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ولقد مكث طويلاً من النّهار ولوشاء النّاس أنْ يقتلوه لفعلوا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ولكنّهم كان يتّقي بعضهم ببعض ويُحبّ هؤلاء أنْ يكفيهم هؤلاء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فنادى شمر في النّاس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ويحكم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ماذا تنظرون بالرجل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أقتلوه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ثكلتكم اُمّهاتكم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فحُمِل عليه من كلّ جانب</w:t>
      </w:r>
      <w:r w:rsidR="00891061">
        <w:rPr>
          <w:rFonts w:hint="cs"/>
          <w:rtl/>
        </w:rPr>
        <w:t>.</w:t>
      </w:r>
    </w:p>
    <w:p w:rsidR="00477F4F" w:rsidRDefault="00477F4F" w:rsidP="00C13B13">
      <w:pPr>
        <w:pStyle w:val="Heading2"/>
        <w:rPr>
          <w:rtl/>
        </w:rPr>
      </w:pPr>
      <w:bookmarkStart w:id="210" w:name="_Toc372371037"/>
      <w:bookmarkStart w:id="211" w:name="61"/>
      <w:r>
        <w:rPr>
          <w:rFonts w:hint="cs"/>
          <w:rtl/>
        </w:rPr>
        <w:t xml:space="preserve">[ مصرع الحسين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bookmarkEnd w:id="210"/>
      <w:r>
        <w:rPr>
          <w:rFonts w:hint="cs"/>
          <w:rtl/>
        </w:rPr>
        <w:t xml:space="preserve"> </w:t>
      </w:r>
      <w:bookmarkEnd w:id="211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فضرب زُرعة بن شرّيك التميمي ضربة [ على ] كفّه اليسرى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وضرب [ ضربة أخرى ] على عاتقه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فأخذ ] ينوء ويكبو[ على وجهه الشريف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وفي تلك الحال حمل عليه سنان بن أنس النّخعي فطعنه بالرمح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فوقع </w:t>
      </w:r>
      <w:r w:rsidR="0035755E" w:rsidRPr="0035755E">
        <w:rPr>
          <w:rStyle w:val="libAlaemChar"/>
          <w:rFonts w:hint="cs"/>
          <w:rtl/>
        </w:rPr>
        <w:t>عليه‌السلام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و(2) و(3) راجع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هامش رقم / 5 من الصفحة السّابقة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قال أبومِخْنَف في حديثه 5 / 450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ورواها أبو الفرج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أبي مِخْنَف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 / 77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(5) حدّثنى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وفي الإرشاد / 241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(6) وفي الإرشاد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كتفه اليسرى / 242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وفي الخواص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كتفه الأيسر / 253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ونقله المقرّم عن الإتحاف بحبّ الأشراف / 16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فجعل لا يدنوأحد من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إلاّ شدّ عليه سنان بن أنس مخافة أنْ يغلب على رأس [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] نزل إليه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فذبحه واحتزّ رأسه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ودفعه إلى خوْليّ بن يزيد [ الأصبحي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وسُلب ما كان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فأخذ فيس ابن الأشعث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قطيفته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وسلب إسحاق بن حَيْوة الحضرمي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قميص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وأخذ سيفه رجل من بني نهشل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وأخذ نعله الأسود [ الأودي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وأخذ بحر بن كعب سراويله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وتركه مجرداً</w:t>
      </w:r>
      <w:r w:rsidRPr="007745E6">
        <w:rPr>
          <w:rStyle w:val="libFootnotenumChar"/>
          <w:rFonts w:hint="cs"/>
          <w:rtl/>
        </w:rPr>
        <w:t>(6)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ونقل السّبط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خمسة أقوال في قاتله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ورجّح أنّه سنان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ثمّ روى أنّه دخل على الحجّاج فقال له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أنت قاتل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؟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نعم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أبشر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فإنّك أنت وإيّاه لا تجتمعان في دار أبداً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فما سُمع من الحجّاج كلمة خيراً منها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ثمّ عدّوا ما في جسده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فوجدوه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ثلاثاً وثلاثين طعنة برمح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وأربعاً وثلاثين ضربة بسيف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ووجدوا في ثيابه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مئة وعشرين رمية بسهم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مضت ترجمته في حوادث ليلة العشر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حدّثني الصقعب بن زهير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(5) حدّثني الصقعب بن زهير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(6)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وكذلك صرح به السّبط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سلبوه جميع ما كان عليه حتّى سرواله أخذه بحر بن كعب التميمي / 253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والمفيد في الإرشاد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وزاد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وكانت يدا بحر بن كعب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لعنه الله</w:t>
      </w:r>
      <w:r w:rsidR="00891061">
        <w:rPr>
          <w:rFonts w:hint="cs"/>
          <w:rtl/>
        </w:rPr>
        <w:t>!</w:t>
      </w:r>
      <w:r w:rsidR="0004730E">
        <w:rPr>
          <w:rFonts w:hint="cs"/>
          <w:rtl/>
        </w:rPr>
        <w:t>)</w:t>
      </w:r>
      <w:r w:rsidRPr="00301744">
        <w:rPr>
          <w:rFonts w:hint="cs"/>
          <w:rtl/>
        </w:rPr>
        <w:t xml:space="preserve"> بعد ذلك تيبسان في الصيف حتّى كأنّهما عودان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وتترطّبان في الشتاء فتنضحان دماً وقيحاً إلى أنْ أهلكه الله / 241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242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C13B13">
      <w:pPr>
        <w:pStyle w:val="Heading2"/>
        <w:rPr>
          <w:rtl/>
        </w:rPr>
      </w:pPr>
      <w:bookmarkStart w:id="212" w:name="_Toc372371038"/>
      <w:bookmarkStart w:id="213" w:name="62"/>
      <w:r>
        <w:rPr>
          <w:rFonts w:hint="cs"/>
          <w:rtl/>
        </w:rPr>
        <w:lastRenderedPageBreak/>
        <w:t>[ نهب الخيام ]</w:t>
      </w:r>
      <w:bookmarkEnd w:id="212"/>
      <w:r>
        <w:rPr>
          <w:rFonts w:hint="cs"/>
          <w:rtl/>
        </w:rPr>
        <w:t xml:space="preserve"> </w:t>
      </w:r>
      <w:bookmarkEnd w:id="21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ومال النّاس على نساء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وثقله ومتاعه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و] الورس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والحلل والإبل فانتهبوها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و] إنْ كانت المرأة تنازع ثوبها عن ظهرها حتّى تغلب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فيُذهب به منها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و] قال النّاس لسنان بن أنس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قتلت 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بن علي وابن فاطمة ابنة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قتلت أعظم العرب خطراً جاء إلى هؤلاء يُريد أنْ يُزيلهم عن ملكهم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فأتِ امرءك فاطلب ثوابك منهم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لوأعطوك بيوت أموالهم في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كان قليلاً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وكانت به لوُثة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على فرسه حتّى وقف على باب فسطاط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نادى بأعلى صوته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أوقر ركأبي فضّة وذهبا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أنا قتلت الملك المحجّبا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هو: ورد أصفر مثل الزعفران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طيب الرائحة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كان يُؤتى به من اليمن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وقد أخذها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من الركب الذين كانوا يحملونها إلى يزيد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في منزل التنعيم مبتدأ خروجه من مكّة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 ممّن أصاب من هذا الورس يوم عاشوراء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زياد بن مالك الضبيعي وعمران بن خالد العنزي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وعبد الرحمن البجلي وعبد الله بن قيس الخولاني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فدلّ عليهم المختار فطلبهم فجاؤوا بهم إليه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فقال لهم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يا قتلة الصالحين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وقتلة سيّد شباب أهل الجنّة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ألاَ تَرون الله قد أقاد منكم اليوم</w:t>
      </w:r>
      <w:r w:rsidR="00891061">
        <w:rPr>
          <w:rFonts w:hint="cs"/>
          <w:rtl/>
        </w:rPr>
        <w:t>!</w:t>
      </w:r>
      <w:r w:rsidRPr="00301744">
        <w:rPr>
          <w:rFonts w:hint="cs"/>
          <w:rtl/>
        </w:rPr>
        <w:t xml:space="preserve"> لقد جاءكم الورس بيوم نحس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فأخرجهم إلى السّوق فضرب رقابهم 6 / 58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حدّثني القعب بن زهير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وقال اليعقوبي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وانتهبوا مضاربه وابتزوا حرمه 2 / 232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المفيد الخبر / 242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وقال السّبط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وعرّوا نساءه وبناته من ثيابهن / 254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بالضّم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البطْء والاسترخاه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مجمع البحرين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lastRenderedPageBreak/>
              <w:t>قتلت خير النّاس أمّاً وأبا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وخيرهم اذ ينسبون نسبا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أدخلوه عليّ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أدخل خذفه بالقضيب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يا مجنون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أشهد أنّك لمجنون ما صححت قط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أتتكلم بهذا الكلام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أمَا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لوسمعك ابن زياد لضرب عنقك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وحمل ] شمر بن ذي الجوشن في رجّالة معه [ على ثقل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فانتهو] إلى علي بن الحسين الأصغر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وهومريض منبسط على فراش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والـ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رجّالة معه يقولون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ألاَ نقتل هذا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حميد بن مسلم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أنقتل الصبيان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إنّما هذا صبيّ 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حتّى جاء عمر 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ألاَ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يعرضنّ لهذا الغلام المريض أحد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يدخلنّ بيت هؤلاء النّسوة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ومن أخذ من متاعهم شيئاً فليردّه عليهم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فما ردّ أحد شيئاً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وأخذ 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عقبة بن سمعان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أنت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أنا عبد مملوك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فخلّى سبيله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ينجُ أحد منهم غيره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ورواها أبو الفرج /80 ط النّجف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وسبط ابن الجوزي / 254 ط النّجف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والمسعودي 3 / 70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وقال الطبري في كتابه ذيل المذيل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وشهد علي بن الحسين الأصغر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معه أبيه كربلاء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وهوابن ثلاث وعشرين سنة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وكان مريضاً نائماً على فراش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فلمّا قُتل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شمر بن ذي الجوشن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اقتلوا هذا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فقال له رجل من أصحابه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سبحان الله</w:t>
      </w:r>
      <w:r w:rsidR="00891061">
        <w:rPr>
          <w:rFonts w:hint="cs"/>
          <w:rtl/>
        </w:rPr>
        <w:t>!</w:t>
      </w:r>
      <w:r w:rsidRPr="00301744">
        <w:rPr>
          <w:rFonts w:hint="cs"/>
          <w:rtl/>
        </w:rPr>
        <w:t xml:space="preserve"> أتقتل فتىً حدًثاً مريضاً لمْ يُقاتل</w:t>
      </w:r>
      <w:r w:rsidR="00891061">
        <w:rPr>
          <w:rFonts w:hint="cs"/>
          <w:rtl/>
        </w:rPr>
        <w:t>؟</w:t>
      </w:r>
      <w:r w:rsidRPr="00301744">
        <w:rPr>
          <w:rFonts w:hint="cs"/>
          <w:rtl/>
        </w:rPr>
        <w:t>! وجاء عمر بن سعد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لا تعرّضوا لهؤلاء النّسوة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ولا لهذا المريض / 630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دار المعارف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بتحقيق محمّد أبوالفضل إبراهيم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وقريباً منه المفيد / 242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والسّبط / 256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258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(3)</w:t>
      </w:r>
      <w:r w:rsidRPr="00C13B13">
        <w:rPr>
          <w:rFonts w:hint="cs"/>
          <w:rtl/>
        </w:rPr>
        <w:t xml:space="preserve"> إلاّ أنّ المرقع بن ثُمامة الأسدي كان قد نثر نبله وجثا على ركبتيه فقاتل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فجاءه نفر من قومه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فقالوا له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أنت آمن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أخرج إلينا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فخرج إليهم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فلمّا قدم بهم عمر بن سعد على ابن زياد وأخبره خبره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سيّره إلى الزارة 5 / 454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والزارة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موضع حار بعمّان الخليج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كان منفىً ينفون إليها المحكومين عليهم بالنّفي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وقد سبق قبل هذا خبر خروج الضحاك بن عبد الله المشرّقي الهمداني بإذن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C13B13">
        <w:rPr>
          <w:rFonts w:hint="cs"/>
          <w:rtl/>
        </w:rPr>
        <w:t xml:space="preserve"> حسب شرطه على الإمام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وأما النّجاة من القتل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فلفظ أبي مِخْنَف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استُصغر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فلمْ يُقتل 5 / 468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واستُصغر الحسن بن الحسن بن علي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وعمر بن الحسن بن علي </w:t>
      </w:r>
      <w:r w:rsidR="0035755E" w:rsidRPr="0035755E">
        <w:rPr>
          <w:rStyle w:val="libAlaemChar"/>
          <w:rFonts w:hint="cs"/>
          <w:rtl/>
        </w:rPr>
        <w:t>عليهم‌السلام</w:t>
      </w:r>
      <w:r w:rsidRPr="00C13B13">
        <w:rPr>
          <w:rFonts w:hint="cs"/>
          <w:rtl/>
        </w:rPr>
        <w:t xml:space="preserve"> فتركا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ولمْ يُقتلا 5 / 469</w:t>
      </w:r>
      <w:r w:rsidR="00891061">
        <w:rPr>
          <w:rFonts w:hint="cs"/>
          <w:rtl/>
        </w:rPr>
        <w:t>؛</w:t>
      </w:r>
      <w:r w:rsidRPr="00C13B13">
        <w:rPr>
          <w:rFonts w:hint="cs"/>
          <w:rtl/>
        </w:rPr>
        <w:t xml:space="preserve"> وأما عبد الله بن الحسن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فقد قُتل أيضاً 5 / 468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وقال أبو الفرج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وكان الحسن بن الحسن بن علي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Pr="00C13B13">
        <w:rPr>
          <w:rFonts w:hint="cs"/>
          <w:rtl/>
        </w:rPr>
        <w:t xml:space="preserve"> قد أرتث جريحاً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فحمل / 79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C13B13">
      <w:pPr>
        <w:pStyle w:val="Heading2"/>
        <w:rPr>
          <w:rtl/>
        </w:rPr>
      </w:pPr>
      <w:bookmarkStart w:id="214" w:name="_Toc372371039"/>
      <w:bookmarkStart w:id="215" w:name="63"/>
      <w:r>
        <w:rPr>
          <w:rFonts w:hint="cs"/>
          <w:rtl/>
        </w:rPr>
        <w:lastRenderedPageBreak/>
        <w:t>[ وطئ الخيل ]</w:t>
      </w:r>
      <w:bookmarkEnd w:id="214"/>
      <w:r>
        <w:rPr>
          <w:rFonts w:hint="cs"/>
          <w:rtl/>
        </w:rPr>
        <w:t xml:space="preserve"> </w:t>
      </w:r>
      <w:bookmarkEnd w:id="21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إنّ عمر بن سعد نادى في أصحابه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مَن ينتدب للحسين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ويوطئه فرسه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فانتدب عشرة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منهم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إسحاق بن حَيْوة الحضرمي وأحبش بن مرثد الحضرمي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فأتوا فداسوا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بخيولهم حتّى رضّوا ظهره وصدره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وصلّى عمر بن سعد على [ مَن ] قُتل من أصحاب[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ه ] ودفنهم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وسرّح برأس [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 من يومه ذلك مع خوْليّ بن يزيد إلى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 خوْليّ دار القصر فوجد باب القصر مغلقاً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فأتى منزله فوضعه تحت إجانة في منزله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فلمّا أصبح غدا بالرأس إلى عبيد الله بن زياد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فبرص إسحاق بن حيوة الحضرمي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وبلغني أنّ أحبش بن مرثد الحضرمي كان واقفاً في قتال بعد ذلك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فأتاه سهم غرب [ لا يُعرف راميه ] ففلق قلبه فمات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وطئ الخيل أبو الفرج / 79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والمسعودى 3 / 72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242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ط النّجف</w:t>
      </w:r>
      <w:r w:rsidR="007745E6" w:rsidRPr="00301744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وسبط ابن الجوزي / 254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ووجدوا في ظهره آثاراً سوداً فسألوا عنها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فقِيل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كان ينقل الطعام على ظهره في اللّيل إلى مساكين أهل المدينة</w:t>
      </w:r>
      <w:r w:rsidR="00CA2C7E">
        <w:rPr>
          <w:rFonts w:hint="cs"/>
          <w:rtl/>
        </w:rPr>
        <w:t xml:space="preserve"> ...</w:t>
      </w:r>
      <w:r w:rsidRPr="00301744">
        <w:rPr>
          <w:rFonts w:hint="cs"/>
          <w:rtl/>
        </w:rPr>
        <w:t xml:space="preserve"> وإنّما ارتكب بن سعد هذا الشقاء لقول ابن زياد في كتابه إليه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فإنّ قُتل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فأوطئ الخيل صدره وظهره</w:t>
      </w:r>
      <w:r w:rsidR="00891061">
        <w:rPr>
          <w:rFonts w:hint="cs"/>
          <w:rtl/>
        </w:rPr>
        <w:t>؛</w:t>
      </w:r>
      <w:r w:rsidRPr="00301744">
        <w:rPr>
          <w:rFonts w:hint="cs"/>
          <w:rtl/>
        </w:rPr>
        <w:t xml:space="preserve"> فإنّه عاقّ شاقّ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قاطع ظلوم</w:t>
      </w:r>
      <w:r w:rsidR="00891061">
        <w:rPr>
          <w:rFonts w:hint="cs"/>
          <w:rtl/>
        </w:rPr>
        <w:t>؛</w:t>
      </w:r>
      <w:r w:rsidRPr="00301744">
        <w:rPr>
          <w:rFonts w:hint="cs"/>
          <w:rtl/>
        </w:rPr>
        <w:t xml:space="preserve"> وليس دهري في هذا أن يضرّ بغد الموت شيئاً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ولكن عليّ قول لوقد قتلته فعلت به هذا 5 / 415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C13B13">
        <w:rPr>
          <w:rFonts w:hint="cs"/>
          <w:rtl/>
        </w:rPr>
        <w:t xml:space="preserve"> قال هشام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فحدّثني أبي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عن النّوار بنت مالك بن عقرب من الحضرميّين [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وهي امرأة خوْلّى ]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أقبل خوْلّى برأس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C13B13">
        <w:rPr>
          <w:rFonts w:hint="cs"/>
          <w:rtl/>
        </w:rPr>
        <w:t xml:space="preserve"> فوضعه تحت إجانة في الدار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ثمّ دخل البيت فأوى إلى فراشه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فقلت له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ما الخبر</w:t>
      </w:r>
      <w:r w:rsidR="00891061">
        <w:rPr>
          <w:rFonts w:hint="cs"/>
          <w:rtl/>
        </w:rPr>
        <w:t>؟</w:t>
      </w:r>
      <w:r w:rsidRPr="00C13B13">
        <w:rPr>
          <w:rFonts w:hint="cs"/>
          <w:rtl/>
        </w:rPr>
        <w:t xml:space="preserve"> ما عندك</w:t>
      </w:r>
      <w:r w:rsidR="00891061">
        <w:rPr>
          <w:rFonts w:hint="cs"/>
          <w:rtl/>
        </w:rPr>
        <w:t>؟</w:t>
      </w:r>
      <w:r w:rsidRPr="00C13B13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جئتك بغنى الدّهر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هذا رأس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C13B13">
        <w:rPr>
          <w:rFonts w:hint="cs"/>
          <w:rtl/>
        </w:rPr>
        <w:t xml:space="preserve"> معكِ في الدار</w:t>
      </w:r>
      <w:r w:rsidR="00891061">
        <w:rPr>
          <w:rFonts w:hint="cs"/>
          <w:rtl/>
        </w:rPr>
        <w:t>.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فقلت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ويلك</w:t>
      </w:r>
      <w:r w:rsidR="00891061">
        <w:rPr>
          <w:rFonts w:hint="cs"/>
          <w:rtl/>
        </w:rPr>
        <w:t>!</w:t>
      </w:r>
      <w:r w:rsidRPr="00C13B13">
        <w:rPr>
          <w:rFonts w:hint="cs"/>
          <w:rtl/>
        </w:rPr>
        <w:t xml:space="preserve"> جاء النّاس بالذهب والفضة وجئت برأس ابن رسول الله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لا والله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لا يجمع رأسي ورأسك بيت أبداً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فهممت من فراشي فخرجت إلى الدار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وجلست أنظر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مازلت أنظر إلى نور يسطع مثل العمود من السّماء إلى الإجانة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ورأيت طيراً أبيضَ ترفرف حولها 5 / 455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C13B13">
      <w:pPr>
        <w:pStyle w:val="Heading2"/>
        <w:rPr>
          <w:rtl/>
        </w:rPr>
      </w:pPr>
      <w:bookmarkStart w:id="216" w:name="_Toc372371040"/>
      <w:r>
        <w:rPr>
          <w:rFonts w:hint="cs"/>
          <w:rtl/>
        </w:rPr>
        <w:lastRenderedPageBreak/>
        <w:t xml:space="preserve">[ حمل عيال الإمام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إلى الكوفة ]</w:t>
      </w:r>
      <w:bookmarkEnd w:id="216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وأقام عمر بن سعد يومه ذلك والغداة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وقطف رؤوس الباقين فسرّح باثنين وسبعين رأساً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مع شمر بن ذي الجوشن وقيس بن الأشعث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وعمروبن الحجّاج وعزرة بن قيس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فأقبلوا حتّى قدموا بها على عبيد الله بن زياد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أمر حُميد بن بُكير الأحمري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فأذّن في النّاس بالرّحيل إلى الكوفة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وحُمل معه بنات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وأخواته ومن كان من الصبيان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مريضا</w:t>
      </w:r>
      <w:r w:rsidRPr="00D06A87">
        <w:rPr>
          <w:rFonts w:hint="cs"/>
          <w:rtl/>
        </w:rPr>
        <w:t>ً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قرّة بن قيس التميمي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لا أنسى زينب ابنة فاطمة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حين مرّت بأخيها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صريعاً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تقول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محمّداه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يا محمّداه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صلّى عليك ملائكة السّماء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هذا الحسين بالعراء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مرمّل بالدماء مقطّع الأعضاء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يا محمّداه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وبناتك سبايا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وذرّيّتك مقتلة تسغى عليها الصبا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فأبكت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كلّ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وكذلك في الإرشاد / 243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والإرشاد / 243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وقال السّبط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اثنان وتسعون رأساً / 256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ولعله مصحّف عن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سبعين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ويدلّ عليه أنّه بنفسه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وكانت زيادة على سبعين رأساً / 259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كان من شرطة ابن زياد ممّن يقوم على رأسه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وقد بعثه ابن زياد مع شريح القاضي ناظراً مراقباً له مشرفاً عليه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حينما أرسله ليشاهد هانئاً ويُخبر قومه بسلامته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فكان شريح يقول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أيم الله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لولا مكانه معى لكنت أبلغت أصحاب هانئ بما أمرني هانئ به 5 / 368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5 / 453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455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حدثني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 قال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عدوّ وصديق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وصحن النّسوة ولطمن وجوههنّ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ودفن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وأصحابه أهل الغاضريّة من بني أسد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بعد ما قُتلوا بيوم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13B13">
      <w:pPr>
        <w:pStyle w:val="Heading2"/>
        <w:rPr>
          <w:rtl/>
        </w:rPr>
      </w:pPr>
      <w:bookmarkStart w:id="217" w:name="_Toc372371041"/>
      <w:bookmarkStart w:id="218" w:name="64"/>
      <w:r>
        <w:rPr>
          <w:rFonts w:hint="cs"/>
          <w:rtl/>
        </w:rPr>
        <w:t>[ رأس الامام عند ابن زياد ]</w:t>
      </w:r>
      <w:bookmarkEnd w:id="217"/>
      <w:r>
        <w:rPr>
          <w:rFonts w:hint="cs"/>
          <w:rtl/>
        </w:rPr>
        <w:t xml:space="preserve"> </w:t>
      </w:r>
      <w:bookmarkEnd w:id="218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 حميد بن مسلم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دعاني عمر بن سعد فسرّحني إلى أهله لأبشرّهم بفتح الله عليه وبعافيته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فأقبلت حتّى أتيت أهله فأعلمتهم بذلك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ثمّ وجدت ] ابن زياد قد جلس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وقد قدم الوفد [ بالرؤوس ] عليه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فجاءت كندة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بثلاثة عشر رأساً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وصاحبهم قيس بن الأشعث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وجاءت هوازن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بعشرين رأساً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وصاحبهم شمر بن ذي الجوشن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وجاءت تميم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بسبعة عشر رأساً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وجاءت بنوأسد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بستّة أرؤس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وجاءت مذحج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بسبعة أرؤس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وجاء سائر الجيش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بسبعة أرؤس فذلك سبعون رأساً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فأدخلهم وأذن للنّاس فدخلت فيمَن دخل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رأس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موضوع بين يديه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وإذا هو ينكت بقضيب بين ثنيّتيه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رآه زيد بن أرقم</w:t>
      </w:r>
      <w:r w:rsidRPr="007745E6">
        <w:rPr>
          <w:rStyle w:val="libFootnotenumChar"/>
          <w:rFonts w:hint="cs"/>
          <w:rtl/>
        </w:rPr>
        <w:t>(5)</w:t>
      </w:r>
      <w:r>
        <w:rPr>
          <w:rFonts w:hint="cs"/>
          <w:rtl/>
        </w:rPr>
        <w:t xml:space="preserve"> لا ينجم عن نكته بالقضيب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أعْلُ بهذا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ورواه السّبط / 256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فحدّثني أبو زهير العبسي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قرّة بن قيس التميمي 5 / 455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453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455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والمفيد في الإرشاد / 243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249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والمسعودي في مروج الذهب 3 / 72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والمشهور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أنّه كان بعد ما قُتلوا بثلاثة أيّام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وذلك مع الإمام السجّاد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كما تشهد به مناظرة علي بن حمزة مع الرضا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فراجع مقتل الحسين للمقرّم / 415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 xml:space="preserve">(5) مضت ترجمته في خطبة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على أهل الكوفة يوم عاشوراء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السّبط عن البخارى عن ابن سيرين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لمّا وُضع رأس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بين يدي ابن زياد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جُعل في طست وجعل يضرب ثناياه بالقضيب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وكان عنده أنس بن مالك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فبكى وقال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أشبههم برسول الله / 257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القضيب عن هاتين الثنيّتين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فوالذي لا إله غيره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لقد رأيت شفتي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على هاتين الشفتين يقبّلهما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انفضخ الشيخ يبكي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أبكى الله عينيك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لولا أنّك شيخ قد خرفت وذهب عقلك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لضربت عنقك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فنهض [ زيد بن أرقم ] فخرج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ملّك عبد عبداً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فاتخذهم تلداً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أنتم يا معشر العرب العبيد بعد اليوم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قتلتم ابن فاطمة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وأمّرتم ابن مرجانة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فهو يقتل خياركم ويستعبد شراركم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فرضيتم بالذلّ فبعداً لمَن رضي بالذّل</w:t>
      </w:r>
      <w:r w:rsidR="00891061">
        <w:rPr>
          <w:rFonts w:hint="cs"/>
          <w:rtl/>
        </w:rPr>
        <w:t>!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فخرج سمعت النّاس يقولون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لقد قال زيد بن أرقم قولاً لوسمعه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لقتله</w:t>
      </w:r>
      <w:r w:rsidR="00891061">
        <w:rPr>
          <w:rFonts w:hint="cs"/>
          <w:rtl/>
        </w:rPr>
        <w:t>.</w:t>
      </w:r>
    </w:p>
    <w:p w:rsidR="00477F4F" w:rsidRDefault="00477F4F" w:rsidP="00C13B13">
      <w:pPr>
        <w:pStyle w:val="Heading2"/>
        <w:rPr>
          <w:rtl/>
        </w:rPr>
      </w:pPr>
      <w:bookmarkStart w:id="219" w:name="_Toc372371042"/>
      <w:bookmarkStart w:id="220" w:name="65"/>
      <w:r>
        <w:rPr>
          <w:rFonts w:hint="cs"/>
          <w:rtl/>
        </w:rPr>
        <w:t>[ السّبايا في مجلس ابن زياد ]</w:t>
      </w:r>
      <w:bookmarkEnd w:id="219"/>
      <w:r>
        <w:rPr>
          <w:rFonts w:hint="cs"/>
          <w:rtl/>
        </w:rPr>
        <w:t xml:space="preserve"> </w:t>
      </w:r>
      <w:bookmarkEnd w:id="220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فلمّا أُدخل أخواته ونساؤه وصبيانه على عبيد الله 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لبست زينب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C13B13">
      <w:pPr>
        <w:pStyle w:val="libFootnote"/>
        <w:rPr>
          <w:rtl/>
        </w:rPr>
      </w:pP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ورواه المفيد في الإرشاد / 243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13B13">
      <w:pPr>
        <w:pStyle w:val="libFootnote"/>
        <w:rPr>
          <w:rtl/>
        </w:rPr>
      </w:pP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ورواه سبط ابن الجوزي / 257 وزاد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حدّثنّك حديثاً أغلظ عليك من هذا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رأيت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أقعد حسناً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فخذه اليمنى وحسيناً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فخذه اليسرى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وضع يده على يافوخيهما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C13B13">
        <w:rPr>
          <w:rStyle w:val="libFootnoteBoldChar"/>
          <w:rFonts w:hint="cs"/>
          <w:rtl/>
        </w:rPr>
        <w:t xml:space="preserve"> اللهمّ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إنّي استودعك إيّاهما وصالح المؤمنين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فكيف كانت وديعة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عندك يابن زياد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ثمّ 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هشام بن محمّد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وُضع الرأس بين يدي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له كاهنه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قُمْ فضع قدمك على فم عدوّك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فقام فوضع قدمه على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 لزيد بن أرقم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كيف ترى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لقد رأيت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واضعاً فاه حيث وضعت قدمك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ثمّ 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الشّعبي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كان عند ابن زياد قيس بن عباد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تقول فيًّ وفي 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يأتي يوم القيامة جدّه وأبوه واُمّه </w:t>
      </w:r>
      <w:r w:rsidR="0035755E" w:rsidRPr="0035755E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فيشفعون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ويأتي جدّك واُمّك فيشفعون فيك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فغضب ابن زياد وأقامه من المجلس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وروى السّبط عن طبقات ابن سعد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قالت مرجانة اُمّ ابن زياد لابنها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خبث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قتلت ابن رسول الله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ترى الجنّة أبداً / 259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ورواه ابن الأثير في الكامل 4 / 265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ابنة فاطمة </w:t>
      </w:r>
      <w:r w:rsidR="0035755E" w:rsidRPr="0035755E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أرذل ثيابها وتنكّرت وحفّت بها إماؤها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و] جلست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عبيد الله 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من هذه الجالسة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فلمْ تكلّمه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ذلك ثلاثاً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كلّ ذلك لا تكلّمه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بعض إمائها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هذه زينب ابنة فاطمة </w:t>
      </w:r>
      <w:r w:rsidR="0035755E" w:rsidRPr="0035755E">
        <w:rPr>
          <w:rStyle w:val="libAlaemChar"/>
          <w:rFonts w:hint="cs"/>
          <w:rtl/>
        </w:rPr>
        <w:t>عليها‌السلام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لها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الحمد الذي فضحكم وقتلكم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وأكذب أحدوثتكم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الحمد لله الذي أكرمنا بمحمّد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وطهّرنا تطهيراً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كما تقول أنت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إنّما يُفتضح الفاسق ويُكذّب الفاجر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فكيف رأيت صنع الله بأهل بيتك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C13B13">
        <w:rPr>
          <w:rStyle w:val="libAieChar"/>
          <w:rFonts w:hint="cs"/>
          <w:rtl/>
        </w:rPr>
        <w:t xml:space="preserve"> كُتِبَ عَلَيْهِمْ الْقَتْلُ إِلَى مَضَاجِعِهِمْ </w:t>
      </w:r>
      <w:r w:rsidRPr="00891061">
        <w:rPr>
          <w:rStyle w:val="libAlaemChar"/>
          <w:rFonts w:hint="cs"/>
          <w:rtl/>
        </w:rPr>
        <w:t>)</w:t>
      </w:r>
      <w:r w:rsidRPr="00C13B13">
        <w:rPr>
          <w:rFonts w:hint="cs"/>
          <w:rtl/>
        </w:rPr>
        <w:t xml:space="preserve"> [ ال عمران / 154 ]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وسيجمع الله بينك وبينهم فتحاجّون إليه وتخاصمون عنده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فغضب ابن زياد واستشاط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قد أشفى الله نفسي من طاغيتك والعصاة المردة من أهل بيتك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فبكت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لعمري لقد قتلت كهلي وأبرت أهلي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وقطعت فرعي واجتثثت أصلى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فإنْ يشفيك هذا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اشتفيت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عبيد الله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هذه سجّاعة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و] لعمري قد كان أبوك شاعراً سجّاعا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ثمّ ] نظر عبيد الله بن زياد إلى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اسمك</w:t>
      </w:r>
      <w:r w:rsidR="00891061">
        <w:rPr>
          <w:rFonts w:hint="cs"/>
          <w:rtl/>
        </w:rPr>
        <w:t>؟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ورواه المفيد في الإرشاد / 243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والسّبط / 258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259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وردت الكلمة في الطبري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شجاعة وشجاعاً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ورواها المفيد في الإرشاد كما ذكرناه / 244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وهوالنّسب الأوفق بالسّياق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حدّثني سليمان بن أبي راشد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حميد بن مسلم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456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457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أنا علي بن الحسين </w:t>
      </w:r>
      <w:r w:rsidR="00891061">
        <w:rPr>
          <w:rStyle w:val="libBold2Char"/>
          <w:rFonts w:hint="cs"/>
          <w:rtl/>
        </w:rPr>
        <w:t>»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ولمْ يقتل الله عليّ بن الحسين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فسكت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مالك لا تتكلّم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قد كان لي أخ يُقال له أيضاً</w:t>
      </w:r>
      <w:r w:rsidR="00891061">
        <w:rPr>
          <w:rStyle w:val="libBold2Char"/>
          <w:rFonts w:hint="cs"/>
          <w:rtl/>
        </w:rPr>
        <w:t>:</w:t>
      </w:r>
      <w:r w:rsidRPr="007745E6">
        <w:rPr>
          <w:rStyle w:val="libBold2Char"/>
          <w:rFonts w:hint="cs"/>
          <w:rtl/>
        </w:rPr>
        <w:t xml:space="preserve"> عليّ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فقتله النّاس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الله قد قتله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فسكت علي [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مالك لا تتكلّم</w:t>
      </w:r>
      <w:r w:rsidR="00891061">
        <w:rPr>
          <w:rFonts w:hint="cs"/>
          <w:rtl/>
        </w:rPr>
        <w:t>؟</w:t>
      </w:r>
    </w:p>
    <w:p w:rsidR="00477F4F" w:rsidRDefault="00477F4F" w:rsidP="00C13B13">
      <w:pPr>
        <w:pStyle w:val="libNormal"/>
        <w:rPr>
          <w:rtl/>
        </w:rPr>
      </w:pPr>
      <w:r>
        <w:rPr>
          <w:rFonts w:hint="cs"/>
          <w:rtl/>
        </w:rPr>
        <w:t xml:space="preserve">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C13B13">
        <w:rPr>
          <w:rStyle w:val="libAieChar"/>
          <w:rFonts w:hint="cs"/>
          <w:rtl/>
        </w:rPr>
        <w:t xml:space="preserve"> اللّهُ يَتَوَفّى النّفس حِينَ مَوْتِهَا</w:t>
      </w:r>
      <w:r w:rsidR="00C13B13">
        <w:rPr>
          <w:rStyle w:val="libAieChar"/>
          <w:rFonts w:hint="cs"/>
          <w:rtl/>
        </w:rPr>
        <w:t xml:space="preserve"> </w:t>
      </w:r>
      <w:r w:rsidR="00C13B13" w:rsidRPr="00891061">
        <w:rPr>
          <w:rStyle w:val="libAlaemChar"/>
          <w:rFonts w:hint="cs"/>
          <w:rtl/>
        </w:rPr>
        <w:t>)</w:t>
      </w:r>
      <w:r w:rsidRPr="00C13B13">
        <w:rPr>
          <w:rStyle w:val="libFootnotenumChar"/>
          <w:rFonts w:hint="cs"/>
          <w:rtl/>
        </w:rPr>
        <w:t>(1)</w:t>
      </w:r>
      <w:r w:rsidRPr="00C13B13">
        <w:rPr>
          <w:rStyle w:val="libAieChar"/>
          <w:rFonts w:hint="cs"/>
          <w:rtl/>
        </w:rPr>
        <w:t xml:space="preserve"> </w:t>
      </w:r>
      <w:r w:rsidR="00C13B13" w:rsidRPr="00891061">
        <w:rPr>
          <w:rStyle w:val="libAlaemChar"/>
          <w:rFonts w:hint="cs"/>
          <w:rtl/>
        </w:rPr>
        <w:t>(</w:t>
      </w:r>
      <w:r w:rsidRPr="00C13B13">
        <w:rPr>
          <w:rStyle w:val="libAieChar"/>
          <w:rFonts w:hint="cs"/>
          <w:rtl/>
        </w:rPr>
        <w:t xml:space="preserve"> وَمَا كَانَ لِنَفْسٍ أَن تَمُوتَ إِلّا بِإِذْنِ اللّهِ 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أنت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منهم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ثم قال لمريّ بن معاذ الأحمري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ويحك أقتله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تعلّقت به عمّته زينب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حسبك منّا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أمَا رُويت من دمائنا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>! وهل أبقيت منّا أحداً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[ و] اعتنقته [ و] 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أسألك بالله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إنْ كنت مؤمناً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إنْ قتلته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لمّا قتلتني معه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وناداه علي [ بن الحسين ]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Bold2Char"/>
          <w:rFonts w:hint="cs"/>
          <w:rtl/>
        </w:rPr>
        <w:t>«</w:t>
      </w:r>
      <w:r w:rsidRPr="007745E6">
        <w:rPr>
          <w:rStyle w:val="libBold2Char"/>
          <w:rFonts w:hint="cs"/>
          <w:rtl/>
        </w:rPr>
        <w:t xml:space="preserve"> إنْ كانت بينك وبينهنّ قرابة</w:t>
      </w:r>
      <w:r w:rsidR="00891061">
        <w:rPr>
          <w:rStyle w:val="libBold2Char"/>
          <w:rFonts w:hint="cs"/>
          <w:rtl/>
        </w:rPr>
        <w:t>،</w:t>
      </w:r>
      <w:r w:rsidRPr="007745E6">
        <w:rPr>
          <w:rStyle w:val="libBold2Char"/>
          <w:rFonts w:hint="cs"/>
          <w:rtl/>
        </w:rPr>
        <w:t xml:space="preserve"> فابعث معهنّ رجلاً تقيّاً يصحبهن بصحبة السّلام </w:t>
      </w:r>
      <w:r w:rsidR="00891061">
        <w:rPr>
          <w:rStyle w:val="libBold2Char"/>
          <w:rFonts w:hint="cs"/>
          <w:rtl/>
        </w:rPr>
        <w:t>».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فنظر إليهما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عجباً للرّحم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ودّت لو أنّي قتلته أنّي قتلتها 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دعوا الغلام 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سورة الزمر / 42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سورة آل عمران / 145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وأمّا سليمان بن أبي راشد فحدثني عن حميد بن سلم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457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قال الطبري في</w:t>
      </w:r>
      <w:r>
        <w:rPr>
          <w:rFonts w:hint="cs"/>
          <w:rtl/>
        </w:rPr>
        <w:t xml:space="preserve"> ذيل المذيّل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قال علي [ ابن الحسين الأصغر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C13B13">
        <w:rPr>
          <w:rStyle w:val="libFootnoteBoldChar"/>
          <w:rFonts w:hint="cs"/>
          <w:rtl/>
        </w:rPr>
        <w:t xml:space="preserve"> فلمّا أُدخلت على ابن زياد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قال</w:t>
      </w:r>
      <w:r w:rsidR="00891061">
        <w:rPr>
          <w:rStyle w:val="libFootnoteBoldChar"/>
          <w:rFonts w:hint="cs"/>
          <w:rtl/>
        </w:rPr>
        <w:t>: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ثمّ إنّ عبيد الله بن زياد نصب رأس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رمح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فجعل يداريه في الكوفة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C13B13" w:rsidRDefault="00477F4F" w:rsidP="00C13B13">
      <w:pPr>
        <w:pStyle w:val="libFootnote"/>
        <w:rPr>
          <w:rtl/>
        </w:rPr>
      </w:pPr>
      <w:r w:rsidRPr="00C13B13">
        <w:rPr>
          <w:rStyle w:val="libFootnoteBoldChar"/>
          <w:rFonts w:hint="cs"/>
          <w:rtl/>
        </w:rPr>
        <w:t>ما اسمك</w:t>
      </w:r>
      <w:r w:rsidR="00891061">
        <w:rPr>
          <w:rStyle w:val="libFootnoteBoldChar"/>
          <w:rFonts w:hint="cs"/>
          <w:rtl/>
        </w:rPr>
        <w:t>؟</w:t>
      </w:r>
      <w:r w:rsidRPr="00C13B13">
        <w:rPr>
          <w:rStyle w:val="libFootnoteBoldChar"/>
          <w:rFonts w:hint="cs"/>
          <w:rtl/>
        </w:rPr>
        <w:t xml:space="preserve"> قلت</w:t>
      </w:r>
      <w:r w:rsidR="00891061">
        <w:rPr>
          <w:rStyle w:val="libFootnoteBoldChar"/>
          <w:rFonts w:hint="cs"/>
          <w:rtl/>
        </w:rPr>
        <w:t>:</w:t>
      </w:r>
      <w:r w:rsidRPr="00C13B13">
        <w:rPr>
          <w:rStyle w:val="libFootnoteBoldChar"/>
          <w:rFonts w:hint="cs"/>
          <w:rtl/>
        </w:rPr>
        <w:t xml:space="preserve"> علي بن حسين ز قال</w:t>
      </w:r>
      <w:r w:rsidR="00891061">
        <w:rPr>
          <w:rStyle w:val="libFootnoteBoldChar"/>
          <w:rFonts w:hint="cs"/>
          <w:rtl/>
        </w:rPr>
        <w:t>:</w:t>
      </w:r>
      <w:r w:rsidRPr="00C13B13">
        <w:rPr>
          <w:rStyle w:val="libFootnoteBoldChar"/>
          <w:rFonts w:hint="cs"/>
          <w:rtl/>
        </w:rPr>
        <w:t xml:space="preserve"> ولمْ يقتل الله عليّاً</w:t>
      </w:r>
      <w:r w:rsidR="00891061">
        <w:rPr>
          <w:rStyle w:val="libFootnoteBoldChar"/>
          <w:rFonts w:hint="cs"/>
          <w:rtl/>
        </w:rPr>
        <w:t>؟</w:t>
      </w:r>
      <w:r w:rsidRPr="00C13B13">
        <w:rPr>
          <w:rStyle w:val="libFootnoteBoldChar"/>
          <w:rFonts w:hint="cs"/>
          <w:rtl/>
        </w:rPr>
        <w:t xml:space="preserve"> قلت</w:t>
      </w:r>
      <w:r w:rsidR="00891061">
        <w:rPr>
          <w:rStyle w:val="libFootnoteBoldChar"/>
          <w:rFonts w:hint="cs"/>
          <w:rtl/>
        </w:rPr>
        <w:t>:</w:t>
      </w:r>
      <w:r w:rsidRPr="00C13B13">
        <w:rPr>
          <w:rStyle w:val="libFootnoteBoldChar"/>
          <w:rFonts w:hint="cs"/>
          <w:rtl/>
        </w:rPr>
        <w:t xml:space="preserve"> كان لي أخ أكبر منّي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قتله النّاس</w:t>
      </w:r>
      <w:r w:rsidR="00891061">
        <w:rPr>
          <w:rStyle w:val="libFootnoteBoldChar"/>
          <w:rFonts w:hint="cs"/>
          <w:rtl/>
        </w:rPr>
        <w:t>.</w:t>
      </w:r>
      <w:r w:rsidRPr="00C13B13">
        <w:rPr>
          <w:rStyle w:val="libFootnoteBoldChar"/>
          <w:rFonts w:hint="cs"/>
          <w:rtl/>
        </w:rPr>
        <w:t xml:space="preserve"> قال</w:t>
      </w:r>
      <w:r w:rsidR="00891061">
        <w:rPr>
          <w:rStyle w:val="libFootnoteBoldChar"/>
          <w:rFonts w:hint="cs"/>
          <w:rtl/>
        </w:rPr>
        <w:t>:</w:t>
      </w:r>
      <w:r w:rsidRPr="00C13B13">
        <w:rPr>
          <w:rStyle w:val="libFootnoteBoldChar"/>
          <w:rFonts w:hint="cs"/>
          <w:rtl/>
        </w:rPr>
        <w:t xml:space="preserve"> بل قتله الله</w:t>
      </w:r>
      <w:r w:rsidR="00891061">
        <w:rPr>
          <w:rStyle w:val="libFootnoteBoldChar"/>
          <w:rFonts w:hint="cs"/>
          <w:rtl/>
        </w:rPr>
        <w:t>.</w:t>
      </w:r>
      <w:r w:rsidRPr="00C13B13">
        <w:rPr>
          <w:rStyle w:val="libFootnoteBoldChar"/>
          <w:rFonts w:hint="cs"/>
          <w:rtl/>
        </w:rPr>
        <w:t xml:space="preserve"> قلت</w:t>
      </w:r>
      <w:r w:rsidR="00891061">
        <w:rPr>
          <w:rStyle w:val="libFootnoteBoldChar"/>
          <w:rFonts w:hint="cs"/>
          <w:rtl/>
        </w:rPr>
        <w:t>:</w:t>
      </w:r>
      <w:r w:rsidRPr="00C13B13">
        <w:rPr>
          <w:rFonts w:hint="cs"/>
          <w:rtl/>
        </w:rPr>
        <w:t xml:space="preserve"> </w:t>
      </w:r>
      <w:r w:rsidR="00C13B13" w:rsidRPr="00891061">
        <w:rPr>
          <w:rStyle w:val="libAlaemChar"/>
          <w:rFonts w:hint="cs"/>
          <w:rtl/>
        </w:rPr>
        <w:t>(</w:t>
      </w:r>
      <w:r w:rsidR="00C13B13">
        <w:rPr>
          <w:rStyle w:val="libFootnoteAieChar"/>
          <w:rFonts w:hint="cs"/>
          <w:rtl/>
        </w:rPr>
        <w:t xml:space="preserve"> </w:t>
      </w:r>
      <w:r w:rsidRPr="00C13B13">
        <w:rPr>
          <w:rStyle w:val="libFootnoteAieChar"/>
          <w:rFonts w:hint="cs"/>
          <w:rtl/>
        </w:rPr>
        <w:t>اللَّهُ يَتَوَفَّى الأَنْفُسَ حِينَ مَوْتِهَا</w:t>
      </w:r>
      <w:r w:rsidR="00C13B13">
        <w:rPr>
          <w:rStyle w:val="libFootnoteAieChar"/>
          <w:rFonts w:hint="cs"/>
          <w:rtl/>
        </w:rPr>
        <w:t xml:space="preserve"> </w:t>
      </w:r>
      <w:r w:rsidR="00C13B13" w:rsidRPr="00891061">
        <w:rPr>
          <w:rStyle w:val="libAlaemChar"/>
          <w:rFonts w:hint="cs"/>
          <w:rtl/>
        </w:rPr>
        <w:t>)</w:t>
      </w:r>
      <w:r w:rsidRPr="00C13B13">
        <w:rPr>
          <w:rStyle w:val="libFootnoteAieChar"/>
          <w:rFonts w:hint="cs"/>
          <w:rtl/>
        </w:rPr>
        <w:t xml:space="preserve"> </w:t>
      </w:r>
      <w:r w:rsidRPr="00C13B13">
        <w:rPr>
          <w:rFonts w:hint="cs"/>
          <w:rtl/>
        </w:rPr>
        <w:t>[ الزمر / 42 ]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477F4F">
      <w:pPr>
        <w:pStyle w:val="libNormal"/>
        <w:rPr>
          <w:rStyle w:val="libFootnoteChar"/>
          <w:rtl/>
        </w:rPr>
      </w:pPr>
      <w:r w:rsidRPr="00C13B13">
        <w:rPr>
          <w:rStyle w:val="libFootnoteBoldChar"/>
          <w:rFonts w:hint="cs"/>
          <w:rtl/>
        </w:rPr>
        <w:t>فأمر بقتلي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فقالت زينب بنت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Style w:val="libFootnoteBoldChar"/>
          <w:rFonts w:hint="cs"/>
          <w:rtl/>
        </w:rPr>
        <w:t>:</w:t>
      </w:r>
      <w:r w:rsidRPr="00C13B13">
        <w:rPr>
          <w:rStyle w:val="libFootnoteBoldChar"/>
          <w:rFonts w:hint="cs"/>
          <w:rtl/>
        </w:rPr>
        <w:t xml:space="preserve"> يابن زياد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حسبك من دمائنا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أسألك بالله إنْ قتلته إلاّ قتلتني معه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Style w:val="libBold2Char"/>
          <w:rFonts w:hint="cs"/>
          <w:rtl/>
        </w:rPr>
        <w:t>.</w:t>
      </w:r>
      <w:r w:rsidRPr="00C13B13">
        <w:rPr>
          <w:rStyle w:val="libFootnoteChar"/>
          <w:rFonts w:hint="cs"/>
          <w:rtl/>
        </w:rPr>
        <w:t xml:space="preserve"> فتركه</w:t>
      </w:r>
      <w:r w:rsidR="00891061">
        <w:rPr>
          <w:rStyle w:val="libFootnoteChar"/>
          <w:rFonts w:hint="cs"/>
          <w:rtl/>
        </w:rPr>
        <w:t>.</w:t>
      </w:r>
      <w:r w:rsidRPr="00C13B13">
        <w:rPr>
          <w:rStyle w:val="libFootnoteChar"/>
          <w:rFonts w:hint="cs"/>
          <w:rtl/>
        </w:rPr>
        <w:t xml:space="preserve"> </w:t>
      </w:r>
    </w:p>
    <w:p w:rsidR="00477F4F" w:rsidRPr="00C13B13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ثمّ نقل عن ابن سعد صاحب الطبقات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رُوى عن مالك بن إسماعيل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سهل بن شعيب النّهمي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أبيه شعيب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المنهال بن عمرو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دخلت على عليّ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كيف أصبحت أصلحك الله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C13B13">
        <w:rPr>
          <w:rStyle w:val="libFootnoteBoldChar"/>
          <w:rFonts w:hint="cs"/>
          <w:rtl/>
        </w:rPr>
        <w:t xml:space="preserve"> ما كنت أرى شيخاً من أهل المصر مثلك لا يدري كيف أصبحنا</w:t>
      </w:r>
      <w:r w:rsidR="00891061">
        <w:rPr>
          <w:rStyle w:val="libFootnoteBoldChar"/>
          <w:rFonts w:hint="cs"/>
          <w:rtl/>
        </w:rPr>
        <w:t>!</w:t>
      </w:r>
      <w:r w:rsidRPr="00C13B13">
        <w:rPr>
          <w:rStyle w:val="libFootnoteBoldChar"/>
          <w:rFonts w:hint="cs"/>
          <w:rtl/>
        </w:rPr>
        <w:t xml:space="preserve"> فأمّا إذا لمْ تدرِ</w:t>
      </w:r>
      <w:r w:rsidR="007745E6" w:rsidRPr="00C13B13">
        <w:rPr>
          <w:rStyle w:val="libFootnoteBoldChar"/>
          <w:rFonts w:hint="cs"/>
          <w:rtl/>
        </w:rPr>
        <w:t xml:space="preserve"> - </w:t>
      </w:r>
      <w:r w:rsidRPr="00C13B13">
        <w:rPr>
          <w:rStyle w:val="libFootnoteBoldChar"/>
          <w:rFonts w:hint="cs"/>
          <w:rtl/>
        </w:rPr>
        <w:t>وتعلم</w:t>
      </w:r>
      <w:r w:rsidR="007745E6" w:rsidRPr="00C13B13">
        <w:rPr>
          <w:rStyle w:val="libFootnoteBoldChar"/>
          <w:rFonts w:hint="cs"/>
          <w:rtl/>
        </w:rPr>
        <w:t xml:space="preserve"> - </w:t>
      </w:r>
      <w:r w:rsidRPr="00C13B13">
        <w:rPr>
          <w:rStyle w:val="libFootnoteBoldChar"/>
          <w:rFonts w:hint="cs"/>
          <w:rtl/>
        </w:rPr>
        <w:t>فسأخبرك</w:t>
      </w:r>
      <w:r w:rsidR="00891061">
        <w:rPr>
          <w:rStyle w:val="libFootnoteBoldChar"/>
          <w:rFonts w:hint="cs"/>
          <w:rtl/>
        </w:rPr>
        <w:t>:</w:t>
      </w:r>
      <w:r w:rsidRPr="00C13B13">
        <w:rPr>
          <w:rStyle w:val="libFootnoteBoldChar"/>
          <w:rFonts w:hint="cs"/>
          <w:rtl/>
        </w:rPr>
        <w:t xml:space="preserve"> أصبحنا في قومنا بمنزلة بني إسرائيل في آل فرعون</w:t>
      </w:r>
      <w:r w:rsidR="00891061">
        <w:rPr>
          <w:rStyle w:val="libFootnoteBoldChar"/>
          <w:rFonts w:hint="cs"/>
          <w:rtl/>
        </w:rPr>
        <w:t>:</w:t>
      </w:r>
      <w:r w:rsidR="00C13B13">
        <w:rPr>
          <w:rStyle w:val="libFootnoteAieChar"/>
          <w:rFonts w:hint="cs"/>
          <w:rtl/>
        </w:rPr>
        <w:t xml:space="preserve"> </w:t>
      </w:r>
      <w:r w:rsidR="00C13B13" w:rsidRPr="00891061">
        <w:rPr>
          <w:rStyle w:val="libAlaemChar"/>
          <w:rFonts w:hint="cs"/>
          <w:rtl/>
        </w:rPr>
        <w:t>(</w:t>
      </w:r>
      <w:r w:rsidRPr="00C13B13">
        <w:rPr>
          <w:rStyle w:val="libFootnoteAieChar"/>
          <w:rFonts w:hint="cs"/>
          <w:rtl/>
        </w:rPr>
        <w:t xml:space="preserve"> يُذَبّحُونَ أبناءكُمْ وَيَسْتَحْيُونَ نِسَاءَكُمْ</w:t>
      </w:r>
      <w:r w:rsidR="00C13B13">
        <w:rPr>
          <w:rStyle w:val="libFootnoteAieChar"/>
          <w:rFonts w:hint="cs"/>
          <w:rtl/>
        </w:rPr>
        <w:t xml:space="preserve"> </w:t>
      </w:r>
      <w:r w:rsidR="00C13B13" w:rsidRPr="00891061">
        <w:rPr>
          <w:rStyle w:val="libAlaemChar"/>
          <w:rFonts w:hint="cs"/>
          <w:rtl/>
        </w:rPr>
        <w:t>)</w:t>
      </w:r>
      <w:r w:rsidRPr="00C13B13">
        <w:rPr>
          <w:rStyle w:val="libFootnoteAieChar"/>
          <w:rFonts w:hint="cs"/>
          <w:rtl/>
        </w:rPr>
        <w:t xml:space="preserve"> </w:t>
      </w:r>
      <w:r w:rsidRPr="00C13B13">
        <w:rPr>
          <w:rFonts w:hint="cs"/>
          <w:rtl/>
        </w:rPr>
        <w:t>[ البقرة / 49 ]</w:t>
      </w:r>
      <w:r w:rsidR="00891061">
        <w:rPr>
          <w:rFonts w:hint="cs"/>
          <w:rtl/>
        </w:rPr>
        <w:t>.</w:t>
      </w:r>
    </w:p>
    <w:p w:rsidR="00477F4F" w:rsidRDefault="00477F4F" w:rsidP="00C13B13">
      <w:pPr>
        <w:pStyle w:val="libFootnote"/>
        <w:rPr>
          <w:rtl/>
        </w:rPr>
      </w:pPr>
      <w:r w:rsidRPr="00C13B13">
        <w:rPr>
          <w:rStyle w:val="libFootnoteBoldChar"/>
          <w:rFonts w:hint="cs"/>
          <w:rtl/>
        </w:rPr>
        <w:t xml:space="preserve">وأصبح شيخنا وسيّدنا [ علي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C13B13">
        <w:rPr>
          <w:rStyle w:val="libFootnoteBoldChar"/>
          <w:rFonts w:hint="cs"/>
          <w:rtl/>
        </w:rPr>
        <w:t xml:space="preserve"> ] يتقرّب إلى عدوّنا بشتمه وسبّه على المنابر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وأصبحت قريش تعدّ أنّ لها الفضل على العرب</w:t>
      </w:r>
      <w:r w:rsidR="00891061">
        <w:rPr>
          <w:rStyle w:val="libFootnoteBoldChar"/>
          <w:rFonts w:hint="cs"/>
          <w:rtl/>
        </w:rPr>
        <w:t>؛</w:t>
      </w:r>
      <w:r w:rsidRPr="00C13B13">
        <w:rPr>
          <w:rStyle w:val="libFootnoteBoldChar"/>
          <w:rFonts w:hint="cs"/>
          <w:rtl/>
        </w:rPr>
        <w:t xml:space="preserve"> لأنّ محمّداً منها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لا تعدّ لها فضلاً إلاّ به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وأصبحت العرب مقرّة لهم لذلك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وأصبحت العرب تعدّ أنّ لها فضلاً على العجم</w:t>
      </w:r>
      <w:r w:rsidR="00891061">
        <w:rPr>
          <w:rStyle w:val="libFootnoteBoldChar"/>
          <w:rFonts w:hint="cs"/>
          <w:rtl/>
        </w:rPr>
        <w:t>؛</w:t>
      </w:r>
      <w:r w:rsidRPr="00C13B13">
        <w:rPr>
          <w:rStyle w:val="libFootnoteBoldChar"/>
          <w:rFonts w:hint="cs"/>
          <w:rtl/>
        </w:rPr>
        <w:t xml:space="preserve"> لأنّ محمّداً منها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لا تعدّ لها فضلاً إلاّ به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وأصبحت العجم مقرّة لهم بذلك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فلئن كانت العرب صدقت أنّ لها فضلاً على العجم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وصدقت قريش أنّ لها الفضل على العرب</w:t>
      </w:r>
      <w:r w:rsidR="007745E6" w:rsidRPr="00C13B13">
        <w:rPr>
          <w:rStyle w:val="libFootnoteBoldChar"/>
          <w:rFonts w:hint="cs"/>
          <w:rtl/>
        </w:rPr>
        <w:t xml:space="preserve"> - </w:t>
      </w:r>
      <w:r w:rsidRPr="00C13B13">
        <w:rPr>
          <w:rStyle w:val="libFootnoteBoldChar"/>
          <w:rFonts w:hint="cs"/>
          <w:rtl/>
        </w:rPr>
        <w:t>لأنّ محمّداً منها</w:t>
      </w:r>
      <w:r w:rsidR="007745E6" w:rsidRPr="00C13B13">
        <w:rPr>
          <w:rStyle w:val="libFootnoteBoldChar"/>
          <w:rFonts w:hint="cs"/>
          <w:rtl/>
        </w:rPr>
        <w:t xml:space="preserve"> - </w:t>
      </w:r>
      <w:r w:rsidRPr="00C13B13">
        <w:rPr>
          <w:rStyle w:val="libFootnoteBoldChar"/>
          <w:rFonts w:hint="cs"/>
          <w:rtl/>
        </w:rPr>
        <w:t>فإنّ لنا أهل البيت الفضل على قريش</w:t>
      </w:r>
      <w:r w:rsidR="00891061">
        <w:rPr>
          <w:rStyle w:val="libFootnoteBoldChar"/>
          <w:rFonts w:hint="cs"/>
          <w:rtl/>
        </w:rPr>
        <w:t>؛</w:t>
      </w:r>
      <w:r w:rsidRPr="00C13B13">
        <w:rPr>
          <w:rStyle w:val="libFootnoteBoldChar"/>
          <w:rFonts w:hint="cs"/>
          <w:rtl/>
        </w:rPr>
        <w:t xml:space="preserve"> لانّ محمّداً منّا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فأصبحوا يأخذون بحقّنا ولا يعرفون لنا حقّاً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فهكذا أصبحنا إذا لمْ تعلم كيف أصبحنا </w:t>
      </w:r>
      <w:r w:rsidR="00891061">
        <w:rPr>
          <w:rStyle w:val="libFootnoteBoldChar"/>
          <w:rFonts w:hint="cs"/>
          <w:rtl/>
        </w:rPr>
        <w:t>».</w:t>
      </w:r>
      <w:r w:rsidRPr="00C13B13">
        <w:rPr>
          <w:rFonts w:hint="cs"/>
          <w:rtl/>
        </w:rPr>
        <w:t xml:space="preserve"> </w:t>
      </w:r>
    </w:p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قال ابن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وأخبرنا عبد الرحمن بن يونس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سفيان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جعفر بن محمّد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C13B13">
        <w:rPr>
          <w:rStyle w:val="libFootnoteBoldChar"/>
          <w:rFonts w:hint="cs"/>
          <w:rtl/>
        </w:rPr>
        <w:t xml:space="preserve"> مات علي بن الحسين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وهو ابن ثمانٍ وخمسين سنة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وهذا يدلّك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على أنّ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كان مع أبيه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وهوابن ثلاث وأربع وعشرين سنة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وليس قول من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كان صغيراً ولمْ يكن أنبت بشيء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ولكنّه كان يومئذٍ مريضاً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 يُقاتل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وكيف يكون يومئذٍ لمْ يُنبت وقد وُلد له أبوجعفر محمّد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ذيل المذيل / 630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ط دار المعارف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طبقات ابن سعد 5 / 211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218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والإرشاد / 244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وروى السّبط خبر الأصل مختصراً / 258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C13B13">
      <w:pPr>
        <w:pStyle w:val="libFootnote"/>
        <w:rPr>
          <w:rtl/>
        </w:rPr>
      </w:pP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قال أبومِخْنَف 5 / 459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C13B13">
      <w:pPr>
        <w:pStyle w:val="Heading2"/>
        <w:rPr>
          <w:rtl/>
        </w:rPr>
      </w:pPr>
      <w:bookmarkStart w:id="221" w:name="_Toc372371043"/>
      <w:r>
        <w:rPr>
          <w:rFonts w:hint="cs"/>
          <w:rtl/>
        </w:rPr>
        <w:lastRenderedPageBreak/>
        <w:t>[ موقف عبد الله بن عفيف ]</w:t>
      </w:r>
      <w:bookmarkEnd w:id="221"/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و] نُودي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الصلاة جامعة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فاجتمع النّاس في المسجد الأعظم فصعد ابن زياد المنبر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الحمد لله الذي أظهر الحقّ وأهله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ونصر أمير المؤمنين يزيد بن معاوية وحزبه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وقتل الكذّاب ابن الكذّاب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وشيعته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فلمْ يفرغ ابن زياد من مقالته حتّى وثب إليه عبد الله بن عفيف الأزدي الغامدي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وكان من شيعة علي كرّم الله وجهه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و] كان لا يكاد يُفارق المسجد الأعظم يصلّي فيه إلى اللّيل</w:t>
      </w:r>
      <w:r w:rsidRPr="007745E6">
        <w:rPr>
          <w:rStyle w:val="libFootnotenumChar"/>
          <w:rFonts w:hint="cs"/>
          <w:rtl/>
        </w:rPr>
        <w:t>(1)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فلمّا سمع مقالة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إنّ الكذّاب ابن الكذّاب أنت وأبوك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والذي ولاّك وأبوه يابن مرجانة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أتقتلون أبناء النّبيّين وتتكلّمون بكلام الصدّيقين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عليّ به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فوثبت عليه الجلاوزة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فأخذوه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 xml:space="preserve">(1) كانت عينه اليسرى ذهبت يوم الجمل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وفي صفّين ضُرب ضربةً على رأسه وأخرى على حاجبه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فذهبت عينه الأخرى 5 / 458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244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السّبط خبره مختصراً / 259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مرجانة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معرّب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مهرگان بالفارسيّة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اُمّ ابن زياد سبيّة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قِيل من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خوزستان</w:t>
      </w:r>
      <w:r w:rsidR="00891061">
        <w:rPr>
          <w:rFonts w:hint="cs"/>
          <w:rtl/>
        </w:rPr>
        <w:t>.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الجلاوزة جمع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الجلواز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معرّب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گلوباز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الشرّطي كان يفتح صدره استعداداً للأمر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فنادى بشعار الأزد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مبرور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فوثب إليه فتية من الأزد فانتزعوه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فأتوا به أهله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فارسل إليه [ ابن زياد ] مَن أتاه به فقتله وأمر بصلبه في السّبخة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فصُلب هنالك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C13B13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C13B13">
        <w:rPr>
          <w:rFonts w:hint="cs"/>
          <w:rtl/>
        </w:rPr>
        <w:t xml:space="preserve"> وكان عبد الرحمن بن مِخْنَف الأزدي جالسّا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ويح غيرك</w:t>
      </w:r>
      <w:r w:rsidR="00891061">
        <w:rPr>
          <w:rFonts w:hint="cs"/>
          <w:rtl/>
        </w:rPr>
        <w:t>!</w:t>
      </w:r>
      <w:r w:rsidRPr="00C13B13">
        <w:rPr>
          <w:rFonts w:hint="cs"/>
          <w:rtl/>
        </w:rPr>
        <w:t xml:space="preserve"> أهلكت نفسك وأهلكت قومك 5 / 459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وهوعمّ والد أبي مِخْنَف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إذ هو أخو سعيد جدّ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أبي مِخْنَف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وقد شرك بن قبل في صفّين ودفع غارات معاوية كما في 5 / 133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 xml:space="preserve">وكان في قيام المختار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66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مع عبد الله بن المطيع العدوي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عامل ابن الزبير على الكوفة فبعثه في خيل إلى جبّانة الصائديّين 6 / 18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وكان من أصحاب المشورة معه الذين أشاروا عليه بذهابه من الكوفة إلى الحجاز 6 / 31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وكان يكره الخروج على المختار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ولكنّه خرج فيمَن خرج عليه لمّا ألحّوا عليه 6 / 44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فقاتل على الفرات حتّى أرتث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وحملته الرجال 6 / 51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فلحق بمصعب بن الزبير بالبصرة فيمَن خرج من أشراف الكوفة 6 / 55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فبعثه المصعب إلى الكوفة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67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؛</w:t>
      </w:r>
      <w:r w:rsidRPr="00C13B13">
        <w:rPr>
          <w:rFonts w:hint="cs"/>
          <w:rtl/>
        </w:rPr>
        <w:t xml:space="preserve"> ليدعوهم إلى بيعة ابن الزبير ويخرجهم إلى المصعب 6 / 95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وكان مع المصعب في حربه مع المختار 6 / 104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 xml:space="preserve">وفي أيّام عبد الملك بن مروان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74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حارب الأزارقة من الخوارج من قبل بشر بن مروان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والي البصرة 6 / 197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وطاردهم إلى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كازرون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فقاتلوه فانهزم أصحابه إلاّ أناس منهم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فقاتل حتّى قُتل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75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6 / 212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قال حميد بن مسلم 5 / 458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C13B13">
      <w:pPr>
        <w:pStyle w:val="Heading2"/>
        <w:rPr>
          <w:rtl/>
        </w:rPr>
      </w:pPr>
      <w:bookmarkStart w:id="222" w:name="_Toc372371044"/>
      <w:bookmarkStart w:id="223" w:name="66"/>
      <w:r>
        <w:rPr>
          <w:rFonts w:hint="cs"/>
          <w:rtl/>
        </w:rPr>
        <w:lastRenderedPageBreak/>
        <w:t>[ الرؤوس والسّبايا إلى الشام ]</w:t>
      </w:r>
      <w:bookmarkEnd w:id="222"/>
      <w:r>
        <w:rPr>
          <w:rFonts w:hint="cs"/>
          <w:rtl/>
        </w:rPr>
        <w:t xml:space="preserve"> </w:t>
      </w:r>
      <w:bookmarkEnd w:id="223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دعا [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زحْر بن قيس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ومعه ] أبو بردة بن عوف الأزدي وطارق بن ظبيان الأزدي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فسرّح معه[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 xml:space="preserve">هم ] برأس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ورؤوس أصحابه إلى يزيد بن معاوية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ثمّ أمر بنساء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وصبيانه فجُهّزن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وأمر بعلي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C13B13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C13B13">
        <w:rPr>
          <w:rFonts w:hint="cs"/>
          <w:rtl/>
        </w:rPr>
        <w:t xml:space="preserve"> الجُعفي الكندي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هو ممّن شهد على حجر بن عدي الكندي 5 / 270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وكان مع ابن المطيع على المختار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66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فبعثه إليه في خيل إلى جبّانة كندة 6 / 18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فقاتل حتّى أرتث هو وابنه الفرات 6 / 51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67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كان مع المصعب بن الزبير في حرب المختار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فبعثه في خيل إلى جبّانة مراد 6 / 105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فنزل عند الحدّادين حيث تكرى الدواب 6 / 106</w:t>
      </w:r>
      <w:r w:rsidR="00891061">
        <w:rPr>
          <w:rFonts w:hint="cs"/>
          <w:rtl/>
        </w:rPr>
        <w:t>.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 xml:space="preserve">وكان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71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ممّن كتب إليهم عبدالملك من المروانيّة من أهل العراق فأجابوه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وخذلوا المصعب 6 / 156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74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كان على ربع مذحج وأسد في حرب الخوارج 6 / 197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76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وجهّه الحجّاج في جريدة خيل نقاوة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ألف وثمانمئة فارس لقتال شبيب الخارجي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فالتقيا وقاتله شبيب فجرحه وصرعه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ورجع إلى الحجّاج جريحاً 6 / 242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وهذا آخر عهدنا به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لعنه الله</w:t>
      </w:r>
      <w:r w:rsidR="00891061">
        <w:rPr>
          <w:rFonts w:hint="cs"/>
          <w:rtl/>
        </w:rPr>
        <w:t>!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</w:t>
      </w:r>
      <w:r w:rsidRPr="00C13B13">
        <w:rPr>
          <w:rFonts w:hint="cs"/>
          <w:rtl/>
        </w:rPr>
        <w:t xml:space="preserve"> قال هشام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فحدّثني عبد الله بن يزيد بن روح بن زنباغ الجذامي عن أبيه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عن الغاز بن ربيعة الجرشيّ من حمير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أنا لعند بزيد بن معاوية بدمشق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إذا قبل زجر بن قيس حتّى دخل على يزيد بن معاوية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فقاله له يزيد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ويلك ما وراءك</w:t>
      </w:r>
      <w:r w:rsidR="00891061">
        <w:rPr>
          <w:rFonts w:hint="cs"/>
          <w:rtl/>
        </w:rPr>
        <w:t>؟</w:t>
      </w:r>
      <w:r w:rsidRPr="00C13B13">
        <w:rPr>
          <w:rFonts w:hint="cs"/>
          <w:rtl/>
        </w:rPr>
        <w:t>! وما عندك</w:t>
      </w:r>
      <w:r w:rsidR="00891061">
        <w:rPr>
          <w:rFonts w:hint="cs"/>
          <w:rtl/>
        </w:rPr>
        <w:t>؟</w:t>
      </w:r>
    </w:p>
    <w:p w:rsidR="00477F4F" w:rsidRPr="00C13B13" w:rsidRDefault="00477F4F" w:rsidP="00301744">
      <w:pPr>
        <w:pStyle w:val="libFootnote"/>
      </w:pPr>
      <w:r w:rsidRPr="00C13B13"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أبشر</w:t>
      </w:r>
      <w:r w:rsidR="007745E6" w:rsidRPr="00C13B13">
        <w:rPr>
          <w:rFonts w:hint="cs"/>
          <w:rtl/>
        </w:rPr>
        <w:t xml:space="preserve"> - </w:t>
      </w:r>
      <w:r w:rsidRPr="00C13B13">
        <w:rPr>
          <w:rFonts w:hint="cs"/>
          <w:rtl/>
        </w:rPr>
        <w:t>يا أمير المؤمنين</w:t>
      </w:r>
      <w:r w:rsidR="007745E6" w:rsidRPr="00C13B13">
        <w:rPr>
          <w:rFonts w:hint="cs"/>
          <w:rtl/>
        </w:rPr>
        <w:t xml:space="preserve"> - </w:t>
      </w:r>
      <w:r w:rsidRPr="00C13B13">
        <w:rPr>
          <w:rFonts w:hint="cs"/>
          <w:rtl/>
        </w:rPr>
        <w:t>بفتح الله ونصره</w:t>
      </w:r>
      <w:r w:rsidR="00891061">
        <w:rPr>
          <w:rFonts w:hint="cs"/>
          <w:rtl/>
        </w:rPr>
        <w:t>!</w:t>
      </w:r>
      <w:r w:rsidRPr="00C13B13">
        <w:rPr>
          <w:rFonts w:hint="cs"/>
          <w:rtl/>
        </w:rPr>
        <w:t xml:space="preserve"> ورد علينا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C13B13">
        <w:rPr>
          <w:rFonts w:hint="cs"/>
          <w:rtl/>
        </w:rPr>
        <w:t xml:space="preserve"> في ثمانية عشر من أهل بيته وستّين من شيعته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فسرنا إليهم فسألناهم أنْ يستسلموا وينزلوا على حكم الأمير عبيد الله بن زياد أو والقتال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فاختاروا القتال على الاستسلام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فعدونا عليهم مع شروق الشمس فأحطنا بهم من كلّ ناحية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حتّى إذا أخذت السّيوف مأخذها من هام القوم حتّى أتينا على آخرهم</w:t>
      </w:r>
      <w:r w:rsidR="00891061">
        <w:rPr>
          <w:rFonts w:hint="cs"/>
          <w:rtl/>
        </w:rPr>
        <w:t>؛</w:t>
      </w:r>
      <w:r w:rsidRPr="00C13B13">
        <w:rPr>
          <w:rFonts w:hint="cs"/>
          <w:rtl/>
        </w:rPr>
        <w:t xml:space="preserve"> فهاتيك أجسادهم مجردّة وثيابهم مرمّلة، وخدودهم معفّرة تصهرهم الشمس، وتسفى عليهم الريح زوّارهم العقبان والرخم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بِقيّ سَبْسَب 5 / 460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والمفيد في الإرشاد / 254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والسّبط في التذكرة / 260</w:t>
      </w:r>
      <w:r w:rsidR="00891061">
        <w:rPr>
          <w:rFonts w:hint="cs"/>
          <w:rtl/>
        </w:rPr>
        <w:t>.</w:t>
      </w:r>
    </w:p>
    <w:p w:rsidR="00477F4F" w:rsidRPr="00477F4F" w:rsidRDefault="00477F4F" w:rsidP="00477F4F">
      <w:pPr>
        <w:pStyle w:val="libNormal"/>
        <w:rPr>
          <w:rtl/>
        </w:rPr>
      </w:pPr>
      <w:r w:rsidRPr="00477F4F"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فغُلّ بُغلّ إلى عنقه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سرّح بهنّ مع محفّز بن ثعلبة العائذي [ القرشي ]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وشمر بن ذي الجوشن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فانطلقا بهم حتّى قدموا على يزيد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و] لمّا وضُعت الرؤوس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رأس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وأهل بيته وأصحابه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بين يدي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يفلّقن هاماً من رجال اعزّة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A04DDF">
            <w:pPr>
              <w:pStyle w:val="libPoem"/>
            </w:pPr>
            <w:r>
              <w:rPr>
                <w:rFonts w:hint="cs"/>
                <w:rtl/>
              </w:rPr>
              <w:t xml:space="preserve">علبنا وهم كانوا أعقّ وأظلما </w:t>
            </w:r>
            <w:r w:rsidRPr="00D06A87">
              <w:rPr>
                <w:rStyle w:val="libFootnotenumChar"/>
                <w:rFonts w:hint="cs"/>
                <w:rtl/>
              </w:rPr>
              <w:t>(3</w:t>
            </w:r>
            <w:r w:rsidRPr="005D2685">
              <w:rPr>
                <w:rStyle w:val="libFootnotenumChar"/>
                <w:rFonts w:hint="cs"/>
                <w:rtl/>
              </w:rPr>
              <w:t>)و</w:t>
            </w:r>
            <w:r w:rsidRPr="00D06A8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يحيى بن الحكم أخومروان بن الحكم</w:t>
      </w:r>
      <w:r w:rsidRPr="007745E6">
        <w:rPr>
          <w:rStyle w:val="libFootnotenumChar"/>
          <w:rFonts w:hint="cs"/>
          <w:rtl/>
        </w:rPr>
        <w:t>(5)</w:t>
      </w:r>
      <w:r w:rsidR="00891061">
        <w:rPr>
          <w:rFonts w:hint="cs"/>
          <w:rtl/>
        </w:rPr>
        <w:t>:</w:t>
      </w:r>
      <w:r w:rsidRPr="00477F4F"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 xml:space="preserve">(1) كان في حروب القادسيّة وقبلها من سنة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13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ويُروى عنه أخبارها 3 / 465</w:t>
      </w:r>
      <w:r w:rsidR="007745E6" w:rsidRPr="00301744">
        <w:rPr>
          <w:rFonts w:hint="cs"/>
          <w:rtl/>
        </w:rPr>
        <w:t xml:space="preserve"> - </w:t>
      </w:r>
      <w:r w:rsidRPr="00301744">
        <w:rPr>
          <w:rFonts w:hint="cs"/>
          <w:rtl/>
        </w:rPr>
        <w:t>477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والمفيد في الإرشاد / 254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قال أبومِخْنَف 5 / 459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من القصائد المفضليّات للحصين بن همام المري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كما في ديوان الحماسة 1 / 193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حدّثني الصقعب بن زهير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القاسم بن عبد الرحمن مولى يزيد 5 / 460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246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والمسعودي 3 / 70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والخواص / 262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السّبط عن الزهري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لمّا جاءت الرؤوس كان يزيد في منظره على جيرون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فأنشد لنفسه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لما بدت تلك الحمول واشرّقت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تلك الشموس على ربي جيرود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نعب الغراب فقتل نح أولا تنح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فلقد قضيت من الغريم ديوني!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والمشهور عن يزيد في جميع الروايات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أنّه لما حضر الرأس بين يديه جمع أهل الشام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وجعل يُنكت عليه بالخيزران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ويقول بأبيات ابن الزبعرى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ليت أشياخى ببدر 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جزع الخزرج من وقع السّل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قد قتلنا القرن من ساداتهم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وعدلناه ببدر فاعتدلّ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وزاد الشعبي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لعبت هاشم بالملك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فلاخبر جاء ولا وحي نزل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لست من خندف ان لم انتقم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من بني أحمد ما كان فعل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ثمّ حكى عن القاضى ابن يعلى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أحمد بن حنبل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إنْ صحّ ذلك عن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فسق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وقال مجاهد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قد نافق / 261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C13B13" w:rsidRDefault="00477F4F" w:rsidP="00477F4F">
      <w:pPr>
        <w:pStyle w:val="libNormal"/>
        <w:rPr>
          <w:rStyle w:val="libFootnoteChar"/>
          <w:rtl/>
        </w:rPr>
      </w:pPr>
      <w:r w:rsidRPr="00C13B13">
        <w:rPr>
          <w:rStyle w:val="libFootnoteChar"/>
          <w:rFonts w:hint="cs"/>
          <w:rtl/>
        </w:rPr>
        <w:t>(5) كان مع أخيه مروان بن الحكم حاضراً في حرب الجمل بالبصرة</w:t>
      </w:r>
      <w:r w:rsidR="00891061">
        <w:rPr>
          <w:rStyle w:val="libFootnoteChar"/>
          <w:rFonts w:hint="cs"/>
          <w:rtl/>
        </w:rPr>
        <w:t>،</w:t>
      </w:r>
      <w:r w:rsidRPr="00C13B13">
        <w:rPr>
          <w:rStyle w:val="libFootnoteChar"/>
          <w:rFonts w:hint="cs"/>
          <w:rtl/>
        </w:rPr>
        <w:t xml:space="preserve"> وجُرح وفرّ</w:t>
      </w:r>
      <w:r w:rsidRPr="00D06A87">
        <w:rPr>
          <w:rStyle w:val="libFootnoteChar"/>
          <w:rFonts w:hint="cs"/>
          <w:rtl/>
        </w:rPr>
        <w:t xml:space="preserve"> </w:t>
      </w:r>
      <w:r w:rsidRPr="00C13B13">
        <w:rPr>
          <w:rStyle w:val="libFootnoteChar"/>
          <w:rFonts w:hint="cs"/>
          <w:rtl/>
        </w:rPr>
        <w:t xml:space="preserve">منهزماً حتّى لحق بمعاوية في الشام سنة </w:t>
      </w:r>
      <w:r w:rsidR="0004730E">
        <w:rPr>
          <w:rStyle w:val="libFootnoteChar"/>
          <w:rFonts w:hint="cs"/>
          <w:rtl/>
        </w:rPr>
        <w:t>(</w:t>
      </w:r>
      <w:r w:rsidRPr="00C13B13">
        <w:rPr>
          <w:rStyle w:val="libFootnoteChar"/>
          <w:rFonts w:hint="cs"/>
          <w:rtl/>
        </w:rPr>
        <w:t>37 هـ</w:t>
      </w:r>
      <w:r w:rsidR="0004730E">
        <w:rPr>
          <w:rStyle w:val="libFootnoteChar"/>
          <w:rFonts w:hint="cs"/>
          <w:rtl/>
        </w:rPr>
        <w:t>)</w:t>
      </w:r>
      <w:r w:rsidRPr="00C13B13">
        <w:rPr>
          <w:rStyle w:val="libFootnoteChar"/>
          <w:rFonts w:hint="cs"/>
          <w:rtl/>
        </w:rPr>
        <w:t xml:space="preserve"> 4 / 535</w:t>
      </w:r>
      <w:r w:rsidR="00891061">
        <w:rPr>
          <w:rStyle w:val="libFootnoteChar"/>
          <w:rFonts w:hint="cs"/>
          <w:rtl/>
        </w:rPr>
        <w:t>.</w:t>
      </w:r>
      <w:r w:rsidRPr="00C13B13">
        <w:rPr>
          <w:rStyle w:val="libFootnoteChar"/>
          <w:rFonts w:hint="cs"/>
          <w:rtl/>
        </w:rPr>
        <w:t xml:space="preserve"> وتولّى المدينة / لابن أخيه عبدالملك بن مروان سنة </w:t>
      </w:r>
      <w:r w:rsidR="0004730E">
        <w:rPr>
          <w:rStyle w:val="libFootnoteChar"/>
          <w:rFonts w:hint="cs"/>
          <w:rtl/>
        </w:rPr>
        <w:t>(</w:t>
      </w:r>
      <w:r w:rsidRPr="00C13B13">
        <w:rPr>
          <w:rStyle w:val="libFootnoteChar"/>
          <w:rFonts w:hint="cs"/>
          <w:rtl/>
        </w:rPr>
        <w:t>75 هـ</w:t>
      </w:r>
      <w:r w:rsidR="0004730E">
        <w:rPr>
          <w:rStyle w:val="libFootnoteChar"/>
          <w:rFonts w:hint="cs"/>
          <w:rtl/>
        </w:rPr>
        <w:t>)</w:t>
      </w:r>
      <w:r w:rsidRPr="00C13B13">
        <w:rPr>
          <w:rStyle w:val="libFootnoteChar"/>
          <w:rFonts w:hint="cs"/>
          <w:rtl/>
        </w:rPr>
        <w:t xml:space="preserve"> 6 / 202</w:t>
      </w:r>
      <w:r w:rsidR="00891061">
        <w:rPr>
          <w:rStyle w:val="libFootnoteChar"/>
          <w:rFonts w:hint="cs"/>
          <w:rtl/>
        </w:rPr>
        <w:t>،</w:t>
      </w:r>
      <w:r w:rsidRPr="00C13B13">
        <w:rPr>
          <w:rStyle w:val="libFootnoteChar"/>
          <w:rFonts w:hint="cs"/>
          <w:rtl/>
        </w:rPr>
        <w:t xml:space="preserve"> فكان عليها حتّى سنة </w:t>
      </w:r>
      <w:r w:rsidR="0004730E">
        <w:rPr>
          <w:rStyle w:val="libFootnoteChar"/>
          <w:rFonts w:hint="cs"/>
          <w:rtl/>
        </w:rPr>
        <w:t>(</w:t>
      </w:r>
      <w:r w:rsidRPr="00C13B13">
        <w:rPr>
          <w:rStyle w:val="libFootnoteChar"/>
          <w:rFonts w:hint="cs"/>
          <w:rtl/>
        </w:rPr>
        <w:t>78 هـ</w:t>
      </w:r>
      <w:r w:rsidR="0004730E">
        <w:rPr>
          <w:rStyle w:val="libFootnoteChar"/>
          <w:rFonts w:hint="cs"/>
          <w:rtl/>
        </w:rPr>
        <w:t>)</w:t>
      </w:r>
      <w:r w:rsidR="00891061">
        <w:rPr>
          <w:rStyle w:val="libFootnoteChar"/>
          <w:rFonts w:hint="cs"/>
          <w:rtl/>
        </w:rPr>
        <w:t>،</w:t>
      </w:r>
      <w:r w:rsidRPr="00C13B13">
        <w:rPr>
          <w:rStyle w:val="libFootnoteChar"/>
          <w:rFonts w:hint="cs"/>
          <w:rtl/>
        </w:rPr>
        <w:t xml:space="preserve"> ثمّ بعثه عبدالملك في غزاة 6 / 321</w:t>
      </w:r>
      <w:r w:rsidR="00891061">
        <w:rPr>
          <w:rStyle w:val="libFootnoteChar"/>
          <w:rFonts w:hint="cs"/>
          <w:rtl/>
        </w:rPr>
        <w:t>،</w:t>
      </w:r>
      <w:r w:rsidRPr="00C13B13">
        <w:rPr>
          <w:rStyle w:val="libFootnoteChar"/>
          <w:rFonts w:hint="cs"/>
          <w:rtl/>
        </w:rPr>
        <w:t xml:space="preserve"> وهذا آخر عهدنا به</w:t>
      </w:r>
      <w:r w:rsidR="00891061">
        <w:rPr>
          <w:rStyle w:val="libFootnoteChar"/>
          <w:rFonts w:hint="cs"/>
          <w:rtl/>
        </w:rPr>
        <w:t>.</w:t>
      </w:r>
      <w:r w:rsidRPr="00C13B13">
        <w:rPr>
          <w:rStyle w:val="libFootnoteChar"/>
          <w:rFonts w:hint="cs"/>
          <w:rtl/>
        </w:rPr>
        <w:t xml:space="preserve"> وقد تزوّج هشام بن عبد الملك</w:t>
      </w:r>
      <w:r w:rsidR="00891061">
        <w:rPr>
          <w:rStyle w:val="libFootnoteChar"/>
          <w:rFonts w:hint="cs"/>
          <w:rtl/>
        </w:rPr>
        <w:t>،</w:t>
      </w:r>
      <w:r w:rsidRPr="00C13B13">
        <w:rPr>
          <w:rStyle w:val="libFootnoteChar"/>
          <w:rFonts w:hint="cs"/>
          <w:rtl/>
        </w:rPr>
        <w:t xml:space="preserve"> ابنته</w:t>
      </w:r>
      <w:r w:rsidR="00891061">
        <w:rPr>
          <w:rStyle w:val="libFootnoteChar"/>
          <w:rFonts w:hint="cs"/>
          <w:rtl/>
        </w:rPr>
        <w:t>:</w:t>
      </w:r>
      <w:r w:rsidRPr="00C13B13">
        <w:rPr>
          <w:rStyle w:val="libFootnoteChar"/>
          <w:rFonts w:hint="cs"/>
          <w:rtl/>
        </w:rPr>
        <w:t xml:space="preserve"> اُمّ حكم 7 / 67</w:t>
      </w:r>
      <w:r w:rsidR="00891061">
        <w:rPr>
          <w:rStyle w:val="libFootnoteChar"/>
          <w:rFonts w:hint="cs"/>
          <w:rtl/>
        </w:rPr>
        <w:t>.</w:t>
      </w:r>
      <w:r w:rsidRPr="00C13B13">
        <w:rPr>
          <w:rStyle w:val="libFootnoteChar"/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lastRenderedPageBreak/>
              <w:t>لهام بجنب الطفّ أدنى قرابة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من ابن زياد العبد ذي الحسب الوغل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سميّة أمسى نسلها عدد الحصى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وبنت رسول الله ليس لها نسل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فضرب يزيد بن معاوية في صدر يحيى بن الحكم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اسكت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أذن للنّاس فدخلوا والرأس بين يديه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ومع يزيد قضيب فهو ينكت به في ثغره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أبو برزة السّلمي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من أصحاب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أتنكت بقضيبك في ثغر الحسين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أما لقد أخذ قضيبك من ثغره مأخذاً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لربّما رأيت رسول الله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يرشفه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أمَا إنّك يا يزيد تجيء يوم القيامة وشفيعك ابن زياد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ويجيء هذا يوم القيامة وشفيعه محمّد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قام فولّى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فسمعت دَور الحديث هند بنت عبد الله بن عامر بن كريز</w:t>
      </w:r>
      <w:r w:rsidRPr="007745E6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 xml:space="preserve"> [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]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C13B13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C13B13">
        <w:rPr>
          <w:rFonts w:hint="cs"/>
          <w:rtl/>
        </w:rPr>
        <w:t xml:space="preserve"> حدّثني أبوجعفر العبسي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عن أبي عمّارة العبسي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قال 5 / 460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ورواها أبو الفرج في الأغاني 12 / 74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والمفيد في الإرشاد / 246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وروى السّبط / 262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عن الحسن البصري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ضرب يزيد رأس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C13B13">
        <w:rPr>
          <w:rFonts w:hint="cs"/>
          <w:rtl/>
        </w:rPr>
        <w:t xml:space="preserve"> ومكاناً كان يقبّله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ثمّ تمثّل الحسن البصري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سميّة امسى نسلها عدد الحصى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وبنت رسول الله ليس لها نسل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C13B13" w:rsidRDefault="005D2685" w:rsidP="00301744">
      <w:pPr>
        <w:pStyle w:val="libFootnote"/>
        <w:rPr>
          <w:rtl/>
        </w:rPr>
      </w:pPr>
      <w:r w:rsidRPr="00301744">
        <w:rPr>
          <w:rFonts w:hint="cs"/>
          <w:rtl/>
        </w:rPr>
        <w:t xml:space="preserve"> </w:t>
      </w:r>
      <w:r w:rsidR="00477F4F" w:rsidRPr="00301744">
        <w:rPr>
          <w:rFonts w:hint="cs"/>
          <w:rtl/>
        </w:rPr>
        <w:t>(2)</w:t>
      </w:r>
      <w:r w:rsidR="00477F4F" w:rsidRPr="00C13B13">
        <w:rPr>
          <w:rFonts w:hint="cs"/>
          <w:rtl/>
        </w:rPr>
        <w:t xml:space="preserve"> كان مع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477F4F" w:rsidRPr="00C13B13">
        <w:rPr>
          <w:rFonts w:hint="cs"/>
          <w:rtl/>
        </w:rPr>
        <w:t xml:space="preserve"> في فتح مكّة فشرك في قتل عبد الله بن خطل المرتد الذي كان ممّن أهدر دمه الرسول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477F4F" w:rsidRPr="00C13B13">
        <w:rPr>
          <w:rFonts w:hint="cs"/>
          <w:rtl/>
        </w:rPr>
        <w:t xml:space="preserve"> 3 / 60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وكان مع عمرو العاص في فتح مصر سنة </w:t>
      </w:r>
      <w:r w:rsidR="0004730E">
        <w:rPr>
          <w:rFonts w:hint="cs"/>
          <w:rtl/>
        </w:rPr>
        <w:t>(</w:t>
      </w:r>
      <w:r w:rsidR="00477F4F" w:rsidRPr="00C13B13">
        <w:rPr>
          <w:rFonts w:hint="cs"/>
          <w:rtl/>
        </w:rPr>
        <w:t>20 هـ</w:t>
      </w:r>
      <w:r w:rsidR="0004730E">
        <w:rPr>
          <w:rFonts w:hint="cs"/>
          <w:rtl/>
        </w:rPr>
        <w:t>)</w:t>
      </w:r>
      <w:r w:rsidR="00477F4F" w:rsidRPr="00C13B13">
        <w:rPr>
          <w:rFonts w:hint="cs"/>
          <w:rtl/>
        </w:rPr>
        <w:t xml:space="preserve"> 4 / 11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وقد روى الطبري خبر اعتراضه على يزيد أيضاً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عن أبي جعفر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477F4F" w:rsidRPr="00C13B13">
        <w:rPr>
          <w:rFonts w:hint="cs"/>
          <w:rtl/>
        </w:rPr>
        <w:t xml:space="preserve"> برواية عمّار الدهني 5 / 390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ورواه المسعودي 3 / 71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أنّه قال</w:t>
      </w:r>
      <w:r w:rsidR="00891061">
        <w:rPr>
          <w:rFonts w:hint="cs"/>
          <w:rtl/>
        </w:rPr>
        <w:t>:</w:t>
      </w:r>
      <w:r w:rsidR="00477F4F" w:rsidRPr="00C13B13">
        <w:rPr>
          <w:rFonts w:hint="cs"/>
          <w:rtl/>
        </w:rPr>
        <w:t xml:space="preserve"> ارفع قضيبك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فطال والله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ما رأيت رسول الله </w:t>
      </w:r>
      <w:r w:rsidR="0004730E">
        <w:rPr>
          <w:rFonts w:hint="cs"/>
          <w:rtl/>
        </w:rPr>
        <w:t>(</w:t>
      </w:r>
      <w:r w:rsidR="00477F4F" w:rsidRPr="00C13B13">
        <w:rPr>
          <w:rFonts w:hint="cs"/>
          <w:rtl/>
        </w:rPr>
        <w:t>صلّى الله عليه [ وآله ]</w:t>
      </w:r>
      <w:r w:rsidR="0004730E">
        <w:rPr>
          <w:rFonts w:hint="cs"/>
          <w:rtl/>
        </w:rPr>
        <w:t>)</w:t>
      </w:r>
      <w:r w:rsidR="00477F4F" w:rsidRPr="00C13B13">
        <w:rPr>
          <w:rFonts w:hint="cs"/>
          <w:rtl/>
        </w:rPr>
        <w:t xml:space="preserve"> يضع فمه على فمه يلثمه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ورواه سبط ابن الجوزي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ثمّ ذكر عن البلاذري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أنّ الذي كان عند يزيد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وقال هذه المقالة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أنس بن مالك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وهوغلط</w:t>
      </w:r>
      <w:r w:rsidR="00891061">
        <w:rPr>
          <w:rFonts w:hint="cs"/>
          <w:rtl/>
        </w:rPr>
        <w:t>؛</w:t>
      </w:r>
      <w:r w:rsidRPr="00C13B13">
        <w:rPr>
          <w:rFonts w:hint="cs"/>
          <w:rtl/>
        </w:rPr>
        <w:t xml:space="preserve"> لأنّ أنساً كان بالكوفة عند ابن زياد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كما ذكرناه / 262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بعثه عثمان من سجستان إلى كابل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ففتحها سنة </w:t>
      </w:r>
      <w:r w:rsidR="0004730E">
        <w:rPr>
          <w:rFonts w:hint="cs"/>
          <w:rtl/>
        </w:rPr>
        <w:t>(</w:t>
      </w:r>
      <w:r w:rsidRPr="00301744">
        <w:rPr>
          <w:rFonts w:hint="cs"/>
          <w:rtl/>
        </w:rPr>
        <w:t>24 هـ</w:t>
      </w:r>
      <w:r w:rsidR="0004730E">
        <w:rPr>
          <w:rFonts w:hint="cs"/>
          <w:rtl/>
        </w:rPr>
        <w:t>)</w:t>
      </w:r>
      <w:r w:rsidRPr="00301744">
        <w:rPr>
          <w:rFonts w:hint="cs"/>
          <w:rtl/>
        </w:rPr>
        <w:t xml:space="preserve"> 4 / 244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ثمّ عزله عنها وولاّه البصرة بعد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زوجة ] يزيد فتقنّعت بثوبها وخرجت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يا أمير المؤمنين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أرأس الحسين بن فاطمة بنت رسول الله </w:t>
      </w:r>
      <w:r w:rsidR="0035755E" w:rsidRPr="0035755E">
        <w:rPr>
          <w:rStyle w:val="libAlaemChar"/>
          <w:rFonts w:hint="cs"/>
          <w:rtl/>
        </w:rPr>
        <w:t>عليهم‌السلام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نعم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فأعولي عليه وحُدّي على ابن بنت رسول الله وصريخة قريش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عجّل عليه ابن زياد فقتله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قتله الله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و] قال يحيى بن الحكم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حُجبتم عن محمّد يوم القيامة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لن أجامعكم على أمر أبداً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قام فانصرف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ولمّا جلس يزيد بن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دعا أشراف أهل الشام فأجلسهم حوله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 xml:space="preserve">أبوموسى الأشعري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29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وهو يومئذٍ ابن خمس وعشرين سنة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وهوابن خال عثمان بن عفّان 4 / 264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ففتح فارس 4 / 265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وفي سنة إحدى وثلاثين شخص إلى خراسان ففتح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أبرشهو وطوس وأبيورد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ونسّا حتّى بلغ سرخس وصالح أهل مرو 4 / 300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واستخلف على البصرة زياد بن سميّة 4 / 301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23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فتح ابن عامر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مرو والطالقان والفارياب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والجوزجان وطخارستان 4 / 309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وفتح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هراة وبادغيس 4 / 314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واستشاره عثمان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34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في أمر الثائرين عليه فأشار عليه ببعثهم في الحروب 4 / 333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35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كتب إليه عثمان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أنّ يندب له أهل البصرة للدفاع عنه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فقرأ ابن عامر كتابه عليهم فسارع النّاس إلى ذلك فساروا حتّى نزلوا الربذة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فأتاهم قتل عثمان فرجعوا 4 / 368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5D2685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 xml:space="preserve">وقُتل عثمان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35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وابن عامر على البصرة 4 / 421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وقدم الحجاز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وقدم طلحة والزبير وسعيد بن العاص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والوليد بن عقبة وسائر بني اُميّة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وبعد نظر طويل في أمرهم اجتمع رأي ملأهم على أنْ يأتوا البصرة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وقد كانوا يرون أنْ يذهبوا إلى الشام فردّهم ابن عامر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قد كفاكم الشام من يستمر في حوزته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واتوا البصرة</w:t>
      </w:r>
      <w:r w:rsidR="00891061">
        <w:rPr>
          <w:rFonts w:hint="cs"/>
          <w:rtl/>
        </w:rPr>
        <w:t>؛</w:t>
      </w:r>
      <w:r w:rsidRPr="00C13B13">
        <w:rPr>
          <w:rFonts w:hint="cs"/>
          <w:rtl/>
        </w:rPr>
        <w:t xml:space="preserve"> فإنّ لي بها صنائع ولهم في طلحة هوى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وأجابتهم عائشة وحفصة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ولكن منعها عبد الله بن عمر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وقال ابن عامر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معي كذا وكذا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فتجهّزوا به 4 / 451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فجرح في حرب الجمل وفرّ إلى الشام 4 / 536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وهوالذي وفده معاوية إلى المدائن لصلح الحسن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C13B13">
        <w:rPr>
          <w:rFonts w:hint="cs"/>
          <w:rtl/>
        </w:rPr>
        <w:t xml:space="preserve"> 5 / 159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فردّه معاوية والياً على البصرة 5 / 212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وزوّجه ابنته هند بنت معاوية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وعاب زياداً في نسبه فغضب عليه معاوية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فشفع له يزيد 5 / 214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ولمْ يذكر الطبري متى تزوّج يزيد ابنته هند</w:t>
      </w:r>
      <w:r w:rsidR="00891061">
        <w:rPr>
          <w:rFonts w:hint="cs"/>
          <w:rtl/>
        </w:rPr>
        <w:t>؟</w:t>
      </w:r>
      <w:r w:rsidRPr="00C13B13">
        <w:rPr>
          <w:rFonts w:hint="cs"/>
          <w:rtl/>
        </w:rPr>
        <w:t xml:space="preserve"> ولكن الظاهر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أنّ ذلك كان حينما تزوّج بأخته هند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وليزيد منها عبد الله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وكانت تكنّى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اُمّ كلثوم 5 / 500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 xml:space="preserve">وفي سنة </w:t>
      </w:r>
      <w:r w:rsidR="0004730E">
        <w:rPr>
          <w:rFonts w:hint="cs"/>
          <w:rtl/>
        </w:rPr>
        <w:t>(</w:t>
      </w:r>
      <w:r w:rsidRPr="00C13B13">
        <w:rPr>
          <w:rFonts w:hint="cs"/>
          <w:rtl/>
        </w:rPr>
        <w:t>64 هـ</w:t>
      </w:r>
      <w:r w:rsidR="0004730E">
        <w:rPr>
          <w:rFonts w:hint="cs"/>
          <w:rtl/>
        </w:rPr>
        <w:t>)</w:t>
      </w:r>
      <w:r w:rsidRPr="00C13B13">
        <w:rPr>
          <w:rFonts w:hint="cs"/>
          <w:rtl/>
        </w:rPr>
        <w:t xml:space="preserve"> بعد هلاك يزيد وفرار ابن زياد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اختار جمع من أهل البصرة عليهم ابنه عبد الملك بن عبد الله بن عامر شهراً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قبل ولاية ابن الزبير 5 / 527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حدّثني أبوحمزة الثمالي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عبيد الله الثمالي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القاسم بن بخيت 5 / 465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دعا بعلي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وصبيان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ونسائه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فأُدخلوا عليه والنّاس ينظرون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فأُجلسوا بين يديه فرأى هيئةً قبيحةً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قبّح الله ابن مرجانة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لوكانت بينه وبينكم رحم وقرابة ما فعل هذا بكم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ولا بعث بكم هكذا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[ ثمّ ] قال يزيد لعليّ [ ابن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علي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أبوك الذي قطع رحمي وجهل حقّي ونازعني سلطاني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فصنع الله به ما قد رأيت</w:t>
      </w:r>
      <w:r w:rsidR="00891061">
        <w:rPr>
          <w:rFonts w:hint="cs"/>
          <w:rtl/>
        </w:rPr>
        <w:t>.</w:t>
      </w:r>
    </w:p>
    <w:p w:rsidR="00477F4F" w:rsidRDefault="00477F4F" w:rsidP="00C13B13">
      <w:pPr>
        <w:pStyle w:val="libNormal"/>
        <w:rPr>
          <w:rtl/>
        </w:rPr>
      </w:pPr>
      <w:r>
        <w:rPr>
          <w:rFonts w:hint="cs"/>
          <w:rtl/>
        </w:rPr>
        <w:t xml:space="preserve">فقال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C13B13">
        <w:rPr>
          <w:rStyle w:val="libAieChar"/>
          <w:rFonts w:hint="cs"/>
          <w:rtl/>
        </w:rPr>
        <w:t xml:space="preserve"> مَا أَصَابَ مِن مُصِيَبةٍ فِي الأرض وَلاَ فِي أَنفُسِكُمْ إِلاّ فِي كِتَابٍ مِن قَبْلِ أَن نَبْرَأَهَا 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له يزيد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C13B13">
        <w:rPr>
          <w:rStyle w:val="libAieChar"/>
          <w:rFonts w:hint="cs"/>
          <w:rtl/>
        </w:rPr>
        <w:t xml:space="preserve"> وَمَا أَصَابَكُم مِن مُصِيبَةٍ فَبِمَا كَسَبَتْ أَيْدِيكُمْ وَيَعْفُوا عَن كَثِيرٍ</w:t>
      </w:r>
      <w:r w:rsidRPr="00891061">
        <w:rPr>
          <w:rStyle w:val="libAlaemChar"/>
          <w:rFonts w:hint="cs"/>
          <w:rtl/>
        </w:rPr>
        <w:t>)</w:t>
      </w: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(3)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عن فاطمة بنت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7745E6">
        <w:rPr>
          <w:rStyle w:val="libFootnotenumChar"/>
          <w:rFonts w:hint="cs"/>
          <w:rtl/>
        </w:rPr>
        <w:t>(4)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أجلسنا بين يدي يزيد بن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قام رجل أحمر من أهل الشام إلى يزيد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أمير المؤمنين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هب لي هذه [ وهو] يعنّيني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فأرعدت وفرقت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وظننت أن ذلك جائز لهم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وأخذت بثياب أختي زينب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وكانت أكبر منّي وأعقل وتعلم أن ذلك لا يكون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فقالت [ له ]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كذبت والله</w:t>
      </w:r>
      <w:r w:rsidR="00891061">
        <w:rPr>
          <w:rFonts w:hint="cs"/>
          <w:rtl/>
        </w:rPr>
        <w:t>،،</w:t>
      </w:r>
      <w:r>
        <w:rPr>
          <w:rFonts w:hint="cs"/>
          <w:rtl/>
        </w:rPr>
        <w:t xml:space="preserve"> ولؤمت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ما ذلك لك ولا له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فغضب يزيد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كذبت والله</w:t>
      </w:r>
      <w:r w:rsidR="00891061">
        <w:rPr>
          <w:rFonts w:hint="cs"/>
          <w:rtl/>
        </w:rPr>
        <w:t>،!</w:t>
      </w:r>
      <w:r>
        <w:rPr>
          <w:rFonts w:hint="cs"/>
          <w:rtl/>
        </w:rPr>
        <w:t xml:space="preserve"> إن ذلك لي ولوشئت أن أفعله لفعلت</w:t>
      </w:r>
      <w:r w:rsidR="00891061">
        <w:rPr>
          <w:rFonts w:hint="cs"/>
          <w:rtl/>
        </w:rPr>
        <w:t>!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(1) سورة الحديد / 22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وتمامها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891061">
        <w:rPr>
          <w:rStyle w:val="libAlaemChar"/>
          <w:rFonts w:hint="cs"/>
          <w:rtl/>
        </w:rPr>
        <w:t>(</w:t>
      </w:r>
      <w:r w:rsidRPr="00C13B13">
        <w:rPr>
          <w:rStyle w:val="libFootnoteAieChar"/>
          <w:rFonts w:hint="cs"/>
          <w:rtl/>
        </w:rPr>
        <w:t xml:space="preserve"> إِنّ ذلِكَ عَلَى‏ اللّهِ يَسِيرٌ * لِكَيْلاَ تَأْسَوْا عَلَى‏ مَا فَاتَكُمْ وَلاَ تَفْرَحُوا بِمَا آتَاكُمْ والله</w:t>
      </w:r>
      <w:r w:rsidR="00891061">
        <w:rPr>
          <w:rStyle w:val="libFootnoteAieChar"/>
          <w:rFonts w:hint="cs"/>
          <w:rtl/>
        </w:rPr>
        <w:t>،</w:t>
      </w:r>
      <w:r w:rsidRPr="00C13B13">
        <w:rPr>
          <w:rStyle w:val="libFootnoteAieChar"/>
          <w:rFonts w:hint="cs"/>
          <w:rtl/>
        </w:rPr>
        <w:t xml:space="preserve"> لاَ يُحِبّ كلّ مُخْتَالٍ فَخُورٍ</w:t>
      </w:r>
      <w:r w:rsidRPr="00891061">
        <w:rPr>
          <w:rStyle w:val="libAlaemChar"/>
          <w:rFonts w:hint="cs"/>
          <w:rtl/>
        </w:rPr>
        <w:t>)</w:t>
      </w:r>
      <w:r w:rsidR="00891061">
        <w:rPr>
          <w:rFonts w:hint="cs"/>
          <w:rtl/>
        </w:rPr>
        <w:t>.</w:t>
      </w:r>
    </w:p>
    <w:p w:rsidR="00477F4F" w:rsidRDefault="00477F4F" w:rsidP="00C13B13">
      <w:pPr>
        <w:pStyle w:val="libFootnote"/>
        <w:rPr>
          <w:rtl/>
        </w:rPr>
      </w:pPr>
      <w:r>
        <w:rPr>
          <w:rFonts w:hint="cs"/>
          <w:rtl/>
        </w:rPr>
        <w:t>ورواها أبو الفرج بتمامها / 80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ورواها السّبط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وكان علي بن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والنّساء موثقين في الحبال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فناداه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C13B13">
        <w:rPr>
          <w:rStyle w:val="libFootnoteBoldChar"/>
          <w:rFonts w:hint="cs"/>
          <w:rtl/>
        </w:rPr>
        <w:t xml:space="preserve"> يا يزيد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ما ظنّك برسول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Pr="00C13B13">
        <w:rPr>
          <w:rStyle w:val="libFootnoteBoldChar"/>
          <w:rFonts w:hint="cs"/>
          <w:rtl/>
        </w:rPr>
        <w:t xml:space="preserve"> لو رآنا موثقين في الحبال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عرايا على أقتاب الجمال</w:t>
      </w:r>
      <w:r w:rsidR="00891061">
        <w:rPr>
          <w:rStyle w:val="libFootnoteBoldChar"/>
          <w:rFonts w:hint="cs"/>
          <w:rtl/>
        </w:rPr>
        <w:t>؟</w:t>
      </w:r>
      <w:r w:rsidRPr="00C13B13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فلمْ يبقَ في القوم إلاّ مَن بكى / 262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سورة الشورى / 30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وروى أبو الفرج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أنّ يزيد بدأ بهذه الآية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فأجابه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بآية سورة الحديد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وهوالأنسب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(3) قال أبومِخْنَف 5 / 461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والإرشاد / 246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(4) هكذا النّص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والمفيد في الإرشاد / 246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والسّبط في التذكرة / 264 ذكراها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بنت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>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كلاّ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جعل الله ذلك لك إلاّ أنْ تخرج من ملّتنا وتدين بغير ديننا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فغضب يزيد واستطار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تمُ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إيّاى تستقبلين بهذا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إنّما خرج من الدّين أبوك وأخوك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فقالت زينب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بدين الله ودين أبي وأخي وجدّي </w:t>
      </w:r>
      <w:r w:rsidR="0035755E" w:rsidRPr="0035755E">
        <w:rPr>
          <w:rStyle w:val="libAlaemChar"/>
          <w:rFonts w:hint="cs"/>
          <w:rtl/>
        </w:rPr>
        <w:t>عليهم‌السلام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اهتديت أنت وأبوك وجدّك</w:t>
      </w:r>
      <w:r w:rsidR="00891061">
        <w:rPr>
          <w:rFonts w:hint="cs"/>
          <w:rtl/>
        </w:rPr>
        <w:t>!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كذبت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يا عدوّة الله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أنت أمير مُسلّط تشتم ظالماً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تقهر بسلطانك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فسكت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عاد الشامي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أمير المؤمنين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هب لي هذه الجارية</w:t>
      </w:r>
      <w:r w:rsidR="00891061">
        <w:rPr>
          <w:rFonts w:hint="cs"/>
          <w:rtl/>
        </w:rPr>
        <w:t>؟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اعزب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وهب الله لك حتفاً قاضياً</w:t>
      </w:r>
      <w:r w:rsidR="0089106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  <w:r w:rsidRPr="007745E6">
        <w:rPr>
          <w:rStyle w:val="libFootnotenumChar"/>
          <w:rFonts w:hint="cs"/>
          <w:rtl/>
        </w:rPr>
        <w:t>(1)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أمر بالنّسوة أنْ يُنزّلن في دار على حدة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[ و] معهنّ علي بن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و] معهنّ ما يصلحهنّ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فخرجن حتّى دخلن [ تلك الدار ]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تبقَ من آل معاوية امرأة إلاّ استقبلتهنّ تبكي وتنوح على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فأقاموا عليه المناحة ثلاثاً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ولمّا أرادوا أنْ يخرجوا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يزيد بن معاوية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نعمان بن بشير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جهّزهم بما يصلحهم وابعث معهم رجلاً من أهل الشام أميناً صالحاً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وابعث معه خيلاً وأعوانًا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فسيّر بهم إلى المدينة فخرج بهم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 يُسايرهم باللّيل فيكونون أمامه حيث لا يفوتون طرفه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فإذا نزلوا تنحّى عنهم وتفرّق هوأصحابه حولهم كهيئة الحرس لهم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وينزل منهم بحيث إذا أراد إنسان منهم وضوأ وقضاء حاجة لمْ يحتشم. فلمْ يزل ينازلهم في الطريق هكذا، ويلطّفهم ويُسألهم عن حوائجهم حتّى دخلوا المدينة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(1) وروى هذا الخبر الطبري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عمّار الدهني عن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301744">
        <w:rPr>
          <w:rFonts w:hint="cs"/>
          <w:rtl/>
        </w:rPr>
        <w:t xml:space="preserve"> 5 / 390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Pr="00301744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عن الحارث بن كعب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عن فاطمة 5 / 461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ورواه أبو الفرج / 80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والسّبط / 264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C13B13">
      <w:pPr>
        <w:pStyle w:val="Heading2"/>
        <w:rPr>
          <w:rtl/>
        </w:rPr>
      </w:pPr>
      <w:bookmarkStart w:id="224" w:name="_Toc372371045"/>
      <w:bookmarkStart w:id="225" w:name="67"/>
      <w:r>
        <w:rPr>
          <w:rFonts w:hint="cs"/>
          <w:rtl/>
        </w:rPr>
        <w:lastRenderedPageBreak/>
        <w:t>[ أهل البيت في المدينة ]</w:t>
      </w:r>
      <w:bookmarkEnd w:id="224"/>
      <w:r>
        <w:rPr>
          <w:rFonts w:hint="cs"/>
          <w:rtl/>
        </w:rPr>
        <w:t xml:space="preserve"> </w:t>
      </w:r>
      <w:bookmarkEnd w:id="225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ولمّا أتى أهل المدينة مقتل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خرجت [ اُمّ لقمان ]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بنت عقيل بن أبي طالب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ومعها نساؤها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حاسرة تلوي بثوبها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وهي نقول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 w:rsidRPr="00C13B13">
              <w:rPr>
                <w:rFonts w:hint="cs"/>
                <w:rtl/>
              </w:rPr>
              <w:t>ماذا تقولون إن قال النّبيّ 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 w:rsidRPr="00C13B13">
              <w:rPr>
                <w:rFonts w:hint="cs"/>
                <w:rtl/>
              </w:rPr>
              <w:t>ما ذا فعلتم وأنتم آخر الأمم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 w:rsidRPr="00C13B13">
              <w:rPr>
                <w:rFonts w:hint="cs"/>
                <w:rtl/>
              </w:rPr>
              <w:t>بعترتي وبأهل بعد مفتقدي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 w:rsidRPr="00C13B13">
              <w:rPr>
                <w:rFonts w:hint="cs"/>
                <w:rtl/>
              </w:rPr>
              <w:t xml:space="preserve">منهم أسارى ومنهم ضرّجوا بدم </w:t>
            </w:r>
            <w:r w:rsidRPr="00C13B13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5D2685" w:rsidP="00477F4F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="00477F4F">
        <w:rPr>
          <w:rFonts w:hint="cs"/>
          <w:rtl/>
        </w:rPr>
        <w:t>[ و] لمّا بلغ عبد الله بن جعفر بن أبي طالب</w:t>
      </w:r>
      <w:r w:rsidR="00477F4F" w:rsidRPr="007745E6">
        <w:rPr>
          <w:rStyle w:val="libFootnotenumChar"/>
          <w:rFonts w:hint="cs"/>
          <w:rtl/>
        </w:rPr>
        <w:t>(3)</w:t>
      </w:r>
      <w:r w:rsidR="00477F4F">
        <w:rPr>
          <w:rFonts w:hint="cs"/>
          <w:rtl/>
        </w:rPr>
        <w:t xml:space="preserve"> مقتل ابنيه [</w:t>
      </w:r>
      <w:r w:rsidR="00891061">
        <w:rPr>
          <w:rFonts w:hint="cs"/>
          <w:rtl/>
        </w:rPr>
        <w:t>:</w:t>
      </w:r>
      <w:r w:rsidR="00477F4F">
        <w:rPr>
          <w:rFonts w:hint="cs"/>
          <w:rtl/>
        </w:rPr>
        <w:t xml:space="preserve"> محمّد وعون ] مع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C13B13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</w:t>
      </w:r>
      <w:r w:rsidRPr="00C13B13">
        <w:rPr>
          <w:rFonts w:hint="cs"/>
          <w:rtl/>
        </w:rPr>
        <w:t xml:space="preserve"> قال الشيخ المفيد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فخرجت اُمّ لقمان بنت عقيل بن أبي طالب (رحمة الله عليهم)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حين سمعت نعي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Pr="00C13B13">
        <w:rPr>
          <w:rFonts w:hint="cs"/>
          <w:rtl/>
        </w:rPr>
        <w:t xml:space="preserve"> حاسرة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ومعها أخواتها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اُمّ هانئ وأسماء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ورملة وزينب بنات عقيل بن أبي طالب (رحمة الله عليهم)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تبكي قتلاها بالطفّ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وهي تقول الإرشاد / 248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ورواها السّبط في تذكرته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عن الواقدي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عن زينب بنت عقيل / 267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Default="00477F4F" w:rsidP="00C13B13">
      <w:pPr>
        <w:pStyle w:val="libFootnote"/>
        <w:rPr>
          <w:rtl/>
        </w:rPr>
      </w:pPr>
      <w:r w:rsidRPr="00301744">
        <w:rPr>
          <w:rFonts w:hint="cs"/>
          <w:rtl/>
        </w:rPr>
        <w:t>(2) وروى الطبري</w:t>
      </w:r>
      <w:r w:rsidR="00891061">
        <w:rPr>
          <w:rFonts w:hint="cs"/>
          <w:rtl/>
        </w:rPr>
        <w:t>:</w:t>
      </w:r>
      <w:r w:rsidRPr="00301744">
        <w:rPr>
          <w:rFonts w:hint="cs"/>
          <w:rtl/>
        </w:rPr>
        <w:t xml:space="preserve"> الأبيات عن عمّار الدّهني عن الإمام الباقر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C13B13">
        <w:rPr>
          <w:rStyle w:val="libFootnoteBoldChar"/>
          <w:rFonts w:hint="cs"/>
          <w:rtl/>
        </w:rPr>
        <w:t xml:space="preserve"> فجهّزهم وحملهم إلى المدينة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فلمّا دخلوها خرجت امرأة من بني عبد المطلب ناشرةً شعرها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واضعةً كمّها على رأسها تتلقّاهم وهي تبكي</w:t>
      </w:r>
      <w:r w:rsidR="00891061">
        <w:rPr>
          <w:rStyle w:val="libFootnoteBoldChar"/>
          <w:rFonts w:hint="cs"/>
          <w:rtl/>
        </w:rPr>
        <w:t>،</w:t>
      </w:r>
      <w:r w:rsidRPr="00C13B13">
        <w:rPr>
          <w:rStyle w:val="libFootnoteBoldChar"/>
          <w:rFonts w:hint="cs"/>
          <w:rtl/>
        </w:rPr>
        <w:t xml:space="preserve"> وتقول</w:t>
      </w:r>
      <w:r w:rsidR="00891061">
        <w:rPr>
          <w:rStyle w:val="libFootnoteBoldChar"/>
          <w:rFonts w:hint="cs"/>
          <w:rtl/>
        </w:rPr>
        <w:t>:</w:t>
      </w:r>
      <w:r w:rsidRPr="00C13B13">
        <w:rPr>
          <w:rStyle w:val="libFootnoteBoldChar"/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»</w:t>
      </w:r>
      <w:r w:rsidRPr="007745E6">
        <w:rPr>
          <w:rStyle w:val="libBold2Char"/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ماذا تقولون ان قال النّبيّ 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ما ذا فعلتم وأنتم آخر الأمم!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بعترتي وبأهلي بعد مفتقدي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منهم أسارى ومنهم ضرجوا 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ما كان هذا جزائي إذ نصحت 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أن تخلفوني بسوء في ذوي رحمي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Pr="00C13B13" w:rsidRDefault="005D2685" w:rsidP="00301744">
      <w:pPr>
        <w:pStyle w:val="libFootnote"/>
        <w:rPr>
          <w:rtl/>
        </w:rPr>
      </w:pPr>
      <w:r w:rsidRPr="00301744">
        <w:rPr>
          <w:rFonts w:hint="cs"/>
          <w:rtl/>
        </w:rPr>
        <w:t xml:space="preserve"> </w:t>
      </w:r>
      <w:r w:rsidR="00477F4F" w:rsidRPr="00301744">
        <w:rPr>
          <w:rFonts w:hint="cs"/>
          <w:rtl/>
        </w:rPr>
        <w:t>(3)</w:t>
      </w:r>
      <w:r w:rsidR="00477F4F" w:rsidRPr="00C13B13">
        <w:rPr>
          <w:rFonts w:hint="cs"/>
          <w:rtl/>
        </w:rPr>
        <w:t xml:space="preserve"> هو الذي روى خبر حليمة السّعديّة 2 / 158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وفي سنة </w:t>
      </w:r>
      <w:r w:rsidR="0004730E">
        <w:rPr>
          <w:rFonts w:hint="cs"/>
          <w:rtl/>
        </w:rPr>
        <w:t>(</w:t>
      </w:r>
      <w:r w:rsidR="00477F4F" w:rsidRPr="00C13B13">
        <w:rPr>
          <w:rFonts w:hint="cs"/>
          <w:rtl/>
        </w:rPr>
        <w:t>8 هـ</w:t>
      </w:r>
      <w:r w:rsidR="0004730E">
        <w:rPr>
          <w:rFonts w:hint="cs"/>
          <w:rtl/>
        </w:rPr>
        <w:t>)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حيث رجع الباقون من غزوة مؤتة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طلبه رسول الله </w:t>
      </w:r>
      <w:r w:rsidR="0035755E" w:rsidRPr="0035755E">
        <w:rPr>
          <w:rStyle w:val="libAlaemChar"/>
          <w:rFonts w:hint="cs"/>
          <w:rtl/>
        </w:rPr>
        <w:t>صلى‌الله‌عليه‌وآله</w:t>
      </w:r>
      <w:r w:rsidR="00477F4F" w:rsidRPr="00C13B13">
        <w:rPr>
          <w:rFonts w:hint="cs"/>
          <w:rtl/>
        </w:rPr>
        <w:t xml:space="preserve"> فأخذه وحمله على يديه 3 / 42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وهوالذي أشار على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477F4F" w:rsidRPr="00C13B13">
        <w:rPr>
          <w:rFonts w:hint="cs"/>
          <w:rtl/>
        </w:rPr>
        <w:t xml:space="preserve"> بعزل قيس بن سعد عن مصر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وتولية أخيه من اُمّه محمّد بن أبي بكر عليه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ففعل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477F4F" w:rsidRPr="00C13B13">
        <w:rPr>
          <w:rFonts w:hint="cs"/>
          <w:rtl/>
        </w:rPr>
        <w:t xml:space="preserve"> 4 / 36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وكان مع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477F4F" w:rsidRPr="00C13B13">
        <w:rPr>
          <w:rFonts w:hint="cs"/>
          <w:rtl/>
        </w:rPr>
        <w:t xml:space="preserve"> بصفّين 5 / 61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وتولّى تجهيز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477F4F" w:rsidRPr="00C13B13">
        <w:rPr>
          <w:rFonts w:hint="cs"/>
          <w:rtl/>
        </w:rPr>
        <w:t xml:space="preserve"> ودفنه مع الحسن والحسين </w:t>
      </w:r>
      <w:r w:rsidR="0035755E" w:rsidRPr="0035755E">
        <w:rPr>
          <w:rStyle w:val="libAlaemChar"/>
          <w:rFonts w:hint="cs"/>
          <w:rtl/>
        </w:rPr>
        <w:t>عليهما‌السلام</w:t>
      </w:r>
      <w:r w:rsidR="00891061">
        <w:rPr>
          <w:rFonts w:hint="cs"/>
          <w:rtl/>
        </w:rPr>
        <w:t>،</w:t>
      </w:r>
      <w:r w:rsidR="00477F4F" w:rsidRPr="00C13B13">
        <w:rPr>
          <w:rFonts w:hint="cs"/>
          <w:rtl/>
        </w:rPr>
        <w:t xml:space="preserve"> ثمّ عاد معهم إلى المدينة 5 / 165</w:t>
      </w:r>
      <w:r w:rsidR="00891061">
        <w:rPr>
          <w:rFonts w:hint="cs"/>
          <w:rtl/>
        </w:rPr>
        <w:t>.</w:t>
      </w:r>
      <w:r w:rsidR="00477F4F" w:rsidRPr="00C13B13">
        <w:rPr>
          <w:rFonts w:hint="cs"/>
          <w:rtl/>
        </w:rPr>
        <w:t xml:space="preserve"> </w:t>
      </w:r>
    </w:p>
    <w:p w:rsidR="00477F4F" w:rsidRPr="00C13B13" w:rsidRDefault="00477F4F" w:rsidP="00301744">
      <w:pPr>
        <w:pStyle w:val="libFootnote"/>
        <w:rPr>
          <w:rtl/>
        </w:rPr>
      </w:pPr>
      <w:r w:rsidRPr="00C13B13">
        <w:rPr>
          <w:rFonts w:hint="cs"/>
          <w:rtl/>
        </w:rPr>
        <w:t>وقد مضت ترجمته في كتابه</w:t>
      </w:r>
      <w:r w:rsidR="00891061">
        <w:rPr>
          <w:rFonts w:hint="cs"/>
          <w:rtl/>
        </w:rPr>
        <w:t>،</w:t>
      </w:r>
      <w:r w:rsidRPr="00C13B13">
        <w:rPr>
          <w:rFonts w:hint="cs"/>
          <w:rtl/>
        </w:rPr>
        <w:t xml:space="preserve"> مع ولديه</w:t>
      </w:r>
      <w:r w:rsidR="00891061">
        <w:rPr>
          <w:rFonts w:hint="cs"/>
          <w:rtl/>
        </w:rPr>
        <w:t>:</w:t>
      </w:r>
      <w:r w:rsidRPr="00C13B13">
        <w:rPr>
          <w:rFonts w:hint="cs"/>
          <w:rtl/>
        </w:rPr>
        <w:t xml:space="preserve"> محمّد وعون من مكّة إلى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.</w:t>
      </w:r>
      <w:r w:rsidRPr="00C13B13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دخل عليه النّاس يعزّونه [ فـ ] أقبل على جلسائه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 xml:space="preserve">الحمد لله عزّ وجلّ على مصرع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إنْ لا تكن آستْ حسيناً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يديّ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آساه ولديّ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لوشهدته لا حببت أنْ لا أفارقه حتّى أُقتل 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أنّه لممّا يسخّي بنفسي عنهما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ويهوّن عليّ المصاب بهما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أنّهما أُصيبا مع أخي وابن عمّي مواسيين 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صابرين معه</w:t>
      </w: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و</w:t>
      </w:r>
      <w:r w:rsidRPr="007745E6">
        <w:rPr>
          <w:rStyle w:val="libFootnotenumChar"/>
          <w:rFonts w:hint="cs"/>
          <w:rtl/>
        </w:rPr>
        <w:t>(2)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301744">
      <w:pPr>
        <w:pStyle w:val="libFootnote"/>
        <w:rPr>
          <w:rtl/>
        </w:rPr>
      </w:pPr>
      <w:r w:rsidRPr="007745E6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عن سليمان بن أبي راشد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عبد الرحمن بن عبيد أبي الكنود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5 / 466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 w:rsidRPr="007745E6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 xml:space="preserve"> قال هشام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عوانة بن الحكم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لمّا قتل عبيد الله بن زياد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دعا عبد الملك بن أبي الحارث السّلمي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انطلق حتّى تقدم المدينة على عمروبن سعيد بن العاص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وكان يومئذٍ أمير المدينة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فبشّره بقتل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ولا يسبقك الخبر ولا تعتلّ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وإنْ قامت بك راحتلك فاشتر راحلة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وأعطاه دنانير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قال عبد الملك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فقدمت المدينة فدخلت على عمروبن سعيد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وراك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فقلت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ما سرّ الأمير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قُتل الحسين بن علي </w:t>
      </w:r>
      <w:r w:rsidR="0035755E" w:rsidRPr="0035755E">
        <w:rPr>
          <w:rStyle w:val="libAlaemChar"/>
          <w:rFonts w:hint="cs"/>
          <w:rtl/>
        </w:rPr>
        <w:t>عليه‌السلام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نادِ بقتله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فناديت بقتله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 xml:space="preserve">فلمْ اسمع واعية قطّ مثل واعية نساء بني هاشم في دورهنّ على الحسين [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فـ ]</w:t>
      </w:r>
      <w:r w:rsidR="005D2685">
        <w:rPr>
          <w:rFonts w:hint="cs"/>
          <w:rtl/>
        </w:rPr>
        <w:t xml:space="preserve"> -</w:t>
      </w:r>
      <w:r>
        <w:rPr>
          <w:rFonts w:hint="cs"/>
          <w:rtl/>
        </w:rPr>
        <w:t>ضحك عمروبن سعيد [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و]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عجّت نساء بني زياد عجّة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كعجيج نسوتنا غداة الارنب</w:t>
            </w:r>
            <w:r w:rsidRPr="00A04DDF">
              <w:rPr>
                <w:rFonts w:hint="cs"/>
                <w:rtl/>
              </w:rPr>
              <w:t xml:space="preserve"> </w:t>
            </w:r>
            <w:r>
              <w:rPr>
                <w:rStyle w:val="libFootnotenumChar"/>
                <w:rFonts w:hint="cs"/>
                <w:rtl/>
              </w:rPr>
              <w:t>(</w:t>
            </w:r>
            <w:r w:rsidRPr="00D06A87">
              <w:rPr>
                <w:rStyle w:val="libFootnotenumChar"/>
                <w:rFonts w:hint="cs"/>
                <w:rtl/>
              </w:rPr>
              <w:t>*</w:t>
            </w:r>
            <w:r>
              <w:rPr>
                <w:rStyle w:val="libFootnotenumChar"/>
                <w:rFonts w:hint="cs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ثمّ قال عمرو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هذه واعية بواعية عثمان بن عفّان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ثمّ صعد المنبر فأعلم النّاس قتله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ورواه المفيد في الإرشاد / 247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5D2685">
      <w:pPr>
        <w:pStyle w:val="libFootnote"/>
        <w:rPr>
          <w:rtl/>
        </w:rPr>
      </w:pPr>
      <w:r>
        <w:rPr>
          <w:rFonts w:hint="cs"/>
          <w:rtl/>
        </w:rPr>
        <w:t>(</w:t>
      </w:r>
      <w:r w:rsidRPr="005D2685">
        <w:rPr>
          <w:rStyle w:val="libFootnoteAlaemChar"/>
          <w:rFonts w:hint="cs"/>
          <w:rtl/>
        </w:rPr>
        <w:t>*</w:t>
      </w:r>
      <w:r>
        <w:rPr>
          <w:rFonts w:hint="cs"/>
          <w:rtl/>
        </w:rPr>
        <w:t>) البيت لعمر بن معد يكرب الزبيدي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وكانت لهم وقعة على بنى زياد انتقاماً منهم لوقعة لهم على بني زبيد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ورواها السّبط مختصراً / 266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وذُكر عن الشعبي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أنّ مروان بن الحكم كان بالمدينة فأخذ الرأس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وتركه بين يديه وتناول أرنبة أنفه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67151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يا حبذا بردك في 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ولونك الاحمر في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لكأنّي أنظر إلى أيّام عثمان</w:t>
      </w:r>
      <w:r w:rsidR="00891061">
        <w:rPr>
          <w:rFonts w:hint="cs"/>
          <w:rtl/>
        </w:rPr>
        <w:t>.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وقال ابن أبي الحديد في شرحه لنهج البلاغة 4 / 72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والصحيح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أنّ عبيد الله بن زياد كتب إلى عمروبن سعيد بن العاص يبشّره بقتل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فقرأ كتابه على المنبر وأنشد الرجز المذكور وأومى إلى القبر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يوم بيوم بدر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فأنكر عليه قوم من الأنصار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ذكر ذلك أبوعبيدة في كتاب المثالب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Pr="00477F4F" w:rsidRDefault="00CA2C7E" w:rsidP="005D2685">
      <w:pPr>
        <w:pStyle w:val="libNormal"/>
        <w:rPr>
          <w:rtl/>
        </w:rPr>
      </w:pPr>
      <w:r>
        <w:rPr>
          <w:rFonts w:hint="cs"/>
          <w:rtl/>
        </w:rPr>
        <w:lastRenderedPageBreak/>
        <w:t>.........</w:t>
      </w:r>
      <w:r w:rsidR="005D2685">
        <w:rPr>
          <w:rFonts w:hint="cs"/>
          <w:rtl/>
        </w:rPr>
        <w:t>.........</w:t>
      </w:r>
      <w:r>
        <w:rPr>
          <w:rFonts w:hint="cs"/>
          <w:rtl/>
        </w:rPr>
        <w:t>......</w:t>
      </w:r>
      <w:r w:rsidR="005D2685">
        <w:rPr>
          <w:rFonts w:hint="cs"/>
          <w:rtl/>
        </w:rPr>
        <w:t>................................</w:t>
      </w:r>
      <w:r>
        <w:rPr>
          <w:rFonts w:hint="cs"/>
          <w:rtl/>
        </w:rPr>
        <w:t>...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قال هشام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عن عوانة قال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قال عبيد الله بن زياد لعمر بن سعد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يا عمر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أين الكتاب الذي كتبتُ به إليك في قتل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؟</w:t>
      </w:r>
    </w:p>
    <w:p w:rsidR="00477F4F" w:rsidRDefault="00477F4F" w:rsidP="005D2685">
      <w:pPr>
        <w:pStyle w:val="libFootnote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مضيتُ لأمرك وضاع الكتاب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لتجيئنّ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ضاع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لتجيئني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تُرك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يُقرأ على عجائز قريش اعتذاراً إليهن بالمدينة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أمّا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لقد نصحتك في حسين نصيحة (</w:t>
      </w:r>
      <w:r w:rsidRPr="005D2685">
        <w:rPr>
          <w:rStyle w:val="libFootnoteAlaemChar"/>
          <w:rFonts w:hint="cs"/>
          <w:rtl/>
        </w:rPr>
        <w:t>*</w:t>
      </w:r>
      <w:r>
        <w:rPr>
          <w:rFonts w:hint="cs"/>
          <w:rtl/>
        </w:rPr>
        <w:t>) لو نصحتها أبي سعد بن أبي وقاص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كنت قد أدّيت حقّه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قال عثمان بن زياد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أخوعبيد الله</w:t>
      </w:r>
      <w:r w:rsidR="007745E6">
        <w:rPr>
          <w:rFonts w:hint="cs"/>
          <w:rtl/>
        </w:rPr>
        <w:t xml:space="preserve"> -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صدق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لوددت أنّه ليس من بني زياد رجل إلاّ وفي أنفه خزامة إلى يوم القيامة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وأنّ حسيناً لمْ يُقتل</w:t>
      </w:r>
      <w:r w:rsidR="00891061">
        <w:rPr>
          <w:rFonts w:hint="cs"/>
          <w:rtl/>
        </w:rPr>
        <w:t>.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قال هشام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حدّثني عمروبن حيزوم الكلبي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أبيه أنّه سمع منادياً ينادي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يقول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أيّها القاتلون جهلاً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اأبشروا بالعذاب والتنكيل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كل أهل السّماء يدعوا عليكم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من نبيّ وملاك وقبيل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قد لعنتم على لسان ابن داو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D2685">
            <w:pPr>
              <w:pStyle w:val="libPoemFootnote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Footnote"/>
            </w:pPr>
            <w:r>
              <w:rPr>
                <w:rFonts w:hint="cs"/>
                <w:rtl/>
              </w:rPr>
              <w:t>دوموسى وحامل الانجيل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وروى الخبر المفيد في الإرشاد / 248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والسّبط في تذكرته / 270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 النّجف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Default="00477F4F" w:rsidP="005D2685">
      <w:pPr>
        <w:pStyle w:val="libFootnote"/>
        <w:rPr>
          <w:rtl/>
        </w:rPr>
      </w:pPr>
      <w:r>
        <w:rPr>
          <w:rFonts w:hint="cs"/>
          <w:rtl/>
        </w:rPr>
        <w:t>(</w:t>
      </w:r>
      <w:r w:rsidRPr="005D2685">
        <w:rPr>
          <w:rStyle w:val="libFootnoteAlaemChar"/>
          <w:rFonts w:hint="cs"/>
          <w:rtl/>
        </w:rPr>
        <w:t>*</w:t>
      </w:r>
      <w:r>
        <w:rPr>
          <w:rFonts w:hint="cs"/>
          <w:rtl/>
        </w:rPr>
        <w:t>) المقصود بالنّصيحة هنا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هو: النّصح بمعنى الإخلاص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لا الإرشاد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p w:rsidR="00477F4F" w:rsidRDefault="00477F4F" w:rsidP="00301744">
      <w:pPr>
        <w:pStyle w:val="Heading2"/>
        <w:rPr>
          <w:rtl/>
        </w:rPr>
      </w:pPr>
      <w:bookmarkStart w:id="226" w:name="68"/>
      <w:bookmarkStart w:id="227" w:name="_Toc372371046"/>
      <w:r>
        <w:rPr>
          <w:rFonts w:hint="cs"/>
          <w:rtl/>
        </w:rPr>
        <w:lastRenderedPageBreak/>
        <w:t xml:space="preserve">[ أوّل زائر للحسين </w:t>
      </w:r>
      <w:r w:rsidR="0035755E" w:rsidRPr="00CA2C7E">
        <w:rPr>
          <w:rStyle w:val="libAlaemHeading2Char"/>
          <w:rFonts w:hint="cs"/>
          <w:rtl/>
        </w:rPr>
        <w:t>عليه‌السلام</w:t>
      </w:r>
      <w:r>
        <w:rPr>
          <w:rFonts w:hint="cs"/>
          <w:rtl/>
        </w:rPr>
        <w:t xml:space="preserve"> من أهل الكوفة ]</w:t>
      </w:r>
      <w:bookmarkEnd w:id="226"/>
      <w:bookmarkEnd w:id="227"/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[ ثمّ ] إنّ عبيد الله بن زياد تفقّد أشراف أهل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يرَ عبيد الله بن الحرّ [ الجُعفي ]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جاءه بعد أيّام حتّى دخل عليه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أين كنت يابن الحرّ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كنت مريضاً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مريض القلب ومريض البدن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أمّا قلبي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فلمْ يمرض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وأمّا بدني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 منّ الله عليّ بالعافية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له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كذبت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ولكنّك كنت مع عدوّنا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لو كنت مع عدوّك لرُئي مكاني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وما كان مثل مكاني يُخفى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وغفل عنه ابن زياد غفلةً فخرج ابن الحرّ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فقعد على فرسه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فقال ابن زياد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أين ابن الحرّ</w:t>
      </w:r>
      <w:r w:rsidR="00891061">
        <w:rPr>
          <w:rFonts w:hint="cs"/>
          <w:rtl/>
        </w:rPr>
        <w:t>؟</w:t>
      </w:r>
      <w:r>
        <w:rPr>
          <w:rFonts w:hint="cs"/>
          <w:rtl/>
        </w:rPr>
        <w:t xml:space="preserve"> قالوا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خرج السّاعة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عليّ به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فاحضرته الشرطة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فقالوا له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أجب الأمير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فدفع فرسه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أبلغوه أنّي لا آتيه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طائعاً أبداً</w:t>
      </w:r>
      <w:r w:rsidR="00891061">
        <w:rPr>
          <w:rFonts w:hint="cs"/>
          <w:rtl/>
        </w:rPr>
        <w:t>.</w:t>
      </w:r>
    </w:p>
    <w:p w:rsidR="00477F4F" w:rsidRDefault="00477F4F" w:rsidP="00477F4F">
      <w:pPr>
        <w:pStyle w:val="libNormal"/>
        <w:rPr>
          <w:rtl/>
        </w:rPr>
      </w:pPr>
      <w:r>
        <w:rPr>
          <w:rFonts w:hint="cs"/>
          <w:rtl/>
        </w:rPr>
        <w:t>ثمّ خرج حتّى أتى كربلاء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 في ذلك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يقول أمير غادر وابن غادر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ألا كنت قاتلت الشهيد ابن فاطمة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فياندمي أن لا اكون نصرته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ألا كلّ نفس لا تسدّد نادمة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وإنيّ لانيّ لم اكن من حماته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لذوحسرة ما إن تفارق لازمة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سقى الله ارواح الذين تأزّروا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على نصره، سقياً من الغيث دائمة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وقفت على اجداثهم ومجالهم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فكاد الحشا ينقضّ والعين ساجمة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لمري لقد كانوا مصاليت في الوغى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67151">
            <w:pPr>
              <w:pStyle w:val="libPoem"/>
            </w:pPr>
            <w:r>
              <w:rPr>
                <w:rFonts w:hint="cs"/>
                <w:rtl/>
              </w:rPr>
              <w:t>سراعاً إلى الهيجا، حماةً ضراغة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477F4F" w:rsidP="00477F4F">
      <w:pPr>
        <w:pStyle w:val="libNormal"/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880" w:type="pct"/>
        <w:tblInd w:w="108" w:type="dxa"/>
        <w:tblLook w:val="04A0"/>
      </w:tblPr>
      <w:tblGrid>
        <w:gridCol w:w="3827"/>
        <w:gridCol w:w="268"/>
        <w:gridCol w:w="3310"/>
      </w:tblGrid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lastRenderedPageBreak/>
              <w:t>فان يقتلوا فكل نفس تقيةٍ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على الأرض قد اضحت لذلك واجمة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وما إن رأى الرّاؤون أفضل منهم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لدى الموت سادات وزهرا قماقمة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أتقتلهم ظلماً وترجو ودادنا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فدع خطّة ليست لنا بملائمة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لعمري لقد راغمتمونا بقتلهم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فكم ناقم منّا عليكم وناقمة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أهمّ مراراً أن أسير بجحفل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إلى فئة زاغت عن الحقّ ظالمة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2685" w:rsidTr="005D2685">
        <w:trPr>
          <w:trHeight w:val="350"/>
        </w:trPr>
        <w:tc>
          <w:tcPr>
            <w:tcW w:w="3827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>فكفّوا وإلا ذدتكم في كتائب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D2685" w:rsidRDefault="005D2685" w:rsidP="00567151">
            <w:pPr>
              <w:pStyle w:val="libPoem"/>
              <w:rPr>
                <w:rtl/>
              </w:rPr>
            </w:pPr>
          </w:p>
        </w:tc>
        <w:tc>
          <w:tcPr>
            <w:tcW w:w="3310" w:type="dxa"/>
          </w:tcPr>
          <w:p w:rsidR="005D2685" w:rsidRDefault="005D2685" w:rsidP="005D2685">
            <w:pPr>
              <w:pStyle w:val="libPoem"/>
            </w:pPr>
            <w:r>
              <w:rPr>
                <w:rFonts w:hint="cs"/>
                <w:rtl/>
              </w:rPr>
              <w:t xml:space="preserve">اشدّ عليكم من زحوف الديالمة </w:t>
            </w:r>
            <w:r w:rsidRPr="00D06A87">
              <w:rPr>
                <w:rStyle w:val="libFootnotenumChar"/>
                <w:rFonts w:hint="cs"/>
                <w:rtl/>
              </w:rPr>
              <w:t>(1)</w:t>
            </w:r>
            <w:r w:rsidRPr="005D2685">
              <w:rPr>
                <w:rStyle w:val="libFootnotenumChar"/>
                <w:rFonts w:hint="cs"/>
                <w:rtl/>
              </w:rPr>
              <w:t>و</w:t>
            </w:r>
            <w:r w:rsidRPr="00D06A8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77F4F" w:rsidRDefault="007745E6" w:rsidP="007745E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7F4F" w:rsidRPr="00301744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(1) حدّثني عبد الرحمن بن جندب الأزدي</w:t>
      </w:r>
      <w:r w:rsidR="00891061">
        <w:rPr>
          <w:rFonts w:hint="cs"/>
          <w:rtl/>
        </w:rPr>
        <w:t>،</w:t>
      </w:r>
      <w:r w:rsidRPr="00301744">
        <w:rPr>
          <w:rFonts w:hint="cs"/>
          <w:rtl/>
        </w:rPr>
        <w:t xml:space="preserve"> قال 5 / 469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 w:rsidRPr="00301744">
        <w:rPr>
          <w:rFonts w:hint="cs"/>
          <w:rtl/>
        </w:rPr>
        <w:t>(2) وإنّما كان يُضرب المثل بالدّيالمة لشدّة بطشهم في حروب المقاومة بعد سقوط السّاسانيّين</w:t>
      </w:r>
      <w:r w:rsidR="00891061">
        <w:rPr>
          <w:rFonts w:hint="cs"/>
          <w:rtl/>
        </w:rPr>
        <w:t>.</w:t>
      </w:r>
      <w:r w:rsidRPr="00301744">
        <w:rPr>
          <w:rFonts w:hint="cs"/>
          <w:rtl/>
        </w:rPr>
        <w:t xml:space="preserve"> وكان ابن</w:t>
      </w:r>
      <w:r>
        <w:rPr>
          <w:rFonts w:hint="cs"/>
          <w:rtl/>
        </w:rPr>
        <w:t xml:space="preserve"> الحرّ من شيعة عثمان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فلمّا قُتل خرج من الكوفة إلى معاوية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ولمّ يزل معه حتّى قُتل علي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5 / 128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فقدم الكوفة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وكان عند أخذ حجر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يتمنّى لوساعده عشرة وخمسة</w:t>
      </w:r>
      <w:r w:rsidR="00891061">
        <w:rPr>
          <w:rFonts w:hint="cs"/>
          <w:rtl/>
        </w:rPr>
        <w:t>؛</w:t>
      </w:r>
      <w:r>
        <w:rPr>
          <w:rFonts w:hint="cs"/>
          <w:rtl/>
        </w:rPr>
        <w:t xml:space="preserve"> ليستنقذ بهم حجراً وأصحابه 5 / 271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ودعاه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الخروج معه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والله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ما خرجت من الكوفة إلاّ كراهة أنْ تدخلها وأنا بها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1061">
        <w:rPr>
          <w:rStyle w:val="libFootnoteBoldChar"/>
          <w:rFonts w:hint="cs"/>
          <w:rtl/>
        </w:rPr>
        <w:t>«</w:t>
      </w:r>
      <w:r w:rsidRPr="00301744">
        <w:rPr>
          <w:rStyle w:val="libFootnoteBoldChar"/>
          <w:rFonts w:hint="cs"/>
          <w:rtl/>
        </w:rPr>
        <w:t xml:space="preserve"> فإنْ لا تنصرنا</w:t>
      </w:r>
      <w:r w:rsidR="00891061">
        <w:rPr>
          <w:rStyle w:val="libFootnoteBoldChar"/>
          <w:rFonts w:hint="cs"/>
          <w:rtl/>
        </w:rPr>
        <w:t>،</w:t>
      </w:r>
      <w:r w:rsidRPr="00301744">
        <w:rPr>
          <w:rStyle w:val="libFootnoteBoldChar"/>
          <w:rFonts w:hint="cs"/>
          <w:rtl/>
        </w:rPr>
        <w:t xml:space="preserve"> فاتّقِ الله أنْ تكون ممّن يُقاتلنا</w:t>
      </w:r>
      <w:r w:rsidR="00891061">
        <w:rPr>
          <w:rStyle w:val="libFootnoteBoldChar"/>
          <w:rFonts w:hint="cs"/>
          <w:rtl/>
        </w:rPr>
        <w:t>،</w:t>
      </w:r>
      <w:r w:rsidRPr="00301744">
        <w:rPr>
          <w:rStyle w:val="libFootnoteBoldChar"/>
          <w:rFonts w:hint="cs"/>
          <w:rtl/>
        </w:rPr>
        <w:t xml:space="preserve"> فوالله</w:t>
      </w:r>
      <w:r w:rsidR="00891061">
        <w:rPr>
          <w:rStyle w:val="libFootnoteBoldChar"/>
          <w:rFonts w:hint="cs"/>
          <w:rtl/>
        </w:rPr>
        <w:t>،</w:t>
      </w:r>
      <w:r w:rsidRPr="00301744">
        <w:rPr>
          <w:rStyle w:val="libFootnoteBoldChar"/>
          <w:rFonts w:hint="cs"/>
          <w:rtl/>
        </w:rPr>
        <w:t xml:space="preserve"> لا يسمع واعيتنا أحد ثمّ لا ينصرنا إلاّ هلك </w:t>
      </w:r>
      <w:r w:rsidR="00891061">
        <w:rPr>
          <w:rStyle w:val="libFootnoteBoldChar"/>
          <w:rFonts w:hint="cs"/>
          <w:rtl/>
        </w:rPr>
        <w:t>»</w:t>
      </w:r>
      <w:r w:rsidRPr="007745E6">
        <w:rPr>
          <w:rStyle w:val="libBold2Char"/>
          <w:rFonts w:hint="cs"/>
          <w:rtl/>
        </w:rPr>
        <w:t xml:space="preserve"> </w:t>
      </w:r>
      <w:r>
        <w:rPr>
          <w:rFonts w:hint="cs"/>
          <w:rtl/>
        </w:rPr>
        <w:t>5 / 407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فلمّا مات يزيد وهرب ابن زياد وثار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خرج في سبعمئة فارس إلى المدائن فكان يأخذ الأموال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فحبس المختار امرأته بالكوفة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لأقتلنّ أصحابه 5 / 129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فلحق ابن الحرّ بمصعب بن الزبير وحارب المختار 5 / 105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وهوالذي أشار على مصعب بعد قتل المختار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بقتل الموالي من أصحابه وترك العرب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ففعل 5 / 116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خافه مصعب على نفسه فحبسه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فشفع فيه قوم من مذحج فأطلقه فخرج عليه 5 / 131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ثمّ لحق بعبدالملك بن مروان فأرجعه إلى الكوفة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وعليها عامل ابن الزبير فحاربه حتّى قتله سنة </w:t>
      </w:r>
      <w:r w:rsidR="0004730E">
        <w:rPr>
          <w:rFonts w:hint="cs"/>
          <w:rtl/>
        </w:rPr>
        <w:t>(</w:t>
      </w:r>
      <w:r>
        <w:rPr>
          <w:rFonts w:hint="cs"/>
          <w:rtl/>
        </w:rPr>
        <w:t>68 هـ</w:t>
      </w:r>
      <w:r w:rsidR="0004730E">
        <w:rPr>
          <w:rFonts w:hint="cs"/>
          <w:rtl/>
        </w:rPr>
        <w:t>)</w:t>
      </w:r>
      <w:r>
        <w:rPr>
          <w:rFonts w:hint="cs"/>
          <w:rtl/>
        </w:rPr>
        <w:t xml:space="preserve"> 5 / 135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 xml:space="preserve">وقد سبقت ترجمته عند ذكر خبر ملاقاته الإمام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له في قصر بني مقاتل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في الطريق إلى كربلاء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خاتمة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477F4F" w:rsidRDefault="00477F4F" w:rsidP="00301744">
      <w:pPr>
        <w:pStyle w:val="libFootnote"/>
        <w:rPr>
          <w:rtl/>
        </w:rPr>
      </w:pPr>
      <w:r>
        <w:rPr>
          <w:rFonts w:hint="cs"/>
          <w:rtl/>
        </w:rPr>
        <w:t>برحمته تعإلى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ذكره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انتهت أخبار الإمام الحسين </w:t>
      </w:r>
      <w:r w:rsidR="0035755E" w:rsidRPr="0035755E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الموجودة في تاريخ الطبري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هشام الكلبي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أبي مِخْنَف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عن رواته ومحدّثيه مع تحقيقها والتعليق عليها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واتّفق أنْ جعلنا المصدر الأوّل للتعليق</w:t>
      </w:r>
      <w:r w:rsidR="00891061">
        <w:rPr>
          <w:rFonts w:hint="cs"/>
          <w:rtl/>
        </w:rPr>
        <w:t>:</w:t>
      </w:r>
      <w:r>
        <w:rPr>
          <w:rFonts w:hint="cs"/>
          <w:rtl/>
        </w:rPr>
        <w:t xml:space="preserve"> تاريخ الطبري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أيضاً</w:t>
      </w:r>
      <w:r w:rsidR="007745E6">
        <w:rPr>
          <w:rFonts w:hint="cs"/>
          <w:rtl/>
        </w:rPr>
        <w:t xml:space="preserve"> - </w:t>
      </w:r>
      <w:r>
        <w:rPr>
          <w:rFonts w:hint="cs"/>
          <w:rtl/>
        </w:rPr>
        <w:t>إلاً ما لمْ نجده فيه</w:t>
      </w:r>
      <w:r w:rsidR="00891061">
        <w:rPr>
          <w:rFonts w:hint="cs"/>
          <w:rtl/>
        </w:rPr>
        <w:t>،</w:t>
      </w:r>
      <w:r>
        <w:rPr>
          <w:rFonts w:hint="cs"/>
          <w:rtl/>
        </w:rPr>
        <w:t xml:space="preserve"> والحمد لله ربِّ العالمين</w:t>
      </w:r>
      <w:r w:rsidR="0089106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70424E" w:rsidRDefault="0070424E" w:rsidP="0070424E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974121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70424E" w:rsidRDefault="00B05B1B" w:rsidP="00B05B1B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 w:rsidR="0070424E">
            <w:instrText xml:space="preserve"> TOC \o "1-3" \h \z \u </w:instrText>
          </w:r>
          <w:r>
            <w:fldChar w:fldCharType="separate"/>
          </w:r>
          <w:hyperlink w:anchor="_Toc37237088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تقديم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Toc372370886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8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كربلاء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Toc372370887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8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أبو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مِخْنف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Toc372370888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8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ما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يرويه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الطبري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آل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أبي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مِخْنف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Toc372370889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ما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يرويه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نصر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مزاحم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المنقري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آل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أبي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مِخْنف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مصنّفاته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ذكر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الشيخ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النّجاشي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المصنّفات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مذهبه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ووثاقته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هشام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الكلبي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هذا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المتداول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الأخطاء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الفاحشة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هذا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المتداول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أسناد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أبي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مِخْنف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الأولى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89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الثانية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Toc372370899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الثالثة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الرابعة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الخامسة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السّادسة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القائمة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الأولى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القائمة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الثانية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وواسطته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هذه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الأخبار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له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القائمة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الثالثة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القائمة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الرابعة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0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القائمة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الخامسة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Toc372370909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الرواة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الوسائط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وهم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تسع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وعشرون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شخصاً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5B1B" w:rsidRDefault="00B05B1B" w:rsidP="00B05B1B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القائمة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السّادسة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b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وصيّة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معاوية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هلاك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معاوية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كتاب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يزيد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الوليد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استشارة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مروان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رسول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البيعة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عند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الوليد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1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مسجد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Toc372370919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خروج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موقف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عبد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الله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عمر</w:t>
            </w:r>
            <w:r w:rsidR="00484115" w:rsidRPr="00B43A37">
              <w:rPr>
                <w:rStyle w:val="Hyperlink"/>
                <w:noProof/>
                <w:rtl/>
              </w:rPr>
              <w:t xml:space="preserve">: 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b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مكّة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طريقه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مكّة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عبد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الله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مطيع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العدوي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مكّة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كتب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أهل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الكوفة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جواب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سفر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2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كتاب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الطريق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Toc372370929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جواب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إليه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دخول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الكوفة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كُتب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أهل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البصرة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خطبة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بالبصرة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دخول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الكوفة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خطبة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عند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دخوله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الكوفة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انتقال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دار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المختار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دار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هاني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تجسّس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معقل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الشامي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5B1B" w:rsidRDefault="00B05B1B" w:rsidP="00B05B1B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مؤتمر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3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معقل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يدخل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Toc372370939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إحضار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هانئ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عند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هانئ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يُدعى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هانئ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عند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خطبة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القبض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هانئ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خروج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اجتماع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الأشراف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خروج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الأشراف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برايات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الأمان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للتخذيل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غربة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موقف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4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خطبة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غربة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Toc372370949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طلب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موقف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المختار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ولمّا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أصبح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خروج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محمّد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الأشعث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لقتال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خروج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لقتال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الأشعث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قصبات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النيران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والحجّارة،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والأمان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أسر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بحيلة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الأمان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وصيّة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الأشعث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القصر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5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وصيّة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عمر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Toc372370959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هانئ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عروة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مَن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بعدهما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5B1B" w:rsidRDefault="00B05B1B" w:rsidP="00B05B1B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حبس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المختار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بعث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الرؤوس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يزيد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خروج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مكّة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موقف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الزبير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محادثة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عبّاس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6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محادثة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عبّاس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ثانيةً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Toc372370969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محادثة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عمر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عبد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الرحمن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المخزومي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محادثة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الزبير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الأخيرة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موقف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عمرو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سعيد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الأشدق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منازل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الطريق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التنعيم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الصفاح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الحاجر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ماء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مياه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العرب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منزل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قبل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زرود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وهي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الخزيميّة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7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لحوق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زهير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القين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Toc372370979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الثعلبيّة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زبالة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بطن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العقبة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شراف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ذوحسم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البيضة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عذيب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الهجانات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قصر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مقاتل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نينوى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8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خروج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Toc372370989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كتاب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عمر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5B1B" w:rsidRDefault="00B05B1B" w:rsidP="00B05B1B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كتاب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جواب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لقاء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كتاب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عمر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ثانياً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كتاب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وجوابه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ثانياً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قدوم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شمر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بالكتاب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أمان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للعبّاس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وأخوته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زحف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سعد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حوادث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ليلة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عاشوراء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662A6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099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خطبة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ليلة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عاشوراء</w:t>
            </w:r>
            <w:r w:rsidR="00484115" w:rsidRPr="00B43A37">
              <w:rPr>
                <w:rStyle w:val="Hyperlink"/>
                <w:noProof/>
                <w:rtl/>
              </w:rPr>
              <w:t>: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Toc372370999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موقف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الهاشميّين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ليلة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عاشوراء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وأصحابه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ليلة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عاشوراء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صبيحة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يوم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عاشوراء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خطبة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-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الأولى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خطبة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زهير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القين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توبة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الحرّ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الرياحي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خطبة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الحرّ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يزيد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الرياحي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بدء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القتال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0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الحملة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الأولى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Toc372371009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كرامة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وهداية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مبأهلة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بُرير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ومقتله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الحملة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الثانية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مسلم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عوسجة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الحملة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الثالثة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حملات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أصحاب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ومبارزاتهم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الحملة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الرابعة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5B1B" w:rsidRDefault="00B05B1B" w:rsidP="00B05B1B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الاستعداد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لصلاة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الظهر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حبيب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مظاهر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1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الحرّ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يزيد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الرياحي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Toc372371019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صلاة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الظهر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زهير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القين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نافع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هلال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الجملي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الأخوان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الغفاريّان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الفتيان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الجابريّان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حنظلة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أسعد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الشبامي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 w:rsidP="0048411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عابس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أبي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شبيب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الشاكري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وشوذب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مولاه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مقتل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يزيد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أبي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الشعثاء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الكندي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سويد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الخثعمي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وبشير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الحضرمي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2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عليّ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الأكبر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Toc372371029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القاسم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العبّاس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علي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وأخوته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رضيع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ابنا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عبد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الله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جعفر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آل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عقيل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أبناء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علي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7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مصرع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Toc372371037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8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نهب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الخيام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Toc372371038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39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وطئ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الخيل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Toc372371039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40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حمل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عيال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الكوفة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Toc372371040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41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رأس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الامام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عند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Toc372371041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42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السّبايا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مجلس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زياد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Toc372371042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05B1B" w:rsidRDefault="00B05B1B" w:rsidP="00B05B1B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43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موقف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عبد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الله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بن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عفيف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Toc372371043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44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الرؤوس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والسّبايا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إلى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الشام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Toc372371044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45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أهل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البيت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في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Toc372371045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84115" w:rsidRDefault="0096266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371046" w:history="1">
            <w:r w:rsidR="00484115" w:rsidRPr="00B43A37">
              <w:rPr>
                <w:rStyle w:val="Hyperlink"/>
                <w:rFonts w:hint="eastAsia"/>
                <w:noProof/>
                <w:rtl/>
              </w:rPr>
              <w:t>أوّل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زائر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للحسين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من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أهل</w:t>
            </w:r>
            <w:r w:rsidR="00484115" w:rsidRPr="00B43A37">
              <w:rPr>
                <w:rStyle w:val="Hyperlink"/>
                <w:noProof/>
                <w:rtl/>
              </w:rPr>
              <w:t xml:space="preserve"> </w:t>
            </w:r>
            <w:r w:rsidR="00484115" w:rsidRPr="00B43A37">
              <w:rPr>
                <w:rStyle w:val="Hyperlink"/>
                <w:rFonts w:hint="eastAsia"/>
                <w:noProof/>
                <w:rtl/>
              </w:rPr>
              <w:t>الكوفة</w:t>
            </w:r>
            <w:r w:rsidR="0048411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 w:rsidR="00484115">
              <w:rPr>
                <w:noProof/>
                <w:webHidden/>
              </w:rPr>
              <w:instrText>PAGEREF</w:instrText>
            </w:r>
            <w:r w:rsidR="00484115">
              <w:rPr>
                <w:noProof/>
                <w:webHidden/>
                <w:rtl/>
              </w:rPr>
              <w:instrText xml:space="preserve"> _</w:instrText>
            </w:r>
            <w:r w:rsidR="00484115">
              <w:rPr>
                <w:noProof/>
                <w:webHidden/>
              </w:rPr>
              <w:instrText>Toc372371046 \h</w:instrText>
            </w:r>
            <w:r w:rsidR="0048411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A6B"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0424E" w:rsidRDefault="0096266F" w:rsidP="00B05B1B">
          <w:pPr>
            <w:pStyle w:val="libNormal"/>
          </w:pPr>
          <w:r>
            <w:fldChar w:fldCharType="end"/>
          </w:r>
        </w:p>
      </w:sdtContent>
    </w:sdt>
    <w:sectPr w:rsidR="0070424E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7D1" w:rsidRDefault="001667D1">
      <w:r>
        <w:separator/>
      </w:r>
    </w:p>
  </w:endnote>
  <w:endnote w:type="continuationSeparator" w:id="1">
    <w:p w:rsidR="001667D1" w:rsidRDefault="00166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D1" w:rsidRDefault="0096266F" w:rsidP="0042465E">
    <w:pPr>
      <w:pStyle w:val="Footer"/>
      <w:bidi/>
    </w:pPr>
    <w:fldSimple w:instr=" PAGE   \* MERGEFORMAT ">
      <w:r w:rsidR="00662A6B">
        <w:rPr>
          <w:noProof/>
          <w:rtl/>
        </w:rPr>
        <w:t>284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D1" w:rsidRDefault="0096266F" w:rsidP="0042465E">
    <w:pPr>
      <w:pStyle w:val="Footer"/>
      <w:bidi/>
    </w:pPr>
    <w:fldSimple w:instr=" PAGE   \* MERGEFORMAT ">
      <w:r w:rsidR="00662A6B">
        <w:rPr>
          <w:noProof/>
          <w:rtl/>
        </w:rPr>
        <w:t>283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7D1" w:rsidRDefault="0096266F" w:rsidP="00891061">
    <w:pPr>
      <w:pStyle w:val="Footer"/>
      <w:bidi/>
    </w:pPr>
    <w:fldSimple w:instr=" PAGE   \* MERGEFORMAT ">
      <w:r w:rsidR="00662A6B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7D1" w:rsidRDefault="001667D1">
      <w:r>
        <w:separator/>
      </w:r>
    </w:p>
  </w:footnote>
  <w:footnote w:type="continuationSeparator" w:id="1">
    <w:p w:rsidR="001667D1" w:rsidRDefault="001667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45E6"/>
    <w:rsid w:val="00005A19"/>
    <w:rsid w:val="000267FE"/>
    <w:rsid w:val="00040798"/>
    <w:rsid w:val="00043023"/>
    <w:rsid w:val="0004730E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76F5"/>
    <w:rsid w:val="000A7750"/>
    <w:rsid w:val="000B3A56"/>
    <w:rsid w:val="000C0A89"/>
    <w:rsid w:val="000C7722"/>
    <w:rsid w:val="000D0932"/>
    <w:rsid w:val="000D1BDF"/>
    <w:rsid w:val="000D4AED"/>
    <w:rsid w:val="000D71B7"/>
    <w:rsid w:val="000E1D61"/>
    <w:rsid w:val="000E3F3D"/>
    <w:rsid w:val="000E6824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315E"/>
    <w:rsid w:val="001243ED"/>
    <w:rsid w:val="00126471"/>
    <w:rsid w:val="00135E90"/>
    <w:rsid w:val="00136268"/>
    <w:rsid w:val="00136E6F"/>
    <w:rsid w:val="00136FE7"/>
    <w:rsid w:val="001400ED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667D1"/>
    <w:rsid w:val="001712E1"/>
    <w:rsid w:val="001767EE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3C7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771C"/>
    <w:rsid w:val="00296E4F"/>
    <w:rsid w:val="002A0284"/>
    <w:rsid w:val="002A1851"/>
    <w:rsid w:val="002A2068"/>
    <w:rsid w:val="002A338C"/>
    <w:rsid w:val="002A5096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744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5755E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7C08"/>
    <w:rsid w:val="003D0E9A"/>
    <w:rsid w:val="003D2459"/>
    <w:rsid w:val="003D28ED"/>
    <w:rsid w:val="003D3107"/>
    <w:rsid w:val="003E148D"/>
    <w:rsid w:val="003E3600"/>
    <w:rsid w:val="003F133B"/>
    <w:rsid w:val="003F33DE"/>
    <w:rsid w:val="00402C65"/>
    <w:rsid w:val="00404EB7"/>
    <w:rsid w:val="00407D56"/>
    <w:rsid w:val="004146B4"/>
    <w:rsid w:val="00416E2B"/>
    <w:rsid w:val="004209BA"/>
    <w:rsid w:val="00420C44"/>
    <w:rsid w:val="0042465E"/>
    <w:rsid w:val="004271BF"/>
    <w:rsid w:val="00430581"/>
    <w:rsid w:val="00434A97"/>
    <w:rsid w:val="00437035"/>
    <w:rsid w:val="00440C62"/>
    <w:rsid w:val="00446BBA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77F4F"/>
    <w:rsid w:val="00481FD0"/>
    <w:rsid w:val="0048221F"/>
    <w:rsid w:val="00484115"/>
    <w:rsid w:val="0049103A"/>
    <w:rsid w:val="004919C3"/>
    <w:rsid w:val="004953C3"/>
    <w:rsid w:val="00497042"/>
    <w:rsid w:val="004A0866"/>
    <w:rsid w:val="004A0AF4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151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D89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685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41A3"/>
    <w:rsid w:val="00605002"/>
    <w:rsid w:val="00614301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40BB2"/>
    <w:rsid w:val="00641A2D"/>
    <w:rsid w:val="00643F5E"/>
    <w:rsid w:val="006449AF"/>
    <w:rsid w:val="00646D08"/>
    <w:rsid w:val="00646E3E"/>
    <w:rsid w:val="00651640"/>
    <w:rsid w:val="00651ADF"/>
    <w:rsid w:val="006574EA"/>
    <w:rsid w:val="00662A6B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1353"/>
    <w:rsid w:val="0070424E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45E6"/>
    <w:rsid w:val="00775FFA"/>
    <w:rsid w:val="00777AC5"/>
    <w:rsid w:val="0078259F"/>
    <w:rsid w:val="00782872"/>
    <w:rsid w:val="00784287"/>
    <w:rsid w:val="007855E1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1968"/>
    <w:rsid w:val="007E2EBF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44F"/>
    <w:rsid w:val="00884773"/>
    <w:rsid w:val="00885077"/>
    <w:rsid w:val="00891061"/>
    <w:rsid w:val="008933CF"/>
    <w:rsid w:val="00895362"/>
    <w:rsid w:val="008A225D"/>
    <w:rsid w:val="008A4630"/>
    <w:rsid w:val="008B5AE2"/>
    <w:rsid w:val="008B5B7E"/>
    <w:rsid w:val="008C0DB1"/>
    <w:rsid w:val="008C3327"/>
    <w:rsid w:val="008C3DD4"/>
    <w:rsid w:val="008C510F"/>
    <w:rsid w:val="008C6CA6"/>
    <w:rsid w:val="008D1374"/>
    <w:rsid w:val="008D5874"/>
    <w:rsid w:val="008D5FE6"/>
    <w:rsid w:val="008D6657"/>
    <w:rsid w:val="008E1FA7"/>
    <w:rsid w:val="008E4D2E"/>
    <w:rsid w:val="008E5EA9"/>
    <w:rsid w:val="008F1A98"/>
    <w:rsid w:val="008F258C"/>
    <w:rsid w:val="008F3BB8"/>
    <w:rsid w:val="008F4513"/>
    <w:rsid w:val="008F5B45"/>
    <w:rsid w:val="008F72BE"/>
    <w:rsid w:val="009006DA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42A4"/>
    <w:rsid w:val="0094536C"/>
    <w:rsid w:val="00945D11"/>
    <w:rsid w:val="009503E2"/>
    <w:rsid w:val="009557F9"/>
    <w:rsid w:val="00960F67"/>
    <w:rsid w:val="00961CD2"/>
    <w:rsid w:val="0096266F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2BF2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3823"/>
    <w:rsid w:val="009D3969"/>
    <w:rsid w:val="009D48C8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4DDF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71B5"/>
    <w:rsid w:val="00AA378D"/>
    <w:rsid w:val="00AA4C8F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05B1B"/>
    <w:rsid w:val="00B1002E"/>
    <w:rsid w:val="00B11AF5"/>
    <w:rsid w:val="00B12ED2"/>
    <w:rsid w:val="00B17010"/>
    <w:rsid w:val="00B17F70"/>
    <w:rsid w:val="00B2067B"/>
    <w:rsid w:val="00B241CE"/>
    <w:rsid w:val="00B24ABA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37B3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3B13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9021F"/>
    <w:rsid w:val="00C9028D"/>
    <w:rsid w:val="00C906FE"/>
    <w:rsid w:val="00CA101E"/>
    <w:rsid w:val="00CA2801"/>
    <w:rsid w:val="00CA2C7E"/>
    <w:rsid w:val="00CA41BF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D00008"/>
    <w:rsid w:val="00D032B6"/>
    <w:rsid w:val="00D06A87"/>
    <w:rsid w:val="00D10971"/>
    <w:rsid w:val="00D11686"/>
    <w:rsid w:val="00D11AFF"/>
    <w:rsid w:val="00D1225E"/>
    <w:rsid w:val="00D208D0"/>
    <w:rsid w:val="00D20EAE"/>
    <w:rsid w:val="00D212D5"/>
    <w:rsid w:val="00D230D8"/>
    <w:rsid w:val="00D24B24"/>
    <w:rsid w:val="00D24EB0"/>
    <w:rsid w:val="00D25987"/>
    <w:rsid w:val="00D33A32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5094"/>
    <w:rsid w:val="00D66EE9"/>
    <w:rsid w:val="00D67101"/>
    <w:rsid w:val="00D70D85"/>
    <w:rsid w:val="00D718B1"/>
    <w:rsid w:val="00D71BAC"/>
    <w:rsid w:val="00D7331A"/>
    <w:rsid w:val="00D7499D"/>
    <w:rsid w:val="00D84ECA"/>
    <w:rsid w:val="00D854D7"/>
    <w:rsid w:val="00D91B67"/>
    <w:rsid w:val="00D92CDF"/>
    <w:rsid w:val="00DA32DF"/>
    <w:rsid w:val="00DA5931"/>
    <w:rsid w:val="00DA62B2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70BDA"/>
    <w:rsid w:val="00E71139"/>
    <w:rsid w:val="00E74F63"/>
    <w:rsid w:val="00E7602E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45A1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7F4F"/>
    <w:pPr>
      <w:spacing w:before="0" w:after="20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1531AC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32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1531AC"/>
    <w:rPr>
      <w:rFonts w:cs="Traditional Arabic"/>
      <w:color w:val="000000"/>
      <w:sz w:val="32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sid w:val="00477F4F"/>
    <w:rPr>
      <w:rFonts w:cs="Traditional Arabic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AD2964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libNormal"/>
    <w:next w:val="lib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4B3F28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6E0F1D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uiPriority w:val="99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NoSpacing">
    <w:name w:val="No Spacing"/>
    <w:link w:val="NoSpacingChar"/>
    <w:uiPriority w:val="1"/>
    <w:qFormat/>
    <w:rsid w:val="00477F4F"/>
    <w:pPr>
      <w:spacing w:before="0" w:line="240" w:lineRule="auto"/>
      <w:jc w:val="left"/>
    </w:pPr>
    <w:rPr>
      <w:rFonts w:ascii="Calibri" w:hAnsi="Calibri" w:cs="Arial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477F4F"/>
    <w:rPr>
      <w:rFonts w:ascii="Calibri" w:hAnsi="Calibri" w:cs="Arial"/>
      <w:sz w:val="22"/>
      <w:szCs w:val="22"/>
      <w:lang w:bidi="ar-SA"/>
    </w:rPr>
  </w:style>
  <w:style w:type="paragraph" w:styleId="NormalWeb">
    <w:name w:val="Normal (Web)"/>
    <w:basedOn w:val="Normal"/>
    <w:uiPriority w:val="99"/>
    <w:unhideWhenUsed/>
    <w:rsid w:val="00477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70424E"/>
    <w:pPr>
      <w:bidi/>
      <w:spacing w:after="100"/>
      <w:ind w:left="1100"/>
    </w:pPr>
    <w:rPr>
      <w:rFonts w:asciiTheme="minorHAnsi" w:eastAsiaTheme="minorEastAsia" w:hAnsiTheme="minorHAnsi" w:cstheme="minorBidi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0424E"/>
    <w:pPr>
      <w:bidi/>
      <w:spacing w:after="100"/>
      <w:ind w:left="1320"/>
    </w:pPr>
    <w:rPr>
      <w:rFonts w:asciiTheme="minorHAnsi" w:eastAsiaTheme="minorEastAsia" w:hAnsiTheme="minorHAnsi" w:cstheme="minorBidi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0424E"/>
    <w:pPr>
      <w:bidi/>
      <w:spacing w:after="100"/>
      <w:ind w:left="1540"/>
    </w:pPr>
    <w:rPr>
      <w:rFonts w:asciiTheme="minorHAnsi" w:eastAsiaTheme="minorEastAsia" w:hAnsiTheme="minorHAnsi" w:cstheme="minorBidi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0424E"/>
    <w:pPr>
      <w:bidi/>
      <w:spacing w:after="100"/>
      <w:ind w:left="1760"/>
    </w:pPr>
    <w:rPr>
      <w:rFonts w:asciiTheme="minorHAnsi" w:eastAsiaTheme="minorEastAsia" w:hAnsiTheme="minorHAnsi" w:cstheme="minorBidi"/>
      <w:lang w:bidi="fa-IR"/>
    </w:rPr>
  </w:style>
  <w:style w:type="character" w:styleId="Hyperlink">
    <w:name w:val="Hyperlink"/>
    <w:basedOn w:val="DefaultParagraphFont"/>
    <w:uiPriority w:val="99"/>
    <w:unhideWhenUsed/>
    <w:rsid w:val="007042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Template%20Booklib\Arabic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DEA3-F109-4605-939A-D71D563C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375</TotalTime>
  <Pages>290</Pages>
  <Words>63817</Words>
  <Characters>363760</Characters>
  <Application>Microsoft Office Word</Application>
  <DocSecurity>0</DocSecurity>
  <Lines>3031</Lines>
  <Paragraphs>853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426724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Rahimi</dc:creator>
  <cp:keywords/>
  <dc:description/>
  <cp:lastModifiedBy>Rahimi</cp:lastModifiedBy>
  <cp:revision>22</cp:revision>
  <dcterms:created xsi:type="dcterms:W3CDTF">2013-11-07T06:45:00Z</dcterms:created>
  <dcterms:modified xsi:type="dcterms:W3CDTF">2013-11-16T10:36:00Z</dcterms:modified>
</cp:coreProperties>
</file>