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E93" w:rsidRDefault="00947E93" w:rsidP="00947E93">
      <w:pPr>
        <w:pStyle w:val="libTitr1"/>
        <w:rPr>
          <w:rtl/>
        </w:rPr>
      </w:pPr>
      <w:bookmarkStart w:id="0" w:name="01"/>
      <w:r w:rsidRPr="007F3286">
        <w:rPr>
          <w:rtl/>
        </w:rPr>
        <w:t xml:space="preserve">أصل زيد الزراد </w:t>
      </w:r>
    </w:p>
    <w:p w:rsidR="00947E93" w:rsidRDefault="00947E93" w:rsidP="00947E93">
      <w:pPr>
        <w:pStyle w:val="libTitr1"/>
        <w:rPr>
          <w:rtl/>
        </w:rPr>
      </w:pPr>
      <w:r w:rsidRPr="007F3286">
        <w:rPr>
          <w:rtl/>
        </w:rPr>
        <w:t xml:space="preserve">من الاصول الاولية للشيعة </w:t>
      </w:r>
    </w:p>
    <w:p w:rsidR="00947E93" w:rsidRPr="007F3286" w:rsidRDefault="00947E93" w:rsidP="00947E93">
      <w:pPr>
        <w:pStyle w:val="libTitr1"/>
        <w:rPr>
          <w:rtl/>
        </w:rPr>
      </w:pPr>
      <w:r w:rsidRPr="007F3286">
        <w:rPr>
          <w:rtl/>
        </w:rPr>
        <w:t>ويتلوه عدة أصول أخر</w:t>
      </w:r>
      <w:bookmarkEnd w:id="0"/>
    </w:p>
    <w:p w:rsidR="00947E93" w:rsidRDefault="00947E93" w:rsidP="00947E93">
      <w:pPr>
        <w:pStyle w:val="libNormal"/>
        <w:rPr>
          <w:rtl/>
        </w:rPr>
      </w:pPr>
      <w:r>
        <w:rPr>
          <w:rtl/>
        </w:rPr>
        <w:br w:type="page"/>
      </w:r>
    </w:p>
    <w:p w:rsidR="00947E93" w:rsidRPr="007F3286" w:rsidRDefault="00947E93" w:rsidP="00203FAD">
      <w:pPr>
        <w:pStyle w:val="libCenterBold1"/>
        <w:rPr>
          <w:rtl/>
        </w:rPr>
      </w:pPr>
      <w:r w:rsidRPr="007F3286">
        <w:rPr>
          <w:rtl/>
        </w:rPr>
        <w:lastRenderedPageBreak/>
        <w:t>بسم الله الرحمن الرحيم</w:t>
      </w:r>
    </w:p>
    <w:p w:rsidR="00947E93" w:rsidRPr="00203FAD" w:rsidRDefault="00947E93" w:rsidP="00203FAD">
      <w:pPr>
        <w:pStyle w:val="libNormal"/>
        <w:rPr>
          <w:rtl/>
        </w:rPr>
      </w:pPr>
      <w:r w:rsidRPr="00203FAD">
        <w:rPr>
          <w:rtl/>
        </w:rPr>
        <w:t>حدثنا ابومحمد هرون بن موسى بن احمد التلعكبرى قال حدثنا ابوعلى محمد بن همام قال اخبرنا حميدبن زياد عن حماد (بن خ د) قال حدثنا عبدالله بن احمد بن نهيك ابوالعباس قال حدثنا محمدبن ابى عمير عن (ان خ د) زيد الزراد قال سمعت اباعبدالله (ع) يقول خياركم سمحاؤكم وشراركم بخلائكم ومن خالص الايمان البر بالاخوان وفى ذلك محبة من الرحمن ومرغمة للشيطان وتزحزح عن النيران زيد قال سمعت اباعبدالله 4 يقول لاتشهد على مالاتعلم ولاتشهد الاعلى ماتعلم وتذكر قلت فان عرفت الخط والخاتم والنقش ولم اذكر شيئا اشهد فقال</w:t>
      </w:r>
      <w:r w:rsidR="00615BB2" w:rsidRPr="00203FAD">
        <w:rPr>
          <w:rtl/>
        </w:rPr>
        <w:t xml:space="preserve"> (علیه السلام) </w:t>
      </w:r>
      <w:r w:rsidRPr="00203FAD">
        <w:rPr>
          <w:rtl/>
        </w:rPr>
        <w:t>لا، الخط يفتعل والخاتم قد يفتعل لاتشهد الاعلى ماتعلم وانت له ذاكرفانك ان شهدت على مالاتعلم يتبوء (تبوء خ د) مقعدك من النار يوم القيمة وان شهدت على مالم تذكره سلبك الله الراى (الايمان خ د) واعقبك النفاق إلى يوم الدين زيد قال سمعت اباعبدالله</w:t>
      </w:r>
      <w:r w:rsidR="00615BB2" w:rsidRPr="00203FAD">
        <w:rPr>
          <w:rtl/>
        </w:rPr>
        <w:t xml:space="preserve"> (علیه السلام) </w:t>
      </w:r>
      <w:r w:rsidRPr="00203FAD">
        <w:rPr>
          <w:rtl/>
        </w:rPr>
        <w:t>يقول اذااتى على الصبى اربعة اشهر فاحجموه في كل شهر حجمة في نقرته فانها تخفف (تجفف خ د) لعابه وتهبط الحرمن رأسه ومن جسده زيد قال سمعت اباعبدالله</w:t>
      </w:r>
      <w:r w:rsidR="00615BB2" w:rsidRPr="00203FAD">
        <w:rPr>
          <w:rtl/>
        </w:rPr>
        <w:t xml:space="preserve"> (علیه السلام) </w:t>
      </w:r>
      <w:r w:rsidRPr="00203FAD">
        <w:rPr>
          <w:rtl/>
        </w:rPr>
        <w:t>يقول علامة سخط الله على خلقه جور سلطانهم وغلاء اسعارهم وعلامة رضأ الله عن خلقه عدل سلطانهم ورخص اسعارهم قال ابومحمد ايده الله قال ابوعلى بن همام وحدثنا بهذا الحديث ابوالعباس عبدالله بن جعفر الحميرى قال حدثنى محمدبن عيسى (على ح د) بن عبيد</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بن يقطين قال حدثنى عبدالله بن ابراهيم بن ابى عمر والغفارى بالمدينة سنة 201 احدى ومأتين ثم قال حدثنى القسم بن اسحق بن عبدالله بن جعفر بن ابى طالب عن ابيه عن جده قال قال رسول الله</w:t>
      </w:r>
      <w:r w:rsidR="00615BB2" w:rsidRPr="00203FAD">
        <w:rPr>
          <w:rtl/>
        </w:rPr>
        <w:t xml:space="preserve"> (صلّى الله عليه وآله وسلم) </w:t>
      </w:r>
      <w:r w:rsidRPr="00203FAD">
        <w:rPr>
          <w:rtl/>
        </w:rPr>
        <w:t>علامة رضاء الله عن خلقه عدل سلطانهم ورخص اسعار هم وعلامة سخط الله على خلقه جور سلطانهم وغلاء اسعارهم زيد قال سمعت اباعبدالله</w:t>
      </w:r>
      <w:r w:rsidR="00615BB2" w:rsidRPr="00203FAD">
        <w:rPr>
          <w:rtl/>
        </w:rPr>
        <w:t xml:space="preserve"> (علیه السلام) </w:t>
      </w:r>
      <w:r w:rsidRPr="00203FAD">
        <w:rPr>
          <w:rtl/>
        </w:rPr>
        <w:t>يقول اناضامن لكل من كان من شيعتنا اذا قرء في صلوة الغداة من يوم الخميس هل اتى على الانسان ثم مات من يومه اوليلته ان يدخل الجنة امنا بغير حساب على مافيه من ذنوب وعيوب ولم ينشرالله له ديوان الحساب يوم القيمة ولايسئل مسألة القبر وان عاش كان محفوظا مستورا مصر وفاعنه آفات الدنيا كلها ولم يتعرض له شيئى من هوام الارض إلى الخميس الثانى انشاء الله زيد قال ابوعبدالله</w:t>
      </w:r>
      <w:r w:rsidR="00615BB2" w:rsidRPr="00203FAD">
        <w:rPr>
          <w:rtl/>
        </w:rPr>
        <w:t xml:space="preserve"> (علیه السلام) </w:t>
      </w:r>
      <w:r w:rsidRPr="00203FAD">
        <w:rPr>
          <w:rtl/>
        </w:rPr>
        <w:t>اذا لبست درعا فقل ياملين الحديد لداود عليه السلام وياجاعله حصنا اجعلنا في حصنك الحصين ودرعك الحصينة المنيعة واخرج الرعب عن قلوبنا واجمع احلامنا فلاناصر لمن خذلته ولا مانع لما (لمن خ د) لا (لم خ د) تمنعه انت زيد عن ابى عبدالله</w:t>
      </w:r>
      <w:r w:rsidR="00615BB2" w:rsidRPr="00203FAD">
        <w:rPr>
          <w:rtl/>
        </w:rPr>
        <w:t xml:space="preserve"> (علیه السلام) </w:t>
      </w:r>
      <w:r w:rsidRPr="00203FAD">
        <w:rPr>
          <w:rtl/>
        </w:rPr>
        <w:t>قال قال اميرالمؤمنين</w:t>
      </w:r>
      <w:r w:rsidR="00615BB2" w:rsidRPr="00203FAD">
        <w:rPr>
          <w:rtl/>
        </w:rPr>
        <w:t xml:space="preserve"> (علیه السلام) </w:t>
      </w:r>
      <w:r w:rsidRPr="00203FAD">
        <w:rPr>
          <w:rtl/>
        </w:rPr>
        <w:t>انى لاكره للرجل ان يكون جبهته جلحاليس فيها شيئى من اثر السجود وبسط راحته انه يستحب للمصلى ان يكون على بعض (ببعض خ د) مساجده شيئى من اثر السجود فانه لا يامن ان يموت في موضع لايعرف فيحضره المسلم فلايدرى على مايدفنه زيد عن ابى عبدالله قال قال ابوجعفر</w:t>
      </w:r>
      <w:r w:rsidR="00615BB2" w:rsidRPr="00203FAD">
        <w:rPr>
          <w:rtl/>
        </w:rPr>
        <w:t xml:space="preserve"> (علیه السلام) </w:t>
      </w:r>
      <w:r w:rsidRPr="00203FAD">
        <w:rPr>
          <w:rtl/>
        </w:rPr>
        <w:t>يابنى اعرف منازل شيعة على على قدر روايتهم ومعرفتهم فان المعرفة هى الدراية للرواية وبالدرايات للروايات يعلو المؤمن إلى اقصى درجة الايمان انى نظرت في كتاب لعلى</w:t>
      </w:r>
      <w:r w:rsidR="00615BB2" w:rsidRPr="00203FAD">
        <w:rPr>
          <w:rtl/>
        </w:rPr>
        <w:t xml:space="preserve"> (علیه السلام) </w:t>
      </w:r>
      <w:r w:rsidRPr="00203FAD">
        <w:rPr>
          <w:rtl/>
        </w:rPr>
        <w:t>فوجدت</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فيه ان زنة كل امرء وقدره معرفته ان الله عزوجل يحاسب العباد على قدر ما اتاهم من العقول في دار الدنيا زيد عن ابى عبدالله</w:t>
      </w:r>
      <w:r w:rsidR="00615BB2" w:rsidRPr="00203FAD">
        <w:rPr>
          <w:rtl/>
        </w:rPr>
        <w:t xml:space="preserve"> (علیه السلام) </w:t>
      </w:r>
      <w:r w:rsidRPr="00203FAD">
        <w:rPr>
          <w:rtl/>
        </w:rPr>
        <w:t>قال كان على</w:t>
      </w:r>
      <w:r w:rsidR="00615BB2" w:rsidRPr="00203FAD">
        <w:rPr>
          <w:rtl/>
        </w:rPr>
        <w:t xml:space="preserve"> (علیه السلام) </w:t>
      </w:r>
      <w:r w:rsidRPr="00203FAD">
        <w:rPr>
          <w:rtl/>
        </w:rPr>
        <w:t>يقول اللهم من على بالتو كل عليك والتفويض اليك والرضا بقدرك والتسليم لامرك حتى لا احب تعجيل مااخرت ولاتاخير ماعجلت يارب العالمين زيد قال حدثنا جابربن يزيد الجعفى قال سمعت اباجعفر</w:t>
      </w:r>
      <w:r w:rsidR="00615BB2" w:rsidRPr="00203FAD">
        <w:rPr>
          <w:rtl/>
        </w:rPr>
        <w:t xml:space="preserve"> (علیه السلام) </w:t>
      </w:r>
      <w:r w:rsidRPr="00203FAD">
        <w:rPr>
          <w:rtl/>
        </w:rPr>
        <w:t>(اباعبدالله خ د) يقول ان لنا اوعية نملاؤها حكما وعلما وليست لها باهل فمانملوها الالتنقل إلى شيعتنا فانظروا إلى مافى الاوعية فخذوها ثم صفوها من الكدورة تاخذونها بيضاء نقية صافية واياكم والاوعية فانها وعاء سوء فتنكبوها (بها خ د) زيد قال سمعت اباعبدالله</w:t>
      </w:r>
      <w:r w:rsidR="00615BB2" w:rsidRPr="00203FAD">
        <w:rPr>
          <w:rtl/>
        </w:rPr>
        <w:t xml:space="preserve"> (علیه السلام) </w:t>
      </w:r>
      <w:r w:rsidRPr="00203FAD">
        <w:rPr>
          <w:rtl/>
        </w:rPr>
        <w:t>يقول اطلبوا العلم من معدن العلم واياكم والولايح (والولاثج خ د) فهم الصدادون عن الله ثم قال ذهب العلم وبغى غبرات العلم في اوعية سوء واحذر واباطنها فان في باطنها الهلاك وعليكم بظاهرها فان في ظاهرها النجاة زيد عن ابى عبدالله</w:t>
      </w:r>
      <w:r w:rsidR="00615BB2" w:rsidRPr="00203FAD">
        <w:rPr>
          <w:rtl/>
        </w:rPr>
        <w:t xml:space="preserve"> (علیه السلام) </w:t>
      </w:r>
      <w:r w:rsidRPr="00203FAD">
        <w:rPr>
          <w:rtl/>
        </w:rPr>
        <w:t>قال قال اميرالمؤمنين صلوات الله عليه انانكره البلاء ولانحبه مالم ينزل فاذا نزل به القضاء لم يسر ناالا (ان لاخ د) يكون نزل البلاء زيد قال سمعت اباعبدالله</w:t>
      </w:r>
      <w:r w:rsidR="00615BB2" w:rsidRPr="00203FAD">
        <w:rPr>
          <w:rtl/>
        </w:rPr>
        <w:t xml:space="preserve"> (علیه السلام) </w:t>
      </w:r>
      <w:r w:rsidRPr="00203FAD">
        <w:rPr>
          <w:rtl/>
        </w:rPr>
        <w:t>يقول ان الله جعل البلاء في دولة عدوه شعار اودثار الوليه وجعل الرفاهية شعار اودثار العدوه في دولته فلا يسع ولينا الا البلاء والخوف وذلك لقرة عين له آجل وعاجل اما العاجل فيقر الله عينه بوليه واظهار دولته والانتقام من عدوه بازالة دولته والاجل ثواب الله النظر إلى الله ولايسع عدونا الا الرفاهية و ذلك لخزى له آجل وعاجل والعاجل الانتقام منه في الدنيا في دولة ولى الله والاجل عذاب النار في الاخرة ابد الابدين فابشر واثم ابشر وافلكم والله الجنة ولاعدائكم النار للجنة والله خلقكم الله والى الجنة والله تصيرون</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فاذا مارايتم (فاذا رأيتم خ د) الرفاهية والعيش في دولة عدوكم فاعلموا ان ذلك بذنب سلف فقولو اذنب عجل الله لنا العقوبة واذا رأيتم البلاء فقولوا هنيئا مريئا ومرحبا بك من دثار الصالحين وشعارهم زيد قال سمعت اباعبدالله</w:t>
      </w:r>
      <w:r w:rsidR="00615BB2" w:rsidRPr="00203FAD">
        <w:rPr>
          <w:rtl/>
        </w:rPr>
        <w:t xml:space="preserve"> (علیه السلام) </w:t>
      </w:r>
      <w:r w:rsidRPr="00203FAD">
        <w:rPr>
          <w:rtl/>
        </w:rPr>
        <w:t>يقول من استوت يوماه فمغبون ومن كان يومه الذى هو فيه خير من امسه الذى ارتحل عنه فهو مغبوط زيد قال سمعت ابا عبدالله</w:t>
      </w:r>
      <w:r w:rsidR="00615BB2" w:rsidRPr="00203FAD">
        <w:rPr>
          <w:rtl/>
        </w:rPr>
        <w:t xml:space="preserve"> (علیه السلام) </w:t>
      </w:r>
      <w:r w:rsidRPr="00203FAD">
        <w:rPr>
          <w:rtl/>
        </w:rPr>
        <w:t>يقول ملعون مغبون من غبن عمره يوما بعد يوم ومغبوط محسود (محمود خ د) من كان يومه الذى هو فيه خيرا من امسه الذى ارتحل عنه زيد قال سمع ابوعبدالله</w:t>
      </w:r>
      <w:r w:rsidR="00615BB2" w:rsidRPr="00203FAD">
        <w:rPr>
          <w:rtl/>
        </w:rPr>
        <w:t xml:space="preserve"> (علیه السلام) </w:t>
      </w:r>
      <w:r w:rsidRPr="00203FAD">
        <w:rPr>
          <w:rtl/>
        </w:rPr>
        <w:t>رجلا يقول لاخرو حيوتك العزيزة لقد كان كذا وكذا فقال وابوعبدالله</w:t>
      </w:r>
      <w:r w:rsidR="00615BB2" w:rsidRPr="00203FAD">
        <w:rPr>
          <w:rtl/>
        </w:rPr>
        <w:t xml:space="preserve"> (علیه السلام) </w:t>
      </w:r>
      <w:r w:rsidRPr="00203FAD">
        <w:rPr>
          <w:rtl/>
        </w:rPr>
        <w:t>اما انه قد كفر وذلك انه لايملك عن حيوته شيئا زيد عن ابى عبدالله</w:t>
      </w:r>
      <w:r w:rsidR="00615BB2" w:rsidRPr="00203FAD">
        <w:rPr>
          <w:rtl/>
        </w:rPr>
        <w:t xml:space="preserve"> (علیه السلام) </w:t>
      </w:r>
      <w:r w:rsidRPr="00203FAD">
        <w:rPr>
          <w:rtl/>
        </w:rPr>
        <w:t>انه قال كل شيئى يدخل فيه الغفران والميزان ففيه الزكوة اذا حال عليه الحول الاما انفسد إلى الحول ولم يمكن حبسه فذلك يجب الزكوة فيه على ثمنه اذا حال عليه الحول من يوم بيعه فيبقى ثمنه عنده إلى الحول قلت مثل اى شيئى الذى يفسد فقال</w:t>
      </w:r>
      <w:r w:rsidR="00615BB2" w:rsidRPr="00203FAD">
        <w:rPr>
          <w:rtl/>
        </w:rPr>
        <w:t xml:space="preserve"> (علیه السلام) </w:t>
      </w:r>
      <w:r w:rsidRPr="00203FAD">
        <w:rPr>
          <w:rtl/>
        </w:rPr>
        <w:t>مثل البقول والفاكهة الرطبة واشباه ذلك زيد قال سمعت اباعبدالله</w:t>
      </w:r>
      <w:r w:rsidR="00615BB2" w:rsidRPr="00203FAD">
        <w:rPr>
          <w:rtl/>
        </w:rPr>
        <w:t xml:space="preserve"> (علیه السلام) </w:t>
      </w:r>
      <w:r w:rsidRPr="00203FAD">
        <w:rPr>
          <w:rtl/>
        </w:rPr>
        <w:t>يقول صام رسول الله صلى الله عليه وآله شعبان ووصله بشهر رمضان وصام ثلثة ايام في كل شهر اربعابين خميسين فذلك سنة رسول الله</w:t>
      </w:r>
      <w:r w:rsidR="00615BB2" w:rsidRPr="00203FAD">
        <w:rPr>
          <w:rtl/>
        </w:rPr>
        <w:t xml:space="preserve"> (علیه السلام) </w:t>
      </w:r>
      <w:r w:rsidRPr="00203FAD">
        <w:rPr>
          <w:rtl/>
        </w:rPr>
        <w:t>مضى عليها وهى تمام لصوم شهر رمضان زيد قال سمعت اباعبدالله</w:t>
      </w:r>
      <w:r w:rsidR="00615BB2" w:rsidRPr="00203FAD">
        <w:rPr>
          <w:rtl/>
        </w:rPr>
        <w:t xml:space="preserve"> (علیه السلام) </w:t>
      </w:r>
      <w:r w:rsidRPr="00203FAD">
        <w:rPr>
          <w:rtl/>
        </w:rPr>
        <w:t>يقول صام رسول الله صلى الله عليه وآله شعبان ففصل بينه وبين شهر رمضان بيوم اويومين ثم اوصله بشهر رمضان قلت كيف فصل بينهما فقال كان صلى الله عليه وآله يصوم فاذا كان قبل النصف بيوم اويومين افطر ثم صام ووصله بشهر رمضان فذلك الفصل بينهما قلت فان افطرت بعد النصف</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بيوم اويومين ثم اصله ايكون ذلك مواصلة شهر رمضان فقال لايكون المواصلة اذا افطرت بعد النصف زيد قال قلت لابى عبدالله</w:t>
      </w:r>
      <w:r w:rsidR="00615BB2" w:rsidRPr="00203FAD">
        <w:rPr>
          <w:rtl/>
        </w:rPr>
        <w:t xml:space="preserve"> (علیه السلام) </w:t>
      </w:r>
      <w:r w:rsidRPr="00203FAD">
        <w:rPr>
          <w:rtl/>
        </w:rPr>
        <w:t>نخشى ان لا نكون مؤمنين قال ولم ذاك فقلت وذلك انالانجد فينا من يكون اخوه عنده آثر من درهمه وديناره ونجد الدينار والدرهم آثر عندنامن اخ قد جمع بيننا وبينه موالاة اميرالمؤمنين عن فقال كلا انكم مؤمنون ولكن لاتكلملون ايمانكم حتى يخرج قائمنا فعند ها يجمع الله احلامكم فتكونون مؤمنين كاملين ولولم يكن في الارض مؤمنين كاملين اذالر فعناالله اليه وانكرتم (وانكر تكم خ د) الارض وانكرتم (وانكر تكم خ د) السماء بل والذى نفسى بيده ان في الارض في اطرافها مومنين ماقدر الدنيا كلها عندهم تعدل جناح بعوضة ولوان الدنيا يجمع (بجميع خ د) مافيها وعليها ذهبة حمراء على عنق احدهم ثم سقط من عنقة ماشعربها اى شيئى كان على عنقه ولا اى شيئى سقط منه لهوا نها عليهم فهم الحفى (الخفى خ د) عيشهم المنتقلة ديارهم من ارض إلى ارض لخميصة بطونهم من الصيام الذبله شفاههم من التسبيح العمش العيون من البكاء الصفر الوجوه من السهر فذلك سيماهم مثلا ضربه الله مثلا في الانجيل لهم وفي التورية والفرقان والزبور والصحف الاولى وصفهم فقال سيماهم في وجوهم من اثر السجود ذلك مثلهم في التورية ومثلهم في الانجيل عنى بذلك صفرة وجوههم من سهر الليل هم البررة بالاخوان في حال اليسر والعسر المؤثرون على انفسهم في حال العسر كذلك وصفههم الله فقال ويؤثرون على انفسهم ولو كان بهم خصاصة ومن يوق شح نفسه فاولئك هم المفلحون فازوا والله وافلحوا ان رأوا مؤمنا اكرموه وان رأوامنا فقاهجروه اذا جهنم الليل اتخذوا ارض الله فراشا والتراب وساداو استقبلوا بجباههم الارض يتضرعون</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إلى ربهم في فكاك رقابهم من النار فاذا اصبحوا اختلطوا بالناس لم يشار اليهم بالاصابع تنكبوا الطرق واتخذوا الماء طيبا وطهورا انفسهم متعوبة وابدانهم مكدورة والناس منهم في راحة فهم عند الناس شرارا لخلق وعند الله خيار الخلق ان حدثوا لم يصدقوا وان خطبوا لم يزوجواوان شهد والم يعرفوا وان غابوا لم يفقدوا قلوبهم خائفة وجلة من الله السنتهم مسجونة وصدروهم وعاء لسرالله (سرالله خ د) ان وجد واله اهلا نبذوه اليه نبذوان لم يجدواله اهلا القواعلى السنتهم اقفالا غيبوا مفاتيها و جعلوا على افواههم اوكية صلب صلاب اصلب من الجبال لاينحت منهم شيئى خزان العلم ومعدن الحلم والحكم وتباع النبيين والصديقين والشهداء والصالحين اكياس يحسبهم المنافق خرساء وعمياء وبلهاء وما بالقوم من خرص ولاعملى ولابله انهم لا كياس فصحاء حلماء حكماء اتقياء بررة صفوة الله اسكنتهم الخضية لله واعيتهم السنتهم خوفا من الله وكتمانا لسره فواشوقاه إلى مجالستهم ومحادثتهم يا كرباه لفقدهم و يا كشف كرباه لمجالستهم اطلبوهم فان وجدتموهم واقتبستم من نورهم اهتديتم وفزتهم (فزتم خ د) بهم في الدنيا والاخرة هم اعز في الناس من الكبريت الاحمر حليتهم طول السكوت بكتمان السر والصلوة و الزكوة والحج والصوم والمواساة للاخوان في حال اليسر والعسر فذلك حليتهم ومحبتهم ياطوبى لهم وحسن مآب هم وارث الفردوس خالد؟ ين فيها ومثلهم في اهل الجنان مثل الفردوس في الجنان وهم المطلوبون في النار المحبورون في الجنان فذلك قول اهل النار مالنا لانرى رجالا كنانعدهم من الاشرار فهم اشرار الخلق عندهم فيرفع الله منازلهم حتى يرونهم فيكون ذلك حسرة لهم في النار فيقولون ياليتنا نرد فنكون مثلهم فلقد كانواهم الاخيار وكنانحن الاشرار فذلك حسرة لاهل النار</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زيد قال سمعت اباعبدالله</w:t>
      </w:r>
      <w:r w:rsidR="00615BB2" w:rsidRPr="00203FAD">
        <w:rPr>
          <w:rtl/>
        </w:rPr>
        <w:t xml:space="preserve"> (علیه السلام) </w:t>
      </w:r>
      <w:r w:rsidRPr="00203FAD">
        <w:rPr>
          <w:rtl/>
        </w:rPr>
        <w:t>يقول ان رسول الله صلى الله عليه وآله خرج ذات يوم من بعض حجراته اذا قوم من اصحابه مجتمعون فلما بصروا برسول الله صلى الله عليه وآله قاموا قال لهم رسول الله اقعدوا ولاتفعلوا اكما يفعل الاعاجم تعظيما ولكن اجلسوا وتفسحوا في مجلسكم وتوقر وااجلس اليكم انشاء الله زيد قال سمعت اباعبدالله</w:t>
      </w:r>
      <w:r w:rsidR="00615BB2" w:rsidRPr="00203FAD">
        <w:rPr>
          <w:rtl/>
        </w:rPr>
        <w:t xml:space="preserve"> (علیه السلام) </w:t>
      </w:r>
      <w:r w:rsidRPr="00203FAD">
        <w:rPr>
          <w:rtl/>
        </w:rPr>
        <w:t>يقول اكتم سرك عن كل احدوا لايخرج سرك إلى اثنين فانه ماجاوز الواحد فهو فشا (افشاخ د) واذا دفنت في الارض شيئا تودعه الارض فلاتشهد عليها شاهدا فانه لاتؤدى الارض اليك وديعتك ابدا زيد قال سمعت اباعبدالله</w:t>
      </w:r>
      <w:r w:rsidR="00615BB2" w:rsidRPr="00203FAD">
        <w:rPr>
          <w:rtl/>
        </w:rPr>
        <w:t xml:space="preserve"> (علیه السلام) </w:t>
      </w:r>
      <w:r w:rsidRPr="00203FAD">
        <w:rPr>
          <w:rtl/>
        </w:rPr>
        <w:t>يقول قال رسول الله صلى الله عليه وآله يقول الله تبارك و تعالى ليست بشرا لليالى ليلة ارجف بها عبادى اهدمها عليهم بشهادة ورحمة لاوليائى وسخطة ونقمة على اعدائى زيد قال سمعت اباعبدالله</w:t>
      </w:r>
      <w:r w:rsidR="00615BB2" w:rsidRPr="00203FAD">
        <w:rPr>
          <w:rtl/>
        </w:rPr>
        <w:t xml:space="preserve"> (علیه السلام) </w:t>
      </w:r>
      <w:r w:rsidRPr="00203FAD">
        <w:rPr>
          <w:rtl/>
        </w:rPr>
        <w:t>يقول ياجارية اختمى على السفط بخاتمى العقيق فانه لايزال محفوظا حتى يؤدى (حتى تؤديه خ د) اليناود يعتنا زيد قال سمعت اباعبدالله</w:t>
      </w:r>
      <w:r w:rsidR="00615BB2" w:rsidRPr="00203FAD">
        <w:rPr>
          <w:rtl/>
        </w:rPr>
        <w:t xml:space="preserve"> (علیه السلام) </w:t>
      </w:r>
      <w:r w:rsidRPr="00203FAD">
        <w:rPr>
          <w:rtl/>
        </w:rPr>
        <w:t>يقول اكتب على المتاع الحافظ الله فانه لايزال محفوظا زيد قال سمعته يقول اكتب على المتاع بركة لنافانه لايزال البركة فيه والنماء زيد قال سمعته يقول اذا اخرزت متاعا فاقرء اية الكرسى واكتبه وضعه في وسطه واكتب وجعلنا من بين ايديهم سدا ومن خلفهم سدا فاغشيناهم فهم لايبصرون لاضيعة على ماحفظ الله فان تولو افقل حسبى الله لااله الاهو عليه توكلت وهو رب العرش العظيم فانك تكون قد احرزته ولا يوصل اليه بسؤء انشاالله زيد قال رايت ابا عبدالله</w:t>
      </w:r>
      <w:r w:rsidR="00615BB2" w:rsidRPr="00203FAD">
        <w:rPr>
          <w:rtl/>
        </w:rPr>
        <w:t xml:space="preserve"> (علیه السلام) </w:t>
      </w:r>
      <w:r w:rsidRPr="00203FAD">
        <w:rPr>
          <w:rtl/>
        </w:rPr>
        <w:t>قد خرج من منزلة فوقف على عتبة باب داره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فلما نظر إلى السماء رفع راسه وحرك اصبعه السباحه (بة خ د) يدبرها ويتلكم بكلام خفى لم اسمعه فسئلته فقال نعم يازيد اذا انت نظرت إلى السماء فقل يامن جعل السماء سقف مرفوعا يا من رفع السماء بغير عمد يامن سد الهواء بالسماء يامنزل البركات من السماء إلى الارض يامن في السماء ملكه وعرشه وفي الارض سلطانه يامن هو بالمنظر الاعلى يامن هو بالافق المبيين يامن زين السماء بالمصابيح وجعلها رجوما للشياطين صل على محمد و (على خ د) ال محمد واجعل فكرى في خلق السموات والارض واختلاف الليل والنهار ولاتجعلنى من الغافلين وانزل على بركات من السماء وافتح لى الباب الذى اليك يصعد منه صالح عملى حتى يكون ذلك اليك واصلا وقبيح عملى فاغفره واجعله هباء منثور امتلاشيا وافتح لى باب الروح والفرح والرحمة وانشر على بركاتك وكفلين من رحمتك فائتنى واغلق عنى الباب الذى تنزل منه نقمتك وسخطك وعذابك الادنى وعذابك الاكبران في خلق السموات والارض واختلاف الليل والنهار إلى اخر الاية ثم تقول اللهم عافنى من شر ماينزل من السماء إلى الارض ومن شر مايعرج فيها ومن شرماذرء في الارض ومايخرج منها ومن شرط وارق الليل والنهار الاطلارق يطرقنى بخير اللهم اطرقنى برحمة منك تعمنى وتعم دارى واهلى وولدى واهل خزانتى ولاتطرقنى ودارى واهلى وولدى واهل خزانتى ببلاء يغصنى بريقى (وفي نسخة بالباء الموحد قبل القاف) ويشغلنى عن رقادى فان رحمتك سبقت غضبك وعافيتك سبقت بلاؤك وتقرء حول نفسك وولدك اية الكرسى واناضامن لك ان تعافى (العافية خ د) من كل طارق سوء ومن كل انواع البلاء زيد قال سئلت اباعبدالله</w:t>
      </w:r>
      <w:r w:rsidR="00615BB2" w:rsidRPr="00203FAD">
        <w:rPr>
          <w:rtl/>
        </w:rPr>
        <w:t xml:space="preserve"> (علیه السلام) </w:t>
      </w:r>
      <w:r w:rsidRPr="00203FAD">
        <w:rPr>
          <w:rtl/>
        </w:rPr>
        <w:t>فقلت الجن يخطفون (يخنقون خ د) الانسان فقال</w:t>
      </w:r>
      <w:r w:rsidR="00615BB2" w:rsidRPr="00203FAD">
        <w:rPr>
          <w:rtl/>
        </w:rPr>
        <w:t xml:space="preserve"> (علیه السلام) </w:t>
      </w:r>
      <w:r w:rsidRPr="00203FAD">
        <w:rPr>
          <w:rtl/>
        </w:rPr>
        <w:t>مالهم إلى ذلك سبيل لمن تكلم بهذه الكلمات اذا امسى واصبح</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يامعشر الجن والانس ان استطعتم ان اتنفذوا من اقطار السموات والارض فانفذوا لاتنفذون الابسلطان لاسلطان لكم على ولاعلى دارى ولاعلى اهلى ولاعلى ولدى ياسكان الهواء وياسكان الارض عزمت عليكم بعزيمة الله التى عزم بها امير المؤمنين على بن ابيطالب</w:t>
      </w:r>
      <w:r w:rsidR="00615BB2" w:rsidRPr="00203FAD">
        <w:rPr>
          <w:rtl/>
        </w:rPr>
        <w:t xml:space="preserve"> (علیه السلام) </w:t>
      </w:r>
      <w:r w:rsidRPr="00203FAD">
        <w:rPr>
          <w:rtl/>
        </w:rPr>
        <w:t>على جن وادى الصبرة (البصرة خ د) ان لاسبيل لكم على ولا على شيئى من اهل خزانتى ياصالحى الجن ويا مؤمنى الجن عزمت عليكم بما اخذالله عليكم من الميثاق بالطاعة لفلان ابن فلان حجة الله على جميع البرية والخليفة وتسمى صاحبك ان تمنعوا عنى شرفسقتكم حتى لايصلوا إلى بسوء اخذت بسمع الله على اسماعكم وبعين الله على اعينكم وامتنعت بحول الله وقوته عن حبائلكم ومكركم ان تمكروا ايمكرالله بكم وهو خير الماكرين وجعلت نفسى واهلى وولدى وجميع خزانتى في كنف الله وسره كنف محمدبن عبدالله صلى الله عليه واله وكنف امير المؤمنين على ابن ابيطالب صلوات الله عليه مااستترت بالله وبهما وامتنعت بالله وبهما واحتجبت بالله وبهما من شر فسقتكم ومن شر فسقة الانس والعرب والعجم فان تولو افقل حسبى الله لااله الاهو عليه توكلت وهو رب العرش العظيم لاسبيل لكم ولاسلطان قهرت سلطانكم بسلطان الله وبطشكم ببطش الله وقهرت مكركم وحبائلكم وكيدكم ورجلكم وخيلكم وسلطانكم وبطشكم بسلطان الله وعزه وملكه وعظمته وعزمته التى عزم بها اميرالمؤمنين صلوات الله عليه على جن وادى الصبرة (البصرة خ د) لما ان؟ وبغوا وتمرد وافاذ عنوا اذلة صاغرين من بعد قوتهم فلاسا ان لكم ولا سبيل ولاحول ولاقوة الابالله العلى العظيم زيد قال سمعت اباعبدالله</w:t>
      </w:r>
      <w:r w:rsidR="00615BB2" w:rsidRPr="00203FAD">
        <w:rPr>
          <w:rtl/>
        </w:rPr>
        <w:t xml:space="preserve"> (علیه السلام) </w:t>
      </w:r>
      <w:r w:rsidRPr="00203FAD">
        <w:rPr>
          <w:rtl/>
        </w:rPr>
        <w:t>يقول اذا خرج احدكم من منزلة فليتصديق بصدقة وليقل اللهم اظلنى من تحت كنفك وهب لى السلامة في وجهى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هذا ابتغاء السلامة والعافية والمغفرة واصرف (صرف خ د) عنى انواع البلاء اللهم فاجعله لى امانا في وجهى هذا وحجابا وستراو مانعا وحاجزا من كل مكروه ومحذور وجميع انواع البلاء انك وهاب جواد ماجد كريم فانك اذا فعلت ذلك وقلته لم تزل في ظل صدقتك مانزل بلاء من السماء الاودفعه عنك ولا استقبلك بلاء في وجهك الاوصده (وصرفه خ د) عنك ولاارادك من هوام الارض شئى من تحتك ولاعن يمينك ولا عن يسارك الاوقمته الصدقة زيد قال حججناسنة فلما صرنافى خرابات المدينة (الابنية خ د) بين الحيطان افتقدنا رفيقا لنا من اخواننا فطلبناه فلم نجده فقال لنا الناس بالمدينة ان صاحبكم اختطفته الجن فدخلت على ابى عبدالله</w:t>
      </w:r>
      <w:r w:rsidR="00615BB2" w:rsidRPr="00203FAD">
        <w:rPr>
          <w:rtl/>
        </w:rPr>
        <w:t xml:space="preserve"> (علیه السلام) </w:t>
      </w:r>
      <w:r w:rsidRPr="00203FAD">
        <w:rPr>
          <w:rtl/>
        </w:rPr>
        <w:t>واخبرته بحاله وبقول اهل المدينة فقال اخرج إلى المكان الذى اختطف اوقال افتقد فقل باعلى صوتك ياصالح بن على ان جعفربن محمد يقول لك اهكذا عاهدت وعاقدت الجن على بن ابى طالب عليه السلام اطلب فلانا حتى تؤديه إلى رفقائه ثم قال (قل ط) يامعشر الجن عزمت عليكم بماعزم عليكم على بن ابيطالب لما خليتم عن صاحبى وارشد تموه إلى الطريق قال ففعلت ذلك فلم البث اذا بصاحبى قد خرج على (إلى من خ د) بعض الخرابات فقال ان شخصا ترايالى (ترائى لى خ د) (تراء إلى خ د) مارأيت صورة الاوهو احسن منه فقال يافتى اظنك تتولى (انك تتوالى خ د) ال محمد</w:t>
      </w:r>
      <w:r w:rsidR="00615BB2" w:rsidRPr="00203FAD">
        <w:rPr>
          <w:rtl/>
        </w:rPr>
        <w:t xml:space="preserve"> (صلّى الله عليه وآله وسلم) </w:t>
      </w:r>
      <w:r w:rsidRPr="00203FAD">
        <w:rPr>
          <w:rtl/>
        </w:rPr>
        <w:t>فقلت نعم فقلت نعم فقال ان هيهنار جل من ال محمد هل لك ان توجر وتسلم عليه فقلت بلى فادخلنى بين هذه الحيطان وهو يمشى امامى فلما ان صار غير بعيد نظرت فلم ارشيئا وغشى على فبقيت مغشيا عليه لاادرى اين انا من ارض الله حتى كان الان فاذا قد اتانى آت وحملنى حتى اخرجنى إلى الطريق فاخبرت اباعبدالله</w:t>
      </w:r>
      <w:r w:rsidR="00615BB2" w:rsidRPr="00203FAD">
        <w:rPr>
          <w:rtl/>
        </w:rPr>
        <w:t xml:space="preserve"> (علیه السلام) </w:t>
      </w:r>
      <w:r w:rsidRPr="00203FAD">
        <w:rPr>
          <w:rtl/>
        </w:rPr>
        <w:t>بذلك فقال داك</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الغوال والغول نوع من الجن يغتال الانسان فاذا رأيت الشخص الواحد فلاتستر شده وان ارشد كم (ك خ د) فخالفوه (لفه خ د) واذا رأيته في خراب وقد خرج عليك اوفى فلاة من الارض فاذن في وجه وادفع صوتك وقل سبحان الذى جعل في السماء نجوما (وخ د) رجوما للشياطين عزمت عليك ياخبيث بعزيمة الله التى عزم بها امير المؤمنين على بن ابيطالب صلوات الله وسلامه عليه ورميت بسهم الله المصيب الذى لا يخطى وجعلت سمع الله على سمعك وبصرك وذللتك بعزة الله وقهرت سلطانك بسلطان الله ياخبيث لاسبيل لك فانك تقهره انشاء‌الله او تصرفه عنك فاذا ضللت الطريق فاذن با على صوتك وقل ياسيارة الله دلونا على الطريق يرحمكم الله ارشد وناير شد كم الله فان اصبت والافناد ياعتاة الجن ويامردة الشياطين ارشد ونى ودلونى على الطريق والا انتزعت (اسرعت خ د) لكم بسهم الله المصيب اياكم عزيمة على بن ابيطالب عليه السلام يامردة الشياطين ان استطعتم انتنفذوا من اقطار السموات والارض فانفذوا الاتنفذون الابسلطان مبين الله غالبكم بجنده الغالب وقاهركم بسلطانه القاهر ومذللكم بعزته المتين فان تولو افقل حسبى الله الذى لااله الاهو عليه توكلت وهو رب العرش العظيم وارفع صوتك بالاذان ترشد وتصيب الطريق انشاء الله زيد قال سمعت اباعبدالله</w:t>
      </w:r>
      <w:r w:rsidR="00615BB2" w:rsidRPr="00203FAD">
        <w:rPr>
          <w:rtl/>
        </w:rPr>
        <w:t xml:space="preserve"> (علیه السلام) </w:t>
      </w:r>
      <w:r w:rsidRPr="00203FAD">
        <w:rPr>
          <w:rtl/>
        </w:rPr>
        <w:t>يقول ماقدس الله صلوة مسلم يصلى ومعه الحديد مفتاح او غيره خلاالسيف عند الخوف فانه رداء او الدرع عند الخوف وكذلك ماكان من سلاح او كراع فلابأس عند الحاجة اليه زيد قال قال ابوعبدالله</w:t>
      </w:r>
      <w:r w:rsidR="00615BB2" w:rsidRPr="00203FAD">
        <w:rPr>
          <w:rtl/>
        </w:rPr>
        <w:t xml:space="preserve"> (علیه السلام) </w:t>
      </w:r>
      <w:r w:rsidRPr="00203FAD">
        <w:rPr>
          <w:rtl/>
        </w:rPr>
        <w:t>اياكم ومواعدا الملوك وهم ابناء الدنيا فان لذلك ضراوة كضراوة الخمر وعليكم بالابيضين الخبزو الرقة يعنى الملح وادمنو الخل والزيت في منازلكم فما افتقر اهل بيت كان ذلك ادامهم وان في الرقة امان من الجذام والبرص والجنون وكلوا اللحم في كل</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اسبوع ولاتعودوه انفسكم واولادكم فان له ضراوة كضراوة الخمر و لاتمنعوهم فرق الاربعين يوما فانه يسيئ اخلاقهم زيد قال كان ابوعبدالله</w:t>
      </w:r>
      <w:r w:rsidR="00615BB2" w:rsidRPr="00203FAD">
        <w:rPr>
          <w:rtl/>
        </w:rPr>
        <w:t xml:space="preserve"> (علیه السلام) </w:t>
      </w:r>
      <w:r w:rsidRPr="00203FAD">
        <w:rPr>
          <w:rtl/>
        </w:rPr>
        <w:t>اذا نظر إلى السماء قرء هذه الاية ان في خلق السموات والارض واختلاف الليل والنهار لايات لاولى الالباب وقرء اية السخره ان ربكم الله الذى خلق السموات والارض في ستة ايام ثم استوى على العرش يغشى الليل النهار يطلبه حثيثا والشمس والقمر والنجوم مسخرات بامره الاله الخلق والامر تبارك الله رب ا العالمين ثم يقول اللهم انك جعلت في السماء نجوما ثاقبة وشهبا احرست به السماء من سراق السمع من مردة الشياطين الهم فاحر سنى بعينك التى لاتنام واكنفنى بركنك الذى لايرام واجعلنى في وديعتك الذى لاتضيع وفى درعك الحصينة ومنعك المنيع وفي جوارك عز جارك وجل ثناؤ ك وتقدست اسمائك ولااله غيرك (صورة ماكتب في آخر النسخه الخطية) تم كتاب زيد الزرادو فرغ من نسخه من اصل ابى الحسن محمد بن الحسن بن الحسين بن ايوب القمى ايده الله في يوم الخميس لليلتين بقيتا من ذى القعدة من سنة اربع وسبعين وثلثمائه - ويتلوه كتاب ابوسعيد العصفرى والحمد لله والصلوة على محمد واله</w:t>
      </w:r>
    </w:p>
    <w:p w:rsidR="00947E93" w:rsidRDefault="00947E93" w:rsidP="00947E93">
      <w:pPr>
        <w:pStyle w:val="libNormal"/>
        <w:rPr>
          <w:rtl/>
        </w:rPr>
      </w:pPr>
      <w:r>
        <w:rPr>
          <w:rtl/>
        </w:rPr>
        <w:br w:type="page"/>
      </w:r>
    </w:p>
    <w:p w:rsidR="00947E93" w:rsidRPr="007F3286" w:rsidRDefault="00947E93" w:rsidP="00615BB2">
      <w:pPr>
        <w:pStyle w:val="Heading2Center"/>
        <w:rPr>
          <w:rtl/>
        </w:rPr>
      </w:pPr>
      <w:bookmarkStart w:id="1" w:name="02"/>
      <w:bookmarkStart w:id="2" w:name="_Toc493591884"/>
      <w:r w:rsidRPr="007F3286">
        <w:rPr>
          <w:rtl/>
        </w:rPr>
        <w:lastRenderedPageBreak/>
        <w:t>أصل ابى سعيدغباد العصفرى من الاصول الاولية للشيعة</w:t>
      </w:r>
      <w:bookmarkEnd w:id="1"/>
      <w:bookmarkEnd w:id="2"/>
    </w:p>
    <w:p w:rsidR="00947E93" w:rsidRDefault="00947E93" w:rsidP="00947E93">
      <w:pPr>
        <w:pStyle w:val="libNormal"/>
        <w:rPr>
          <w:rtl/>
        </w:rPr>
      </w:pPr>
      <w:r>
        <w:rPr>
          <w:rtl/>
        </w:rPr>
        <w:br w:type="page"/>
      </w:r>
    </w:p>
    <w:p w:rsidR="00947E93" w:rsidRPr="007F3286" w:rsidRDefault="00947E93" w:rsidP="00203FAD">
      <w:pPr>
        <w:pStyle w:val="libCenterBold1"/>
        <w:rPr>
          <w:rtl/>
        </w:rPr>
      </w:pPr>
      <w:r w:rsidRPr="007F3286">
        <w:rPr>
          <w:rtl/>
        </w:rPr>
        <w:lastRenderedPageBreak/>
        <w:t>بسم الله الرحمن الرحيم</w:t>
      </w:r>
    </w:p>
    <w:p w:rsidR="00947E93" w:rsidRPr="007F3286" w:rsidRDefault="00947E93" w:rsidP="00203FAD">
      <w:pPr>
        <w:pStyle w:val="libNormal"/>
        <w:rPr>
          <w:rtl/>
        </w:rPr>
      </w:pPr>
      <w:r w:rsidRPr="00203FAD">
        <w:rPr>
          <w:rtl/>
        </w:rPr>
        <w:t>رواية هرون بن موسى بن احمد التلعكبرى ره عن ابى على محمد بن همام ابومحمد هرون بن موسى بن احمد التلعكبرى قال حدثنا ابوعلى محمدبن همام (على بن خ د) بن سهيل قال اخبرنا ابوجعفر محمد بن احمد بن خاقان النهدى قال حدثنا محمد بن على بن ابراهيم الصيرفى ابوسمينة قال حدثنى ابوسعيد العصفرى وهو عباد عن عمرو بن ثابت وهو ابوالمقدام عن ابيه قال سمعت ابا جعفر(ع) يقول كيف انتم بابا المقدام وقد كانت سيطة بين الحرمين تبقون فيها حيارى لاتجدون سنادا تستندون اليه لاتدرون ايامن ان قلت وان ذلك لكائن قال كان ابى يقول ذلك ويقول يفعل الله مايشاء ويمحو ويثبت وعنده ام الكتاب عباد عن عمرو عن ابيه عن ابى جعفر قال خلق الله نورا فخلق من ذلك النور قل هو الله احدو خلق لها الف جناح من نور واهبطه إلى ارضه مع امنائه من الملئكة لايمرون بملاء من الملئكه الاخضعواله وقالوا نسبة ربنا نسبة ربنا عباد عن عمرو عن ابى حمزه قال سمعت على بن الحسين</w:t>
      </w:r>
      <w:r w:rsidR="00615BB2" w:rsidRPr="00203FAD">
        <w:rPr>
          <w:rtl/>
        </w:rPr>
        <w:t xml:space="preserve"> (علیه السلام) </w:t>
      </w:r>
      <w:r w:rsidRPr="00203FAD">
        <w:rPr>
          <w:rtl/>
        </w:rPr>
        <w:t>يقول ان الله خلق محمدا وعليا واحد عشر من ولده من نور عظمته فاقامهم اشباحا في ضياء نوره يعبدونه قبل خلق الخلق يسبحون الله ويقدسونه وهم الائمة من ولد رسول الله عبادرفعه إلى ابى جعفر</w:t>
      </w:r>
      <w:r w:rsidR="00615BB2" w:rsidRPr="00203FAD">
        <w:rPr>
          <w:rtl/>
        </w:rPr>
        <w:t xml:space="preserve"> (علیه السلام) </w:t>
      </w:r>
      <w:r w:rsidRPr="00203FAD">
        <w:rPr>
          <w:rtl/>
        </w:rPr>
        <w:t>قال قال رسول الله</w:t>
      </w:r>
      <w:r w:rsidR="00615BB2" w:rsidRPr="00203FAD">
        <w:rPr>
          <w:rtl/>
        </w:rPr>
        <w:t xml:space="preserve"> (صلّى الله عليه وآله وسلم) </w:t>
      </w:r>
      <w:r w:rsidRPr="00203FAD">
        <w:rPr>
          <w:rtl/>
        </w:rPr>
        <w:t>من ولدى احد عشر نقيبا نجيبا (نقباء نجباء خ د) محدثون مفهمون اخرهم القائم بالحق يملاء‌ها (الارض خ د) عدلا كماملئت جورا</w:t>
      </w:r>
    </w:p>
    <w:p w:rsidR="00947E93" w:rsidRDefault="00947E93" w:rsidP="00947E93">
      <w:pPr>
        <w:pStyle w:val="libNormal"/>
        <w:rPr>
          <w:rtl/>
        </w:rPr>
      </w:pPr>
      <w:r>
        <w:rPr>
          <w:rtl/>
        </w:rPr>
        <w:br w:type="page"/>
      </w:r>
    </w:p>
    <w:p w:rsidR="00947E93" w:rsidRPr="007F3286" w:rsidRDefault="00947E93" w:rsidP="00203FAD">
      <w:pPr>
        <w:pStyle w:val="libNormal"/>
        <w:rPr>
          <w:rtl/>
        </w:rPr>
      </w:pPr>
      <w:r w:rsidRPr="00203FAD">
        <w:rPr>
          <w:rtl/>
        </w:rPr>
        <w:lastRenderedPageBreak/>
        <w:t>عباد عن عمرو بن ثابت عن ابى جعفر عن ابيه عن ابائه قال قال رسول الله صلى الله عليه وعليهم نجوم في السماء امان لاهل السماء فاذا ذهب نجوم السماء اتى اهل السماء مايكرهون ونجوم من اهل بيتى من ولدى احد عشر نجما امان في الارض لاهل الارض ان تميد باهلها فاذا ذهبت نجوم اهل بيتى من الارض اتى اهل الارض مايكرهون عباد عن عمرو عن ابى الجار ودعن ابى جعفر</w:t>
      </w:r>
      <w:r w:rsidR="00615BB2" w:rsidRPr="00203FAD">
        <w:rPr>
          <w:rtl/>
        </w:rPr>
        <w:t xml:space="preserve"> (علیه السلام) </w:t>
      </w:r>
      <w:r w:rsidRPr="00203FAD">
        <w:rPr>
          <w:rtl/>
        </w:rPr>
        <w:t>قال قال رسول الله</w:t>
      </w:r>
      <w:r w:rsidR="00615BB2" w:rsidRPr="00203FAD">
        <w:rPr>
          <w:rtl/>
        </w:rPr>
        <w:t xml:space="preserve"> (صلّى الله عليه وآله وسلم) </w:t>
      </w:r>
      <w:r w:rsidRPr="00203FAD">
        <w:rPr>
          <w:rtl/>
        </w:rPr>
        <w:t>انى واحد عشر من ولدى وانت يا على زرالارض اعنى اوتادها جبالها و وقال وتدالله الارض ان تسيخ باهلها فاذا ذهب الاحد عشر من والدى ساخت الارض باهلها ولم ينظروا عباد عن عمر وعن ابيه عن ابى جعفر</w:t>
      </w:r>
      <w:r w:rsidR="00615BB2" w:rsidRPr="00203FAD">
        <w:rPr>
          <w:rtl/>
        </w:rPr>
        <w:t xml:space="preserve"> (علیه السلام) </w:t>
      </w:r>
      <w:r w:rsidRPr="00203FAD">
        <w:rPr>
          <w:rtl/>
        </w:rPr>
        <w:t>قال سمعته يقول لوبقيت الارض يوما بلا امام منالساخت باهلها ولعذبهم الله باشد عذابه وذلك ان الله جعلنا حجة في ارضه وامانا في الارض لاهل الارض لن يزالوافى امان ان تسيخ بهم الارض مادمنا بين اظهرهم فاذا ارادالله ان يهلكهم ثم لايمهلهم ولاينظر هم ذهب بنا من بينهم ورفعنا اليه ثم يفعل الله بهم مايشاء (شاء م) واحب عباد عن عمرو بن بياع السابرى عن جعفر بن محمد عليهما السلام قال ان ارض الكعبة قالت من مثلى وقدجعل بيت الله على ظهرى ياتينى الناس من كل فج عميق وجعلت حرم الله وامنه فاوحى الله اليها ان كفى وقرى فوعزتى مافضل مافضلت به فيما اعطيت ارض كربلاء الابمنزلة ابرة غمست في البحر فحملت من ماء البحر ولولا تربة كربلا مافضلت ولولا من تضمنت ارض كربلا ماخلقتك ولاخلقت البيت الذى به افتخرت فقرى واستقرى و كونى دنيا متواضعا ذليلا مهينا غير مستنكف ولامستكبر على ارض كربلاء والاسخط بك فهويت في نارجهنم</w:t>
      </w:r>
    </w:p>
    <w:p w:rsidR="00947E93" w:rsidRDefault="00947E93" w:rsidP="00947E93">
      <w:pPr>
        <w:pStyle w:val="libNormal"/>
        <w:rPr>
          <w:rtl/>
        </w:rPr>
      </w:pPr>
      <w:r>
        <w:rPr>
          <w:rtl/>
        </w:rPr>
        <w:br w:type="page"/>
      </w:r>
    </w:p>
    <w:p w:rsidR="00947E93" w:rsidRPr="007F3286" w:rsidRDefault="00947E93" w:rsidP="00203FAD">
      <w:pPr>
        <w:pStyle w:val="libNormal"/>
        <w:rPr>
          <w:rtl/>
        </w:rPr>
      </w:pPr>
      <w:r w:rsidRPr="00203FAD">
        <w:rPr>
          <w:rtl/>
        </w:rPr>
        <w:lastRenderedPageBreak/>
        <w:t>عباد عن عمرو عن ابيه عن ابى جعفر</w:t>
      </w:r>
      <w:r w:rsidR="00615BB2" w:rsidRPr="00203FAD">
        <w:rPr>
          <w:rtl/>
        </w:rPr>
        <w:t xml:space="preserve"> (علیه السلام) </w:t>
      </w:r>
      <w:r w:rsidRPr="00203FAD">
        <w:rPr>
          <w:rtl/>
        </w:rPr>
        <w:t>خلق الله ارض كربلا قبل ان يخلق ارض الكعبة باربعة وعشرين الف عام وقدسها وبارك عليها فما زالت قبل ان خلق الله الخلق مقدسة مباركة لايزال كذلك حتى يجعلها الله افضل ارض في الجنة وافضل منزل ومسكن يسكن الله فيه اوليائه في الجنة عباد عن رجل عن ابى الجارود قال قال على بن الحسين صلى الله عليه اتخذالله ارض كربلا حرما امنا مباركا قبل ان يخلق ارض الكعبة باربعة وعشرين الف عام وانهار اذا يدك الله (بدل الله الارض خ د) الارضين رفعها (الله خ د) كماهى برمتها نورانية صافية فجعلت في افضل روض (ضة خ د " من رياض الجنة وافضل مسكن في الجنة لايسكنها الاالنبيون والمرسلون اوقال اولوالعزم من الرسل وانها لتزهر من رياض الجنة كمايزهر الكوكب الدرى من (بين خ د) الكواكب لاهل الارض يغشى نورها نور ابصار اهل الارض (الجنة خ د) جميعا وهى تنادى انا ارض الله المقدسة والطينة المباركة التى تضمنت سيد الشهداء وشباب اهل الجنة عباد عن اسمعيل بن دينار عن عمرو بن ثابت عن سالم بن ابى حفصة عن سالم بن الجعد عن طارق بن شهاب (سهار خ د) قال سمعت عليا</w:t>
      </w:r>
      <w:r w:rsidR="00615BB2" w:rsidRPr="00203FAD">
        <w:rPr>
          <w:rtl/>
        </w:rPr>
        <w:t xml:space="preserve"> (علیه السلام) </w:t>
      </w:r>
      <w:r w:rsidRPr="00203FAD">
        <w:rPr>
          <w:rtl/>
        </w:rPr>
        <w:t>يقول من شاء يصدق ومن شاء يكذب مؤبدين وصاحبتهما في نار جهنم ابوسعيد عباد عن عمرو بن ثابت عن محمد بن عبدالله بن عقيل عن فاطمة بنت الحسين</w:t>
      </w:r>
      <w:r w:rsidR="00615BB2" w:rsidRPr="00203FAD">
        <w:rPr>
          <w:rtl/>
        </w:rPr>
        <w:t xml:space="preserve"> (علیه السلام) </w:t>
      </w:r>
      <w:r w:rsidRPr="00203FAD">
        <w:rPr>
          <w:rtl/>
        </w:rPr>
        <w:t>قالت جاء رجل من بنى اسدالى ابى</w:t>
      </w:r>
      <w:r w:rsidR="00615BB2" w:rsidRPr="00203FAD">
        <w:rPr>
          <w:rtl/>
        </w:rPr>
        <w:t xml:space="preserve"> (علیه السلام) </w:t>
      </w:r>
      <w:r w:rsidRPr="00203FAD">
        <w:rPr>
          <w:rtl/>
        </w:rPr>
        <w:t>فقال مابال القوم يامروك على ابيك ولم يؤمرونه فقال ان القوم تعاهدوا وتواثقوا ان لايو لوها ابى عباد عن سفير الحريرى (سفيان خ د) عن ابيه عن الصادق</w:t>
      </w:r>
      <w:r w:rsidR="00615BB2" w:rsidRPr="00203FAD">
        <w:rPr>
          <w:rtl/>
        </w:rPr>
        <w:t xml:space="preserve"> (علیه السلام) </w:t>
      </w:r>
      <w:r w:rsidRPr="00203FAD">
        <w:rPr>
          <w:rtl/>
        </w:rPr>
        <w:t>قال بعث عمربن الخطاب إلى قدامه عامله بمقدار لايجوزها احد من الموالى الاقتل قال فجاء الرسول وعند قدامه رجل من موالى الازد جصاص فقدمه فضرب عنقه</w:t>
      </w:r>
    </w:p>
    <w:p w:rsidR="00947E93" w:rsidRDefault="00947E93" w:rsidP="00947E93">
      <w:pPr>
        <w:pStyle w:val="libNormal"/>
        <w:rPr>
          <w:rtl/>
        </w:rPr>
      </w:pPr>
      <w:r>
        <w:rPr>
          <w:rtl/>
        </w:rPr>
        <w:br w:type="page"/>
      </w:r>
    </w:p>
    <w:p w:rsidR="00947E93" w:rsidRPr="007F3286" w:rsidRDefault="00947E93" w:rsidP="00203FAD">
      <w:pPr>
        <w:pStyle w:val="libNormal"/>
        <w:rPr>
          <w:rtl/>
        </w:rPr>
      </w:pPr>
      <w:r w:rsidRPr="00203FAD">
        <w:rPr>
          <w:rtl/>
        </w:rPr>
        <w:lastRenderedPageBreak/>
        <w:t>ابوسعيد عباد عن سفير الحريرى (سفيان خ د) عن عبدالرحمن بن سالم الاشل قال سئلت عبدالملك بن عمر عن احاديث فابى ان يحدثنى فقت له كم كان المقياس الذى بعث به عمر قال كان خمسة اشبار مختوم برصاص قتل فيه رجلين عباد ابوسعيد عن عمروبن ثابت عن ابى اسحق عن سعيد بن جبير عن ابن عباس قال امرابوبكر خالدين الوليد فقال اذا انا سلمت فاضرب عنق على قال وبدالابى بكر فسلم في نفسه ثم نادى ياخالد لاتفعل ماامرتك به من شيئى فالتفت على</w:t>
      </w:r>
      <w:r w:rsidR="00615BB2" w:rsidRPr="00203FAD">
        <w:rPr>
          <w:rtl/>
        </w:rPr>
        <w:t xml:space="preserve"> (علیه السلام) </w:t>
      </w:r>
      <w:r w:rsidRPr="00203FAD">
        <w:rPr>
          <w:rtl/>
        </w:rPr>
        <w:t>إلى خالد لعنه الله فقال ياخالد اكنت فاعلا قال نعم والله قال انت اضيق (ان قاتلى اضيق استامنك ظ) خلقة (حلقة ظ) من ذاك عباد عن الحسين كذا زيد بن على عن يحيى بن عبدالله بن الحسين عن جعفر بن محمد قال بعث رسو</w:t>
      </w:r>
      <w:r w:rsidR="00615BB2" w:rsidRPr="00203FAD">
        <w:rPr>
          <w:rFonts w:hint="cs"/>
          <w:rtl/>
        </w:rPr>
        <w:t>ل</w:t>
      </w:r>
      <w:r w:rsidRPr="00203FAD">
        <w:rPr>
          <w:rtl/>
        </w:rPr>
        <w:t xml:space="preserve"> الله</w:t>
      </w:r>
      <w:r w:rsidR="00615BB2" w:rsidRPr="00203FAD">
        <w:rPr>
          <w:rtl/>
        </w:rPr>
        <w:t xml:space="preserve"> (صلّى الله عليه وآله وسلم) </w:t>
      </w:r>
      <w:r w:rsidRPr="00203FAD">
        <w:rPr>
          <w:rtl/>
        </w:rPr>
        <w:t>ابابكر ببرائة قال فجاء جبرئيل</w:t>
      </w:r>
      <w:r w:rsidR="00615BB2" w:rsidRPr="00203FAD">
        <w:rPr>
          <w:rtl/>
        </w:rPr>
        <w:t xml:space="preserve"> (علیه السلام) </w:t>
      </w:r>
      <w:r w:rsidRPr="00203FAD">
        <w:rPr>
          <w:rtl/>
        </w:rPr>
        <w:t>فقال يامحمد انه لايؤدى عنك الاانت اومن هو منك قال فبعث رسول الله</w:t>
      </w:r>
      <w:r w:rsidR="00615BB2" w:rsidRPr="00203FAD">
        <w:rPr>
          <w:rtl/>
        </w:rPr>
        <w:t xml:space="preserve"> (صلّى الله عليه وآله وسلم) </w:t>
      </w:r>
      <w:r w:rsidRPr="00203FAD">
        <w:rPr>
          <w:rtl/>
        </w:rPr>
        <w:t>عليا إلى ابى ابكر وامره ان يدفع اليه برائة قال فلحقة على</w:t>
      </w:r>
      <w:r w:rsidR="00615BB2" w:rsidRPr="00203FAD">
        <w:rPr>
          <w:rtl/>
        </w:rPr>
        <w:t xml:space="preserve"> (علیه السلام) </w:t>
      </w:r>
      <w:r w:rsidRPr="00203FAD">
        <w:rPr>
          <w:rtl/>
        </w:rPr>
        <w:t xml:space="preserve">وكان معه عمرو ابوعبيدة بن الجراح وسالم مولى حذيفة قالو اله لاتدفعها اليه فابى ابوبكر فدفعها اليه قال واجمع (اجتمع خ د) القوم على كتاب كتبوه بينهم في المسجد الحرام ان قبض </w:t>
      </w:r>
      <w:r w:rsidR="00615BB2" w:rsidRPr="00203FAD">
        <w:rPr>
          <w:rtl/>
        </w:rPr>
        <w:t xml:space="preserve">رسول الله  (صلّى الله عليه وآله وسلم) </w:t>
      </w:r>
      <w:r w:rsidRPr="00203FAD">
        <w:rPr>
          <w:rtl/>
        </w:rPr>
        <w:t>الايولوا عليا منها شيئا فلما سجى ابوبكر دخل عليه على</w:t>
      </w:r>
      <w:r w:rsidR="00615BB2" w:rsidRPr="00203FAD">
        <w:rPr>
          <w:rtl/>
        </w:rPr>
        <w:t xml:space="preserve"> (علیه السلام) </w:t>
      </w:r>
      <w:r w:rsidRPr="00203FAD">
        <w:rPr>
          <w:rtl/>
        </w:rPr>
        <w:t xml:space="preserve">فقال مااحد احب ان القى الله بمثل صحيفة من هذا المسجى قال فلما سجى عمرد عى له فقال مثل ذلك قال فهى الصحيفة التى كتبوها بينهم ان قبض </w:t>
      </w:r>
      <w:r w:rsidR="00615BB2" w:rsidRPr="00203FAD">
        <w:rPr>
          <w:rtl/>
        </w:rPr>
        <w:t xml:space="preserve">رسول الله  (صلّى الله عليه وآله وسلم) </w:t>
      </w:r>
      <w:r w:rsidRPr="00203FAD">
        <w:rPr>
          <w:rtl/>
        </w:rPr>
        <w:t>لايولوها عليا</w:t>
      </w:r>
      <w:r w:rsidR="00615BB2" w:rsidRPr="00203FAD">
        <w:rPr>
          <w:rtl/>
        </w:rPr>
        <w:t xml:space="preserve"> (علیه السلام) </w:t>
      </w:r>
      <w:r w:rsidRPr="00203FAD">
        <w:rPr>
          <w:rtl/>
        </w:rPr>
        <w:t xml:space="preserve">عباد ابوسعيد عن العرز مى عن ثويربن يزيد عن خالد بن معدان عن جويربن نعير (مغير خ د) الحضر مى قال قال </w:t>
      </w:r>
      <w:r w:rsidR="00615BB2" w:rsidRPr="00203FAD">
        <w:rPr>
          <w:rtl/>
        </w:rPr>
        <w:t xml:space="preserve">رسول الله  (صلّى الله عليه وآله وسلم) </w:t>
      </w:r>
      <w:r w:rsidRPr="00203FAD">
        <w:rPr>
          <w:rtl/>
        </w:rPr>
        <w:t>لعن الله ولعنت الملئكة على رجل تأنث وامر ئة تذكرت ورجل تحصر ولاحصور بعد يحيى بن ذكريا ورجل جلس على الطريق يستهزى بابن السبيل</w:t>
      </w:r>
    </w:p>
    <w:p w:rsidR="00947E93" w:rsidRDefault="00947E93" w:rsidP="00947E93">
      <w:pPr>
        <w:pStyle w:val="libNormal"/>
        <w:rPr>
          <w:rtl/>
        </w:rPr>
      </w:pPr>
      <w:r>
        <w:rPr>
          <w:rtl/>
        </w:rPr>
        <w:br w:type="page"/>
      </w:r>
    </w:p>
    <w:p w:rsidR="00947E93" w:rsidRPr="007F3286" w:rsidRDefault="00947E93" w:rsidP="00203FAD">
      <w:pPr>
        <w:pStyle w:val="libNormal"/>
        <w:rPr>
          <w:rtl/>
        </w:rPr>
      </w:pPr>
      <w:r w:rsidRPr="00203FAD">
        <w:rPr>
          <w:rtl/>
        </w:rPr>
        <w:lastRenderedPageBreak/>
        <w:t xml:space="preserve">عباد عن ابن العرز عن ثويربن يزيد عن خالد بن معدان عن جويربن نعير قال قال </w:t>
      </w:r>
      <w:r w:rsidR="00615BB2" w:rsidRPr="00203FAD">
        <w:rPr>
          <w:rtl/>
        </w:rPr>
        <w:t xml:space="preserve">رسول الله  (صلّى الله عليه وآله وسلم) </w:t>
      </w:r>
      <w:r w:rsidRPr="00203FAD">
        <w:rPr>
          <w:rtl/>
        </w:rPr>
        <w:t xml:space="preserve">ان لكل بيت بابا وان باب القبر من قبل الرجلين عباد ابوسعيد عن حماد بن عيسى العبسى عن بلال بن يحيى عن حذيفة بن اليمان قال قال </w:t>
      </w:r>
      <w:r w:rsidR="00615BB2" w:rsidRPr="00203FAD">
        <w:rPr>
          <w:rtl/>
        </w:rPr>
        <w:t xml:space="preserve">رسول الله  (صلّى الله عليه وآله وسلم) </w:t>
      </w:r>
      <w:r w:rsidRPr="00203FAD">
        <w:rPr>
          <w:rtl/>
        </w:rPr>
        <w:t xml:space="preserve">اذا رأيتم معوية بن ابى سفيان على المنبر فاضربوه بالسيف واذا رأيت الحكم بن ابى العاص ولوتحت استار الكعبة فاقتلوه قال ونفاه </w:t>
      </w:r>
      <w:r w:rsidR="00615BB2" w:rsidRPr="00203FAD">
        <w:rPr>
          <w:rtl/>
        </w:rPr>
        <w:t xml:space="preserve">رسول الله  (صلّى الله عليه وآله وسلم) </w:t>
      </w:r>
      <w:r w:rsidRPr="00203FAD">
        <w:rPr>
          <w:rtl/>
        </w:rPr>
        <w:t xml:space="preserve">إلى الدهلك ارض من ارض الحبشة قال فلما ولى ابوبكر كلموه فيه قال فابى ان ياذن له قال فلما ولى عمر كلموه فيه فقال نفاه </w:t>
      </w:r>
      <w:r w:rsidR="00615BB2" w:rsidRPr="00203FAD">
        <w:rPr>
          <w:rtl/>
        </w:rPr>
        <w:t xml:space="preserve">رسول الله  (صلّى الله عليه وآله وسلم) </w:t>
      </w:r>
      <w:r w:rsidRPr="00203FAD">
        <w:rPr>
          <w:rtl/>
        </w:rPr>
        <w:t>وابوبكر افاء‌ذن له انا فلم يأذن له فلما ولى عثمان قال عمرو شيخ من المسلمين قال فاذن له واجاره بمأة الف درهم من بيت مال المسلمين تم احاديث ابى سعيد عباد العصفرى والحمد لله رب العالمين و صلى الله على محمد واله اجمعين الطيبين الطاهرين (صورة مافى آخر هذه النسخة الشريفة) ويتلوه كتاب عاصم بن حميد الحناط صورة مافى الاصل وكتبها منصور بن الحسن بن الحسين الابى في يوم الخميس لليلتين بقيتا من شهر ذى القعده من سنه 374 اربع وسبعين وثلثمائة بالموصل من اصل ابى الحسن محمدبن الحسن بن الحسين بن ايوب القمى ره</w:t>
      </w:r>
    </w:p>
    <w:p w:rsidR="00947E93" w:rsidRDefault="00947E93" w:rsidP="00947E93">
      <w:pPr>
        <w:pStyle w:val="libNormal"/>
        <w:rPr>
          <w:rtl/>
        </w:rPr>
      </w:pPr>
      <w:r>
        <w:rPr>
          <w:rtl/>
        </w:rPr>
        <w:br w:type="page"/>
      </w:r>
    </w:p>
    <w:p w:rsidR="00947E93" w:rsidRDefault="00947E93" w:rsidP="00203FAD">
      <w:pPr>
        <w:pStyle w:val="Heading2Center"/>
      </w:pPr>
      <w:bookmarkStart w:id="3" w:name="03"/>
      <w:bookmarkStart w:id="4" w:name="_Toc493591885"/>
      <w:r>
        <w:rPr>
          <w:rtl/>
        </w:rPr>
        <w:lastRenderedPageBreak/>
        <w:t>اصل عاصم بن حميد الحناط من الاصول الاربعماة</w:t>
      </w:r>
      <w:bookmarkEnd w:id="3"/>
      <w:bookmarkEnd w:id="4"/>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كتاب عاصم بن حميد الحناط رواية ابى الحسن محمد بن الحسن بن الحسين بن ايوب القمى عن هرون بن موسى بن احمد التلعكبرى ره (وفى نسخة) كتاب عاصم بن حميد الحناط رواية ابى القسم حميدبن زياد بن هوارا (هوراخ) رواية ابى محمد هرون بن موسى بن احمد التلعكبرى عن بى على محمد بن همام بن سهيل الكاتب وابى القسم جعفربن محمدبن ابراهيم بن محمدبن عبيدالله (عبدالله خ د) بن موسى بن جعفر بن محمد العلوى الموسائى (الموسوى خ د)</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حدثنى ابوالحسن محمد بن الحسن بن الحسين بن ايوب القمى ايده الله تعالى قال حدثنى ابومحمد هرون بن موسى بن احمد التلعكبرى ايده الله قال حدثنا ابوعلى محمد بن همام بن سهيل الكاتب قال حدثنا ابوالقاسم حميد بن زياد بن هوارافى سنة 309 تسع وثلثمائة قال حدثنا عبيدالله بن احمد عن مساور وسلمة عن عاصم بن حميد الحناط وذكر ابومحمد قال حدثنى بهذا الكتاب ابوالقاسم جعفربن محمد بن ابراهيم بن محمدبن عبيدالله بن موسى بن جعفر العلوى الموسائى بمصر سنة احدى واربعين قال حدثنى الشيخ الصالح ابوالعباس عبيدالله بن احمد بن نهيك عن مساور وسلمة جميعا عن عاصم بن حميد الحناط قال سمعت اباعبدالله</w:t>
      </w:r>
      <w:r w:rsidR="00615BB2" w:rsidRPr="00203FAD">
        <w:rPr>
          <w:rtl/>
        </w:rPr>
        <w:t xml:space="preserve"> (علیه السلام) </w:t>
      </w:r>
      <w:r w:rsidRPr="00203FAD">
        <w:rPr>
          <w:rtl/>
        </w:rPr>
        <w:t xml:space="preserve">يقول ان </w:t>
      </w:r>
      <w:r w:rsidR="00615BB2" w:rsidRPr="00203FAD">
        <w:rPr>
          <w:rtl/>
        </w:rPr>
        <w:t xml:space="preserve">رسول الله  (صلّى الله عليه وآله وسلم) </w:t>
      </w:r>
      <w:r w:rsidRPr="00203FAD">
        <w:rPr>
          <w:rtl/>
        </w:rPr>
        <w:t>لما انتهى إلى البيد احيث الميلين انيخت له ناقته فركبها فلما انبعثت (انبعث خ د) به لبى باربع فقال لبيك لاشريك لك لبيك</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ان الحمد والنعمة لك والملك لاشريك لك ثم قال حيث يخسف بالاخابث وعنه عن ابى حمزة الثمالى قال قال لنا على بن الحسين ونحن جلوس اى البقاع افضل قال فقالوا الله وابن رسوله</w:t>
      </w:r>
      <w:r w:rsidR="00615BB2" w:rsidRPr="00203FAD">
        <w:rPr>
          <w:rtl/>
        </w:rPr>
        <w:t xml:space="preserve"> (صلّى الله عليه وآله وسلم) </w:t>
      </w:r>
      <w:r w:rsidRPr="00203FAD">
        <w:rPr>
          <w:rtl/>
        </w:rPr>
        <w:t>اعلم قال فقال فان افضل البقاع مابين الركن إلى (وخ د) المقام ولوان رجلا عمر ما عمر نوح في قومه الف سنة الاخمسين عاما يصوم النهار ويقوم الليل ولقى الله بغير ولايتنالم ينفعه ذلك شيئا وعنه عن ابى بصير قال قلت لابى عبدالله</w:t>
      </w:r>
      <w:r w:rsidR="00615BB2" w:rsidRPr="00203FAD">
        <w:rPr>
          <w:rtl/>
        </w:rPr>
        <w:t xml:space="preserve"> (علیه السلام) </w:t>
      </w:r>
      <w:r w:rsidRPr="00203FAD">
        <w:rPr>
          <w:rtl/>
        </w:rPr>
        <w:t>ان عمر شيخ من اصحابنا سئل عيسى بن اعين وهو محتاج قال فقال له عيسى اما ان عندى شيئا من الزكوة ولااعطيك منها شيئا قال فقال له لم قال لانى رأيتك اشتريت تمرا واشتريت لحما قال انماربحت درهما فاشتريت به اربعين (بدانقين خ د) تمرا وبدانق لحما ورجعت بدانقين لحاجة قال فوضع ابوعبدالله</w:t>
      </w:r>
      <w:r w:rsidR="00615BB2" w:rsidRPr="00203FAD">
        <w:rPr>
          <w:rtl/>
        </w:rPr>
        <w:t xml:space="preserve"> (علیه السلام) </w:t>
      </w:r>
      <w:r w:rsidRPr="00203FAD">
        <w:rPr>
          <w:rtl/>
        </w:rPr>
        <w:t>يده على جبهته قال ثم رفع راسه فقال ان الله عزوجل نظر في اموال الا غنياء ونظر في الفقراء فجعل في اموال الاغنياء ما يكتفى به الفقراء ولولم يكفهم لزادهم بلى فليعطه مايأكل ويشرب ويكتسى ويتزوج ويصدق (ويتصدق خ د) ويحج وعنه عن ابى بصير قال سمعت اباجعفر</w:t>
      </w:r>
      <w:r w:rsidR="00615BB2" w:rsidRPr="00203FAD">
        <w:rPr>
          <w:rtl/>
        </w:rPr>
        <w:t xml:space="preserve"> (علیه السلام) </w:t>
      </w:r>
      <w:r w:rsidRPr="00203FAD">
        <w:rPr>
          <w:rtl/>
        </w:rPr>
        <w:t xml:space="preserve">يقول كان المقام في موضعه الذى هو فيه اليوم فلما لقى </w:t>
      </w:r>
      <w:r w:rsidR="00615BB2" w:rsidRPr="00203FAD">
        <w:rPr>
          <w:rtl/>
        </w:rPr>
        <w:t xml:space="preserve">رسول الله  (صلّى الله عليه وآله وسلم) </w:t>
      </w:r>
      <w:r w:rsidRPr="00203FAD">
        <w:rPr>
          <w:rtl/>
        </w:rPr>
        <w:t xml:space="preserve">مكة راى ان يحوله من موضعه فحوله فوضعه مابين الباب والركن وكان على ذلك حيوة </w:t>
      </w:r>
      <w:r w:rsidR="00615BB2" w:rsidRPr="00203FAD">
        <w:rPr>
          <w:rtl/>
        </w:rPr>
        <w:t xml:space="preserve">رسول الله  (صلّى الله عليه وآله وسلم) </w:t>
      </w:r>
      <w:r w:rsidRPr="00203FAD">
        <w:rPr>
          <w:rtl/>
        </w:rPr>
        <w:t>وامارة ابى بكر وبعض امارة عمر ثم ان عمرحين كثر المسلمون قال انه يشغل الناس عن طوافهم قال فحمدالله واثنى عليه ثم قال يااهل مكة من يعرف الموضع الذى كان فيه المقام في الجاهلية قال فقال المطلب بن ابى وداعة السهمى انا يا اميرالمؤمنين عمدت إلى اديم فعددته فاخذته قياسه فهو في حق عند فلانة امرأته قال فاخذ خاتمه فبعث اليها فجاء به فقاسه ثم حوله فوضعه موضعه الذى كان فيه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عبدالله بن عطا قال كنت اخذ ابيد ابى جعفر</w:t>
      </w:r>
      <w:r w:rsidR="00615BB2" w:rsidRPr="00203FAD">
        <w:rPr>
          <w:rtl/>
        </w:rPr>
        <w:t xml:space="preserve"> (علیه السلام) </w:t>
      </w:r>
      <w:r w:rsidRPr="00203FAD">
        <w:rPr>
          <w:rtl/>
        </w:rPr>
        <w:t>قال وعمر بن عبدالعزيز عليه ثوبان ممصران قال فقال ابوجعفر اماانه سيلى ثم يموت فيبكى عليه اهل الارض ويلعنه اهل السماء وعنه عن ابى حمزة عن ابى جعفر</w:t>
      </w:r>
      <w:r w:rsidR="00615BB2" w:rsidRPr="00203FAD">
        <w:rPr>
          <w:rtl/>
        </w:rPr>
        <w:t xml:space="preserve"> (علیه السلام) </w:t>
      </w:r>
      <w:r w:rsidRPr="00203FAD">
        <w:rPr>
          <w:rtl/>
        </w:rPr>
        <w:t xml:space="preserve">قال خطب </w:t>
      </w:r>
      <w:r w:rsidR="00615BB2" w:rsidRPr="00203FAD">
        <w:rPr>
          <w:rtl/>
        </w:rPr>
        <w:t xml:space="preserve">رسول الله  (صلّى الله عليه وآله وسلم) </w:t>
      </w:r>
      <w:r w:rsidRPr="00203FAD">
        <w:rPr>
          <w:rtl/>
        </w:rPr>
        <w:t>الناس في حجة الوداع فقال ايها الناس انه والله ما من شيئى يقربكم من الجنة ويباعدكم عن النار الاوقد امرتكم به وما من شيئ يقربكم من النار ويباعدكم عن الجنة الاوقد نهيتكم عنه وان الروح الامين قد نفث في روعى انه لاتموت نفس حتى تستكمل رزقها فاتقوالله واجملوا في الطلب (في طلب الرزق خ د) ولايحملن احدكم استبطاء شيئ من الرزق ان يطلبه بغير حق فانه لايدرك شيئ مما عند الله الابطاعته وعنه عن ابى بصير قال قال ابوجعفر</w:t>
      </w:r>
      <w:r w:rsidR="00615BB2" w:rsidRPr="00203FAD">
        <w:rPr>
          <w:rtl/>
        </w:rPr>
        <w:t xml:space="preserve"> (علیه السلام) </w:t>
      </w:r>
      <w:r w:rsidRPr="00203FAD">
        <w:rPr>
          <w:rtl/>
        </w:rPr>
        <w:t>الااقرء‌ك وصية فاطمة (صلى الله عليها خ د) عليها السلم قال قلت بلى فاخرج حقا او سفطا فاخرج منه كتابا قا ل فقراء بسم الله الرحمن الرحيم هذا ما اوصت به فاطمة بنت محمد</w:t>
      </w:r>
      <w:r w:rsidR="00615BB2" w:rsidRPr="00203FAD">
        <w:rPr>
          <w:rtl/>
        </w:rPr>
        <w:t xml:space="preserve"> (صلّى الله عليه وآله وسلم) </w:t>
      </w:r>
      <w:r w:rsidRPr="00203FAD">
        <w:rPr>
          <w:rtl/>
        </w:rPr>
        <w:t>اوصت بحوائطها السبعه الاعراف والدلال والبرقه والميثب و الحسنى والصافية ومال ام (مالام خ د) ابراهيم إلى على بن ابيطالب فان مضى على فالى الحسن فان مضى الحسن فالى الحسين فان مضى الحسين فالى الاكبر فالاكبر من ولدى شهد الله على ذلك والمقداد بن الاسود والزبير بن العوام وكتب على بن ابى طالب وعنه عن ابى بصير قال اباجعفر</w:t>
      </w:r>
      <w:r w:rsidR="00615BB2" w:rsidRPr="00203FAD">
        <w:rPr>
          <w:rtl/>
        </w:rPr>
        <w:t xml:space="preserve"> (علیه السلام) </w:t>
      </w:r>
      <w:r w:rsidRPr="00203FAD">
        <w:rPr>
          <w:rtl/>
        </w:rPr>
        <w:t>يقول مازال الزبير منا اهل البيت حتى نشاء ابنه عبدالله بن الزبير ولقد حلق رأسه وهو يقول لايبايع (نبايع خ د) الاعليا ولقد اخذ عمر سيفه فكسره بين حجرين وعنه عن ابى بصير قال سمعت اباجعفر</w:t>
      </w:r>
      <w:r w:rsidR="00615BB2" w:rsidRPr="00203FAD">
        <w:rPr>
          <w:rtl/>
        </w:rPr>
        <w:t xml:space="preserve"> (علیه السلام) </w:t>
      </w:r>
      <w:r w:rsidRPr="00203FAD">
        <w:rPr>
          <w:rtl/>
        </w:rPr>
        <w:t>يقول ان الناس اكلوا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لحوم دوابهم يوم خبير فامر </w:t>
      </w:r>
      <w:r w:rsidR="00615BB2" w:rsidRPr="00203FAD">
        <w:rPr>
          <w:rtl/>
        </w:rPr>
        <w:t xml:space="preserve">رسول الله  (صلّى الله عليه وآله وسلم) </w:t>
      </w:r>
      <w:r w:rsidRPr="00203FAD">
        <w:rPr>
          <w:rtl/>
        </w:rPr>
        <w:t>باكفاء القدور فنهاهم عن ذلك ولم يحرمها وعنه عن ابى بصير قال سمعت اباجعفر</w:t>
      </w:r>
      <w:r w:rsidR="00615BB2" w:rsidRPr="00203FAD">
        <w:rPr>
          <w:rtl/>
        </w:rPr>
        <w:t xml:space="preserve"> (علیه السلام) </w:t>
      </w:r>
      <w:r w:rsidRPr="00203FAD">
        <w:rPr>
          <w:rtl/>
        </w:rPr>
        <w:t>يقول قال على</w:t>
      </w:r>
      <w:r w:rsidR="00615BB2" w:rsidRPr="00203FAD">
        <w:rPr>
          <w:rtl/>
        </w:rPr>
        <w:t xml:space="preserve"> (علیه السلام) </w:t>
      </w:r>
      <w:r w:rsidRPr="00203FAD">
        <w:rPr>
          <w:rtl/>
        </w:rPr>
        <w:t>لولا ماسبقنى به ابن الخطاب مازنى الاشقى قال ثم قرء هذه الاية فما استمعتم به منهن إلى اجل مسمى فاتوهن اجورهن فريضة ولاجناح عليكم فيما تراضيتم به من بعد الفريضة قال يقول اذا انقطع الاجل فيما بينكما استحللتها باجل اخر ترضيها ولايحل لغيرك حتى ينقضى الاجل وعدتها حيضتان (حيضان ص خ د) وعنه عن ابى بصير قال سئلت اباجعفر</w:t>
      </w:r>
      <w:r w:rsidR="00615BB2" w:rsidRPr="00203FAD">
        <w:rPr>
          <w:rtl/>
        </w:rPr>
        <w:t xml:space="preserve"> (علیه السلام) </w:t>
      </w:r>
      <w:r w:rsidRPr="00203FAD">
        <w:rPr>
          <w:rtl/>
        </w:rPr>
        <w:t>عن قول الله عزوجل من اوسط ماتطعمون اهليكم قال قوة عيالك والقوت يومئذ مد قال قلت او كسوتهم قال ثوب وعنه عن ابى بصير قال سئلت ابا جعفر</w:t>
      </w:r>
      <w:r w:rsidR="00615BB2" w:rsidRPr="00203FAD">
        <w:rPr>
          <w:rtl/>
        </w:rPr>
        <w:t xml:space="preserve"> (علیه السلام) </w:t>
      </w:r>
      <w:r w:rsidRPr="00203FAD">
        <w:rPr>
          <w:rtl/>
        </w:rPr>
        <w:t>عن نبيذ السقاية فقال يا ابا محمد كانوا يومئذ اشد جهدا من ان يكون لهم زبيب ينبذونه انما السقاية زمزم وعنه عن سيف التمار عن رياح بن ابى نصر قال قلت لابى عبدالله</w:t>
      </w:r>
      <w:r w:rsidR="00615BB2" w:rsidRPr="00203FAD">
        <w:rPr>
          <w:rtl/>
        </w:rPr>
        <w:t xml:space="preserve"> (علیه السلام) </w:t>
      </w:r>
      <w:r w:rsidRPr="00203FAD">
        <w:rPr>
          <w:rtl/>
        </w:rPr>
        <w:t xml:space="preserve">انانروى بالكوفة ان عليا قال ان من تمام حجك احرامك من دويرة اهلك قال سبحان الله لو كان كما يقولون ماتمتع </w:t>
      </w:r>
      <w:r w:rsidR="00615BB2" w:rsidRPr="00203FAD">
        <w:rPr>
          <w:rtl/>
        </w:rPr>
        <w:t xml:space="preserve">رسول الله  (صلّى الله عليه وآله وسلم) </w:t>
      </w:r>
      <w:r w:rsidRPr="00203FAD">
        <w:rPr>
          <w:rtl/>
        </w:rPr>
        <w:t>بثيابه إلى الشجرة وعنه عن محمد بن مسلم قال كنت جالسا مع ابى جعفر</w:t>
      </w:r>
      <w:r w:rsidR="00615BB2" w:rsidRPr="00203FAD">
        <w:rPr>
          <w:rtl/>
        </w:rPr>
        <w:t xml:space="preserve"> (علیه السلام) </w:t>
      </w:r>
      <w:r w:rsidRPr="00203FAD">
        <w:rPr>
          <w:rtl/>
        </w:rPr>
        <w:t>وناضح لهم في جانب الدار قد اعلف الخبط قال وهو هايج قال وهو يبول ويضرب بذنبه اذمر جعفر وعليه ثوبان ابيضان قال فنضح عليه فملاء عليه ثبابه وجسده قال فاستر جع فضحك ابوجعفر ثم قال يابنى ليس به باس وعنه عن ابى اسامة عن ابى عبدالله</w:t>
      </w:r>
      <w:r w:rsidR="00615BB2" w:rsidRPr="00203FAD">
        <w:rPr>
          <w:rtl/>
        </w:rPr>
        <w:t xml:space="preserve"> (علیه السلام) </w:t>
      </w:r>
      <w:r w:rsidRPr="00203FAD">
        <w:rPr>
          <w:rtl/>
        </w:rPr>
        <w:t>قال قلت لابى عبدالله</w:t>
      </w:r>
      <w:r w:rsidR="00615BB2" w:rsidRPr="00203FAD">
        <w:rPr>
          <w:rtl/>
        </w:rPr>
        <w:t xml:space="preserve"> (علیه السلام) </w:t>
      </w:r>
      <w:r w:rsidRPr="00203FAD">
        <w:rPr>
          <w:rtl/>
        </w:rPr>
        <w:t>الرجل يجنب وعليه قميصه تصيبه السماء فيبل قميصه وهو جنب ايغسل قميصه قال لا وعنه عن ابى اسامة قال سمعت حمران بن اعين يقول سمعت ابا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جعفر</w:t>
      </w:r>
      <w:r w:rsidR="00615BB2" w:rsidRPr="00203FAD">
        <w:rPr>
          <w:rtl/>
        </w:rPr>
        <w:t xml:space="preserve"> (علیه السلام) </w:t>
      </w:r>
      <w:r w:rsidRPr="00203FAD">
        <w:rPr>
          <w:rtl/>
        </w:rPr>
        <w:t>يقول والله ليشفعن شيعتنا والله ليشفعن شيعتنا ثلث مرات حنى يقول عدونا فمالنا من شافعين ولاصديق حميم فلو ان لنا كرة فنكون من المؤمنين وعنه عن كامل قال قال لى ابوجعفر</w:t>
      </w:r>
      <w:r w:rsidR="00615BB2" w:rsidRPr="00203FAD">
        <w:rPr>
          <w:rtl/>
        </w:rPr>
        <w:t xml:space="preserve"> (علیه السلام) </w:t>
      </w:r>
      <w:r w:rsidRPr="00203FAD">
        <w:rPr>
          <w:rtl/>
        </w:rPr>
        <w:t>ياكامل قد افلح المؤمنون المسلمون ياكامل ان المسلمين هم النجباء ياكامل ان الناس اشباه الغنم الاقليل من المؤمنين والمؤمنين (والمؤمنين خ د) قليل وعنه عن محمد بن مسلم عن ابى جعفر</w:t>
      </w:r>
      <w:r w:rsidR="00615BB2" w:rsidRPr="00203FAD">
        <w:rPr>
          <w:rtl/>
        </w:rPr>
        <w:t xml:space="preserve"> (علیه السلام) </w:t>
      </w:r>
      <w:r w:rsidRPr="00203FAD">
        <w:rPr>
          <w:rtl/>
        </w:rPr>
        <w:t>قال خطب على على الناس فقال ايها الناس انما بدء وقوع الفتن اهواء تتبع واحكام تبتدع يخالف فيها كتاب الله يتولى فيها رجال رجالا فلو ان الباطل اخلص (خلص خ د) لم يخف على ذى حجى ولوان الحق اخلص (خلص خ د) لم يكن اختلاف ولكن يؤخذ من هذا ضغث ومن هذا ضغث فيمزجان فيجيئان معا فهنالك استولى (كافى - استحوذ) الشيطان على اوليائه ونجى الذين سبقت لهم من الله الحسنى وعنه عن محمد بن مسلم قال دخلت على ابى جعفر</w:t>
      </w:r>
      <w:r w:rsidR="00615BB2" w:rsidRPr="00203FAD">
        <w:rPr>
          <w:rtl/>
        </w:rPr>
        <w:t xml:space="preserve"> (علیه السلام) </w:t>
      </w:r>
      <w:r w:rsidRPr="00203FAD">
        <w:rPr>
          <w:rtl/>
        </w:rPr>
        <w:t>فجلست حتى فرغ من صلوته فحفظت في آخر دعائه وهو يقول (بياض في الاصل) قل هو الله احدالله الصمد لم يلدو لم يولد ولم يكن له كفوا احد ثم اعادها ثم قرء قل ياايها الكافرون لااعبد ماتعبدون حتى ختمها ثم قال لااعبد الاالله والاسلام دينى ثم قرء المعوذتين ثم اعادهما ثم قال اللهم صل على محمد وعلى ال محمد من اتبعه منهم باحسان ثم اقبل على بوجهه وقد كان اصحاب المغيرة يكتبون إلى ان اسئله عن الجريث والمار ماهيك والزمير وماليس له قشر من السمك حرام هوام لاقال فسئلته عن ذلك فقال لى اقرء هذه الاية التى في الانعام قال فقرء تها حتى فرغت منها قال فقال لى انما الحرام ماحرام الله في كتابه ولكنهم قد كانوا يعافون الشئ فنحن نعافه قال</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ومرعليه غلام له فدعاه قال فقال ياقين قال قلت وما القين قال الحدادقال ارد عليك فلانة على ان يطعمنا بدرهم خربزة يعنى البطيخ قال قلت له جعلت فداك انانروى بالكوفة ان عليا اشتريت له جارية او اهديت له جارية فسئلها افارغة انت لم مشغولة فقالت مشغولة فارسل فاشترى بضعها بخمسائة درهم قال كذبوا على على</w:t>
      </w:r>
      <w:r w:rsidR="00615BB2" w:rsidRPr="00203FAD">
        <w:rPr>
          <w:rtl/>
        </w:rPr>
        <w:t xml:space="preserve"> (علیه السلام) </w:t>
      </w:r>
      <w:r w:rsidRPr="00203FAD">
        <w:rPr>
          <w:rtl/>
        </w:rPr>
        <w:t>او لم يحفظوا اماتسمع إلى الله عزوجل كيف يقول ضرب الله مثلا عبدا مملوكا لايقدر على شئ لايقدر على شئ وعنه عن سالم عن ابى الفضيل قال سئلت اباعبدالله</w:t>
      </w:r>
      <w:r w:rsidR="00615BB2" w:rsidRPr="00203FAD">
        <w:rPr>
          <w:rtl/>
        </w:rPr>
        <w:t xml:space="preserve"> (علیه السلام) </w:t>
      </w:r>
      <w:r w:rsidRPr="00203FAD">
        <w:rPr>
          <w:rtl/>
        </w:rPr>
        <w:t>عماينقض الوضوء فقال ليس ينقض الوضوء الا ما انعم الله به عليك من طرفيك من الغائط والبول وعنه عن سالم عن ابى الفضيل قال قلت لابى عبدالله</w:t>
      </w:r>
      <w:r w:rsidR="00615BB2" w:rsidRPr="00203FAD">
        <w:rPr>
          <w:rtl/>
        </w:rPr>
        <w:t xml:space="preserve"> (علیه السلام) </w:t>
      </w:r>
      <w:r w:rsidRPr="00203FAD">
        <w:rPr>
          <w:rtl/>
        </w:rPr>
        <w:t>انى اجلب الطعام إلى الكوفة فاحبسه رجاء ان يرجع إلى ثمنه او (ربح فيه فيقال انت محتكر وان الحكرة لاتصلح قال فسئلنى هل في بلادك غير هذا الطعام قال فقلت نعم كثير قال فقال لست بمحتكران المحتكران يشترى طعاما ليس في المصر غيره وعنه عن ابى عبيدة الحذاء قال دخلت الحمام فلما خرجت دعوت بماء واردت ان اغسل قدمى قال فزبرنى (فمربى ص ظ) ابوجعفر ونهانى عن ذلك وقال ان الارض يطهر بعضها بعضا وعنه عن محمد بن مسلم عن ابى جعفر</w:t>
      </w:r>
      <w:r w:rsidR="00615BB2" w:rsidRPr="00203FAD">
        <w:rPr>
          <w:rtl/>
        </w:rPr>
        <w:t xml:space="preserve"> (علیه السلام) </w:t>
      </w:r>
      <w:r w:rsidRPr="00203FAD">
        <w:rPr>
          <w:rtl/>
        </w:rPr>
        <w:t>قال اذا اردت التكبيرة قبل ان يركع الامام فقد ادركت الصلوة وعنه عن ثابت قال سمعت اباجعفر</w:t>
      </w:r>
      <w:r w:rsidR="00615BB2" w:rsidRPr="00203FAD">
        <w:rPr>
          <w:rtl/>
        </w:rPr>
        <w:t xml:space="preserve"> (علیه السلام) </w:t>
      </w:r>
      <w:r w:rsidRPr="00203FAD">
        <w:rPr>
          <w:rtl/>
        </w:rPr>
        <w:t xml:space="preserve">يقول قال </w:t>
      </w:r>
      <w:r w:rsidR="00615BB2" w:rsidRPr="00203FAD">
        <w:rPr>
          <w:rtl/>
        </w:rPr>
        <w:t xml:space="preserve">رسول الله  (صلّى الله عليه وآله وسلم) </w:t>
      </w:r>
      <w:r w:rsidRPr="00203FAD">
        <w:rPr>
          <w:rtl/>
        </w:rPr>
        <w:t>ان اسرع الخير ثوابا البر واسرع الشر عقوبة البغى وكفى بالمرء عمى ان يبصر من الناس مايعمى عنه من نفسه وان يعير الناس بما لايستطيع تركه وان يؤذى جليسه بمالايعينه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منصور بن حازم عن بكربن حبيب الاحمسى قال سئلت اباجعفر</w:t>
      </w:r>
      <w:r w:rsidR="00615BB2" w:rsidRPr="00203FAD">
        <w:rPr>
          <w:rtl/>
        </w:rPr>
        <w:t xml:space="preserve"> (علیه السلام) </w:t>
      </w:r>
      <w:r w:rsidRPr="00203FAD">
        <w:rPr>
          <w:rtl/>
        </w:rPr>
        <w:t>عن التشهد كيف كانوا يقولون قال كانوا يقولون احسن مايقولون ولوكان موقتا هلك الناس وعنه عن ابى بصير قال سئلت اباجعفر</w:t>
      </w:r>
      <w:r w:rsidR="00615BB2" w:rsidRPr="00203FAD">
        <w:rPr>
          <w:rtl/>
        </w:rPr>
        <w:t xml:space="preserve"> (علیه السلام) </w:t>
      </w:r>
      <w:r w:rsidRPr="00203FAD">
        <w:rPr>
          <w:rtl/>
        </w:rPr>
        <w:t xml:space="preserve">عن قول الله عزوجل وجاء بالصدق وصدق به قال الذى جاء بالصدق </w:t>
      </w:r>
      <w:r w:rsidR="00615BB2" w:rsidRPr="00203FAD">
        <w:rPr>
          <w:rtl/>
        </w:rPr>
        <w:t xml:space="preserve">رسول الله  (صلّى الله عليه وآله وسلم) </w:t>
      </w:r>
      <w:r w:rsidRPr="00203FAD">
        <w:rPr>
          <w:rtl/>
        </w:rPr>
        <w:t>وصدق به على</w:t>
      </w:r>
      <w:r w:rsidR="00615BB2" w:rsidRPr="00203FAD">
        <w:rPr>
          <w:rtl/>
        </w:rPr>
        <w:t xml:space="preserve"> (علیه السلام) </w:t>
      </w:r>
      <w:r w:rsidRPr="00203FAD">
        <w:rPr>
          <w:rtl/>
        </w:rPr>
        <w:t>وعنه عن ابى بصير قال سمعت اباجعفر</w:t>
      </w:r>
      <w:r w:rsidR="00615BB2" w:rsidRPr="00203FAD">
        <w:rPr>
          <w:rtl/>
        </w:rPr>
        <w:t xml:space="preserve"> (علیه السلام) </w:t>
      </w:r>
      <w:r w:rsidRPr="00203FAD">
        <w:rPr>
          <w:rtl/>
        </w:rPr>
        <w:t>يقول ان تتوبا إلى الله فقد صغت قلوبكما وان تظاهرا عليه فان الله هومولاه وجبريل وصالح المؤمنين قال قلت فمن صالح المؤمنين قال فقال على صالح المؤمنين وعنه عن ابى عبيدة الحذا عن ابى جعفر</w:t>
      </w:r>
      <w:r w:rsidR="00615BB2" w:rsidRPr="00203FAD">
        <w:rPr>
          <w:rtl/>
        </w:rPr>
        <w:t xml:space="preserve"> (علیه السلام) </w:t>
      </w:r>
      <w:r w:rsidRPr="00203FAD">
        <w:rPr>
          <w:rtl/>
        </w:rPr>
        <w:t xml:space="preserve">قال قال </w:t>
      </w:r>
      <w:r w:rsidR="00615BB2" w:rsidRPr="00203FAD">
        <w:rPr>
          <w:rtl/>
        </w:rPr>
        <w:t xml:space="preserve">رسول الله  (صلّى الله عليه وآله وسلم) </w:t>
      </w:r>
      <w:r w:rsidRPr="00203FAD">
        <w:rPr>
          <w:rtl/>
        </w:rPr>
        <w:t>لاتسبوا قريشا فان عالمها يملاء الارض اللهم اذقت اولها نكالا فاذن اخرها نوالالايعجل رحب الذراعين بالدم فان عندالله قائل لايموت لايعجبك امرى (امرؤص) اصاب ملامن غير حله فان انفق منه لم يقبل منه ومابقى كان زاده إلى النار وعنه عن ابى عبيدة عن ابى جعفر</w:t>
      </w:r>
      <w:r w:rsidR="00615BB2" w:rsidRPr="00203FAD">
        <w:rPr>
          <w:rtl/>
        </w:rPr>
        <w:t xml:space="preserve"> (علیه السلام) </w:t>
      </w:r>
      <w:r w:rsidRPr="00203FAD">
        <w:rPr>
          <w:rtl/>
        </w:rPr>
        <w:t xml:space="preserve">قال قال </w:t>
      </w:r>
      <w:r w:rsidR="00615BB2" w:rsidRPr="00203FAD">
        <w:rPr>
          <w:rtl/>
        </w:rPr>
        <w:t xml:space="preserve">رسول الله  (صلّى الله عليه وآله وسلم) </w:t>
      </w:r>
      <w:r w:rsidRPr="00203FAD">
        <w:rPr>
          <w:rtl/>
        </w:rPr>
        <w:t>ان من اغبط اوليائى عندى رجل خفيف الحال ذوحظ من صلوة (الصلوة خ د) احسن عبادة ربه في الغيب وكان غامضا (اى مغمورا غير مشهور) في الناس جعل رزقه كفافا فصبر عجلت عليه منيته مات فقل تراثه وقلت بواكيه وعنه عن ابى حمزة عن ابى جعفر</w:t>
      </w:r>
      <w:r w:rsidR="00615BB2" w:rsidRPr="00203FAD">
        <w:rPr>
          <w:rtl/>
        </w:rPr>
        <w:t xml:space="preserve"> (علیه السلام) قال صعد رسو</w:t>
      </w:r>
      <w:r w:rsidRPr="00203FAD">
        <w:rPr>
          <w:rtl/>
        </w:rPr>
        <w:t>ل الله</w:t>
      </w:r>
      <w:r w:rsidR="00615BB2" w:rsidRPr="00203FAD">
        <w:rPr>
          <w:rtl/>
        </w:rPr>
        <w:t xml:space="preserve"> (صلّى الله عليه وآله وسلم) </w:t>
      </w:r>
      <w:r w:rsidRPr="00203FAD">
        <w:rPr>
          <w:rtl/>
        </w:rPr>
        <w:t>المنبر فقال ثلثة لايكلمهم الله يوم القيمة ولاينظر اليهم ولايزكيهم ولهم عذاب اليم شيخ زان وملك جبار ومقل محتال وعنه عن ابى عبيدة الحذاء قال سمعت اباجعفر</w:t>
      </w:r>
      <w:r w:rsidR="00615BB2" w:rsidRPr="00203FAD">
        <w:rPr>
          <w:rtl/>
        </w:rPr>
        <w:t xml:space="preserve"> (علیه السلام) </w:t>
      </w:r>
      <w:r w:rsidRPr="00203FAD">
        <w:rPr>
          <w:rtl/>
        </w:rPr>
        <w:t>يقول اياكم و اصحاب الخصومات والكذابين فانهم تركوا ماامروا بعلمه وتكلفوا ما لم يؤمروا بعلمه حتى تكلواعلم السماء يا اباعبيدة وخالق الناس باخلاقهم</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يا اباعبيدة انا لانعد الرجل فينا عاقلا حتى يعرف لحن القول ثم قال ولتعرفنهم في لحن القول وعنه عن محمد بن مسلم قال سمعت اباجعفر</w:t>
      </w:r>
      <w:r w:rsidR="00615BB2" w:rsidRPr="00203FAD">
        <w:rPr>
          <w:rtl/>
        </w:rPr>
        <w:t xml:space="preserve"> (علیه السلام) </w:t>
      </w:r>
      <w:r w:rsidRPr="00203FAD">
        <w:rPr>
          <w:rtl/>
        </w:rPr>
        <w:t>وهو يقول كان سلمان يقول افشوا سلام الله فان سلام الله لاينال الظالمين وكان يقول اذا رفع يده من الطعام اللهم اكثرت واطبت (واطيبت خ د) فزدوا شبعت وارويت فهنه قال سمعت ابابصير يقول قال ابوعبدالله</w:t>
      </w:r>
      <w:r w:rsidR="00615BB2" w:rsidRPr="00203FAD">
        <w:rPr>
          <w:rtl/>
        </w:rPr>
        <w:t xml:space="preserve"> (علیه السلام) </w:t>
      </w:r>
      <w:r w:rsidRPr="00203FAD">
        <w:rPr>
          <w:rtl/>
        </w:rPr>
        <w:t>اكتبوا فانكم لاتحفظون الا بالكتاب وعنه عن يعقوب بن شعيب عن عمران بن ميثم عن ابى كدينة الازدى قال سمعت عليا</w:t>
      </w:r>
      <w:r w:rsidR="00615BB2" w:rsidRPr="00203FAD">
        <w:rPr>
          <w:rtl/>
        </w:rPr>
        <w:t xml:space="preserve"> (علیه السلام) </w:t>
      </w:r>
      <w:r w:rsidRPr="00203FAD">
        <w:rPr>
          <w:rtl/>
        </w:rPr>
        <w:t>وهو يقول والله بسم الله الرحمن الرحيم اقرب إلى اسم الله الاعظم من سوادالعين إلى بياضها وعنه عن ابى بصير عن ابى جعفر</w:t>
      </w:r>
      <w:r w:rsidR="00615BB2" w:rsidRPr="00203FAD">
        <w:rPr>
          <w:rtl/>
        </w:rPr>
        <w:t xml:space="preserve"> (علیه السلام) </w:t>
      </w:r>
      <w:r w:rsidRPr="00203FAD">
        <w:rPr>
          <w:rtl/>
        </w:rPr>
        <w:t>قال ثلثة انفاس في الشراب افضل من نفس واحد قال وكره ان يمصه بالهيم والهيم الكثيب وعنه عن ابى بصير عن ابى جعفر</w:t>
      </w:r>
      <w:r w:rsidR="00615BB2" w:rsidRPr="00203FAD">
        <w:rPr>
          <w:rtl/>
        </w:rPr>
        <w:t xml:space="preserve"> (علیه السلام) </w:t>
      </w:r>
      <w:r w:rsidRPr="00203FAD">
        <w:rPr>
          <w:rtl/>
        </w:rPr>
        <w:t>قال سئلته عن الرجل يرفع موضع جبهته في المسجد قال فقال انى احب ان اضع وجهى في مثل قدمى وكره ان يضعه الرجل وعنه عن ابى اسامة قال سمعت اباعبدالله</w:t>
      </w:r>
      <w:r w:rsidR="00615BB2" w:rsidRPr="00203FAD">
        <w:rPr>
          <w:rtl/>
        </w:rPr>
        <w:t xml:space="preserve"> (علیه السلام) </w:t>
      </w:r>
      <w:r w:rsidRPr="00203FAD">
        <w:rPr>
          <w:rtl/>
        </w:rPr>
        <w:t>يقول اكره ان ينام المحرم على فراش اصفر او مرفقة صفراء وعنه عن ابى بصير قال سئلت اباجعفر</w:t>
      </w:r>
      <w:r w:rsidR="00615BB2" w:rsidRPr="00203FAD">
        <w:rPr>
          <w:rtl/>
        </w:rPr>
        <w:t xml:space="preserve"> (علیه السلام) </w:t>
      </w:r>
      <w:r w:rsidRPr="00203FAD">
        <w:rPr>
          <w:rtl/>
        </w:rPr>
        <w:t>عن المرئة تذبح اذالم يكن رجل وتذكر اسم الله قال حسن لابأس به اذالم يكن رجل قال ابوجعفر ولايذبح لك يهودى ولانصرانى ولامجوسى اضحيتك وان كانت امرئة فلتذبح لنفسها وعنه عن ابى بصير قال سمعت اباجعفر</w:t>
      </w:r>
      <w:r w:rsidR="00615BB2" w:rsidRPr="00203FAD">
        <w:rPr>
          <w:rtl/>
        </w:rPr>
        <w:t xml:space="preserve"> (علیه السلام) </w:t>
      </w:r>
      <w:r w:rsidRPr="00203FAD">
        <w:rPr>
          <w:rtl/>
        </w:rPr>
        <w:t>ان الحسن بن على عليهما السلم قال يوم دفن على بن ابيطالب الاانه قد فارقكم اليوم رجل ماسبقه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الاولون ولايدر كه الاخرون والله لقد كان </w:t>
      </w:r>
      <w:r w:rsidR="00615BB2" w:rsidRPr="00203FAD">
        <w:rPr>
          <w:rtl/>
        </w:rPr>
        <w:t xml:space="preserve">رسول الله  (صلّى الله عليه وآله وسلم) </w:t>
      </w:r>
      <w:r w:rsidRPr="00203FAD">
        <w:rPr>
          <w:rtl/>
        </w:rPr>
        <w:t>يعطيه الراء‌ية ثم يقاتل جبرئيل عن يمينه وميكائيل عن يساره والله ماترك دينارا ولا درهما الاحلى مصاغ لصبى غير سبعمائة درهم فضلت من عطائه يشترى بها خادما لاهله ولقد قتل في الليلة التى رفع فيها عيسى بن مريم ونزلت فيها التوراة على موسى وعن ابى عبيدة خالق (لف خ د) الناس باخلاقهم وزابلهم في اعمالهم وعنه عن ابى بصير قال سمعت اباجعفر</w:t>
      </w:r>
      <w:r w:rsidR="00615BB2" w:rsidRPr="00203FAD">
        <w:rPr>
          <w:rtl/>
        </w:rPr>
        <w:t xml:space="preserve"> (علیه السلام) </w:t>
      </w:r>
      <w:r w:rsidRPr="00203FAD">
        <w:rPr>
          <w:rtl/>
        </w:rPr>
        <w:t xml:space="preserve">يقول تماريا على وفاطمة ايهما احب إلى </w:t>
      </w:r>
      <w:r w:rsidR="00615BB2" w:rsidRPr="00203FAD">
        <w:rPr>
          <w:rtl/>
        </w:rPr>
        <w:t xml:space="preserve">رسول الله  (صلّى الله عليه وآله وسلم) </w:t>
      </w:r>
      <w:r w:rsidRPr="00203FAD">
        <w:rPr>
          <w:rtl/>
        </w:rPr>
        <w:t xml:space="preserve">فوافق ذلك ان خرج </w:t>
      </w:r>
      <w:r w:rsidR="00615BB2" w:rsidRPr="00203FAD">
        <w:rPr>
          <w:rtl/>
        </w:rPr>
        <w:t xml:space="preserve">رسول الله  (صلّى الله عليه وآله وسلم) </w:t>
      </w:r>
      <w:r w:rsidRPr="00203FAD">
        <w:rPr>
          <w:rtl/>
        </w:rPr>
        <w:t>فجاء بجلت فاعطاه فاطمة</w:t>
      </w:r>
      <w:r w:rsidR="00615BB2" w:rsidRPr="00203FAD">
        <w:rPr>
          <w:rtl/>
        </w:rPr>
        <w:t xml:space="preserve"> (علیه السلام) </w:t>
      </w:r>
      <w:r w:rsidRPr="00203FAD">
        <w:rPr>
          <w:rtl/>
        </w:rPr>
        <w:t>فضحك على فقال مااضحكك ياعلى قال تمارينا اينا احب اليك فقضيت لها على فقال نبى الله</w:t>
      </w:r>
      <w:r w:rsidR="00615BB2" w:rsidRPr="00203FAD">
        <w:rPr>
          <w:rtl/>
        </w:rPr>
        <w:t xml:space="preserve"> (صلّى الله عليه وآله وسلم) </w:t>
      </w:r>
      <w:r w:rsidRPr="00203FAD">
        <w:rPr>
          <w:rtl/>
        </w:rPr>
        <w:t xml:space="preserve">انى لاجدلها لطافة الولد وانت احب إلى منها وعنه عن ابى بصير قال اتى </w:t>
      </w:r>
      <w:r w:rsidR="00615BB2" w:rsidRPr="00203FAD">
        <w:rPr>
          <w:rtl/>
        </w:rPr>
        <w:t xml:space="preserve">رسول الله  (صلّى الله عليه وآله وسلم) </w:t>
      </w:r>
      <w:r w:rsidRPr="00203FAD">
        <w:rPr>
          <w:rtl/>
        </w:rPr>
        <w:t>بصاع من رطب فاخذ منه ثم قال اتوابه عليا تجدوه صائما فلايذوقه احد حتى يفطر فانى رايت البارحة انى اوتيت ببركة فاحببت ان ياكل منها على</w:t>
      </w:r>
      <w:r w:rsidR="00615BB2" w:rsidRPr="00203FAD">
        <w:rPr>
          <w:rtl/>
        </w:rPr>
        <w:t xml:space="preserve"> (علیه السلام) </w:t>
      </w:r>
      <w:r w:rsidRPr="00203FAD">
        <w:rPr>
          <w:rtl/>
        </w:rPr>
        <w:t>وعنه عن ابى بصير قال سمعت اباجعفر</w:t>
      </w:r>
      <w:r w:rsidR="00615BB2" w:rsidRPr="00203FAD">
        <w:rPr>
          <w:rtl/>
        </w:rPr>
        <w:t xml:space="preserve"> (علیه السلام) </w:t>
      </w:r>
      <w:r w:rsidRPr="00203FAD">
        <w:rPr>
          <w:rtl/>
        </w:rPr>
        <w:t xml:space="preserve">يقول ان اباذر قال لرجل على عهد </w:t>
      </w:r>
      <w:r w:rsidR="00615BB2" w:rsidRPr="00203FAD">
        <w:rPr>
          <w:rtl/>
        </w:rPr>
        <w:t xml:space="preserve">رسول الله  (صلّى الله عليه وآله وسلم) </w:t>
      </w:r>
      <w:r w:rsidRPr="00203FAD">
        <w:rPr>
          <w:rtl/>
        </w:rPr>
        <w:t xml:space="preserve">يابن السوداء قال فقال </w:t>
      </w:r>
      <w:r w:rsidR="00615BB2" w:rsidRPr="00203FAD">
        <w:rPr>
          <w:rtl/>
        </w:rPr>
        <w:t xml:space="preserve">رسول الله  (صلّى الله عليه وآله وسلم) </w:t>
      </w:r>
      <w:r w:rsidRPr="00203FAD">
        <w:rPr>
          <w:rtl/>
        </w:rPr>
        <w:t xml:space="preserve">تعيره بامه قال فلم يزل ابوذر يمرغ رأسه ووجهه في التراب حتى رضى عنه </w:t>
      </w:r>
      <w:r w:rsidR="00615BB2" w:rsidRPr="00203FAD">
        <w:rPr>
          <w:rtl/>
        </w:rPr>
        <w:t xml:space="preserve">رسول الله  (صلّى الله عليه وآله وسلم) </w:t>
      </w:r>
      <w:r w:rsidRPr="00203FAD">
        <w:rPr>
          <w:rtl/>
        </w:rPr>
        <w:t>وعنه عن محمد بن مسلم قال سمعت (سألت خ د) اباجعفر</w:t>
      </w:r>
      <w:r w:rsidR="00615BB2" w:rsidRPr="00203FAD">
        <w:rPr>
          <w:rtl/>
        </w:rPr>
        <w:t xml:space="preserve"> (علیه السلام) </w:t>
      </w:r>
      <w:r w:rsidRPr="00203FAD">
        <w:rPr>
          <w:rtl/>
        </w:rPr>
        <w:t>يقول عن قول الله عزوجل وان من قرية الانحن مهلكوها قبل يوم القيمة إلى اخر الاية انما امة محمد صلى الله عليه وعلى اهل بيته امة من الامم فقد مات فقد هلك وعنه عن محمد بن مسلم قال سمعت اباجعفر</w:t>
      </w:r>
      <w:r w:rsidR="00615BB2" w:rsidRPr="00203FAD">
        <w:rPr>
          <w:rtl/>
        </w:rPr>
        <w:t xml:space="preserve"> (علیه السلام) </w:t>
      </w:r>
      <w:r w:rsidRPr="00203FAD">
        <w:rPr>
          <w:rtl/>
        </w:rPr>
        <w:t>عن قول الله عزوجل الذين جعلوا القران عضين قال هم قريش</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محمد بن مسلم قال سمعت اباجعفر</w:t>
      </w:r>
      <w:r w:rsidR="00615BB2" w:rsidRPr="00203FAD">
        <w:rPr>
          <w:rtl/>
        </w:rPr>
        <w:t xml:space="preserve"> (علیه السلام) </w:t>
      </w:r>
      <w:r w:rsidRPr="00203FAD">
        <w:rPr>
          <w:rtl/>
        </w:rPr>
        <w:t>قال الوليد هو ولد الزنا وعنه عن محمد بن مسلم قال سئلت اباجعفر</w:t>
      </w:r>
      <w:r w:rsidR="00615BB2" w:rsidRPr="00203FAD">
        <w:rPr>
          <w:rtl/>
        </w:rPr>
        <w:t xml:space="preserve"> (علیه السلام) </w:t>
      </w:r>
      <w:r w:rsidRPr="00203FAD">
        <w:rPr>
          <w:rtl/>
        </w:rPr>
        <w:t>عن قول الله عزو جل يا ايها الذين آمنوا اركعوا واسجدو او اعبدو اربكم وافعلوا الخير لعلكم تفلحون وجاهدوا في الله حق جهاده هو اجتبيكم وماجعل عليكم في الدين من حرج فقال في الصلوة والزكوة والصيام والخيران تفعلوه وعنه عن محمد بن مسلم عن ابى جعفر</w:t>
      </w:r>
      <w:r w:rsidR="00615BB2" w:rsidRPr="00203FAD">
        <w:rPr>
          <w:rtl/>
        </w:rPr>
        <w:t xml:space="preserve"> (علیه السلام) </w:t>
      </w:r>
      <w:r w:rsidRPr="00203FAD">
        <w:rPr>
          <w:rtl/>
        </w:rPr>
        <w:t>قال سمعته يقول ان الصفا والمروة من شعائر الله يقول لاحرج عليكم ان يطوف بهما قال فقال ان الجاهلية قالوا كنانطوف بهمافى الجاهلية فاذا جاء الاسلام فلانطوف بهما قال فانزل الله تعالى (عزوجل خ د) هذه الاية قال قلت خاصة هى ام عامة قال هى بمنزلة قول الله عزوجل ثم اورثنا الكتاب الذين اصطفينا من عبادنا فمن دخل فيه من الناس كان بمنزلتهم ان الله عزوجل يقول ومن يطع الله ورسوله فاولئك مع الذين انعم الله عليهم من النبيين والصديقين والشهداء والصالحين إلى اخر الاية وعنه عن محمد بن مسلم قال سمعت اباجعفر</w:t>
      </w:r>
      <w:r w:rsidR="00615BB2" w:rsidRPr="00203FAD">
        <w:rPr>
          <w:rtl/>
        </w:rPr>
        <w:t xml:space="preserve"> (علیه السلام) </w:t>
      </w:r>
      <w:r w:rsidRPr="00203FAD">
        <w:rPr>
          <w:rtl/>
        </w:rPr>
        <w:t xml:space="preserve">يقول ان ابابكر وعمرلم ياكلا مما انتزعا منا ولم يورثاه ولدا ولوفعلا ذلك انكر الناس ذلك فلما قسماه بينهم رضوا وسكتوا ولو ذكرت ذلك لاحد من الناس قال اسكت قد فعله ابوبكر وعمرولو حدثتهم لجهدوا به وكقرواوان عمر لماطعن (جعل ص) يقول يابنى عبدالمطلب ارضيتم عنى فكانوا يقولون نعم وكان يكثر مايقول ذلك حتى قال له قومه وهل بجد عليك احد من الناس فقال انى اعلم بالذى ائتمر نابه في حيوة </w:t>
      </w:r>
      <w:r w:rsidR="00615BB2" w:rsidRPr="00203FAD">
        <w:rPr>
          <w:rtl/>
        </w:rPr>
        <w:t xml:space="preserve">رسول الله  (صلّى الله عليه وآله وسلم) </w:t>
      </w:r>
      <w:r w:rsidRPr="00203FAD">
        <w:rPr>
          <w:rtl/>
        </w:rPr>
        <w:t>والذى صنعنا و تواثقنا ان نبى الله قتل (قال خ د) لاتولى (نولى ح د) احدا منهم هذا الامر ثم ندم على ماقال وعنه عن محمد بن مسلم قال سمعت اباجعفر</w:t>
      </w:r>
      <w:r w:rsidR="00615BB2" w:rsidRPr="00203FAD">
        <w:rPr>
          <w:rtl/>
        </w:rPr>
        <w:t xml:space="preserve"> (علیه السلام) </w:t>
      </w:r>
      <w:r w:rsidRPr="00203FAD">
        <w:rPr>
          <w:rtl/>
        </w:rPr>
        <w:t>يقول في هذه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الاية النبى اولى بالمؤمنين من نفسهم وازواجه امهاتهم واولو الارحام بعضهم اولى ببعض في كتاب الله من المؤمنين والمهاجرين الاان تفعلوا إلى اوليائكم معروفا كان ذلك في الكتاب مسطورا قال وهم قرابة نبى الله</w:t>
      </w:r>
      <w:r w:rsidR="00615BB2" w:rsidRPr="00203FAD">
        <w:rPr>
          <w:rtl/>
        </w:rPr>
        <w:t xml:space="preserve"> (صلّى الله عليه وآله وسلم) </w:t>
      </w:r>
      <w:r w:rsidRPr="00203FAD">
        <w:rPr>
          <w:rtl/>
        </w:rPr>
        <w:t>وهم اولى الناس به في كل امره من المؤمنين والمهاجرين واما قوله الاان تفعلوا إلى اوليائكم معروفا يعنى به الموالى والحلفاء فامران يفعل اليهم المعروف وعنه عن محمد بن مسلم وابى بصير جميعا قالا سئلنا اباعبدالله</w:t>
      </w:r>
      <w:r w:rsidR="00615BB2" w:rsidRPr="00203FAD">
        <w:rPr>
          <w:rtl/>
        </w:rPr>
        <w:t xml:space="preserve"> (علیه السلام) </w:t>
      </w:r>
      <w:r w:rsidRPr="00203FAD">
        <w:rPr>
          <w:rtl/>
        </w:rPr>
        <w:t>عن المهر فقالا قال ماتراضى به الاهلون من شاء إلى ماشاء من الاجل قال فقلناله ارايت ان حملت قال هو ولده قال ثم قال ابوعبدالله</w:t>
      </w:r>
      <w:r w:rsidR="00615BB2" w:rsidRPr="00203FAD">
        <w:rPr>
          <w:rtl/>
        </w:rPr>
        <w:t xml:space="preserve"> (علیه السلام) </w:t>
      </w:r>
      <w:r w:rsidRPr="00203FAD">
        <w:rPr>
          <w:rtl/>
        </w:rPr>
        <w:t>ليس عليها منه عدة وعليها من غيره عدة خمسة واربعون يوما فان اشتر طافى الميراث فهما على شرطهما وعنه عن محمد بن مسلم قال سمعت ابا جعفر</w:t>
      </w:r>
      <w:r w:rsidR="00615BB2" w:rsidRPr="00203FAD">
        <w:rPr>
          <w:rtl/>
        </w:rPr>
        <w:t xml:space="preserve"> (علیه السلام) </w:t>
      </w:r>
      <w:r w:rsidRPr="00203FAD">
        <w:rPr>
          <w:rtl/>
        </w:rPr>
        <w:t xml:space="preserve">يقول حد ثنى جابربن عبدالله الانصارى عن </w:t>
      </w:r>
      <w:r w:rsidR="00615BB2" w:rsidRPr="00203FAD">
        <w:rPr>
          <w:rtl/>
        </w:rPr>
        <w:t xml:space="preserve">رسول الله  (صلّى الله عليه وآله وسلم) </w:t>
      </w:r>
      <w:r w:rsidRPr="00203FAD">
        <w:rPr>
          <w:rtl/>
        </w:rPr>
        <w:t>انهم عزوامعه فاحل لهم المتعة ولم يحرمها قال ابوجعفر</w:t>
      </w:r>
      <w:r w:rsidR="00615BB2" w:rsidRPr="00203FAD">
        <w:rPr>
          <w:rtl/>
        </w:rPr>
        <w:t xml:space="preserve"> (علیه السلام) </w:t>
      </w:r>
      <w:r w:rsidRPr="00203FAD">
        <w:rPr>
          <w:rtl/>
        </w:rPr>
        <w:t>وكان على</w:t>
      </w:r>
      <w:r w:rsidR="00615BB2" w:rsidRPr="00203FAD">
        <w:rPr>
          <w:rtl/>
        </w:rPr>
        <w:t xml:space="preserve"> (علیه السلام) </w:t>
      </w:r>
      <w:r w:rsidRPr="00203FAD">
        <w:rPr>
          <w:rtl/>
        </w:rPr>
        <w:t>يقول لولا ما سبقنى ابن الخطاب يعنى عمرما زنى الاشقى ثم قال ابوجعفر</w:t>
      </w:r>
      <w:r w:rsidR="00615BB2" w:rsidRPr="00203FAD">
        <w:rPr>
          <w:rtl/>
        </w:rPr>
        <w:t xml:space="preserve"> (علیه السلام) </w:t>
      </w:r>
      <w:r w:rsidRPr="00203FAD">
        <w:rPr>
          <w:rtl/>
        </w:rPr>
        <w:t xml:space="preserve">وكان ابن عباس يقول لاجناح عليكم فيما استمتعتم به منهن اذا اتيتموهن اجورهن وهولاء يكفرون بها اليوم وهى حلال واحلها </w:t>
      </w:r>
      <w:r w:rsidR="00615BB2" w:rsidRPr="00203FAD">
        <w:rPr>
          <w:rtl/>
        </w:rPr>
        <w:t xml:space="preserve">رسول الله  (صلّى الله عليه وآله وسلم) </w:t>
      </w:r>
      <w:r w:rsidRPr="00203FAD">
        <w:rPr>
          <w:rtl/>
        </w:rPr>
        <w:t>ولم يحرمها وعنه عن محمد بن مسلم قال سئلت اباعبدالله</w:t>
      </w:r>
      <w:r w:rsidR="00615BB2" w:rsidRPr="00203FAD">
        <w:rPr>
          <w:rtl/>
        </w:rPr>
        <w:t xml:space="preserve"> (علیه السلام) </w:t>
      </w:r>
      <w:r w:rsidRPr="00203FAD">
        <w:rPr>
          <w:rtl/>
        </w:rPr>
        <w:t>عن الرجل يقيم البينته على حقه هل عليه ان يستخلف قال لا وعنه عن محمدبن مسلم عن ابى عبدالله</w:t>
      </w:r>
      <w:r w:rsidR="00615BB2" w:rsidRPr="00203FAD">
        <w:rPr>
          <w:rtl/>
        </w:rPr>
        <w:t xml:space="preserve"> (علیه السلام) </w:t>
      </w:r>
      <w:r w:rsidRPr="00203FAD">
        <w:rPr>
          <w:rtl/>
        </w:rPr>
        <w:t>عن الرجل يزنى ولم يدخل باهله يحصن قال فقال لاولايحصن بالامة وعنه عن محمد بن مسلم قال سئلت اباعبدالله</w:t>
      </w:r>
      <w:r w:rsidR="00615BB2" w:rsidRPr="00203FAD">
        <w:rPr>
          <w:rtl/>
        </w:rPr>
        <w:t xml:space="preserve"> (علیه السلام) </w:t>
      </w:r>
      <w:r w:rsidRPr="00203FAD">
        <w:rPr>
          <w:rtl/>
        </w:rPr>
        <w:t>هل يدخل مكة بغيرا حرام قال فقال لاالا (ان يكون ص) مريض اويكون به بطن</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محمد بن مسلم قال سئلت اباعبدالله</w:t>
      </w:r>
      <w:r w:rsidR="00615BB2" w:rsidRPr="00203FAD">
        <w:rPr>
          <w:rtl/>
        </w:rPr>
        <w:t xml:space="preserve"> (علیه السلام) </w:t>
      </w:r>
      <w:r w:rsidRPr="00203FAD">
        <w:rPr>
          <w:rtl/>
        </w:rPr>
        <w:t>عن رجل يقبل من سفرفى رمضان فيدخل اهله حين يصبح او ارتفاع النهار قال فقال اداطلع الفجر وهو خارج لم يدخل اهله فهو بالخياران شاء صام وان شاء افطر وعنه عن محمد بن مسلم قال سمعت اباعبدالله</w:t>
      </w:r>
      <w:r w:rsidR="00615BB2" w:rsidRPr="00203FAD">
        <w:rPr>
          <w:rtl/>
        </w:rPr>
        <w:t xml:space="preserve"> (علیه السلام) </w:t>
      </w:r>
      <w:r w:rsidRPr="00203FAD">
        <w:rPr>
          <w:rtl/>
        </w:rPr>
        <w:t>يقول قال الناس لعلى لاتخلف رجلا يصلى بضعفة الناس في العيدين قال فقال لااخالف السنة وعنه عن محمد بن مسلم قال سئلت اباعبدالله</w:t>
      </w:r>
      <w:r w:rsidR="00615BB2" w:rsidRPr="00203FAD">
        <w:rPr>
          <w:rtl/>
        </w:rPr>
        <w:t xml:space="preserve"> (علیه السلام) </w:t>
      </w:r>
      <w:r w:rsidRPr="00203FAD">
        <w:rPr>
          <w:rtl/>
        </w:rPr>
        <w:t>عن المحرم ايلبس الخفين والجور بين اذا ضطر اليهما قال فقال نعم وعنه عن محمد بن مسلم قال سئلت اباعبدالله</w:t>
      </w:r>
      <w:r w:rsidR="00615BB2" w:rsidRPr="00203FAD">
        <w:rPr>
          <w:rtl/>
        </w:rPr>
        <w:t xml:space="preserve"> (علیه السلام) </w:t>
      </w:r>
      <w:r w:rsidRPr="00203FAD">
        <w:rPr>
          <w:rtl/>
        </w:rPr>
        <w:t>عن المرئة يجعل (يجب خ د) عليها صوم شهرين متتابعين قال تصوم فماحاضت فهو يجزيها وعنه عن محمدبن مسلم قال سئلت اباعبدالله</w:t>
      </w:r>
      <w:r w:rsidR="00615BB2" w:rsidRPr="00203FAD">
        <w:rPr>
          <w:rtl/>
        </w:rPr>
        <w:t xml:space="preserve"> (علیه السلام) </w:t>
      </w:r>
      <w:r w:rsidRPr="00203FAD">
        <w:rPr>
          <w:rtl/>
        </w:rPr>
        <w:t xml:space="preserve">يقول ان </w:t>
      </w:r>
      <w:r w:rsidR="00615BB2" w:rsidRPr="00203FAD">
        <w:rPr>
          <w:rtl/>
        </w:rPr>
        <w:t xml:space="preserve">رسول الله  (صلّى الله عليه وآله وسلم) </w:t>
      </w:r>
      <w:r w:rsidRPr="00203FAD">
        <w:rPr>
          <w:rtl/>
        </w:rPr>
        <w:t>طاف على راحلته واستلم الحجر بمحجنه وسعى عليها بين الصفا والمروة وعنه عن محمد بن مسلم قال سئلت اباعبدالله</w:t>
      </w:r>
      <w:r w:rsidR="00615BB2" w:rsidRPr="00203FAD">
        <w:rPr>
          <w:rtl/>
        </w:rPr>
        <w:t xml:space="preserve"> (علیه السلام) </w:t>
      </w:r>
      <w:r w:rsidRPr="00203FAD">
        <w:rPr>
          <w:rtl/>
        </w:rPr>
        <w:t>عن اقطع اليد والرجل قال يغسلهما وعنه عن محمدبن مسلم قال سئلت اباعبدالله</w:t>
      </w:r>
      <w:r w:rsidR="00615BB2" w:rsidRPr="00203FAD">
        <w:rPr>
          <w:rtl/>
        </w:rPr>
        <w:t xml:space="preserve"> (علیه السلام) </w:t>
      </w:r>
      <w:r w:rsidRPr="00203FAD">
        <w:rPr>
          <w:rtl/>
        </w:rPr>
        <w:t>عن رجل جعل عليه صوم شهرين متتابعين فصام شهر اثم مرض هل يعيده قال نعم امرالله حبسه وعنه عن ابى بصير قال سمعت اباجعفر</w:t>
      </w:r>
      <w:r w:rsidR="00615BB2" w:rsidRPr="00203FAD">
        <w:rPr>
          <w:rtl/>
        </w:rPr>
        <w:t xml:space="preserve"> (علیه السلام) </w:t>
      </w:r>
      <w:r w:rsidRPr="00203FAD">
        <w:rPr>
          <w:rtl/>
        </w:rPr>
        <w:t>يقول ليس فيمادون الاربعين من الغنم شئ فاذا كانت اربعين ففيها شاة إلى عشرين ومأة فاذا زادت على عشرين ومأة واحدة ففيها شاتان إلى مأتين فاذا زادت واحدة على المأتين ففيها ثلاث شياة إلى ثلثمائة فاذا كثرت الغنم ففى كل مأة شاة ولايؤخذ هرمة ولاذات عوارا لاان يشاء المصدق وتعد صغيرها وكبيرها ولايفرق بين مجتمع ولايجمع بين مفترق (مفرق خ د) (متفرق خ د)</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ابى بصير قال سئلت اباعبدالله</w:t>
      </w:r>
      <w:r w:rsidR="00615BB2" w:rsidRPr="00203FAD">
        <w:rPr>
          <w:rtl/>
        </w:rPr>
        <w:t xml:space="preserve"> (علیه السلام) </w:t>
      </w:r>
      <w:r w:rsidRPr="00203FAD">
        <w:rPr>
          <w:rtl/>
        </w:rPr>
        <w:t>عن الزكوة فقال من كل اربعين درهم درهما وليس فيمادون المأتين شئ فاذا كانت المأتين ففيها خمسة فاذا زادت فعلى حساب ذلك قال سمعت اباعبدالله</w:t>
      </w:r>
      <w:r w:rsidR="00615BB2" w:rsidRPr="00203FAD">
        <w:rPr>
          <w:rtl/>
        </w:rPr>
        <w:t xml:space="preserve"> (علیه السلام) </w:t>
      </w:r>
      <w:r w:rsidRPr="00203FAD">
        <w:rPr>
          <w:rtl/>
        </w:rPr>
        <w:t>يقول ليس فيمادون خمس من الابل شئى فاذا كانت خمسا ففيها شاة إلى عشر فاذا كانت عشرا ففيها شاتان إلى خمس عشرة فاذا كانت خمس عشرة ففيها ثلث شياة إلى عشرين فاذا كانت عشرين ففيها اربع إلى خمس وعشرين فاذا كانت خمسا وعشرين (ون خ د) ففيها خمس من الغنم فاذا زادت واحدة على خمس وعشرين ففيها ابنة مخاض إلى خمس وثلثين فاذا لم يكن ابنة مخاض فابن لبون ذكر فاذا زادت واحدة على خمس وثلثين ففيها ابنة لبون إلى خمس واربعين فاذا زادت واحدادة على خمس واربعين ففيها حقة إلى ستين فاذا زادت على الستين ففيها جذعة إلى خمس وسبعين فاذا زادت واحدة على خمس وسبعين ففيها ابنتالبون إلى تسعين فاذا زادت واحدة على التسعين ففيها حقتان إلى العشرين ومائة فاذا كثرت الابل ففى كل خمسين حقة ولاتؤخذ هرمة ولاذات عوار الا ان يشاء المصدق ويعد صغارها وكبارها قال وسمعت اباعبدالله</w:t>
      </w:r>
      <w:r w:rsidR="00615BB2" w:rsidRPr="00203FAD">
        <w:rPr>
          <w:rtl/>
        </w:rPr>
        <w:t xml:space="preserve"> (علیه السلام) </w:t>
      </w:r>
      <w:r w:rsidRPr="00203FAD">
        <w:rPr>
          <w:rtl/>
        </w:rPr>
        <w:t>يقول ليس فيمادون ثلثين من البقر شئ فاذا كانت ثلثين (الثلثين خ د) ففيها تبيع اوتبيعة واذا كانت اربعين ففيها مسنة وعنه عن ابى حمزة قال سمعت اباجعفر</w:t>
      </w:r>
      <w:r w:rsidR="00615BB2" w:rsidRPr="00203FAD">
        <w:rPr>
          <w:rtl/>
        </w:rPr>
        <w:t xml:space="preserve"> (علیه السلام) </w:t>
      </w:r>
      <w:r w:rsidRPr="00203FAD">
        <w:rPr>
          <w:rtl/>
        </w:rPr>
        <w:t>يقول من كف نفسه عن اعراض الناس اقاله الله نفسه يوم القيمة ومن كف غضبه عن الناس كف الله عنه عذابه يوم القيمة وعنه عن ابى حمزة قال سمعت اباجعفر</w:t>
      </w:r>
      <w:r w:rsidR="00615BB2" w:rsidRPr="00203FAD">
        <w:rPr>
          <w:rtl/>
        </w:rPr>
        <w:t xml:space="preserve"> (علیه السلام) </w:t>
      </w:r>
      <w:r w:rsidRPr="00203FAD">
        <w:rPr>
          <w:rtl/>
        </w:rPr>
        <w:t>يقول ثلثة اقسم انهن حق مااعطى رجل شيئا من ماله فنقص من ماله ولاصبر عن مظلمة الازاده الله بها عزا ولافتح على نفسه باب مسألة الافتح الله عليه باب فقر وعنه عن ابى بصير قال دخلت على ابى عبدالله</w:t>
      </w:r>
      <w:r w:rsidR="00615BB2" w:rsidRPr="00203FAD">
        <w:rPr>
          <w:rtl/>
        </w:rPr>
        <w:t xml:space="preserve"> (علیه السلام) </w:t>
      </w:r>
      <w:r w:rsidRPr="00203FAD">
        <w:rPr>
          <w:rtl/>
        </w:rPr>
        <w:t>فقال دخل على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اناس من اهل البصرة فسئلونى عن احاديث فكتبوها فما يمنعكم من الكتاب اما انكم لن تحفظوا حتى تكتبوا قلت عم سئلوك قال عن مال اليتيم هل عليه زكوة قال قلت لهم لاقال فقالوا انانتحدث عندنا ان عمر سئل عليا</w:t>
      </w:r>
      <w:r w:rsidR="00615BB2" w:rsidRPr="00203FAD">
        <w:rPr>
          <w:rtl/>
        </w:rPr>
        <w:t xml:space="preserve"> (علیه السلام) </w:t>
      </w:r>
      <w:r w:rsidRPr="00203FAD">
        <w:rPr>
          <w:rtl/>
        </w:rPr>
        <w:t xml:space="preserve">عن مال ابى رافع فقال اتعدبه (اتعديه ظ) الزكوة فقلت لهم لاورب الكعبة ماترك ابورافع يتيما ولقد كان ابنه قيما لعلى على بعض ماله كاتباله وسئلونى عن الحج فاخبر تهم بماصنع </w:t>
      </w:r>
      <w:r w:rsidR="00615BB2" w:rsidRPr="00203FAD">
        <w:rPr>
          <w:rtl/>
        </w:rPr>
        <w:t xml:space="preserve">رسول الله  (صلّى الله عليه وآله وسلم) </w:t>
      </w:r>
      <w:r w:rsidRPr="00203FAD">
        <w:rPr>
          <w:rtl/>
        </w:rPr>
        <w:t xml:space="preserve">وماامر به فقالوالى فان عمرا فرد الحج فقلت لهم انما ذاك رأى راه عمر وليس رأى عمر مثل ماصنع </w:t>
      </w:r>
      <w:r w:rsidR="00615BB2" w:rsidRPr="00203FAD">
        <w:rPr>
          <w:rtl/>
        </w:rPr>
        <w:t xml:space="preserve">رسول الله  (صلّى الله عليه وآله وسلم) </w:t>
      </w:r>
      <w:r w:rsidRPr="00203FAD">
        <w:rPr>
          <w:rtl/>
        </w:rPr>
        <w:t>وعنه عن ابى اسحق النحوى قال دخلت على ابى عبدالله</w:t>
      </w:r>
      <w:r w:rsidR="00615BB2" w:rsidRPr="00203FAD">
        <w:rPr>
          <w:rtl/>
        </w:rPr>
        <w:t xml:space="preserve"> (علیه السلام) </w:t>
      </w:r>
      <w:r w:rsidRPr="00203FAD">
        <w:rPr>
          <w:rtl/>
        </w:rPr>
        <w:t>فقال ان الله ادب نبيه صلى الله عليه على محبته فقال وانك لعلى خلق عظيم ثم فوض اليه فقال مااتيكم الرسول فخذوه ومانهيكم عنه فانتهوا ومن يطع الرسول فقد اطاع الله وان نبى الله</w:t>
      </w:r>
      <w:r w:rsidR="00615BB2" w:rsidRPr="00203FAD">
        <w:rPr>
          <w:rtl/>
        </w:rPr>
        <w:t xml:space="preserve"> (صلّى الله عليه وآله وسلم) </w:t>
      </w:r>
      <w:r w:rsidRPr="00203FAD">
        <w:rPr>
          <w:rtl/>
        </w:rPr>
        <w:t>فوض إلى على</w:t>
      </w:r>
      <w:r w:rsidR="00615BB2" w:rsidRPr="00203FAD">
        <w:rPr>
          <w:rtl/>
        </w:rPr>
        <w:t xml:space="preserve"> (علیه السلام) </w:t>
      </w:r>
      <w:r w:rsidRPr="00203FAD">
        <w:rPr>
          <w:rtl/>
        </w:rPr>
        <w:t>واثبته فسلمتم و جحدالناس فوالله لنحبكم (لنحسبكم خ د) ان تقولوا اذا قلنا وان تصمتوا اذا صمتنا ونحن فيما بينكم وبين الله والله ماجعل الله لاحد من خير في خلاف امره (ناخ د) وعنه عن سلام بن سعيد المخزومى (الجحمى خ د) قال سئل عباد البصرى اباعبدالله</w:t>
      </w:r>
      <w:r w:rsidR="00615BB2" w:rsidRPr="00203FAD">
        <w:rPr>
          <w:rtl/>
        </w:rPr>
        <w:t xml:space="preserve"> (علیه السلام) </w:t>
      </w:r>
      <w:r w:rsidRPr="00203FAD">
        <w:rPr>
          <w:rtl/>
        </w:rPr>
        <w:t xml:space="preserve">فيما كفن </w:t>
      </w:r>
      <w:r w:rsidR="00615BB2" w:rsidRPr="00203FAD">
        <w:rPr>
          <w:rtl/>
        </w:rPr>
        <w:t xml:space="preserve">رسول الله  (صلّى الله عليه وآله وسلم) </w:t>
      </w:r>
      <w:r w:rsidRPr="00203FAD">
        <w:rPr>
          <w:rtl/>
        </w:rPr>
        <w:t>قال في ثوبين صحاربين وبرد جرة قال فقال له عباد يا اباعبدالله</w:t>
      </w:r>
      <w:r w:rsidR="00615BB2" w:rsidRPr="00203FAD">
        <w:rPr>
          <w:rtl/>
        </w:rPr>
        <w:t xml:space="preserve"> (علیه السلام) </w:t>
      </w:r>
      <w:r w:rsidRPr="00203FAD">
        <w:rPr>
          <w:rtl/>
        </w:rPr>
        <w:t>لاتزال تحدثنا بالحديث قدسمعنا خلافه فقال ابوعبدالله ياعباد اتدرى ما النخلة التى انزلت على مريم ماكانت قال لافاخبرنا بهايا اباعبدالله قا ل هى العجوة فما كان من فارخها فهن (فمن خ د) عجوة وما كان من غير ذلك فهولون فقال ابن جريح قوموافما تزالون تردون على ابى عبدالله حديثا من حديثه قال فلما انتهينا إلى الباب قال قال عباد لابن جريح يا ابا عبدالوليد لقد ضرب لى ابوعبدالله مثلا قال ميمون اى لعمرى لقد ضرب لك مثلا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ابى حمزة قال سمعت فاطمة بنت الحسين</w:t>
      </w:r>
      <w:r w:rsidR="00615BB2" w:rsidRPr="00203FAD">
        <w:rPr>
          <w:rtl/>
        </w:rPr>
        <w:t xml:space="preserve"> (علیه السلام) </w:t>
      </w:r>
      <w:r w:rsidRPr="00203FAD">
        <w:rPr>
          <w:rtl/>
        </w:rPr>
        <w:t xml:space="preserve">وهى تقول قال </w:t>
      </w:r>
      <w:r w:rsidR="00615BB2" w:rsidRPr="00203FAD">
        <w:rPr>
          <w:rtl/>
        </w:rPr>
        <w:t xml:space="preserve">رسول الله  (صلّى الله عليه وآله وسلم) </w:t>
      </w:r>
      <w:r w:rsidRPr="00203FAD">
        <w:rPr>
          <w:rtl/>
        </w:rPr>
        <w:t>ثلث خصال من كن فيه فقد استكمل خصال الايمان الذى اذا رضى لم يدخله رضاه في باطل وان غضب لم يخرجه من الحق ولو (ان خ د) قدرلم يتعاطى ماليس له وعنه عن ابى حمزه قال سمعت ابا جعفر</w:t>
      </w:r>
      <w:r w:rsidR="00615BB2" w:rsidRPr="00203FAD">
        <w:rPr>
          <w:rtl/>
        </w:rPr>
        <w:t xml:space="preserve"> (علیه السلام) </w:t>
      </w:r>
      <w:r w:rsidRPr="00203FAD">
        <w:rPr>
          <w:rtl/>
        </w:rPr>
        <w:t>يقول ثلث خصال من احب الاعمال إلى الله تعالى اطعام مسلم من جوع اوفك عنه كربه اوقضى عنه دينه وعنه عن ابى بصير قال سمعت اباعبدالله</w:t>
      </w:r>
      <w:r w:rsidR="00615BB2" w:rsidRPr="00203FAD">
        <w:rPr>
          <w:rtl/>
        </w:rPr>
        <w:t xml:space="preserve"> (علیه السلام) </w:t>
      </w:r>
      <w:r w:rsidRPr="00203FAD">
        <w:rPr>
          <w:rtl/>
        </w:rPr>
        <w:t>يقول امن ب</w:t>
      </w:r>
      <w:r w:rsidR="00615BB2" w:rsidRPr="00203FAD">
        <w:rPr>
          <w:rtl/>
        </w:rPr>
        <w:t xml:space="preserve">رسول الله  (صلّى الله عليه وآله وسلم) </w:t>
      </w:r>
      <w:r w:rsidRPr="00203FAD">
        <w:rPr>
          <w:rtl/>
        </w:rPr>
        <w:t xml:space="preserve">الااربعة عكرمة بن ابى جهل وعبدالله بن ابى سرح وابى مقيس وابى صبابه (ابن خسامة خ د) والقنيتين سارة وفرسا وقال </w:t>
      </w:r>
      <w:r w:rsidR="00615BB2" w:rsidRPr="00203FAD">
        <w:rPr>
          <w:rtl/>
        </w:rPr>
        <w:t xml:space="preserve">رسول الله  (صلّى الله عليه وآله وسلم) </w:t>
      </w:r>
      <w:r w:rsidRPr="00203FAD">
        <w:rPr>
          <w:rtl/>
        </w:rPr>
        <w:t>ذلك يوم الفتح اقتلوهم وان وجد تموهم متعلقين (معلقين خ د) باستار الكعبة وعنه عن عمرو بن ابى نضر قال قلت لابى عبدالله</w:t>
      </w:r>
      <w:r w:rsidR="00615BB2" w:rsidRPr="00203FAD">
        <w:rPr>
          <w:rtl/>
        </w:rPr>
        <w:t xml:space="preserve"> (علیه السلام) </w:t>
      </w:r>
      <w:r w:rsidRPr="00203FAD">
        <w:rPr>
          <w:rtl/>
        </w:rPr>
        <w:t>المؤذن يؤذن وهو على غير وضوء قال نعم ولايقيم الاوهو على وضوء قال فقلت يؤذن وهو جالس قال نعم ولايقيم الاوهو قائم وعنه عن ابى بصير قال سمعت اباجعفر</w:t>
      </w:r>
      <w:r w:rsidR="00615BB2" w:rsidRPr="00203FAD">
        <w:rPr>
          <w:rtl/>
        </w:rPr>
        <w:t xml:space="preserve"> (علیه السلام) </w:t>
      </w:r>
      <w:r w:rsidRPr="00203FAD">
        <w:rPr>
          <w:rtl/>
        </w:rPr>
        <w:t>يقول ان الموتور اهله و ماله من ضيع صلوة العصر قال قلت اى اهل له قال لايكون له اهل في الجنة وعنه عن ابى بصير قال سمعت اباجعفر</w:t>
      </w:r>
      <w:r w:rsidR="00615BB2" w:rsidRPr="00203FAD">
        <w:rPr>
          <w:rtl/>
        </w:rPr>
        <w:t xml:space="preserve"> (علیه السلام) </w:t>
      </w:r>
      <w:r w:rsidRPr="00203FAD">
        <w:rPr>
          <w:rtl/>
        </w:rPr>
        <w:t>يقول كان ابوذر يقول في عظته يامبتغى العلم كان شيئا من لدينا لم يك شيئا الاعمل ينفخ خيره اويضر شره الاما (من خ د) رحم الله يامبتغى العلم لايشغلك اهل ولامال عن نفسك انت اليوم (يوم خ د) تفارقهم كضيف بت فيهم ثم غدوت من عندهم إلى غيرهم والدنيا والاخرة كمزلة تحولت منها إلى غيرها ومابين الموت والبعث كنومة نمتها ثم استيقظت منها يامبتغى العلم قدم لمقامك بين يدى الله فانك مرتهن</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بعملك كماتدين تدان يامبتغى العلم صل قبل ان لاتقدر على ليل ولانهار تصلى فيه انما مثل الصلوة لصاحبها كمثل رجل دخل على ذى سلطان فانصت له حتى يفرغ من حاجته كذلك المرء المسلم ياذن الله مادام في صلوته لم يزل الله ينظر اليه حتى يفرغ من صلوته يا مبتغى العلم تصدق قبل ان لا تعطى شيئا ولا تمنعه انما مثل الصدقة لصاحبها كمثل رجل طلبه قوم بدم فقال لاتقتلونى واضربو إلى اجلا واسعى في رضاكم كذلك المرء المسلم يأذن الله (بأذن الله خ د) كلما تصدق بها صدقة حل بها عقدة من رقبته حتى يتوفى الله اقواما وقد رضى عنهم ومن رضى الله عنه فقد اعتق من النار يا مبتغى العلم ان هذا اللسان مفتاح كل خير ومفتاح كل شرفاختم على فيك كما تختم على ذهبك وورقك يا مبتغى العلم ان هذه الامثال ضربها الله للناس وما يعقلها الا العالمون ابوبصير (وعنه عن ابى بصير خ د) قال حدثنى عمروبن سعيد بن هلال قال حدثنا عبدالملك ابن ابى ذرقال لقينى اميرالمؤمنين</w:t>
      </w:r>
      <w:r w:rsidR="00615BB2" w:rsidRPr="00203FAD">
        <w:rPr>
          <w:rtl/>
        </w:rPr>
        <w:t xml:space="preserve"> (علیه السلام) </w:t>
      </w:r>
      <w:r w:rsidRPr="00203FAD">
        <w:rPr>
          <w:rtl/>
        </w:rPr>
        <w:t xml:space="preserve">يوم مزق عثمان المصاحف فقال ادع لى اباك فجاء اليه مسرعا فقال يا اباذراتى اليوم في الاسلام امر عظيم مزق كتاب الله ووضع فيه الحديد وحق على الله ان يسلط الحديد على من مزق كتاب الله بالحديد فقال له ابوذرانى سمعت </w:t>
      </w:r>
      <w:r w:rsidR="00615BB2" w:rsidRPr="00203FAD">
        <w:rPr>
          <w:rtl/>
        </w:rPr>
        <w:t xml:space="preserve">رسول الله  (صلّى الله عليه وآله وسلم) </w:t>
      </w:r>
      <w:r w:rsidRPr="00203FAD">
        <w:rPr>
          <w:rtl/>
        </w:rPr>
        <w:t>يقول ان اهل الجبرية من بعد موسى قاتلوا اهل النبوة فظهروا عليهم وقتلوهم زمانا طويلا ثم ان الله بعث فتية (فئة د) فهاجروا إلى غير انبيائهم فقاتلوهم فقتلوه وانت بمنزلتهم يا على قال فقال على قتلتنى يا اباذر فقال له ابوذر اماوالله لقد علمت انه سيبدء‌ك (بك له) قال ابوبصير سئلت اباجعفر</w:t>
      </w:r>
      <w:r w:rsidR="00615BB2" w:rsidRPr="00203FAD">
        <w:rPr>
          <w:rtl/>
        </w:rPr>
        <w:t xml:space="preserve"> (علیه السلام) </w:t>
      </w:r>
      <w:r w:rsidRPr="00203FAD">
        <w:rPr>
          <w:rtl/>
        </w:rPr>
        <w:t>عن الخمس قال هولنا هو لايتامنا ولمساكيننا ولابن السبيل منا وقد يكون ليس فينايتيم ولا ابن السبيل وهولنا ولنا الصفى قال قلت له وما الصفى قال الصفى من كل رقيق وابل ينتفى افضله ثم</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يضرب بسهم ولنا الا الانفال قال قلت له وماالانفال قال المعاذن منها والاجام وكل ارض لارب لها ولنا مالم بوجف عليه بخيل ولاركاب وكانت فدك من ذلك وعنه عن ابى عبيدة الحذاء قال سمعت اباجعفر</w:t>
      </w:r>
      <w:r w:rsidR="00615BB2" w:rsidRPr="00203FAD">
        <w:rPr>
          <w:rtl/>
        </w:rPr>
        <w:t xml:space="preserve"> (علیه السلام) </w:t>
      </w:r>
      <w:r w:rsidRPr="00203FAD">
        <w:rPr>
          <w:rtl/>
        </w:rPr>
        <w:t>يقول قال الله وعزتى وجلالى وجمالى وبهائى وارتفاع مكانى لايؤثر عبد هواى على هواه الاكففت عليه ضيفته وجعلت غناه في نفسه وضمنت السموات والارض رزقه وكنت له من وراء تجارة كل تاجر ابوبصير قال سمعت اباجعفر</w:t>
      </w:r>
      <w:r w:rsidR="00615BB2" w:rsidRPr="00203FAD">
        <w:rPr>
          <w:rtl/>
        </w:rPr>
        <w:t xml:space="preserve"> (علیه السلام) </w:t>
      </w:r>
      <w:r w:rsidRPr="00203FAD">
        <w:rPr>
          <w:rtl/>
        </w:rPr>
        <w:t>يقول بينما</w:t>
      </w:r>
      <w:r w:rsidR="00615BB2" w:rsidRPr="00203FAD">
        <w:rPr>
          <w:rtl/>
        </w:rPr>
        <w:t xml:space="preserve">رسول الله  (صلّى الله عليه وآله وسلم) </w:t>
      </w:r>
      <w:r w:rsidRPr="00203FAD">
        <w:rPr>
          <w:rtl/>
        </w:rPr>
        <w:t>مع اصحابه راكب على دابته اذنزل فخر ساجدا فقيل له يارسول الله زأيناك صنعت شيئالم تك تصنعه قبل اليوم فقال اتانى ملك من عندربى فقال يامحمد ان ربك يقرئك السلام ويقول يا محمد انى اسرك في امتك فلم يكن عندى مال اصدق به ولاعبد اعتقه فسجدت لله شكرا وعنه عن ابى بصير قال سمعت اباجعفر</w:t>
      </w:r>
      <w:r w:rsidR="00615BB2" w:rsidRPr="00203FAD">
        <w:rPr>
          <w:rtl/>
        </w:rPr>
        <w:t xml:space="preserve"> (علیه السلام) </w:t>
      </w:r>
      <w:r w:rsidRPr="00203FAD">
        <w:rPr>
          <w:rtl/>
        </w:rPr>
        <w:t xml:space="preserve">يقول جاء إلى </w:t>
      </w:r>
      <w:r w:rsidR="00615BB2" w:rsidRPr="00203FAD">
        <w:rPr>
          <w:rtl/>
        </w:rPr>
        <w:t xml:space="preserve">رسول الله  (صلّى الله عليه وآله وسلم) </w:t>
      </w:r>
      <w:r w:rsidRPr="00203FAD">
        <w:rPr>
          <w:rtl/>
        </w:rPr>
        <w:t>ملك فقال يا محمد ان ربك يقرء‌ك السلام وهو يقول لك ان شئت جعلت لك بطحاء مكة رضراض ذهب قال فرفع رأسه إلى السماء فقال يا رب اشبع يوما فاحمدك واجوع يوما فاسئلك وعنه عن ابى بصير قال سمعت ابا جعفر</w:t>
      </w:r>
      <w:r w:rsidR="00615BB2" w:rsidRPr="00203FAD">
        <w:rPr>
          <w:rtl/>
        </w:rPr>
        <w:t xml:space="preserve"> (علیه السلام) </w:t>
      </w:r>
      <w:r w:rsidRPr="00203FAD">
        <w:rPr>
          <w:rtl/>
        </w:rPr>
        <w:t xml:space="preserve">يقول جاء ملك إلى </w:t>
      </w:r>
      <w:r w:rsidR="00615BB2" w:rsidRPr="00203FAD">
        <w:rPr>
          <w:rtl/>
        </w:rPr>
        <w:t xml:space="preserve">رسول الله  (صلّى الله عليه وآله وسلم) </w:t>
      </w:r>
      <w:r w:rsidRPr="00203FAD">
        <w:rPr>
          <w:rtl/>
        </w:rPr>
        <w:t xml:space="preserve">فقال يامحمد ان ربك يقرئك السلام وقد امرنى ان اطيعك وانا ملك هذه الجبال فان تشاء ان اطبق عليهم هذين الجبلين فعلت قال فقال </w:t>
      </w:r>
      <w:r w:rsidR="00615BB2" w:rsidRPr="00203FAD">
        <w:rPr>
          <w:rtl/>
        </w:rPr>
        <w:t xml:space="preserve">رسول الله  (صلّى الله عليه وآله وسلم) </w:t>
      </w:r>
      <w:r w:rsidRPr="00203FAD">
        <w:rPr>
          <w:rtl/>
        </w:rPr>
        <w:t>يارب ان قومى لايعلمون ابوبصير قال سئلت اباجعفر</w:t>
      </w:r>
      <w:r w:rsidR="00615BB2" w:rsidRPr="00203FAD">
        <w:rPr>
          <w:rtl/>
        </w:rPr>
        <w:t xml:space="preserve"> (علیه السلام) </w:t>
      </w:r>
      <w:r w:rsidRPr="00203FAD">
        <w:rPr>
          <w:rtl/>
        </w:rPr>
        <w:t>عن قول الله عزوجل ياايها الذين آمنوا توبوا إلى الله توبة نصوحا قال يتوب العبد من الذنب ثم لايعود اليه قال فشق ذلك على فلماراى مشقته على قال ان الله يحب من عباده المفتن (المفتنن خ د) التواب</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وعنه عن الفضيل بن سكرة قال سمعت اباعبدالله</w:t>
      </w:r>
      <w:r w:rsidR="00615BB2" w:rsidRPr="00203FAD">
        <w:rPr>
          <w:rtl/>
        </w:rPr>
        <w:t xml:space="preserve"> (علیه السلام) </w:t>
      </w:r>
      <w:r w:rsidRPr="00203FAD">
        <w:rPr>
          <w:rtl/>
        </w:rPr>
        <w:t>يقول انما ال محمد من حرم الله على محمد</w:t>
      </w:r>
      <w:r w:rsidR="00615BB2" w:rsidRPr="00203FAD">
        <w:rPr>
          <w:rtl/>
        </w:rPr>
        <w:t xml:space="preserve"> (صلّى الله عليه وآله وسلم) </w:t>
      </w:r>
      <w:r w:rsidRPr="00203FAD">
        <w:rPr>
          <w:rtl/>
        </w:rPr>
        <w:t>نكاحه وعنه عن محمد بن مسلم قال سمعت اباجعفر</w:t>
      </w:r>
      <w:r w:rsidR="00615BB2" w:rsidRPr="00203FAD">
        <w:rPr>
          <w:rtl/>
        </w:rPr>
        <w:t xml:space="preserve"> (علیه السلام) </w:t>
      </w:r>
      <w:r w:rsidRPr="00203FAD">
        <w:rPr>
          <w:rtl/>
        </w:rPr>
        <w:t xml:space="preserve">يقول حدثنى جابر عن </w:t>
      </w:r>
      <w:r w:rsidR="00615BB2" w:rsidRPr="00203FAD">
        <w:rPr>
          <w:rtl/>
        </w:rPr>
        <w:t xml:space="preserve">رسول الله  (صلّى الله عليه وآله وسلم) </w:t>
      </w:r>
      <w:r w:rsidRPr="00203FAD">
        <w:rPr>
          <w:rtl/>
        </w:rPr>
        <w:t>ولم اكذبك انا على جابر قال قال رسول</w:t>
      </w:r>
      <w:r w:rsidR="00615BB2" w:rsidRPr="00203FAD">
        <w:rPr>
          <w:rtl/>
        </w:rPr>
        <w:t xml:space="preserve"> (صلّى الله عليه وآله وسلم) </w:t>
      </w:r>
      <w:r w:rsidRPr="00203FAD">
        <w:rPr>
          <w:rtl/>
        </w:rPr>
        <w:t>ابن الاخ يقاسم الجد وعنه عن فضيل الرسان عن ابى داود قال سمعت عمرواذا مروهو يقول لما ضرب اميرالمؤمنين صلى الله عليه دخلنا اليه نعوده قال فدعى له طيب يقال له الاعرابى فقال يا اميرالمؤمنين ليس عليك باس خذوا شاة فاذ بحوها ثم خذوا رفثها فاحشو به الجرح قال فبكت ام كلثوم فقال لهاياام كلثوم لوترين ماارى مابكيت فقلنا يا اميرالمؤمنين ماترى قال ارى رسول الله عندى والملئكة رسلا من السماء إلى يقولون يا على هلم الينافان ماعند ناخير لك مما كنت فيه وعنه عن ابى حمزة عن على بن الحسين عليهما السلم قال كنا عنده فرفع راسه فقال خذوهامنى من عمل بما افترض الله عليه فهو من خير الناس ومن اجتنب ماحرم الله عليه فهو من اعبد الناس ومن قنع بما قسم الله له فهو من اغنى الناس وعن ابى بصير قال سمعت اباعبدالله</w:t>
      </w:r>
      <w:r w:rsidR="00615BB2" w:rsidRPr="00203FAD">
        <w:rPr>
          <w:rtl/>
        </w:rPr>
        <w:t xml:space="preserve"> (علیه السلام) </w:t>
      </w:r>
      <w:r w:rsidRPr="00203FAD">
        <w:rPr>
          <w:rtl/>
        </w:rPr>
        <w:t>يقول لولاعلى ماعرف دين الله وعنه عن ثابت عن ابى جعفر</w:t>
      </w:r>
      <w:r w:rsidR="00615BB2" w:rsidRPr="00203FAD">
        <w:rPr>
          <w:rtl/>
        </w:rPr>
        <w:t xml:space="preserve"> (علیه السلام) </w:t>
      </w:r>
      <w:r w:rsidRPr="00203FAD">
        <w:rPr>
          <w:rtl/>
        </w:rPr>
        <w:t>قال من اصبح معافا في بدنه مخلا (مخلى خ د) في سربه في دخوله وخروجه عنده قوت يوم واحد فكانما خيرت له الدنيا خالدين راشد عن مولى لعبيدة السلمانى قال سمعت عبيدة يقول خطبنا على اميرالمؤمنين على منبرله من لبن فحمدالله واثنى عليه ثم قال</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ايها الناس اتقواالله ولاتفتوا الناس بمالا تعلمون ان </w:t>
      </w:r>
      <w:r w:rsidR="00615BB2" w:rsidRPr="00203FAD">
        <w:rPr>
          <w:rtl/>
        </w:rPr>
        <w:t xml:space="preserve">رسول الله  (صلّى الله عليه وآله وسلم) </w:t>
      </w:r>
      <w:r w:rsidRPr="00203FAD">
        <w:rPr>
          <w:rtl/>
        </w:rPr>
        <w:t>قال قولا آل منه إلى غيره وقال قولا وضع على غير موضعه وكذب عليه فقام اليه علقمة وعبيدة السلمانى فقالا يا اميرالمؤمنين فما نصنع بما قد خبرنا في هذه الصحف من الصحاب محمد صلى الله عليه قال سلاعن ذلك علماء آل محمد صلى الله عليه كانه يعنى نفسه وعنه عن معوية بن وهب عن محمدبن حمران عن اسلم مولى ابن الحنفيه قال مات ابن للصفية بنت عبدالمطلب يقال له عبدالرحمن فوجدت عليه وجدا شديد اقال فدخلت على النبى</w:t>
      </w:r>
      <w:r w:rsidR="00615BB2" w:rsidRPr="00203FAD">
        <w:rPr>
          <w:rtl/>
        </w:rPr>
        <w:t xml:space="preserve"> (صلّى الله عليه وآله وسلم) </w:t>
      </w:r>
      <w:r w:rsidRPr="00203FAD">
        <w:rPr>
          <w:rtl/>
        </w:rPr>
        <w:t>فرأهاثم قال ياعمة ان شئت سئلت ربى ان يرده عليك فيكون معك حيوتك وان شئت احتسبتيه (احتسبيه خ د) فهو خير لك قالت فانى احتسبه قال فخرجت من عنده فمرت على نفر من قريش فقال لها بعضهم ياصفية غطى قرطيك فان قرابتك من محمد لن تنفعك انما وجدنا مثل محمد في نبى هاشم مثل عذق بنت في كباة قال فرجعت مغضبة فدخلت على النبى</w:t>
      </w:r>
      <w:r w:rsidR="00615BB2" w:rsidRPr="00203FAD">
        <w:rPr>
          <w:rtl/>
        </w:rPr>
        <w:t xml:space="preserve"> (صلّى الله عليه وآله وسلم) </w:t>
      </w:r>
      <w:r w:rsidRPr="00203FAD">
        <w:rPr>
          <w:rtl/>
        </w:rPr>
        <w:t xml:space="preserve">فقال لها ياعمة هل بدالك فيما قلت لك شى ء قالت لاولكن سمعت ماهواشد على من فقدا بنى مررت بنفر من قريشفقال لى بعضهم يا صفية غطى قرطيك فان قرابتك من محمد لن تنفعك شيئا انما وجدنا مثل محمد في بنى هاشم مثل عذق بنت في كباة قال فخرج </w:t>
      </w:r>
      <w:r w:rsidR="00615BB2" w:rsidRPr="00203FAD">
        <w:rPr>
          <w:rtl/>
        </w:rPr>
        <w:t xml:space="preserve">رسول الله  (صلّى الله عليه وآله وسلم) </w:t>
      </w:r>
      <w:r w:rsidRPr="00203FAD">
        <w:rPr>
          <w:rtl/>
        </w:rPr>
        <w:t>مغضبا واجتمع الناس اليه ولبست الانصار السلاح واحاطوا بالمسجد وكان اذا صعد المنبر من غير دعوة فعلت ذلك الانصار قال فمكث طويلا لايتكلم ولايسئلونه فقال انسبونى من انا فقالوا انت محمد بن عبدالله بن عبدالمطلب بن هاشم بن عبد مناف صلى الله عليه فوالله لايسئلنى رجل منكم اليوم من اهل الجنة الااخبرته ولامن اهل النار الا اخبرته ولامن ابواه الااخبرته وانى لابصركم من بين ايديكم ومن خلفكم فقام اليه غير واحد فسئله (فسئلوه خ د) امن اهل الجنة فاخبره اومن</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اهل النار فاخبره ثم قام اليه حبيش بن حذافة السهمى وهو الذى كانت حفصه بنت عمر عنده وهو الذى كان يعيرها به عثمان فيقول ياسوة حبيش فقال من ابى فقال ابوك حذافة السهمى وكان يغمز فقال الله اكبر الذى اثبت نسبى على لسان نبيه</w:t>
      </w:r>
      <w:r w:rsidR="00615BB2" w:rsidRPr="00203FAD">
        <w:rPr>
          <w:rtl/>
        </w:rPr>
        <w:t xml:space="preserve"> (صلّى الله عليه وآله وسلم) </w:t>
      </w:r>
      <w:r w:rsidRPr="00203FAD">
        <w:rPr>
          <w:rtl/>
        </w:rPr>
        <w:t xml:space="preserve">فقام اليه عمر فقال يارسول الله اعف عنا عفى الله عنك واغفرلنا غفر الله لك فانه لاعلم لنا بما صنعت النساء في حذورها قال فانطلق الغضب عن </w:t>
      </w:r>
      <w:r w:rsidR="00615BB2" w:rsidRPr="00203FAD">
        <w:rPr>
          <w:rtl/>
        </w:rPr>
        <w:t xml:space="preserve">رسول الله  (صلّى الله عليه وآله وسلم) </w:t>
      </w:r>
      <w:r w:rsidRPr="00203FAD">
        <w:rPr>
          <w:rtl/>
        </w:rPr>
        <w:t>وذلك قبل ان ينزل الجلباب وعنه عن اديم بياع الهرى واخوه ايوب عن ابى عبدالله</w:t>
      </w:r>
      <w:r w:rsidR="00615BB2" w:rsidRPr="00203FAD">
        <w:rPr>
          <w:rtl/>
        </w:rPr>
        <w:t xml:space="preserve"> (علیه السلام) </w:t>
      </w:r>
      <w:r w:rsidRPr="00203FAD">
        <w:rPr>
          <w:rtl/>
        </w:rPr>
        <w:t>قال سئلته عمن كان مريضا او من اذى من رأسه ففدية من صيام اوصدقة اولنسك فقلت له ماهذا الصيام والصدقة والنسك قال الصيام ثلثة ايام والصدقة ثلثة اصور</w:t>
      </w:r>
      <w:r w:rsidR="00615BB2" w:rsidRPr="00203FAD">
        <w:rPr>
          <w:rtl/>
        </w:rPr>
        <w:t xml:space="preserve"> (علیه السلام) </w:t>
      </w:r>
      <w:r w:rsidRPr="00203FAD">
        <w:rPr>
          <w:rtl/>
        </w:rPr>
        <w:t>(اصاع خ د) بين ستة مساكين والنسك شاة وعنه عن ابى بصير عن المنهال بن عمروعن ذاذان قال سمعت عليا اميرالمؤمنين</w:t>
      </w:r>
      <w:r w:rsidR="00615BB2" w:rsidRPr="00203FAD">
        <w:rPr>
          <w:rtl/>
        </w:rPr>
        <w:t xml:space="preserve"> (علیه السلام) </w:t>
      </w:r>
      <w:r w:rsidRPr="00203FAD">
        <w:rPr>
          <w:rtl/>
        </w:rPr>
        <w:t>يقول مامن رجل من قريش جرت عليه المواسى الاوقاه؟ نزلت اية وايتين تسوقة إلى جنة اوتقوده إلى نارو مامن اية نزلت في البرو البحر (في برولابحرخ د) ولاسهل ولاجبل الاقد علمت حين نزلت ولوثنيت (وفي نسخة بالباء الموحده اولا) لى وسادة لحكمت بين اهل التورية بتوراتهم وبين اهل الانجيل بانجيلهم وبين اهل الزبور بزبورهم وبين اهل الفرقان بفرقانهم حتى يزهرن إلى الله عزوجل على بن ابى المغيرة والفضيل الرسان عن عمران بن ميثم قال دخلت انا وعبائة (عبابه خ د) على مرأة من بنى اسد يقال لها حبابة الوالبية قد ذهب اثر السجود بوجها فقال لها عبائه (عبابه خ د) ماحبابة تعرفين هذا الشاب معى قالت لاقال هذا ابن اخيك فقالت اخى والله اخى والله فقالت الا احدثكم بحديث سمعة عن ابى عبدالله الحسين بن على بن ابيطالب عليهما السلم فقلنا لها بلى فقالت سمعت الحسين بن على وهو يقول نحن والله وشيعتنا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على الفطرة التى بعث الله عليها محمدا صلى الله عليه واله وساير الناس والله من ذلك براء·</w:t>
      </w:r>
    </w:p>
    <w:p w:rsidR="00947E93" w:rsidRPr="00203FAD" w:rsidRDefault="00947E93" w:rsidP="00203FAD">
      <w:pPr>
        <w:pStyle w:val="libNormal"/>
        <w:rPr>
          <w:rtl/>
        </w:rPr>
      </w:pPr>
      <w:r w:rsidRPr="00203FAD">
        <w:rPr>
          <w:rtl/>
        </w:rPr>
        <w:t>وعنه عن ابى بصير قال سئلت اباجعفر</w:t>
      </w:r>
      <w:r w:rsidR="00615BB2" w:rsidRPr="00203FAD">
        <w:rPr>
          <w:rtl/>
        </w:rPr>
        <w:t xml:space="preserve"> (علیه السلام) </w:t>
      </w:r>
      <w:r w:rsidRPr="00203FAD">
        <w:rPr>
          <w:rtl/>
        </w:rPr>
        <w:t xml:space="preserve">عن قول الله عزوجل انما انت منذر ولكل قوم هاد قال فقال </w:t>
      </w:r>
      <w:r w:rsidR="00615BB2" w:rsidRPr="00203FAD">
        <w:rPr>
          <w:rtl/>
        </w:rPr>
        <w:t xml:space="preserve">رسول الله  (صلّى الله عليه وآله وسلم) </w:t>
      </w:r>
      <w:r w:rsidRPr="00203FAD">
        <w:rPr>
          <w:rtl/>
        </w:rPr>
        <w:t>انا المنذر وعلى الهادى وذكر عن ابى بصير ومحمدبن مسلم قالاسئلنا اباجعفر</w:t>
      </w:r>
      <w:r w:rsidR="00615BB2" w:rsidRPr="00203FAD">
        <w:rPr>
          <w:rtl/>
        </w:rPr>
        <w:t xml:space="preserve"> (علیه السلام) </w:t>
      </w:r>
      <w:r w:rsidRPr="00203FAD">
        <w:rPr>
          <w:rtl/>
        </w:rPr>
        <w:t xml:space="preserve">عن الرجل يدخل المسجد فيسلم والناس في الصلوة قال يردون السلام عليه قال ثم قال ان عمار بن ياسر دخل على </w:t>
      </w:r>
      <w:r w:rsidR="00615BB2" w:rsidRPr="00203FAD">
        <w:rPr>
          <w:rtl/>
        </w:rPr>
        <w:t xml:space="preserve">رسول الله  (صلّى الله عليه وآله وسلم) </w:t>
      </w:r>
      <w:r w:rsidRPr="00203FAD">
        <w:rPr>
          <w:rtl/>
        </w:rPr>
        <w:t xml:space="preserve">وهو في الصلوة فسلم فرد </w:t>
      </w:r>
      <w:r w:rsidR="00615BB2" w:rsidRPr="00203FAD">
        <w:rPr>
          <w:rtl/>
        </w:rPr>
        <w:t xml:space="preserve">رسول الله  (صلّى الله عليه وآله وسلم) </w:t>
      </w:r>
      <w:r w:rsidRPr="00203FAD">
        <w:rPr>
          <w:rtl/>
        </w:rPr>
        <w:t>وذكر عن سعيد بن يسار قال قلت لابى عبدالله</w:t>
      </w:r>
      <w:r w:rsidR="00615BB2" w:rsidRPr="00203FAD">
        <w:rPr>
          <w:rtl/>
        </w:rPr>
        <w:t xml:space="preserve"> (علیه السلام) </w:t>
      </w:r>
      <w:r w:rsidRPr="00203FAD">
        <w:rPr>
          <w:rtl/>
        </w:rPr>
        <w:t>ادعوو اناراكع اوساجد قال فقال نعم ادع وانت ساجد فان اقرب مايكون العبد إلى الله وهو ساجد ادع الله عزوجل لدنياك واخرتك وذكر عن ابى بصير قال سئلت اباعبدالله</w:t>
      </w:r>
      <w:r w:rsidR="00615BB2" w:rsidRPr="00203FAD">
        <w:rPr>
          <w:rtl/>
        </w:rPr>
        <w:t xml:space="preserve"> (علیه السلام) </w:t>
      </w:r>
      <w:r w:rsidRPr="00203FAD">
        <w:rPr>
          <w:rtl/>
        </w:rPr>
        <w:t>عن الرجل يتوضا ثم يرى البلل على طرف ذكره قال يغسله ولايتوضا وعنه عن ابى بصير عن ابى جعفر</w:t>
      </w:r>
      <w:r w:rsidR="00615BB2" w:rsidRPr="00203FAD">
        <w:rPr>
          <w:rtl/>
        </w:rPr>
        <w:t xml:space="preserve"> (علیه السلام) </w:t>
      </w:r>
      <w:r w:rsidRPr="00203FAD">
        <w:rPr>
          <w:rtl/>
        </w:rPr>
        <w:t>قال حدثتنى ميمونة الهلالية زوج النبى</w:t>
      </w:r>
      <w:r w:rsidR="00615BB2" w:rsidRPr="00203FAD">
        <w:rPr>
          <w:rtl/>
        </w:rPr>
        <w:t xml:space="preserve"> (صلّى الله عليه وآله وسلم) </w:t>
      </w:r>
      <w:r w:rsidRPr="00203FAD">
        <w:rPr>
          <w:rtl/>
        </w:rPr>
        <w:t xml:space="preserve">ان </w:t>
      </w:r>
      <w:r w:rsidR="00615BB2" w:rsidRPr="00203FAD">
        <w:rPr>
          <w:rtl/>
        </w:rPr>
        <w:t xml:space="preserve">رسول الله  (صلّى الله عليه وآله وسلم) </w:t>
      </w:r>
      <w:r w:rsidRPr="00203FAD">
        <w:rPr>
          <w:rtl/>
        </w:rPr>
        <w:t>جاء فوجد عليا نائما والحسن والحسين على ناحيته فاستسقى الحسن ماء فقام النبى</w:t>
      </w:r>
      <w:r w:rsidR="00615BB2" w:rsidRPr="00203FAD">
        <w:rPr>
          <w:rtl/>
        </w:rPr>
        <w:t xml:space="preserve"> (صلّى الله عليه وآله وسلم) </w:t>
      </w:r>
      <w:r w:rsidRPr="00203FAD">
        <w:rPr>
          <w:rtl/>
        </w:rPr>
        <w:t>فاتاه بشراب فانازعه الحسين فجعل يهوى به إلى الحسن ليشرب منه فقالت فاطمة عليها السلم يانبى الله الحسن اثر عندك من الحسين فقال ماهو ماثر عندى منه وانهما وانت وهذا النائم عندى في الجنة كمل كتاب عاصم بن حميد الحناط نسخه منصور بن الحرالابى من اصل ابى الحسن محمد بن الحسن القمى ايده الله في ذى الحجة اليلتين مضين منه سنة 374 اربع وسبعين وثلثمائة يوم الاحد وهذه الكلمات كماعن ظاهر الشيخ الحر بخط الملارحيم الجامى شيخ الاسلام كذا في النسخة</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w:t>
      </w:r>
    </w:p>
    <w:p w:rsidR="00947E93" w:rsidRDefault="00947E93" w:rsidP="00203FAD">
      <w:pPr>
        <w:pStyle w:val="Heading2Center"/>
        <w:rPr>
          <w:rtl/>
        </w:rPr>
      </w:pPr>
      <w:bookmarkStart w:id="5" w:name="04"/>
      <w:bookmarkStart w:id="6" w:name="_Toc493591886"/>
      <w:r>
        <w:rPr>
          <w:rtl/>
        </w:rPr>
        <w:t>اصل زيد النرسى (كتاب زيد النرسى)</w:t>
      </w:r>
      <w:bookmarkEnd w:id="5"/>
      <w:bookmarkEnd w:id="6"/>
    </w:p>
    <w:p w:rsidR="00947E93" w:rsidRDefault="00947E93" w:rsidP="00947E93">
      <w:pPr>
        <w:pStyle w:val="libNormal"/>
        <w:rPr>
          <w:rtl/>
        </w:rPr>
      </w:pPr>
      <w:r>
        <w:rPr>
          <w:rtl/>
        </w:rPr>
        <w:br w:type="page"/>
      </w:r>
    </w:p>
    <w:p w:rsidR="00947E93" w:rsidRDefault="00947E93" w:rsidP="00203FAD">
      <w:pPr>
        <w:pStyle w:val="libCenterBold2"/>
        <w:rPr>
          <w:rtl/>
        </w:rPr>
      </w:pPr>
      <w:r>
        <w:rPr>
          <w:rtl/>
        </w:rPr>
        <w:lastRenderedPageBreak/>
        <w:t>رواية هارون بن موسى بن احمد التلعكبرى</w:t>
      </w:r>
    </w:p>
    <w:p w:rsidR="00947E93" w:rsidRDefault="00947E93" w:rsidP="00203FAD">
      <w:pPr>
        <w:pStyle w:val="libCenterBold2"/>
        <w:rPr>
          <w:rtl/>
        </w:rPr>
      </w:pPr>
      <w:r>
        <w:rPr>
          <w:rtl/>
        </w:rPr>
        <w:t>عن ابى العباس احمدبن محمدبن سعيد الهمدانى</w:t>
      </w:r>
    </w:p>
    <w:p w:rsidR="00947E93" w:rsidRDefault="00947E93" w:rsidP="00203FAD">
      <w:pPr>
        <w:pStyle w:val="libCenterBold1"/>
        <w:rPr>
          <w:rtl/>
        </w:rPr>
      </w:pPr>
      <w:r>
        <w:rPr>
          <w:rtl/>
        </w:rPr>
        <w:t>بسم الله الرحمن الرحيم</w:t>
      </w:r>
    </w:p>
    <w:p w:rsidR="00947E93" w:rsidRDefault="00947E93" w:rsidP="00203FAD">
      <w:pPr>
        <w:pStyle w:val="libNormal"/>
        <w:rPr>
          <w:rtl/>
        </w:rPr>
      </w:pPr>
      <w:r w:rsidRPr="00203FAD">
        <w:rPr>
          <w:rtl/>
        </w:rPr>
        <w:t>حدثنا الشيخ ابومحمد هرون بن موسى بن احمد التلعكبرى ايده الله قال حدثنا ابوالعباس احمدبن محمدبن سعيد الهمدانى قال حدثنا جعفربن عبدالله العلوى ابوعبدالله المحمدى قال حدثنا محمدبن ابى عمير عن زيد النرسى عن ابى عبدالله</w:t>
      </w:r>
      <w:r w:rsidR="00615BB2" w:rsidRPr="00203FAD">
        <w:rPr>
          <w:rtl/>
        </w:rPr>
        <w:t xml:space="preserve"> (علیه السلام) </w:t>
      </w:r>
      <w:r w:rsidRPr="00203FAD">
        <w:rPr>
          <w:rtl/>
        </w:rPr>
        <w:t>قال سمعته يقول اذاكان يوم الجمعة ويوم العيدين امرالله رضوان خازن الجنان ان ينادى في ارواح المؤمنين وهم في عرصات الجنان ان الله قد اذن لكم بالزيارة إلى اهاليكم واحبائكم من اهل الدنيا ثم يامرالله رضوان ان يأتى لكل روح بناقة من نوق الجنة عليها قبة من زبر جدة خضراء غشائها من ياقوتة رطبة صفراء وعلى النوق جلال وبراقع من سندس الجنان واستبر قها فيركبون تلك النوق عليهم حلل الجنة متوجون بتيجان الدرا لرطب تضيئ كما تضيئ الكواكب الدراية في جو السماء من قرب الناظر اليها لامن البعد فيجتمعون في العرصة ثم يامرالله جبرئيل في اهل السموات ان يستقبلوهم فتستقبلهم ملئكة كل سماء وتشيعهم إلى السماء الاخرى فينزلون بوادى السلم وهو وادبظهر الكوفة ثم يتفرقون في البلدان والامصار حتى يزورون اهاليهم الذى كانوا معهم في دار الدنيا ومعهم ملئكة يصرفون وجوهم عما يكرهو النظر اليه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إلى مايحبون ويزورون حفر الابدان حتى اذاماصلى الناس وراح اهل الدنيا إلى منازلهم من مصلا هم نادى فيهم جبرئيل بالرحيل إلى غرفات الجنان فيرحلون قال فبكى رجل في المجلس فقال جعلت فداك هذا اللمؤمن فما حال الكافر فقال ابوعبدالله</w:t>
      </w:r>
      <w:r w:rsidR="00615BB2" w:rsidRPr="00203FAD">
        <w:rPr>
          <w:rtl/>
        </w:rPr>
        <w:t xml:space="preserve"> (علیه السلام) </w:t>
      </w:r>
      <w:r w:rsidRPr="00203FAD">
        <w:rPr>
          <w:rtl/>
        </w:rPr>
        <w:t>ابدان ملعونة تحت الثرى في بقاع النار و ارواح خبيثة ملعونة تجرى بوادى برهوت في بئر الكبريت في مركبات الخبيثات الملعونات تؤدى ذلك الفزع والاهوال إلى الابدان الملعونة الخبيثة تحت الثرى في بقاع النار فهى بمنزلة النائم اذا رأى الاهوال فلا تزال تلك الابدان فزعة زعرة وتلك الارواح معذبة بانواع العذاب في انواع المركبات المسخوطات الملعونات المصفدات مسجونات فيهالاترى روحا ولاراحة إلى مبعث قائمنا فيحشر ها الله من تلك المركبات فتردفى الابدان وذلك عند النشرات (النشات خ د) فيضرب اعناقهم ثم تصير إلى النار ابد الابدين ودهر الداهرين زيد قال رايت معوية بن وهب البجلى في الموقف وهو قائم يدعو فتفقدت دعاه (ئه خ د) فمارايته يدعو لنفسه بحرف واحد وسمعته يعد رجلا رجلا من الافاق يسميهم ويدعولهم حتى نفر الناس فقلت يا اباالقاسم اصلحك الله لقد رايت منك عجبا قال يابن اخى وماالذى اعجبك مما رايت منى فقال (قلت ص) رايتك لاتدعو لنفسك وانا ارمقك حتى الساعة فلاادرى اى الامرين اعجب مااخطاب من حظك في الدعا لنفسك في مثل هذا الموقف اوعنايتك و ايثارك اخوانك على نفسك حتى تدعو لهم في الافاق فقال يابن اخى (اخ خ د) فلاتكثرن تعجبك من ذلك انى سمعت مولاك ومولاى ومولى كل مؤمن ومؤمنة جفعربن محمد</w:t>
      </w:r>
      <w:r w:rsidR="00615BB2" w:rsidRPr="00203FAD">
        <w:rPr>
          <w:rtl/>
        </w:rPr>
        <w:t xml:space="preserve"> (صلّى الله عليه وآله وسلم) </w:t>
      </w:r>
      <w:r w:rsidRPr="00203FAD">
        <w:rPr>
          <w:rtl/>
        </w:rPr>
        <w:t xml:space="preserve">عليهما السلام وكان والله في زمانه سيد اهل السماء وسيد اهل الارض وسيد من مضى منذ خلق الله الدنيا إلى ان تقوم الساعة بعد ابائة </w:t>
      </w:r>
      <w:r w:rsidR="00615BB2" w:rsidRPr="00203FAD">
        <w:rPr>
          <w:rtl/>
        </w:rPr>
        <w:t xml:space="preserve">رسول الله  (صلّى الله عليه وآله وسلم) </w:t>
      </w:r>
      <w:r w:rsidRPr="00203FAD">
        <w:rPr>
          <w:rtl/>
        </w:rPr>
        <w:t>واميرالمؤمنين والائمة من ابائه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صلى الله عليهم يقول والاصمت اذنامعوية وعميت عيناه ولانالته شفاعة محمد واميرالمؤمنين عليهما السلم من دعالاخيه المؤمن بظهر الغيب ناداه ملك من سماء الدنيا ياعبدالله لك مأة الف مثل ماسئلت وناداه ملك من السماء الثانية ياعبدالله لك مأتى الف مثل الذى دعوت وكذلك ينادى من كل سماء تضاعف حتى ينتهى إلى السماء السابعة فيناديه ملك ياعبدالله لك سبعمائة الف مثل الذى دعوت فعند ذلك يناديه الله عبدى اناالله الواسع الكريم الذى لاينفذ خزائنى ولاينقص رحمتى شئ بل وسعت رحمتى كل شئ لك الف الف مثل الذى دعوت فاى حظ يابن اخى اكثر من الذى اخترته انالنفسى قال فقلت لمعوية اصلحك الله ماقلت في ابى عبدالله</w:t>
      </w:r>
      <w:r w:rsidR="00615BB2" w:rsidRPr="00203FAD">
        <w:rPr>
          <w:rtl/>
        </w:rPr>
        <w:t xml:space="preserve"> (علیه السلام) </w:t>
      </w:r>
      <w:r w:rsidRPr="00203FAD">
        <w:rPr>
          <w:rtl/>
        </w:rPr>
        <w:t>من الفضل من انه سيد اهل الارض واهل السماء وسيد من مضى ومن بقى اشئ قلته انت ام انت سمعته منه يقوله في نفسه قال يابن اخى (اخ خ د) اترانى كل ذاجرئة على الله ان اقول فيه مالم اسمعه منه بل سمعته يقول ذلك وهو كذلك والحمد لله زيد عن عبدالله بن سنان عن محمد بن المنكدر قال رايت اباجعفر محمدبن على في ليلة ظلماء شديدة الظلمة وهو يمشى إلى المسجد انى اسرعت فدفعت (نت خ د) اليه وسلمت عليه فرد على السلام ثم قال لى يا محمدبن المنكدر قال رسول الله صلعم بشر المشائين إلى المسجد في ظلم الليل بنور ساطع يوم القيمة زيد عن ابى عبدالله</w:t>
      </w:r>
      <w:r w:rsidR="00615BB2" w:rsidRPr="00203FAD">
        <w:rPr>
          <w:rtl/>
        </w:rPr>
        <w:t xml:space="preserve"> (علیه السلام) </w:t>
      </w:r>
      <w:r w:rsidRPr="00203FAD">
        <w:rPr>
          <w:rtl/>
        </w:rPr>
        <w:t>ان قوما جلسوا عن حضور الجماعة فهم رسول الله ان يشتعل (يشعل خ د) النار في دورهم حتى خرجو او حضروا الجماعة مع المسلمين زيد عن عبدالله بن سنان قال سمعت اباعبدالله</w:t>
      </w:r>
      <w:r w:rsidR="00615BB2" w:rsidRPr="00203FAD">
        <w:rPr>
          <w:rtl/>
        </w:rPr>
        <w:t xml:space="preserve"> (علیه السلام) </w:t>
      </w:r>
      <w:r w:rsidRPr="00203FAD">
        <w:rPr>
          <w:rtl/>
        </w:rPr>
        <w:t>يقول من صلى عن يمين الامام اربعين يوما دخل الجنة</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زيد قال سمعت اباالحسن موسى بن جعفر</w:t>
      </w:r>
      <w:r w:rsidR="00615BB2" w:rsidRPr="00203FAD">
        <w:rPr>
          <w:rtl/>
        </w:rPr>
        <w:t xml:space="preserve"> (علیه السلام) </w:t>
      </w:r>
      <w:r w:rsidRPr="00203FAD">
        <w:rPr>
          <w:rtl/>
        </w:rPr>
        <w:t>يحدث عن ابيه انه قال من اسبغ وضوئه في بيته وتمشط وتطيب ثم مشى من بيته غير مستعجل وعليه السكينة والوقار إلى مصلاه رغبة في جماعة المسلمين لم يرفع قدما ولم يضع اخرى الاكتبت له حسنة ومحيت عنه سيئة ورفعت له درجة فاذا دخل المسجد قال بسم الله وبالله وعلى ملة رسول الله صلى الله عليه وعلى اله ومن الله والى الله وماشاء‌الله ولاقوة الابالله اللهم افتح لى ابواب رحمتك ومغفرتك واغلق عنى ابواب سخطك وغضبك اللهم منك الروح والفرج اللهم اليك عدوى ورواحى وبفنائك انخت ابتغى رحمتك و رضوانك واتجنب سخطك اللهم واسئلك الروح والراحة والفرج ثم قال اللهم انى اتوجه اليك بمحمد وعلى اميرالمؤمنين واجعلنى من اوجه من توجه اليك بهما واقرب من تقرب اليك بهما وقربنى بهما منك زلفى ولاتباعدنى عنك امين يارب العالمين ثم افتتح الصلوة مع امام جماعة الاوجبت له من الله المغفرة والجنة من قبل ان يسلم الامام زيد قال دخلت على ابيعبدالله</w:t>
      </w:r>
      <w:r w:rsidR="00615BB2" w:rsidRPr="00203FAD">
        <w:rPr>
          <w:rtl/>
        </w:rPr>
        <w:t xml:space="preserve"> (علیه السلام) </w:t>
      </w:r>
      <w:r w:rsidRPr="00203FAD">
        <w:rPr>
          <w:rtl/>
        </w:rPr>
        <w:t>فتناولت يده فقبلتها فقال اماانه لايصلح الالنبى اومن اريد به النبى زيد قال لمالبى ابوالخطاب بالكوفة وادعى في ابى عبدالله ماادعا دخلت على ابى عبدالله</w:t>
      </w:r>
      <w:r w:rsidR="00615BB2" w:rsidRPr="00203FAD">
        <w:rPr>
          <w:rtl/>
        </w:rPr>
        <w:t xml:space="preserve"> (علیه السلام) </w:t>
      </w:r>
      <w:r w:rsidRPr="00203FAD">
        <w:rPr>
          <w:rtl/>
        </w:rPr>
        <w:t>مع عبيدبن زرارة فقلت له جعلت فداك لقد ادعى ابوالخطاب واصحابه فيك امرا عظيما انه لبى ببيتك جعفر لبيك معراج وزعم اصحابه ان اباالخطاب اسرى به اليك فلما هبط إلى الارض من ذلك دعى اليك ولذلك لبى بك قال فرأيت اباعبدالله</w:t>
      </w:r>
      <w:r w:rsidR="00615BB2" w:rsidRPr="00203FAD">
        <w:rPr>
          <w:rtl/>
        </w:rPr>
        <w:t xml:space="preserve"> (علیه السلام) </w:t>
      </w:r>
      <w:r w:rsidRPr="00203FAD">
        <w:rPr>
          <w:rtl/>
        </w:rPr>
        <w:t>قدار سل دمعته من حماليق عينيه وهو يقول يارب تبرئت (برئت خ د) اليك مما ادعى في الاجدع عبد بنى اسد خشع لك شعرى وبشرى عبدلك ابن عبدلك خاضع ذليل ثم اطرق ساعة في الارض كانه يناجى شيئا ثم رفعى رأسه وهو يقول اجل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اجل عبد خاضع خاشع ذليل لربه صاغر راغم من ربه خائف وجل لى والله ربى اعبده لااشرك به شيئا ماله خزاه (اخزاه خ د) الله وارعبه ولا امن روعته يوم القيمة ماكانت تلبية الانبياء هكذا ولاتلبية الرسل انمالبيت بلبيك اللهم لبيك لبيك لاشريك لك ثم قمنا من عنده فقال يازيد انما قلت لك هذا لاستقرفى قبرى يازيد استر ذلك عن الاعداء زيد قال حدثنى عبيدبن زرارة قال سمعت اباعبدالله</w:t>
      </w:r>
      <w:r w:rsidR="00615BB2" w:rsidRPr="00203FAD">
        <w:rPr>
          <w:rtl/>
        </w:rPr>
        <w:t xml:space="preserve"> (علیه السلام) </w:t>
      </w:r>
      <w:r w:rsidRPr="00203FAD">
        <w:rPr>
          <w:rtl/>
        </w:rPr>
        <w:t>يقول اذا امات الله اهل الارض لبث مثل ماكان الخلق ومثل مااماتهم واضعاف ذلك ثم امات اهل السماء الدنيا ثم لبث مثل ماخلق الخلق ومثل ماامات اهل الارض والسماء الدنيا واضعاف ذلك ثم امات اهل السماء الثانية ثم لبث مثل ما خلق الخلق ومثل ماامات اهل الارض والسماء الدنيا والسماء الثانية واضعاف ذلك ثم امات اهل السماء الثالثة ثم لبث مثل ماخلق الخلق ومثل ماامات اهل الارض والسماء الدنيا والسماء الثانية والسماء الثالثة واضعاف ذلك ثم امات اهل السماء ارابعة ثم لبث مثل ماخلق (الخلق ص) ومثل ماامات اهل الارض واهل السماء الدنيا والسماء الثانية والسماء الثالثة والسماء الرابعة واضعاف ذلك ثم امات اهل السماء الخامسة ثم لبث مثل ماخلق الخلق ومثل ماامات اهل الارض واهل السماء الدنيا والسماء الثانية والسماء الثالثة والرابعة والسماء الخامسة واضعاف ذلك ثم امات اهل السماء السادسة ثم لبث مثل ماخلق الخلق ومثل ماامات اهل الارض واهل السماء الدنيا والثانية والثالثة والرابعة والخامسة والسادسة واضعاف ذلك ثم امات اهل السماء السابعة ثم لبث مثل ماخلق الخلق ومثل ماامات اهل الارض واهل السموات إلى السماء السابعة واضعاف ذلك ثم امات ميكائيل ثم لبث مثل ماخلق الخلق ومثل ذلك كله واضعاف ذلك كله ثم امات جبرئيل ثم لبث مثل ماخلق الخلق ومثل ذلك كله واضعاف ذلك كله ثم امات اسرافيل ثم لبث مثل ماخلق الخلق</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مثل ذلك كله واضعاف ذلك ثم امات ملك الموت قال ثم يقول تبارك و تعالى لمن الملك اليوم فيرد على نفسه لله الواحد القهار اين الجبارون اين الذين ادعوا معى الها اين المتكبرون ونحو هذا ثم يلبث (لبث خ د) مثل ماخلق الخلق ومثل ذلك كله واضعاف ذلك ثم يبعث الخلق وينفخ الصور قال عبيدبن زرارة فقلت ان هذا الامر كانى طولت ذلك (كان طول ذلك خ د) فقال ارايت ماكان قبل ان يخلق الخلق اطول او ذاقال قلت ذاقال فهل علمت به قال قلت لاقال فكذلك هذا زيد عن على بن مزيد (زيد خ د) صاحب السابرى قال اوصى إلى رجل تركته وامرنى ان احج بهاعنه فنظرت في ذلك فاذا شئ يسير لايكون للحج سئلت اباحنيفة وغيره فقالوا تصديق بها فلما حججت ولقيت عبدالله بن الحسن في الطواف فقلت له ذلك فقال لى هذا جعفربن محمد في الحجر فاسئله قال فدخلت الحجر فاذا ابوعبدالله</w:t>
      </w:r>
      <w:r w:rsidR="00615BB2" w:rsidRPr="00203FAD">
        <w:rPr>
          <w:rtl/>
        </w:rPr>
        <w:t xml:space="preserve"> (علیه السلام) </w:t>
      </w:r>
      <w:r w:rsidRPr="00203FAD">
        <w:rPr>
          <w:rtl/>
        </w:rPr>
        <w:t>تحت الميزاب مقبل بوجهه على البيت يدعو ثم التفت فرأنى فقال ما حاجتك فقلت جعلت فدالك انى رجل من اهل الكوفة من مواليكم فقال دع ذاعنك حاجتك قال قلت رجل مات واوصى تركته إلى وامرنى ان احج بهاعنه فنظرت في ذلك فوجدته يسيرا لايكون للحج فسئلت من قبلنا فقالو إلى تصدق به فقال لى ما صنعت فقلت تصدقت به قال ضمنت الاان لايكون يبلغ ان يحج به من مكة فان كان يبلغ ان يحج به من مكة فانت ضامن وان لم يكن يبلغ ذلك فليس عليك ضمان زيد قال حدثنى على بن مزيد بياع السابرى قال رايت اباعبدالله</w:t>
      </w:r>
      <w:r w:rsidR="00615BB2" w:rsidRPr="00203FAD">
        <w:rPr>
          <w:rtl/>
        </w:rPr>
        <w:t xml:space="preserve"> (علیه السلام) </w:t>
      </w:r>
      <w:r w:rsidRPr="00203FAD">
        <w:rPr>
          <w:rtl/>
        </w:rPr>
        <w:t>في الحجر تحت الميزاب مقبلا بوجهه على البيت باسطا يديه وهو يقول اللهم ارحم ضعفى وقلة حيلتى اللهم انزل على كفلين من رحمتك وادرعلى من رزقك الواسع وادرء عنى شر فسقة الجن والانس وشر فسقة العرب</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والعجم اللهم اوسع على في الرزق ولاتقتر على اللهم ارحمنى ولاتعذبنى ارض عنى ولانسخط على انك سميع الدعاء قريب مجيب زيد قال سمعت على بن مزيد قال سمعت اباعبدالله</w:t>
      </w:r>
      <w:r w:rsidR="00615BB2" w:rsidRPr="00203FAD">
        <w:rPr>
          <w:rtl/>
        </w:rPr>
        <w:t xml:space="preserve"> (علیه السلام) </w:t>
      </w:r>
      <w:r w:rsidRPr="00203FAD">
        <w:rPr>
          <w:rtl/>
        </w:rPr>
        <w:t>يقول مااحد ينقلب من الموقف من بر الناس وفاجرهم مؤمنهم وكافرهم الابرحمة و مغفرة يغفر للكافر ماعمل في سنته ولايغفر له ما قبله ولايفعل بعد ذلك ويغفر للمؤمن من شيعتنا جميع ماعمل في عمره وجميع مايعمله في سنته بعد ماينصرف إلى اهله من يوم يدخل إلى اهله سنته ويقال له بعد ذلك قد غفرلك وطهرت من الدنس فاستقبل واستاء‌نف العمل وحاج غفرله ماعمل في عمره ولايكتب عليه سيئة فيما يستانف وذلك ان تدركه العصمة من الله فلايأتى تبكبيرة ابدا فمادون ذلك مغفورله (الكبائر خ د) زيد عن عبيدبن زرارة عن ابى عبدالله</w:t>
      </w:r>
      <w:r w:rsidR="00615BB2" w:rsidRPr="00203FAD">
        <w:rPr>
          <w:rtl/>
        </w:rPr>
        <w:t xml:space="preserve"> (علیه السلام) </w:t>
      </w:r>
      <w:r w:rsidRPr="00203FAD">
        <w:rPr>
          <w:rtl/>
        </w:rPr>
        <w:t>قال مابدالله بداء اعظم من بداء بداله (الله في اسمعيل ابنى ص) في اسمعيل ابنى زيد عن ابى عبدالله قال انى ناجيت الله ونازلته في اسمعيل ابنى ان يكون من بعدى فابى ربى الاان يكون موسى آبنى زيد عن ابى عبدالله</w:t>
      </w:r>
      <w:r w:rsidR="00615BB2" w:rsidRPr="00203FAD">
        <w:rPr>
          <w:rtl/>
        </w:rPr>
        <w:t xml:space="preserve"> (علیه السلام) </w:t>
      </w:r>
      <w:r w:rsidRPr="00203FAD">
        <w:rPr>
          <w:rtl/>
        </w:rPr>
        <w:t>قال ان شيطانا قدولع بابنى اسمعيل يتصور في صورته ليفتن به الناس وانه لايتصور في صورة نبى ولاوصى نبى فمن قال لك من الناس ان اسمعيل ابنى حى لم يمت فانما ذلك الشيطان تمثل له في صورة اسميعيل مازلت ابتهل إلى الله عزوجل في اسميعيل ابنى ان يحييه لى ويكون القيم من بعدى فابى ربى ذلك وان هذا شئ ليس إلى الرجل منايضعه حيث يشاء وانما ذلك عهد من الله عزوجل يعهده إلى من يشاء فشاء الله ان يكون موسى ابنى وابى ان يكون اسمعيل ولوجهد الشيطان ان يتمثل بابنى موسى ماقدر على ذلك ابدا والحمد لله زيد عن محمدبن على الحلبى عن ابى عبدالله</w:t>
      </w:r>
      <w:r w:rsidR="00615BB2" w:rsidRPr="00203FAD">
        <w:rPr>
          <w:rtl/>
        </w:rPr>
        <w:t xml:space="preserve"> (علیه السلام) </w:t>
      </w:r>
      <w:r w:rsidRPr="00203FAD">
        <w:rPr>
          <w:rtl/>
        </w:rPr>
        <w:t>قال قلت له كانت</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الدنيا قط منذ كانت وليس في الارض حجة قال قد كانت الارض وليس فيها رسول ولانبى ولاحجة وذلك بين ادم ونوح في الفترة ولو سئلت هولاء عن هذا القالوالن تخلو الارض من حجة (الحجة خ د) وكذبوا انما ذلك شئ بدالله عزوجل فيه فبعث الله النبيين مبشرين ومنذرين وقد كان بين عيسى ومحمد عليهما السلم فترة من الزمان ولم يكن في الارض نبى ولارسول ولاعالم فبعث الله محمداصلى الله عليه واله بشيرا ونذيرا وداعيا اليه (إلى الله خ د) زيد قال سمعت اباالحسن موسى</w:t>
      </w:r>
      <w:r w:rsidR="00615BB2" w:rsidRPr="00203FAD">
        <w:rPr>
          <w:rtl/>
        </w:rPr>
        <w:t xml:space="preserve"> (علیه السلام) </w:t>
      </w:r>
      <w:r w:rsidRPr="00203FAD">
        <w:rPr>
          <w:rtl/>
        </w:rPr>
        <w:t>يقول قال ابوجعفر</w:t>
      </w:r>
      <w:r w:rsidR="00615BB2" w:rsidRPr="00203FAD">
        <w:rPr>
          <w:rtl/>
        </w:rPr>
        <w:t xml:space="preserve"> (علیه السلام) </w:t>
      </w:r>
      <w:r w:rsidRPr="00203FAD">
        <w:rPr>
          <w:rtl/>
        </w:rPr>
        <w:t>يابنى ان ائتمن شارب الخمر على امانة فلم يؤدها اليه لم يكن له على الله ضمان ولااجرو لاخلف ثم ان ذهب ليد عوالله عليه لم يستجب الله دعائه زيد عن ابى عبدالله</w:t>
      </w:r>
      <w:r w:rsidR="00615BB2" w:rsidRPr="00203FAD">
        <w:rPr>
          <w:rtl/>
        </w:rPr>
        <w:t xml:space="preserve"> (علیه السلام) </w:t>
      </w:r>
      <w:r w:rsidRPr="00203FAD">
        <w:rPr>
          <w:rtl/>
        </w:rPr>
        <w:t>قال من عرف الله خافه ومن خاف الله حثه الخوف من الله على العمل بطاعته والاخذ بتاديبه فبشر المطيعين المتادبين بادب الله والاخذين عن الله انه حق على الله ان ينجيه من مضلات الفتن ومارأيت شيئا هو اضرفى دين المسلم من الشح زيد عن ابى عبدالله</w:t>
      </w:r>
      <w:r w:rsidR="00615BB2" w:rsidRPr="00203FAD">
        <w:rPr>
          <w:rtl/>
        </w:rPr>
        <w:t xml:space="preserve"> (علیه السلام) </w:t>
      </w:r>
      <w:r w:rsidRPr="00203FAD">
        <w:rPr>
          <w:rtl/>
        </w:rPr>
        <w:t>قال سئله بعض اصحابنا عن طلب الصيد وقال له انى رجل الهو بطلب الصيد وضرب الصوالج والهو بلعب الشطرنج قال فقال ابوعبدالله</w:t>
      </w:r>
      <w:r w:rsidR="00615BB2" w:rsidRPr="00203FAD">
        <w:rPr>
          <w:rtl/>
        </w:rPr>
        <w:t xml:space="preserve"> (علیه السلام) </w:t>
      </w:r>
      <w:r w:rsidRPr="00203FAD">
        <w:rPr>
          <w:rtl/>
        </w:rPr>
        <w:t>اما الصيد فانه سعى باطل وانما احل الله الصيد لمن اضطر إلى الصيد فليس (فمن ليس بمضطر إلى طلبه سعيه فيه باطل خ د) المضطر إلى طلبه سعيه فيه باطل ويجب عليه التقصير في الصلوة والصيام جميعا اذاكان مضطرا إلى اكله وان كان ممن يطلبه للتجارة وليست له حرفة الامن طلب الصيد فان سعيه حق وعلى التمام في الصلوة والصيام لان ذلك تجارته فهو بمنزلة صاحب الدور الذى يدور في الاسواق في طلب التجارة او كالمكارى والملاح ومن طلبه لاهيا واشرا وبطرا فان سعيه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ذلك سعى باطل وسفره باطل وعليه التمام في الصلوة والصيام وان المؤمن لفى شغل عن ذلك شغله طلب الاخرة عن الملاهى واما الشطر نج فهوالذى قال الله عزوجل اجتنبوا الرجس من الاوثان واجتنبوا قول الزور (وقول الزور ص) الغناء وان المؤمن عن جميع ذلك لفى شغل ماله وللملاهى فان الملاهى تورث قساوة القلب وتورث النفاق وماضربك بالصوالج فان الشيطان معك يركض والملئكة تنفرعنك وان اصابك شئ لم توجرو من عثر (عثرت خ د) به دابته فمات دخل النار زيد عن ابى عبدالله</w:t>
      </w:r>
      <w:r w:rsidR="00615BB2" w:rsidRPr="00203FAD">
        <w:rPr>
          <w:rtl/>
        </w:rPr>
        <w:t xml:space="preserve"> (علیه السلام) </w:t>
      </w:r>
      <w:r w:rsidRPr="00203FAD">
        <w:rPr>
          <w:rtl/>
        </w:rPr>
        <w:t>قال سئل اذالم نجد اهل الولاية يجوز لنا ان نصدق (نتصدق) على غيرهم فقال اذالم تجدوا اهل الولاية في المصر تكونون فيه فابعثوا بالز كوة المفروضة إلى اهل الولاية من غير اهل مصر كم فاما ماكان في سوى المفروضة من صدقة فان لم تجدوا اهل الولاية فلاعليكم ان تعطوه الصبيان ومن كان في مثل عقول الصبيان ممن لاينصب ولايعرف ماانتم عليه فيعاديكم ولايعرف خلاف ماانتم عليه فيتبعه ويدين به وهم المستضعفون من الرجال والنساء والولدان تعطونهم دون الدرهم ودون الرغيف فاما (واماخ د) الدرهم التام فلاتعطى الااهل الولاية الاان يرق قلبك عليه فتعطيه الكسرة من الخبزو القطعة من الورق فاما الناصب فلايرقن قلبك عليه ولاتطعمه ولاتسقه وان مات جوعا وعطشا ولاتغثه وان كان غرقا او حرقا فاستغاث فقطه ولاتغثه فان ابى نعم المحمدى كان يقول من اشبع ناصبا (ناصبيا) ملاء‌الله جوفه نارا يوم القيمة معذبا كان او معفوراله زيد قال قلت لابى الحسن موسى</w:t>
      </w:r>
      <w:r w:rsidR="00615BB2" w:rsidRPr="00203FAD">
        <w:rPr>
          <w:rtl/>
        </w:rPr>
        <w:t xml:space="preserve"> (علیه السلام) </w:t>
      </w:r>
      <w:r w:rsidRPr="00203FAD">
        <w:rPr>
          <w:rtl/>
        </w:rPr>
        <w:t>الرجل من مواليكم يكون عارفا يشرب الخمر ويرتكب الموبق من الذنب نتبرأ منه فقال تبرء وا من فعله ولاتبرء‌وا منه اخبوه وابغضوا عمله قلت فيسعنا ان نقول فاسق</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فاجر فقال لاالفاسق الفاجر الكافر الجاحدلنا الناصب لاوليائنا ابى الله ان يكون ولينافا سقافا وجرا وان عمل ماعمل ولكنكم تقولون فاسق العمل فاجر العلم مؤمن النفس خبيث الفعل طيب الروح والبدن والله لا (ماخ د) يخرج ولينا من الدنيا الاوالله ورسوله ونحن عنه راضون يحشره الله على مافيه من الذنوب مبيض وجهه مستورة عورته امنة روعته لاخوف عليه ولاحزن وذلك انه لايخرج من الدنيا حتى يصفى من الذنوب اما بمصيبة في مال او نفس اوولذا ومرض وادنى مايصفى به ولينا ان يريه الله رؤيا مهولة فيصبح حزينا لماراى فيكون ذلك كفارة له او خوفا يرد عليه من اهل دولة الباطل او يشدد عليه عند الموت فيلقى الله طاهرا من الذنوب امنا روعته بمحمدص وامير المؤمنين</w:t>
      </w:r>
      <w:r w:rsidR="00615BB2" w:rsidRPr="00203FAD">
        <w:rPr>
          <w:rtl/>
        </w:rPr>
        <w:t xml:space="preserve"> (علیه السلام) </w:t>
      </w:r>
      <w:r w:rsidRPr="00203FAD">
        <w:rPr>
          <w:rtl/>
        </w:rPr>
        <w:t>ثم يكون امامه احد الامرين رحمة الله الواسعة التى هى اوسع من ذنوب اهل الارض جميعا وشفاعة محمدص واميرالمؤمنين</w:t>
      </w:r>
      <w:r w:rsidR="00615BB2" w:rsidRPr="00203FAD">
        <w:rPr>
          <w:rtl/>
        </w:rPr>
        <w:t xml:space="preserve"> (علیه السلام) </w:t>
      </w:r>
      <w:r w:rsidRPr="00203FAD">
        <w:rPr>
          <w:rtl/>
        </w:rPr>
        <w:t>ان اخطئة رحمة ربه ادركته شفاعة نبيه واميرالمؤمنين صلى الله عليهما (صلوات خ د) فعندها تصيبه رحمة ربه الواسعة زيد عن ابى الحسن موسى</w:t>
      </w:r>
      <w:r w:rsidR="00615BB2" w:rsidRPr="00203FAD">
        <w:rPr>
          <w:rtl/>
        </w:rPr>
        <w:t xml:space="preserve"> (علیه السلام) </w:t>
      </w:r>
      <w:r w:rsidRPr="00203FAD">
        <w:rPr>
          <w:rtl/>
        </w:rPr>
        <w:t>انه كان اذا رفع رأسه في صلوته من السجدة الاخيرة جلس جلسة ثم نهض اللقيام وبادر بركبتيه من الارض قبل يدية زيد عن عبيدبن زرارة عن ابى عبدالله</w:t>
      </w:r>
      <w:r w:rsidR="00615BB2" w:rsidRPr="00203FAD">
        <w:rPr>
          <w:rtl/>
        </w:rPr>
        <w:t xml:space="preserve"> (علیه السلام) </w:t>
      </w:r>
      <w:r w:rsidRPr="00203FAD">
        <w:rPr>
          <w:rtl/>
        </w:rPr>
        <w:t>قال اذا ادركت الجماعة ووجدت الامام مكانه واهل المسجد قبل ان ينصر فوا من الصلوة اجزء‌ك اذانهم واقامتهم فاستفتح الصلوة لنفسك واذا وافيتهم وقد انصرفوا عن صلوتهم وهم جلوس اجزء‌ك اقامة بغير اذان وان وجدتهم قد تفرقوا وخرج بعضهم عن المسجد فاذن واقم لنفسك زيد عن ابى الحسن موسى</w:t>
      </w:r>
      <w:r w:rsidR="00615BB2" w:rsidRPr="00203FAD">
        <w:rPr>
          <w:rtl/>
        </w:rPr>
        <w:t xml:space="preserve"> (علیه السلام) </w:t>
      </w:r>
      <w:r w:rsidRPr="00203FAD">
        <w:rPr>
          <w:rtl/>
        </w:rPr>
        <w:t>قال من زار ابنى هذا واومأ إلى ابى الحسن الرضاع فله الجنة</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زيد قال سمعت اباالحسن</w:t>
      </w:r>
      <w:r w:rsidR="00615BB2" w:rsidRPr="00203FAD">
        <w:rPr>
          <w:rtl/>
        </w:rPr>
        <w:t xml:space="preserve"> (علیه السلام) </w:t>
      </w:r>
      <w:r w:rsidRPr="00203FAD">
        <w:rPr>
          <w:rtl/>
        </w:rPr>
        <w:t>يقول اذا رفعت رأسك من اخر سجدتك في الصلوة قبل ان تقوم فاجلس جلسة ثم بادر بركبتيك إلى الارض قبل يديك وابسط يديك بسطا واتك عليهما ثم قم فان ذلك وقار المرء المؤمن الخاضع لربه ولاتطيش من سجودك مبادرا إلى القيام كمايطيش هؤلاء الاقشاب في صلوتهم زيد عن ابى الحسن الاول</w:t>
      </w:r>
      <w:r w:rsidR="00615BB2" w:rsidRPr="00203FAD">
        <w:rPr>
          <w:rtl/>
        </w:rPr>
        <w:t xml:space="preserve"> (علیه السلام) </w:t>
      </w:r>
      <w:r w:rsidRPr="00203FAD">
        <w:rPr>
          <w:rtl/>
        </w:rPr>
        <w:t>انه راه يصلى فكان اذا كبر في الصلوة الزق اصابع يديه (يده خ د) الابهام والسبابه والوسطى والتى يليها وفرج بينها وبين الخنصر ثم رفع يديه بالتكبير قبالة وجهه ثم يلقم ركبتيه كفيه ويفرج بين الاصابع فذا عتدل لم يرفع يديه وضم الاصابع بعضها إلى بعض كماكانت ويلزق يديه مع الفخذين ثم بكبرو يرفعها قبالة وجهه كماهى ملتزق الاصابع فيسجد ويبادر بهما إلى الارض من قبل ركبتيه ويضعها مع الوجه بحذائه فيبسطها على الارض بسطا ويفرج بين الاصابع كلها ويجنح بيديه ولايجنح في الركوع فرأيته كذلك يفعل ويرفع يديه عند كل تكبيرة فيلزق الاصابع ولايفرج بين الاصابع الافي الركوع والسجود واذا بسطها على الارض زيد عن سماعة بن مهران قال رأيت اباعبدالله</w:t>
      </w:r>
      <w:r w:rsidR="00615BB2" w:rsidRPr="00203FAD">
        <w:rPr>
          <w:rtl/>
        </w:rPr>
        <w:t xml:space="preserve"> (علیه السلام) </w:t>
      </w:r>
      <w:r w:rsidRPr="00203FAD">
        <w:rPr>
          <w:rtl/>
        </w:rPr>
        <w:t>اذا سجد بسط يديه على الارض بحذاء وجهه وفرج بين اصابع يديه ويقول انهما يسجدان كما يسجد الوجه زيد عن سماعة عن ابى بصير قال رأيت اباعبدالله</w:t>
      </w:r>
      <w:r w:rsidR="00615BB2" w:rsidRPr="00203FAD">
        <w:rPr>
          <w:rtl/>
        </w:rPr>
        <w:t xml:space="preserve"> (علیه السلام) </w:t>
      </w:r>
      <w:r w:rsidRPr="00203FAD">
        <w:rPr>
          <w:rtl/>
        </w:rPr>
        <w:t xml:space="preserve">يصلى فاذا رفع يديه بالتكبير للافتتاح والركوع والسجود يرفعها قبالة وجهه اودون ذلك بقليل زيد قال سمعت اباعبدالله يقول من السنة الترجيع في اذان الفجر واذان عشاء الاخرة امر </w:t>
      </w:r>
      <w:r w:rsidR="00615BB2" w:rsidRPr="00203FAD">
        <w:rPr>
          <w:rtl/>
        </w:rPr>
        <w:t xml:space="preserve">رسول الله  (صلّى الله عليه وآله وسلم) </w:t>
      </w:r>
      <w:r w:rsidRPr="00203FAD">
        <w:rPr>
          <w:rtl/>
        </w:rPr>
        <w:t>بلالا ان يرجع في اذان الغداة واذان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 xml:space="preserve">عشاء الاخرة اذا فرغ اشهد ان محمدا </w:t>
      </w:r>
      <w:r w:rsidR="00615BB2" w:rsidRPr="00203FAD">
        <w:rPr>
          <w:rtl/>
        </w:rPr>
        <w:t xml:space="preserve">رسول الله  (صلّى الله عليه وآله وسلم) </w:t>
      </w:r>
      <w:r w:rsidRPr="00203FAD">
        <w:rPr>
          <w:rtl/>
        </w:rPr>
        <w:t>عاد فقال اشهد ان لااله الاالله حتى يعيد الشهادتين ثم يمضى في اذانه ثم لايكون بين الاذان والاقامة الاجلسة زيد عن عبدالله بن سنان قال سمعت اباعبدالله</w:t>
      </w:r>
      <w:r w:rsidR="00615BB2" w:rsidRPr="00203FAD">
        <w:rPr>
          <w:rtl/>
        </w:rPr>
        <w:t xml:space="preserve"> (علیه السلام) </w:t>
      </w:r>
      <w:r w:rsidRPr="00203FAD">
        <w:rPr>
          <w:rtl/>
        </w:rPr>
        <w:t>يقول ان الله ليخاصر العبد المؤمن يوم القيمة والمؤمن يخاصر ربه يذكره ذنوبه قلت وما يخاصر قال فوضع يده على خاصرتى فقال هكذا كما يناجى الرجل منا اخاه في الامر يسره اليه زيد عن عبدالله بن سنان قال سمعت اباعبدالله</w:t>
      </w:r>
      <w:r w:rsidR="00615BB2" w:rsidRPr="00203FAD">
        <w:rPr>
          <w:rtl/>
        </w:rPr>
        <w:t xml:space="preserve"> (علیه السلام) </w:t>
      </w:r>
      <w:r w:rsidRPr="00203FAD">
        <w:rPr>
          <w:rtl/>
        </w:rPr>
        <w:t>يقول ان الله ينزل في يوم عرفة في اول الزوال إلى الارض على جمل افرق يصال بفخديه اهل عرفات يمينا وشمالا ولايزال كذلك حتى اذا كان عند المغرب ونفر الناس وكل الله ملكين بجبال المازمين يناديان عند المضيق الذى رأيت يارب سلم سلم والرب يصعد إلى السماء ويقول جل جلاله امين امين يارب العالمين فلذلك لاتكادترى صريعا ولاكسيرا زيد عن ابى الحسن موسى انه سمع الاذان قبل طلوع الفجر فقال شيطان ثم سمعه عند طلوع الفجر فقال الاذان حقا زيد عن ابى الحسن قال سئلته عن الاذان قبل طلوع الفجر فقال لاانما الاذان عند طلوع الفجر اول ما يطلع قلت فان كان يريد ان يؤذن الناس بالصلوة وينبئهم قال فلا يوذن ولكن ليقل وينادى بالصلوة خير من النوم الصلوة خير من النوم يقولها ومرارا فاذا طلع الفجر اذن فلم يكن بينه وبين ان يقيم الاجلسة خفيفة بقدر الشهادتين واخفف من ذلك زيد عن ابى الحسن</w:t>
      </w:r>
      <w:r w:rsidR="00615BB2" w:rsidRPr="00203FAD">
        <w:rPr>
          <w:rtl/>
        </w:rPr>
        <w:t xml:space="preserve"> (علیه السلام) </w:t>
      </w:r>
      <w:r w:rsidRPr="00203FAD">
        <w:rPr>
          <w:rtl/>
        </w:rPr>
        <w:t>قال انتظار الصلوة جماعة من جماعة إلى جماعة كفارة كل ذنب زيد عن ابى الحسن قال الصلوة خير من النوم بدعة بنى امية وليس</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ذلك من اصل الاذان ولاباس اذا اراد الرجل ان ينبه الناس للصلوة ان ينادى بذلك ولاتجعله من اصل الاذان فانالانراه اذانا زيد قال سمعت اباالحسن</w:t>
      </w:r>
      <w:r w:rsidR="00615BB2" w:rsidRPr="00203FAD">
        <w:rPr>
          <w:rtl/>
        </w:rPr>
        <w:t xml:space="preserve"> (علیه السلام) </w:t>
      </w:r>
      <w:r w:rsidRPr="00203FAD">
        <w:rPr>
          <w:rtl/>
        </w:rPr>
        <w:t>يحدث عن ابيه ان الجنة والحور لتشتاق إلى من يكسح المساجد ويأخذمنه (عنها خ د) القذى زيد سمعت اباالحسن</w:t>
      </w:r>
      <w:r w:rsidR="00615BB2" w:rsidRPr="00203FAD">
        <w:rPr>
          <w:rtl/>
        </w:rPr>
        <w:t xml:space="preserve"> (علیه السلام) </w:t>
      </w:r>
      <w:r w:rsidRPr="00203FAD">
        <w:rPr>
          <w:rtl/>
        </w:rPr>
        <w:t>يقول غسل الرأس بالخطمى يوم الجمعة من السنة يدر الرزق ويصرف الفقر ويحسن الشعر والبشر وهو امان من؟ زيد عن بعض اصحابنا قال سمعت اباعبدالله</w:t>
      </w:r>
      <w:r w:rsidR="00615BB2" w:rsidRPr="00203FAD">
        <w:rPr>
          <w:rtl/>
        </w:rPr>
        <w:t xml:space="preserve"> (علیه السلام) </w:t>
      </w:r>
      <w:r w:rsidRPr="00203FAD">
        <w:rPr>
          <w:rtl/>
        </w:rPr>
        <w:t xml:space="preserve">يقول كان </w:t>
      </w:r>
      <w:r w:rsidR="00615BB2" w:rsidRPr="00203FAD">
        <w:rPr>
          <w:rtl/>
        </w:rPr>
        <w:t xml:space="preserve">رسول الله  (صلّى الله عليه وآله وسلم) </w:t>
      </w:r>
      <w:r w:rsidRPr="00203FAD">
        <w:rPr>
          <w:rtl/>
        </w:rPr>
        <w:t>يغسل رأسه بالسدر ويقول اغسلوا رؤسكم بورق السدر فانه قدسه كل ملك مقرب وكل نبى مرسل وكان يقول من غسل رأسه بالسدر صرف الله عنه وسوسة الشيطان ومن صرف عنه وسوسة الشيطان لم يعص ومن لم يعص دخل الجنة زيد قال سمعت اباعبدالله</w:t>
      </w:r>
      <w:r w:rsidR="00615BB2" w:rsidRPr="00203FAD">
        <w:rPr>
          <w:rtl/>
        </w:rPr>
        <w:t xml:space="preserve"> (علیه السلام) </w:t>
      </w:r>
      <w:r w:rsidRPr="00203FAD">
        <w:rPr>
          <w:rtl/>
        </w:rPr>
        <w:t>يقول لايرثن النساء من الولاء الاما اعتقن زيد قال سئلت اباعبدالله</w:t>
      </w:r>
      <w:r w:rsidR="00615BB2" w:rsidRPr="00203FAD">
        <w:rPr>
          <w:rtl/>
        </w:rPr>
        <w:t xml:space="preserve"> (علیه السلام) </w:t>
      </w:r>
      <w:r w:rsidRPr="00203FAD">
        <w:rPr>
          <w:rtl/>
        </w:rPr>
        <w:t>عن الرجل يحول خاتمه ليحفظ به طوافه قال لابأس انما يريد به التحفظ زيد عن ابى عبدالله</w:t>
      </w:r>
      <w:r w:rsidR="00615BB2" w:rsidRPr="00203FAD">
        <w:rPr>
          <w:rtl/>
        </w:rPr>
        <w:t xml:space="preserve"> (علیه السلام) </w:t>
      </w:r>
      <w:r w:rsidRPr="00203FAD">
        <w:rPr>
          <w:rtl/>
        </w:rPr>
        <w:t>في الرجل يكون له الابل والبقر والغنم والمتاع فيحول عليه الحول فيموت الابل والبقر ويحترق المتاع فقال ان كان حال عليه الحول وتهاون في اخراج زكوته فهو ضامن للزكوة وعليه زكوة ذلك وان كان قبل ان يحول عليه الحول فلاشئ عليه زيد قال سمعت اباعبدالله</w:t>
      </w:r>
      <w:r w:rsidR="00615BB2" w:rsidRPr="00203FAD">
        <w:rPr>
          <w:rtl/>
        </w:rPr>
        <w:t xml:space="preserve"> (علیه السلام) </w:t>
      </w:r>
      <w:r w:rsidRPr="00203FAD">
        <w:rPr>
          <w:rtl/>
        </w:rPr>
        <w:t>يقول كان الله وهو لايريد بلاعدد اكثر مماكان مريدا زيد عن على بن مزيد قال سمعت اباعبدالله</w:t>
      </w:r>
      <w:r w:rsidR="00615BB2" w:rsidRPr="00203FAD">
        <w:rPr>
          <w:rtl/>
        </w:rPr>
        <w:t xml:space="preserve"> (علیه السلام) </w:t>
      </w:r>
      <w:r w:rsidRPr="00203FAD">
        <w:rPr>
          <w:rtl/>
        </w:rPr>
        <w:t>يقول ان الشمس تطلع كل يوم بين قرنى الشيطان الاصبيحة ليلة القدر</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زيد عن على بن مزيد قال حضرت اباعبدالله</w:t>
      </w:r>
      <w:r w:rsidR="00615BB2" w:rsidRPr="00203FAD">
        <w:rPr>
          <w:rtl/>
        </w:rPr>
        <w:t xml:space="preserve"> (علیه السلام) </w:t>
      </w:r>
      <w:r w:rsidRPr="00203FAD">
        <w:rPr>
          <w:rtl/>
        </w:rPr>
        <w:t>ورجل يسئله عن شارب الخمر اتقبل له صلوة فقال ابوعبدالله</w:t>
      </w:r>
      <w:r w:rsidR="00615BB2" w:rsidRPr="00203FAD">
        <w:rPr>
          <w:rtl/>
        </w:rPr>
        <w:t xml:space="preserve"> (علیه السلام) </w:t>
      </w:r>
      <w:r w:rsidRPr="00203FAD">
        <w:rPr>
          <w:rtl/>
        </w:rPr>
        <w:t>لاتقبل صلوة شارب المسكر (الخمر خ د) اربعين يوما الا ان يتوب قال له الرجل فان تاب من يومه وساعته قال تقبل توبته وصلوته اذاتاب وهو يعقله فاما ان يكون في سكره فما يعباء بتوبته زيد عن ابى عبدالله</w:t>
      </w:r>
      <w:r w:rsidR="00615BB2" w:rsidRPr="00203FAD">
        <w:rPr>
          <w:rtl/>
        </w:rPr>
        <w:t xml:space="preserve"> (علیه السلام) </w:t>
      </w:r>
      <w:r w:rsidRPr="00203FAD">
        <w:rPr>
          <w:rtl/>
        </w:rPr>
        <w:t>قال اذا اخرزت متاعا فقل الهم انى استودعك يامن لايضيع وديعته واستحرسكه فاحفظه على واحرسه لى بعينك التى لاتنام وبركنك الذى لايرام وبعزك الذى لايذل وبسلطانك القاهر الغالب لكل شئ زيد عن ابى الحسن</w:t>
      </w:r>
      <w:r w:rsidR="00615BB2" w:rsidRPr="00203FAD">
        <w:rPr>
          <w:rtl/>
        </w:rPr>
        <w:t xml:space="preserve"> (علیه السلام) </w:t>
      </w:r>
      <w:r w:rsidRPr="00203FAD">
        <w:rPr>
          <w:rtl/>
        </w:rPr>
        <w:t>قال اذا اخذت من شعر رأسك فايده بالناصية ومقدم رأسك والصدغين من القفا وكذلك السنة فقل بسم الله وعلى ملة ابراهيم وسنة محمد وال محمد حنيفا مسلما وماانا من المشركين اللهم اعطنى بكل شعرة وظفرة في الدنيا نورا يوم القيمة الهم ابدلنى مكانه شعرا لايعصيك تجعله زينة لى وقارا في الدنيا و نورا ساطعا يوم القيمة ثم تجمع شعرك وتدفنه وتقول اللهم إلى لجنة ولاتجعله إلى النار وقدس عليه ولاتسخط عليه وطهره حتى تجعله كفارة وذنوبا تناثرت عنى بعدده وماتبدله مكانه فاجعله طيبا وزينة وقارا ونورانى القيمة منيرا ياارحم الراحمين اللهم زينى بالتقوى وجنبنى وجنب شعرى وبشرى المعاصى وجنبنى الردى فلا يملك ذلك احد سواك زيد عن ابى عبدالله</w:t>
      </w:r>
      <w:r w:rsidR="00615BB2" w:rsidRPr="00203FAD">
        <w:rPr>
          <w:rtl/>
        </w:rPr>
        <w:t xml:space="preserve"> (علیه السلام) </w:t>
      </w:r>
      <w:r w:rsidRPr="00203FAD">
        <w:rPr>
          <w:rtl/>
        </w:rPr>
        <w:t>قال اذا نظرت إلى السماء فقل سبحان من جعل في السماء بروجا وجعل فيها سراجا وقمرا منيرا وجعل لنانجوما قبلة نهتدى بها إلى التوجه اليه في ظلمات البرو البحر اللهم كماهد يتنا إلى التوجه اليك إلى قبلتك المنصوبة لخلقك فاهدنا إلى نجومك التى جعلتها اماما لاهل الارض ولاهل السماء حتى نتوجه بهم اليك فلا يتوجه المتوجهون اليك الابهم</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ولايسلك الطريق اليك من سلك من غيرهم ولالزم المحجة من لم يلزمهم استمسكت بعروة الله الوثقى واعتصمت بحبل الله المتين واعوذ بالله من شر ماينزل من السماء ومن شر مايعرج فيها ومن شرمازرعفى الارض ومن شرماخرج منها ولاحول ولاقوة الابالله اللهم رب السقف المرفوع والبحر المكفوف والفلك المسجور والنجوم المسخرات ورب هودبن اسية صل على محمد وال محمد وعافنى من كل حية وعقرب ومن جميع هوام الارض والهواء والسباع ومما (ماخ د) في البر والبحر ومن اهل الارض وسكان الارض والهواء قال قلت وما هودبن اسية قال كوكبة في السماء خفية تحت الوسطى من الثلث الكواكب التى في بنات النعش المتفرقات ذلك امان مما قلت زيد قال سمعت اباعبدالله (ع) يقول اياكم وعشار الملوك وابناء الدنيا فان ذلك يصغر نعمة الله في اعينكم ويعقبكم كفرا واياكم ومجالسة الملوك وابناء الدنيا ففى ذلك ذهاب دينكم ويعقبكم نفاقا وذلك داء دوى لاشفاء‌له ويورث قساوة القلب ويسلبكم الخشوع وعليكم بالاشكال من الناس والاوساط من الناس فعندهم تجدون معادن الجوهر واياكم ان تمدوا اطرافكم إلى مافى ايدى (يد خ د) ابناء الدنيا فمن مد طرفه إلى ذلك طال حزنه ولم يشف غيظه واستصغر نعمة الله عنده فيقل شكره الله وانظر إلى من هود ونك فتكون لانعم الله شاكر اولمزيده مستوجبا ولجوده ساكنا زيد قال سمعته يقول اياكم ومجالسة اللعان فان الملئكة لتنفر عند اللعان وكذلك تنفر عند الرهان واياكم والرهان الارهان الخف والحافر والريش فانه تحضر الملئكة فاذا سمعت اثنان يتلاعنان فقل اللهم بديع السموات والارض صل على محمد وال محمد ولاتجعل ذلك الينا واصلا ولاتجعل للعنك وسخطك ونقمتك إلى ولى الاسلام واهله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مساعا اللهم قدس الاسلام واهله تقديسا لايسيع اليه سخطك واجعل لعنك على الظالمين الذين ظلموا اهل دينك وحار بوا رسولك ووليك واعز الاسلام واهله وزينهم بالتقوى وجنبهم الردى زيد قال سئلت اباعبدالله (ع) عن الزبيب يدق ويلقى في القدر ثم يصب عليه الماء ويوقد تحته فقال لاتاكله حتى يذهب الثلثان ويبقى الثلث فان النار قد اصابته قلت فالزبيب كماهو يلقى في القدر ويصب عليه الماء ثم يطبخ ويصفى عنه الماء قال فكذلك هوسواء اذا ادت الحلاوة إلى الماء فصار حلوا بمنزلة العصير ثم نش من غير ان تصيبه النار فقد حرم وكذلك اذا اصابته النار فاغلاة فقد فسد زيد قال حدثنى ابوبصير عن ابى جعفر</w:t>
      </w:r>
      <w:r w:rsidR="00615BB2" w:rsidRPr="00203FAD">
        <w:rPr>
          <w:rtl/>
        </w:rPr>
        <w:t xml:space="preserve"> (علیه السلام) </w:t>
      </w:r>
      <w:r w:rsidRPr="00203FAD">
        <w:rPr>
          <w:rtl/>
        </w:rPr>
        <w:t>قال مازالت الخمر في علم الله وعند الله حرام وانه لايبعث الله نبيا ولايرسل رسولا الاويجعل في شريعته تحريم الخمر وماحرم الله حراما فاحله من بعد الا للمضطر ولا احل الله حلا لا قط ثم حرمه صورة مافي آخر النسخة تم كتاب زيد النرسى والحمدلله رب العالمين كتبه منصوربن الحسن بن الحسين الابى في ذى الحجة سنة 374 اربع وسبعين وثلثمائة</w:t>
      </w:r>
    </w:p>
    <w:p w:rsidR="00947E93" w:rsidRDefault="00947E93" w:rsidP="00947E93">
      <w:pPr>
        <w:pStyle w:val="libNormal"/>
        <w:rPr>
          <w:rtl/>
        </w:rPr>
      </w:pPr>
      <w:r>
        <w:rPr>
          <w:rtl/>
        </w:rPr>
        <w:br w:type="page"/>
      </w:r>
    </w:p>
    <w:p w:rsidR="00947E93" w:rsidRDefault="00947E93" w:rsidP="00203FAD">
      <w:pPr>
        <w:pStyle w:val="Heading2Center"/>
      </w:pPr>
      <w:bookmarkStart w:id="7" w:name="05"/>
      <w:bookmarkStart w:id="8" w:name="_Toc493591887"/>
      <w:r>
        <w:rPr>
          <w:rtl/>
        </w:rPr>
        <w:lastRenderedPageBreak/>
        <w:t>اصل جعفر بن محمد الحضرمى</w:t>
      </w:r>
      <w:r w:rsidR="006B74B5">
        <w:rPr>
          <w:rtl/>
        </w:rPr>
        <w:t>.</w:t>
      </w:r>
      <w:r>
        <w:rPr>
          <w:rtl/>
        </w:rPr>
        <w:t>. (كتاب جعفربن محمد بن شريح الحضرمى)</w:t>
      </w:r>
      <w:bookmarkEnd w:id="7"/>
      <w:bookmarkEnd w:id="8"/>
    </w:p>
    <w:p w:rsidR="00947E93" w:rsidRDefault="00947E93" w:rsidP="00947E93">
      <w:pPr>
        <w:pStyle w:val="libNormal"/>
        <w:rPr>
          <w:rtl/>
        </w:rPr>
      </w:pPr>
      <w:r>
        <w:rPr>
          <w:rtl/>
        </w:rPr>
        <w:br w:type="page"/>
      </w:r>
    </w:p>
    <w:p w:rsidR="00947E93" w:rsidRDefault="00947E93" w:rsidP="00203FAD">
      <w:pPr>
        <w:pStyle w:val="libCenterBold2"/>
        <w:rPr>
          <w:rtl/>
        </w:rPr>
      </w:pPr>
      <w:r>
        <w:rPr>
          <w:rtl/>
        </w:rPr>
        <w:lastRenderedPageBreak/>
        <w:t>رواية هرون بن موسى بن احمد التلعكبرى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الشيخ ابومحمد هرون بن موسى بن احمد بن ابراهيم التلعكبرى ايده الله قال حدثنا محمد بن همام قال حدثنا حميدبن زياد الدهقان قال حدثنا ابوجعفر احمد بن زياد بن جعفر الازدى البزاز قال حدثنا محمدبن المثنى بن القاسم الحضرمى قال حدثنا جعفر بن محمد بن شريح الحضرمى عن حميد بن شعيب السبيعى عن جابر بن يزيد الجعفى قال قال ابوجعفر محمد بن على عيهما السلام من سره ان لايكون بينه وبين الله حجاب يوم القيمة حتى ينظر إلى الله و ينظرالله اليه فليتول ال محمد</w:t>
      </w:r>
      <w:r w:rsidR="00615BB2" w:rsidRPr="00203FAD">
        <w:rPr>
          <w:rtl/>
        </w:rPr>
        <w:t xml:space="preserve"> (صلّى الله عليه وآله وسلم) </w:t>
      </w:r>
      <w:r w:rsidRPr="00203FAD">
        <w:rPr>
          <w:rtl/>
        </w:rPr>
        <w:t xml:space="preserve">ويبرء (ويتبرء خ د) من عدوهم وياتم بالامام منهم فانه اذاكان ذلك نظر إلى الله ونظر الله اليه جعفر عن حميدبن شعيب عن جابر عن ابى جعفر (ع) قال قال رسول الله من احب عليا فقدا حبنى ومن احبنى فقد احب الله ومن ابغض عليا فقد ابغضنى ومن ابغضنى فقدا بغض الله اللهم من احب عليا فاحبه ومن ابغض عليا فابغضه اللهم انى احب عليا فاحبه (فاحببه خ د) جعفر عن حميد عن جابر قال قال ابوجعفر (ع) قال قال </w:t>
      </w:r>
      <w:r w:rsidR="00615BB2" w:rsidRPr="00203FAD">
        <w:rPr>
          <w:rtl/>
        </w:rPr>
        <w:t xml:space="preserve">رسول الله  (صلّى الله عليه وآله وسلم) </w:t>
      </w:r>
      <w:r w:rsidRPr="00203FAD">
        <w:rPr>
          <w:rtl/>
        </w:rPr>
        <w:t>التاركون ولاية على خارجون من الاسلام من مات منهم على ذلك جابر قال قال ابوجعفر (ع) ولايتنا ولاية الله التى لم يبعث نبيا قط الابها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جابر قال قال ابوجعفر (ع) ماضر من اكرمه الله ان يكون من شيعتنا مااصابه من الدنيا ولولم يقدر على شئ ياكله الاالحشيش جابر قال قال ابوجعفر (ع) انما شيعتنا من تابعنا ولم يخالفنا واذا خفنا خاف واذا امنا امن فاولئك شيعتنا حقا جابر قال قال ابوجعفر (ع) ان حديثنا صعب مستصعب لايؤمن به الاملك مقرب اونبى مرسل او عبد امتحن الله قلبه للايمان فما عرفت قلوبكم فخذوه وماانكرت فردوه الينا جابر قال قال ابوجعفر (ع) ما احداكذب على الله ولاعلى رسوله ممن كذبنا اهل البيت او كذب علينا الانا (انما خ د) نحدث عن </w:t>
      </w:r>
      <w:r w:rsidR="00615BB2" w:rsidRPr="00203FAD">
        <w:rPr>
          <w:rtl/>
        </w:rPr>
        <w:t xml:space="preserve">رسول الله  (صلّى الله عليه وآله وسلم) </w:t>
      </w:r>
      <w:r w:rsidRPr="00203FAD">
        <w:rPr>
          <w:rtl/>
        </w:rPr>
        <w:t xml:space="preserve">وعن الله فاذا كذبنا فقد كذب الله ورسوله جابر قال قال ابوجعفر (ع) ان المؤمن بركة على المؤمن وان المؤمن حجة الله جابر قال قال لنا ابوجعفر (ع) قال </w:t>
      </w:r>
      <w:r w:rsidR="00615BB2" w:rsidRPr="00203FAD">
        <w:rPr>
          <w:rtl/>
        </w:rPr>
        <w:t xml:space="preserve">رسول الله  (صلّى الله عليه وآله وسلم) </w:t>
      </w:r>
      <w:r w:rsidRPr="00203FAD">
        <w:rPr>
          <w:rtl/>
        </w:rPr>
        <w:t xml:space="preserve">ذات يوم وهو في بيت حفصة اللهم اعط تلفا (خلفا خ د) ومنقلبا إلى النار من ابغض عليا وعاداه واعان على ظلمه ظلمه حقه اللهم اعط خلفا ومنقلبا إلى الجنة من احب عليا وتولاه وابغض من عاداه واعانه على حقه فقالت حفصه يا رسول الله ومن امتك من يبغض عليا ويعاديه ويعين على ظلمه ويظلمه حقه قال فقال لها </w:t>
      </w:r>
      <w:r w:rsidR="00615BB2" w:rsidRPr="00203FAD">
        <w:rPr>
          <w:rtl/>
        </w:rPr>
        <w:t xml:space="preserve">رسول الله  (صلّى الله عليه وآله وسلم) </w:t>
      </w:r>
      <w:r w:rsidRPr="00203FAD">
        <w:rPr>
          <w:rtl/>
        </w:rPr>
        <w:t xml:space="preserve">لقد هلكت انت وابوك ان كان ابوك اول من يعين على ظلمه وكنت انت فيمن عاداه قال فقالت يجيرنى الله انا وابى عن ذلك جابر قال قال ابوجعفر (ع) قال </w:t>
      </w:r>
      <w:r w:rsidR="00615BB2" w:rsidRPr="00203FAD">
        <w:rPr>
          <w:rtl/>
        </w:rPr>
        <w:t xml:space="preserve">رسول الله  (صلّى الله عليه وآله وسلم) </w:t>
      </w:r>
      <w:r w:rsidRPr="00203FAD">
        <w:rPr>
          <w:rtl/>
        </w:rPr>
        <w:t>التاركون لولاية على والمنكرون لفضله والمضاهؤن اعدائه خارجون من الاسلام من مات منهم على ذلك قال فقالت ام سلمة يا</w:t>
      </w:r>
      <w:r w:rsidR="00615BB2" w:rsidRPr="00203FAD">
        <w:rPr>
          <w:rtl/>
        </w:rPr>
        <w:t xml:space="preserve">رسول الله  (صلّى الله عليه وآله وسلم) </w:t>
      </w:r>
      <w:r w:rsidRPr="00203FAD">
        <w:rPr>
          <w:rtl/>
        </w:rPr>
        <w:t>لقد هلك المبغضون عليا والتاركون لولايته والمنكرون لفضله والمضاهؤن اعدائه وانى لاجد</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قلبى سليما لعلى (ع) فقال رسول الله صلى الله عليه وآله صدقت وتحرززت (تحرزت خ د) اما ان الله لاينظر اليهم يوم القيمة ولهم عذاب اليم ولايزكيهم ولايكلمهم يوم القيمة ولهم عذاب اليم جابر قال قال ابوجعفر (ع) قال </w:t>
      </w:r>
      <w:r w:rsidR="00615BB2" w:rsidRPr="00203FAD">
        <w:rPr>
          <w:rtl/>
        </w:rPr>
        <w:t xml:space="preserve">رسول الله  (صلّى الله عليه وآله وسلم) </w:t>
      </w:r>
      <w:r w:rsidRPr="00203FAD">
        <w:rPr>
          <w:rtl/>
        </w:rPr>
        <w:t>لاينجو من النار و شدة تغيظها وزفيرها وقرنها وحميمها من عادى عليا وترك ولايته واجب من عاداه فقالت ميمونة زوج النبى</w:t>
      </w:r>
      <w:r w:rsidR="00615BB2" w:rsidRPr="00203FAD">
        <w:rPr>
          <w:rtl/>
        </w:rPr>
        <w:t xml:space="preserve"> (صلّى الله عليه وآله وسلم) </w:t>
      </w:r>
      <w:r w:rsidRPr="00203FAD">
        <w:rPr>
          <w:rtl/>
        </w:rPr>
        <w:t xml:space="preserve">والله مااعرف من اصحابك يا رسول الله من يحب عليا الاقليلا منهم قال فقال لها </w:t>
      </w:r>
      <w:r w:rsidR="00615BB2" w:rsidRPr="00203FAD">
        <w:rPr>
          <w:rtl/>
        </w:rPr>
        <w:t xml:space="preserve">رسول الله  (صلّى الله عليه وآله وسلم) </w:t>
      </w:r>
      <w:r w:rsidRPr="00203FAD">
        <w:rPr>
          <w:rtl/>
        </w:rPr>
        <w:t xml:space="preserve">القليل من المؤمنين كثير ومن تعرفين منهم قالت اعرف اباذر والمقداد وسلمان وقد تعلم انى احب عليا بحبك اياه ونصحيته لك قال فقال لها </w:t>
      </w:r>
      <w:r w:rsidR="00615BB2" w:rsidRPr="00203FAD">
        <w:rPr>
          <w:rtl/>
        </w:rPr>
        <w:t xml:space="preserve">رسول الله  (صلّى الله عليه وآله وسلم) </w:t>
      </w:r>
      <w:r w:rsidRPr="00203FAD">
        <w:rPr>
          <w:rtl/>
        </w:rPr>
        <w:t xml:space="preserve">صدقت انك صديقة امتحن الله قلبك للايمان جابر قال قال ابوجعفر (ع) قال </w:t>
      </w:r>
      <w:r w:rsidR="00615BB2" w:rsidRPr="00203FAD">
        <w:rPr>
          <w:rtl/>
        </w:rPr>
        <w:t xml:space="preserve">رسول الله  (صلّى الله عليه وآله وسلم) </w:t>
      </w:r>
      <w:r w:rsidRPr="00203FAD">
        <w:rPr>
          <w:rtl/>
        </w:rPr>
        <w:t xml:space="preserve">اللهم انك امرتنى بحب على فاحب من يحبه وابغض من ابغضه اللهم انك امرتنى ان اواخى عليا فاخيته فنعم الاخ وجدته اللهم انك جعلته وزيرى فنعم الوزير وجدته اللهم انك جعلته الهادى معى في طينتى فنعم الهادى والمتبع اللهم انك جعلته القائدو الداعى إلى الجنة من صدقة واتبع امره اللهم انت جعلته حجة على من عصاه وخالف امره اللهم انى قد بلغت ما امرتنى به في على وبنيه اللهم انى لم اقل في على الاما امرتنى به اللهم فمن صدقنى فيما قلت في على واتبعنى عليه فهو منى اللهم ومن كذب بما قلت في على (ع) وترك امرى فيه فليس هومنى جابر قال قال ابوجعفر (ع) قال </w:t>
      </w:r>
      <w:r w:rsidR="00615BB2" w:rsidRPr="00203FAD">
        <w:rPr>
          <w:rtl/>
        </w:rPr>
        <w:t xml:space="preserve">رسول الله  (صلّى الله عليه وآله وسلم) </w:t>
      </w:r>
      <w:r w:rsidRPr="00203FAD">
        <w:rPr>
          <w:rtl/>
        </w:rPr>
        <w:t>اتانى جبرئيل فقال ان الله يأمرك ان تحب عليا وان تأمر بحبه ولايته فانى معط احباه على الجنة خلدابحبهم اياه ومدخل اعدائه والتاركين ولايته النارجزاء ابعداوتهم اياه وتركهم ولايته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جابر قال قال ابوجعفر عن من اراد ان يطيب الله جسده فلاياكل الاطيبا فان الله يقول في كتابه يا ايها الرسل كلوا من الطيبات واعملوا صالحا انى بما تعملون عليم جابر قال قال ابوجعفر (ع) والله لاتذهب الدنيا حتى يبعث الله منا رجلا اهل البيت يعمل بكتاب الله ولايرى منكرا الا انكره جابر قال قال ابوجعفر (ع) ومن اضل ممن اتبع هواه بغير هدى من الله قال يعنى من اتخذدينه رايه بغير امام من ائمة الهدى وقال في هذه الاية يا ايها الذين امنوا تقوالله وكونوا مع الصادقين يعنى الصادقين الائمة والمصدقين بطاعتهم وقال في هذه الاية اتقوالله وامنوا برسوله يؤتكم كفلين من رحمته قال حسنا وحسينا ويجعل لكم نورا تمشون به يعنى اماما تأتمون به وقال ابوجعفر</w:t>
      </w:r>
      <w:r w:rsidR="00615BB2" w:rsidRPr="00203FAD">
        <w:rPr>
          <w:rtl/>
        </w:rPr>
        <w:t xml:space="preserve"> (علیه السلام) </w:t>
      </w:r>
      <w:r w:rsidRPr="00203FAD">
        <w:rPr>
          <w:rtl/>
        </w:rPr>
        <w:t>ما كذب ولى الله قط بتفسير القران جاب قال قال ابوجعفر (ع) المؤمن اخ المؤمن لابيه وامه وذلك ان الله خلق المؤمن من طينة جنان السموات واجرى في صورهم من ريح روحه فذلك هم اخوة لابو ام جابر قال سئلت اباجعفر (ع) عن تفسير هذه الاية عن قول الله عزوجل وان لو استقاموا على الطريقة لاسقينا هم ماء غدقا يعنى لوانهم استقاموا على الولاية في الاصل تحت الاظلة حين اخذالله ميثاق ذرية ام لاسقيناهم ماء غدقا يعنى لاسقيناهم اظلتهم الماء العذب الفرات لنفتنهم فيه يعنى عليا وفتنتهم فيه كفرهم بولايته ومن يعرض يعنى من جرى فيه من شرك ابليس عن ذكر ربه يعنى عليا هو الذكر في بطن القران وربنا رب كل شئ ليسلكه عذابا صعدا يعنى عذابا فوق العذاب الصعدوان المساجد لله يعنى الاوصيا لله قال جعفر وحدثنى حميدبن شعيب عن جابربن يزيد عن جعفر بن محمد عليهما السلام قال سمعته يقول ان عليا كان يقول اقتربوا اقتربوا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واسئلوا فان العلم يقبض قبضا ويضرب بيده على بطنه ويقول اماوالله ماهو مملو شحما ولكنه مملو علما والله مامن اية نزلت في رجل من قريش ولافى الارض في برو لابحر ولاسهل ولاجبل الاانا اعلم فيمن نزلت و في اى يوم وفى اى ساعة نزلت قال جابر وسمعته يقول ان عليا (ع) كان يقول لايزال ينتقصون حتى لايقال الله الله حتى اذا كان ذلك ضرب يعسوب الدين بذنبه ثم يبعث الله اقواما من اطرافها يجيئون قزعا كقزع الخريف والله انى لاعلم اسمائهم واسماء اباء‌ئهم وقبائلهم واسم اميرهم ومناخ ركابهم قال جابر وسمعته يقول ان </w:t>
      </w:r>
      <w:r w:rsidR="00615BB2" w:rsidRPr="00203FAD">
        <w:rPr>
          <w:rtl/>
        </w:rPr>
        <w:t xml:space="preserve">رسول الله  (صلّى الله عليه وآله وسلم) </w:t>
      </w:r>
      <w:r w:rsidRPr="00203FAD">
        <w:rPr>
          <w:rtl/>
        </w:rPr>
        <w:t>كان يسمى شعبان شهر الصبر وكان يصبر عليه فيصومه ثم يصوم شهر رمضان ويفصل بينهما بيوم وكان على بن الحسين يقول صيام شهرين متتابعين توبة من الله قال جابر سمعت جعفربن محمد يقول صيام ثلثة ايام من الشهر صيام الدهر ويذهبن بوساوس الصدور بلابل القلب قال جابر وسمعته يقول ان عليا وابنى على باب من ابواب الافمن (من خ د) دخل في باب على كان مؤمنا ومن خرج منه كان كافرا ومن لم يدخل فيه ولم يخرج منه كان في الطائفة التى لله فيها (فيه ص) المشية قال جابر وسمعته يقول والله ان العبد ليصدق حتى يكتبه الله من الصادقين (المصدقين خ د) ويكذب حتى يكتب من الكاذبين واذا صدق قال الله صدق واذا كدب قال الله كذب وفجر قال جابر وسمعته يقول ان اناسا دخلوا على ابى رحمة الله عليه فذكر واله خصومتهم مع الناس فقال لهم هل تعرفون كتاب الله ما كان فيه ناسخ او منسوخ قالوا لافقال لهم وما يحملكم على الخصومة لعلكم تحلون حراما وتحرمون حلالا ولاتدرون انما يتكلم في كتاب الله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من يعرف حلال الله وحرامة قالواله اتريد ان تكون مرجئة قال لهم ابى لقد علمتم ويحكم ما انا بمرجئى ولكنى اقربكم إلى الحق قال جابر وسمعته يقول ان </w:t>
      </w:r>
      <w:r w:rsidR="00615BB2" w:rsidRPr="00203FAD">
        <w:rPr>
          <w:rtl/>
        </w:rPr>
        <w:t xml:space="preserve">رسول الله  (صلّى الله عليه وآله وسلم) </w:t>
      </w:r>
      <w:r w:rsidRPr="00203FAD">
        <w:rPr>
          <w:rtl/>
        </w:rPr>
        <w:t>كان يدعو اصحابه من اراد الله به خيرا سمع وعرف مايدعوه اليه ومن اراد الله به شر اطبع على قلبه فلا يسمع ولايعقل وذلك قول الله عزوجل واذا خرجوا من عندك قالوا للذين اوتوا العلم ماذا قال انفا اولئك الذين طبع الله على قلوبهم وقال انك لاتسمع الموتى ولاتسمع الصم الدعاء اذاولوا مدبرين وماانت بهادى العمى عن ضلالتهم الاية قال جابر وسمعته يقول ما من كافر يدرك الدجال الا امن به وان مات ولم يدر كه امن به في قبره ومامن مؤمن يدرك الدجال الاكفر به وان مات قبل ان يدركه كفربه في قبره وان بين عينى الدجال مكتوب كافر يعرفه كل مؤمن قال جابر سمعته يقول ان امر ناصعب مستصعب على الكافرين لايقر بامرنا الانبى مرسل اوملك مقرب او عبد مومن امتحن الله قلبه للايمان قال جابر قال ابوجعفر</w:t>
      </w:r>
      <w:r w:rsidR="00615BB2" w:rsidRPr="00203FAD">
        <w:rPr>
          <w:rtl/>
        </w:rPr>
        <w:t xml:space="preserve"> (علیه السلام) </w:t>
      </w:r>
      <w:r w:rsidRPr="00203FAD">
        <w:rPr>
          <w:rtl/>
        </w:rPr>
        <w:t xml:space="preserve">مامن عبد ذكر الله في نفسه الاذكره الله في نفسه وما من عبد مؤمن ذكرالله في ملاء من الناس الاذكره الله في ملاء من الملائكة قال جابر وسمعته يقول ان المتحابين في الله يوم القيمة على منا بر من نور قد اضاء نور وجوههم ونور اجسادهم ونور منا برهم على كل شئ حتى يعرفون به فيقال هؤلاء المتحابون في الله قال جابر وسمعته يقول مامن مجلس يجلس فيه ابرار ولافجار فيتفرقون من عير ان يذكرون فيه الله الاكان عليهم حسرة يوم القيمة قال جابر سمعته يقول ان رجلا اتى </w:t>
      </w:r>
      <w:r w:rsidR="00615BB2" w:rsidRPr="00203FAD">
        <w:rPr>
          <w:rtl/>
        </w:rPr>
        <w:t xml:space="preserve">رسول الله  (صلّى الله عليه وآله وسلم) </w:t>
      </w:r>
      <w:r w:rsidRPr="00203FAD">
        <w:rPr>
          <w:rtl/>
        </w:rPr>
        <w:t>فقال يا رسول الله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انى جعلت نصف دعائى لك قال انت اذا ثم اتاه من الغد فقال يا رسول الله انى جعلت دعائى كله لك فقال ان كنت فعلت كفاك الله مؤنة الدنيا والاخرة وان جعفرا قال اتدرون كيف جعل دعاه ل</w:t>
      </w:r>
      <w:r w:rsidR="00615BB2" w:rsidRPr="00203FAD">
        <w:rPr>
          <w:rtl/>
        </w:rPr>
        <w:t xml:space="preserve">رسول الله  (صلّى الله عليه وآله وسلم) </w:t>
      </w:r>
      <w:r w:rsidRPr="00203FAD">
        <w:rPr>
          <w:rtl/>
        </w:rPr>
        <w:t>انما قال الهم صل على محمد واهل بيته وافعل كما اراد ان يدعو لنفسه بدء بالصلوات على محمد واهل بيته وافعل كلما اراد ان يدعو لنفسه بدء بالصلوات على محمد وال محمد ثم دعا لنفسه قال جابر سمعته يقول ان رسول اللهص قال يا ايها الناس اقيموا صفوفكم وامسحو منا كبكم لكيلا يكون فيكم خلل ولايختلفوا فيخالف الله بين قلوبكم الافانى اراكم من خلقى وذلك قول الله الذى يريك حين تقوم وتقلبك في الساجدين الاية قال جابر وسمعته يقول ان الرحم معلقة بالعرش يقول اللهم صل من وصلنى اوقطع من قطعنى وهى (هو) رحم ال محمد وهو قوله الذين يصلون ماامرالله به ان يوصل وكل ذى رحم قال جابر وسمعته يقول ان القران فيه محكم ومتشابه فاما المحكم فنؤمن به ونعمل به وندين به واما المتشابة فنومن به ولانعمل به وهو قول الله في كتابه فاما الذين في قلوبهم زيغ فيتبعون ماتشابة منه ابتغاء الفتنة وابتغاء تاويله ومايعلم تلويله الاالله والراسخون في العلم قال جابر وسمعته يقول ان ابى كان يقول سلوا ربكم العفو والعافية فانكم لستم من رجال البلاء فانه كان من قبلكم من بنى اسرائيل شقوا بالمناشير على ان يعطوا الكفر فلا يعطوه ابدا جابر قال سمعته يقول ان الله يلى حساب المؤمن فيعرفه ذنبا ذنبا كلما عرفه ذلك قال نعم يارب فيقول الله قد غفرت لك ذنوبك ويعطى كتابه وبيمينه ويبدل سيأته حسنات ويهبط إلى الناس فيقولون ماكان لهذا العبد ذنب قط</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جابر قال سمعته يقول ان المؤمن يتمنى الحسنة ان يعملها فان لم يعمل كتبت حسنة وان عملها كتبت له عشرويهم بالسيئة فلا يكتب عليه شئ وان عملها كتب عليه سيئه حدثنا جعفر بن محمد بن شريح عن اسعر (اسفر خ د) بن عمرو الجعفى عن محمد بن شريح انه قال لجعفربن محمد عليهما السلم جعلت فداك انى اخاف ان لااحج فاعلمنى شيئا اذا كان استريح اليه وامداليه عنفى قال السفيانى اذا ملك الكر والخمس يعنى الشام فاذا ظهر على كور الشام فاقبلوا الينا قال قلت له في السلاح قال في السلاح ثم قال اما ان له شرة على المصرين وعطمه على مكة ومدينة جعفر عن عبدالله بن السرى عن الرضا قال قال ابوعبدالله (ع) والله لان اعطى اخالى درهما احب إلى من ان اتصدق على مسكين بدر همين وان اعطيه در همين احب إلى من ان اتصدق باربعة وان اعطيه اربعة احب إلى من ان اصدق مسكين بثمانية فان اعطى اخالى في الاسلام ستة عشر درهما احب إلى من ان اتصدق على مسكين بضعفها إلى ارتفاع ذلك جعفر بن محمد بن شريح عن حميد بن شعيب السبيعى عن جابر الجعفى قال سمعت اباعبدالله (ع) يقول اتقوا هذه المحقرات من الذنوب فان لها طالبا ولايقول احدكم اذنب واستغفر الله والله يقول سنكتب ماقدمو و واثارهم وكل شئ احصيناه في امام مبين وقال انها ان تك مثقال حبة من خردل فتكن في صخرة اوفى السموات اوفى الارض الاية جابر قال سمعته يقول ان العبد يعمل يعمل اهل الجنة حتى لايكون بينه وبين الجنة الاشبرين يدركه الشقا فيدخله الله النار وان العبد يعمل بعمل اهل النار حتى لايكون بينه وبين النار الاشبررين فتدركه السعادة فيدخله الله الجنة</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جابر قال سمعته يقول ان الارواح جنود مجندة فما تعارف منها ايتلف في الارض وما تناكر عندالله اختلف في الارض جابر قال سمعته يقول ان كلمة الحكمة تكون في قلب المنافق فتجلجل في صدره حتى يخرجها فيوعيها المؤمن وتكون كلمة المنافق في صدر المؤمن فتجلجل في صدره حتى يخرجها فيوعيها المنافق جابر عن حميد بن شعيب عن جابر قال سمعت جعفرا (ع) يقول ماعبد مؤمن يخطو وخطوات في طاعة الله الارفع الله له بكل خطوة درجة وحط عنه بها خطيئة قال جابر وسمعته يقول اذا دخلت المسجد تريد ان تجلس فيه فلا تدخله الاوانت طاهر واذا دخلته فاستقبل القبلة ثم ادع الله وسله وسلم حين تدخله واحمد الله وصل على النبى صم صلوات الله عليه واهل بيته جابر قال سمعته يقول ان النهار اذا جاء قال يابن ادم اعمل في يومك هذا خيرا اشهد لك عند ربك يوم القيمة فانى لم اتك اشهد لك فيما مضى ولن اتك فيما بقى واذاجاء ليلك قال له مثل ذلك جابر قال سمعته يقول ان مناينادى عن يمينه ومناد ينادى عن شماله فيقول احدهما اللهم اعط منفقا خلفا ويقول الاخر اللهم اعط ممسكا تلفا جابر قال سمعته يقول رجلين في الاجر سواء رجل مسلم اعطاه الله مالا يعمل فيه بغير طاعة الله فقال اللهم لوكان لى مال مثل مال فلان عملت فيه بمثل ماعمل فلان فله مثل ائمة جابر قال سمعته يقول دخل على ابى قوم فقال لهم مالكم وللبرائة بعضكم من بعض انما اخذتم اخذ الخوارج ضيقوا على انفسهم حتى برئ بعضهم من بعض ان امرنا اوسمع مما بين السماء والارض واذا ابغضت الرجل فقد برئت منه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جابر قال سمعته يقول مامن مؤمن يحضره الموت الارأى محمدا وعليا حيث تقرعينه ولامشرك يموت الارأ هما حيث يسوئه جابر قال سمعته يقول ان الله تبارك وتعالى ينزل في الثلث الباقى من الليل إلى سماء الدنيا فينادى هل من تائب ينوب فاتوب علهيه اوهل من مستغفر يستغفر فاغفرله اوهل من داع يدعونى فافك عنه اوهل من مقتور عليه يدعونى فابسط له اوهل من مظلوم يستنصرنى فانصره جابر قال سمعته يقول ان اناسا اتوا اباجعفر (ع) فسئلهم عن الشيعة هل يعود غنيهم على فقير هم وهل يعود صحيحهم على مريضهم وهل يعرفون ضعيفهم وهل يتزاورون وهل يتحابون وهل يتناصحون فقال القوم ماهم اليوم كذلك فقال ابوجعفر (ع) ليس هم بشئ حتى يكونوا كذلك جابر قال سمعته يقول ان نبى الله اطلع ذات يوم من غرفة له فاذا هو برجل يلزم زجلا ثم اطلع من العش فاذا هو ملازمة ثم ان النبى صم نزل اليهما فقال مايقعد كما هيهنا قال احدهما يا رسول الله صم ان لى قبل هذا حق قد غلبنى عليه فقال الاخر يانبى الله له على حق وانا معسر ولاوالله ماعندى فقال رسول الله صم من اراد ان يظله الله من فوح جهنم يوم لاظل الاظله فينظر معسرا وليد</w:t>
      </w:r>
      <w:r w:rsidR="00615BB2" w:rsidRPr="00203FAD">
        <w:rPr>
          <w:rtl/>
        </w:rPr>
        <w:t xml:space="preserve"> (علیه السلام) </w:t>
      </w:r>
      <w:r w:rsidRPr="00203FAD">
        <w:rPr>
          <w:rtl/>
        </w:rPr>
        <w:t>له فقال الرجل عند ذلك قدوهبت لك ثلثا واخرتك بثلث إلى سنة وتعطينى ثلثا فقال النبى صم مااحسن هذا جابر قال سمعته يقول قال ابى (ع) كونوا من السابقين بالخيرات وكونوا ورقا لاشوك فيه فان من كان قبلكم كانوا ورقا لاشوك فيه وقد خفت ان تكونوا شوكالاورق فيه وكونوا دعاة إلى ربكم وادخلوا الناس في الاسلام ولاتخرجوهم منه وكذلك من كان قبلكم يدخلون الناس في الاسلام ولا يخرجونهم منه جابر قال سمعته يقول ان نبى الله صلى الله عليه واله رفع ذات</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يوم يديه حتى راى بياض ابطيه فقال اللهم انى لم احل لك مسكرا جابر قال سمعته يقول ارأيت هؤلاء الذين يرخصون في الصلوة فلم جعل للاذان وقت وللصلوة وقت اذا توجه إلى الصلوة فليكبر وليقل اللهم انت الملك لااله الاانت حتى يفرغ من تكبيرة والكاذبين يقولون ليست صلوة كذبوا عليهم لعنة الله والملئكة والناس اجمعين جابر قال سمعته يقول مامن عبد يقوم إلى الصلوة فيقبل بوجهه إلى الله الااقبل اليه بوجهه فان التفت صرف الله وجهه عنه ولايحسب من صلوته الامااقبل بقلبه إلى الله ولقد صلى ابوجعر (ع) ذات يوم فرقع على رأسه شئ فلم ينزعه من رأسه حتى قام اليه جعفر فنزعه من رأسه تعظيما لله واقبالا على صلوته وهو قول الله اقم وجهك للدين حنيفا وهى ايضا في الولاية جابر قال سمعته يقول انظر قلبك فاذا انكر صاحبك فان احمد كما قد احدث جابر قال سمعته يقول دخل على ابى (ع) رجل فقال رحمك الله احدث اهلى قال نعم الله يقول يا ايها الذين امنوا قوا انفسكم واهاليكم نارا وقودها الناس والحجارة وقال امراهلك بالصلوة واصطبر عليها جابر قال سمعته يقول كيف يزهد قوم في ان يعملوا الخير وقد كان على (ع) وهو عبدالله قد اوجب له الجنة عمد إلى قربات له فجعلها صدقة مقبولة تجرى من بعده للفقراء قال اللهم انما فعلت هذ التصرف وجهى عن النار تصرف النار عن وجهى جابر قال سمعته يقول ان على بن الحسين (ع) استاجر اجيرا فوجد عليه في شئ فضربه فلما سكن عنه الغضب اتاه فقال له اضربنى فابى عليه فافتدى منه ضربة باربعين دينارا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جابر قال سمعته يقول دخل على ابى (ع) رجل وكانت معه صحيفة فيها مسائل واشياء فيها تشبه الخصومة فقال له ابوجعفر (ع) هذه صحيفة رجل مخاصم يسئلنى عن الدين الذى يقبل الله فيه العمل فقال له الرجل رحمك الله هذا الذى اريد فطواهاثم قال له ابوجعفر (ع) شهادة ان لااله الاالله وان محمدا رسول الله صم وعلى اهل بيته والاقرار بما جاء من عندالله وولايتنا والبرائة من اعدائنا والتسليم لامرنا والتواضع والورع والطمانينة وانتظار قائمنا فان الله ان ارادان ينصرنا نصرنا جابر قال سمعته يقول من كان يرجولقاء ربه فليعمل عملا صالحا ولايشرك بعبادة ره احدا ثم قال انه ليس من رجل عمل شئ من ابواب الخير يطلب به وجه الله ويطلب به حمد الناس يشتهى ان يسمع الناس قال فقال هذالذى اشرك بعبادة ربه قال جابر سمعته يقول مامن عبد يسر خيرا الالم تذهب الايام حتى يظهر له خيرا وما من عبد يسر شرا الالم تذهب الايام حتى يظهر له شرا جعفر عن حميد عن جابر عن ابى عبدالله (ع) قال ان رجلاد دخل على ابى (ع) فقال انكم اهل بيت رحمة اختصكم الله بذلك قال نحن كذلك والحمد لله لم ندخل احدا في ضلالة ولم نخرج احدا من باب هدى نعوذ بالله ان نضل احدا جعفر عن حميد بن عن جابر قال سمعته يقول ثلث لايزيد الله من فعلهن الاخيرا الصفح عمن ظلمه واعطاء من حرمه وصلة من قطعة جابر قال سمعته يقول اذا دخلت منزلك فقل بسم الله اشهد ان لااله الاالله وان محمدا </w:t>
      </w:r>
      <w:r w:rsidR="00615BB2" w:rsidRPr="00203FAD">
        <w:rPr>
          <w:rtl/>
        </w:rPr>
        <w:t xml:space="preserve">رسول الله  (صلّى الله عليه وآله وسلم) </w:t>
      </w:r>
      <w:r w:rsidRPr="00203FAD">
        <w:rPr>
          <w:rtl/>
        </w:rPr>
        <w:t xml:space="preserve">صلى الله عليه وعلى اهل بيته وسلم على اهلك وان لم يكن فيه احد فقل بسم الله وسلام على </w:t>
      </w:r>
      <w:r w:rsidR="00615BB2" w:rsidRPr="00203FAD">
        <w:rPr>
          <w:rtl/>
        </w:rPr>
        <w:t xml:space="preserve">رسول الله  (صلّى الله عليه وآله وسلم) </w:t>
      </w:r>
      <w:r w:rsidRPr="00203FAD">
        <w:rPr>
          <w:rtl/>
        </w:rPr>
        <w:t>السلام علينا وعلى عبادالله الصالحين فاذا قال ذلك فر الشيطان من منزله واذا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وضع الغداء والعشاء فقل بسم الله قال يقول الشيطان لاصحابه اخرجوا ليس لكم هيهنا عشاء ولامسبيت وان هو نسى ان يسمى قال لاصحابه تعالوا لكم هيهنا عشاء ومبيت جابر قال سمعته يقول اذا توضاء احدكم اواكل اوشرب اوليس ثوبا وكل شئ يصنع ينبغى ان يسمى عليه فان هولم يفعل كان الشيطان فيه شريكا جابر قال سمعته يقول اذا غدا العبد في معصية الله وكان را كبا فهو من خيل ابليس واذا كان راجلا فهو من رجالته جابر قال سمته يقول ان على بن الحسين (ع) قال ان احق الناس بالاجتها دوالورع والعمل بما عندالله ويرضاه الانبياء واتباعهم وقال قال على بن الحسين ان الرجل من الشيعة يكون في القبيلة فلايكون عندهم احد ادنى منه وكانت تكون وصاياهم وودايعهم عنده وكان زينا في تلك القلبية ثم قال اقتدو ابنا تهتدوا جابر قال سمعته يقول ان رسول الله صلى الله عليه وآله وعلى اهل بيته قال يا ايها الناس انكم مبعوثون ومسئولون عما فرض الله عليكم فاذا انتم قائلون فليعد كل امرى منكم خصومته فانه مخاصم من ظلمه ظالما كان او مظلوما وان لكل غادر يوم القيمة لواء يعرف فمن نكث بيعته لقى الله يوم القيمة اجذما جابر قال سمعته يقو ل ان عليا (ع) كان اذا اتى اهله قال بسم الله اللهم لاتجعل للشيطان فيه نصيبا ولاشريكا عند نزول المنى جابر قال سمعته يقول اذا صلى احدكم فنسى ان يذكر محمدا في صلوته سلك بصلوته عن سبيل الجنة ولاتقبل صلوة الاان يذكر فيها محمد وال محمد</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جابر قال سمعته يقول ان رجلادخل مسجد </w:t>
      </w:r>
      <w:r w:rsidR="00615BB2" w:rsidRPr="00203FAD">
        <w:rPr>
          <w:rtl/>
        </w:rPr>
        <w:t xml:space="preserve">رسول الله  (صلّى الله عليه وآله وسلم) </w:t>
      </w:r>
      <w:r w:rsidRPr="00203FAD">
        <w:rPr>
          <w:rtl/>
        </w:rPr>
        <w:t>ورسول الله جالس فقام الرجل يصلى فكبرثم قرء فقال رسول الله عجل العبد على ربه ثم دخل رجل آخر فصلى على محمد</w:t>
      </w:r>
      <w:r w:rsidR="00615BB2" w:rsidRPr="00203FAD">
        <w:rPr>
          <w:rtl/>
        </w:rPr>
        <w:t xml:space="preserve"> (صلّى الله عليه وآله وسلم) </w:t>
      </w:r>
      <w:r w:rsidRPr="00203FAD">
        <w:rPr>
          <w:rtl/>
        </w:rPr>
        <w:t xml:space="preserve">وذكرالله وكبر وقرء فقال </w:t>
      </w:r>
      <w:r w:rsidR="00615BB2" w:rsidRPr="00203FAD">
        <w:rPr>
          <w:rtl/>
        </w:rPr>
        <w:t xml:space="preserve">رسول الله  (صلّى الله عليه وآله وسلم) </w:t>
      </w:r>
      <w:r w:rsidRPr="00203FAD">
        <w:rPr>
          <w:rtl/>
        </w:rPr>
        <w:t xml:space="preserve">سل تطه جابر قال سمعته يقول ان اباجعفر (ع) قال اغدعا لما خيرا اومتعلما خيرا جابر قال سمعته يقول ان اباجعفر (ع) كان يقول انى احب ان ادوم على العمل اذا عودته نفسى وان فاتنى من الليل قضيته من النهار وان فاتنى من النهار قضيته بالليل وان احب الاعمال إلى الله ماديم عليها فان الاعمال تعرض كل يوم خميس وكل راس شهر واعمال السنة تعرض في النصف من شعبان فاذا عودت نفسك عملا فدم عليه سنة جابر قال سمعته يقول انه لايستكمل عبد الايمان حتى يعرف انه يجرى لاخرهم وماجرى لاولهم وهم في الحجة والطاعة والحلال والحرام سواء ولكن لمحمد وعلى فضلهم جابر قال سمعته يقول لوكان على باب احدكم نهر فاغتسل منه يوم خمس مرات هل كان يبقى على جسده من الدرون شئ انما مثل الصلوة مثل النهر الذى ينقى الدرن كلما صلى صلوة كان كفارة لذنوبه الاذنب اخرجه من الايمان مقيم عليه جابر قال سمعته يقول اكثروا من التهليل والتكبير ثم قال ان رجلا ذات يوم صلى خلف </w:t>
      </w:r>
      <w:r w:rsidR="00615BB2" w:rsidRPr="00203FAD">
        <w:rPr>
          <w:rtl/>
        </w:rPr>
        <w:t xml:space="preserve">رسول الله  (صلّى الله عليه وآله وسلم) </w:t>
      </w:r>
      <w:r w:rsidRPr="00203FAD">
        <w:rPr>
          <w:rtl/>
        </w:rPr>
        <w:t xml:space="preserve">الغداة فلما سلم قال الرجل لااله الاالله وحده لاشريك له له الملك وله الحمد وهو على كل شئ قدير فقال </w:t>
      </w:r>
      <w:r w:rsidR="00615BB2" w:rsidRPr="00203FAD">
        <w:rPr>
          <w:rtl/>
        </w:rPr>
        <w:t xml:space="preserve">رسول الله  (صلّى الله عليه وآله وسلم) </w:t>
      </w:r>
      <w:r w:rsidRPr="00203FAD">
        <w:rPr>
          <w:rtl/>
        </w:rPr>
        <w:t xml:space="preserve">من القائل فقيل له فلان الانصارى فقال </w:t>
      </w:r>
      <w:r w:rsidR="00615BB2" w:rsidRPr="00203FAD">
        <w:rPr>
          <w:rtl/>
        </w:rPr>
        <w:t xml:space="preserve">رسول الله  (صلّى الله عليه وآله وسلم) </w:t>
      </w:r>
      <w:r w:rsidRPr="00203FAD">
        <w:rPr>
          <w:rtl/>
        </w:rPr>
        <w:t>والذى نفسى بيده لقد استبق اليه ثمانية عشر ملكا ايهم يرفعها إلى الرب جابر قال سمعته يقول من قال سبحان ربى وبحمده استغفر ربى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واتوب اليه خرقت سبع سموات حتى تصل العرش فيسمع لها صوت كصوت السلسلآ اذا وقعت على الارض في الطست جابر قال سمعته يقول اذا مااوتراحد كم فليقل الحمدالله رب الصباح الحمدالله فالق الاصباح سبحان ربى الملك القدوس ويقول كل واحدة منهن ثلث مرات جابر قال سمعته يقول في الاشهر الحرم التى وادع فيها </w:t>
      </w:r>
      <w:r w:rsidR="00615BB2" w:rsidRPr="00203FAD">
        <w:rPr>
          <w:rtl/>
        </w:rPr>
        <w:t xml:space="preserve">رسول الله  (صلّى الله عليه وآله وسلم) </w:t>
      </w:r>
      <w:r w:rsidRPr="00203FAD">
        <w:rPr>
          <w:rtl/>
        </w:rPr>
        <w:t>المشركين قال عشرين من ذى الحجة والمحرم وصفر وشهر ربيع الاول وعشر ومن شهر ربيع الاخر جابر قال سمعته يقول مامن مسلم اقرض مسلما يطلب به وجه الله الاكان له من الاجر حسنات الصدقة حتى يرده عليه قال جابرسمعت اباعبدالله (ع) وهو يقول ان لله ديكا في الارض وراسه تحت العرش جناح له في المشرق جناح له في المشرق جناح له في المغرب فيقول سبحان الملك القدوس فاذا قال ذلك صاحت الديوك واجابته فاذا سمعت صوت الديك فليقل احدكم سبحان ربى الملك القدوس جابر قال سمعت اباعبدالله (ع) يقول يا ايها الناس اتقوالله ولاتكثروا السؤال انما هلك من كان قبلكم بكثرة سئوالهم انبيائهم وقد قال الله عزوجل يا ايها الذين امنوا الاتسئلوا عن اشياء ان تبدلكم تسئوكم واسئلوا عما فرض الله عليكم والله ان الرجل ياتينى فيسئلنى فاخبره فيكفرو لولم يسئلنى ماضره وقال الله لانسئلوا عنها حين ينزل القران ان تبدلكم الاية قدسئلها قوم من قبلكم ثم اصبحوا بها كافرين حدثنا جعفربن محمدبن شريح عن عبدالله بن طلحة النهدى قال سمعت اباعبدالله (ع) يقول وسئله ذريح فقال له جعلنى الله فداك لى اليك حاجة فقال ياذريح هات حاجتك فما احب إلى قضاء حاجتك فقال جعلنى الله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فداك اخبرنى هل تحتاجون إلى شئ مما تسئلون عنه ليس يكون عندكم فيه ثبت (سنة خ د) من </w:t>
      </w:r>
      <w:r w:rsidR="00615BB2" w:rsidRPr="00203FAD">
        <w:rPr>
          <w:rtl/>
        </w:rPr>
        <w:t xml:space="preserve">رسول الله  (صلّى الله عليه وآله وسلم) </w:t>
      </w:r>
      <w:r w:rsidRPr="00203FAD">
        <w:rPr>
          <w:rtl/>
        </w:rPr>
        <w:t>حتى تنظرون إلى ماعندكم من الكتب قال ياذريح اما والله لولا انانزاد لانفدنا قال عبدالله بن طلحة فقلت له تزادون ماليس عند النبى صم قال ان داود ورث النبيين وزاده الله وان سليمان ورث داود وزاده الله وان محمد اورث سليمان وداود وزاده الله وانا ورثنا النبى صم وزادنا الله انا لسنانزاد شيئا الاشئ يعلمه محمد اوماسمعت ابى يقول ان اعمال العباد تعرض على رسول الله صم كل خميس فينظرفيها ويعلم مايكون منها فلسنا نزاد شيئا الاشيئا يعلمه هو قال وسئلت اباعبدالله(ع) عن رجل دخلت عليه امرئة فاصبحت وهى ميتة فقال اهلها انت قتلتها قال عليهم البينة انه قتلها والايمينه بالله ماقتلها قال وسئلت اباعبدالله (ع) عن رجل انزل امرئة من المحمل وهو محرم فضمها اليه ضما من غير النزول للشهوة قال عليه دم يهريقه ولايعود قال سمعت اباعبدالله(ع) يقول ثلثة لايقبل الله لهم صلوة جبار كفار وجنب نام على غير طهارة ومتضمخ بخلوق وقال قال ابوعبدالله (ع) قال سول الله صلى الله عليه وآله امرنى ربى بسبع خصال حب المساكين والد نومنهم وان اكثر من لاحول ولاقوة الابالله وان اصل برحمى وان قطعنى وان انظر إلى من اسفل منى ولاانظر إلى من هو فوقى وان لاياخذنى في الله لومة لائم وان اقول الحق وان كان مراوان لااسئل احد اشيئا جعفر عن عبدالله بن طلحة عن ابى عبدالله (ع) قال قال رسول الله صلى الله عليه وآله لايدخل الجنة احد فيه مثقال حبة من خردل من كبر ولايدخل النار عبد فيه مثقال حبة من خردل من ايمان فقلت له جعلت فداك فوالله ان الرجل مناليلبس الثوب الجديد اويركب الدابة فيكادان يدخله قال ليس ذابذلك</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انما الكبر من تكبر عن ولايتنا وانكر معرفة ائمتنا فمن كان فيه مثقال حبة من خردل عن ذلك لم يدخله الجنة ومن اقر بمعرفة نبينا واقر بحقنا لم يدخله النار وقال ابوعبدالله (ع) ثلثة لايقبل الله لهم عمل ولاينظر اليهم ولاتفتح لهم ابواب السماء رجل ادعى امامة من الله وليس بامام اورجل كذب اما ما من الله اورجل زعم ان لفلان وفلان سهم في الاسلام جعفر عن عبدالله بن طلحة عن ابى عبدالله(ع) قال ثلثة لايقبل الله لهم صلوة عبد ابق من مواليه حتى يرجع اليه فيضع يده في ايديهم و وامرئة باتت وزوجها عليها عاتب في حق ورجل ام قوما وهم له كارهون وذكر ايضا عن ابى عبدالله (ع) قال سلونب قبل ان تفقدونى فانكم ان فقد تمونى لم تجدوا احدا يحدثكم مثل حديثى حتى يقوم صاحب السيف وذكر ايضا قال سئلت اباعبدالله (ع) عن امرئة قالت لزوجها انا محرمة عليك مجلسى وحديثى وادامعى (ازامعى خ د) قال نعم انت محرمة على مجلسك وحديثك وادامعك وفرجك قال ماهذا بطلاق ولااحل له ماحرم على نفسه هو اعلم بماصنع انى سمعت الله عزوجل يقول كل الطعام كان حلالبنى اسرائيل الاحرم اسرائيل على نفسه فحيث حرم على نفسه حرم عليه وذكر ايضا عن ابى عبدالله (ع) قال لايؤم الناس المحدود ولد الزنا والاغلف والاعرابى والمجنون والابرص والعبد وذكر ايضا عن ابى عبدالله (ع) انه قال من اكل السحت سبعة الرشوة في الحكم ومهر البغى واجر الكاهن وثمن الكلب والذين يبنون البنيان على القبور والذين يصورون التماثيل وجعيلة الاعرابى وذكر ايضا عن ابى عبدالله (ع) قال قال رسول الله صم ان التواضع</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لايزد العبد الارفعة فتواضعوا يرفعكم الله والصدقة لاتزيد المال الاكثرة فتصدقوا يرحمكم الله والعفو لايزيد العبد الاعزانا عفوا يعزكم الله قال وقال ابوعبدالله (ع) ماضاع من مال في برولابحر الابمنع الزكوة فحصنوا اموالكم بالزكوة وداووا مرضا كم بالصدقة وادفعوا ابواب البلاء بالاستغفار قال وقال ابوعبدالله (ع) ان الصاعقة لاتصيب ذاكرالله وما (لاخ د) يصاد من الطير الاماضيع التسبيح قلت كيف نداوى مرضانا بالصدقة قال ان رسول الله صلى الله عليه وآله قيل له يارسول الله اى الصدقة افضل قال جهد المقل واذا كان عندك مريض قد اعياك مرضه فخذرغيفا من خبزك فاجعله في منديل اوخرقة نظيفة فكلما دخل سائل فليعطه منه كسرة و يقال له ادعوالله لفلان فانه يستجاب لهم فيكم ولايستجاب لهم في انفسهم قال وسمعته يقول كان لعايشة عبدو يقال له ابوذكوان وكان يؤمها منذ قبض الله رسوله إلى ان ماتت وقال ايضا عن ابى عبدالله (ع) ان رجلااتى النبى صم فقال يا رسول الله ان اهل بيتى ابوا الا توثبا على وشتيمة لى وقطيعة لى فارفضهم يارسول الله صم قال اذا ترفضوا جمعيا فاعادها عليه قال كل ذلك يقو ل له رسول الله مثل هذا القول قال وكيف اصنع يارسول الله صم قال صل من قطعك واعط من حرمك واعف عمن ظلمك فانك اذا فعلت ذلك كان لك عليهم من الله ظهيرا وذكر ايضا عنه قال قال رسول الله صلى الله عليه وآله البرو حسن الجوار زيادة في الرزق وعمارة في الدنيا حدثنا جعفربن محمد بن شريح عن ابى الصباح العبدى ويقال له الكنانى عن يزيد بن خليفة قال دخلنا على ابى عبدالله (ع) فلما جلسنا عنده قال نظرتم حيث نظر الله واخترتم حيث اختار الله وذهب الناس</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يمينا وشمالا وقصدتم قصد محمد صلى الله وعليه و (واله خ د) واهل بيته وانتم على المحجة البيضاء فاعينوا ذلك بورع فلما اردنا ان نقوم قال ما على عبد اذا عرفه الله ا ن لايعرفه الناس انه من عمل للناس كان ثوابه على الناس ومن عمل لله كان ثوابه على الله وان كل رياء شرك جعفر عن ابى الصباح ان زرارة قال قال ابوعبدالله (ع) كان ابى يقول ان النار لاتطعم احدا ممن وصف هذا الامر فقلت جعلت فداك ان فيهم من يفعل الاشياء التى توجب الله لمن عملها النار قال ان ابى كان يقول اذا كان ذلك منه ابتلى في جسده بالسقم والخوف حتى يخرج من الدنيا ولاذنب له جعفر عن ابى الصباح عن ابى عبدالله (ع) قال نظرتم حيث نظرالله واخترتم حيث اختارالله واحببتمونا وابغضنا الناس ووصلتمونا وقطعنا الناس انتم والله شيعتنا وانتم شيعة </w:t>
      </w:r>
      <w:r w:rsidR="00615BB2" w:rsidRPr="00203FAD">
        <w:rPr>
          <w:rtl/>
        </w:rPr>
        <w:t xml:space="preserve">رسول الله  (صلّى الله عليه وآله وسلم) </w:t>
      </w:r>
      <w:r w:rsidRPr="00203FAD">
        <w:rPr>
          <w:rtl/>
        </w:rPr>
        <w:t>وهو والله قول الله الله اعلم حيث يجعل رسالته ثم قال ان اهل هذا الراى يغتبطون حتى تبلغ انفسهم إلى هذه واهوى بيده إلى حلقه فيقال اماما كنتم تخوفون من امر دنياكمفقد انقطع عنكم واما ما كنتم ترجون من امرا خرتكم فقد اصبتم عليكم بتقوى الله وخالطوا الناس واتوهم واعينوهم ولا تجانبوهم وقولوالهم كما قال الله وقولوا للناس حسنا جعفر عن ابى الصباح عن بشير الدهان عن ابى عبدالله (ع) قال سمعته يقول وصلتم وقطع الناس واحببتم وابغض الناس وعرفتم وانكر الناس وهو الحق ان الله اتخذ محمدا عبدا قبل ان يتخذه رسولا وان عليا كان عبدالله ناصح الله فنصحه واحب الله فاحبه ان حقنا في كتاب الله بين لنا صفوالمال وانا قوم فرض الله طاعتنافى كتابه وانتم تاتمون بمن لايعذر الناس بجهالته وقد قال رسول الله صم من مات وليس عليه امام فميتته ميتة جاهلية عليكم بتقوى الله فقد رايتم اصحاب على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جعفر عن ابى الصباح عن خثيمة الجعفى عن ابى جعفر (ع) قال اردت ان اودعه فقال ياخثيمه ابلغ موالينا السلام واوصهم بتقوى الله واوصهم ان يعود غنيهم على فقير هم وقويهم على ضعيفهم وان يشهد حيهم جنازة ميتهم وان يتلاقوافى بيوتهم فان لقاء بعضهم بعضا في بيوتهم حيوة لامرنا رحم الله عبدا احيى امرنا ياخثيمة ابلغ موالينا انا لسنا نغنى عنهم من الله شيئا الابعمل وانهم لن ينالوا ولايتناالا بورع وان اعظم الناس حسرة يوم القيمة من وصف عدلاثم خالفه إلى غيره جعفر عن ابى الصباح عن ابى بصير قال دخلت على عليا (هو ابن وذاع الاسدى) وهو مريض فقال يا ابابصير شعرت ان اباجعفر (ع) قد ضمن لى الجنة قلت ضمن لك الجنة قال اى والله فانطلقت انابعد ذلك حتى دخلت على ابى جعفر (ع) فقال بى اول مارانى وهلك علبا قال قلت اى والله قال فما قال لك قال قلت اخبرنى انك ضمنت له الجنة قال صدق والله جعفر قال وحدثنى ابراهيم بن جبير عن جابر الجعفى قال قال لى محمدبن على عليه السلام يا جابر ان لنبى العباس راية ولغير هم رايات فاياك ثم اياك ثلثا حتى ترى رجلا من ولد الحسين (ع) يبايع له بين الركن والمقام معه سلاح رسول الله صلى الله عليه وآله ومغفر رسول الله صلى الله عليه وآله ودرع رسول الله صلى الله عليه وآله وسيف رسول الله صم جعفر عن ابراهيم بن جبير عن جابر عن محمدبن على عليه السلم قال لقضاء حاجة رجل مسلم افضل من عشر نسمات واعتكاف شهر في المسجد جعفر عن ابراهيم عن جابر قال قال لى محمدبن على عليهما السلم ضع خدك على الارض ولاتحرك رجليك حتى ينزل الروم الرميلة والترك الجزيرة وينادى مناد من دمشق</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جعفر قال حدثنى عبدالعزيز بن عبدالجبار العبدى عن اسماعيل بن سليمان عن محمدبن شريح قال قال ابوعبدالله (ع) ايما رجل زار اخاه لايريد بذلك دنيا كتب الله له به عشر حسنات ومحى عنه عشر سيئات ورفع له عشر درجات وقضى له خمسين حاجة وفضل الزائر على المزور فضل اليمين على الشمال ثم مسح عليهما جعفر قال حدثنى عماربن عاصم الضبى قال حدثنى رجل من اصحابنا انه لقى رجلا من اصدقائه فقال له هل لك ان تأتى جابرافقال له الرجل اذهب بنا فلما دخلنا عليه قال اخذ جابر يخلط حديثه حتى قلت لصاحبى اذهب بنافقال جابر اقعدا انتما فان لى اليكما حاجة قال فقعدنا فلما تفرق من كان عنده قدم الينا ثريدة فنحن ناكل حتى قال مات والله الذى لااله الاهو قال قلنا من ياابامحمد قال مات والله الذى لااله الاهو الوليد قال فكتبنا ذلك اليوم عندنا فنظرنا فاذا هومات في ذلك اليوم حدثنا جعفربن محمد بن شريح قال حدثنى عماربن عاصم عن محمدبن شريح عن رجل من طى كان جارا له بمثله في هشام بن عبدالملك جعفر قال حدثنى ابوسعيد المداينى عن محمدبن على عن على بن الحسين عليهما السلم عن ابيه (ع) قال جاء رجل إلى ابى فحدثه فقال ان الرجل من شيعتنا ليأتى يوم القيمة عليه تاج نبوة قدامه سبعين ملكا ينساق سوقا إلى باب الجنة فيقال له ادخل الجنة بغير حساب جعفر عن ابى سعيد او حميد عن جابر قال سمعته يقول قول الله عزوجل وان من اهل الكتاب الاليؤمنن به قبل موته قال ذلك محمد صلوات الله عليه وعلى اهل بيته لايموت يهودى ولانصرانى حتى يعرف انه رسول الله وانه قدكان كافرا جعفر بن محمد قال سمعت معلى الطحان يذكر عن يزيدبن يزيد بن جابر</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عن عبدالله بن بشر (شبير خ د) عن ابى عيينة بن حصن قال عرض رسول الله صلى الله عليه وآله يوما خيلا وعنده ابى عيينة بن حصن بن حذيفة بن بدر فقال رسول الله صلى الله عليه وآله انا ابصر بالخيل منك وقال عيينة وانا ابصر بالرجال منك يا رسول الله فقال النبى صلى الله عليه وآله كيف قال فقال اناخير الرجال الذين يضعون اسيافهم على عواتقهم ويعرضون وماحهم على مناكب خيولهم من اهل نجد فقال النبى صلى الله عليه وآله كذبت ان خير الرجال اهل اليمن والايمان يمان وانا يمانى واكثر قبائل دخول الجنة يوم القيمة مذحج وحضر موت خير من بنى الحرث بن معوية حى من كنده ان يهلك الحيان فلا ابالى فلعن الله الملوك الاربعة حيدا ومشرحا ومحوصا والصعد واختهم العمردة قال جعفر بن محمد وسمعت المعلى قال اخبرنا محمدبن زياد عن ميمون عن ابن عباس عن النبى صلى الله عليه وآله انه كان دخل عليه اناس من اليمن قال مرحبا برهط شعيب واحبار موسى جعفر قال سمعت قيس بن الربيع يرفعه إلى النبى صلى الله عليه وآله قال حضر موت خير من الحارثيين محمدبن المثنى قال رووه عن ابى عبدالله (ع) قال انى لافزع إلى قرائة اية الكرسى وانا على الدرجة ابن مثنى عن عبيس بن هشام عن رجل عن مفضل الجعفى قال ما فرض الله طاعة احد قط الاالنبى صلى الله عليه وآله تم كتاب جعفر بن محمدبن شريح الحضرمى ويتلوه كتبا محمدبن المثنى بن القسم الكوفى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w:t>
      </w:r>
    </w:p>
    <w:p w:rsidR="00947E93" w:rsidRDefault="00947E93" w:rsidP="00203FAD">
      <w:pPr>
        <w:pStyle w:val="Heading2Center"/>
        <w:rPr>
          <w:rtl/>
        </w:rPr>
      </w:pPr>
      <w:bookmarkStart w:id="9" w:name="06"/>
      <w:bookmarkStart w:id="10" w:name="_Toc493591888"/>
      <w:r>
        <w:rPr>
          <w:rtl/>
        </w:rPr>
        <w:t>كتاب محمدبن المثنى بن القسم الحضرمى</w:t>
      </w:r>
      <w:bookmarkEnd w:id="9"/>
      <w:bookmarkEnd w:id="10"/>
    </w:p>
    <w:p w:rsidR="00947E93" w:rsidRDefault="00947E93" w:rsidP="00947E93">
      <w:pPr>
        <w:pStyle w:val="libNormal"/>
        <w:rPr>
          <w:rtl/>
        </w:rPr>
      </w:pPr>
      <w:r>
        <w:rPr>
          <w:rtl/>
        </w:rPr>
        <w:br w:type="page"/>
      </w:r>
    </w:p>
    <w:p w:rsidR="00947E93" w:rsidRDefault="00947E93" w:rsidP="00203FAD">
      <w:pPr>
        <w:pStyle w:val="libCenterBold2"/>
        <w:rPr>
          <w:rtl/>
        </w:rPr>
      </w:pPr>
      <w:r>
        <w:rPr>
          <w:rtl/>
        </w:rPr>
        <w:lastRenderedPageBreak/>
        <w:t>رواية هرون بن موسى التلعكبرى</w:t>
      </w:r>
    </w:p>
    <w:p w:rsidR="00947E93" w:rsidRDefault="00947E93" w:rsidP="00203FAD">
      <w:pPr>
        <w:pStyle w:val="libCenterBold2"/>
        <w:rPr>
          <w:rtl/>
        </w:rPr>
      </w:pPr>
      <w:r>
        <w:rPr>
          <w:rtl/>
        </w:rPr>
        <w:t>عن ابى على محمدبن همام بن سهل الكاتب</w:t>
      </w:r>
    </w:p>
    <w:p w:rsidR="00947E93" w:rsidRDefault="00947E93" w:rsidP="00203FAD">
      <w:pPr>
        <w:pStyle w:val="libCenterBold1"/>
        <w:rPr>
          <w:rtl/>
        </w:rPr>
      </w:pPr>
      <w:r>
        <w:rPr>
          <w:rtl/>
        </w:rPr>
        <w:t>بسم الله الرحمن الرحيم</w:t>
      </w:r>
    </w:p>
    <w:p w:rsidR="00947E93" w:rsidRDefault="00947E93" w:rsidP="00203FAD">
      <w:pPr>
        <w:pStyle w:val="libNormal"/>
        <w:rPr>
          <w:rtl/>
        </w:rPr>
      </w:pPr>
      <w:r w:rsidRPr="00203FAD">
        <w:rPr>
          <w:rtl/>
        </w:rPr>
        <w:t>حدثنا الشيخ ابومحد هرون بن موسى بن احمد التلعكبرى ايده الله قال حدثنا محمد همام قال حدثنا حميدبن زياد الدهقان قال حدثنا ابوجعفر احمدبن زيدبن جعفر الازدى البزاز قال حدثنا محمدبن المثنى بن القسم الحضرمى قال حدثنا جعفربن محمدبن شريح الحضرمى عن ذريح المحاربى عن ابى عبدالله (ع) قال قال صلواالى جانب القبر (قبرص) رسول الله صم وان كانت صلوة المؤمن يبلغه اينما كان قال وسئلته عن رجل خير امرئة فاختارت نفسها قالت هى تطليقة باين وهو احق برجعتها وان اختارت زوجها فليس بشئ وذكر عند ذلك رسول الله صم وتخيره نسائه وقال سئلته عن رجل حلف ليحجن ماشيا فعجز عن ذلك ولم يطقه قال فليركب وليسق هديا وقال سئلته عن الثوب المعلم ايحرم الرجل فيه قال نعم انما يكره الملحم وقال سئلته عن الجنازة ايوذر بها قال نعم وقال ذريح قال ابوعبدالله</w:t>
      </w:r>
      <w:r w:rsidR="00615BB2" w:rsidRPr="00203FAD">
        <w:rPr>
          <w:rtl/>
        </w:rPr>
        <w:t xml:space="preserve"> (علیه السلام) </w:t>
      </w:r>
      <w:r w:rsidRPr="00203FAD">
        <w:rPr>
          <w:rtl/>
        </w:rPr>
        <w:t>انى رجل رسول الله صلى الله عليه وآله فسئله فقال رسول الله صم من عنده سلف فقال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رجل انايا رسول الله واسلفه اربعة اوساق ولم يكن له غير هافاعطاها السائل فمكث رسول الله صم ماشاء الله ثم ان المرئة قالت لزوجها اما ان لك ان تطلب سلفك فتقاضى رسول الله صم فقال سيكون ذلك ففعل ذلك الرجل مرتين اوثلث مرات ثم انه دخل ذات يوم عند الليل فقال له ابن له جئت بشئ فانى لم اذق شيئا اليوم ثم قال والولد فتنة فغدا الرجل على رسول الله صم فقال سلفى فقال سيكون ذلك فقال حتى متى سيكون ذلك فقال رسول الله صم من عنده سلف فقال رجل من الانصار انا يا رسول الله فاسلفه ثمانية اوساق فقال الرجل انمالى اربعة فقال له خذها فاعطاها اياه قال وسئلته عن الرجل له امرئة وامهات واولاهل لهن قسمة مع المرئة فقال نعم لها ويومين ولام الولد يوم وقال ابوعبدالله اتى رسول الله صم في ليلة ثلثون امرئة كلهن تشكو زوجها فقال رسول الله صم اما ان اولئك ليسوا من خياركم قال وقال ابوعبدالله</w:t>
      </w:r>
      <w:r w:rsidR="00615BB2" w:rsidRPr="00203FAD">
        <w:rPr>
          <w:rtl/>
        </w:rPr>
        <w:t xml:space="preserve"> (علیه السلام) </w:t>
      </w:r>
      <w:r w:rsidRPr="00203FAD">
        <w:rPr>
          <w:rtl/>
        </w:rPr>
        <w:t>مر رسول الله صم على نسوة قد قعدن له في الطريق فقال لهم اهلكتن الامن شاء الله فقلن لم يا رسول الله فقال انكن تكثرن اللعن وتكفرن العشر وقال وسئلته عن الحج الاكبر فقال يوم النحر وسئلته عن البول والتقطير فقال اذا نزل من الحبائل ونشف الرجل حشفة واجتهد ثم كان بعد ذلك شيئ فليس بشيئى قال وذكر ابوعبدالله (ع) قال كان رجل تخيرله امرئة فدخلت جميلة وليس للرجل ولد وقد اطال صحبتها دهرا قال فبكت ذات يوم فقال لهاز وجهاما يبكيك قالت ابكى لانى لاارى لك ولدا وارى للناس اولادا قال انه لن يمنعنى من ذلك الا اكرامك قالت فانى قد اذنت لك في التزويج قال فتزوج الرجل وبنى به قال فكسل من الاولى إلى الاخيرة</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فجزعن المرئة فقالت سحرت وفعل بك فقال الرجل هى طالق ان اتيتها حتى اتيك فلم يطق اتيانها قال فشرب اللبن شهرا فلم يصل ثم شهرا فلم يصل فقال رجل عند ذلك هى الايلاء قال نعم قال وبعث إلى المدينة يسئل عن الايلاء فقال لابدان يوقف وان مضت اربعة اشهر قال ابوعبدالله</w:t>
      </w:r>
      <w:r w:rsidR="00615BB2" w:rsidRPr="00203FAD">
        <w:rPr>
          <w:rtl/>
        </w:rPr>
        <w:t xml:space="preserve"> (صلّى الله عليه وآله وسلم) </w:t>
      </w:r>
      <w:r w:rsidRPr="00203FAD">
        <w:rPr>
          <w:rtl/>
        </w:rPr>
        <w:t xml:space="preserve">وقال على (ع) لابدان يوقف وان مضت خمسة اشهر قال قائل فان تراضيا فقال نعم قال وسئلته عن معرس </w:t>
      </w:r>
      <w:r w:rsidR="00615BB2" w:rsidRPr="00203FAD">
        <w:rPr>
          <w:rtl/>
        </w:rPr>
        <w:t xml:space="preserve">رسول الله  (صلّى الله عليه وآله وسلم) </w:t>
      </w:r>
      <w:r w:rsidRPr="00203FAD">
        <w:rPr>
          <w:rtl/>
        </w:rPr>
        <w:t>بذى الحليفة فقال عند المسجد ببطن الوادى حيث يعرس الناس وسئلته عن الغل في الحرم اقبل دخوله اوبعد مايدخله قال لايضرك اى ذلك فعلت وان اغتسلت في بيتك حين تنزل مكة فلاباس وسئلته عن المتمتع ايطلى راسه بالحناء قال لا وسئلته عن الحاج المتمتع متى يقطع التلبية قال حين يرمى الجمرة وسئلته عن المحرم هل يحتجم قال نعم اذا خشى الدم فقلت انما يحرم من العقيق وانما هى ليلتين قال ان الحجامة تختلف وقال ان اخذ الرجل الدوران فليحتجم قال وقال ابوعبدالله</w:t>
      </w:r>
      <w:r w:rsidR="00615BB2" w:rsidRPr="00203FAD">
        <w:rPr>
          <w:rtl/>
        </w:rPr>
        <w:t xml:space="preserve"> (علیه السلام) </w:t>
      </w:r>
      <w:r w:rsidRPr="00203FAD">
        <w:rPr>
          <w:rtl/>
        </w:rPr>
        <w:t xml:space="preserve">مراعرابى على </w:t>
      </w:r>
      <w:r w:rsidR="00615BB2" w:rsidRPr="00203FAD">
        <w:rPr>
          <w:rtl/>
        </w:rPr>
        <w:t xml:space="preserve">رسول الله  (صلّى الله عليه وآله وسلم) </w:t>
      </w:r>
      <w:r w:rsidRPr="00203FAD">
        <w:rPr>
          <w:rtl/>
        </w:rPr>
        <w:t xml:space="preserve">فقال له اتعرف ام ملدم قال وما ام ملدم قال صداع ياخذ الراس وسخونة في الجسد فقال الاعرابى ما اصابنى هذا قط فلما مضى قال من سره ان ينظر إلى رجل من اهل النار فلينظر إلى هذا وقال ابوعبدالله (ع) قال على بن الحسين (ع) انى لاكره ان يعافى الرجل في الدنيا ولايصيبه شئ من المصائب ونحو هذا قال وقال ابوعبدالله (ع) ذكر اباسعيد الخدرى وكان من اصحاب </w:t>
      </w:r>
      <w:r w:rsidR="00615BB2" w:rsidRPr="00203FAD">
        <w:rPr>
          <w:rtl/>
        </w:rPr>
        <w:t xml:space="preserve">رسول الله  (صلّى الله عليه وآله وسلم) </w:t>
      </w:r>
      <w:r w:rsidRPr="00203FAD">
        <w:rPr>
          <w:rtl/>
        </w:rPr>
        <w:t>وكان مستقيما فقال نزع ثلثة ايام فغسله اهله ثم حملوه إلى</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 xml:space="preserve">مصلاة فمات فيه قال وذكر سهل بن حنيف فقال كان من النقباء فقلت له من نقباء نبى الله الاثنى عشر فقال نعم كان من الذين اختير وامن السبعين فقلت له كفلاء على قومهم فقال نعم انهم رجعوا وفيهم دم فاستنظروا </w:t>
      </w:r>
      <w:r w:rsidR="00615BB2" w:rsidRPr="00203FAD">
        <w:rPr>
          <w:rtl/>
        </w:rPr>
        <w:t xml:space="preserve">رسول الله  (صلّى الله عليه وآله وسلم) </w:t>
      </w:r>
      <w:r w:rsidRPr="00203FAD">
        <w:rPr>
          <w:rtl/>
        </w:rPr>
        <w:t>إلى قابل فرجعوا ففزعوا من دمهم واصطلحوا واقبل النبى صلى الله عليه وآله معهم و ذكر سهلا فقال ابوعبدالله (ع) ماسبقه احد من قريش ولامن الناس بمنقبة واثنى على وقال لمامات جزع اميرالمؤمنين (ع) جزعا شديدا وصلى عليه خمس صلوات وقال لو كان معى حبل لارفض وذكر يوم بدر فقال هو الفرقان يوم التقى الجمعان وهو اليوم الذى فرق الله بين الحق والباطل وانما كان قبل ذلك اليوم هذا كذا ووضع كفيه احدهما على الاخر وانما كان يومئذ خرج في طلب العيرو اهل بدر الذين شهدوا انما كانوا ثلثمائة وثلثة عشر ورجلا ولم يريدوا القتال انما ظنوا انها العير التى فيها ابوسفيان فلما اتى ابوسفيان الوادى نزل في بطنه عن ميسرة الطريق فقال الله اذا نتم بالعدوة الدنيا وهم بالعدوة القصوى قلت له ما العدوة الدنيا قا ل ممايلى الشام والعدوة القصوى ممايلى مكة قلت له فالعد وتين بين ضفتى (اى جانبيه - قا) الوادى فقال نعم فقال ابوعبدالله والركب اسفل منكم يقول ولو تواعدتم لاختلفتم في الميعاد ولكن ليقضى الله امرا كان مفعولا ليهلك من هلك عن بينة و يحيى من حى عن بينة وان الله لسميع عليم قال ابوعبدالله (ع) ونادى الشيطان على جبل مكة ان هذا محمد في طلب العير فخر جوا على كل صعب وذلول وخرج بنو عبدالمطلب معهم ونزلت رجالهم ويرتجزون ونزل طالب يرتجز فقال اللهم ان يغزون طالب في مقنب من هذا المقانب فارجعه المسلوب غير السالب والمغلوب غير الغالب قالوا والله ان هذا العلينا</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فردوه ولقى رسول الله ابارافع مولى العباس فسئله عن قومه فاخبره انهم اخرجوا كارهين قال ابوعبدالله (ع) فحد ثنى ابن جريح وغيره من ثقيف ان ابن عباس لمامات اخرج به فخرج من تحت كفنه طير ابيض ينظرون اليه يطير نحو السماء حتى غاب عنهم ثم قال كان ابى يحبه حبا شديدا كان ابى وهو غلام تلبسه امه ثيابه فينطلق اليه في غلمان بنى عبدالمطلب فاتاه يوما فقال من انت بعد ما اصيب ببصره قال انا محمد بن على بن الحسين بن على (ع) قال حسبك فمن لم يعرفك فلاعرف وسئلته عن الصلوة في بيوت المجوس فقال اليست مغازيكم قلت بلى قال نعم وسئلته عن التسليم على اليهودى والنصرانى والرد عليهم في الكتاب فكره ذلك كله جعفربن محمد عن ذريح قال حدثنى عمربن حنظلة عن ابى جعفر</w:t>
      </w:r>
      <w:r w:rsidR="00615BB2" w:rsidRPr="00203FAD">
        <w:rPr>
          <w:rtl/>
        </w:rPr>
        <w:t xml:space="preserve"> (علیه السلام) </w:t>
      </w:r>
      <w:r w:rsidRPr="00203FAD">
        <w:rPr>
          <w:rtl/>
        </w:rPr>
        <w:t xml:space="preserve">ان </w:t>
      </w:r>
      <w:r w:rsidR="00615BB2" w:rsidRPr="00203FAD">
        <w:rPr>
          <w:rtl/>
        </w:rPr>
        <w:t xml:space="preserve">رسول الله  (صلّى الله عليه وآله وسلم) </w:t>
      </w:r>
      <w:r w:rsidRPr="00203FAD">
        <w:rPr>
          <w:rtl/>
        </w:rPr>
        <w:t xml:space="preserve">مرعلى قبر قيس بن فهد الانصارى وهو يعذب فيه فسمع صوته فوضع على قبره جريدتين فقيل له لم ووضعتها فقال تخفف عنه ماكانت خضر اوين قا عمر وقال ذريح وسئلته عن النوم في المسجد الحرام ومسجد </w:t>
      </w:r>
      <w:r w:rsidR="00615BB2" w:rsidRPr="00203FAD">
        <w:rPr>
          <w:rtl/>
        </w:rPr>
        <w:t xml:space="preserve">رسول الله  (صلّى الله عليه وآله وسلم) </w:t>
      </w:r>
      <w:r w:rsidRPr="00203FAD">
        <w:rPr>
          <w:rtl/>
        </w:rPr>
        <w:t xml:space="preserve">فقال نعم قال </w:t>
      </w:r>
      <w:r w:rsidR="00615BB2" w:rsidRPr="00203FAD">
        <w:rPr>
          <w:rtl/>
        </w:rPr>
        <w:t xml:space="preserve">رسول الله  (صلّى الله عليه وآله وسلم) </w:t>
      </w:r>
      <w:r w:rsidRPr="00203FAD">
        <w:rPr>
          <w:rtl/>
        </w:rPr>
        <w:t>ان الخلق الحسن له اجر الصائم القائم وسئلته عن الصائم ايقبل قال نعم وسئلة عن شهوة تعرض للرجل في خلوة في حديث نفسه حتى يعرض له ماشاء الله من ذلك ثم يسكن عنه ذلك فيبول بعد قليل فيدفق في اثر بوله مثل راحة منى لتلك الشهوة ايوجب ذلك عليه غسلا قال لاقال اميرالمؤمنين صلى الله عليه ولاالاالماء الاكبر قال وقال نحن ورثة الانبياء</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قال وقال رسول الله صلى الله عليه وآله تركت فيكم الثقلين كتاب الله واهل بيتى فنحن اهل بيته قال وقال دخل رسول الله على على عليهما سلام الله وعليه ثوب ثم علمه وذلك لقول الناس علمه الف كلمة يفتح كل كلمة الف كلمة قال وقال الله وكفى بالله شهيدا بينى وبينكم ومن عنده علم الكتاب قال ذريح فسكت وحرك يده ثم قال ان شيخا خاصم فقال او كان كاتب سليمان وقد قال عفريت من الجن ان اتيك به قبل ان تقوم من مقامك فقال الذى عنده علم الكتاب انا اتيك به قبل ان يرتد اليك طرفك قال اصاب الشيخ قال وسئلته عن المرائة الصائمة يتعاطى منها الرجل قال انى لاكره ان افطرها ولكن اذا اردت فاذنها من الليل فانى افعل ذلك قال ذريح قال له الحرث بن المغيرة النصرى ان ابى معقل المزنى حدثنى عن امير المؤمنين (ع) انه صلى بالناس المغرب فقنت في الركعة الثانية فلعن معوية وعمروبن العاص وابا موسى الاشعرى وابا الاعور السلمى قال الشيخ عليه السلام صدق فالعنهم جعفر عن ذريح عن ابى عبدالله</w:t>
      </w:r>
      <w:r w:rsidR="00615BB2" w:rsidRPr="00203FAD">
        <w:rPr>
          <w:rtl/>
        </w:rPr>
        <w:t xml:space="preserve"> (علیه السلام) </w:t>
      </w:r>
      <w:r w:rsidRPr="00203FAD">
        <w:rPr>
          <w:rtl/>
        </w:rPr>
        <w:t xml:space="preserve">قال قال ابن عباس ام يحسدون الناس على مااتيهم الله من فضله الاية فقال ابوعبدالله نحن الناس المحسودون جعفر عن ذريح قال قال ابوعبدالله عم نعم العون الدنيا على الاخرة ثم ذكر عند ذلك رسول الله صلى الله عليه وآله فقال وضع حجرا على سنن الماء </w:t>
      </w:r>
      <w:r w:rsidR="00615BB2" w:rsidRPr="00203FAD">
        <w:rPr>
          <w:rtl/>
        </w:rPr>
        <w:t xml:space="preserve">رسول الله  (صلّى الله عليه وآله وسلم) </w:t>
      </w:r>
      <w:r w:rsidRPr="00203FAD">
        <w:rPr>
          <w:rtl/>
        </w:rPr>
        <w:t>ليرده إلى حايطه فذلك الحجر كما هو لايدرى ماعمقه في الارض وسئلته عن حد المسجد فقال من الاسطوانة إلى عند رأس القبر إلى اسطوانتين من وراء المنبر عن يمين القبلة وكان من وراء المنبر طريق تمرفيه الشاة اوتمر الرجل منحرفا وزعم ان ساحة المسجد إلى البلاط من المسجد</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وسئلته عن بيت على (ع) فقال اذا دخلت من الباب فهو من عضادته اليمنى إلى ساحة المسجد وكان بينه وبين بيت نبى الله صلى الله عليه وآله خوخة جعفر عن ذريح قال سئلت اباعبدالله (ع) عن جلود السباع التى يجلس عليها فقال ادبغوها فرخص في ذلك فقلت الرجل يزور القبر كيف الصلوة على صاحب القبر قال يصلى عند النبى صلوات الله عليه وعلى صاحب القبر و ليس فيه شئ موقت جعفر عن ذريح عن ابى عبدالله (ع) قال قلت المتمتع اذا نظر إلى بيوت مكة فيقطع التلبية قال نعم قال قلت وان خرج الرجل مسافرا وقد دخل وقت الصلوة كم يصلى قال اربع قال قلت وان دخل الوقت وهو في السفر قال يصلى ركعتين قبل ان يدخل اهله وان دخل المصر فليصل اربعا قال قلت واذا سافر إلى الرجل في رمضان قال يفطر قال قلت فينسى ان يكبر حتى يقرء قال يكبر قلت ايقضى الرجل غسل الجمعة قال لا قال قلت المتمتع كم ياكل من اضحيته قال يومين وبالمصر ثلثة ايام قال قلت المولود يعق عنه بعد ماكبر قال اذا جاز سبعة ايام فلايعق عنه ثم قال من مات ولم يحج حجة الاسلام فليمت ان شاء يهوديا وان شاء نصرانيا جعفر عن ذريح عن ابى عبدالله (ع) قال كنت في منزلى فما شعرت الابالخيل والشرط قدا حاطوا بالدار قال فتسور واعلى قال فتطايرا هلى ومن عندى قال فاخذوا يتسخرون الناس قلت لاتسخروهم واستاجروا على في مالى قال فحملونى في محمل واحاطوا بى فاتانى آت من اهلى فقال انه ليس عليك باس انما يسئلك عن يحيى بن زيد قال فلما ادخلونى عليه قال لو شعر ناانك بهذه المنزلة ما بعثنا اليك انما اردنا ان نسئلك عن يحيى بن زيد قال فقلت مالى به عهد وقد خرج من هيهنا قال ردوه فردونى جعفر عن ذريح عن ابى عبدالله (ع) قال كنا عنده فقال احتج (ايحتج خ د)</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عليهم على (ع) بان قال والله ان منالرسول الله صم وان مناحمزة سيد الشهداء وان منا الامام المفترض الطاعة من انكره مات انشاء يهوديا وان شاء نصرانيا ثم قال والله ما ترك الله الارض قط منذ قبض الله ادم الا وفيها من يهتدى به إلى الله وهو حجة الله إلى العباد من تركه هلك ومن لزمه نجى حقا على الله جعفر عن ذريح قال سئلته عن الائمة بعد النبى صم فقال نعم كان اميرالمؤمنين على بن ابيطالب صلوات الله عليه الامام بعد النبى صلوات الله عليه واهل بيته ثم كان على الحسين ثم كان محمدبن على ثم امامكم اليوم من انكر ذلك كان كمن انكر معرفة الله ورسوله قال ثم قلت انت اليوم جعلنى الله فدالك فاعدتها عليه ثلث مراة قال انى انما حدثتك بهذا التكون من شهداء الله في الارض ان الله تبارك وتعالى لم يدع شيئا الاعلمه نبيه صلوات الله عليه ثم انه بعث اليه جبرئيل ان يشهد لعلى بالولاية في حيوته يسميه امير المؤمنين فدعا نبى الله تسعة رهط فقال انما ادعوكم لتكونوا من شهداء الله اقمتم ام كتمتم ثم قال قم يا ابا بكر فسلم على على امير المؤمنين قال عن امر الله وامر رسوله نسميه اميرالمومنين فقال نعم فقال فسلم عليه ثم قال يا عمر قم فسلم على امير المؤمنين فقال عن امر الله ورسوله سميته امير المؤمنين فقال نعم ثم قال للمقداد بن الاسود قم فسلم على امير المؤمنين فقام فسلم على على ولم يقل كما قالاثم قال البى ذر الغفارى قم فسلم على امير المؤمنين فقام فسلم ثم قال لحذيفة قم فسلم على امير المؤمنين فقام فسلم ثم قال لعبدالله بن مسعود قم فسلم على امير المؤمنين فقام فسلم ثم قال لبريدة الاسلمى قم فسلم على امير المؤمنين فقام وسلم وكان بريدة اصغر القوم ثم قال رسول الله صلى الله عليه وآله انما دعوتكم لتكونوا شهداء اقمتم ام كتمتم فامر ابوبكر على الناس وبريدة غايب بالشام فلما</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قدم بريدة اتى ابابكر وهو في مجلسه فقال يا ابابكر هل نسيت تسليمنا على على بامرة المؤمنين نسميه بها واجبا من الله ورسوله قال يا بريدة انك عبت وشهدنا وان الله يحدث الامر بعد الامر ولم يكن الله ليجمع لاهل هذا البيت النبوة والملك فقال لى انما ذكرت هذا لتكون من شهداء الله في الارض ان منا بعد الرسول صم سبعة اوصياء ائمة مفترضة طاعتهم سابعهم القائم انشاء‌ان الله عزيز حكيم يقدم مايشاء ويؤخر مايشاپ وهو العزيز الحكيم ثم بعد القائم احد عشر مهديا من ولد الحسين فقلت من السابع جعلنى الله فداك امرك على الرأس والعين (العينين صم) قال قلت ثلث مراة قال ثم بعدى امامكم وقائمكم انشاء‌الله ان ابى ونعم الاب كان قال رحمة الله عليه كان يقولى لووجدت ثلثة رهط فاستودعهم العلم وهم اهل ذلك حدثت بمالا يحتاج إلى نظر في حلال ولاحرام ومايكون إلى يوم القيمة ان حديثنا صعب لايؤمن به الاعبد مؤمن امتحن الله قلبه للايمان ثم قال والله ان منا لخزان الله في الارض وخزانه في السماء لسنا بخزان على ذهب ولاعلى فضة وان منالحملة العرش يوم القيمة محمد وعلى والحسن والحسين ومن شاء‌الله اربعة اخر من شاء الله ان يكونوا جعفر بن محمد عن عبدالله بن طلحة النهدى مثل هذا الحديث حديث ذريح الاانه زاد فيه قال قال ابوعبدالله (ع) انما حدثتك بهذا الحديث لتكون من شهودالله في الارض لفلان ابنى جعفر عن ذريح المحاربى انه كان جالسا عند ابى عبدالله (ع) فدخل عليه زرارة بن اعين فقال يا اباعبدالله انى اصلى الاولى اذاكان الظل قدمين ثم اصلى العصر اذا كان الظل اربعة اقدام فقال ابوعبدالله ان الوقت في النصف على ماذكرت انى قدرت لموالى جريدة فليس يخفى عليهم الوقت اخبرنا ابوجعفر محمدبن المثنى بن القسم الحضرمى قال سمعت</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اصحابنا يذكرونه عن مفضل بن عمر قال قال ابوعبدالله (ع) لم عسكر امير المؤمنين (ع) بالنخلية تقدم اليه رجلان فاختصما اليه فافحش احدهما على صاحبه قال فقال له امير المؤمنين اخساء فاذا رأسه رأس كلب قال فاقبل باصبعه يلوذ إلى امير المؤمنين قال فاخذ بشفته العليا وقلبها فاذا رأسه قدعاد كما كان فقال له اصحابه وهم حوله يا امير المؤمنين انت هكذا وانت تسير إلى معوية قال فقال امير المومنين لواشاء ان اضع رجلى هذه الصغيرة في صدره لفعلت ولواشاء ان اوتى به على سريره لفعلت ولكنا عباد مكرمون لانسبقه بالقول ونحن بامره نعمل بزيع عن عبدالله بن جميلة عن ذريح قال قال ابوعبدالله (ع) لولا انانزاد لانفدنا محمد بن المثنى قال حدثنا عبدالمسلم بن سالم عن ابى البلاد عن عماربن عاصم السجستانى قال جبئت إلى باب ابى عبدالله (ع) واردت ان (الاخ د) استاذن عليه فاقعد واقول لعله يرانى بعض من يدخل فيخبره فياذن لى قال فبينا انا كذلك اذدخل عليه شباب ادم في از رواردية ثم لم ارهم خرجوا فخرج عيسى شلقان فرانى فقال اباعاصم انت هيهنا فدخل واستاذن فدخلت عليه فقال ابوعبدالله (ع) مدمتى انت هيهنا ياعمار قال فقلت من قبل ان يدخل اليك شباب الادم ثم لم ارهم خرجوا فقال ابوعبدالله (ع) هؤلاء قوم من الجن جاوا يسئلون عن امر دينهم قال فقلت اخبرنى عن الحية والعقرب والخنفس ومااشبه ذلك قال فقال اما تقرء كتاب الله قال قلت وماكل كتاب الله اعرف فقال اما تقرء اولم يروا كم اهلكنا قبلهم من القرون يمشون في مساكنهم ان في ذلك لاية افلا يتذكرون قال فقال هم اولئك اخرجوا من النار فقيل لهم كونوا نششا عبدالله بن جبلة عن عمرو بن ابى المقدام عن محمد بن مروان عن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ابى عبدالله (ع) قال من قرء آية الكرسى دفع الله عنه الف مكروه من مكاره الدنيا ايسره الفقر والف مكروه من مكاره الاخرة ايسره عذاب القبر (صورة ماكان في المستنسخة) هذا آخر حديث محمدبن المثنى الحضرمى ويتلوه حديث محمدبن جعفر القرشى بلع النسخة مقابلة مع النسخة المكتوب منها وفيها بلغ مقابلة مع نسخة الاصل ثم كان سطرا خاليا من السواد والكتاب بياضا ثم قال حدثنى الشيخ ايده الله عن محمدبن همام</w:t>
      </w:r>
      <w:r w:rsidR="00615BB2" w:rsidRPr="00203FAD">
        <w:rPr>
          <w:rtl/>
        </w:rPr>
        <w:t xml:space="preserve"> (علیه السلام) </w:t>
      </w:r>
      <w:r w:rsidRPr="00203FAD">
        <w:rPr>
          <w:rtl/>
        </w:rPr>
        <w:t>حميد بن زياد عن ابى جعفر احمدبن زيد بن جعفر الازدى نزل في طاق زهير ولقبه بزيع قال حدثنى على بن عبدالله بن سعيد قال حدثنا جعفربن محمدبن سماعة عن عبدالكريم عن رجل عن ابى عبدالله (ع) قال على بن عبدالله ولا اعلم الاعبدالله بن ابى يعفور قال قال ادعوا بهذا الدعاء في الوتر اللهم املاء قلبى حبا لك وكان بعد السند متن الحديث اللهم املاء قلبى حبالك ورواية آخرى قال ابى ان ينتهى إلى حفص بن غياث عن جعفربن محمد عليهما السلم ان هندا قالت حين قبض النبى صم قد كان بعدك انباء وهنبئة - لوكنت شاهد نالم يكثرا لخطب - انا فقد ناك فقد الارض وابلها - فاختل اهلك فاشهدهم ولاتغب ثم كان هنا بياض بقدر سطرو بعده كتب هذا الشيخ قال اخبرنى ابن همام إلى ان يلحق بجعفربن محمدبن شريح بن سعد قال اخبرنى بجميع مافى هذا الكتاب ثم كان ايضا بياض في الجملة ثم كتب في الكتاب وعنه عن ابن همام عن حميد بن زياد ومحمدبن جعفر الزراد القرشى عن يحيى بن ذكر يا اللؤلؤى إلى ان ينتهى إلى مفضل بن عمر عن جابر الجعفى عن رجل عن جابر بن عبدالله الانصارى قال كان لامير المؤمنين (ع) صاحب يهودى قال وقد كان كثيرا مايالفه إلى اخره وايضا كان بعده الحديث الذى يسئل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رجل من اليهود عن رسول الله صم عما يقول بعض الحيوانات في اصواتهم اذا يصيحون مثلا وبعد تم الكتاب</w:t>
      </w:r>
    </w:p>
    <w:p w:rsidR="00947E93" w:rsidRDefault="00947E93" w:rsidP="000D257B">
      <w:pPr>
        <w:pStyle w:val="Heading2Center"/>
      </w:pPr>
      <w:bookmarkStart w:id="11" w:name="07"/>
      <w:bookmarkStart w:id="12" w:name="_Toc493591889"/>
      <w:r>
        <w:rPr>
          <w:rtl/>
        </w:rPr>
        <w:t>نسخة الاصول المختصرة</w:t>
      </w:r>
      <w:bookmarkEnd w:id="11"/>
      <w:bookmarkEnd w:id="12"/>
    </w:p>
    <w:p w:rsidR="00947E93" w:rsidRDefault="00947E93" w:rsidP="000D257B">
      <w:pPr>
        <w:pStyle w:val="libNormal"/>
        <w:rPr>
          <w:rtl/>
        </w:rPr>
      </w:pPr>
      <w:r>
        <w:rPr>
          <w:rtl/>
        </w:rPr>
        <w:t>وفى اوله رسمها اجمالا هو غير مذكور في الرجال:</w:t>
      </w:r>
    </w:p>
    <w:p w:rsidR="00947E93" w:rsidRDefault="00947E93" w:rsidP="000D257B">
      <w:pPr>
        <w:pStyle w:val="libCenterBold1"/>
        <w:rPr>
          <w:rtl/>
        </w:rPr>
      </w:pPr>
      <w:r>
        <w:rPr>
          <w:rtl/>
        </w:rPr>
        <w:t>حديث جعفربن محمد القرشى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حدثنا الشيخ ايده الله عن محمدبن همام عن حميد بن زياد عن ابى جعفر احمدبن زيدبن جعفر الازدى البزاز ينزل في طاق زهير ولقبه بزيع فال حدثنى على بن عبدالله بن سعيد قال حدثنا جعفربن محمدبن سماعة عن عبدالكريم عن رجل عن ابى عبدالله (ع) قال على بن عبدالله ولااعلمه الاعبدالله بن ابى يعفور قال قال ادعوا بهذا الدعاء في الوتر اللهم املاء قلبى حبالك وخشية لك وتصديقا وايمانا بك وفرقا منك وشوقا اليك يا ذاالجلال ويا ذاالاكرام اللهم حبب إلى القائك واجعل في لقائك خير الرحمة والبركة والحقنى بالصالحين ولاتؤ خرنى مع الاشرار والحقنى بالصالحين ممن مضى واجعلنى من صالحى من بقى وخذبى سبيل الصالحين ولاتردنى في شر استنقدتنى منه يارب العالمين واعنى على نفسى بما اعنت به الصالحين على انفسهم اللهم اسئلك ايمانا لااجل له دون لقائك وتحيينى عليه وتميتنى عليه وعولنى عليه وتحيينى ما احيتينى وتوفينى عليه اذا توفيتنى وتبعثنى عليه اذا بعثتنى عليه وابوء قلبى من الرياء والسمعة والشك في دينى اللهم اعط بصمرا في دينك وفقها في عبادتك وفهما في حكمك وكفلين من رحمتك وبيض وجهى بنورك واجعل رغبتى فيما عندك وتوفنى في سبيلك على ملتك وملة رسولك صلى الله عليه واله اللهم انى اعوذ بك من الكسل والهرم والجبن والبخل والغلبة والذل القسوة والمسكنة</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واعوذبك من نفس لاتشبع ومن قلب لاتخشع ومن دعاء لايسمع ومن صلوة لاتنفع واعيذبك دينى واهلى ومالى من الشيطان الرجيم اللهم انى لن يجيرنى منك احد ولن اجد من دونك ملتحدا فلاتجعل اجلى في شئ من عذابك ولاتردنى بهلكة ولابعذاب اسئلك الثبات على دينك والتصديق بكتابك واتباع رسولك صلى الله عليه واله واسئلك ان تذكر نى برحمتك ولاتذكرنى بخطيئتى وتقبل منى وتزيدنى من فضلك انى اليك راغب اللهم اجعل ثواب منطقى وثواب مجلسى رضاك واجعل عملى ودعائى خالصا لك واجعل ثوابى الجنة برحمتك وزدنى من فضلك انى اليك راغب اللهم غارت النجوم ونامت العيون وانت الحى القيوم لايوارى منك ليل ساج ولاسماء ذات ابراج ولاارض ذات مهادو لابحرلجى ولاظلمات بعضها فوق بعض تدلج على من تشاء من خلقك اشهد بما شهدت به على نفسك وملئكتك اكتب شهادتى مثل شهادتهم اللهم انت السلم ومنك السلم اسئلك يا ذاالجلال والاكرام ان تفك رقبتى من النار على بن عبدالله بن سعدو عبدالله بن جبلة جميعا عن سيف بن عميرة قال روى حفص بن غياث عن جعفر بن محمد (ع) ان هندا قالت حين قبض النبى صم قد كان بعدك انباء وهنبثة - لوكنت شاهدنا لم يكثرا الخطب انا فقدناك فقد الارض وابلها - فاختل اهلك فاشهدهم ولاتغب الشيخ قال حدثنى ابن همام عن حميدبن زياد وعن احمدبن حمدان قال حدثنى ابوجعفر احمدبن زيدبن جعفر الازدى البزاز ولقبه بزيع و وينزل في طاق زهير قال حدثنى محمدبن مثنى القسم الحضرمى قال حدثنى جعفربن محمدبن شريح بجميع مافى هذا الكتاب الاحد يثين لعلى بن عبدالله بن سعيد في اخر الكتاب وعنه عن ابن همام عن حميدبن زياد ومحمدبن جعفر الزراد</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(البزاز خ د) القرشى عن يحيى بن ذكريا اللؤلؤى قال حدثنا محمدبن احمدبن هرون الخزاز عن محمد بن على الصير في عن محمد بن سنان عن مفضل بن عمر عن جابر الجعفى عن رجل عن جابربن عبدالله قال كان لامير المؤمنين صاحب يهودى قال وكان كثيرا مايألفه وان كانت له حاجة اسعفه فيها فمات اليهودى فحزن عليه واستبدت وحشته له قال فالتفت اليه النبى صم وهو ضاحك فقال له يا اباالحسن مافعل صاحبك اليهودى قال قلت مات قال اغمت به واستبدت وحشتك عليه قال نعم يا رسول الله قال فتحبب تراه محبورا قال نعم بابى انت رامى قال ارفع رأسك وكشط له عن السماء الرابعة فاذا هو بقية من زبر جدة خضراء معلقة بالقدرة فقال له يا اباالحسن هذا لمن يحبك من اهل الذمة من اليهود والنصارى والنجوس وشيعتك المؤمنون معى ومعك غدا في الجنة وجدت اخره كتب هذا الحديث من كتاب رفعه الله إلى محمدبن جعفر القرشى ذكر انه سمعه عن يحيى بن ذكريا اللؤلؤى الشيخ ايده الله قال اخبرنى ابو جعفر محمدبن الحسن بن الوليد حدثنا محمدبن الحسن الصفار عن احمدبن محمدبن عيسى عن موسى بن القسم عن الحسن بن محبوب عن على بن رياب عن مولى القميين قد اخبرنى عمن اخبره عن ابى عبدالله (ع) عن ابائه عليهم السلم قال قال رجل من اليهود لرسول الله صم يا محمد اخبرنى مايقول الحمار في نهيقه ومايقول الفرس في صهيله وما يقول الدارج في صوته وماتقول القنبرة في صوتها ومايقول الضفد</w:t>
      </w:r>
      <w:r w:rsidR="00615BB2" w:rsidRPr="00203FAD">
        <w:rPr>
          <w:rtl/>
        </w:rPr>
        <w:t xml:space="preserve"> (علیه السلام) </w:t>
      </w:r>
      <w:r w:rsidRPr="00203FAD">
        <w:rPr>
          <w:rtl/>
        </w:rPr>
        <w:t xml:space="preserve">في نقيقه وما يقول الهدهدفى صوته قال فاطرق رسول الله صم ثم قال اعد على يا يهودى فقال فاعاد فقال </w:t>
      </w:r>
      <w:r w:rsidR="00615BB2" w:rsidRPr="00203FAD">
        <w:rPr>
          <w:rtl/>
        </w:rPr>
        <w:t xml:space="preserve">رسول الله  (صلّى الله عليه وآله وسلم) </w:t>
      </w:r>
      <w:r w:rsidRPr="00203FAD">
        <w:rPr>
          <w:rtl/>
        </w:rPr>
        <w:t>اما الحمر فيلعن العشار فاما الفرس فيقول الملك لله الواحد القهار واما الدارج فيقول الرحمن على العرش استوى واما الديك فيقول سبوح قدوس رب الملئكة والروح واما الضفدع فيقول اذكروالله ياغافلين واما الهدهد فيقول رحمك الله يا اباداود يعنى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سليمان بن داود واما القنبرة فيقول لعن الله من يبغض اهل بيت رسول الله صم (صورة مافى آخر النسخة) الحمدالله وصلى على محمد واله اجمعين كتبه منصوربن الحسن بن الحسين الابى في ذى الحجة سنة 374 اربع وسبعين وثلثمائة من نسخة ابى الحسن محمدبن حسن بن الحسين بن ايوب القمى بالموصل</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w:t>
      </w:r>
    </w:p>
    <w:p w:rsidR="00947E93" w:rsidRDefault="00947E93" w:rsidP="00203FAD">
      <w:pPr>
        <w:pStyle w:val="Heading2Center"/>
        <w:rPr>
          <w:rtl/>
        </w:rPr>
      </w:pPr>
      <w:bookmarkStart w:id="13" w:name="08"/>
      <w:bookmarkStart w:id="14" w:name="_Toc493591890"/>
      <w:r>
        <w:rPr>
          <w:rtl/>
        </w:rPr>
        <w:t>كتاب عبدالملك بن حكيم</w:t>
      </w:r>
      <w:bookmarkEnd w:id="13"/>
      <w:bookmarkEnd w:id="14"/>
    </w:p>
    <w:p w:rsidR="00947E93" w:rsidRDefault="00947E93" w:rsidP="00203FAD">
      <w:pPr>
        <w:pStyle w:val="libCenterBold2"/>
        <w:rPr>
          <w:rtl/>
        </w:rPr>
      </w:pPr>
      <w:r>
        <w:rPr>
          <w:rtl/>
        </w:rPr>
        <w:t>رواية هرون بن موسى التلعكبرى عن ابى العباس احمدبن محمدبن سعيد الهمدانى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الشيخ ابومحمد هرون بن موسى بن احمد التلعكبرى قال اخبرنا ابوالعباس احمدبن محمدبن سعيد الهمدانى قال اخبرنا على بن حسن بن على بن فضال الثمالى قال حدثنا جعفربن محمدبن حكيم قال حدثنى عمى عبدالملك بن حكيم عن سيف التمار عن ابى حمزة الثمالى قال سمعت اباجعفر (ع) يقول ان سلمان كان ادارا كه العلم الاول انه كان على الشريعة من دين عيسى (ع) فخدم بعض رهبانهم وكان رجلا ظالما لنفسه فصبر عليه واخذ من محاسنه فلما حضرته الوفاة قال له ان لى عليك حقا لخدمتى اياك وصبرى معك قال صدقت قال فحاجتى اليك ان تدلنى على رجل افضل منك اخدمه قال فدله على رجل في ناحية الشام قال وتوفى الرجل فلما ان دفنه اخبر خيارهم و صلحائهم بما كان يصنع في قسمهم ودلهم على ما كنز قال فاعظموا ذلك له وهموا به وقالوا اولم تستخرج ماتقول لتقعن فيما نكره قال فاوقفهم على موضع ذخائره وكنزه قال فاستحيوا من سلمان وسئلوه ان يجعلهم في حل وان يقيم معهم فيكون موضعه فابى وقال حاجتى ان تخبرونى عن هذا الرجل الذى سمى لى هو كما قال قال فقالوا له نعم هو افضل من نعرفه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بقى من ابناء الحواريين قال فمضى اليه فاصابه على ماذكرو اوافضل ويقال انه كان في عداد الا وصياء قال فخدمه حتى حضرته الوفاء فقال له ياهذا انه قد حضرك ماترى وانابك واثق فمن الخليفة بعدك الذى اكون معه اقوم معه مقامى معك قال فدله على رجل كان بارض الروم قال فمضى اليه واذا شيخ كبير عالم فلم يلبث الايسيرا حتى حضرته الوفاة فقال له مثل ماقال لاصحابه فقال ليس لك إلى ذاك حاجة في هذه السنة المقبلة يظهر نبى بارض يثرب وهو راكب البعير الذى بشربه المسيح عيسى بن مريم فانطلق حتى تكون معه فلما ان فرغ من دفنه مضى على وجهه وقد اخذ صفته وانه يقبل الهدية ولايقبل الصدقة وبين كتفيه خاتم النبوة قال فبينا هويسير اذهجم على خلق كثير مجتمعين في صحراء حولها غياض وقد اخرجوا زمناهم ومرضاهم قال فسلم عليهم وقال لهم ماقصتكم ولاى شئ اجتماعكم فقالوا نحن نجتمع في كل سنة في مثل هذا الوقت لانه يخرج علينا من هذه الغيضة عبد صالح فنسئله ان يدعوالله فيشفى زمنانا ويبرء مرضانا فربما اقمنا اليوم واليومين واكثر مايخرج الينا في اليوم الثالث قال فاقام معهم فلما كان من غد اليوم الذى قدم فيه اذا هم برجل قد خرج في ثوبين ابيضين فقاموا اليه يسئلونه حوائجهم فلما ان فرقوا تبعه سلمان فقال له ماتريد قال انا رجل كنت اخدم العلماء من ابناء حوارى عيسى</w:t>
      </w:r>
      <w:r w:rsidR="00615BB2" w:rsidRPr="00203FAD">
        <w:rPr>
          <w:rtl/>
        </w:rPr>
        <w:t xml:space="preserve"> (علیه السلام) </w:t>
      </w:r>
      <w:r w:rsidRPr="00203FAD">
        <w:rPr>
          <w:rtl/>
        </w:rPr>
        <w:t>فقالوا إلى انه يظهر نبى بيثرب في هذه السنة المقبلة فخرجت في طلبه فاردت ان اسئلك اصدقونى قال نعم صدقوك منزله اليوم مكة وستلقاه واذا القيته فاقرء السلام عنى كثيرا قال فلما اسلم سلمان ولقى رسول الله صم فحدثه حديثه قال له النبى صم ذاك اخى عيسى(ع) وباسناده عن جعفربن محمدبن حكيم قال حدثنى عمى عبدالملك قال حدثنى حباب بن ابى حباب الكلبى عن ابيه قال سمعت عليا (ع) وهو</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يقول ليخر بن العرب كما يخرب البيت الخرب يصيرون ثللا يقتل بعضهم بعضا لايبالى الله من غلب وعن عمه عبدالملك عن عمار الساباطى قال سمعت اباعبدالله (ع) يقول اهدى لرسول الله صم من ناحية فارس ذالحوح فوضع بين يدى </w:t>
      </w:r>
      <w:r w:rsidR="00615BB2" w:rsidRPr="00203FAD">
        <w:rPr>
          <w:rtl/>
        </w:rPr>
        <w:t xml:space="preserve">رسول الله  (صلّى الله عليه وآله وسلم) </w:t>
      </w:r>
      <w:r w:rsidRPr="00203FAD">
        <w:rPr>
          <w:rtl/>
        </w:rPr>
        <w:t>فقال لابى بكراى شئ هذا قال مااعرفه ثم قال لعمراى شئ هذا فقال مااعرفه ثم قال لعثمان اى شئ هذا فقال مااعرفه ثم قال لعلى (ع) اى شئ هذا قال فقال يا رسول بابى انت وامى شئ يسميه اهل فارس ذالحوح قال فقال عمر ماعلم على مايسميه اهل فارس قال فوضع صم يده على على (ع) فقال اليك عنه فان الله قد علمه الاسماء التى علمها اباه ادم (ع) وعن عمه عبدالملك عن بشير النبال قال كنت على الصفاو ابوعبدالله قائم عليها اذا انحدرو انحدرت في اثره قال واقبل ابوالدوانيق على جمازته ومعه جنده على خيل وعلى ابل فزحموا اباعبدالله (ع) حتى خفت عليه من خيلهم فاقبلت اقيه بنفسى واكون بينهم وبينه بيدى قال فقلت في نفسى يارب عبدك وخير خلقك في ارضك وهؤلاء شر من الكلاب قدكانوا يعتبونه قال فالتفت إلى وقال يابشير قلت لبيك قال ارفع طرفك لتنظر قال فاذا والله واقية (وافية خ د) من الله اعظم مما عسيت ان اصفه قال فقال يابشير انا اعطينا ماترى ولكنا امرنا ان نصبر فصبرنا وعن عمه عبدالملك عن لكميت بن زيد قال لما انشدت اباجعفر (ع) مدائحهم قال لى ياكميت طلبت بمدحك ايانا لثواب الدنيا او الثواب الاخرة قال قلت لاوالله ماطلبت الاثواب الاخرة فقال امالوقلت ثواب الدنيا قاسمتك مالى حتى النعل والبغل قال قلت جعلنى الله فداك اخبرنى عنهما قال ما اهريقت محجمة من دم ظلما ولارفع حجر لغير حقه ولاحكم باطل</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الاوهو في اعتاقهما إلى يوم القيمة قال قلت ابعد هما الله جعلت فداك فما تأمرنى في الشعر فيكم قال لك ماقال رسول الله صم لحسان بن ثابت لن يزال معك روح القدس مادمت تمدحنا اهل البيت وعن عمه عبدالملك عن بشير النبال عن ابى عبدالله (ع) قال سهر داود ليلة يتلو الزبور فاعجبته عبادته فنادته ضفدع ياداود تعجب من سهرك ليلة وانى لتحت هذه الصخرة منذ اربعين سنة ماجف لسانى عن ذكر الله (هذا الحديث محمول على التقية) لان العامة لايشتر طون العصمة للانبياء (ع)</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w:t>
      </w:r>
    </w:p>
    <w:p w:rsidR="00947E93" w:rsidRDefault="00947E93" w:rsidP="00203FAD">
      <w:pPr>
        <w:pStyle w:val="Heading2Center"/>
        <w:rPr>
          <w:rtl/>
        </w:rPr>
      </w:pPr>
      <w:bookmarkStart w:id="15" w:name="09"/>
      <w:bookmarkStart w:id="16" w:name="_Toc493591891"/>
      <w:r>
        <w:rPr>
          <w:rtl/>
        </w:rPr>
        <w:t>كتاب مثنى بن الوليد الحناط</w:t>
      </w:r>
      <w:bookmarkEnd w:id="15"/>
      <w:bookmarkEnd w:id="16"/>
    </w:p>
    <w:p w:rsidR="00947E93" w:rsidRDefault="00947E93" w:rsidP="00203FAD">
      <w:pPr>
        <w:pStyle w:val="libCenterBold2"/>
        <w:rPr>
          <w:rtl/>
        </w:rPr>
      </w:pPr>
      <w:r>
        <w:rPr>
          <w:rtl/>
        </w:rPr>
        <w:t>رواية هرون بن موسى التلعكبرى عن ابى العباس احمدبن محمدبن سعيد الهمدانى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الشيخ قال حدثنا احمدبن محمدبن سعيد قال حدثنا على بن الحسن بن فضال التيملى قال حدثنا العباس عن عامر القصبى قال حدثنا مثنى بن الوليد الحناط عن ميسر البياع الزطى عن ابى عبدالله (ع) انه علمه دعاء يدعوبه اللهم انى اسئلك بقوتك وقدرتك وما احوط به علمك ياحى ياقيوم ان ترد على فلان بن فلان مثنى عن ابى حمزة قال سمعت اباجعفر (ع) يقول الخلق عيال الله فاحبهم اليه احسنهم صنيعا إلى عياله مثنى عن ابى ميسره حمزة عن ابى عبدالله (ع) في الغلام يفجر بالمرئة قال يعزر ويقام على المرئة الحد وفى الرجل يفجر بالجارية قال تعزر الجارية ويقام على الرجل الحد مثنى عن ابى بصير قال سمعت اباعبدالله (ع) وهو يقول لايخاصم الاشاك في دينه اومن لاورع له مثنى قال كنت جالسا عند ابى عبدالله (ع) فقال له ناجية (ناحيه خ ل) ابوحبيب الطحان اصلحك الله انى اكون اصلى بالليل النافلة فاسمع من الرحى ما اعرف ان الغلام قدنامن عنها فاضرب الحائط لاوقظه قال نعم</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وماباس بذلك انت رجل في طاعة ربك تطلب رزقك ان الفضل بن عباس صلى يقوم فسمع رجلا خلفه فرقع اصبعه فلم يزل يحفظه (يغيظه خ د) حتى اقبل فلما انفتل قال ايكم عبث باصبعه فقال صاحبها انا فقال له سبحان الله الاكفقت عن اصبعك فان صاحب الصلوة اذاكان قائما فيها كان كالمودع لها لاتعد إلى مثلها ابدا صلى صلوة مودع لاترجع إلى مثلها ابدا اتدرى من تتاجى لاتعد إلى مثل ذلك مثنى عن منصور بن حازم قال قلت لابى عبدالله (ع) ايقبل الصائم المرئة فقال اما اناوانت فشيخان كبير ان ليس بها باس واما الشاب فمكروهة له مثنى عن ابى بصير قال قلت لابى عبدالله (ع) اى شئ يحل للمملوك ان ينظر اليه من مولاته قال ينظر إلى رأسها ولاينظر إلى ساقها مثنى عن ميمون بن مهران قال سمعت اميرالمؤمنين (ع) يقول خذوا عنى خمسا لايخف احدكم الاذنبه ولايرجو الاربه ولايستحيى العالم اذا سئل عما لايعلم ان يقول الله اعلم والصبر من الايمان بمنزلة الراس في الجسد مثنى عن زيد الشحام قال قلت لابى عبدالله (ع) الرجل يشترط على خادمه يعتقها ويكون عتقها مهرها قال جائز مثنى عن منهال القماط قال قلت لابى عبدالله (ع) رجل يخرج يشترى الغنم من افواه السكك (السكر خ د) ممن يتلقاها قال لا ولا يؤكل لحم مايلقى مثنى عن ابى بصير قال سمعت اباعبدالله (ع) يقول ان الله عزوجل خلق خلقه فخلق قوما لحبنا لوان احدا خرج من هذا الرأى لرده الله اليه مارغم انفه وخلق قوما لبغضنا لايحبونا ابدا مثنى عن ابى بصير قال دخلت على حميدة اعزيها بابى عبدالله (ع)</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فبكت ثم قالت با اباء محمد لو شهدته حين حضرته الموت وقد قبض احدى عينيه ثم قال ادعوا لى قرابتى ومن يطف (يطيف خ د) بى فلما اجتمعوا حوله قال ان شفاعتنالن تنال مستخفا بالصلوة ولم يرد علينا للحوض من يشرب بهذه الاشربة فقال لهم بعضهم اى اشربة هى فقال كل مسكر مثنى عن ابى بصير قال سئلت اباعبدالله (ع) عن ثمن ولد الزنا فقال تزوج منه ولايحج ومثنى عن ابى بصير قال ابوعبدالله (ع) من ولى درهمين فلم يحكم فيهما بما انزل الله فقد كفر بما انزل الله مثنى عن يزيدبن فرقد قال قال لى ابوعبدالله (ع) صل العصر يوم الجمعة على قدمين بعد الزوال مثنى عن ابان بن تغلب قال قلت لابى عبدالله (ع) مايزال الرجل من الشيعة يخرج فيبايعه عالم من الناس فيقبلون فقال ابوعبدالله (ع) فيهم الكذابون وفى غيرهم المكذبون مثنى عن ابى بصير قال ذكرنا العجيلة عند ابى عبدالله (ع) فقال اماانهم لن تفلحوا ابدا ولن تذهب الايام حتى يدخلوا افيكم طائعين اوكارهين مثنى عن ابى بصير عن ابى عبدالله (ع) قال قال لى مامن شئ الاوله حد قال فقلت وماحدا لتوكل قال اليقين قلت فما حداليقين قال ان لاتخاف مع الله شيئا مثنى عن ابى بصير عن ابى عبدالله (ع) قال من دخل في هذا الامر فليتخذ للبلاء جلبا با فوالله لهو الينا والى شيعتنا اسرع من السيل إلى قرار الوادى يتبع بعضه بعضا مثنى عن زياد بن يحيى عن ابى عبدالله (ع) قال لاينبغى ان يضع الرجل البرطلة على راسه حلو الكعبة فانها لباس اهل الشرك</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مثنى عن زياد بن يحيى قال دخلت على ابى عبدالله (ع) وقدامه طبق فيه رمان فقال لى كل من هذا الرمان فدنوت فاكلت فقال اما انه ليس من شئ يؤكل احب إلى من ان لايشركنى فيه احد غير الرمانة اما انه مامن رمانة الاوفيها حب من الجنة مثنى عن منصور بن حازم قال سئلت اباعبدالله (ع) عن مسألة فقلت اسئلك عنها ثم يسئلك غيرى فتجيبه بغير جواب الذى اجبتنى به فقال ان الرجل يسئلنى عن المسألة يزيد فيها الحرف فاعطيه على قدر مازاد وينقص الحرف واعطيه على قدر ماينقص مثنى عن ابى بصير عن ابى عبدالله (ع) قال سئلت عن السموات السبع قال سبع سموات ليس منها سماء الاوفيها خلق وبينها بين الاخرى خلق حتى ينتهى إلى السابعة قلت والارض قال سبع منهن خمس فيهن خلق من خلق الرب واثنان هواء ليس فيها شئ تم كتاب الحناط والحمد لله رب العالمين</w:t>
      </w:r>
    </w:p>
    <w:p w:rsidR="00947E93" w:rsidRDefault="00947E93" w:rsidP="00947E93">
      <w:pPr>
        <w:pStyle w:val="libNormal"/>
        <w:rPr>
          <w:rtl/>
        </w:rPr>
      </w:pPr>
      <w:r>
        <w:rPr>
          <w:rtl/>
        </w:rPr>
        <w:br w:type="page"/>
      </w:r>
    </w:p>
    <w:p w:rsidR="00947E93" w:rsidRDefault="00947E93" w:rsidP="00203FAD">
      <w:pPr>
        <w:pStyle w:val="Heading2Center"/>
        <w:rPr>
          <w:rtl/>
        </w:rPr>
      </w:pPr>
      <w:bookmarkStart w:id="17" w:name="10"/>
      <w:bookmarkStart w:id="18" w:name="_Toc493591892"/>
      <w:r>
        <w:rPr>
          <w:rtl/>
        </w:rPr>
        <w:lastRenderedPageBreak/>
        <w:t>كتاب خلاد السندى</w:t>
      </w:r>
      <w:bookmarkEnd w:id="17"/>
      <w:bookmarkEnd w:id="18"/>
    </w:p>
    <w:p w:rsidR="00947E93" w:rsidRDefault="00947E93" w:rsidP="00203FAD">
      <w:pPr>
        <w:pStyle w:val="libCenterBold2"/>
        <w:rPr>
          <w:rtl/>
        </w:rPr>
      </w:pPr>
      <w:r>
        <w:rPr>
          <w:rtl/>
        </w:rPr>
        <w:t>رواية هرون بن موسى التلعكبرى عن ابى العباس احمدبن محمدبن سعيد الهمدانى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وعنه ايده الله تعالى قال حدثنا ابوالعباس احمدبن محمدبن سعيد قال حدثنا يحيى بن زكريا بن شيبان قال حدثنا محمدبن ابى عمير قال حدثنا خلاد السندى البزاز الكوفى عن ابى عبدالله (ع) في رجل ذبج حمامة من حمام الحرم قال عليه الفداء قال قلت فياكله قال لاان اكلته كان عليك فداء اخر قال قلت فيطرحه قال اذا يكون عليك فداء اخبر فقال فما اصنع به فقال (ع) ادفنه خلاد السندى قال قلت لابى عبدالله (ع) طفت طواف الواجب وفى ثوبى قال لابأس اولا عليك المستحاضة تطوف بالبيت قلت فمعنا امرئة قدولدت قال تقيم حتى تطهر قلت فما من ذاك بدقال مامن ذاك بد خلاد عن ابى حمزة الثمالى عن على بن الحسين (ع) قال مااحب ان لى بذل نفسى حمر النعم وماتجرعت من جرعة احب إلى من جرعة غيظ لااكلم فيها صاحبها خلاد عن عمر بن شمر قال قلت لابى عبدالله (ع) يتزوج الرجل قابلته قال لاولاابنتها خلاد عن رجل عن الحسن البصرى قال بلغه ان عبدالملك بن مروان يشتم عليا (ع) في خطبته فقال مالعبد الملك ويله يسب اخا رسول الله ص</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في الدنيا والاخرة فقال له اصحابه تروى هذا يااباسعيد وانت تقول يود على انه كان ياكل حشف المدينة وانه لم يقتل من المسلمين من قتل قال اقول هذا والله احل إلى من الحرص على سبه اما والله لطال ماسمع وطوء جبرئيل فوق بيته خلاد قال ودع </w:t>
      </w:r>
      <w:r w:rsidR="00615BB2" w:rsidRPr="00203FAD">
        <w:rPr>
          <w:rtl/>
        </w:rPr>
        <w:t xml:space="preserve">رسول الله  (صلّى الله عليه وآله وسلم) </w:t>
      </w:r>
      <w:r w:rsidRPr="00203FAD">
        <w:rPr>
          <w:rtl/>
        </w:rPr>
        <w:t>عليا فقال له زودك الله التقوى وغفرلك ذنبك ووجه لك الخير حيث ماتو جهت خلاد رفعه إلى امير المؤمنين (ع) في الرجل يموت ويترك مالا وليس له احد فقال له اميرالمؤمنين (ع) اعط الميراث مشاريجه خلاد رفعه إلى رسول الله صلى الله عليه وآله قال عن يمين العرش قوما على منا بر من نور وجوههم من نور يغبطهم الانبياء والشهداء ليسوا بانبياء ولاشهداء فقال ابوبكر يا</w:t>
      </w:r>
      <w:r w:rsidR="00615BB2" w:rsidRPr="00203FAD">
        <w:rPr>
          <w:rtl/>
        </w:rPr>
        <w:t xml:space="preserve">رسول الله  (صلّى الله عليه وآله وسلم) </w:t>
      </w:r>
      <w:r w:rsidRPr="00203FAD">
        <w:rPr>
          <w:rtl/>
        </w:rPr>
        <w:t>من هم يا رسول الله فسكت عنه فقال عمر من هم يا رسول الله فسكت عنه فقال على (ع) من هم يا رسول الله قال</w:t>
      </w:r>
      <w:r w:rsidR="00615BB2" w:rsidRPr="00203FAD">
        <w:rPr>
          <w:rtl/>
        </w:rPr>
        <w:t xml:space="preserve"> (صلّى الله عليه وآله وسلم) </w:t>
      </w:r>
      <w:r w:rsidRPr="00203FAD">
        <w:rPr>
          <w:rtl/>
        </w:rPr>
        <w:t>هم شيعتك وانت امامهم</w:t>
      </w:r>
    </w:p>
    <w:p w:rsidR="00947E93" w:rsidRDefault="00947E93" w:rsidP="00947E93">
      <w:pPr>
        <w:pStyle w:val="libNormal"/>
        <w:rPr>
          <w:rtl/>
        </w:rPr>
      </w:pPr>
      <w:r>
        <w:rPr>
          <w:rtl/>
        </w:rPr>
        <w:br w:type="page"/>
      </w:r>
    </w:p>
    <w:p w:rsidR="00947E93" w:rsidRDefault="00947E93" w:rsidP="00203FAD">
      <w:pPr>
        <w:pStyle w:val="Heading2Center"/>
        <w:rPr>
          <w:rtl/>
        </w:rPr>
      </w:pPr>
      <w:bookmarkStart w:id="19" w:name="11"/>
      <w:bookmarkStart w:id="20" w:name="_Toc493591893"/>
      <w:r>
        <w:rPr>
          <w:rtl/>
        </w:rPr>
        <w:lastRenderedPageBreak/>
        <w:t>كتاب حسين بن عثمان بن شريك</w:t>
      </w:r>
      <w:bookmarkEnd w:id="19"/>
      <w:bookmarkEnd w:id="20"/>
    </w:p>
    <w:p w:rsidR="00947E93" w:rsidRDefault="00947E93" w:rsidP="00203FAD">
      <w:pPr>
        <w:pStyle w:val="libCenterBold2"/>
        <w:rPr>
          <w:rtl/>
        </w:rPr>
      </w:pPr>
      <w:r>
        <w:rPr>
          <w:rtl/>
        </w:rPr>
        <w:t>روايه هرون بن موسى التلعكبرى عن ابى العباس احمدبن محمدبن سعيد الهمدانى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الشيخ ايده الله قال حدثنا ابوالعباس احمدبن محمدبن سعيد قال حدثنا جعفربن عبدالله المحمدى قال حدثنا محمدبن ابى عمير عن الحسين بن عثمان عن عبدالله بن مسكان عن سليمان بن خالد قال قال ابوجعفر (ع) ان ابى نظر إلى رجل يمشى مع ابيه الابن متكى على زراع ابيه قال فما كلمه على بن الحسين عليهما السلام مقتا له حتى فارق الدنيا حسين عن اسحق بن عمار قال سمعت اباعبدالله (ع) يقول ان الزكوة تحل لمن له نمانماة درهم وتحرم على من له خمسين درهما قا ل قلت وكيف ذلك قال يكون لصاحب الثمانماة عيال ولايكسب مايكفيه ويكون صاحب الخمسين درهما ليس له عيال وهو يصيب مايكفيه حسين عن ابى الحسن في رجل اعطى مالا يقسمه فيمن يحل له اله ان يأخذ شيئا منه لنفسه ولم يسم له قال ياخذ لنفسه مثل ما اعطى غيره حسين ومحمدبن ابى حمزة عن ابى جعفر (ع) قال من خرج عن مكة وهولايريد العود اليها فقد اقترب اجله دنى عذابه حسين عن ابى عبدالله (ع) في الغوص قال عليه الخمس حسين عمن ذكره وغير واحد عن ابى عبدالله (ع) قال لايصلح المرء</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الاعلى ثلث خصال التفقه في الدين وحسن التقدير في المعيشة والصبر على النائبة حسين ومحمدبن ابى حمزة عمن ذكرا عن ابى عبدالله (ع) قال من حقر مؤمنا مسكينا لم يزل الله له حاقرا ماقتا حتى يرجع عن محقرته اياه حسين عن حسين بن مختار عن ابى عبدالله (ع) قال ان الله عزوجل يبغض الغنى الظلوم والشيخ الفاجر والصعلوك المحتال قال ثم قال اتدرى ما الصعلوك المحتال قال قلت القليل المال قال لا ولكنه الغنى الذى لايتقرب إلى الله تعالى بشئ من ماله حسين عن اسحق بن عمار عن ابى عبدالله (ع) قال لايطلق التطليقة الثالثة حتى يمسها حسين عن بعض اصحابه عن ابى عبدالله قال اذا اصبت الحديث فاعرب عنه بماشئت حسين عن محمدبن مسلم عن ابى بصير عن ابى عبدالله</w:t>
      </w:r>
      <w:r w:rsidR="00615BB2" w:rsidRPr="00203FAD">
        <w:rPr>
          <w:rtl/>
        </w:rPr>
        <w:t xml:space="preserve"> (علیه السلام) </w:t>
      </w:r>
      <w:r w:rsidRPr="00203FAD">
        <w:rPr>
          <w:rtl/>
        </w:rPr>
        <w:t>انه سئل عن الخمر يجعل منه الخل قال لاالاماكان من قبل نفسه حسين عن ابى عبدالله (ع) قال لو ترك الناس الحج ما انتظروا (فلينظرواخ د) بالعذاب حسين عن ام سعيد الاحمسية قال سئلت اباعبدالله (ع) عن زيارة قبر الحسين (ع) فقال تعدل حجة وعمرة ومن الخير هكذا ومن الخير هكذا وقال بيديه حسين عن اسحاق بن عمار قال قلت لابى الحسن (ع) المرئة تخاف الحبل وتشرب الدواء فتلقى مافى بطنها فقال لافقلت انما هى نطفة فقال ان اول مايخلق النطفة حسين عن ابى عبدالله (ع) قال تقول الجنة يارب ملات النار كما</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وعدتها فاملانى كما وعدتنى قال فيخلق الله خلقا يومئذ فيدخلهم الجنة ثم قال ابوعبدالله (ع) طوبى لهم لم يروا اهوال الدنيا وغمومها حسين عن رجل عن ابى عبدالله (ع) قال من منع قيراطا من الزكوة فليس بمؤمن ولامسلم متعمدا لاولاكرامة حسين وغير واحد عن عبدالله بن شيبان عن ابى عبدالله (ع) قال انما حرم على بنى هاشم من الصدقة الزكوة المفروضة على الناس ثم قال لولاان هذا الحرمت علينا هذه المياه التى فيها مكة والمدينة حسين عن اسحق بن عمار عن ابى عبدالله (ع) في رجل مات واقربعض قرابته لرجل بدين قال يلزمه في حصته حسين عن اسحق بن عمار قال سئلت اباالحسن (ع) عن الفطرة فقال الجيران احق بها وقال لابأس ان تعطى قيمة ذلك فضة حسين عن اسحق عن ابى عبدالله (ع) قال الغايب اذا اراد ان يطلق تركها شهرا حسين عن رجل عن ابى عبدالله (ع) قال رب فقير هو اسرف من غنى ان الغنى ينفق مما اتاه الله والفقير مما ليس عنده عن رجل عن ابى عبدالله (ع) قال ان اول مايحاسب عليه العبد الصلوة فاذا قبلت قبل سائر عمله واذا ردت رد عليه ساير عمله حسين عن رجل عن ابى عبدالله (ع) قال ان العبد اذا صلى الصلوة لوقتها وحافظ عليها ارتفعت بيضاء نقيه تقول حفظتنى حفظك الله واذا لم يصلها لوقتها ولم يحافظ عليها رجعت سوداء مظلمة تقول ضيعتنى ضيعك الله حسين عن سليمان الطلحى قال قلت لابى جعفر (ع) اخبرنى عما اخبرت به الرسل عن ربها وانهت ذلك إلى قومها ايكون لله البداء قال اماانى لااقول لك انه يفعل ولكن انشاء فعل</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حسين عمن ذكره عن ابى عبدالله (ع) قال انتم يومئذ والله حكام الارض وسنامها لايسعنا في ديننا الاذلك حسين عن رجل عن ابى عبدالله (ع) في الذى يكون بمكة يعتمر فيخرج إلى بعض الاوقات قال يقطع التلبية اذا نظر إلى الكعبة حسين عمن ذكره عن ابى عبدالله (ع) قال اذا كان يوم الجمعة فالبس احسن ثيابك ومس الطيب فان رسول الله صم كان اذا لمك يمس (يصب خ ل) دعا بالثوب المصبوغ فرشه بالماء ثم مسح به وجهه حسين عمن اخبره عن ابى عبدالله (ع) قال قلت له نتخوف ان ينزلنا الله بذنوبنا منازل المستضعفين قال لاوالله لايفعل الله ذلك لكم ابدا حسين عن رجل عن ابى جعفر (ع) قال كنا جماعة عندالقبر فوقف علينا فقال السلام عليكم اماوالله انى لاحب ريحكم وارواحكم وانكم لعلى دين الله ودين ملئكته ماعلى ذلك احد غيركم وانكم الذين قال الله ان تجتنبوا كبائر ماتنهون عنه نكفر عنكم سيئاتكم وندخلكم مدخلا كريما حسين عمن ذكره عن ابى عبدالله (ع) في رجل اعطى رجلا دراهم ليحج بهاعنه فحج عن نفسه قال هى للاول حسين عن اسحق بن عمار عن ابى عبدالله (ع) في رجل حج عن رجل فاجترح في حجه شيئا يلزمه فيه الحج من قابل اوكفارة قال هى للاول تامة وعلى هذا مااجترح حسين عمن ذكره عن ابى عبدالله (ع) في رجل اعطى لرجل مالا يحج به فحدث بالرجل حدث قال ان كان خرج فاصابه في بعض الطريق فقد اجزء‌ت عن الاول والافلاتجزى عن رجل عن ابى عبدالله (ع) قال مابين الدفتين قرأن حسين قال قال ابوعبدالله (ع) في السنة اثنى عشر عمرة في كل شهر عمرة</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حسين عن ابى الحسين (ع) قال اذا ظهر النزاليك من خلف الحايط من كنيف في القبلة سترته بشئ قال ابن ابى عمير ورايتهم قد ثنوا بارية وباريتين قد تستروا (سترواح د) بها حسين عمن ذكره عن ابى عبدالله (ع) في الصداع اخرج عليك ياحمى وياصداع اوعرق اوعين انس اوعين جن اووجع فلان بن فلانة (ن خ د) اخرج عليكم بالله الذى اتخذ ابرهيم خليلا وكلم موسى تكليما وبرب عيسى بن مريم الذى هوروحه وكلمته الاهدأتم وطفيتم كما طفيت نارابرهيم حسين قال رايت اباالحسن (ع) قدبنى بمنى بناء ثم هدمه حسين عن ابى عبدالله (ع) قال ما الصلعوك عند كم قال قيل الذى ليس له شئ فقال ابوعبدالله (ع) ولكنه الغنى الذى لا يتقرب إلى الله بشى من ماله حسين عن ابى عبدالله (ع) قال هو الاسم ولايؤمن عليه الامسلم قال فقال له رجل اصلحك الله ان لنا جارا قصابا يدعو يهوديا فيذبح له حتى يشترى منه اليهود قال لاتاكل ذبيحته ولاتشترمنه حسين عن زرارة عن ابى عبدالله (ع) قال صلوة الليل كفارة لما اجترح بالنهار حسين عن اسحق بن عمار اوسماعة بن مهران عن ابى عبدالله (ع) قال كان رسول الله صم اذا دخل العشر الاواخر ضربت له قبة شعر وشد المئرر قال قلت له واعتزل السناء قال اما اعتزال النساء فلا حسين عن سماعة عن عن ابى بصير عن ابى عبدالله (ع) الدنيا كانوا من الطعام والشراب فيما يكفيهم اوقال فيما ادعوا قال فقال زدنى قال (ع) ان المومن يزوج اربعة الاف (الف خ ل) ثيب وثمانمائة عذراء قال فقال ما تفتش منهن شيئا الاوجدتها كذلك</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حسين عن اسحق بن عمار عن ابى عبدالله (ع) قال ليس من وجه يتوجه فيه الناس الاللدنيا الاالحح حسين عمن ذكره عن ابى عبدالله (ع) قال صلة الرحم تزكى الاعمال وتنمى الاموال وتيسر الحساب وتدفع البلوى وتزيد في الاعمار تم بحمدالله تعالى</w:t>
      </w:r>
    </w:p>
    <w:p w:rsidR="00947E93" w:rsidRDefault="00947E93" w:rsidP="00947E93">
      <w:pPr>
        <w:pStyle w:val="libNormal"/>
        <w:rPr>
          <w:rtl/>
        </w:rPr>
      </w:pPr>
      <w:r>
        <w:rPr>
          <w:rtl/>
        </w:rPr>
        <w:br w:type="page"/>
      </w:r>
    </w:p>
    <w:p w:rsidR="00947E93" w:rsidRDefault="00947E93" w:rsidP="00203FAD">
      <w:pPr>
        <w:pStyle w:val="Heading2Center"/>
        <w:rPr>
          <w:rtl/>
        </w:rPr>
      </w:pPr>
      <w:bookmarkStart w:id="21" w:name="12"/>
      <w:bookmarkStart w:id="22" w:name="_Toc493591894"/>
      <w:r>
        <w:rPr>
          <w:rtl/>
        </w:rPr>
        <w:lastRenderedPageBreak/>
        <w:t>كتاب عبدالله بن يحيى الكاهلى</w:t>
      </w:r>
      <w:bookmarkEnd w:id="21"/>
      <w:bookmarkEnd w:id="22"/>
    </w:p>
    <w:p w:rsidR="00947E93" w:rsidRDefault="00947E93" w:rsidP="00203FAD">
      <w:pPr>
        <w:pStyle w:val="libCenterBold2"/>
        <w:rPr>
          <w:rtl/>
        </w:rPr>
      </w:pPr>
      <w:r>
        <w:rPr>
          <w:rtl/>
        </w:rPr>
        <w:t>رواية هرون بن موسى التلعكبرى عن ابى العباس احمدبن محمدبن سعيد الهمدانى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الشيخ ايده الله قال حدثنا ابوالعباس احمدبن محمدبن سعيد قال حدثنا محمدبن احمدبن الحسن بن الحكم القطوانى قال حدثنا احمدبن محمدبن ابى نصر البزنطى قال حدثنا عبدالله بن يحيى الكاهلى قال سمعت اباعبدالله (ع) يقول صلوافى مساجد هم واعتنوا (فاغشوا خ د) جنائز هم وعود وامر ضاهم وقولوا لقومكم مايعرفون ولاتقولوا لهم مالا يعرفون انما كلفوكم من الامرا ليسير فكيف لو كلفو كم ماكلف اصحاب الكهف قومهم كلفوهم الشرك بالله العظيم فاظهروا لهم الشرك واسروا الايمان حتى جائهم الفرج وانتم لاتكلفون هذا عبدالله عن بعض اصحابنا عن ابى عبدالله (ع) قال اذا دخلت السوق فقل لااله الاالله عدد ماينطقون سبحان الله عدد مايسومون تبارك الله احسن الخالقين ثلث مراة سبحان الله عدد ما يبغون سبحان الله عدد ماينطقون سبحان الله عدد مايسومون تبارك الله رب العالمين عبدالله قال سئلت العبد الصالح عن الرجل يخفق وهو جالس في الصلوة قال لابأس بالخفقة مالم يضع جبهته (جنبه خ د) على الارض اويقعد على شئ</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عبدالله قال سئت العبد الصالح عن رجل مسلم احل جاريته لاخيه قال هى له حلال عبدالله عن سماعة بن مهران عن العبد الصالح قال قال لى اتم الصلوة في الحرمين مكة والمدينة عبدالله قال حدثنى عامربن عمير قال قلت لابى عبدالله (ع) جعلنى الله فداك ان امرأتى اعطتنى مالها كله وجعلتنى منه في حل اصنع به ماشئت ايكون لى ان اشترى منه جارية اطاهاقال ليس ذاك لك انما ارادت ارادك ماسرك فليس لك ماسائها عبدالله قال حدثنى عبدالحميد بن عواض الطائى قال قلت لابى عبدالله (ع) ان رجلا اوصى إلى ينسمتين فاشتريت واحدة فاعتقتها وبقيت الاخرى وليس اصبت بما بقى نسمة فقال انظر مكاتبا فضلت عليه فضلة من نجومه ففكه بها عبدالله عن اسمعيل بن جابر عن ابى عبدالله (ع) قال خذمن شعرك اذا اردت الحج مابينك وبين ثلثين يوما إلى النحر عبدالله قال حدثنى حمادة بنت الحسن اخى ابى عبيدة الحذاء قالت سئلت اباعبدالله (ع) عن رجل تزوج امرئة وشرط ان لايتزوج عليها ورضيت ان ذلك مهرها قالت فقال ابوعبدالله (ع) هذا شرط فاسد لايكون النكاح الاعلى درهم اودرهمين عبدالله قال سمعت العبد الصالح (ع) يقول في الحايض اذا انقطع عنها الدم ثم رأت صفرة فليس بشئ تغتسل ثم تصلى عبداالله قال حدثنى محمدبن سنان قال سمعت اباعبدالله (ع) يقول صلوة الليل ثلثة عشر ركعة منها ركعتى الغداة ركعتين اللتين عند الفجر وكان رسول الله صم يصلى قبل طلوع الفجر</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عبدالله قال حدثنى محمدبن مروان قال سمعت اباعبدالله (ع) يقول ماسائل يسئلنى عن صلوة رسول الله صم وصيامه فاخبره بها فيقول ان الله لايعذب على الزيادة كانه يظن انه افضل من </w:t>
      </w:r>
      <w:r w:rsidR="00615BB2" w:rsidRPr="00203FAD">
        <w:rPr>
          <w:rtl/>
        </w:rPr>
        <w:t xml:space="preserve">رسول الله  (صلّى الله عليه وآله وسلم) </w:t>
      </w:r>
      <w:r w:rsidRPr="00203FAD">
        <w:rPr>
          <w:rtl/>
        </w:rPr>
        <w:t>عبدالله عن محمدبن مالك عن عبدالاعلى مولى ال سام قال حدثنى ابوعبدالله (ع) بحديث فقلت له جعلت فدالك اليس زعمت لى الساعة كذا وكذا فقال لاقال فعظم على فقلت بلى والله لقد زعمت لى قال لاوالله مازعمته قال فعظم على فقلت بلى والله لقد قلت قال نعم لقد قلته اما علمت ان كل زعم في القران كذب تم الكتاب والحمد لله رب العالمين</w:t>
      </w:r>
    </w:p>
    <w:p w:rsidR="00203FAD" w:rsidRDefault="00203FAD" w:rsidP="00203FAD">
      <w:pPr>
        <w:pStyle w:val="libNormal"/>
        <w:rPr>
          <w:rtl/>
        </w:rPr>
      </w:pPr>
      <w:bookmarkStart w:id="23" w:name="13"/>
      <w:r>
        <w:rPr>
          <w:rtl/>
        </w:rPr>
        <w:br w:type="page"/>
      </w:r>
    </w:p>
    <w:p w:rsidR="00947E93" w:rsidRDefault="00947E93" w:rsidP="00203FAD">
      <w:pPr>
        <w:pStyle w:val="Heading2Center"/>
        <w:rPr>
          <w:rtl/>
        </w:rPr>
      </w:pPr>
      <w:bookmarkStart w:id="24" w:name="_Toc493591895"/>
      <w:r>
        <w:rPr>
          <w:rtl/>
        </w:rPr>
        <w:lastRenderedPageBreak/>
        <w:t>كتاب سلام (سليمان خ ل) بن إلى عمرة</w:t>
      </w:r>
      <w:bookmarkEnd w:id="23"/>
      <w:bookmarkEnd w:id="24"/>
    </w:p>
    <w:p w:rsidR="00947E93" w:rsidRDefault="00947E93" w:rsidP="00203FAD">
      <w:pPr>
        <w:pStyle w:val="libCenterBold2"/>
        <w:rPr>
          <w:rtl/>
        </w:rPr>
      </w:pPr>
      <w:r>
        <w:rPr>
          <w:rtl/>
        </w:rPr>
        <w:t>رواية التلعكبرى عن ابن عقده</w:t>
      </w:r>
    </w:p>
    <w:p w:rsidR="00947E93" w:rsidRDefault="00947E93" w:rsidP="00947E93">
      <w:pPr>
        <w:pStyle w:val="libNormal"/>
        <w:rPr>
          <w:rtl/>
        </w:rPr>
      </w:pPr>
      <w:r>
        <w:rPr>
          <w:rtl/>
        </w:rPr>
        <w:br w:type="page"/>
      </w:r>
    </w:p>
    <w:p w:rsidR="00947E93" w:rsidRDefault="00947E93" w:rsidP="00203FAD">
      <w:pPr>
        <w:pStyle w:val="libCenterBold1"/>
        <w:rPr>
          <w:rtl/>
        </w:rPr>
      </w:pPr>
      <w:r>
        <w:rPr>
          <w:rtl/>
        </w:rPr>
        <w:lastRenderedPageBreak/>
        <w:t>بسم الله الرحمن الرحيم</w:t>
      </w:r>
    </w:p>
    <w:p w:rsidR="00947E93" w:rsidRDefault="00947E93" w:rsidP="00203FAD">
      <w:pPr>
        <w:pStyle w:val="libNormal"/>
        <w:rPr>
          <w:rtl/>
        </w:rPr>
      </w:pPr>
      <w:r w:rsidRPr="00203FAD">
        <w:rPr>
          <w:rtl/>
        </w:rPr>
        <w:t>الشيخ ايده الله قال حدثنا احمدبن محمدبن سعيد قال حدثنا القسم بن محمدبن الحسين بن حازم قال حدثنا عبدالله بن جبلة الكينانى قال حدثنا سلام بن ابى عروة عن معروف بن خربوذ المكى عن ابى جعفر (ع) قال دخلت عليه فانشأت الحديث وذكرت باب القدر فقال لا اراك الاهناك اخرج عنى قال قلت جعلت فداك ان اتوب منه فقال والله حتى تخرج إلى بيتك وتغسل ثوبك وتغتسل وتتوب منه إلى الله كما يتوب النصرانى من نصرا نيته قال ففعلت سلام عن معروف عن ابى الطفيل عامر بن والله عن امير المؤمنين (ع) قال اتحبون ان يكذب الله ورسوله حدثوا الناس بما يعرفون وامسكو عما ينكرون سلام عن ابى الجارود عن ابى عبدالله الحداى قال قال لى امير المؤمنين (ع) يا اباعبدالله الااخبرك بالحسنة التى من جاء بهاامن من فزع يوم القيمة وبالسيئة التى من جاء بها كب على وجهه في جهنم فقلت بلى يا امير المؤمنين فقال الحسنة حبنا والسيئة بغضنا اهل البيت سلام عن سلام بن سعيد المخزومى عن ابى جعفر (ع) قال قلت لايصعد عملهم إلى الله ولايقبل منهم عملا فقال لامن مات وفى قلبه بغض لنا اهل البيت ومن تولى عدونا لم يقبل الله له عملا سلام عن سلام بن سعيد المخزومى عن يونس بن حباب عن على بن الحسين عليهما السلم قال قام سول الله صم فحمدالله واثنى عليه ثم قال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مابال اقوام اذا ذكر عندهم ال ابراهيم وال عمران فرحوا واستبشرو او اذا ذكر عندهم ال محمد اشمأزت قلوبهم والذى نفس محمد بيده لوان عبد اجاء يوم القيمة بغمل سبعين نبيا ما قبل الله ذلك منه حتى يلقى الله بولايتى وولاية اهل بيتى سلام عن ابى حمزة قال كنت مع ابى جعفر (ع) فقلت جعلت فداك يابن رسول الله قد يصوم الرجل النهار ويقوم الليل ويتصدق ولايعرف منه الاخيرا الاانه لايعرف الولاية قال فتبسم ابوجعفر (ع) وقال ياثابت انا في افضل بقعة على ظهر الارض لوان عبد الم يزل ساجدا بين الركن والمقام حتى يفارق الدنيا لم يعرف ولايتنا لم ينفعه ذلك شيئا سلام عن ابان بن تغلب قال سمعت اباعبدالله (ع) يحدث عن ابى جعفر (ع) قال لما ان نصب رسول الله صم عليا (ع) يوم الغدير فقال من كنت مولاه فعلى مولاه اللهم وال من ولاه وعاد من عاداه واحب من احبه و وابغض من ابغضه وانصر من نصره فقال ابوفلان وفلان كلمة خفية مانالوا مارفع خسيسة ابن عمه لويستطيع ان يجعله نبيا لفعل وايم الله لئن هلك لنزيلنه عما يريد قال فسمعها شاب من الانصار فقال اما والله لقد سمعت مقالتكما وايم الله لابلغن رسول الله صم ماقلتما فنا شداه الله ان لايفعل فابى الاان يبلغ رسول الله صم ماقالا فقالا له اجهدجهدك فاتى رسول</w:t>
      </w:r>
      <w:r w:rsidR="00615BB2" w:rsidRPr="00203FAD">
        <w:rPr>
          <w:rtl/>
        </w:rPr>
        <w:t xml:space="preserve"> (صلّى الله عليه وآله وسلم) </w:t>
      </w:r>
      <w:r w:rsidRPr="00203FAD">
        <w:rPr>
          <w:rtl/>
        </w:rPr>
        <w:t xml:space="preserve">فاخبره بمقالتهما فبعث اليهما </w:t>
      </w:r>
      <w:r w:rsidR="00615BB2" w:rsidRPr="00203FAD">
        <w:rPr>
          <w:rtl/>
        </w:rPr>
        <w:t xml:space="preserve">رسول الله  (صلّى الله عليه وآله وسلم) </w:t>
      </w:r>
      <w:r w:rsidRPr="00203FAD">
        <w:rPr>
          <w:rtl/>
        </w:rPr>
        <w:t>فدعا هما فلما جاء آوراى الشاب عنده عرفا انه بلغه فقال</w:t>
      </w:r>
      <w:r w:rsidR="00615BB2" w:rsidRPr="00203FAD">
        <w:rPr>
          <w:rtl/>
        </w:rPr>
        <w:t xml:space="preserve"> (صلّى الله عليه وآله وسلم) </w:t>
      </w:r>
      <w:r w:rsidRPr="00203FAD">
        <w:rPr>
          <w:rtl/>
        </w:rPr>
        <w:t xml:space="preserve">لهما ماحملكما على ماقلتما يا ابافلان وفلان فحلفا بالله الذى لااله الاهو انهما ماقالا شيئا من ذلك فاقبل </w:t>
      </w:r>
      <w:r w:rsidR="00615BB2" w:rsidRPr="00203FAD">
        <w:rPr>
          <w:rtl/>
        </w:rPr>
        <w:t xml:space="preserve">رسول الله  (صلّى الله عليه وآله وسلم) </w:t>
      </w:r>
      <w:r w:rsidRPr="00203FAD">
        <w:rPr>
          <w:rtl/>
        </w:rPr>
        <w:t>على الانصارى فقال يااخا الانصارى ماحملك ان تكذب على شيخى قريش فود الانصارى ان الارض خسفت به وانه لم يقل شيئا من ذلك قال فدعا الله ان ينزل عذره قال فاتاه جبرئيل في ساعة لم يكن يأتيه فيها وانزل عليه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يحلفون بالله ماقالوا ولقد قالوا كلمة الكفر وكفر وابعد ايمانهم وهموا بمالم ينالوا وما نقموا الاان اغنيهم الله ورسوله من فضله فان يتوبوا يك خيرا لهم وان يتولوا يعذبهم عذابا اليما في الدنيا والاخرة ومالهم في الارض من ولى ولانصير فقال ابوعبدالله (ع) والله لقد توليا وماتابا سلام عن معروف عن ابى جعفر (ع) قال ان رسول</w:t>
      </w:r>
      <w:r w:rsidR="00615BB2" w:rsidRPr="00203FAD">
        <w:rPr>
          <w:rtl/>
        </w:rPr>
        <w:t xml:space="preserve"> (صلّى الله عليه وآله وسلم) </w:t>
      </w:r>
      <w:r w:rsidRPr="00203FAD">
        <w:rPr>
          <w:rtl/>
        </w:rPr>
        <w:t xml:space="preserve">اخبر عليا (ع) بما يلقى من امته فشق ذلك عليه فقال لعلى اما ترضى ان تكون حيث اكون ان اول مدعويدعى يوم القيمة ابراهيم خليل الرحمن فيكسى ثوبين ثم يقوم عن يمين العرش ثم تدعى اذا دعيت وتكسى اذكسيت وتشرب اذا شربت وتسمع اذا سمعت فمن احبك فقد احبنى ومن ابغضك فقد ابغضنى سلام عن عكرمة عن ابن عباس قال قال </w:t>
      </w:r>
      <w:r w:rsidR="00615BB2" w:rsidRPr="00203FAD">
        <w:rPr>
          <w:rtl/>
        </w:rPr>
        <w:t xml:space="preserve">رسول الله  (صلّى الله عليه وآله وسلم) </w:t>
      </w:r>
      <w:r w:rsidRPr="00203FAD">
        <w:rPr>
          <w:rtl/>
        </w:rPr>
        <w:t>صنفان من امتى لاسهم لهما في الاسلام مرجى وقدرى سلام عن ابى يحيى الهمدانى قال دخلنا على ابى عبدالله (ع) فقلناله اصلحك الله انا لاندرى ماصحبتنا اياك وماصحبتك ايانا فان حدث بك حدث فالى من فقال ان فلانا قد جمع القران قال ثم دخلت عليه السنة الثالثة فقلت رحمك الله ماندرى ماصحبتك ايانافان حدث بك حدث فالى من فقال ان فلانا قد جمع القران وهو صاحبكم وهو كما سرك تم الكتاب بعون الله</w:t>
      </w:r>
    </w:p>
    <w:p w:rsidR="00947E93" w:rsidRDefault="00947E93" w:rsidP="00947E93">
      <w:pPr>
        <w:pStyle w:val="libNormal"/>
        <w:rPr>
          <w:rtl/>
        </w:rPr>
      </w:pPr>
      <w:r>
        <w:rPr>
          <w:rtl/>
        </w:rPr>
        <w:br w:type="page"/>
      </w:r>
    </w:p>
    <w:p w:rsidR="00947E93" w:rsidRDefault="00947E93" w:rsidP="00203FAD">
      <w:pPr>
        <w:pStyle w:val="Heading2Center"/>
      </w:pPr>
      <w:bookmarkStart w:id="25" w:name="14"/>
      <w:bookmarkStart w:id="26" w:name="_Toc493591896"/>
      <w:r>
        <w:rPr>
          <w:rtl/>
        </w:rPr>
        <w:lastRenderedPageBreak/>
        <w:t>نوادر على بن اسباط</w:t>
      </w:r>
      <w:bookmarkEnd w:id="25"/>
      <w:bookmarkEnd w:id="26"/>
    </w:p>
    <w:p w:rsidR="00947E93" w:rsidRDefault="00947E93" w:rsidP="00947E93">
      <w:pPr>
        <w:pStyle w:val="libNormal"/>
        <w:rPr>
          <w:rtl/>
        </w:rPr>
      </w:pPr>
      <w:r>
        <w:rPr>
          <w:rtl/>
        </w:rPr>
        <w:br w:type="page"/>
      </w:r>
    </w:p>
    <w:p w:rsidR="00947E93" w:rsidRDefault="00947E93" w:rsidP="00203FAD">
      <w:pPr>
        <w:pStyle w:val="libCenterBold2"/>
        <w:rPr>
          <w:rtl/>
        </w:rPr>
      </w:pPr>
      <w:r>
        <w:rPr>
          <w:rtl/>
        </w:rPr>
        <w:lastRenderedPageBreak/>
        <w:t>رواية ه</w:t>
      </w:r>
      <w:r w:rsidR="00203FAD">
        <w:rPr>
          <w:rFonts w:hint="cs"/>
          <w:rtl/>
        </w:rPr>
        <w:t>ا</w:t>
      </w:r>
      <w:r>
        <w:rPr>
          <w:rtl/>
        </w:rPr>
        <w:t>رون بن موسى</w:t>
      </w:r>
    </w:p>
    <w:p w:rsidR="00947E93" w:rsidRDefault="00947E93" w:rsidP="00203FAD">
      <w:pPr>
        <w:pStyle w:val="libCenterBold2"/>
        <w:rPr>
          <w:rtl/>
        </w:rPr>
      </w:pPr>
      <w:r>
        <w:rPr>
          <w:rtl/>
        </w:rPr>
        <w:t>عن ابى العباس احمد</w:t>
      </w:r>
      <w:r w:rsidR="00615BB2">
        <w:rPr>
          <w:rFonts w:hint="cs"/>
          <w:rtl/>
        </w:rPr>
        <w:t xml:space="preserve"> </w:t>
      </w:r>
      <w:r>
        <w:rPr>
          <w:rtl/>
        </w:rPr>
        <w:t>بن محمد بن سعيد الهمدانى</w:t>
      </w:r>
    </w:p>
    <w:p w:rsidR="00947E93" w:rsidRDefault="00947E93" w:rsidP="00203FAD">
      <w:pPr>
        <w:pStyle w:val="libCenterBold1"/>
        <w:rPr>
          <w:rtl/>
        </w:rPr>
      </w:pPr>
      <w:r>
        <w:rPr>
          <w:rtl/>
        </w:rPr>
        <w:t>بسم الله الرحمن الرحيم</w:t>
      </w:r>
    </w:p>
    <w:p w:rsidR="00947E93" w:rsidRPr="00203FAD" w:rsidRDefault="00947E93" w:rsidP="00203FAD">
      <w:pPr>
        <w:pStyle w:val="libNormal"/>
        <w:rPr>
          <w:rtl/>
        </w:rPr>
      </w:pPr>
      <w:r w:rsidRPr="00203FAD">
        <w:rPr>
          <w:rtl/>
        </w:rPr>
        <w:t xml:space="preserve">الشيخ ايده الله قال حدثنا ابوالعباس احمدبن محمدبن سعيد الهمدانى قال اخبرنا على بن حسن بن فضال قال حدثنا على بن اسباط قال اخبرنا يعقوب بن سالم الاحمر عن رجل عن ابى جعفر (ع) قال لما قبض </w:t>
      </w:r>
      <w:r w:rsidR="00615BB2" w:rsidRPr="00203FAD">
        <w:rPr>
          <w:rtl/>
        </w:rPr>
        <w:t xml:space="preserve">رسول الله  (صلّى الله عليه وآله وسلم) </w:t>
      </w:r>
      <w:r w:rsidRPr="00203FAD">
        <w:rPr>
          <w:rtl/>
        </w:rPr>
        <w:t xml:space="preserve">بات ال محمد عليهم السلام بليلة اطول ليلة ظنوا انه لاسماء تظلهم ولاارض تقلهم مخافة لان </w:t>
      </w:r>
      <w:r w:rsidR="00615BB2" w:rsidRPr="00203FAD">
        <w:rPr>
          <w:rtl/>
        </w:rPr>
        <w:t xml:space="preserve">رسول الله  (صلّى الله عليه وآله وسلم) </w:t>
      </w:r>
      <w:r w:rsidRPr="00203FAD">
        <w:rPr>
          <w:rtl/>
        </w:rPr>
        <w:t>وتر الاقربين والا بعدين في الله فبيناهم كذلك اذا تاهم آت لايرونه ويسمعون كلامه فقال السلام عليكم يا اهل البيت ورحمة الله وبركاته في الله عزاء من كل مصيبة ونجاة من كل هلكة و درك لما فات ان الله اختاركم وفضلكم وطهركم وجعلكم اهل بيت نبيه</w:t>
      </w:r>
      <w:r w:rsidR="00615BB2" w:rsidRPr="00203FAD">
        <w:rPr>
          <w:rtl/>
        </w:rPr>
        <w:t xml:space="preserve"> (صلّى الله عليه وآله وسلم) </w:t>
      </w:r>
      <w:r w:rsidRPr="00203FAD">
        <w:rPr>
          <w:rtl/>
        </w:rPr>
        <w:t>واستودعكم علمه واورتكم كتابه وجعلكم تابوت علمه وعصا عزه وضرب لكم مثلا من نوره وعصمكم من الزلل وامنكم من الفتن فاعتزوا بعز الله فان الله لم ينزع منكم رحمة ولن يديل منكم عدوه فانتم اهل الله الذين بكم تمت النعمة واجتمعت الرحمة وايتلفت الكلمة فانتم اولياء الله من توليكم نجى ومن ظلمكم حقكم بزهق ومودتكم من الله في كتابه واجبة على عباده المؤمنين والله على نصر كم اذا يشاء قدير فاصبروا لعواقب الامور فانها إلى الله تصير قد قبلكم الله من نبيه وديعة واستودعكم اوليائه المؤمنين في الارض فمن ادى امانته اداه الله (اتاه الله خ د) صدقه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فانتم الامانة المستودعة والمودة الواجبة ولكم الطاعة المفترضة وبكم تمت النعمة وقد قبض الله نبيه صلوات الله عليه واله ورحمة الله وبركاته وقد اكمل الله به الدين وبين لكم سبيل المخرج فلم يترك لجاهل حجة فمن تجاهل اوجهل او انكراونسى اوتناسى فعلى الله حسابه والله من وراء حوائجكم فاستعينوا بالله على من ظلمكم واسئلوا الله حوائجكم والسلام عليكم ورحمة الله وبركاته فسئله يحيى بن ابى القاسم فقال جعلت فداك ممن اتيهم التعزية فقال من الله عزوجل الحسين بن خالد الصير في قال قلت لابى الحسن الرضا (ع) ان ام ولد للحسن الطويل اوصى لها مولاها بجميع مافى بيته قال فقال هذا تجوز فيه شهادة الخدم ومن حضر من اهل البيت على بن اسباط عن ثعلبة بن ميمون عن الحسن بن زياد العطار قال سئلت اباعبدالله (ع) عن قول الله تبارك وتعالى إلى ترالى الذين قبل لهم كفوا ايديكم واقيموا الصلوة قال نزلت في الحسن بن على عليهما السلم امره الله بالكف قال قلت فلما كتب عليهم القتال قال نزلت في الحسين بن على عليهما لسلم كتب الله عليه وعلى اهل الارض ان يقاتلوا معه قال على بن اسباط وقدرواه بعض اصحابنا عن ابى جعفر (ع) قال لو قاتل معه اهل الارض لقتلوا كلهم ح بعض اصحابنا رواه ان اباجعفر (ع) قال كان ابى مبطونا يوم قتل ابوعبدالله الحسين بن على عليهما السلم وكان في الخيمة وكنت ارى مو الياتنا كيف يختلفون معه يتبعونه بالماء يشد على الميمنة مرة وعلى الميسرة مرة وعلى القلب مرة ولقد قتلوه قتلة نهى </w:t>
      </w:r>
      <w:r w:rsidR="00615BB2" w:rsidRPr="00203FAD">
        <w:rPr>
          <w:rtl/>
        </w:rPr>
        <w:t xml:space="preserve">رسول الله  (صلّى الله عليه وآله وسلم) </w:t>
      </w:r>
      <w:r w:rsidRPr="00203FAD">
        <w:rPr>
          <w:rtl/>
        </w:rPr>
        <w:t>ان يقتل بها الكلاب ولقد قتل بالسيف والسنان وبالحجارة وبالخشب وبالعصى ولقد اوطاء</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غير واحد من اصحابنا ان مصعب بن الزبير توجه إلى عبدالملك بن مروان يقاتله فلما بلغ الحير دخل فوقف على قبر ابى عبدالله (ع) ثم قال له اباعبدالله (ع) اماو الله لئن كنت غصبت نفسك ماغصبت دينك ثم اتصرف وهو يقول: ان الاولى بالطف من ال هاشم تاسوا فسنوا بالكرم (للكرام خ ل) تاسيا غير واحد من اصحابنا قال لما بلغ اهل البلدان ماكان من ابى عبدالله (ع) قدمت كل امرئة تزور وقالت العرب (وكانت العرب تقول للمرأة لاتلد ابدا الا ان تحضر قبر رجل كريم) الزور التى لاتلد ابدا الاان تخطى قبر رجل كريم فلما قيل الناس ان الحسين بن رسول الله قدوقع اتته ماة الف امرئة لاتلد فولدن كلهن ح عمن رواه عن احدهما انه قال يازراة مافى الارض مؤمنة الا وقد وجب عليها ان تسعد فاطمة صلى الله عليها في زيارة الحسين (ع) ثم قال يازرارة انه اذا كان يوم القيمة جلس الحسين (ع) في ظل العرش وجمع الله زواره وشيعته ليصيروا من الكرامة والنظرة والبهجة والسرو رالى امر لايعلم صفته إلى الله فياتيهم رسل ازواجهم من الحور العين من الجنة فيقولون انا رسل ازواجكم اليكم يقلن اناقد اشتقنا كم وابطأتم عنا فيحملهم مافيه من السرورو الكرامة إلى ان يقولوالر سلهم سوف نجيئكم (نحكم خ د) انشاء الله ح رجل من اصحابنا يكنى بابى اسحق عن بعض اصحابه انه قال كان على بن الحسين عليهما السلم يقول يوم عرفة لايسئل فيه احد احدا الا الله وقال اذا احرم الرجل فناداه الرجل فلايجيبه بالتلبية لانه قد اجاب الله بالتلبية في الاحرام واذا صلى الرجل في المسجد الحرام كان افضل خشوعه ان ينظر إلى الكعبة واذا صلى في غير المسجد الحرام كان افضل خشوعه</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ان ينظر إلى موضع سجوده واذا كان مقابل الكعبة لم يجزله ان يحتبى وهو ناظر اليها ح رجل قال ودع ابوعبدالله (ع) رجلا قال استودع الله نفسك وامانتك ودينك زودك الله زاد التقوى ووجهك للخير حيث توجهت ثم التفت الينا وقال هكذا كان وداع </w:t>
      </w:r>
      <w:r w:rsidR="00615BB2" w:rsidRPr="00203FAD">
        <w:rPr>
          <w:rtl/>
        </w:rPr>
        <w:t xml:space="preserve">رسول الله  (صلّى الله عليه وآله وسلم) </w:t>
      </w:r>
      <w:r w:rsidRPr="00203FAD">
        <w:rPr>
          <w:rtl/>
        </w:rPr>
        <w:t>لعلى (ع) اذا وجهه في جهة من الوجوه ح بعض اصحابنا قال دخل امير المؤمنين (ع) الحمام فسمع صوت الحسن والحسين عليهما السلم قد علافقال مالكما فذا كما ابى وامى فقالا له تبعك هذا الفاجر وظننا انه يريدان يعيرك قال دعاه فوالله مااطلى الاله عمروبن ابراهيم اخو العباسى قال سئلت اباالحسن (ع) عن وقوله تعالى سنستدرجهم من حيث لايعلمون قال يجددلهم النعم مع تجديد المعاصى ح ابراهيم بن محمدبن حمران عن ابيه عن ابى عبدالله (ع) قال من سافرا وتزوج والقمر في العقرب لم ير الحسنى ح اسمعيل عن عمه عن رجل عن ابى عبدالله (ع) قال الغلام يلعب سبع سنين ويتعلم الحلال والحرام سبع سنين ح عيسى بن عبدالله (ع) عن ابيه عن جده قال قال (ع) لوعدل في الفرات لاسقى مافى (على خ د) الارض كله (بياض في النسخة) قال كان روى شيخ من اصحابنا قال سمعته يقول الم تعلم ان الله بعث محمد اص بالنبوة واصطفاه بالوحى على حين فترة من الرسل وانقطاع من السبن ودروس من الامر وضلال من الناس بشيرا ونذيرا وداعيا إلى الله باذنه وسراجا منيرا وكان اول امته له اجابة واقربهم منه قرابة واوجبهم له حقاوله نصيحة (نصحة خ ل) ابن عمه لابيه وانه على بن ابيطالى (ع) صلواة الله عليه ورباه في حجره وزوج ابنته سيدة نساء العالمين وابو</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ولديه الحسن والحسين سيدى شباب اهل الجنة فمضى سابقا زائدا عن دعوته باذلا مهجته خائضا في غمرات الموت دونه ففرج الكرب الشديدة بسيفه عن وجهه ولم يول دابرا (د براص) قط ولم يستعتب من خطيئته قط ولم يسبق إلى فضل قط حامل راية </w:t>
      </w:r>
      <w:r w:rsidR="00615BB2" w:rsidRPr="00203FAD">
        <w:rPr>
          <w:rtl/>
        </w:rPr>
        <w:t xml:space="preserve">رسول الله  (صلّى الله عليه وآله وسلم) </w:t>
      </w:r>
      <w:r w:rsidRPr="00203FAD">
        <w:rPr>
          <w:rtl/>
        </w:rPr>
        <w:t xml:space="preserve">في كل مشهد واخوه دون المسلمين في كل محشد ومغمض عينيه وغاسل جسده وموديه إلى حضرته ومدخله في قبره لم يقدم </w:t>
      </w:r>
      <w:r w:rsidR="00615BB2" w:rsidRPr="00203FAD">
        <w:rPr>
          <w:rtl/>
        </w:rPr>
        <w:t xml:space="preserve">رسول الله  (صلّى الله عليه وآله وسلم) </w:t>
      </w:r>
      <w:r w:rsidRPr="00203FAD">
        <w:rPr>
          <w:rtl/>
        </w:rPr>
        <w:t xml:space="preserve">احدا قبله نزل القران بفضائله وتكلم </w:t>
      </w:r>
      <w:r w:rsidR="00615BB2" w:rsidRPr="00203FAD">
        <w:rPr>
          <w:rtl/>
        </w:rPr>
        <w:t xml:space="preserve">رسول الله  (صلّى الله عليه وآله وسلم) </w:t>
      </w:r>
      <w:r w:rsidRPr="00203FAD">
        <w:rPr>
          <w:rtl/>
        </w:rPr>
        <w:t xml:space="preserve">بمناقبه فهاتوا من له فضل كفضله لم يعنفه (لم تعصه خ ل) الكتاب ولم تجهله السنة ح ابوداود قال حدثنى بعض اصحابنا انه مرمع ابى عبدالله (ع) واذا انسان يضرب في الشتاء في ساعة باردة فقال سبحان الله افى مثل هذه الساعة يضرب قال قلت جعلت فداك وللضرب حد قال فقال لى نعم اذاكان الشتاء ضرب في حر النهار واذا كان الصيف ضرب في برد النهار واخبرنى عبيدالله (عبدالله خ ل) بن راشد عن عبيدة بن زرارة قال دخلت على ابى عبدالله (ع) وعنده البقباق يعنى اباالعباس فقلت رجل احب بنى امية اهو معهم فقال لى نعم قال قلت فرجل احبكم قال فقال لى نعم قال قلت وان زنى وان سرق قال فالتفت إلى البقباق فوجد منه الغفلة فقال برأسه نعم ح وعن فضيل بن عثمان قال سمعت اباعبدالله (ع) يقول لاتفضلوا على </w:t>
      </w:r>
      <w:r w:rsidR="00615BB2" w:rsidRPr="00203FAD">
        <w:rPr>
          <w:rtl/>
        </w:rPr>
        <w:t xml:space="preserve">رسول الله  (صلّى الله عليه وآله وسلم) </w:t>
      </w:r>
      <w:r w:rsidRPr="00203FAD">
        <w:rPr>
          <w:rtl/>
        </w:rPr>
        <w:t>احدا فان الله قد فضله ولاتفرطوا ولاتغلوا ولاتقولوا فينا مالا نقول واحبونا حبا مقتصدا فانكم ان قلتم وقلنا متنا ومتم وكنا حيث شاء الله وكنتم ح حدثنى ابوعلى القطان قال سمعنى ابوعبدالله (ع) وانا اقول والحمد لله منتهى علمه فقال لى لاتقل هكذا فانه ليس لعلم الله منتهى</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ح وعن ثعلبة بن ميمون ولااعلمه الاعن عبدالا على مولى ال سام قال سمعت اباعبدالله (ع) يقول التفت </w:t>
      </w:r>
      <w:r w:rsidR="00615BB2" w:rsidRPr="00203FAD">
        <w:rPr>
          <w:rtl/>
        </w:rPr>
        <w:t xml:space="preserve">رسول الله  (صلّى الله عليه وآله وسلم) </w:t>
      </w:r>
      <w:r w:rsidRPr="00203FAD">
        <w:rPr>
          <w:rtl/>
        </w:rPr>
        <w:t>إلى اصحابه فقال اتخذوا جنناقالوا يا رسول الله من عدو قد اضلنا قال ولاولكن من النار قالوا سبحان الله والحمد لله ولااله الاالله والله اكبر قال فانهن المعقبات المنجيات والمقدمات وهن عندالله الباقيات الصالحات ح عثمان بن عيسى عن رجل عن ابى عبدالله (ع) قال اذا زرتم موتاكم قبل طلوع الشمس سمعوا واجابوكم واذا زرتم بعد طلوع الشمس سمعوا ولم يجيبوكم ح اخبرنى رجل عن اسحق بن عمار قال سمعت اباعبدالله (ع) يقول ياتى على الناس زمان من سئل عاش ومن سكت مات قال قلت جعلت فداك فان ادركت ذلك الزمان فما اصنع قال فقال ان كان عندك ماتنيلهم فانلهم والافاعنهم بجاهك ح اخبرنى عبدالله الشامى عن عبدالله بن ابى يعفور قال خرجت مع ابى بصير إلى محمدبن عتبة العجلى قال فوصله قال فقلت له ياابامحمد انصرف فقدو صلك فقال لى لوان الدنيا خيرت لصاحب لاراد زيادة ثم نام فما علمت الاوكلب قدجاء حتى شغر على وجهه قال قلت لاامنعه والله لاامنعه والله ح وابوداود قال كنت انا وعينيه بياع القصب عند على بن ابى حمزة فسمعته يقول قال لى ابوالحسن موسى (ع) يا على انما انت واصحابك اشباه الحمير قال فقال لى عينية سمعته قال قلت نعم قال فقال لاوالله لاانقل قدمى اليه ابدا بعد هذا ح وروى غير واحد عن ابى بصير قال قلت لابى جعفر (ع) حملنى حمل البازل قال فقال لى اذا تنفسح</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ح اخبرنى محمدبن سنان عن ابى عبيدة عن ابى جعفر (ع) قال جاء رجل إلى النبى</w:t>
      </w:r>
      <w:r w:rsidR="00615BB2" w:rsidRPr="00203FAD">
        <w:rPr>
          <w:rtl/>
        </w:rPr>
        <w:t xml:space="preserve"> (صلّى الله عليه وآله وسلم) </w:t>
      </w:r>
      <w:r w:rsidRPr="00203FAD">
        <w:rPr>
          <w:rtl/>
        </w:rPr>
        <w:t>فشكى اليه الوسوسة ودنيا قدفدحه وكثرة العيلة فقال له النبى</w:t>
      </w:r>
      <w:r w:rsidR="00615BB2" w:rsidRPr="00203FAD">
        <w:rPr>
          <w:rtl/>
        </w:rPr>
        <w:t xml:space="preserve"> (صلّى الله عليه وآله وسلم) </w:t>
      </w:r>
      <w:r w:rsidRPr="00203FAD">
        <w:rPr>
          <w:rtl/>
        </w:rPr>
        <w:t>قل توكلت على الحى الذى لايموت الحمدالله الذى لم يتخذ صاحبة ولاولدا ولم يكن له شريك في الملك ولاولى من الذل وكبره تكبيرا قال له كررها وكررها كررها قال فلم يلبث ان عاد النبى</w:t>
      </w:r>
      <w:r w:rsidR="00615BB2" w:rsidRPr="00203FAD">
        <w:rPr>
          <w:rtl/>
        </w:rPr>
        <w:t xml:space="preserve"> (صلّى الله عليه وآله وسلم) </w:t>
      </w:r>
      <w:r w:rsidRPr="00203FAD">
        <w:rPr>
          <w:rtl/>
        </w:rPr>
        <w:t>فقال يا رسول الله قد اذهب الله عنى الوسوسة وادى عنى الدين واغنانى من العيلة ح وعن سعيد بن عمرو بن ابى نصر عن ابى حمزة الثمالى عن على بن الحسين (ع) قال كان عابد من بنى اسرائيل فقال ابليس لجنده من له فانه قد غمنى فقال واحد منهم اناله قال في اى شيئى قال ازين له الدنيا قال لست بصاحبه قال الاخر فاناله قال في اى شيئى قال في النساء قال ست بصاحبه قال الثالث اناله قال في اى شئ قال في عبادته قال انت له انت له فلما جنه الليل طرفة فقال ضعيف فادخله فمكث ليلته يصلى حتى اصبح فمكث ثلاثا يصلى ولاياكل ولايشرب فقال له العابد ياعبدالله مارايت مثلك فقال له انك لم تصب شيئا من الذنوب وانت ضعيف العبارة قال وما الذنوب التى اصبنها قال خذ اربعة دراهم وتاتى فلانة البغية فتعطيها درهما للحم ودرهما للشراب ودرهما لطيبها ودرهما لها فتقضى حاجتك منها قال فنزل واخذ اربعة دراهم فاتى بابها فقال يافلانة فخرجت فلما راته قالت مفتون والله مفتون والله قالت له ماتريد قال خذى اربعة دراهم وهيئى لى طعاما و وشرابا وطيبا وتعالى حتى اتيك فذهبت فدارت فاذا هى بقطعة من حمار ميت فاخذته ثم عمدت إلى بول عتيق فجعلته في كوز ثم جاء‌ت به اليه فقال هذا طعامك قالت نعم قال لاحاجة لى فيه وهذا شرابك فلاحاجة لى فيه اذهبى فتهيئى فتقذرت جسدها ثم جائته فلما شمها قال لاحاجة لى فيك فلما اصبحت كتب على بابها ان الله قد غفر لفلانة البغية بفلان العابد</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ح عمرو بن ساير عن جابر عن ابيعبدالله جعفر (ع) قال ان عابدا عبدالله في ديرله ثمانين سنة ثم اشرف فاذا هو بامرئة فوقعت في نفسه فنزل اليها فراودها عن نفسها فاجابته فقضى حاجة منها فلما قضى حاجته طرقه الموت واعتقل لسانه فمر به سائل فاشار اليه باصبعه ان خذ رغيفا من كساه فاخذه فاحبط الله عمل ثمانين سنة بتلك الزنية فغفرله بذاك الرغيف فادخله الجنة ح عن هروبن خارجه عن ابى عبدالله (ع) قال كان عابد من بنى اسرائيل فطرقته امرئة بالليل فقالت له اضفنى فقال امرئة مع رجل لايستقيم قال انى اخاف ان ياكلنى السبع فتانم فخرج فادخلها قال والقنديل بيده فذهب يصعد به فقالت له ادخلتنى من النور إلى الظلمة قال فرد القنديل فلما لبث ان جائته الشهوة فلما خشى على نفسه قرب خنصره إلى النار فلم يزل كلما جائته الشهوة ادخل اصبعه النار حتى احرق خمس اصابع فلما اصبح قال اخرجى فبئست الضيفة كنت لى ح ابراهيم بن على المحمدى عن ابيه عبدالله بن موسى عن ابيه عن جده جعفربن محمد عن محمدبن على عن جابربن عبدالله الانصارى قال خرج علينا </w:t>
      </w:r>
      <w:r w:rsidR="00615BB2" w:rsidRPr="00203FAD">
        <w:rPr>
          <w:rtl/>
        </w:rPr>
        <w:t xml:space="preserve">رسول الله  (صلّى الله عليه وآله وسلم) </w:t>
      </w:r>
      <w:r w:rsidRPr="00203FAD">
        <w:rPr>
          <w:rtl/>
        </w:rPr>
        <w:t xml:space="preserve">ذات يوم ونحن في مسجده فقال من هيهنا فقلت انايارسول الله وسلمان الفارسى فقال ياسلمان ادع لى مولاك على بن ابيطالب (ع) فقد جائتنى فيه عزيمة من رب العالمين قال جابر فذهب سلمان فاستخرج عليا من منزله فلما دنى من رسول الله خلابه فاطال مناجاته كل ذلك ليسر اليه </w:t>
      </w:r>
      <w:r w:rsidR="00615BB2" w:rsidRPr="00203FAD">
        <w:rPr>
          <w:rtl/>
        </w:rPr>
        <w:t xml:space="preserve">رسول الله  (صلّى الله عليه وآله وسلم) </w:t>
      </w:r>
      <w:r w:rsidRPr="00203FAD">
        <w:rPr>
          <w:rtl/>
        </w:rPr>
        <w:t>سرا خفيا عنا ووجه رسول الله يقطر عرقا كنظم الدر يتهلل حسنا ثم قال له لما انصرف من مناجاته قد سمعت ووعيت فاحفظ ياعلى نعم قال باجابر ادع لى عمر وابابكر قال جابر فذهبت اليهما فدعوتهما فلما حضراه قال ياجابر ادع لى عبدالرحمن بن عوف قال جابر</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فدعوته فلما اتاه قال ياسلمان اذهب إلى بيت ام سلمة فاتنى بالبساط الخيبرى قال جابر فما لبثنا ان جائنا سلمان بالبساط فامره ان يبسط ثم امر القوم فجلس كل واحد منهم على ركن من اركانه وكانوا ثلاثه ثم خلا </w:t>
      </w:r>
      <w:r w:rsidR="00615BB2" w:rsidRPr="00203FAD">
        <w:rPr>
          <w:rtl/>
        </w:rPr>
        <w:t xml:space="preserve">رسول الله  (صلّى الله عليه وآله وسلم) </w:t>
      </w:r>
      <w:r w:rsidRPr="00203FAD">
        <w:rPr>
          <w:rtl/>
        </w:rPr>
        <w:t>بسلمان فاطال مناجاته فاسرا اليه سرا خفيا ثم امره ان يجلس على الركن الرابع من البساط ثم قال له البنى</w:t>
      </w:r>
      <w:r w:rsidR="00615BB2" w:rsidRPr="00203FAD">
        <w:rPr>
          <w:rtl/>
        </w:rPr>
        <w:t xml:space="preserve"> (صلّى الله عليه وآله وسلم) </w:t>
      </w:r>
      <w:r w:rsidRPr="00203FAD">
        <w:rPr>
          <w:rtl/>
        </w:rPr>
        <w:t xml:space="preserve">يا على اجلس متوسطا وقل ماامرتك به فانك لوقلته على الجبال لسرت اوقلته على الارض لتقطعت من وراء‌ك ولطويت كل من بين يديك ولو كلمت به الموتى لاجابوك باذن الله بل الله والقوة بالله فقال له بعض القوم يا رسول الله هذا لعلى خاصة قال نعم فاعرفوا ذلك له قال جابر فلما اخذ كل واحد مجلسه اختلج البساط فلم اره الامابين السماء والارض فلما رجع سلمان ولقيته خبرنى انهم ساروا بين السماء والارض لايدرون اشرقا ام غربا حتى انقض بهم البساط على كهف عظيم عليه باب من حجر واحد قال سلمان فقمت بالذى امرنى به </w:t>
      </w:r>
      <w:r w:rsidR="00615BB2" w:rsidRPr="00203FAD">
        <w:rPr>
          <w:rtl/>
        </w:rPr>
        <w:t xml:space="preserve">رسول الله  (صلّى الله عليه وآله وسلم) </w:t>
      </w:r>
      <w:r w:rsidRPr="00203FAD">
        <w:rPr>
          <w:rtl/>
        </w:rPr>
        <w:t xml:space="preserve">قال جابر فقلت لسلمان وماالذى كان امرك به </w:t>
      </w:r>
      <w:r w:rsidR="00615BB2" w:rsidRPr="00203FAD">
        <w:rPr>
          <w:rtl/>
        </w:rPr>
        <w:t xml:space="preserve">رسول الله  (صلّى الله عليه وآله وسلم) </w:t>
      </w:r>
      <w:r w:rsidRPr="00203FAD">
        <w:rPr>
          <w:rtl/>
        </w:rPr>
        <w:t xml:space="preserve">قال امرنى اذا استقر البساط مكانه على الارض وصرنا عند الهكف ان امرا بابكر بالسلام على اهل ذلك الكهف وعلى الجميع فامرته فسلم عليهم باعلى صوته فلم يردوا عليه شيئا ثم سلم اخرى فلم يجب فشهد اصحابه على ذلك وشهدت عليه ثم امرت عمر فسلم عليهم باعلى صوته فلم يردوا عليه شيئا ثم سلم اخرى فلم يجب فشهد اصحابه على ذلك وشهدت عليه ثم امرت عبدالرحمن بن عوف فسلم عليهم فلم يجب فشهد اصحابه على ذلك وشهدت عليه ثم قمت انا فاسمعت الحجارة والاودية صوتى فلم اجب فقلت لعلى فداك ابى وامى انت بمنزلة </w:t>
      </w:r>
      <w:r w:rsidR="00615BB2" w:rsidRPr="00203FAD">
        <w:rPr>
          <w:rtl/>
        </w:rPr>
        <w:t xml:space="preserve">رسول الله  (صلّى الله عليه وآله وسلم) </w:t>
      </w:r>
      <w:r w:rsidRPr="00203FAD">
        <w:rPr>
          <w:rtl/>
        </w:rPr>
        <w:t>حتى نرجع ولك السمع والطاعة وقد امرنى ان امرك بالسلام على اهل هذا الكهف اخر القوم وذلك لما يريد الله لك وبك من شرف</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الدرجات فقام على (ع) فسلم بصوت خفى فانفتح الباب فسمعناله صريرا شديدا ونظرنا إلى داخل الغار يتوقد نارا فملئنا رعبا وولى القوم فرارا فقلت لهم مكانكم حتى نسمع مايقال فانه لاباس عليكم فرجعوا فاعاد على (ع) فقال السلام عليكم ايها الفتية الذين امنوا بربهم فقالوا وعليك السلام يا على ورحمة الله وبركاته وعلى من ارسلك بابائنا وامهاتنا انت ياوصى محمد</w:t>
      </w:r>
      <w:r w:rsidR="00615BB2" w:rsidRPr="00203FAD">
        <w:rPr>
          <w:rtl/>
        </w:rPr>
        <w:t xml:space="preserve"> (صلّى الله عليه وآله وسلم) </w:t>
      </w:r>
      <w:r w:rsidRPr="00203FAD">
        <w:rPr>
          <w:rtl/>
        </w:rPr>
        <w:t xml:space="preserve">خاتم النبيين وقائد المرسلين ونذير العالمين وبشير المؤمنين اقرئه منى السلم ورحمة الله يا امام المتقين قد شهد نالابن عمك بالنبوة ولك بالولاية والامامة والسلم على محمد يوم ولد ويوم يموت ويم يبعث حيا قال ثم اعاد على (ع) فقال السلام عليك ايها الفتية الذين آمنوا بربهم فزادهم هدى فقالواو عليك السلام ورحمة الله وبركاته يا مولانا واما منا الحمدالله الذى ادانا ولايتك واخذ ميثاقنا بذلك لك وزادنا ايمانا وتثبيتا على التقوى قد سمع من بحضرتك ان الولاية لك دونهم وسيعلم الذين ظلموا اى منقلب ينقلبون قال سلمان فلما سمعوا ذلك اقبلوا على على (ع) وقالوا قد شهدنا وسمعنا فاشفع لنا إلى نبيناص ليرضى عنا برضاك عناثم تكلم على (ع) بما امره </w:t>
      </w:r>
      <w:r w:rsidR="00615BB2" w:rsidRPr="00203FAD">
        <w:rPr>
          <w:rtl/>
        </w:rPr>
        <w:t xml:space="preserve">رسول الله  (صلّى الله عليه وآله وسلم) </w:t>
      </w:r>
      <w:r w:rsidRPr="00203FAD">
        <w:rPr>
          <w:rtl/>
        </w:rPr>
        <w:t>مادرينا اشرقا اوغربا حتى نزلنا كالطير الذى يهوى من مكان بعيد واذا نحن على باب المسجد فخرج الينا رسول فقال كيف رايتم فقال القوم نشهد كما شهد اهل الكهف ونومن كما امنوا فقال</w:t>
      </w:r>
      <w:r w:rsidR="00615BB2" w:rsidRPr="00203FAD">
        <w:rPr>
          <w:rtl/>
        </w:rPr>
        <w:t xml:space="preserve"> (صلّى الله عليه وآله وسلم) </w:t>
      </w:r>
      <w:r w:rsidRPr="00203FAD">
        <w:rPr>
          <w:rtl/>
        </w:rPr>
        <w:t>ان تفعلوا تهتدوا وما على الرسول الا البلاغ المبين فان لم تفعلوا تختلفوا فمن وفى وفى الله له ومن نكص فعلى عقبيه ينقلب افبعد المعرفة والحجة والذى نفسى بيده لقد امرت ان امركم ببيعته وطاعته فبايعوه واطيعوه فقد نزل الوحى بذلك على ياايها الذين امنوا اطيعوالله واطيعوا الرسول واولى الامر منكم</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 xml:space="preserve">قال جابر فبا يعناه فقال </w:t>
      </w:r>
      <w:r w:rsidR="00615BB2" w:rsidRPr="00203FAD">
        <w:rPr>
          <w:rtl/>
        </w:rPr>
        <w:t xml:space="preserve">رسول الله  (صلّى الله عليه وآله وسلم) </w:t>
      </w:r>
      <w:r w:rsidRPr="00203FAD">
        <w:rPr>
          <w:rtl/>
        </w:rPr>
        <w:t>ان استقمتم على الطريقة لعلى في ولايتنا استقيتم ماء غدقا واكلتم من فوق رؤسكم ومن تحت ارجلكم وان لم تستقيموا اختلفت كلمتكم وشمت بكم عدوكم ولتتبعن بنى اسرائيل شيئا شيئا لودخلوا حجر ظب لتبعتموهم فيه وطوبى لمن تمسك بولاية على (ع) من بعدى حتى يموت ويلقانى واناعنه راض قال جابر وكان ذهابهم ومجيئهم من زوال الشمس إلى وقت العصر (الغروب خ د) خير في الملاهم الشيخ ايده الله قال حدثنا ابوالقاسم بن الحسن (على بن القاسم خ - د) الشكرى الخزاز الكوفى المعروف بابن الطبال في المحرم سنة ثمانى وعشرين وثلثمائة من حفظه بالكوفة باب منزله في موضع يعرف بالتلعة في ظهر السبيع قال مولدى سنة ثلث وماتين قال سمعت اباجعفر محمدبن معروف الهلالى الخزاز وكان ينزل عبدالقيس يقول في سنة ثمانين (خمسين خ - د) وماتين وكان قد اتت عليه مائة وثمانى وعشرين سنة قال مضيت إلى الحيرة إلى ابن عبدالله جعفربن محمد عليهما السلام في وقت السفاح فوجدته قد تداك الناس عليه ثلثة ايام متواليات فما كان لى فيه حيلة ولاقدرت عليه من كثرة الناس وتكانفهم عليه فلما كان في اليوم الرابع رانى وقد خف الناس عنه فادنانى ومضى إلى قبر اميرالمؤمنين (ع) فتبعته فلما صارفى بعض الطريق غمزه البول فاعتزل عن الجاده ناحية فبال ونبش الرمل بيده فخرج له الماء فتطهر للصلوة ثم قام فصلى ركعتين ثم عاربه وكان من دعائه اللهم لاتجعلنى ممن تقدم فمرق ولاممن تخلف فمحق واجعلنى من النمط الاو سط ثم مشى ومشيت معه فقال ياغلام البحر لاجار (حار خ - د) له والملك لاصديق له ول والعافية لاثمن لها كم من ناعم ولايعلم ثم قال تمسكوا بالخمس قدموا الاستخارة وتبركوا بالسهولة وتزينوا بالحلم واجتنبوا الكذب واوفوا المكيال والميزان ثم قال الهرب الهرب اذا خلعت العرب اعنتها ومنع</w:t>
      </w:r>
    </w:p>
    <w:p w:rsidR="00947E93" w:rsidRDefault="00947E93" w:rsidP="00947E93">
      <w:pPr>
        <w:pStyle w:val="libNormal"/>
        <w:rPr>
          <w:rtl/>
        </w:rPr>
      </w:pPr>
      <w:r>
        <w:rPr>
          <w:rtl/>
        </w:rPr>
        <w:br w:type="page"/>
      </w:r>
    </w:p>
    <w:p w:rsidR="00947E93" w:rsidRPr="00203FAD" w:rsidRDefault="00947E93" w:rsidP="00203FAD">
      <w:pPr>
        <w:pStyle w:val="libNormal"/>
        <w:rPr>
          <w:rtl/>
        </w:rPr>
      </w:pPr>
      <w:r w:rsidRPr="00203FAD">
        <w:rPr>
          <w:rtl/>
        </w:rPr>
        <w:lastRenderedPageBreak/>
        <w:t>البرجانية وانقطع الحج ثم قال حجوا قبل ان لاتحجوا او مى بيده إلى القبلة بابهامه وقال يقتل في هذا الوجه سبعون الفا اويزيدون قال على بن الحسن فقد قتل في الهبير وغيره شبيه بهذا وقال ابوعبدالله (ع) في هذا الخبر لابدان يخرج رجل من ال محمد</w:t>
      </w:r>
      <w:r w:rsidR="00615BB2" w:rsidRPr="00203FAD">
        <w:rPr>
          <w:rtl/>
        </w:rPr>
        <w:t xml:space="preserve"> (صلّى الله عليه وآله وسلم) </w:t>
      </w:r>
      <w:r w:rsidRPr="00203FAD">
        <w:rPr>
          <w:rtl/>
        </w:rPr>
        <w:t>ولابدان يمسك الراية البيضاء قال على بن الحسن فاجتمع اهل نبى رواس ومضوا يريدون الصلوة في المسجد الجامع في سنة خمسين وماتين وكانوا قد عقدوا عمامة بيضاء على قناة فامسكها محمدبن معروف وقت خروج يحيى بن عمرو وقال ابوعبدالله (ع) في هذا الخبر وتجف فراتكم وجف الفرات وقال ايضا يجيئونكم قوم صغار الاعين فيخرجوكم من دوركم قال على بن الحسن فجائنا كبحور والاتراك معه فاخرجوا الناس من دورهم وقال ابوعبدالله ايضا وتجئى السباع إلى دوركم قال على وجائت السباع إلى دورنا وقال ابوعبدالله وكانى بجنائز كم تحفر قال على بن الحسن فراينا ذلك كله وقال ابوعبدالله ويخرج رجل اشقر ذوسبال ينصب له كرسى على باب دارعمروبن حريث يدعو إلى البرائة من على بن ابيطالب (ع) ويقتل خلقا من الخلق ويقتل في يومه قال وراينا ذلك تم بعون الله تبارك وتعالى (صورة خط الشيخ الحر رحمة الله) فرغ من كتابته يوم الاربعاء لخمس بقين من ذى الحجة سنة اربع وسبعين وثلثمائة بالموصل من نسخة محمدبن الحسن القمى ونسخة من نسخة الشيخ التلعكبرى ايده الله كما تقدم انتهى</w:t>
      </w:r>
    </w:p>
    <w:p w:rsidR="00947E93" w:rsidRDefault="00947E93" w:rsidP="00947E93">
      <w:pPr>
        <w:pStyle w:val="libNormal"/>
        <w:rPr>
          <w:rtl/>
        </w:rPr>
      </w:pPr>
      <w:r>
        <w:rPr>
          <w:rtl/>
        </w:rPr>
        <w:br w:type="page"/>
      </w:r>
    </w:p>
    <w:p w:rsidR="00947E93" w:rsidRDefault="00947E93" w:rsidP="00947E93">
      <w:pPr>
        <w:pStyle w:val="libNormal"/>
        <w:rPr>
          <w:rtl/>
        </w:rPr>
      </w:pPr>
      <w:r>
        <w:rPr>
          <w:rtl/>
        </w:rPr>
        <w:lastRenderedPageBreak/>
        <w:br w:type="page"/>
      </w:r>
    </w:p>
    <w:p w:rsidR="00947E93" w:rsidRDefault="00947E93" w:rsidP="00203FAD">
      <w:pPr>
        <w:pStyle w:val="Heading2Center"/>
        <w:rPr>
          <w:rtl/>
        </w:rPr>
      </w:pPr>
      <w:bookmarkStart w:id="27" w:name="15"/>
      <w:bookmarkStart w:id="28" w:name="_Toc493591897"/>
      <w:r>
        <w:rPr>
          <w:rtl/>
        </w:rPr>
        <w:lastRenderedPageBreak/>
        <w:t>كتاب عبدالله بن الجبر المعروف بديات ظريف بن ناصح</w:t>
      </w:r>
      <w:bookmarkEnd w:id="27"/>
      <w:bookmarkEnd w:id="28"/>
    </w:p>
    <w:p w:rsidR="00947E93" w:rsidRDefault="00947E93" w:rsidP="00203FAD">
      <w:pPr>
        <w:pStyle w:val="libCenterBold1"/>
        <w:rPr>
          <w:rtl/>
        </w:rPr>
      </w:pPr>
      <w:r>
        <w:rPr>
          <w:rtl/>
        </w:rPr>
        <w:t>بسم الله الرحمن الرحيم</w:t>
      </w:r>
    </w:p>
    <w:p w:rsidR="00947E93" w:rsidRDefault="00947E93" w:rsidP="00203FAD">
      <w:pPr>
        <w:pStyle w:val="libNormal"/>
        <w:rPr>
          <w:rtl/>
        </w:rPr>
      </w:pPr>
      <w:r w:rsidRPr="00203FAD">
        <w:rPr>
          <w:rtl/>
        </w:rPr>
        <w:t>الحمدالله رب العالمين وصلى الله على محمد واله الطاهرين وبعد فان من الاصول المعتبرة المعتمدة المشهورة التى كان اليها المرجع وعليها المعول في اعصار اصحاب ائمتنابل إلى زمان المحمدين الثلثة كتاب الديات الذى جمعه اصحاب اميرالمؤمنين (ع) من فتياه وبعث به امير المؤمنين (ع) إلى امرائه وروس اجناده وامر به عماله وكان يعرف بكتاب عبدالله بن الجبر وبكتاب ديات ظريف بن ناصح لان عبدالله بن الجبر يرويه عن ابائه وظريف بن ناصح يرويه عن عبدالله بن الجبر ويظهر لمن تتبع فهارس الشيوخ انهم ينسبون الكتاب إلى الراوى لصرف روايته له وان لم يكن تصنيفه وعرض عبدالله بن الجبر هذا الكتاب على سيدنا الصادق (ع) فقال نعم هو حق وعرضه هوعلى مافى جش وكل من يونس بن عبدالرحمن المجمع على تصحيح مايصح عنه الحسن بن على بن فضال المجمع على تصحيح مايصح عنه على قول والحسن بن الجهم الثقة على سيدنا الرضا (ع) فقال ارووه فانه صحيح ونقله الكلينى في ديات الكافى مقطعا والصدوق والشيخ نقلاه في الفقيه والتهذيب من غير تقطيع ولهم نورالله مضا جعهم اليه طرق عديده وانا الفقير إلى الله الغنى نصر الله القزوينى لمارايت هذا الكتاب مع انه بهذه المثابة من الاعتبار اندرس كاخوته نسخته بحيث لاتكاد</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توجد منفردة واكثر اهل عصرنا لقصور هممهم عن مراجعة اثار ساداتنا الاطهار لايعلمون باشتمال الكتب الثلثة عليها عزمت على ان افردها عنها واخرجها عن خير الاصول المندرجة فيها احياء لامر اصحاب الامر فلنقدم اولا جملة مماله دخل في اعتبارها ثم نذكرها بعينها وعبارتها فنقول قال النجاشى في ترجمة عبدالله بن الجبر عبدالله بن سعيدبن حيان بن الجبر الكنانى ابوعمر والطيب شيخ من اصحابنا ثقة وبنو الجبر بيت بالكوفة واخوه عبدالملك بن سعيد ثقة عمر إلى سنة اربعين وماتين له كتاب الديات رواه عن ابائه وعرضه على الرضا (ع) والكتاب يعرف بين اصحابنا بكتاب عبدالله بن الجبر اخبرنا احمدبن عبدالواحد قال حدثنا عبيدالله بن احمد الانبارى قال حدثنا الحسن بن احمد المالكى قال حدثنا محمد بن عيسى بن عبيد عن يونس بن عبدالرحمن عن عبدالله بن الجبر قال في ترجمة ظريف بن ناصح اصله كوفى نشاء ببغداد وكان ثقة في حديثه صدوقا له كتب منها كتاب الديات رواه عدة من اصحابنا عن ابى غالب احمدبن محمد قال قرء على عبدالله بن جعفر وانا اسمع قال حدثنا الحسن بن ظريف عن ابيه وقال ابوغالب في رسالته إلى ابن ابنه محمدبن عبدالله بن ابى غالب ثبت الكتب التى اجزت لك روايتها على الحال التى قدمت ذكره واسماء الرجال الذين رويتها عنهم فمن ذلك كتاب الصوم للحسين بن سعيد إلى ان قال كتاب الديات للحسن بن ظريف حدثنى به عبدالله بن جعفر عن الحسن بن ظريف وقال الشيخ في ترجمة الظريف من ست طريف بن ناصح له كتاب الديات اخبرنا به الشيخ المفيد رض عن ابى الحسن احمد بن محمد بن الحسن الوليد واخبرنا ابن ابى جيد عن محمد بن الحسن بن الوليد عن محمد بن الحسن الصفار عن احمدبن محمدبن عيسى عن الحسن بن على بن فضال عنه وروى الكلينى في ديات الكافى عن عدة من اصحابنا عن سهل بن زيادة عن الحسن بن ظريف</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بن ناصح عن ابيه ظريف عن رجل يقال له عبدالله بن ايوب قال حدثنا ابوعمر والطيب قال عرضت هذا الكتاب على ابى عبدالله (ع) قال افتى امير المؤمنين صلوات الله عليه فكتب الناس فتياه وكتب به امير المؤمنين (ع) إلى امرائه و رؤس اجناده وروى عن عدة من اصحابنا عن سهل بن زياد عن محمدبن عيسى عن يونس بن عبدالرحمن وعن على بن ابراهيم عن محمدبن عيسى عن يونس قال عرضت كتاب الديات على ابى الحسن الرضا (ع) وقال هو صحيح وروى عن على بن ابرهيم عن ابيه عن الحسن بن على بن فضال قال عرضته على ابى الحسن الرضا (ع) فقال لى اروه فانه صحيح وروى الصدوق في الفقيه باسناده عن الحسن بن على بن فضال عن ظريف بن ناصح عن عبدالله بن سنان عن ابى ايوب قال حدثنى الحسين الرواسى عن ابى عمرو الطيب قال عرضت هذه الرواية على ابى عبدالله فقال نعم هى حق وقدكان يامر عماله بذلك وروى الشيخ في ديات التهذيب باسناده عن محمد بن الحسن بن الوليد عن محمدبن الحسن الصفار عن احمدبن محمد بن عيسى عن الحسن بن على بن فضال عن ظريف بن ناصح وباسناده عن احمد بن محمد بن يحيى عن العباس بن معروف عن الحسن بن على بن فضال عن ظريف بن ناصح و باسناده عن على بن ابراهيم عن ابيه عن ابن فضال عن ظريف بن ناصح وباسناده عن سهل بن زياد عن الحسن بن ظريف عن ابيه ظريف بن ناصح وباسناده عن محمدبن الحسن بن الوليد عن احمد بن ادريس عن محمدبن حسان الرازى عن اسمعيل بن جعفر الكندى عن ظريف بن ناصح قال حدثنى يقال له عبدالله بن ايوب قال حدثنى حسين الرواسى قال حدثنى ابوعمر و المتطبب قال عرضت هذه الرواية على ابى عبدالله وروى باسناده عن على بن ابراهيم عن ابيه عن ابن فضال ومحمد بن عيسى عن يونس جميعا عن الرضا عليه السلام قالا عرضنا عليه الكتاب فقال نعم هو حق وقد كان امير المومنين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عليه السلم يامر عماله بذلك قال افتى (ع) في كل عظم له مخ فريضة مسماة اذاكسر فجير على غير عثم ولاعيب فجعل فريضة الدية ستة اجزاء وجعل في الجروح والجنين والاشفار والشلل والاعضاء والابهام لكل جزء ستة فرائض وجعل عليه السلم دية الجنين مائة دينار وجعل دية منى الرجل إلى ان يكون جنينا خمسة اجزاء فاذا كان جنينا قبل ان تلجه الروح مائة دينار وجعل للنطفة عشرين دينار اوهو الرجل يفرغ عن عرسه فيلقى نطفته وهى لاتريد ذلك فجعل فيها امير المؤمنين (ع) عشرين دينار الخمس وللعلقة خمسى ذلك اربعين دينار اوذلك للمرئة ايضا تطرق اوتضرب فتلقيه ثم للمضغة ستين دينار اذا طرحته المرئة ايضافى مثل ذلك ثم للعظم ثمانين دينارا اذا طرحته المرئة ثم للجنين ايض ماة دينار اذا طرقهم عدوفا سقطن النساء في مثل هذا واوجب على النساء ذلك من جهة المعقلة مثل ذلك واذا ولد المولود واستهل وهو البكاء فبيتوهم فقتلوا الصبيان ففيهم الف دينار للذكر والانثى على مثل هذا الحساب على خمسائة دينار واما المرئة اذا قتلت وهى حامل متم ثم تسقط (ولم تسقط خ د) ولدها ولم يعلم اذكر هوام انثى ولم يعلم بعدها مات اوقبلها فديته نصفان نصف دية الذكر ونصف دية الانثى ودية المرئة كاملة بعد ذلك وافتى في منى الرجل يفرغ عن عرسه فيعزل عنها الماء ولم ترد ذلك نصف خمس المائة من دية الجنين عشرة دناينروان افرغ فيها عشرون دينارا وجعل في قصاص جراحته و معقلته على قدر ديته وهى مائة دينار وقضى في دية جراح الجنين من حساب الماة على مايكون من جراح الرجل والمرئة الكاملة وافتى في الجسد وجعله ستة فرائض النفس والبصر السمع والكلام ونقص الصوت من الغنن والبحح والشلل في اليدين والرجلين فجعل هذا بقياس ذلك الحكم ثم جعل مع كل شئ من هذه قسامة على نحوما بلغت الدية</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والقسامة في النفس جعل على العمد خمسين رجلا وعلى الخطاء خمسة وعشرين رجلا على مابلغت ديته الف دينار وعلى الجراح بقسامة ستة نفر فماكان دون ذلك فبحسابه على ستة نفرو القسامة في النفس والسمع والبصرو العقل والصوت من الغنن والبحح ونقص اليدين والرجلين فهذه ستة اجزاء الرجل فالدية في النفس الف دينار والانف الف دينار والضوء كله من العينين الف دينار والبحح الف دينار وشلل اليدين الف دينار والرجلين الف دينار وذهاب السمع كله وذهاب البصر كله الف دينار والشفتين اذا استو صلتا الف دينار والظهر اذا حدب الف دينار والذكر الف دينار واللسان اذا استوصل الف دينار والانقيين الف دينار وجعل (ع) دية الجراحة في الاعضاء كلها في الراس والوجه وساير الجسد من السمع والبصر والصوت والعقل واليدين والرجلين في القطع والكسر والصدع والبطة الموضحة والدامية ونقل العظام الناقبة يكون في شئ من ذلك فما كان من عظم كسر فجبر على غير عثم ولاعيب ولم ينقل منه العظام فان ديته معلومة فاذا اوضح ولم ينقل منه العظام فدية كسره ودية موضحته ولكل عظم كسر معلوم فدية نقل عظامه نصف دية كسره ودية موضحته ربع دية كسره فما وارت الثياب من ذلك غير قصبتى الساعد والاصابع وفى قرحة لاتبرء ثلث دية ذلك العضو الذى هى فيه فاذا اصيب الرجل في احدى عينيه فانها تقاس ببيضة تربط على عينه المصابة وينظر ماينتهى بصرعينه المصابة الصحيحة ثم يعطى عينه الصحيحة وينظر ماينتهى بصرعينه فيعطى ديته من حساب ذلك والقسامة مع ذلك من الستة اجزاء القسامة على ستة سر على قدرما اصيب من عينه فان كان سدس بصره حلف الرجل وحده واعطى وان كان ثلث بصره حلف هو وحلف معه رجل اخر وان كان نصف بصره حلف وهو حلف معه رجلان آخران وان كان ثلثى بصره حلف هو وحلف معه ثلثة رجال وانكن اربعة اخماس بصره حلف هو وحلف معه اربعة رجال وان كان بصره كله حلف</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هو وحلف معه خمسة رجال ذلك في القسامة في العينين قال وافتى (ع) فيمن لم يكن له من يحلف معه ولم يوثق به على ماذهب من بصره ان له يضاعف عليه اليمين ان كان سدس بصره حلف واحدة وان كان الثلث حلف مرتين وان كان النصف حلف ثلث مراة وان كان الثلثين حلف اربعة مراة وان كان خمسة اسداس حلف خمس مراة وان كان بصره كله حلف ست مراة ثم يعطى وان ابى ان يحلف لم يعظ الاماحلف عليه ويوثق (وثق خ د) منه بصدق والوالى يستعين في ذلك بالسؤال والنظر والتثبيت في القصاص والحدود والقود وان اصاب سمعه شئ فعلى نحو ذلك فيضرب له شئ لكى يعلم منتهى سمعه ثم يقاس ذلك والقسامة على نحو مانقص من سمعه فان كان سمعه كله فعلى نحو ذلك وان خيف منه فجور ترك حتى يغفل ثم يصاح به فان سمع عاوده الخصوم إلى الحاكم والحاكم يعمل فيه برأيه ويحط عنه بعض مااخذ وان كان النقص في الفخذ اوفى العضد فانه يقاس بخيط تقاس رجله الصحيحة اويده الصحيحة ثم يقاس به المصابة فيعلم مانقص من يده اورجله وان اصيب الساق اوالساعد من الفخذ اوالعضد فانه يقاس وينظر الحاكم قدر فخذه وقضى على (ع) في صدغ الرجل اذا اصيب فلم يستطع ان يلتفت الاما انحرف الرجل نصف الدية خمسمائة دينار وان كان دون ذلك فبحسابه وقضى على (ع) في شفر العين الاعلى ان اصيب فشتر ديتة ثلث دية العين مائة وست وستون دينارا وثلثا دينار وان اصيب شفر العين الاسفل فديته نصف دية العين ماء‌تا دينر وخمسون دينار افان اصيب الحاجب فذهب شعره كله فديته نصف دية العين ماتادينار وخمسون دينارا فما اصيب منه فعلى حساب ذلك فان قطعت روئة الانف فديتها خمس مائة دينار نصف الدية وان انفذت فيه نافذه لاتنسد بسهم اوبرمح ديته ثلثمائة وثلثة وثلثون دينارا</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وثلث دينار وان كانت نافذة فبرئت والتأمت فديتها خمس دية وروئة الانف ماة دينار فما اصيب فعلى حساب ذلك وان كانت والنافذة في احدى المنخرين إلى الخيشوم وهو الحاجز بين المنخرين فديتها عشردية روثة الانف لانه النصف والحاجز بين المنخرين خمسون دينار اوان كانت الرمية نفذت في احدى المنخرين والخيشوم إلى المنخر الاخر فديتها ستة وستون دينارا وثلثا دينار واذا قطعت الشفة العليا فاستو صلت فديتها نصف الدية خمسمئة دينار فما قطع منها فبحساب ذلك فان انشقت فبدامنها الاسنان ثم رويت فبرئت والتأمت فدية جرحها والحكومة فيه خمس دية الشفة ماة دينار وماقطع منها فبحساب ذلك وان شترت وشينت شينا قبيحا فديتها ماة دينار وستة وستون دينار اوثلثا دينار ودية الشفة السفلى اذا قطعت واستوصلت ثلثا الدية كملاستمائة وستة وستون دينار اوثلثا دينار فما قطع منها بحساب ذلك فان انشقت حتى تبدو منها الاسنان ثم برئت والتامت ماة دينار وثلثة و ثلثون دينار اوثلث دينار وان اصيبت فشينت شينا فاحشا فديتها ثلثماة دينار وثلثة وثلثون دينارا وثلث دينار وذلك ثلث ديتها قال وسئلت اباجعفر (ع) ذلك فقال بلغنا ان امير المؤمنين عليه السلام فضلها لانها تمسك الماء والطعام فلذلك فضلها في حكومته وفى الخد اذا كانت فيه نافذة وبدا منها جوف الفم فديتها ماة دينار فان روى فبرء والتام وبه اثر بين اوشين فاحش فديته خمسون دينارا فان كانت نافذة في الخدين كليهما فديتها ماة دينار وذلك نصف دية التى بدا منها لفم فان كانت ومية بنصل ينفذ في العظم حتى ينفذ إلى (في خ د) الحنك فديتها مائة وخمسون دينارا جعل منها خمسين دينارا لموضحتها وان كانت ناقبة ولم تنفذ فديتها ماة دينار فان كانت موضحة في شئ من الوجه فديتها خمسون دينارا فان كان لها شين فدية شينها ربع دية موضحتها وان كان جرحا ولم يوضح ثم برء وكان في الخدين اثر فديته عشر دنانير وان كان في الوجه صدع فديته ثمانون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دينارا فان سقطت منه جذوة لحم ولم يوضح وكان قد الدرهم فما فوق ذلك فديتها ثلثون دينارا ودية الشجة اذا كانت توضح اربعون دينارا وان كانت في الجسد (المسجد خ د) وفى موضح الراس خمسون دينار افان نقل منها العظام فديتها ماة دينار وخمسون دينارا فان كانت ناقبة في الراس فتلك تسمى المامومة وفيها ثلث الدية ثلثمائة دينار وثلثة وثلثون دينارا وثلث دينار وجعل (ع) في الاسنان في كل سن خمسين دينارا وجعل الاسنان سواء وكان قبل ذلك يجعل في الثنية خمسين دينارا وفيما سوى ذلك من الاسنان في الرباعية اربعين دينارا وفى الناب ثلثين دينار اوفى الضر س خمسة و عشرين دينارا فاذا اسودت السن إلى الحول فلم تسقط فديتها دية الساقط خمسون دينارا وان تصدعت فلم تسقط فديتها خمسة وعشرون دينارا فما انكسر منها فبحسابه من الخمسين وان سقطت بعدو هى سوداء فديتها خمسة وعشرون دينارا فان انصدعت وهى سوداء فديتها اثنى عشر دينار اونصف فما انكسر منها من شئ فبحسابه من الخمسة والعشرين دينار اوفى الترقوة اذا انكسرت فجبرت على غير عثم ولاعيب اربعون دينارا فان انصدمت فديتها اربعة اخماس دية كسرها اثنان وثلثون دينارا فاذا وضحت فديتها خمسة وعشرون دينارا وذلك خمسة اجزاء من ديتها اذا انكسرت فان نقل منها العظام فديتها نصف دية كسرها وعشرون دينارا فان نقبت فديتها ربع دية كسرها عشرة دنانيرود ية المنكب اذا كسر خمس دية اليدمائة دينار فان كان في المنكب صدع فديته اربعة اخماس دية كسره ثمانون (ثمانين خ د) دينارا فان اوضح فديته ربع دية كسره خمسة وعشرون دينارا فان نقلت منه العظام فديته ماة دينار وخمسة وسبعون دينارا منها مائة دينار دية كسره وخمسون دينار النقل والعظام وخمسة وعشرون دينارا للموضحة فان كانت ناقبة فديتها ربع دية كسرها خمسة وعشرون دينارا فان رض</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فعثم فديته ثلث دية النفس ثلث مائة دينار وثلثة وثلثون دينارا وثلث دينار فان كان فك فديته ثلثون دينار وفى العضد اذا كسرت فجبرت على غير عثم ولاعيب فديتها خمس دية اليد ماة دينار ودية موضحتها ربع دية كسرها خمسة و عشرون دينارا وديته نقل عظامها نصف دية كسرها خمسون دينارا ودية نقصها ربع دية كسرها خمسة وعشرون دينارا وفى المرفق اذا كسر فجبر على غير عثم ولاعيب فديته ماة دينار وذلك خمس دية اليد وان انصدع فديته اربعة اخماس دية كسرها ثمانون دينارا فان اوضح فديته ربع دية كسره خمسة وعشرون دينارا فان نقلت منه العظام فديته ماة دينار وخمسته وسبعون دينار اللكسر ماة دينار ولنقل العظام خمسون دينارا وللموضحة خمسة وعشرون دينارا فان كانت فيه ناقبة فديتها ربع دية كسرها خمسة وعشروه دينارا فان رض المرفق فعثم فديته ثلث دية النفس ثلاثماة دينار وثلاثة ثلثون دينارا وثلث دينار فانكان فك فديته ثلثون دينارا وفى المرفق الاخر مثل ذلك سواء وفى الساعد اذاكسر فجبر على غير عثم ولاعيب ثلث دية النفس ثلاث ماة وثلثة وثلثون دينارا وثلث دينار فان كسر احدى القصبتين من الساعدين فديته خمس ديته اليدماة دينار وفى احدهما ايضا في الكسر لاحدى الزندين خمسون دينارا وفى كليهما ماة دينار فان انصدعت احدى القصبتين ففيها اربعة اخماس دية احدى قصبتى الساعد ثمانون دينارا ودية موضحتها ربع دية كسرها خمسة وعشرون دينارا ودية نقل عظامها ماة دينار وذلك خمس دية اليدوان كانت ناقبة فديتها ربع دية كسرها خمسة وعشرون دينارا ودية نقبها نصف دية موضحتها اثنى عشر دينارا ونصف دينار ودية نافذتها خمسون دينارا فان صارت فيه قرحة لاتبرء</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فديتها ثلث دية الساعد ثلثه وثلثون دينارا وثلث دينار وذلك ثلث دية الذى هوفيه ودية الرسغ اذا رض فجبر على غير عثم ولاعيب ثلث دية اليد ماة دينار وستة ستون دينارا وثلثا دينار وفي الكف اذا كسرت فجبرت على غير عثم ولاعيب خمس دية اليد ماة دينار فان فك الكف فدديتها ثلت دية اليد ماة دينار وستة وستون دينارا وثلثا دينار وفي موضحتها ربع دية كسرهات خمسة وعشرون دينارا ودية نقل عظامها ماة دينار وثمانية وسبعون دينارا نصف دية كسرها وفي نافذتها ان لم تنسد خمس دية اليد ماة دينار فانكانت نافذة فديتها ربع دية كسرها خمسة وعشرون ديننار او دية الاصابع ون القصب الذى في الكف في الابهام اذا قطع ثلث دية اليد ماة دينار وستة وستون دينارا وثلثا دينار ودية قصبة الابهام التى في الكف تجبر على غير عثم ولا عيب خمس دية الابهام ثلثة وثلثون دينارا وثلت دينار اذا استوى جبرها وثبت ودية صدعها ستة وعشرون دينارا وثلثا دينار ودية موضحتها ثمانية دنانير وثلت دينار ودية نقل عظامها ستة عشر دينارا وثلثا دينار وديته نقبها ثمانية دنانير.</w:t>
      </w:r>
    </w:p>
    <w:p w:rsidR="00947E93" w:rsidRDefault="00947E93" w:rsidP="00203FAD">
      <w:pPr>
        <w:pStyle w:val="libNormal"/>
        <w:rPr>
          <w:rtl/>
        </w:rPr>
      </w:pPr>
      <w:r w:rsidRPr="00203FAD">
        <w:rPr>
          <w:rtl/>
        </w:rPr>
        <w:t>وثلث دينار ونصف دية نقل عظامها ودية موضحتها نصف دية ناقلتها ثمانية دناينر وثل دينار ودية فكها عشرة دنانير ودية المفصل الثانى من اعلى الابهام ان كسر فجبر على غير عثم ولا عيب ستة عشر دينارا وثلثا دينار وديته الموضحة اذا كانت فيها اربعة دنانير وسدس ديننار ودية نقبه اربعة دنانير وسدس دينار ودية صدعه ثلثة عشر دينارا وثلت دينار ودية نقل عظامها خمسة دنانير وما قطع منها فبحسابه على مزلته وفي الاصابع في كل اصبع ثلث دية اليد ثلثة وثمانون دينارا وثلث دينار ودية اصابع الكف الاربع سوى الابهام دية نقل كل قصبة عشرون دينارا وثلثا دينار وديته كل موضحة في كل قصبة من القصب الاربع اصابع اربعة دنانير وسدس ودية نقل كل قصبة منهن ثمانية دنانير وثلث دينار ودية كسر كل مفصل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من الاصابعع الاربعع التى تلى الكف ستة عشر دينارا وثلثا دينار وفي صدع كل قصبة منهن ثلاثة عشر دينارا وثلث دينار فان كان في الكف قرحة لا تبرء فديتها ثلثة وثلثون دينارا وثلث دينار وفي نقثل عظامها ثمانية دنانير وثلث دينار وفي موضحتها اربعة دنانير وسدس وفي نقبها اربعة دنانير وسدس وفي فكها خمسة دنانير.</w:t>
      </w:r>
    </w:p>
    <w:p w:rsidR="00947E93" w:rsidRDefault="00947E93" w:rsidP="00203FAD">
      <w:pPr>
        <w:pStyle w:val="libNormal"/>
        <w:rPr>
          <w:rtl/>
        </w:rPr>
      </w:pPr>
      <w:r w:rsidRPr="00203FAD">
        <w:rPr>
          <w:rtl/>
        </w:rPr>
        <w:t>ودية المفصل الاوسط من الاصابع الاربعع اذا قطع فديته خمسة وخمسون (سبعون خ د) دينا او ثلث دينار وفي كسره احدى عشر دينار اوثلث دينار وفي كسره احدى عشر دينار او ثلث دينار وفي صدعه ثمانية دنانير ونصف دينار وفي موضحته دينار وثلثاا دينار وفي نقل عظامها خمسة دنانير وثلث دينار وفي نقبه ديناران وثل دينار وفي فكه ثلثة دنانير وثلثا دينار وفي المفصل الاعلى من الاصابع الارببع اذا قطع سبعة وعشرون دينارا ونصف دينار وربع عشر دينار وفي كسره خمسة دنانير واربعة اخماس دينار وفي نقبه دينار وثلث وفي فكه دينار واربعة اخماس دينار وفي ظفر كل اسبع منها خمسة دنانير وفي الكف اذا كسرت فجبرت على غير عثم ولا عيب فديتها اربعون دينارا ودية صدعها اربععة اخماس ودية كسرها اثنان وثلثون دينارا او دية ت موضحتها خمسة وعشرون دينارا ودية نقل عظامها عشرون دينارا ونصف دينار ودية نقبها ربع دية كسرها عشرة دنانير ودية قرحة لا تبرء ثلثة عشر دينارا وثلث دينار وفي ى السدر اذا رض فثنى شقاه كلاهما فديته خمسمائذ دينار ودية احد شقيه اذا انثنى ما تا دينار وخمسون دينا او ان انثنى الصدر والكتفان فديته مع الكتفين الف دينار واذا انثنى احدى الكتفين مع شق الصدر فديته خمسمائة دينار ودية الموضحة في الصدر خمسة وعشرون دينارا ودية الموضحة في الكتفين والظهر خخمسة وعشرون فان اعترى الرجل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من ذلك سعر ولا يقدر على ان يلتفت فديته خمسماة دينار وان كسر الصلب فجبر على غير عثم ولا عيب فديته الف دينار وفي الاصلاع فيها خالط القلب من الاضلاع اذا كسر منها ضلع فديته خمسة وعشرون دينارا صدعه اثنى عشر دينارا ونصف ودية نقل عظامه سبعة دنانير ونصف وموضحته على ربع دية كسره ودية نقبه مثل ذلك وفي الاضلاع مما يلى العضديت ديةكل ضلع عشرة دنانير اذا كسر ودية صدعه سبعة دنانير ودية نقل عظامه خمسة دنانير وموضحة كل ضلع ربع دية كسره ديناران ونصف دينار وان نقب ضلع منها فديته دينار ونصف دينار وفي الجائفة ثلث دية النفس ثلثمائة دينار وثلثة وثلثون دينارا وثلث دينار فان نقب من الجانبين كليهما برمية او طعنة وقعت في الشقاق فديتها اربعمائة دينار وثلثة وثلثون دينارا وثلث دينار وفي الاذن اذا قطعت فديتها خمسمائة دينار وما قطع منها فبحساب ذلك وفي الورك اذا كسر فجبر على غير عثم ولا عيب خمس دية الرجلين مأتاا دينار فان صدع الورك فديته ماة دينار وستون دينارا اربعة اخماس دية كسره فان اوضحت فديته ربع دية كسره خمسون دينارا ودية نقل عظامه ماة وخمس وسبعون دينارا منها لكسر ها مائة دينار ولنقل عظامها خمسون دينار او لموضحتها خمسة وعشرون دينارا ودية فكها ثلثون دينارا فان رضت فعثمت فديتها ثلمائة وثلثة وثلثون دينارا وثلث دينار.</w:t>
      </w:r>
    </w:p>
    <w:p w:rsidR="00947E93" w:rsidRDefault="00947E93" w:rsidP="00203FAD">
      <w:pPr>
        <w:pStyle w:val="libNormal"/>
        <w:rPr>
          <w:rtl/>
        </w:rPr>
      </w:pPr>
      <w:r w:rsidRPr="00203FAD">
        <w:rPr>
          <w:rtl/>
        </w:rPr>
        <w:t>وفي الفخذ اذا كسرت فجبرت على غير عثم ولا عيب خمس دية الرجلين ما تا دينار وان عثمت الفخذ فديتها ثلثمائة دينار وثلثة وثلثون كسرها مائة وستون مدينار فانكانت فرحة لا تبرء فديتها ثلث دية كسرها ستة وستون دينارا وثلثا دينار ودينار ودية موضحتها ربع دية وكسرها خمسون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دينارا ودية نقل عظامها نصف دية كسرها ماة دينار ودية نقبها ربع دية كسرها خمسون دينارا وفي الركبة اذا كسرت فجبرت على غير عثم ولا عيب خمس دية الرجلين ما تا دينار فان تصدعت فديتها اربعة اخماس دية كسرها ماة و ستون دينارا وديثة موضحتها ربع دية كسرها خمسون دينارا ودية نقل عظامها ماة دينار وخمسة وسبعون دينارا منها في دية كسرها ماة دينار وفي نقل عظامها خمسون دينارا وفي موضحتها خمسة وعشرون دينارا ودية نقبها ربع دية كسرها خمسون دينارا فاذا رضت فعثمت ففيها ثلث دية النفس ثلثمائة وثلثة وثلثون ديناراو ثلث دينار وان فكت ففيها ثلثة اجزاء من دية الكسر ثلثون دينارا.</w:t>
      </w:r>
    </w:p>
    <w:p w:rsidR="00947E93" w:rsidRDefault="00947E93" w:rsidP="00203FAD">
      <w:pPr>
        <w:pStyle w:val="libNormal"/>
        <w:rPr>
          <w:rtl/>
        </w:rPr>
      </w:pPr>
      <w:r w:rsidRPr="00203FAD">
        <w:rPr>
          <w:rtl/>
        </w:rPr>
        <w:t>وفي الساق اذا كسرت فجبرت على غير عثم ولا عيب خمس دية الرجلين مأتا دينار ودية صدعها اربعة اخماس دية كسرها ماة وستون دينارا وفي موضحتها ربع دية كسرها خمسون دينارا وفي نقل عظامها ربع دية كسرها خمسون دينارا وفي نقبها نصف دية موضحتها خمسة وعشرون دينارا وفي نفوذها ربع دية كسرها خمسون دينارا وفي قرحة لا تبرء قثلثة وثلثون ديناررا وثلث دينار فان عثمت الساق فديتها ثلث دية النفس ثلثمائة وثلثة وثلثون دينارا وثلث دينار وفي الكعب اذا رض فجبر على غير عثم ولا عيب ثلث دية الرجلين ثلثمائة وثلثة وثلثون دينارا وثلث دينار.</w:t>
      </w:r>
    </w:p>
    <w:p w:rsidR="00947E93" w:rsidRDefault="00947E93" w:rsidP="00203FAD">
      <w:pPr>
        <w:pStyle w:val="libNormal"/>
        <w:rPr>
          <w:rtl/>
        </w:rPr>
      </w:pPr>
      <w:r w:rsidRPr="00203FAD">
        <w:rPr>
          <w:rtl/>
        </w:rPr>
        <w:t>وفي القدم اذا كسرت فجبرت على غير عثم ولا عيب خمس دية الرجلين ما تا دينار وفي ناقبه فيها ربع دية كسرها خمسون دينارا ودية الاصابع والقصب التى في القدم للابهام ثلث دية الرجلين ثلثمائة دينار و الاصابع والقصب التى في القدم للابهام ثلث دية الرجلين ثلثمائة دينار و ثلثة وثلثون دينارا وثلث دينار ودية كسر الابهام القصبة التى تلى القدم</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خمس دية الابهام ستة وستون دينارا وثلثا دينار وفي صدعها ستة وعشرون دينارا وثلثا دينار وفي موضحتها ثمانية دنانير وثلث دينار وفي نقل عظامها ستة وعشرون دينارا وثلثا دينار وفي نقبها ثمانية دنانير وثلث دينار وفي فكها عشرة دنانير ودية المفصل الاعلى من الابهام وهو الثانى الذى فيه الظفر ستة عشر دينارا وثلثا دينار وفي موضحته اربعة دنانير وسدس وفي نقل عظامه ثمانية دنانير وثلث دينار وفي ناقبته اربعة دنانير وسدس وفي صدعه ثلثة عشر دينارا وثلث وفي فكه خمسة دنانير وفي ظفره ثلثون دينارا وذلك لانه ثلث دية الرجل ودية كل اصبع منها ثلث دية الرجل ثلثة وثمانون دينار وثلث دينار ودية قصبة الاصابع الاربع سوى الابهام دية كسر كل قصبة منها ستة عشر دينارا وثلثا دينار ودية موضحة كل قصبة منها ااربعة دنانير وسدس ودية نقل عظم كل قصبة منهن ثمانية دنانير وثلث ودية صدعها ثلثة عشر دينارا وثلث دينار ودية نقب كل قصبة منهن اربعة دنانير وسدس ويدية قرحة لا تبرء في القدم ثلثة وثلثون دينارا وثلث ودية كسر المفصل الذى يلى القدم من الاصابع ستة عشر دينارا وثلث وديثة صدعها ثلثة عشر دينارا وثلث ودية نقل عظم كل قصبة منهن ثمانية دنانير وثلث دينار ودية موضحة كل قصبة منهن اربعة دنانير وسدس دينار ودية نقبها اربعة دنانير وسدس دينار ودية فكها خمسة دنانير وفي المفصل الاوسط من الاصابع الاربع اذا قطع فديته خمسة.</w:t>
      </w:r>
    </w:p>
    <w:p w:rsidR="00947E93" w:rsidRDefault="00947E93" w:rsidP="00203FAD">
      <w:pPr>
        <w:pStyle w:val="libNormal"/>
        <w:rPr>
          <w:rtl/>
        </w:rPr>
      </w:pPr>
      <w:r w:rsidRPr="00203FAD">
        <w:rPr>
          <w:rtl/>
        </w:rPr>
        <w:t>خمسون دينارا وثلثا دينار ودية كسره احد عشر دينارا وثلثا دينار ودية صدعه ثمانية دنانير واربعة اخماس دينار ودية موضحته دينار ان ودية نقل عظامه خمسة دنانير وثلثا دينار ودبة فكه ثلثة دنانير ر وثلا دينار ودية نقبه ديناران وثلثا دينار وفي المفصل الاعلى من الاصابع الاربع التى فيها الظفر اذا قطع فديته سبعة وعشرون دينارا وسبعة اخماس دينار ودية صدعه اربعة دنانير وخمس دينار</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ودية موضحته دينار وثلث دينار ودية نقل عظامه ديناران وخمس دينار ودية نقبه دينار وثلث دينار ودية فكه دينار واربعة اخماس دينار ودية كل ظفر عشرة دنانير.</w:t>
      </w:r>
    </w:p>
    <w:p w:rsidR="00947E93" w:rsidRDefault="00947E93" w:rsidP="00203FAD">
      <w:pPr>
        <w:pStyle w:val="libNormal"/>
        <w:rPr>
          <w:rtl/>
        </w:rPr>
      </w:pPr>
      <w:r w:rsidRPr="00203FAD">
        <w:rPr>
          <w:rtl/>
        </w:rPr>
        <w:t>وافتى على (ع) في حلمة ندى الرجل ثمن الدية ماة دينار وخمسة وعشرون دينارا وفي خصية الرجل خمسمائة دينار قال او ان اصيب رجل فادر خصيتاه كلتا هما فديته اربع مائة دينار فان فجح فلم يقدر على المشى الا مشيا لا ينفعه فديته أربعة اخماس دية النفس ثمانماة دينار فان احدب منها الظهر فح تمت ديته الف دينار والقسامة في كل شئ من ذلك ستة نفر على ما بلغت وافتى (ع) في الجوبيئة اذا كانت في العانة فحرق الصفاق فصارت ادرة في احدى الخصيتين فديتها ما تا دينار خمس الدية وفي النافذة ان انقذت من رمح او خنجر في شئ من الرجل م اطرافه فديتها شر دية الرجل ماة دينار وقضى انه لا قود لرجل اصابه واالاده في امر يعيب فيه عليه فاصابه عيب من قطع وغيره ويكون له الدية ولا يقاد ولا قود لامرئة اصابها زوجها فغرم العيب على زوجها ولا قصاص عليه وقضى (ع) في امرئة ركبها روجها فاعفلها ان فها نصف ديتها ماتان وخمسون دينارا وقضى (ع) في رجل اقتض جارية باصبعه فخرق مثابتها قلا تملك بولها فجعل لها ثلث (والذى رايته في يب وفي المنقول عنه هو ثلث الدية باسقاط كلمة نصف ولكنها موجودة في الفقيه ويصد قها الحساب) نصف الدية مائة وستة وستين دينارا وثلثى دينار.</w:t>
      </w:r>
    </w:p>
    <w:p w:rsidR="00947E93" w:rsidRDefault="00947E93" w:rsidP="00203FAD">
      <w:pPr>
        <w:pStyle w:val="libNormal"/>
        <w:rPr>
          <w:rtl/>
        </w:rPr>
      </w:pPr>
      <w:r w:rsidRPr="00203FAD">
        <w:rPr>
          <w:rtl/>
        </w:rPr>
        <w:t>وقضى (ع) لها عليه صداقها مثل نساء قومها وفي رواية هشام بن ابراهيم عن ابى الحسن عليه السلم لها الدية تم بحمدالله وحسن توفيقه</w:t>
      </w:r>
    </w:p>
    <w:p w:rsidR="00947E93" w:rsidRDefault="00947E93" w:rsidP="00947E93">
      <w:pPr>
        <w:pStyle w:val="libNormal"/>
        <w:rPr>
          <w:rtl/>
        </w:rPr>
      </w:pPr>
      <w:r>
        <w:rPr>
          <w:rtl/>
        </w:rPr>
        <w:br w:type="page"/>
      </w:r>
    </w:p>
    <w:p w:rsidR="00947E93" w:rsidRDefault="00947E93" w:rsidP="00203FAD">
      <w:pPr>
        <w:pStyle w:val="Heading2Center"/>
      </w:pPr>
      <w:bookmarkStart w:id="29" w:name="16"/>
      <w:bookmarkStart w:id="30" w:name="_Toc493591898"/>
      <w:r>
        <w:rPr>
          <w:rtl/>
        </w:rPr>
        <w:lastRenderedPageBreak/>
        <w:t>مختصر اصل علاء بن رزين</w:t>
      </w:r>
      <w:bookmarkEnd w:id="29"/>
      <w:bookmarkEnd w:id="30"/>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هذا كتاب مختصر اصل علاء بن رزين الذى اختصره شيخنا الامام العلامة محمد بن مكى الشهيد الاول وقد صحب محمد بن مسلم وتفقه عليه ويروى عن ابى جعفر وابيعبدالله عليهما السلم</w:t>
      </w:r>
    </w:p>
    <w:p w:rsidR="00947E93" w:rsidRDefault="00947E93" w:rsidP="00203FAD">
      <w:pPr>
        <w:pStyle w:val="libCenterBold1"/>
        <w:rPr>
          <w:rtl/>
        </w:rPr>
      </w:pPr>
      <w:r>
        <w:rPr>
          <w:rtl/>
        </w:rPr>
        <w:t>بسم الله الرحمن الرحيم</w:t>
      </w:r>
    </w:p>
    <w:p w:rsidR="00947E93" w:rsidRDefault="00947E93" w:rsidP="00203FAD">
      <w:pPr>
        <w:pStyle w:val="libNormal"/>
        <w:rPr>
          <w:rtl/>
        </w:rPr>
      </w:pPr>
      <w:r w:rsidRPr="00203FAD">
        <w:rPr>
          <w:rtl/>
        </w:rPr>
        <w:t>عن ابى جعفر (ع) في قوله تعالى ولقد اتيناك سبعا من المثانى والقران قال اية الكرسى عن محمد بن مسلم عن اى جعفر عليه السلام قال كان ابى على بن الحسين (ع) يسئلنا صليتتم فنقول نعم فيقول البينة على الصلوة عن ابى جعفر عليه السلام قال ان الرجل ليذكر ذنبه بعد سبع و عشرين سنة وما يذكره الا ليستغفر الله منه فيغفر له الدعاء دبر الكتوبة افضل من الدعاء دبر التطوع كفضل الصلوة الكتوبة على التطوع الحمى من قيح جهنم اطغوء‌ها بالماء.</w:t>
      </w:r>
    </w:p>
    <w:p w:rsidR="00947E93" w:rsidRDefault="00947E93" w:rsidP="00203FAD">
      <w:pPr>
        <w:pStyle w:val="libNormal"/>
        <w:rPr>
          <w:rtl/>
        </w:rPr>
      </w:pPr>
      <w:r w:rsidRPr="00203FAD">
        <w:rPr>
          <w:rtl/>
        </w:rPr>
        <w:t>محمد بن مسلم قال قلت له وباء اذا وقع في الارض انعزل قال وما باس ان تعتزل الوباء.</w:t>
      </w:r>
    </w:p>
    <w:p w:rsidR="00947E93" w:rsidRDefault="00947E93" w:rsidP="00203FAD">
      <w:pPr>
        <w:pStyle w:val="libNormal"/>
        <w:rPr>
          <w:rtl/>
        </w:rPr>
      </w:pPr>
      <w:r w:rsidRPr="00203FAD">
        <w:rPr>
          <w:rtl/>
        </w:rPr>
        <w:t>الباقر (ع) وقدد قال رسول الله صلى الله عليه وآله لرجل اخبره انه كان في دار فيها اخوته فما اتتو او لم يبق غيرها ارتحل منها وهى ذميمة ابن ابى يعفور قال كان على عليه السلام عالم هذه الامة والعلم يتوارث وليس يهلك لها لك حتى يرى من اهله من يعلم مثل علمه.</w:t>
      </w:r>
    </w:p>
    <w:p w:rsidR="00947E93" w:rsidRDefault="00947E93" w:rsidP="00203FAD">
      <w:pPr>
        <w:pStyle w:val="libNormal"/>
        <w:rPr>
          <w:rtl/>
        </w:rPr>
      </w:pPr>
      <w:r w:rsidRPr="00203FAD">
        <w:rPr>
          <w:rtl/>
        </w:rPr>
        <w:t>محمد بن مسلم قال سئلته عليه السالم عن ارلج يعطس قال تقول برحكم الله ويغفر لنا ولك</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محمدد بن مسلم ان اوجر التحميد ان يقول الرجل اللهم لك الحمد لمحامدك كلهها على نعمك كلها حتى ينتهى الحمدالى ما يحب ربى و يرضى اللهم انى اسئلك خير ما ارچوا وخيرما لا ارجوا واعوذبك من شر ما احذر ومن شر مالا احذر.</w:t>
      </w:r>
    </w:p>
    <w:p w:rsidR="00947E93" w:rsidRDefault="00947E93" w:rsidP="00203FAD">
      <w:pPr>
        <w:pStyle w:val="libNormal"/>
        <w:rPr>
          <w:rtl/>
        </w:rPr>
      </w:pPr>
      <w:r w:rsidRPr="00203FAD">
        <w:rPr>
          <w:rtl/>
        </w:rPr>
        <w:t>محمد بن مسلم سئلته عن الرجل يلبس ثوبا جديدا قال يقو ل بسم الله وبالله اللهم اجعله ثوب تقوى وبرك ويمن اللهم ارزقنى فيه حسن عبادتك وعملا بطاعتك واداء شكر نعمتك الحمدلله الذى كسانى ما او ارى به عورتى واتجمل به في الناس.</w:t>
      </w:r>
    </w:p>
    <w:p w:rsidR="00947E93" w:rsidRDefault="00947E93" w:rsidP="00203FAD">
      <w:pPr>
        <w:pStyle w:val="libNormal"/>
        <w:rPr>
          <w:rtl/>
        </w:rPr>
      </w:pPr>
      <w:r w:rsidRPr="00203FAD">
        <w:rPr>
          <w:rtl/>
        </w:rPr>
        <w:t>محمد بن مسلم عن ابى جعفر عليه السلام قال ان ذنوب المؤمن مغفورة فليعمل ما يستانف اما انها ليست الا لاهل الايمان محمد بن مسلم قال كان على بن الحسين عليهما السلم يقول في كل صباح اقدم في يومى هذا بين يدى نيساتى وعجلتى بسم اتلله وما شاء الله عشر مرات وفي الليلة اذا استقبلها مثل ذلك يجزيه فيما سنع في يومه وليلته ذلك.</w:t>
      </w:r>
    </w:p>
    <w:p w:rsidR="00947E93" w:rsidRDefault="00947E93" w:rsidP="00203FAD">
      <w:pPr>
        <w:pStyle w:val="libNormal"/>
        <w:rPr>
          <w:rtl/>
        </w:rPr>
      </w:pPr>
      <w:r w:rsidRPr="00203FAD">
        <w:rPr>
          <w:rtl/>
        </w:rPr>
        <w:t>ابن ابى يعفور عن ابيعبدالله عليه السلام قال كونوا دعاة للناس بغير السنتكم ليروا منكم الاجتهاد والصدق والورع.</w:t>
      </w:r>
    </w:p>
    <w:p w:rsidR="00947E93" w:rsidRDefault="00947E93" w:rsidP="00203FAD">
      <w:pPr>
        <w:pStyle w:val="libNormal"/>
        <w:rPr>
          <w:rtl/>
        </w:rPr>
      </w:pPr>
      <w:r w:rsidRPr="00203FAD">
        <w:rPr>
          <w:rtl/>
        </w:rPr>
        <w:t>محمد بن مسلم قال وسألته عن قوله قل لا اسئلكم عليه اجر الاية قال لم يسئل الله الا ما سئلت الرسل قبله وانا قوله فمن يقترف حسنة قال التسليم لنا والصدق علينا ولا يكذب علينا وسئلته عن الرجل المسلم يداويه اليهود والنصارى قال لا باس انما الشفاء بيدالله.</w:t>
      </w:r>
    </w:p>
    <w:p w:rsidR="00947E93" w:rsidRDefault="00947E93" w:rsidP="00203FAD">
      <w:pPr>
        <w:pStyle w:val="libNormal"/>
        <w:rPr>
          <w:rtl/>
        </w:rPr>
      </w:pPr>
      <w:r w:rsidRPr="00203FAD">
        <w:rPr>
          <w:rtl/>
        </w:rPr>
        <w:t>محمد بن مسلم قال سألت ابا جعفر عليه السلام اصلى في مسجد فامشى إلى الصف امامى فيه انقطاع قائمة قال نعم ان رسول الله صلى الله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عليه واله قال انى اراكم من خلقى كما اراكم من بين يدى ليقمن صفوفكم وليخالفن الله قلوبكم محمد بن مسلم قال ابوعبدالله عليه السلام مربى رجل وانا اصلى وانا ادعوا بها فقال يا ابا عبدالله بيمينك فقلت يا عبدالله ان الله حقا على هذه كحقه على هذه.</w:t>
      </w:r>
    </w:p>
    <w:p w:rsidR="00947E93" w:rsidRDefault="00947E93" w:rsidP="00203FAD">
      <w:pPr>
        <w:pStyle w:val="libNormal"/>
        <w:rPr>
          <w:rtl/>
        </w:rPr>
      </w:pPr>
      <w:r w:rsidRPr="00203FAD">
        <w:rPr>
          <w:rtl/>
        </w:rPr>
        <w:t>محمد بن مسلم قال قلت لابى جعفر عليه السلام ما ترى في صوم شعبان قال حسن قال قلت افصامه رسول الله صلى الله عليه وآله عجبا للمؤمن ان الله لا يقضى له قضاء الا كان له خير فان ابتلى صبر وان اعطى شكر محمد بن مسلم قال سئلته عن الحصاد والجذاذ قال لا يكون الحصاد والجذا بالليل ان الله يقول واتوا حقه يوم حصاده ومن كل شئ ضغث عن محمد بن مسلم قال سألته عن قول الله عزوجل اولئك يبدل الله سياتهم حسنات قال يؤتى بالمؤمن المذنب يوم القيمة حتى يقام بين يدى الله فيكون الله هو الذى يلى حسابه فيما بينه وبينه لا يطلع على حسابه الناس فيغفره حتى اذ اقرره بسيئاته قال يبدلها حسنات واظهرها للناس فيقول الناس ما كان لهذا العبد سيئة واحدة.</w:t>
      </w:r>
    </w:p>
    <w:p w:rsidR="00947E93" w:rsidRDefault="00947E93" w:rsidP="00203FAD">
      <w:pPr>
        <w:pStyle w:val="libNormal"/>
        <w:rPr>
          <w:rtl/>
        </w:rPr>
      </w:pPr>
      <w:r w:rsidRPr="00203FAD">
        <w:rPr>
          <w:rtl/>
        </w:rPr>
        <w:t>محمد بن مسلم قال سألته عن الدجال فقال ان لا ياتى المدينة ولكن ياتى حتى كون من وراء احد فترى دخان طعامهم عن مسير شهروا كثر من يتبعه النساء وقال رسول الله صلى الله عليه وآله انه ليس من نبى الا وقد حذرو امنه فاحذروهه فانه اعور وليس ربكم باعور.</w:t>
      </w:r>
    </w:p>
    <w:p w:rsidR="00947E93" w:rsidRDefault="00947E93" w:rsidP="00203FAD">
      <w:pPr>
        <w:pStyle w:val="libNormal"/>
        <w:rPr>
          <w:rtl/>
        </w:rPr>
      </w:pPr>
      <w:r w:rsidRPr="00203FAD">
        <w:rPr>
          <w:rtl/>
        </w:rPr>
        <w:t>محمد بن مسلم قال سئلته عن الساعة التى يقال فيها ما يقال من يوم الجمعة فقال ما بين قيام الامام إلى تكبيرة بالصلوة.</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محمدا بن مسلم قال سئلته عن الفقير والمسكين قال الفقير لا يسئل و المسكين يسئل والذى لا يسئل اجهد من الذى يسئل.</w:t>
      </w:r>
    </w:p>
    <w:p w:rsidR="00947E93" w:rsidRDefault="00947E93" w:rsidP="00203FAD">
      <w:pPr>
        <w:pStyle w:val="libNormal"/>
        <w:rPr>
          <w:rtl/>
        </w:rPr>
      </w:pPr>
      <w:r w:rsidRPr="00203FAD">
        <w:rPr>
          <w:rtl/>
        </w:rPr>
        <w:t>محمد بن مسلم عن ابيجعفر عليه السلام قال قال رسول الله صلى الله عليه واله لرجل انت ومالك لا ببيك في كتاب على عليه السلام اما الولد وله ان يقع على جارية ابنه اذا لم يكن ابنه وقع عليها قال قلت اللهم ان كان كذا وكذا خيرا فيسره لى قال اللهم اقض لى امر كذاو كذا ويسره لى واجعله خير إلى.</w:t>
      </w:r>
    </w:p>
    <w:p w:rsidR="00947E93" w:rsidRDefault="00947E93" w:rsidP="00203FAD">
      <w:pPr>
        <w:pStyle w:val="libNormal"/>
        <w:rPr>
          <w:rtl/>
        </w:rPr>
      </w:pPr>
      <w:r w:rsidRPr="00203FAD">
        <w:rPr>
          <w:rtl/>
        </w:rPr>
        <w:t>محمد بن مسلم قال انى لا بعض الرجل يكون كسلان عن امر دنياه فهو عن امر اخرته اكسل.</w:t>
      </w:r>
    </w:p>
    <w:p w:rsidR="00947E93" w:rsidRDefault="00947E93" w:rsidP="00203FAD">
      <w:pPr>
        <w:pStyle w:val="libNormal"/>
        <w:rPr>
          <w:rtl/>
        </w:rPr>
      </w:pPr>
      <w:r w:rsidRPr="00203FAD">
        <w:rPr>
          <w:rtl/>
        </w:rPr>
        <w:t>محمد بن مسلم قال انه ليس من عبد الا ويوقض كل ليلة مرة او مرتين او مرارا فان قام كان ذلك والفحج الشيطان في اذنه او لا يرى احدكم اذا قام ولم يكن ذلك منه قام متحيرا ثقلا كسلان ابوحمزة ومحمد بن مسلم عن ابى جعفر عليه السلام قال قال رسول الله صلى الله عليه وآله الروح الامين نفث في روعى انه لن يموت نفس حتى تستكمل رزقها فاجملوا في الطلب ولا يحمنكم استبطاء شئ من الرزق ان تطلبوا ما عندالله من معاصيه فلا ينال ما عندالله الا بالطاعة.</w:t>
      </w:r>
    </w:p>
    <w:p w:rsidR="00947E93" w:rsidRDefault="00947E93" w:rsidP="00203FAD">
      <w:pPr>
        <w:pStyle w:val="libNormal"/>
        <w:rPr>
          <w:rtl/>
        </w:rPr>
      </w:pPr>
      <w:r w:rsidRPr="00203FAD">
        <w:rPr>
          <w:rtl/>
        </w:rPr>
        <w:t>ابوحمزة ن ابيجعفر (ع) قال رسول الله صلى الله عليه وسلم (ع) نصر الله عبداسمع مقالتى فوعاها وبلغها من لم يبلغه رب حامل فقه إلى غير فقيه ورب حامل فقه إلى من هو افقه منه.</w:t>
      </w:r>
    </w:p>
    <w:p w:rsidR="00947E93" w:rsidRDefault="00947E93" w:rsidP="00203FAD">
      <w:pPr>
        <w:pStyle w:val="libNormal"/>
        <w:rPr>
          <w:rtl/>
        </w:rPr>
      </w:pPr>
      <w:r w:rsidRPr="00203FAD">
        <w:rPr>
          <w:rtl/>
        </w:rPr>
        <w:t>محمد بن مسلم قال سئلته عن الرجل يتعلم سورة من العزائم فيعاد ئعليه مرار ا ايسجد كلما اعيدت عليه قال نعم قال يستجب لانصات والاستماع في الصلوة وغيرها لقران.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 بن مسلم قال رايت ابا جعفر عليه السلام وعليه جبة خزو كساء خز وعمامة خر.</w:t>
      </w:r>
    </w:p>
    <w:p w:rsidR="00947E93" w:rsidRDefault="00947E93" w:rsidP="00203FAD">
      <w:pPr>
        <w:pStyle w:val="libNormal"/>
        <w:rPr>
          <w:rtl/>
        </w:rPr>
      </w:pPr>
      <w:r w:rsidRPr="00203FAD">
        <w:rPr>
          <w:rtl/>
        </w:rPr>
        <w:t>محمد بن مسلم عن ابيجعفر عليه السلام قال قال رسول الله صلى الله عليه وآله لا يبقى جماء نطحتها قرناء الا فادلها الله منها يوم القيمة.</w:t>
      </w:r>
    </w:p>
    <w:p w:rsidR="00947E93" w:rsidRDefault="00947E93" w:rsidP="00203FAD">
      <w:pPr>
        <w:pStyle w:val="libNormal"/>
        <w:rPr>
          <w:rtl/>
        </w:rPr>
      </w:pPr>
      <w:r w:rsidRPr="00203FAD">
        <w:rPr>
          <w:rtl/>
        </w:rPr>
        <w:t>محمد بن مسلم عن ابيجعفر عليه السلام في حديث قال ثم صام يومين وافطر يوما وكان ذلك صوم داود (ع) قال ثم صام يوما وافطر يوما قال ثم ال بعد ذلك إلى صيام ثلثة ايام في كل شهر.</w:t>
      </w:r>
    </w:p>
    <w:p w:rsidR="00947E93" w:rsidRDefault="00947E93" w:rsidP="00203FAD">
      <w:pPr>
        <w:pStyle w:val="libNormal"/>
        <w:rPr>
          <w:rtl/>
        </w:rPr>
      </w:pPr>
      <w:r w:rsidRPr="00203FAD">
        <w:rPr>
          <w:rtl/>
        </w:rPr>
        <w:t>محمد بن مسلم قال سالنى ابوجعفر عليه السلام عن شئ فقلت لا بحمدالله فقال لا تقل هكذا قل لا والحمدلله ابوحمزة عن ابيجعفر عليه السلم قال ابرؤ ا من خمسة من المرجعة والخوارج والقدرية والشامى والناصب قلت ما النصب قال من احب شيئا او ابغض عليه.</w:t>
      </w:r>
    </w:p>
    <w:p w:rsidR="00947E93" w:rsidRDefault="00947E93" w:rsidP="00203FAD">
      <w:pPr>
        <w:pStyle w:val="libNormal"/>
        <w:rPr>
          <w:rtl/>
        </w:rPr>
      </w:pPr>
      <w:r w:rsidRPr="00203FAD">
        <w:rPr>
          <w:rtl/>
        </w:rPr>
        <w:t>ابوحمزة انه قال انا اله بيت اذا ثقل علينا جليسنا قذافناه بحصاة فان قام والا فثلث فان قام والا سبع لا يتمالك عند السابعة.</w:t>
      </w:r>
    </w:p>
    <w:p w:rsidR="00947E93" w:rsidRDefault="00947E93" w:rsidP="00203FAD">
      <w:pPr>
        <w:pStyle w:val="libNormal"/>
        <w:rPr>
          <w:rtl/>
        </w:rPr>
      </w:pPr>
      <w:r w:rsidRPr="00203FAD">
        <w:rPr>
          <w:rtl/>
        </w:rPr>
        <w:t>محمد بن مسلم ععن ابيجعفر عليه السلام قال لا باس ان تحدت اخاك اذا ررجوت ان ينفعه وتحثه واذا سالك هل قمت الليلة او صمت فحدثه بذلك ان كنت فعلته فقل قدرزق الله ذلك ولا تقل لا فان ذلك كذب محمد بن مسلم في الرجل يزيد الحاجة واليوم حرحين تزول الشمس هل باس ان يصلى الظهر حيئنذ قاال لا باس محمد ببن مسلم في الرجل يصلى الفجر حين طلع قال لا باس محمد بن مسلم الرجل يصلى الفجر حين طلع قال لاباس محمد بن مسلم مربى ابوجعفر (ع) بمسجد رسول الله صلى الله عليه وآله زوال الشمس وانا اصلى فلقينى بعد ففقال اياك ان تصلى الفريضة في تلك الساعة اتؤديها في شدة الظهر قلت انى كنت اتنفل.</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 بن مسلمكك قال قلت الرجل الموسر يمكث سنين لا يحج هل يجوز شهادته قال نعم وان مات ولم يحج صلى عليه ويستغفر له قال نعم محمد بن مسلم قال سئلته عن الرجل يتوضاء ايبطن لحيته بالماء قال لا قال رسول الله صلى الله عليه وآله صاحب الفراش احق بفراشه وصاحب المسجد احق بسمجده.</w:t>
      </w:r>
    </w:p>
    <w:p w:rsidR="00947E93" w:rsidRDefault="00947E93" w:rsidP="00203FAD">
      <w:pPr>
        <w:pStyle w:val="libNormal"/>
        <w:rPr>
          <w:rtl/>
        </w:rPr>
      </w:pPr>
      <w:r w:rsidRPr="00203FAD">
        <w:rPr>
          <w:rtl/>
        </w:rPr>
        <w:t>محمد بن مسلم قال سئلته هل كان لمسجد رسول الله صلى الله عليه وآله سقف قال لا محمد بن مسلم قال علامة ليلة القدران تطيب ريحها وان كانت في برد دفئت وان كان في حر بردت وطابت محمد بن مسلم قال سئلته عن العتمة قال هى العشاء الاخرة ولكن الاعراب غلوا عليها.</w:t>
      </w:r>
    </w:p>
    <w:p w:rsidR="00947E93" w:rsidRDefault="00947E93" w:rsidP="00203FAD">
      <w:pPr>
        <w:pStyle w:val="libNormal"/>
        <w:rPr>
          <w:rtl/>
        </w:rPr>
      </w:pPr>
      <w:r w:rsidRPr="00203FAD">
        <w:rPr>
          <w:rtl/>
        </w:rPr>
        <w:t>محمد بن مسلم قال سئلته عن الرجل قالت له امراته اسئلك بوجه الله طلقتنى قال يوجعها ضربا او يعفوا عنها.</w:t>
      </w:r>
    </w:p>
    <w:p w:rsidR="00947E93" w:rsidRDefault="00947E93" w:rsidP="00203FAD">
      <w:pPr>
        <w:pStyle w:val="libNormal"/>
        <w:rPr>
          <w:rtl/>
        </w:rPr>
      </w:pPr>
      <w:r w:rsidRPr="00203FAD">
        <w:rPr>
          <w:rtl/>
        </w:rPr>
        <w:t>محمد بن مسلم قال سئلته عن رجل وقع على جارية فارتفع حيضها وخاق ان يكون قد حملت فجعل الله عليه عتقا وصوما وصدقة ان هى حاضت فان كانت الجارية طمشت قبل ان يحلف بيوم او بيومين وهو لا يعلم قال ليس عليه شئ.</w:t>
      </w:r>
    </w:p>
    <w:p w:rsidR="00947E93" w:rsidRDefault="00947E93" w:rsidP="00203FAD">
      <w:pPr>
        <w:pStyle w:val="libNormal"/>
        <w:rPr>
          <w:rtl/>
        </w:rPr>
      </w:pPr>
      <w:r w:rsidRPr="00203FAD">
        <w:rPr>
          <w:rtl/>
        </w:rPr>
        <w:t>محمد بن مسلم قال سئلته عن محرم تشققت يداه قال يدهنها يزيت او بسمن او باهالة.</w:t>
      </w:r>
    </w:p>
    <w:p w:rsidR="00947E93" w:rsidRDefault="00947E93" w:rsidP="00203FAD">
      <w:pPr>
        <w:pStyle w:val="libNormal"/>
        <w:rPr>
          <w:rtl/>
        </w:rPr>
      </w:pPr>
      <w:r w:rsidRPr="00203FAD">
        <w:rPr>
          <w:rtl/>
        </w:rPr>
        <w:t>محمد بن مسلم ان آدم (ع) لما بنى العبة قال اللهم ان لكل عامل اجر اللهم انى قد عملت قال فقيل له سل يا ادم قال اللهم اغفر لى ذنبى قال قد غفرت لك يا ادم فقال ولذريتى من بعدى قال يا ادم من باء منهم بذنبه هيهنا كما ابت قال ثم خرج فوقف بعرفة وبالمزد لفة ومربا لماذنين فلما تلقته الملائكة بالابطح وهم يقولون برحجك يا ادم فرد عليهم.</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 بن مسلم قال قلت له ومن اين استلم الكعبة اذا فزغت من طوافى قال من دبرها.</w:t>
      </w:r>
    </w:p>
    <w:p w:rsidR="00947E93" w:rsidRDefault="00947E93" w:rsidP="00203FAD">
      <w:pPr>
        <w:pStyle w:val="libNormal"/>
        <w:rPr>
          <w:rtl/>
        </w:rPr>
      </w:pPr>
      <w:r w:rsidRPr="00203FAD">
        <w:rPr>
          <w:rtl/>
        </w:rPr>
        <w:t>محمد بن مسلم قال سئلته عن الرجل ينسى الاذان والاقامة حتى يدخل في الصلوة قال ان كان ذكر قبل ان يقرء فليسلم على النبى صلى الله عليه واله وليتمم وان كان قد قرا فليتم صلوته.</w:t>
      </w:r>
    </w:p>
    <w:p w:rsidR="00947E93" w:rsidRDefault="00947E93" w:rsidP="00203FAD">
      <w:pPr>
        <w:pStyle w:val="libNormal"/>
        <w:rPr>
          <w:rtl/>
        </w:rPr>
      </w:pPr>
      <w:r w:rsidRPr="00203FAD">
        <w:rPr>
          <w:rtl/>
        </w:rPr>
        <w:t>محمد بن مسلم قال سئلته عن الرجل يقتل دون ماله قال قال رسول الله صلى الله عليه وآله من قتل دون ماله ققتل شهيدا ولو كنت انالتر كت له المال ولم اقاتله محمد بن مسلم قال سئلته عن قوله تالى ندعو كل اناس بامامهم قال بما كانوا ياتمون به في الدنيا فيؤتتى بالشمس والقمر فيقذ فان في جهنم ومن يعبدهما.</w:t>
      </w:r>
    </w:p>
    <w:p w:rsidR="00947E93" w:rsidRDefault="00947E93" w:rsidP="00203FAD">
      <w:pPr>
        <w:pStyle w:val="libNormal"/>
        <w:rPr>
          <w:rtl/>
        </w:rPr>
      </w:pPr>
      <w:r w:rsidRPr="00203FAD">
        <w:rPr>
          <w:rtl/>
        </w:rPr>
        <w:t>محمد بن مسلم قال سالته عن التسبيح قال ما علمت شيئا فيه موظفا الا تسبيح فاطمة عليها السلام وعشرا بعد العداة لا اله الا الله وحده لا شريك له له الملك وله الحمد يحيى ويميت ويميت ويحيى وهو حى لا يموت بيده الخير وهو على كل شئ قدير.</w:t>
      </w:r>
    </w:p>
    <w:p w:rsidR="00947E93" w:rsidRDefault="00947E93" w:rsidP="00203FAD">
      <w:pPr>
        <w:pStyle w:val="libNormal"/>
        <w:rPr>
          <w:rtl/>
        </w:rPr>
      </w:pPr>
      <w:r w:rsidRPr="00203FAD">
        <w:rPr>
          <w:rtl/>
        </w:rPr>
        <w:t>محمد بن مسلم مرابوجعفر (ع) على قوم يا كلون جراداو هم محرمون قال سبحان الله وانت م محرمون فقالوا انه من صيد البرح فقال ارموه في الماء اذن محمد بن مسلم قال قلت له الصلوة الوسطى قال حافظوا على الصلوات والصلوة الوسطى وصلوة العصر وقوموالله قانتين والوسطى هو الظهر وكان رسو سالله صلى الله عليه وآله يقراها هكذا.</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 بن مسلم قال سالته عن المضمضة والا ستضاق قال هما مما سن النبى صلى الله عليه وآله.</w:t>
      </w:r>
    </w:p>
    <w:p w:rsidR="00947E93" w:rsidRDefault="00947E93" w:rsidP="00203FAD">
      <w:pPr>
        <w:pStyle w:val="libNormal"/>
        <w:rPr>
          <w:rtl/>
        </w:rPr>
      </w:pPr>
      <w:r w:rsidRPr="00203FAD">
        <w:rPr>
          <w:rtl/>
        </w:rPr>
        <w:t>محمد بن مسلم قال ساله عن الصلوة على الميت قال تبدء فتصلى على النبى صلى الله عليه وآله فانه احق الموتى ان يصلى عليه وادع لنفسك ولمؤمنين والمؤمنات واستغفر للميت ان عرفته وان تكن تعرفه فقل اللهم انا لا نعرف الاخيرا وانت اعرف به وليس فيها قرائة ولا تسليم.</w:t>
      </w:r>
    </w:p>
    <w:p w:rsidR="00947E93" w:rsidRDefault="00947E93" w:rsidP="00203FAD">
      <w:pPr>
        <w:pStyle w:val="libNormal"/>
        <w:rPr>
          <w:rtl/>
        </w:rPr>
      </w:pPr>
      <w:r w:rsidRPr="00203FAD">
        <w:rPr>
          <w:rtl/>
        </w:rPr>
        <w:t>هذا اخر المختار من كتاب العلاء بن رزين القلاء الثقفى نقلا من خط الشيخ العالم محمد بن مكى وهو نقل من خط الشيخ الجليل ابى عبدالله محمد بن ادريس في العشرا الاخر من جماد الاولى نسة ستين وثمانمأة.</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ما وجد من كتاب درست بن ابى منصور قال كان رسول الله صلى الله عليه وآله يتوب إلى الله صلى الله عليه وآله في كل يوم سبعين مرة من غيرذ ذنب عمر بن يزيد بن ابى عبدالله (ع) قال دخل رسول الله صلى الله عليه وآله الصلوة ومعه الحسن (ع) قال فكبر ولحظ الحسين فلم ينطق لسانه بالتكبير فكبر رسول الله الثانية ولحظه فلم ينطق لسانه بالتكبير قال وكان رسول الله صلى الله عليه وآله يكبرو يلحظه حتى كبر للسابعة فلما كبر السابعة اطلق الله لسان الحسين بالتكبير واستحضر رسول الله صلى الله عليه وآله في القرائة فصارت سنة.</w:t>
      </w:r>
    </w:p>
    <w:p w:rsidR="00947E93" w:rsidRDefault="00947E93" w:rsidP="00203FAD">
      <w:pPr>
        <w:pStyle w:val="libNormal"/>
        <w:rPr>
          <w:rtl/>
        </w:rPr>
      </w:pPr>
      <w:r w:rsidRPr="00203FAD">
        <w:rPr>
          <w:rtl/>
        </w:rPr>
        <w:t>درست عن اسحق بن سالم قال حدثنى منصور بن حازم عن ابى عبدالله (ع) قال قلت له اصلحك الله رجل نسى القرائة في الركعة الاولى قال يقرء في الركعة الثانية والثالثة قال قلت نسى ان يقرء في الاوليين قال يقرء في الاخير تين قال قلت نسى ان يقرء في الثلث قال يقرء في الرابعه قال اذ حفظ الركوع والسجود فقد مضت صلوته.</w:t>
      </w:r>
    </w:p>
    <w:p w:rsidR="00947E93" w:rsidRDefault="00947E93" w:rsidP="00203FAD">
      <w:pPr>
        <w:pStyle w:val="libNormal"/>
        <w:rPr>
          <w:rtl/>
        </w:rPr>
      </w:pPr>
      <w:r w:rsidRPr="00203FAD">
        <w:rPr>
          <w:rtl/>
        </w:rPr>
        <w:t>درست عنعمر بن يزيد قال قلت لابى عبدالله (ع) اصلحك الله وقت المغرب في السفر واانا اريد المنزل قال فقال لى إلى ربع الليل قال قلت وباى شئ اعرف ربع الليل قال فقال لى إلى ربع اليل قال قلت وباى شئ اعرف ربع الليل قال فقال مسى ستة اميال من توارى القرص قال قلت اصلحك الله انى اقدر ان انزل واصلى المغرب ثم اركب فلا يضرنى في مسيرى قال فقال لى نزلة بك ارفق من نزلتين ثم قال ان الناس لو شاوا اذا انصر فوامن عرفات صلوا المغب قبل ان ياتوا جمعا ثم لا يضربهم ذلك ولكن السنة افضل و دست عن فضل بن عباس قال قال ابوعبدالله (ع) قال لا باس ان يجمعا كلتا هما المغرب والعشاء في السفر قبلا الشفق وبعد الشفق -</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محمد بن حكيم قال لا اعلم الاعن ابى عبدالله (ع) قال قال نفقة درهم في الحج افضل من الف الف درهم في غيره في البر.</w:t>
      </w:r>
    </w:p>
    <w:p w:rsidR="00947E93" w:rsidRDefault="00947E93" w:rsidP="00203FAD">
      <w:pPr>
        <w:pStyle w:val="libNormal"/>
        <w:rPr>
          <w:rtl/>
        </w:rPr>
      </w:pPr>
      <w:r w:rsidRPr="00203FAD">
        <w:rPr>
          <w:rtl/>
        </w:rPr>
        <w:t>عبدالمللك بن عتبة عن ابى الحسن (ع) قال قلت يستقرض الرجل ويحج قال نعم اذا لم يجد السبيل لغيره.</w:t>
      </w:r>
    </w:p>
    <w:p w:rsidR="00947E93" w:rsidRDefault="00947E93" w:rsidP="00203FAD">
      <w:pPr>
        <w:pStyle w:val="libNormal"/>
        <w:rPr>
          <w:rtl/>
        </w:rPr>
      </w:pPr>
      <w:r w:rsidRPr="00203FAD">
        <w:rPr>
          <w:rtl/>
        </w:rPr>
        <w:t>عمر بن يزيد قال قلت لابى عبدالله (ع) جعلت فداك انى ارى هن هو افضل منى والاسياعته مصروفة وانا خال فاخاف ان يكون هذا استدراج من الله لن يخطينى قال فقال لا يكون ذكل مع الحمد.</w:t>
      </w:r>
    </w:p>
    <w:p w:rsidR="00947E93" w:rsidRDefault="00947E93" w:rsidP="00203FAD">
      <w:pPr>
        <w:pStyle w:val="libNormal"/>
        <w:rPr>
          <w:rtl/>
        </w:rPr>
      </w:pPr>
      <w:r w:rsidRPr="00203FAD">
        <w:rPr>
          <w:rtl/>
        </w:rPr>
        <w:t>درست عن بعض اصحبانا عن ابى عبدالله (ع) او عن ابى جعفر عليهما السلم في رجل عداعلى رجل وجعل ينادى احبسوه احبسوه قال فحبسه رجل وارد كه فقنله قال فقال امير المؤمنين يحبس الممسك حتى يموت كما حبس المقتول على الموت.</w:t>
      </w:r>
    </w:p>
    <w:p w:rsidR="00947E93" w:rsidRDefault="00947E93" w:rsidP="00203FAD">
      <w:pPr>
        <w:pStyle w:val="libNormal"/>
        <w:rPr>
          <w:rtl/>
        </w:rPr>
      </w:pPr>
      <w:r w:rsidRPr="00203FAD">
        <w:rPr>
          <w:rtl/>
        </w:rPr>
        <w:t>سماعة بن مهران عن ابى عبدالله (ع) قال لما قدم رسول الله صلى الله عليه وآله مكة قال انتهى إلى قبر قد درس قال فجلس اليه ودمعت عيناه قال فقال امير المؤمنين ما يبكيك يا رسول الله قال فقال لما قدمت مكة استاذنت ربى في زيارة قبرام محمد قال قال فاذن لى في زيارتهما واذن لها في كلامى قال فشكت إلى قال فادركنى من ذاك ما يدرك الولد فسئلت ربى ان يشفعنى فيها فاخر ذاك ابن مسكان عن محمد بن مسلم عن ابى عبدالله (ع) قال قلت له الرجل يفوته صلوة عشر ليال ايصلى اول الليل او يقضى قال لا بل يقضى انى اكره ان يتخذ ذلك خلقا.</w:t>
      </w:r>
    </w:p>
    <w:p w:rsidR="00947E93" w:rsidRDefault="00947E93" w:rsidP="00203FAD">
      <w:pPr>
        <w:pStyle w:val="libNormal"/>
        <w:rPr>
          <w:rtl/>
        </w:rPr>
      </w:pPr>
      <w:r w:rsidRPr="00203FAD">
        <w:rPr>
          <w:rtl/>
        </w:rPr>
        <w:t>عبيد بن زراره قال قال ابوعبدالله (ع) اذا اشككت في شى من صلوتك وقد اخذت في مستأنف فليس بشئ امض.</w:t>
      </w:r>
    </w:p>
    <w:p w:rsidR="00947E93" w:rsidRDefault="00947E93" w:rsidP="00203FAD">
      <w:pPr>
        <w:pStyle w:val="libNormal"/>
        <w:rPr>
          <w:rtl/>
        </w:rPr>
      </w:pPr>
      <w:r w:rsidRPr="00203FAD">
        <w:rPr>
          <w:rtl/>
        </w:rPr>
        <w:t>بعض اصحابنا عن زراره قال قلت لابى عبدالله (ع) الجرح يكون بالرجل في المضوع الذى لا يستطيع ربطه قال قال ليس بشئ.</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ابن مسكان عن زرارة قال قال ابوعبدالله (ع) ان الباطل لا يعرف حقا ابدا مسمع عن ابى عبدالله (ع) قال قال رسول الله صلى الله عليه وآله لا خير في ولد زنية لا خير في شعره ولا في بشره ولا في شئ منه.</w:t>
      </w:r>
    </w:p>
    <w:p w:rsidR="00947E93" w:rsidRDefault="00947E93" w:rsidP="00203FAD">
      <w:pPr>
        <w:pStyle w:val="libNormal"/>
        <w:rPr>
          <w:rtl/>
        </w:rPr>
      </w:pPr>
      <w:r w:rsidRPr="00203FAD">
        <w:rPr>
          <w:rtl/>
        </w:rPr>
        <w:t>فضل ابوالعباس قال قلت لابى عبدالله (ع) الشاك في القران يكون به كافرا قال لا حسين بن موسى عن زرارة قال قال ابوعبدالله (ع) انى لا علم اول شئ خلق قال وما هو قال الحروف عيسى ابواليسع عن حمران بن اعين عن ابى جعفر (ع) قال كان مع النبى صلى الله عليه وآله قوم يصلون كما تصلون ويزكون كما تزكون ويحجون كما تحجون ويصومون كما تصومون ويقاتلون كما تقاتلون ما توافدخلوا الجنة لا يعلمون ان محمدا رسول الله صلى الله عليه وآله.</w:t>
      </w:r>
    </w:p>
    <w:p w:rsidR="00947E93" w:rsidRDefault="00947E93" w:rsidP="00203FAD">
      <w:pPr>
        <w:pStyle w:val="libNormal"/>
        <w:rPr>
          <w:rtl/>
        </w:rPr>
      </w:pPr>
      <w:r w:rsidRPr="00203FAD">
        <w:rPr>
          <w:rtl/>
        </w:rPr>
        <w:t>حدثنى عبيد الله عن دررست عن عبيد بن زرارة قال قلت لابى عبدالله (ع) اصلحك الله قول رسول الله صلى الله عليه وآله اذا زنى الرجل خرج منه روح الايمان يخرج كله او يبقى فيه بعضه قال لا يبفى فيه بعضه.</w:t>
      </w:r>
    </w:p>
    <w:p w:rsidR="00947E93" w:rsidRDefault="00947E93" w:rsidP="00203FAD">
      <w:pPr>
        <w:pStyle w:val="libNormal"/>
        <w:rPr>
          <w:rtl/>
        </w:rPr>
      </w:pPr>
      <w:r w:rsidRPr="00203FAD">
        <w:rPr>
          <w:rtl/>
        </w:rPr>
        <w:t>وحدثنى عبيدالله عن درست بن مسكان عن بشر الدهان عن حمران بن اعين قال سئلت ابا جعفر(ع) عن قول الله وايدهم بروح منه وقول رسول الله صلى الله عليه وآله اذا زنى العبد خرج منه روح الايمان قال فقال الم ترالى شيئين يحتلجان (يعتلجان) في قلبك شئ يامر بالخير هو ملك يرح القلب والذى يامره بالشرهو الشيطان ينفث في اذن القلب قال ثم قال للملك لمة وللشيطان لمة فمن لمة الملك ايعاد بالخير وتصديق بالحق ورجاء الثواب ومن لمة الشيطان تكذيب بالحق وقنوط م الخير وايعاد بالشر.</w:t>
      </w:r>
    </w:p>
    <w:p w:rsidR="00947E93" w:rsidRDefault="00947E93" w:rsidP="00203FAD">
      <w:pPr>
        <w:pStyle w:val="libNormal"/>
        <w:rPr>
          <w:rtl/>
        </w:rPr>
      </w:pPr>
      <w:r w:rsidRPr="00203FAD">
        <w:rPr>
          <w:rtl/>
        </w:rPr>
        <w:t>وحدثنى عبيدالله الدهقان عن درست عن ابى عينيه عن منصور بن حازم عن ابى عبدالله (ع) قال اذا عطى الرجل فقولوا يرحكم الله ويغفر</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لكم فان معه غيره واذ رد عليكم فليقل يغفر الله لكم ويرحمكم فان معكم غيركم.</w:t>
      </w:r>
    </w:p>
    <w:p w:rsidR="00947E93" w:rsidRDefault="00947E93" w:rsidP="00203FAD">
      <w:pPr>
        <w:pStyle w:val="libNormal"/>
        <w:rPr>
          <w:rtl/>
        </w:rPr>
      </w:pPr>
      <w:r w:rsidRPr="00203FAD">
        <w:rPr>
          <w:rtl/>
        </w:rPr>
        <w:t>وحدثنى عنه عن ذى قرابة لعبد الرحمن بن سبابة عن عبدالرحمن بن سبابة قال قلت لابى عبدالله(ع) وما خبث فلغيره قال فقال وما خبث فلا يقبله الله قال فقلت له ثانبة وما خبث فلغيره قال فقال ما خبث فلا يقبله الله.</w:t>
      </w:r>
    </w:p>
    <w:p w:rsidR="00947E93" w:rsidRDefault="00947E93" w:rsidP="00203FAD">
      <w:pPr>
        <w:pStyle w:val="libNormal"/>
        <w:rPr>
          <w:rtl/>
        </w:rPr>
      </w:pPr>
      <w:r w:rsidRPr="00203FAD">
        <w:rPr>
          <w:rtl/>
        </w:rPr>
        <w:t>وحدثنى عن درست عن محمد بن حرام قال قلت لابى عبدالله (ع) الرجل يتيمم ويدخل في صلوته ثم يمر به الماء قال فقال يمضى في صلوته وعنه عن ابن مسكان عن الحلبى وغيره عن ابى عبدالله(ع) قال اقم الصلوة لدلوك الشمس إلى غصق الليل قال دوك الشمس زوال النهار من نصفه وغسق الليل زوال الليل من نصفه قال فرض فيما بين هذيبن الوقتين اربع صلوات قال ثم قال وقرآن الفجران قرآن الفجر كان مشهودا يعنى صلوة الغداة يجتمع فيها حرس الليل والنهار من الملائكة وعنه عن ابن اذينة عن زراررة عن ابى عبدالله (ع) قال قلت له كان الناس امة واحدة لا مؤمنين ولا مشركين فبعث الله النبيين مبشرين والمنذرين قال كان الناس امة واحدة لا مؤمنين مؤلف (نخبة من الرواة) الناس امة واحدة لامؤمنين ولامشركين فبعث الله النبين مبشرين ومنذرين قال كان الناس امة واحدة لامؤمنين ولامشركين فبعث الله النبيين مبشرين ومنذرين فثم وقع التصديق والتكذيب ولوسئلت الناس قالوا لم يزل وكذبوا انما هو شئ بدالله وعنه عن هشام بن سالم قال كنت انا والطيار ونحن نتذاكر الارادة والمشية والمحبة والرضا اذا قبل ابوبصير ومعه قائدة قال فقال لقائده اى اصحابنا قال فقال له محمد وهشام في موضع كذا وكذا واصحابنا في موضع كذا وكذا فقال مل اليهما قال فلما دنامنا افرجناله فجلس بينى وبين محمد قال فقال في اى شئ انتم قال فاومى إلى محمد اسكت ووضع</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يده على فيه قال فقلت له نحن في كذا وكذا وذكرت المشية والارادة والمحبة والرضا قال فقال سئلت اباعبدالله (ع) فقلت شاء لهم الكفر قال فقال نعم قال قلت وارادة قال نعم قال قلت واحب ذلك ورضى قال لاقال قلت فشاء واراد مالم يحب ويرضى قال فقال ابوعبدالله (ع) هكذا اخرج الينا وعنه عن جميل بن دراج قال قلت لابى عبدالله (ع) اصلحك الله ولايرضى لعباده الكفر قال فقال الناس جميعا لم يرض لهم الكفر قال قلت جعلت فداك وماخلقت الجن والانس الالعيبدون قال فقال خلقهم للعبادة قال فحدثنى بعض اصحابنا ان جميلااتى به زرارة قال فقال له فكيف اذا خلقهم للعبادة ثم صار واغير عابدين اذصار وامختلفين قال فقال درست قال يعقوب بن شعيب فاين انت من اختها قال قلت لابى عبدالله (ع) ولايزالون مختلفين الامن رحم ربك ولذلك خلقهم قال فقال تلك قبل هذه وعنه عن هشام بن سالم قال كنت انا وابن وابى يعفور وجماعة من اصحابنا بالمدينة نريد الحج قال ولم يكن بذى الحليفة ماء قال فاغتسلنا بالمدينة ولبسنا ثياب احرامنا ودخلنا على ابى عبدالله (ع) قال فدعى لنا بدهن بان ثم قال ليس به باس هذا لمسيح قال فادهنا به قال درست هو عصارة ليس فيه شئ قال ثم قال ابوعبدالله (ع) تمشون قال قلنا نعم قال فقال حملكم الله على اقدامكم وسكن عليكم عروقكم وفعل بكم وفعل اذا اعييتم فانسلوا فان رسول الله صم امر بذلك قال ثم قال اذا اقام احدكم فلايتمطان كانه يمن على الله قال ثم تلا هذه الاية قل لانمنوا على اسلامكم بل الله يمن عليكم ان هداكم للايمان ان كنتم صادقين قال قال ولايضرب على احدكم عرق ولاينكت اصبعه الارض نكتبه الابذنب وما يعفو الله اكثر قال ثم تلى هذه الاية مااصابكم من مصيبة فبما كسبت ايديكم ويعفو عن كثير</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وعنه عن اسمعيل بن جابر قال لما سرعت تلك الصرعة وكان سقط عن بعيره قال جعلت اقول في نفسى اى ذنب اذنبت كان عقوبته ماارى قال فدخلت عليه فقال لى مبتديا ان ايوب ابتلى من عير ذنب فلم يسئل ربه العافية حتى اتاه قوم يعود ونه قال فلم يقدم عليه دوابهم من ريحه قال فناداه بعضهم ياايوب لولاانك كنت تخفى عناسوى ماكنت تظهر لنا مااصابك الله بالذى اصابك به قال فعندها قال يارب يارب فكشف الله عنه وعنه عن بعض اصحابنا عن اسحق بن عمار قال لاباس ان يعطى الفطرة عن الاثنين والثلثة الانسان الواحد وعنه عن ابن مسكان عن زرارة قال دخلت انا وابوالخطاب قبل ان يبتلى اويفسد على ابى عبدالله (ع) فسئله عن صلوة رسول الله صم فاخبرهفقال ازيدان قويت قال فتغير وجه ابى عبدالله (ع) قال ثم قال انى لامقت العبد ياتينى فيسئلنى عن صنيع رسول الله فاخبره فيقول ازيدان قويت كانه يرى ان رسول الله قد قصر ثم قال ان كنت صادقا فصلها في ساعات بغير اوقات رسول الله صم وعنه عن هشام بن سالم عن ابى حمزة الثمالى عن ابى عبدالله(ع) قال ان الله اذا شاء شيئا قدره واذا قدره قضاه واذا قضاه امضاء فاذا امضاه فلا مردله درست عن عبدالملك بن عيينه عن ابى الحسن (ع) قال قلت يستدين الرجل ويحج قال نعم قال قلت فيسئل الرجل ويحج قال نعم اذالم يجد السبيل لغيره وعنه عن محمد الاحول عن حمران بن اعين قال قال ابوعبدالله (ع) ان اول وقوع الفتن احكام تبتدع فهواء يتبع يخالف فيها حكم الله يتولى فيها رجال رجالا ولوان الحق اخلص فعمل به لم يكن اختلاف ولوان</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الباطل اخلص فعمل به لم يخف على ذى حجى ولكن يؤخذ ضغث من ذا وضغث من ذا فيضرب بعضه ببعض فعند ذلك يستولى الشيطان على اوليائه وينجو الذين سبقت لهم من الله الحسنى وعنه عن زكاربن يحيى الواسطى قال كنت عند الفضيل بن يسار اناوحرير فقال له ياحرير ياابا على ان زكارا يحب ان يسمع الحديث منك في العلم قال فاقبل على فضيل فقال له مالك وللخصومة قال قلت لم ارد بهذا الخصومة قال فقال كنت انا وحمران قال فقال عبدالله (ع) ياحمران كيف تركت المتشيعين خلفك قال تركت المغيرة وبيان البيان يقول احدهما العلم خالق ويقول الاخرالعلم مخلوق قال فقال لحمران فاى شى قلت انت ياحمران قال فقال حمران لم اقل شيئا قال فقال ابوعبدالله (ع) افلا قلت ليس بخالق ولامخلوق قال ففزغ بذلك حمران قال فقال فايشيئ هو قال فقال هومن كماله كيدك منك وعنه عن الوليد بن صبيح قال سئل المعلى بن خنيس اباعبدالله (ع) فقال جعلت فداك حدثنى عن القائم اذاقام يسير بخلاف سيرة على</w:t>
      </w:r>
      <w:r w:rsidR="00615BB2" w:rsidRPr="00203FAD">
        <w:rPr>
          <w:rtl/>
        </w:rPr>
        <w:t xml:space="preserve"> (علیه السلام) </w:t>
      </w:r>
      <w:r w:rsidRPr="00203FAD">
        <w:rPr>
          <w:rtl/>
        </w:rPr>
        <w:t>قال فقال له نعم قال فاعظم ذلك معلى وقال جعلت فداك ممن ذاك قال فقال لان عليا سار بالناس سيرة وهو يعلم ان عدوه سيظهر على وليه من بعده وان الفائم اذا قام ليس الاالسيف فعودوا مرضاهم واشهد واجنائزهم وافعلوا ولا فعلوا فانه اذاكان لم تحل منا كحتهم ولا موارثتهم وعنه عن عبدالله بن مسكان عن بعض اصحابنا قال قال امير المؤمنين (ع) ماعدا الازار وظل الجدار وخلف الحير وماء الحرفنعم انت ابن ادم مسئول عنه يوم القيمة وعنه عن زكار عن حذيفة بن منصور قال قال ابوعبدالله (ع) الجراد زكى والنون زكى</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وعنه عن اسمعيل بن جابر عن ابى عبدالله (ع) قال قلت لابى عبدالله (ع) جعلت فداك اكل من طعام اليهودى والنصرانى قال فقال لاتاكل قال ثم قال يا اسمعيل لاتدعه تحريما له ولكن دعه تنزها له وتنجسا له ان في انيتهم الخمر ولحم الخنزير وعنه عن ابى المغرا عن سعيد الاعرج عن ابى عبدالله وابى الحسن عليهما السلم قال لاتاكل من فضل طعامهم ولاتشرب من فضل شرابهم وعنه عن ابى المغرا عن الحسن النيلى عن ابى عبدالله (ع) قال سئلته عن اهل السواد قلت اناندخل عليهم وهم على موائدهم يشربون الخمر قال ليس بدخولك عليهم باس وعنه عن عمرو الواسطى اباخلدو كان زيد ياعن ابى جعفر (ع) قال لايوجب الغسل الاالتفاء الختانين وهو تغيب الحشفة وعنه عن ابن مسكان عن الحسين (الحسين خ د) بن زياد الصيقل عن ابى عبدالله قال قلت له امرئة طلقها رجل ثلثا فتزوجت زوجا بالمتعة اترجع إلى زوجها الاول قال لاحتى تدخل في مثل ماخرجت منه فان الله يقول فان طلقها فلا تحل له من بعد حتى تنكح زوجا غيره فلاجناح عليهما ان يتراجعا والمتعة ليس فيها طلاق وعنه عن ابى مسكان عن محمدبن على الحلبى عن ابى عبدالله (ع) قال كان رسول الله يخطب الناس يوم الجمعة في الظل الاول فاذا زالت الشمس اتاه جبرئيل فقال له قدرزالت الشمس انزل فصل وعنه عن ابى المغرا عن سماعة بن مهران عبدالله (ع) قال قلت جعلت فداك ان اناسا من اصحابك قدلقوا اباك وجدك وقد سمعوا منهما الحديث وقديرد عليهم الشئ ليس عندهم فيه شئ وعندهم مايشبهه فيقيسوا على احسنه قال فقال مالكم والقياس انما هلك من هلك بالقياس</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قال قلت اصلحك الله ولم ذاك لانه ليس من شئ الاوقد جرى به كتاب وسنة وانما ذاك شيئ اليكم اذاورد عليكم ان تقولواقال فقال انه ليس من شيئ الاوقد جرى به كتاب وسنة ثم قال ان الله قدجعل لكل شئ حدا ولمن تعدى الحد حدا درست عن عمربن يزيد قال قلت لابى عبدالله جعلت فداك الثوب يخرج من الحائك ايصلى فيه قبل ان يقصر قال فقال لاباس به مالم يعلم ريبة وعنه عن هشام بن سالم عن ابى عبدالله (ع) قال سئلته عن رجل خاف الفجر فاوتر ثم تبين له ان عليه ليل قال ينقض وتره بركعة ثم يصلى وعنه عن ابن مسكان عن محمدبن على الحلبى عن ابى عبدالله (ع) قال سئلت عن دم البراغيث فقال ليس به بأس وان كثر ولاباس بشبهة من الرعاف وعنه عن هشام بن سالم عن ابى عبدالله (ع) قال سئلته عن جز الشعر وتقليم الاظافير فقال لم يزده ذلك الاطهورا وعنه عن ابن اذينه عن زرارة قال قال ابوجعفرا تانى المقبض الوجه عمربن قيس الماصر هو واصحاب له فقال اصلحك الله انا نقول ان الناس كلهم مؤمنين (مؤمنون ظ) قال فقلت اماوالله لوابتليتم في انفسكم و اموالكم واولادكم لعلتم ان الحاكم بغير ماانزل الله بمنزلة سوء (شر محتمل) ولكنكم عوفيتم ولقد قال رسول الله صم لايزنى الزانى حين بزنى وهو مؤمن ولايسرق السارق حين يسرق فهو مؤمن اذا فعل شيئا من ذلك خرج منه روح الايمان اماانا فاشهد ان رسول الله صم قد قال هذا فاذهبوا الان حيث شئتم ولقد قال رسول الله صم انى قدتركت فيكم امرين لن تضلوا ماتمسكتم بهما كتاب الله واهل بيتى فانهما لن يتفرقا حتى يردا على الحوض</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قال وقرن اصبعيه السبابتين قال ولااقول كهاتيه السباحة (بة ظ) والوسطى لان احدهما اطول من الاخرى فتمسكوا بهمالن تضلواولن تزلوا اماانا فاشهد ان رسول الله صم قد قال هذا فاذهب انت الان واصحابك حيت شئتم عن ابن اذينه عن بردق عن ابى عبدالله (ع) هو اصحابه قال اصلحك الله انانقول ليس في قبلتنا كفر ولاشرك وانما الايمان كلام لايخرج من الايمان الابتر كه قال فقال ابوعبدالله (ع) ابى ذلك عليك ابان بن عمروبن عثمان قال درست وهواخى على بن الحسين لانه قال ومن لم يحكم بما انزل الله فاولئك هم الكافرون ومن لم يحكم بما انزل الله اولئك هم الفاسقون ومن لم يحكم بما انزل الله فاولئك هم الفاسقون فقال اصلحك الله ما انا وابان بن عمر وفقال ابوعبدالله (ع) ان ابان قال ذاك وصدقه على بن الحسين وسعيدبن المسيب عبدالحميد بن سعيد قال دخل سفيان الثورى على ابى عبدالله فقال اصلحك الله بلغنى انك صنعت اشياء خالفت فيها النبى صم قال وماهى قال بلغنى انك احرمت من اجحفة واحرم رسول الله صم من الشجرة وبلغنى انك لم تستلم الحجر في طواف الفريضة وقد استلمة رسول الله صم وبلغنى انك تركت المنحر ونحرت في دارك قال قد فعلت قال فقال ومادعاك إلى ذلك قال فقال ان رسول الله صم وقت الجحفة للمريض والضعيف فكنت قريب العهد بالمرض فاجبت ان اخذ برخص الله واما استلام الحجر فكان رسول الله صم يفرج له وانا لايفرج لى واما تركى المنجر ونحرى في دارى فان رسول الله صم قال مكة كلها منحر فحيث نحرت اجزاك وعنه عن ابن مسكان وحديد رفعاه إلى امير المؤمنين صلى الله عليه قال ان الله اوحى إلى نبى في نبوته اخبر قومك انهم قد استخفوا بطاعتى وانتهكوا معصيتى فمن كان منهم محسنا فلايتكل على احسانه</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فانى لوناصبته الحساب كان لى عليه ما اعذبه وان كا منهم مسيئا فلايستسلم ولايلقى بيديه إلى التهلكة فانه لن يتعاظمنى ذنب اغفره اذاتاب منه صاحبه وخبر قومك ليس من رجل ولااهل قرية ولااهل بيت يكونون على مااكره الاكنت لهم على مايكرهون فان تحولواعما اكره إلى ما احب تحولت لهم عما يكرهون إلى ما يحبون وخبر قومك انه ليس من رجل ولااهل بيت ولااهل قرية يكونون على مااحب الاكنت لهم على مايحبون فان تحولوا عما احب تحولت لهم عما يحبون وخبر قومك انه ليس منى من تكهن اوتكهن له اوسحرا وتسحر له وليس منى الامن امن بى وتو كل على فمن عبد سواى وخلقى له وعنه عن ابى مسكان عن حمران عن قال قلت لابى جعفر اصلحك الله انى كنت في حال وقد صرت إلى حال اخرى فلست ادرى الحال التى كنت عليها افضل اوالتى صرت اليها قال فقال وماذاك ياحمران قال قلت جعلت فداك قدك كنت اخاصم الناس فلاازال قد استجاب لى الواحد بعد الواحد ثم تركت ذاك قال فقال ياحمران خل بين الناس وخالقهم فان الله اذا اراد بعبد خير انكت في قلبه نكته فحال قلبه فيصير إلى هذا الامر اسرع من الطير إلى وكره وعنه عن ابن اذينه وجميل عن زرارة قال قلت لابى عبدالله (ع) ومايؤمن اكثر هم بالله الاوهم مشركون قال المعاصى التى تركبون مما اوجب الله عليها النار شرك طاعة اطاعوا ابليس فاشركوا بالله في الطاعة قال ثم ذكر ادم وحوا قال فقال فلما اتاهما صالحا جعلاله شركاء فيما انيهما قال وانما شركهما ماشرك طاعة ولم يكن شرك عبادة فيعبدان مع الله غيره وعنه عن اسحق بن عمار قال قلت لابى الحسن (ع) الدعاء ينفع</w:t>
      </w:r>
    </w:p>
    <w:p w:rsidR="00947E93" w:rsidRDefault="00947E93" w:rsidP="00947E93">
      <w:pPr>
        <w:pStyle w:val="libNormal"/>
        <w:rPr>
          <w:rtl/>
        </w:rPr>
      </w:pPr>
      <w:r>
        <w:rPr>
          <w:rtl/>
        </w:rPr>
        <w:br w:type="page"/>
      </w:r>
    </w:p>
    <w:p w:rsidR="00947E93" w:rsidRDefault="00947E93" w:rsidP="00203FAD">
      <w:pPr>
        <w:pStyle w:val="libNormal"/>
        <w:rPr>
          <w:rtl/>
        </w:rPr>
      </w:pPr>
      <w:r w:rsidRPr="00203FAD">
        <w:rPr>
          <w:rtl/>
        </w:rPr>
        <w:lastRenderedPageBreak/>
        <w:t>الميت قال نعم حتى انه ليكون في ضيق فيوسع عليه ويكون مسخوطا عليه فيرضى عنه قال قلت فيعلم من دعاله قال نعم قال قلت فان كانا ناصبيين قال فقال ينفعهما والله ذاك يخفف عنهما وعنه عن ابى المعزا عن اسحق بن عمار قال قلت لابى عبدالله (ع) جعلت فداك ايحج الرجل ويجعله لبعض اهله وهو ببلدا خرهل يجوز ذلك له قال فقال نعم قال فقلت فينقص من اجره قال فقال له اجر ولصاحبه مثله وله اجر سوى ذلك بماوصل وعنه عن اسحق بن عمار قال قال ابوالحسن (ع) لانعلم شيئا يزيد في العمر الاصلة الرحم قال ثم قال ان الرجل ليكون باراواجله إلى ثلث سنين فيزيده الله فيجعله ثلثة وثلثين وان الرجل ليكون عاقا واجله ثلث وثلثين فينقصه الله فيرده إلى ثلث سنين درست قال حدثنى بعض اصحابنا عن محمدبن مسلم قال قلت لابى عبدالله (ع) اصلحك الله اليوم الذى يشك فيه من رمضان اوشعبان يصومه الرجل فيتبين انه من رمضان قال عليه قضاء ذلك اليوم ان الفرائض لاتؤدى على الشك درست عن اسحق بن عمار قال لاباس ان يعطى الفطرة عن الراسين والثلثة الانسان الواحد (نسخ من نسخة كان اخرها هكذا) قوبل مع نسخة في اخرها قد فرغت من نسخة من اصل ابى الحسن محمدبن الحسن بن الحسين بن ايوب الفمى ايده الله سماعاله عن الشيخ ابى محمد هرون بن موسى التلعكبرى ايده الله بالموصل في يوم الاربعاء لثلث ليال بقين من ذى القعدة سنة اربع وسبعين وثلثمائة</w:t>
      </w:r>
    </w:p>
    <w:p w:rsidR="00947E93" w:rsidRDefault="00947E93" w:rsidP="00947E93">
      <w:pPr>
        <w:pStyle w:val="libNormal"/>
        <w:rPr>
          <w:rtl/>
        </w:rPr>
      </w:pPr>
      <w:r>
        <w:rPr>
          <w:rtl/>
        </w:rPr>
        <w:br w:type="page"/>
      </w:r>
    </w:p>
    <w:p w:rsidR="001737CC" w:rsidRDefault="00947E93" w:rsidP="00203FAD">
      <w:pPr>
        <w:pStyle w:val="libNormal"/>
        <w:rPr>
          <w:rtl/>
        </w:rPr>
      </w:pPr>
      <w:r w:rsidRPr="00203FAD">
        <w:rPr>
          <w:rtl/>
        </w:rPr>
        <w:lastRenderedPageBreak/>
        <w:t>والحمد لله رب العالمين وصلى الله على رسوله محمدواله وسلم تسليما انتهى (صورة خط الشيخ الحر العاملى قده) اعلم انى تتبعت احاديث هذه الكتب الاربعة عشر فرأيت اكثر احاديثها موجودا في الكافى اوغيره من الكتب المعتمدة و الباقى له مؤيدات فيها ولم أجد فيها شيئا منكر سوى حديثين محتملتين للتقية وغيرها حرره محمد الحر العاملى</w:t>
      </w:r>
    </w:p>
    <w:p w:rsidR="001737CC" w:rsidRDefault="001737CC" w:rsidP="001737CC">
      <w:pPr>
        <w:pStyle w:val="libNormal"/>
        <w:rPr>
          <w:rtl/>
        </w:rPr>
      </w:pPr>
      <w:r>
        <w:rPr>
          <w:rtl/>
        </w:rPr>
        <w:br w:type="page"/>
      </w:r>
    </w:p>
    <w:sdt>
      <w:sdtPr>
        <w:rPr>
          <w:b w:val="0"/>
          <w:bCs w:val="0"/>
          <w:rtl/>
        </w:rPr>
        <w:id w:val="436325938"/>
        <w:docPartObj>
          <w:docPartGallery w:val="Table of Contents"/>
          <w:docPartUnique/>
        </w:docPartObj>
      </w:sdtPr>
      <w:sdtContent>
        <w:p w:rsidR="001737CC" w:rsidRDefault="001737CC" w:rsidP="001737CC">
          <w:pPr>
            <w:pStyle w:val="libCenterBold1"/>
          </w:pPr>
          <w:r>
            <w:rPr>
              <w:rFonts w:hint="cs"/>
              <w:rtl/>
            </w:rPr>
            <w:t>الفهرس</w:t>
          </w:r>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1737CC">
            <w:instrText xml:space="preserve"> TOC \o "1-3" \h \z \u </w:instrText>
          </w:r>
          <w:r>
            <w:fldChar w:fldCharType="separate"/>
          </w:r>
          <w:hyperlink w:anchor="_Toc493591884" w:history="1">
            <w:r w:rsidR="006B74B5" w:rsidRPr="0077424E">
              <w:rPr>
                <w:rStyle w:val="Hyperlink"/>
                <w:noProof/>
                <w:rtl/>
              </w:rPr>
              <w:t>أصل ابى سعيدغباد العصفرى من الاصول الاولية للشيعة</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Toc493591884 \h</w:instrText>
            </w:r>
            <w:r w:rsidR="006B74B5">
              <w:rPr>
                <w:noProof/>
                <w:webHidden/>
                <w:rtl/>
              </w:rPr>
              <w:instrText xml:space="preserve"> </w:instrText>
            </w:r>
            <w:r>
              <w:rPr>
                <w:noProof/>
                <w:webHidden/>
                <w:rtl/>
              </w:rPr>
            </w:r>
            <w:r>
              <w:rPr>
                <w:noProof/>
                <w:webHidden/>
                <w:rtl/>
              </w:rPr>
              <w:fldChar w:fldCharType="separate"/>
            </w:r>
            <w:r w:rsidR="006B74B5">
              <w:rPr>
                <w:noProof/>
                <w:webHidden/>
                <w:rtl/>
              </w:rPr>
              <w:t>14</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85" w:history="1">
            <w:r w:rsidR="006B74B5" w:rsidRPr="0077424E">
              <w:rPr>
                <w:rStyle w:val="Hyperlink"/>
                <w:noProof/>
                <w:rtl/>
              </w:rPr>
              <w:t>اصل عاصم بن حميد الحناط من الاصول الاربعماة</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Toc493591885 \h</w:instrText>
            </w:r>
            <w:r w:rsidR="006B74B5">
              <w:rPr>
                <w:noProof/>
                <w:webHidden/>
                <w:rtl/>
              </w:rPr>
              <w:instrText xml:space="preserve"> </w:instrText>
            </w:r>
            <w:r>
              <w:rPr>
                <w:noProof/>
                <w:webHidden/>
                <w:rtl/>
              </w:rPr>
            </w:r>
            <w:r>
              <w:rPr>
                <w:noProof/>
                <w:webHidden/>
                <w:rtl/>
              </w:rPr>
              <w:fldChar w:fldCharType="separate"/>
            </w:r>
            <w:r w:rsidR="006B74B5">
              <w:rPr>
                <w:noProof/>
                <w:webHidden/>
                <w:rtl/>
              </w:rPr>
              <w:t>20</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86" w:history="1">
            <w:r w:rsidR="006B74B5" w:rsidRPr="0077424E">
              <w:rPr>
                <w:rStyle w:val="Hyperlink"/>
                <w:noProof/>
                <w:rtl/>
              </w:rPr>
              <w:t>اصل زيد النرسى (كتاب زيد النرسى)</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Toc493591886 \h</w:instrText>
            </w:r>
            <w:r w:rsidR="006B74B5">
              <w:rPr>
                <w:noProof/>
                <w:webHidden/>
                <w:rtl/>
              </w:rPr>
              <w:instrText xml:space="preserve"> </w:instrText>
            </w:r>
            <w:r>
              <w:rPr>
                <w:noProof/>
                <w:webHidden/>
                <w:rtl/>
              </w:rPr>
            </w:r>
            <w:r>
              <w:rPr>
                <w:noProof/>
                <w:webHidden/>
                <w:rtl/>
              </w:rPr>
              <w:fldChar w:fldCharType="separate"/>
            </w:r>
            <w:r w:rsidR="006B74B5">
              <w:rPr>
                <w:noProof/>
                <w:webHidden/>
                <w:rtl/>
              </w:rPr>
              <w:t>42</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87" w:history="1">
            <w:r w:rsidR="006B74B5" w:rsidRPr="0077424E">
              <w:rPr>
                <w:rStyle w:val="Hyperlink"/>
                <w:noProof/>
                <w:rtl/>
              </w:rPr>
              <w:t>اصل جعفر بن محمد الحضرمى.. (كتاب جعفربن محمد بن شريح الحضرمى)</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Toc493591887 \h</w:instrText>
            </w:r>
            <w:r w:rsidR="006B74B5">
              <w:rPr>
                <w:noProof/>
                <w:webHidden/>
                <w:rtl/>
              </w:rPr>
              <w:instrText xml:space="preserve"> </w:instrText>
            </w:r>
            <w:r>
              <w:rPr>
                <w:noProof/>
                <w:webHidden/>
                <w:rtl/>
              </w:rPr>
            </w:r>
            <w:r>
              <w:rPr>
                <w:noProof/>
                <w:webHidden/>
                <w:rtl/>
              </w:rPr>
              <w:fldChar w:fldCharType="separate"/>
            </w:r>
            <w:r w:rsidR="006B74B5">
              <w:rPr>
                <w:noProof/>
                <w:webHidden/>
                <w:rtl/>
              </w:rPr>
              <w:t>59</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88" w:history="1">
            <w:r w:rsidR="006B74B5" w:rsidRPr="0077424E">
              <w:rPr>
                <w:rStyle w:val="Hyperlink"/>
                <w:noProof/>
                <w:rtl/>
              </w:rPr>
              <w:t>كتاب محمدبن المثنى بن القسم الحضرمى</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Toc493591888 \h</w:instrText>
            </w:r>
            <w:r w:rsidR="006B74B5">
              <w:rPr>
                <w:noProof/>
                <w:webHidden/>
                <w:rtl/>
              </w:rPr>
              <w:instrText xml:space="preserve"> </w:instrText>
            </w:r>
            <w:r>
              <w:rPr>
                <w:noProof/>
                <w:webHidden/>
                <w:rtl/>
              </w:rPr>
            </w:r>
            <w:r>
              <w:rPr>
                <w:noProof/>
                <w:webHidden/>
                <w:rtl/>
              </w:rPr>
              <w:fldChar w:fldCharType="separate"/>
            </w:r>
            <w:r w:rsidR="006B74B5">
              <w:rPr>
                <w:noProof/>
                <w:webHidden/>
                <w:rtl/>
              </w:rPr>
              <w:t>82</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89" w:history="1">
            <w:r w:rsidR="006B74B5" w:rsidRPr="0077424E">
              <w:rPr>
                <w:rStyle w:val="Hyperlink"/>
                <w:noProof/>
                <w:rtl/>
              </w:rPr>
              <w:t>نسخة الاصول المختصرة</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Toc493591889 \h</w:instrText>
            </w:r>
            <w:r w:rsidR="006B74B5">
              <w:rPr>
                <w:noProof/>
                <w:webHidden/>
                <w:rtl/>
              </w:rPr>
              <w:instrText xml:space="preserve"> </w:instrText>
            </w:r>
            <w:r>
              <w:rPr>
                <w:noProof/>
                <w:webHidden/>
                <w:rtl/>
              </w:rPr>
            </w:r>
            <w:r>
              <w:rPr>
                <w:noProof/>
                <w:webHidden/>
                <w:rtl/>
              </w:rPr>
              <w:fldChar w:fldCharType="separate"/>
            </w:r>
            <w:r w:rsidR="006B74B5">
              <w:rPr>
                <w:noProof/>
                <w:webHidden/>
                <w:rtl/>
              </w:rPr>
              <w:t>94</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0" w:history="1">
            <w:r w:rsidR="006B74B5" w:rsidRPr="0077424E">
              <w:rPr>
                <w:rStyle w:val="Hyperlink"/>
                <w:noProof/>
                <w:rtl/>
              </w:rPr>
              <w:t>كتاب عبدالملك بن حكيم</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Toc493591890 \h</w:instrText>
            </w:r>
            <w:r w:rsidR="006B74B5">
              <w:rPr>
                <w:noProof/>
                <w:webHidden/>
                <w:rtl/>
              </w:rPr>
              <w:instrText xml:space="preserve"> </w:instrText>
            </w:r>
            <w:r>
              <w:rPr>
                <w:noProof/>
                <w:webHidden/>
                <w:rtl/>
              </w:rPr>
            </w:r>
            <w:r>
              <w:rPr>
                <w:noProof/>
                <w:webHidden/>
                <w:rtl/>
              </w:rPr>
              <w:fldChar w:fldCharType="separate"/>
            </w:r>
            <w:r w:rsidR="006B74B5">
              <w:rPr>
                <w:noProof/>
                <w:webHidden/>
                <w:rtl/>
              </w:rPr>
              <w:t>98</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1" w:history="1">
            <w:r w:rsidR="006B74B5" w:rsidRPr="0077424E">
              <w:rPr>
                <w:rStyle w:val="Hyperlink"/>
                <w:noProof/>
                <w:rtl/>
              </w:rPr>
              <w:t>كتاب مثنى بن الوليد الحناط</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Toc493591891 \h</w:instrText>
            </w:r>
            <w:r w:rsidR="006B74B5">
              <w:rPr>
                <w:noProof/>
                <w:webHidden/>
                <w:rtl/>
              </w:rPr>
              <w:instrText xml:space="preserve"> </w:instrText>
            </w:r>
            <w:r>
              <w:rPr>
                <w:noProof/>
                <w:webHidden/>
                <w:rtl/>
              </w:rPr>
            </w:r>
            <w:r>
              <w:rPr>
                <w:noProof/>
                <w:webHidden/>
                <w:rtl/>
              </w:rPr>
              <w:fldChar w:fldCharType="separate"/>
            </w:r>
            <w:r w:rsidR="006B74B5">
              <w:rPr>
                <w:noProof/>
                <w:webHidden/>
                <w:rtl/>
              </w:rPr>
              <w:t>102</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2" w:history="1">
            <w:r w:rsidR="006B74B5" w:rsidRPr="0077424E">
              <w:rPr>
                <w:rStyle w:val="Hyperlink"/>
                <w:noProof/>
                <w:rtl/>
              </w:rPr>
              <w:t>كتاب خلاد السندى</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Toc493591892 \h</w:instrText>
            </w:r>
            <w:r w:rsidR="006B74B5">
              <w:rPr>
                <w:noProof/>
                <w:webHidden/>
                <w:rtl/>
              </w:rPr>
              <w:instrText xml:space="preserve"> </w:instrText>
            </w:r>
            <w:r>
              <w:rPr>
                <w:noProof/>
                <w:webHidden/>
                <w:rtl/>
              </w:rPr>
            </w:r>
            <w:r>
              <w:rPr>
                <w:noProof/>
                <w:webHidden/>
                <w:rtl/>
              </w:rPr>
              <w:fldChar w:fldCharType="separate"/>
            </w:r>
            <w:r w:rsidR="006B74B5">
              <w:rPr>
                <w:noProof/>
                <w:webHidden/>
                <w:rtl/>
              </w:rPr>
              <w:t>106</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3" w:history="1">
            <w:r w:rsidR="006B74B5" w:rsidRPr="0077424E">
              <w:rPr>
                <w:rStyle w:val="Hyperlink"/>
                <w:noProof/>
                <w:rtl/>
              </w:rPr>
              <w:t>كتاب حسين بن عثمان بن شريك</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Toc493591893 \h</w:instrText>
            </w:r>
            <w:r w:rsidR="006B74B5">
              <w:rPr>
                <w:noProof/>
                <w:webHidden/>
                <w:rtl/>
              </w:rPr>
              <w:instrText xml:space="preserve"> </w:instrText>
            </w:r>
            <w:r>
              <w:rPr>
                <w:noProof/>
                <w:webHidden/>
                <w:rtl/>
              </w:rPr>
            </w:r>
            <w:r>
              <w:rPr>
                <w:noProof/>
                <w:webHidden/>
                <w:rtl/>
              </w:rPr>
              <w:fldChar w:fldCharType="separate"/>
            </w:r>
            <w:r w:rsidR="006B74B5">
              <w:rPr>
                <w:noProof/>
                <w:webHidden/>
                <w:rtl/>
              </w:rPr>
              <w:t>108</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4" w:history="1">
            <w:r w:rsidR="006B74B5" w:rsidRPr="0077424E">
              <w:rPr>
                <w:rStyle w:val="Hyperlink"/>
                <w:noProof/>
                <w:rtl/>
              </w:rPr>
              <w:t>كتاب عبدالله بن يحيى الكاهلى</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Toc493591894 \h</w:instrText>
            </w:r>
            <w:r w:rsidR="006B74B5">
              <w:rPr>
                <w:noProof/>
                <w:webHidden/>
                <w:rtl/>
              </w:rPr>
              <w:instrText xml:space="preserve"> </w:instrText>
            </w:r>
            <w:r>
              <w:rPr>
                <w:noProof/>
                <w:webHidden/>
                <w:rtl/>
              </w:rPr>
            </w:r>
            <w:r>
              <w:rPr>
                <w:noProof/>
                <w:webHidden/>
                <w:rtl/>
              </w:rPr>
              <w:fldChar w:fldCharType="separate"/>
            </w:r>
            <w:r w:rsidR="006B74B5">
              <w:rPr>
                <w:noProof/>
                <w:webHidden/>
                <w:rtl/>
              </w:rPr>
              <w:t>114</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5" w:history="1">
            <w:r w:rsidR="006B74B5" w:rsidRPr="0077424E">
              <w:rPr>
                <w:rStyle w:val="Hyperlink"/>
                <w:noProof/>
                <w:rtl/>
              </w:rPr>
              <w:t>كتاب سلام (سليمان خ ل) بن إلى عمرة</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Toc493591895 \h</w:instrText>
            </w:r>
            <w:r w:rsidR="006B74B5">
              <w:rPr>
                <w:noProof/>
                <w:webHidden/>
                <w:rtl/>
              </w:rPr>
              <w:instrText xml:space="preserve"> </w:instrText>
            </w:r>
            <w:r>
              <w:rPr>
                <w:noProof/>
                <w:webHidden/>
                <w:rtl/>
              </w:rPr>
            </w:r>
            <w:r>
              <w:rPr>
                <w:noProof/>
                <w:webHidden/>
                <w:rtl/>
              </w:rPr>
              <w:fldChar w:fldCharType="separate"/>
            </w:r>
            <w:r w:rsidR="006B74B5">
              <w:rPr>
                <w:noProof/>
                <w:webHidden/>
                <w:rtl/>
              </w:rPr>
              <w:t>117</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6" w:history="1">
            <w:r w:rsidR="006B74B5" w:rsidRPr="0077424E">
              <w:rPr>
                <w:rStyle w:val="Hyperlink"/>
                <w:noProof/>
                <w:rtl/>
              </w:rPr>
              <w:t>نوادر على بن اسباط</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Toc493591896 \h</w:instrText>
            </w:r>
            <w:r w:rsidR="006B74B5">
              <w:rPr>
                <w:noProof/>
                <w:webHidden/>
                <w:rtl/>
              </w:rPr>
              <w:instrText xml:space="preserve"> </w:instrText>
            </w:r>
            <w:r>
              <w:rPr>
                <w:noProof/>
                <w:webHidden/>
                <w:rtl/>
              </w:rPr>
            </w:r>
            <w:r>
              <w:rPr>
                <w:noProof/>
                <w:webHidden/>
                <w:rtl/>
              </w:rPr>
              <w:fldChar w:fldCharType="separate"/>
            </w:r>
            <w:r w:rsidR="006B74B5">
              <w:rPr>
                <w:noProof/>
                <w:webHidden/>
                <w:rtl/>
              </w:rPr>
              <w:t>121</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7" w:history="1">
            <w:r w:rsidR="006B74B5" w:rsidRPr="0077424E">
              <w:rPr>
                <w:rStyle w:val="Hyperlink"/>
                <w:noProof/>
                <w:rtl/>
              </w:rPr>
              <w:t>كتاب عبدالله بن الجبر المعروف بديات ظريف بن ناصح</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Toc493591897 \h</w:instrText>
            </w:r>
            <w:r w:rsidR="006B74B5">
              <w:rPr>
                <w:noProof/>
                <w:webHidden/>
                <w:rtl/>
              </w:rPr>
              <w:instrText xml:space="preserve"> </w:instrText>
            </w:r>
            <w:r>
              <w:rPr>
                <w:noProof/>
                <w:webHidden/>
                <w:rtl/>
              </w:rPr>
            </w:r>
            <w:r>
              <w:rPr>
                <w:noProof/>
                <w:webHidden/>
                <w:rtl/>
              </w:rPr>
              <w:fldChar w:fldCharType="separate"/>
            </w:r>
            <w:r w:rsidR="006B74B5">
              <w:rPr>
                <w:noProof/>
                <w:webHidden/>
                <w:rtl/>
              </w:rPr>
              <w:t>135</w:t>
            </w:r>
            <w:r>
              <w:rPr>
                <w:noProof/>
                <w:webHidden/>
                <w:rtl/>
              </w:rPr>
              <w:fldChar w:fldCharType="end"/>
            </w:r>
          </w:hyperlink>
        </w:p>
        <w:p w:rsidR="006B74B5" w:rsidRDefault="008465BD">
          <w:pPr>
            <w:pStyle w:val="TOC2"/>
            <w:tabs>
              <w:tab w:val="right" w:leader="dot" w:pos="7786"/>
            </w:tabs>
            <w:rPr>
              <w:rFonts w:asciiTheme="minorHAnsi" w:eastAsiaTheme="minorEastAsia" w:hAnsiTheme="minorHAnsi" w:cstheme="minorBidi"/>
              <w:noProof/>
              <w:color w:val="auto"/>
              <w:sz w:val="22"/>
              <w:szCs w:val="22"/>
              <w:rtl/>
            </w:rPr>
          </w:pPr>
          <w:hyperlink w:anchor="_Toc493591898" w:history="1">
            <w:r w:rsidR="006B74B5" w:rsidRPr="0077424E">
              <w:rPr>
                <w:rStyle w:val="Hyperlink"/>
                <w:noProof/>
                <w:rtl/>
              </w:rPr>
              <w:t>مختصر اصل علاء بن رزين</w:t>
            </w:r>
            <w:r w:rsidR="006B74B5">
              <w:rPr>
                <w:noProof/>
                <w:webHidden/>
                <w:rtl/>
              </w:rPr>
              <w:tab/>
            </w:r>
            <w:r>
              <w:rPr>
                <w:noProof/>
                <w:webHidden/>
                <w:rtl/>
              </w:rPr>
              <w:fldChar w:fldCharType="begin"/>
            </w:r>
            <w:r w:rsidR="006B74B5">
              <w:rPr>
                <w:noProof/>
                <w:webHidden/>
                <w:rtl/>
              </w:rPr>
              <w:instrText xml:space="preserve"> </w:instrText>
            </w:r>
            <w:r w:rsidR="006B74B5">
              <w:rPr>
                <w:noProof/>
                <w:webHidden/>
              </w:rPr>
              <w:instrText>PAGEREF</w:instrText>
            </w:r>
            <w:r w:rsidR="006B74B5">
              <w:rPr>
                <w:noProof/>
                <w:webHidden/>
                <w:rtl/>
              </w:rPr>
              <w:instrText xml:space="preserve"> _</w:instrText>
            </w:r>
            <w:r w:rsidR="006B74B5">
              <w:rPr>
                <w:noProof/>
                <w:webHidden/>
              </w:rPr>
              <w:instrText>Toc493591898 \h</w:instrText>
            </w:r>
            <w:r w:rsidR="006B74B5">
              <w:rPr>
                <w:noProof/>
                <w:webHidden/>
                <w:rtl/>
              </w:rPr>
              <w:instrText xml:space="preserve"> </w:instrText>
            </w:r>
            <w:r>
              <w:rPr>
                <w:noProof/>
                <w:webHidden/>
                <w:rtl/>
              </w:rPr>
            </w:r>
            <w:r>
              <w:rPr>
                <w:noProof/>
                <w:webHidden/>
                <w:rtl/>
              </w:rPr>
              <w:fldChar w:fldCharType="separate"/>
            </w:r>
            <w:r w:rsidR="006B74B5">
              <w:rPr>
                <w:noProof/>
                <w:webHidden/>
                <w:rtl/>
              </w:rPr>
              <w:t>150</w:t>
            </w:r>
            <w:r>
              <w:rPr>
                <w:noProof/>
                <w:webHidden/>
                <w:rtl/>
              </w:rPr>
              <w:fldChar w:fldCharType="end"/>
            </w:r>
          </w:hyperlink>
        </w:p>
        <w:p w:rsidR="001737CC" w:rsidRDefault="008465BD" w:rsidP="001737CC">
          <w:pPr>
            <w:pStyle w:val="libNormal"/>
          </w:pPr>
          <w:r>
            <w:fldChar w:fldCharType="end"/>
          </w:r>
        </w:p>
      </w:sdtContent>
    </w:sdt>
    <w:sectPr w:rsidR="001737C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BB2" w:rsidRDefault="00615BB2">
      <w:r>
        <w:separator/>
      </w:r>
    </w:p>
  </w:endnote>
  <w:endnote w:type="continuationSeparator" w:id="0">
    <w:p w:rsidR="00615BB2" w:rsidRDefault="00615B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BB2" w:rsidRPr="00460435" w:rsidRDefault="008465B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15BB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04A8">
      <w:rPr>
        <w:rFonts w:ascii="Traditional Arabic" w:hAnsi="Traditional Arabic"/>
        <w:noProof/>
        <w:sz w:val="28"/>
        <w:szCs w:val="28"/>
        <w:rtl/>
      </w:rPr>
      <w:t>172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BB2" w:rsidRPr="00460435" w:rsidRDefault="008465B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15BB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04A8">
      <w:rPr>
        <w:rFonts w:ascii="Traditional Arabic" w:hAnsi="Traditional Arabic"/>
        <w:noProof/>
        <w:sz w:val="28"/>
        <w:szCs w:val="28"/>
        <w:rtl/>
      </w:rPr>
      <w:t>171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BB2" w:rsidRPr="00460435" w:rsidRDefault="008465B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15BB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04A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BB2" w:rsidRDefault="00615BB2">
      <w:r>
        <w:separator/>
      </w:r>
    </w:p>
  </w:footnote>
  <w:footnote w:type="continuationSeparator" w:id="0">
    <w:p w:rsidR="00615BB2" w:rsidRDefault="00615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D257B"/>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257B"/>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37CC"/>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3FAD"/>
    <w:rsid w:val="002045CF"/>
    <w:rsid w:val="002054C5"/>
    <w:rsid w:val="002139CB"/>
    <w:rsid w:val="00214077"/>
    <w:rsid w:val="0021424B"/>
    <w:rsid w:val="00214801"/>
    <w:rsid w:val="00221675"/>
    <w:rsid w:val="00224964"/>
    <w:rsid w:val="00226098"/>
    <w:rsid w:val="002267C7"/>
    <w:rsid w:val="0022730F"/>
    <w:rsid w:val="00227FEE"/>
    <w:rsid w:val="002321E4"/>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04A8"/>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5BB2"/>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B51"/>
    <w:rsid w:val="006B0E41"/>
    <w:rsid w:val="006B3031"/>
    <w:rsid w:val="006B5C71"/>
    <w:rsid w:val="006B74B5"/>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465BD"/>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47E93"/>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995"/>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47E9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AA30B-F571-4CBF-BE04-A0B6A32B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70</TotalTime>
  <Pages>172</Pages>
  <Words>31765</Words>
  <Characters>181062</Characters>
  <Application>Microsoft Office Word</Application>
  <DocSecurity>0</DocSecurity>
  <Lines>1508</Lines>
  <Paragraphs>424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6</cp:revision>
  <cp:lastPrinted>2014-01-25T18:18:00Z</cp:lastPrinted>
  <dcterms:created xsi:type="dcterms:W3CDTF">2017-09-19T07:47:00Z</dcterms:created>
  <dcterms:modified xsi:type="dcterms:W3CDTF">2017-09-19T09:19:00Z</dcterms:modified>
</cp:coreProperties>
</file>