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83E492" w14:textId="77777777" w:rsidR="00EE7C84" w:rsidRDefault="00EE7C84" w:rsidP="002B47E4">
      <w:pPr>
        <w:pStyle w:val="libTitr1"/>
        <w:rPr>
          <w:lang w:bidi="fa-IR"/>
        </w:rPr>
      </w:pPr>
      <w:r>
        <w:rPr>
          <w:rtl/>
          <w:lang w:bidi="fa-IR"/>
        </w:rPr>
        <w:t>ديوان</w:t>
      </w:r>
    </w:p>
    <w:p w14:paraId="1AE4ADAD" w14:textId="77777777" w:rsidR="00EE7C84" w:rsidRDefault="00EE7C84" w:rsidP="002B47E4">
      <w:pPr>
        <w:pStyle w:val="libTitr1"/>
        <w:rPr>
          <w:lang w:bidi="fa-IR"/>
        </w:rPr>
      </w:pPr>
      <w:r>
        <w:rPr>
          <w:rtl/>
          <w:lang w:bidi="fa-IR"/>
        </w:rPr>
        <w:t>فوز الفائز</w:t>
      </w:r>
    </w:p>
    <w:p w14:paraId="51E78A68" w14:textId="77777777" w:rsidR="00EE7C84" w:rsidRDefault="00EE7C84" w:rsidP="00204F6E">
      <w:pPr>
        <w:pStyle w:val="libTitr2"/>
        <w:rPr>
          <w:lang w:bidi="fa-IR"/>
        </w:rPr>
      </w:pPr>
      <w:r>
        <w:rPr>
          <w:rtl/>
          <w:lang w:bidi="fa-IR"/>
        </w:rPr>
        <w:t>لسيّد الشّعراء مل</w:t>
      </w:r>
      <w:r w:rsidR="00204F6E">
        <w:rPr>
          <w:rFonts w:hint="cs"/>
          <w:rtl/>
          <w:lang w:bidi="fa-IR"/>
        </w:rPr>
        <w:t>ّ</w:t>
      </w:r>
      <w:r>
        <w:rPr>
          <w:rtl/>
          <w:lang w:bidi="fa-IR"/>
        </w:rPr>
        <w:t>ا علي بن فايز</w:t>
      </w:r>
    </w:p>
    <w:p w14:paraId="3AB5995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63C8651C" w14:textId="77777777" w:rsidR="00787953" w:rsidRDefault="00787953" w:rsidP="00787953">
      <w:pPr>
        <w:pStyle w:val="libCenterBold2"/>
        <w:rPr>
          <w:rtl/>
          <w:lang w:bidi="fa-IR"/>
        </w:rPr>
      </w:pPr>
      <w:r>
        <w:rPr>
          <w:rtl/>
          <w:lang w:bidi="fa-IR"/>
        </w:rPr>
        <w:lastRenderedPageBreak/>
        <w:t xml:space="preserve">ملاحظة </w:t>
      </w:r>
    </w:p>
    <w:p w14:paraId="19DBE074" w14:textId="77777777" w:rsidR="00787953" w:rsidRDefault="00787953" w:rsidP="00787953">
      <w:pPr>
        <w:pStyle w:val="libCenterBold2"/>
        <w:rPr>
          <w:rtl/>
          <w:lang w:bidi="fa-IR"/>
        </w:rPr>
      </w:pPr>
      <w:r>
        <w:rPr>
          <w:rtl/>
          <w:lang w:bidi="fa-IR"/>
        </w:rPr>
        <w:t>هذا الكتاب</w:t>
      </w:r>
    </w:p>
    <w:p w14:paraId="233E9098" w14:textId="77777777" w:rsidR="00787953" w:rsidRDefault="00787953" w:rsidP="00787953">
      <w:pPr>
        <w:pStyle w:val="libCenterBold2"/>
        <w:rPr>
          <w:rtl/>
          <w:lang w:bidi="fa-IR"/>
        </w:rPr>
      </w:pPr>
      <w:r>
        <w:rPr>
          <w:rtl/>
          <w:lang w:bidi="fa-IR"/>
        </w:rPr>
        <w:t>نشر الكترونياً وأخرج فنِيّاً برعاية وإشراف</w:t>
      </w:r>
    </w:p>
    <w:p w14:paraId="323DD184" w14:textId="77777777" w:rsidR="00787953" w:rsidRDefault="00787953" w:rsidP="00787953">
      <w:pPr>
        <w:pStyle w:val="libCenterBold2"/>
        <w:rPr>
          <w:rtl/>
          <w:lang w:bidi="fa-IR"/>
        </w:rPr>
      </w:pPr>
      <w:r>
        <w:rPr>
          <w:rtl/>
          <w:lang w:bidi="fa-IR"/>
        </w:rPr>
        <w:t>شبكة الإمامين الحسنين (عليهما السلام) للتراث والفكر الإسلامي</w:t>
      </w:r>
    </w:p>
    <w:p w14:paraId="089B7492" w14:textId="77777777" w:rsidR="00787953" w:rsidRDefault="00787953" w:rsidP="00787953">
      <w:pPr>
        <w:pStyle w:val="libCenterBold2"/>
        <w:rPr>
          <w:rtl/>
          <w:lang w:bidi="fa-IR"/>
        </w:rPr>
      </w:pPr>
      <w:r>
        <w:rPr>
          <w:rtl/>
          <w:lang w:bidi="fa-IR"/>
        </w:rPr>
        <w:t>وتولَّى العمل عليه ضبطاً وتصحيحاً وترقيماً</w:t>
      </w:r>
    </w:p>
    <w:p w14:paraId="4ED3C0AE" w14:textId="77777777" w:rsidR="00787953" w:rsidRDefault="00787953" w:rsidP="00787953">
      <w:pPr>
        <w:pStyle w:val="libCenterBold2"/>
        <w:rPr>
          <w:lang w:bidi="fa-IR"/>
        </w:rPr>
      </w:pPr>
      <w:r>
        <w:rPr>
          <w:rtl/>
          <w:lang w:bidi="fa-IR"/>
        </w:rPr>
        <w:t>قسم اللجنة العلميّة في الشبكة</w:t>
      </w:r>
    </w:p>
    <w:p w14:paraId="2C93C388" w14:textId="77777777" w:rsidR="00787953" w:rsidRDefault="00787953" w:rsidP="00787953">
      <w:pPr>
        <w:pStyle w:val="libCenterBold2"/>
        <w:rPr>
          <w:lang w:bidi="fa-IR"/>
        </w:rPr>
      </w:pPr>
      <w:r w:rsidRPr="00787953">
        <w:rPr>
          <w:lang w:bidi="fa-IR"/>
        </w:rPr>
        <w:t>alhassanain.org/arabic</w:t>
      </w:r>
    </w:p>
    <w:p w14:paraId="3BC0F699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74C11C47" w14:textId="77777777" w:rsidR="00EE7C84" w:rsidRDefault="00EE7C84" w:rsidP="00C3236F">
      <w:pPr>
        <w:pStyle w:val="libCenterBold1"/>
        <w:rPr>
          <w:lang w:bidi="fa-IR"/>
        </w:rPr>
      </w:pPr>
      <w:bookmarkStart w:id="0" w:name="_GoBack"/>
      <w:r>
        <w:rPr>
          <w:rtl/>
          <w:lang w:bidi="fa-IR"/>
        </w:rPr>
        <w:lastRenderedPageBreak/>
        <w:t>ديوان</w:t>
      </w:r>
    </w:p>
    <w:p w14:paraId="2F66C1AF" w14:textId="77777777" w:rsidR="00EE7C84" w:rsidRDefault="00EE7C84" w:rsidP="00C3236F">
      <w:pPr>
        <w:pStyle w:val="libCenterBold1"/>
        <w:rPr>
          <w:lang w:bidi="fa-IR"/>
        </w:rPr>
      </w:pPr>
      <w:r>
        <w:rPr>
          <w:rtl/>
          <w:lang w:bidi="fa-IR"/>
        </w:rPr>
        <w:t>فوز الفائز</w:t>
      </w:r>
      <w:bookmarkEnd w:id="0"/>
    </w:p>
    <w:p w14:paraId="14213403" w14:textId="77777777" w:rsidR="00EE7C84" w:rsidRDefault="00204F6E" w:rsidP="00C3236F">
      <w:pPr>
        <w:pStyle w:val="libCenterBold1"/>
        <w:rPr>
          <w:lang w:bidi="fa-IR"/>
        </w:rPr>
      </w:pPr>
      <w:r>
        <w:rPr>
          <w:rtl/>
          <w:lang w:bidi="fa-IR"/>
        </w:rPr>
        <w:t>لسيّد الشّعراء مل</w:t>
      </w:r>
      <w:r>
        <w:rPr>
          <w:rFonts w:hint="cs"/>
          <w:rtl/>
          <w:lang w:bidi="fa-IR"/>
        </w:rPr>
        <w:t>ّ</w:t>
      </w:r>
      <w:r>
        <w:rPr>
          <w:rtl/>
          <w:lang w:bidi="fa-IR"/>
        </w:rPr>
        <w:t>ا</w:t>
      </w:r>
      <w:r w:rsidR="00EE7C84">
        <w:rPr>
          <w:rtl/>
          <w:lang w:bidi="fa-IR"/>
        </w:rPr>
        <w:t xml:space="preserve"> علي بن فايز</w:t>
      </w:r>
    </w:p>
    <w:p w14:paraId="58D51DF9" w14:textId="77777777" w:rsidR="00EE7C84" w:rsidRDefault="00EE7C84" w:rsidP="00C3236F">
      <w:pPr>
        <w:pStyle w:val="libCenterBold1"/>
        <w:rPr>
          <w:lang w:bidi="fa-IR"/>
        </w:rPr>
      </w:pPr>
      <w:r>
        <w:rPr>
          <w:rtl/>
          <w:lang w:bidi="fa-IR"/>
        </w:rPr>
        <w:t>عني بجمعه : الموفّق الوجيه خير الحاج</w:t>
      </w:r>
    </w:p>
    <w:p w14:paraId="02EBACDB" w14:textId="77777777" w:rsidR="00EE7C84" w:rsidRDefault="00EE7C84" w:rsidP="00C3236F">
      <w:pPr>
        <w:pStyle w:val="libCenterBold1"/>
        <w:rPr>
          <w:lang w:bidi="fa-IR"/>
        </w:rPr>
      </w:pPr>
      <w:r>
        <w:rPr>
          <w:rtl/>
          <w:lang w:bidi="fa-IR"/>
        </w:rPr>
        <w:t>أحمد علي بن معراج</w:t>
      </w:r>
    </w:p>
    <w:p w14:paraId="26530768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5A4FDCF3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44DC41A6" w14:textId="77777777" w:rsidR="00EE7C84" w:rsidRDefault="00EE7C84" w:rsidP="00F4605C">
      <w:pPr>
        <w:pStyle w:val="libCenter"/>
        <w:rPr>
          <w:lang w:bidi="fa-IR"/>
        </w:rPr>
      </w:pPr>
      <w:r>
        <w:rPr>
          <w:rtl/>
          <w:lang w:bidi="fa-IR"/>
        </w:rPr>
        <w:lastRenderedPageBreak/>
        <w:t>بسم الله الرّحمن الرّحيم</w:t>
      </w:r>
    </w:p>
    <w:p w14:paraId="50CF624F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الحمد لله بما حمد به نفسه ، والثناء عليه بما أثنى به على نفسه</w:t>
      </w:r>
      <w:r w:rsidR="00FB110A">
        <w:rPr>
          <w:rtl/>
          <w:lang w:bidi="fa-IR"/>
        </w:rPr>
        <w:t>.</w:t>
      </w:r>
      <w:r>
        <w:rPr>
          <w:rtl/>
          <w:lang w:bidi="fa-IR"/>
        </w:rPr>
        <w:t xml:space="preserve"> اللهمّ صلِّ على محمّد وآل محمّد ، وبلّغ بإيماننا أكمل الإيمان ، واجعل يقيننا أفضل اليقين ، وانتهِ بنيّتنا إلى أحسن النيّات</w:t>
      </w:r>
      <w:r w:rsidR="00FB110A">
        <w:rPr>
          <w:rtl/>
          <w:lang w:bidi="fa-IR"/>
        </w:rPr>
        <w:t>.</w:t>
      </w:r>
    </w:p>
    <w:p w14:paraId="3EFB44D8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وبعد ، لقد كان من لطف الله تعالى وإنعامه علينا أن وفّقنا في طبع هذا الكتاب للمرّة الاُولى في النّجف الأشرف بالعراق سنة 1970 ، وقد أعدنا</w:t>
      </w:r>
      <w:r w:rsidR="003B5CDD">
        <w:rPr>
          <w:rtl/>
          <w:lang w:bidi="fa-IR"/>
        </w:rPr>
        <w:t xml:space="preserve"> طباعته في الهند سنة 1984 ، ولم</w:t>
      </w:r>
      <w:r>
        <w:rPr>
          <w:rtl/>
          <w:lang w:bidi="fa-IR"/>
        </w:rPr>
        <w:t xml:space="preserve">ا رأينا إقبال الإخوة المؤمنين </w:t>
      </w:r>
      <w:r w:rsidR="00E21949">
        <w:rPr>
          <w:rFonts w:hint="cs"/>
          <w:rtl/>
          <w:lang w:bidi="fa-IR"/>
        </w:rPr>
        <w:t>-</w:t>
      </w:r>
      <w:r>
        <w:rPr>
          <w:rtl/>
          <w:lang w:bidi="fa-IR"/>
        </w:rPr>
        <w:t xml:space="preserve"> وفّقهم الله في السؤال والمتابعة </w:t>
      </w:r>
      <w:r w:rsidR="00E21949">
        <w:rPr>
          <w:rFonts w:hint="cs"/>
          <w:rtl/>
          <w:lang w:bidi="fa-IR"/>
        </w:rPr>
        <w:t>-</w:t>
      </w:r>
      <w:r>
        <w:rPr>
          <w:rtl/>
          <w:lang w:bidi="fa-IR"/>
        </w:rPr>
        <w:t xml:space="preserve"> قمنا ، بل سعينا إلى طبعه وللمرة الثالثة في لبنان ؛ ليكون بين يدي القارئ الكريم ، داعين الله </w:t>
      </w:r>
      <w:r w:rsidR="00E21949">
        <w:rPr>
          <w:rFonts w:hint="cs"/>
          <w:rtl/>
          <w:lang w:bidi="fa-IR"/>
        </w:rPr>
        <w:t>-</w:t>
      </w:r>
      <w:r>
        <w:rPr>
          <w:rtl/>
          <w:lang w:bidi="fa-IR"/>
        </w:rPr>
        <w:t xml:space="preserve"> جلّت قدرته </w:t>
      </w:r>
      <w:r w:rsidR="00E21949">
        <w:rPr>
          <w:rFonts w:hint="cs"/>
          <w:rtl/>
          <w:lang w:bidi="fa-IR"/>
        </w:rPr>
        <w:t>-</w:t>
      </w:r>
      <w:r>
        <w:rPr>
          <w:rtl/>
          <w:lang w:bidi="fa-IR"/>
        </w:rPr>
        <w:t xml:space="preserve"> بأن يوفّقنا وإيّاكم لخدمة أهل البيت (</w:t>
      </w:r>
      <w:r w:rsidR="00B01AF7" w:rsidRPr="00B01AF7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) ، ونسأله أن يمدّنا بعونه لأداء رسالتنا على أتمّ </w:t>
      </w:r>
      <w:r w:rsidR="0095067B">
        <w:rPr>
          <w:rtl/>
          <w:lang w:bidi="fa-IR"/>
        </w:rPr>
        <w:t>وأكمل وجه ، والله من وراء القصد</w:t>
      </w:r>
      <w:r>
        <w:rPr>
          <w:rtl/>
          <w:lang w:bidi="fa-IR"/>
        </w:rPr>
        <w:t>.</w:t>
      </w:r>
    </w:p>
    <w:p w14:paraId="488CEBA2" w14:textId="77777777" w:rsidR="00EE7C84" w:rsidRDefault="00EE7C84" w:rsidP="00F4605C">
      <w:pPr>
        <w:pStyle w:val="libLeft"/>
        <w:rPr>
          <w:lang w:bidi="fa-IR"/>
        </w:rPr>
      </w:pPr>
      <w:r>
        <w:rPr>
          <w:rtl/>
          <w:lang w:bidi="fa-IR"/>
        </w:rPr>
        <w:t>محمد جواد عبد العزيز الشهابي</w:t>
      </w:r>
    </w:p>
    <w:p w14:paraId="61388589" w14:textId="77777777" w:rsidR="00EE7C84" w:rsidRDefault="00EE7C84" w:rsidP="00F4605C">
      <w:pPr>
        <w:pStyle w:val="libLeft"/>
      </w:pPr>
      <w:r>
        <w:rPr>
          <w:rtl/>
          <w:lang w:bidi="fa-IR"/>
        </w:rPr>
        <w:t>غرّة ذي القعدة 1411 ه</w:t>
      </w:r>
    </w:p>
    <w:p w14:paraId="5067B0E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34F9BF5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6C2D71DF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كلمة المناسبة :</w:t>
      </w:r>
    </w:p>
    <w:p w14:paraId="267663FC" w14:textId="77777777" w:rsidR="00EE7C84" w:rsidRDefault="00EE7C84" w:rsidP="00ED544A">
      <w:pPr>
        <w:pStyle w:val="libCenter"/>
        <w:rPr>
          <w:lang w:bidi="fa-IR"/>
        </w:rPr>
      </w:pPr>
      <w:r>
        <w:rPr>
          <w:rtl/>
          <w:lang w:bidi="fa-IR"/>
        </w:rPr>
        <w:t>بسم الله الرّحمن الرّحيم</w:t>
      </w:r>
    </w:p>
    <w:p w14:paraId="26E68AA6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( قيمةُ كُلّ امرئٍ ما يُحسنه )</w:t>
      </w:r>
    </w:p>
    <w:p w14:paraId="7561BC72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الحمد لله الذي في كُلّ شيء أمارات قدرته ، وفي كُلّ موجود أدلّة حكمته ، والصلاة والسّلام على رسوله الصادع بالشرع ، وآله الذين بهم</w:t>
      </w:r>
      <w:r w:rsidR="00E21949">
        <w:rPr>
          <w:rtl/>
          <w:lang w:bidi="fa-IR"/>
        </w:rPr>
        <w:t>- تمّت -</w:t>
      </w:r>
      <w:r>
        <w:rPr>
          <w:rtl/>
          <w:lang w:bidi="fa-IR"/>
        </w:rPr>
        <w:t>الكلمة واُقيمت البيّنة</w:t>
      </w:r>
      <w:r w:rsidR="00FB110A">
        <w:rPr>
          <w:rtl/>
          <w:lang w:bidi="fa-IR"/>
        </w:rPr>
        <w:t>.</w:t>
      </w:r>
    </w:p>
    <w:p w14:paraId="41875FD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أمّا بعد ، فإنّ خير ذخيرة يخلّفها الإنسان وتخلّد له تاريخ مجده ، وتكون تمثاله الذي يحكيه بعد حياته على ممر الزمن ، طال أم قصر ، هو ورقة علم يُنتفع بها عند موته ، وتجدد ذكره حين فقده ؛ فلقد جاء في الخبر عن سيّد البشر (</w:t>
      </w:r>
      <w:r w:rsidR="002A105B" w:rsidRPr="002A105B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ما معناه : ما مات إنسان وخلّف إحدى ثلاث : ولد صالح ، أو صدقة جارية ، أو ورقة علم يُنتفع بها</w:t>
      </w:r>
      <w:r w:rsidR="00FB110A">
        <w:rPr>
          <w:rtl/>
          <w:lang w:bidi="fa-IR"/>
        </w:rPr>
        <w:t>.</w:t>
      </w:r>
      <w:r>
        <w:rPr>
          <w:rtl/>
          <w:lang w:bidi="fa-IR"/>
        </w:rPr>
        <w:t xml:space="preserve"> فما أحسنه من حديث مبارك ميمون يُذكّر كُلّ غافل منّا ، ويحثّه على القيام بما يلزمه أثناء حياته</w:t>
      </w:r>
      <w:r w:rsidR="00FB110A">
        <w:rPr>
          <w:rtl/>
          <w:lang w:bidi="fa-IR"/>
        </w:rPr>
        <w:t>.</w:t>
      </w:r>
    </w:p>
    <w:p w14:paraId="0173BF4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ولَعمري ، إنّ الورقة التي يُخلّفها المرء وفيها شيء من علم ، لَهي جديرة بالذكر الخالد والمكانة الرفيعة السامية</w:t>
      </w:r>
      <w:r w:rsidR="00FB110A">
        <w:rPr>
          <w:rtl/>
          <w:lang w:bidi="fa-IR"/>
        </w:rPr>
        <w:t>.</w:t>
      </w:r>
    </w:p>
    <w:p w14:paraId="507CCA6C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وبين يديك أيّها القارئ الكريم نماذج من سيرة حياة الإنسان الطبيعيّة في مختلف الأزمنة ؛ فقد سجل التاريخ أفذاذاً من رجالاته وقدّمهم أمثلة من أمثلة المجد والخلود ، وكم كان يضنّ الزمن بأمثالهم</w:t>
      </w:r>
      <w:r w:rsidR="00FB110A">
        <w:rPr>
          <w:rtl/>
          <w:lang w:bidi="fa-IR"/>
        </w:rPr>
        <w:t>.</w:t>
      </w:r>
    </w:p>
    <w:p w14:paraId="5E6E78B6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فالعلماء والخطباء ، والشعراء والمصلحون ، ومَن سار على نهجهم خلّفوا آثاراً</w:t>
      </w:r>
    </w:p>
    <w:p w14:paraId="4F19BD8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2987BA1B" w14:textId="77777777" w:rsidR="00EE7C84" w:rsidRDefault="00EE7C84" w:rsidP="00ED544A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طيّبة تهدي إلى طريق الخير وتنير السبل ، وتفيد الباحث عنها علماً وعملاً في ميدان النقد والحل والعقد</w:t>
      </w:r>
      <w:r w:rsidR="00FB110A">
        <w:rPr>
          <w:rtl/>
          <w:lang w:bidi="fa-IR"/>
        </w:rPr>
        <w:t>.</w:t>
      </w:r>
    </w:p>
    <w:p w14:paraId="56FB7925" w14:textId="77777777" w:rsidR="00EE7C84" w:rsidRDefault="00EE7C84" w:rsidP="00204F6E">
      <w:pPr>
        <w:pStyle w:val="libNormal"/>
        <w:rPr>
          <w:lang w:bidi="fa-IR"/>
        </w:rPr>
      </w:pPr>
      <w:r>
        <w:rPr>
          <w:rtl/>
          <w:lang w:bidi="fa-IR"/>
        </w:rPr>
        <w:t>وصاحب هذا الديوان</w:t>
      </w:r>
      <w:r w:rsidR="00E21949">
        <w:rPr>
          <w:rtl/>
          <w:lang w:bidi="fa-IR"/>
        </w:rPr>
        <w:t xml:space="preserve"> - </w:t>
      </w:r>
      <w:r>
        <w:rPr>
          <w:rtl/>
          <w:lang w:bidi="fa-IR"/>
        </w:rPr>
        <w:t>الحاج مل</w:t>
      </w:r>
      <w:r w:rsidR="00204F6E">
        <w:rPr>
          <w:rFonts w:hint="cs"/>
          <w:rtl/>
          <w:lang w:bidi="fa-IR"/>
        </w:rPr>
        <w:t>ّ</w:t>
      </w:r>
      <w:r>
        <w:rPr>
          <w:rtl/>
          <w:lang w:bidi="fa-IR"/>
        </w:rPr>
        <w:t>ا علي بن حسن الملقّب بالفايز</w:t>
      </w:r>
      <w:r w:rsidR="00E21949">
        <w:rPr>
          <w:rtl/>
          <w:lang w:bidi="fa-IR"/>
        </w:rPr>
        <w:t xml:space="preserve"> - </w:t>
      </w:r>
      <w:r>
        <w:rPr>
          <w:rtl/>
          <w:lang w:bidi="fa-IR"/>
        </w:rPr>
        <w:t>هو مصداق من مصاديق مَن ذكرناه ، وأحد رجالات هذه الحلبة الذين يُشار إليهم بالبنان ، ومحطّ أنظار ذوي الألباب ؛ فهو خطيب مفوّه ، وشاعر ذو خيال خصب ، أضف إلى هذا كلِّه الصوت الرخيم المشجي ، فهو إذن مقرعة للسمع ومجلبة للدمع</w:t>
      </w:r>
      <w:r w:rsidR="00FB110A">
        <w:rPr>
          <w:rtl/>
          <w:lang w:bidi="fa-IR"/>
        </w:rPr>
        <w:t>.</w:t>
      </w:r>
    </w:p>
    <w:p w14:paraId="08636A65" w14:textId="77777777" w:rsidR="00EE7C84" w:rsidRDefault="00EE7C84" w:rsidP="00204F6E">
      <w:pPr>
        <w:pStyle w:val="libNormal"/>
        <w:rPr>
          <w:lang w:bidi="fa-IR"/>
        </w:rPr>
      </w:pPr>
      <w:r>
        <w:rPr>
          <w:rtl/>
          <w:lang w:bidi="fa-IR"/>
        </w:rPr>
        <w:t>فديوانه هذا وإن مرّت عليه الأيام وكادت أنْ تبليه إ</w:t>
      </w:r>
      <w:r w:rsidR="00204F6E">
        <w:rPr>
          <w:rtl/>
          <w:lang w:bidi="fa-IR"/>
        </w:rPr>
        <w:t>ل</w:t>
      </w:r>
      <w:r w:rsidR="00204F6E">
        <w:rPr>
          <w:rFonts w:hint="cs"/>
          <w:rtl/>
          <w:lang w:bidi="fa-IR"/>
        </w:rPr>
        <w:t>ّ</w:t>
      </w:r>
      <w:r w:rsidR="00204F6E">
        <w:rPr>
          <w:rtl/>
          <w:lang w:bidi="fa-IR"/>
        </w:rPr>
        <w:t>ا</w:t>
      </w:r>
      <w:r>
        <w:rPr>
          <w:rtl/>
          <w:lang w:bidi="fa-IR"/>
        </w:rPr>
        <w:t xml:space="preserve"> أنّه برغم طول المدة كان بقاؤه مربوطاً ببقاء مصيبة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؛ لأنّه من وحيها ، فلا غرو إنْ ظهر بثوب جديد ووجه مستنير يثير الإعجاب ، وآخر يبعث الاكتئاب</w:t>
      </w:r>
      <w:r w:rsidR="00FB110A">
        <w:rPr>
          <w:rtl/>
          <w:lang w:bidi="fa-IR"/>
        </w:rPr>
        <w:t>.</w:t>
      </w:r>
    </w:p>
    <w:p w14:paraId="68F55205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فهو في الحقيقة والواقع يكسو الخطيب زينة ، ويعطي الشاعر مرونة على النظم على اختلاف البحور من الطويل والقصير وما شاكلها ، وبالأحرى أنّ كُلّ خطيبٍ ليس له الاستغناء عن هذا الديوان ؛ وذلك لقوّته في تجسيد المواقف ، وتجزئة المصائب ، بشعر لا تلمس فيه شيئاً من التكلّف</w:t>
      </w:r>
      <w:r w:rsidR="00FB110A">
        <w:rPr>
          <w:rtl/>
          <w:lang w:bidi="fa-IR"/>
        </w:rPr>
        <w:t>.</w:t>
      </w:r>
    </w:p>
    <w:p w14:paraId="265885E6" w14:textId="77777777" w:rsidR="00EE7C84" w:rsidRDefault="00EE7C84" w:rsidP="00204F6E">
      <w:pPr>
        <w:pStyle w:val="libNormal"/>
        <w:rPr>
          <w:lang w:bidi="fa-IR"/>
        </w:rPr>
      </w:pPr>
      <w:r>
        <w:rPr>
          <w:rtl/>
          <w:lang w:bidi="fa-IR"/>
        </w:rPr>
        <w:t>والخطيب المذكور وليد الإحساء ، إحدى مناطق المملكة العربية السعوديّة ، إ</w:t>
      </w:r>
      <w:r w:rsidR="00204F6E">
        <w:rPr>
          <w:rtl/>
          <w:lang w:bidi="fa-IR"/>
        </w:rPr>
        <w:t>ل</w:t>
      </w:r>
      <w:r w:rsidR="00204F6E">
        <w:rPr>
          <w:rFonts w:hint="cs"/>
          <w:rtl/>
          <w:lang w:bidi="fa-IR"/>
        </w:rPr>
        <w:t>ّ</w:t>
      </w:r>
      <w:r w:rsidR="00204F6E">
        <w:rPr>
          <w:rtl/>
          <w:lang w:bidi="fa-IR"/>
        </w:rPr>
        <w:t>ا</w:t>
      </w:r>
      <w:r>
        <w:rPr>
          <w:rtl/>
          <w:lang w:bidi="fa-IR"/>
        </w:rPr>
        <w:t xml:space="preserve"> أنّه عاش في البحرين زمناً طويلاً ، وقضى أكثر أيام حياته فيها ، حتّى وافاه أجله المحتوم والقضاء الملزوم ، فجاور في تلك البلاد ودُفن جثمانه فيها</w:t>
      </w:r>
      <w:r w:rsidR="00FB110A">
        <w:rPr>
          <w:rtl/>
          <w:lang w:bidi="fa-IR"/>
        </w:rPr>
        <w:t>.</w:t>
      </w:r>
    </w:p>
    <w:p w14:paraId="2D159A9A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وحدّثني مَن أثق به : أنّ قبره واقع ما بين قرية سند وقرية جرداب ، وهاتان القريتان الصغيرتان واقعتان على الساحل الشرقي من البحرين ، وبذلك خمدت شعلة من مشاعل الفكر ، وصمت لسانٌ من ألسنة الدعاة إلى أهل البيت (</w:t>
      </w:r>
      <w:r w:rsidR="00B01AF7" w:rsidRPr="00B01AF7">
        <w:rPr>
          <w:rStyle w:val="libAlaemChar"/>
          <w:rtl/>
        </w:rPr>
        <w:t>عليهم‌السلام</w:t>
      </w:r>
      <w:r>
        <w:rPr>
          <w:rtl/>
          <w:lang w:bidi="fa-IR"/>
        </w:rPr>
        <w:t>)</w:t>
      </w:r>
      <w:r w:rsidR="00FB110A">
        <w:rPr>
          <w:rtl/>
          <w:lang w:bidi="fa-IR"/>
        </w:rPr>
        <w:t>.</w:t>
      </w:r>
    </w:p>
    <w:p w14:paraId="30D8DBD0" w14:textId="77777777" w:rsidR="00EE7C84" w:rsidRDefault="00EE7C84" w:rsidP="00204F6E">
      <w:pPr>
        <w:pStyle w:val="libNormal"/>
        <w:rPr>
          <w:lang w:bidi="fa-IR"/>
        </w:rPr>
      </w:pPr>
      <w:r>
        <w:rPr>
          <w:rtl/>
          <w:lang w:bidi="fa-IR"/>
        </w:rPr>
        <w:t>إ</w:t>
      </w:r>
      <w:r w:rsidR="00204F6E">
        <w:rPr>
          <w:rtl/>
          <w:lang w:bidi="fa-IR"/>
        </w:rPr>
        <w:t>ل</w:t>
      </w:r>
      <w:r w:rsidR="00204F6E">
        <w:rPr>
          <w:rFonts w:hint="cs"/>
          <w:rtl/>
          <w:lang w:bidi="fa-IR"/>
        </w:rPr>
        <w:t>ّ</w:t>
      </w:r>
      <w:r w:rsidR="00204F6E">
        <w:rPr>
          <w:rtl/>
          <w:lang w:bidi="fa-IR"/>
        </w:rPr>
        <w:t>ا</w:t>
      </w:r>
      <w:r>
        <w:rPr>
          <w:rtl/>
          <w:lang w:bidi="fa-IR"/>
        </w:rPr>
        <w:t xml:space="preserve"> أنّك أيّها الخطيب الراحل ، وإن خلّفت قلوبنا عليك مجروحة وأدمعنا مسكوبة ، فلنا السلوة الوافية فيما خلّفته من تراث عظيم ،</w:t>
      </w:r>
    </w:p>
    <w:p w14:paraId="0A759A8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5CB6BA7C" w14:textId="77777777" w:rsidR="00EE7C84" w:rsidRDefault="00EE7C84" w:rsidP="00E22A8D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فهنيئاً لك أيّها الراحل بجوار محمّد المصطفى (</w:t>
      </w:r>
      <w:r w:rsidR="002A105B" w:rsidRPr="002A105B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وأبنائه النجباء (</w:t>
      </w:r>
      <w:r w:rsidR="00B01AF7" w:rsidRPr="00B01AF7">
        <w:rPr>
          <w:rStyle w:val="libAlaemChar"/>
          <w:rtl/>
        </w:rPr>
        <w:t>عليهم‌السلام</w:t>
      </w:r>
      <w:r>
        <w:rPr>
          <w:rtl/>
          <w:lang w:bidi="fa-IR"/>
        </w:rPr>
        <w:t>) ، وتحياتنا وسلامنا إليك في جنّة عرضها السماوات والأرض اُعدّت للمتّقين ، وتحيتهم فيها سلام ، وآخر دعوانا أن الحمد لله ربِّ العالمين</w:t>
      </w:r>
      <w:r w:rsidR="00FB110A">
        <w:rPr>
          <w:rtl/>
          <w:lang w:bidi="fa-IR"/>
        </w:rPr>
        <w:t>.</w:t>
      </w:r>
    </w:p>
    <w:p w14:paraId="691D07C7" w14:textId="77777777" w:rsidR="00EE7C84" w:rsidRDefault="00EE7C84" w:rsidP="008E6E74">
      <w:pPr>
        <w:pStyle w:val="libLeft"/>
        <w:rPr>
          <w:lang w:bidi="fa-IR"/>
        </w:rPr>
      </w:pPr>
      <w:r>
        <w:rPr>
          <w:rtl/>
          <w:lang w:bidi="fa-IR"/>
        </w:rPr>
        <w:t>الناشر</w:t>
      </w:r>
    </w:p>
    <w:p w14:paraId="19C04A3E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00ECE40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1AF56AB1" w14:textId="77777777" w:rsidR="00EE7C84" w:rsidRDefault="00EE7C84" w:rsidP="00B00A12">
      <w:pPr>
        <w:pStyle w:val="libCenterBold1"/>
        <w:rPr>
          <w:lang w:bidi="fa-IR"/>
        </w:rPr>
      </w:pPr>
      <w:r>
        <w:rPr>
          <w:rtl/>
          <w:lang w:bidi="fa-IR"/>
        </w:rPr>
        <w:lastRenderedPageBreak/>
        <w:t>ديوان</w:t>
      </w:r>
    </w:p>
    <w:p w14:paraId="540AC2F8" w14:textId="77777777" w:rsidR="00EE7C84" w:rsidRDefault="00EE7C84" w:rsidP="00B00A12">
      <w:pPr>
        <w:pStyle w:val="libCenterBold1"/>
        <w:rPr>
          <w:lang w:bidi="fa-IR"/>
        </w:rPr>
      </w:pPr>
      <w:r>
        <w:rPr>
          <w:rtl/>
          <w:lang w:bidi="fa-IR"/>
        </w:rPr>
        <w:t>فوز الفائز</w:t>
      </w:r>
    </w:p>
    <w:p w14:paraId="3BE6920D" w14:textId="77777777" w:rsidR="00EE7C84" w:rsidRDefault="00EE7C84" w:rsidP="00B00A12">
      <w:pPr>
        <w:pStyle w:val="libCenterBold1"/>
        <w:rPr>
          <w:lang w:bidi="fa-IR"/>
        </w:rPr>
      </w:pPr>
      <w:r>
        <w:rPr>
          <w:rtl/>
          <w:lang w:bidi="fa-IR"/>
        </w:rPr>
        <w:t>لسيّد الشّعراء م</w:t>
      </w:r>
      <w:r w:rsidR="00204F6E">
        <w:rPr>
          <w:rtl/>
          <w:lang w:bidi="fa-IR"/>
        </w:rPr>
        <w:t>ل</w:t>
      </w:r>
      <w:r w:rsidR="00204F6E">
        <w:rPr>
          <w:rFonts w:hint="cs"/>
          <w:rtl/>
          <w:lang w:bidi="fa-IR"/>
        </w:rPr>
        <w:t>ّ</w:t>
      </w:r>
      <w:r w:rsidR="00204F6E">
        <w:rPr>
          <w:rtl/>
          <w:lang w:bidi="fa-IR"/>
        </w:rPr>
        <w:t>ا</w:t>
      </w:r>
      <w:r>
        <w:rPr>
          <w:rtl/>
          <w:lang w:bidi="fa-IR"/>
        </w:rPr>
        <w:t xml:space="preserve"> علي بن فايز</w:t>
      </w:r>
    </w:p>
    <w:p w14:paraId="177DD8BD" w14:textId="77777777" w:rsidR="00EE7C84" w:rsidRDefault="00EE7C84" w:rsidP="00B00A12">
      <w:pPr>
        <w:pStyle w:val="libCenterBold1"/>
        <w:rPr>
          <w:lang w:bidi="fa-IR"/>
        </w:rPr>
      </w:pPr>
      <w:r>
        <w:rPr>
          <w:rtl/>
          <w:lang w:bidi="fa-IR"/>
        </w:rPr>
        <w:t>عني بجمعه : الموفّق الوجيه خير الحاج</w:t>
      </w:r>
    </w:p>
    <w:p w14:paraId="51F0803C" w14:textId="77777777" w:rsidR="00EE7C84" w:rsidRDefault="00EE7C84" w:rsidP="00B00A12">
      <w:pPr>
        <w:pStyle w:val="libCenterBold1"/>
        <w:rPr>
          <w:lang w:bidi="fa-IR"/>
        </w:rPr>
      </w:pPr>
      <w:r>
        <w:rPr>
          <w:rtl/>
          <w:lang w:bidi="fa-IR"/>
        </w:rPr>
        <w:t>أحمد علي بن معراج</w:t>
      </w:r>
    </w:p>
    <w:p w14:paraId="127452C5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1398024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499CCFF6" w14:textId="77777777" w:rsidR="00EE7C84" w:rsidRDefault="00EE7C84" w:rsidP="0006651D">
      <w:pPr>
        <w:pStyle w:val="Heading2"/>
        <w:rPr>
          <w:lang w:bidi="fa-IR"/>
        </w:rPr>
      </w:pPr>
      <w:bookmarkStart w:id="1" w:name="_Toc17226560"/>
      <w:r>
        <w:rPr>
          <w:rtl/>
          <w:lang w:bidi="fa-IR"/>
        </w:rPr>
        <w:lastRenderedPageBreak/>
        <w:t>الإهداء :</w:t>
      </w:r>
      <w:bookmarkEnd w:id="1"/>
    </w:p>
    <w:p w14:paraId="1FE2EC9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إليكِ يا بنت محمّد المصطفى (</w:t>
      </w:r>
      <w:r w:rsidR="002A105B" w:rsidRPr="002A105B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واُمّ الأئمّة الطاهرين النجباء (</w:t>
      </w:r>
      <w:r w:rsidR="00B01AF7" w:rsidRPr="00B01AF7">
        <w:rPr>
          <w:rStyle w:val="libAlaemChar"/>
          <w:rtl/>
        </w:rPr>
        <w:t>عليهم‌السلام</w:t>
      </w:r>
      <w:r>
        <w:rPr>
          <w:rtl/>
          <w:lang w:bidi="fa-IR"/>
        </w:rPr>
        <w:t>) أهدي هذا الديوان ؛ فأنتِ يا سيّدتي اُمّ المصيبة ، والثكلى الوالهة ، راجياً منكم قبوله</w:t>
      </w:r>
      <w:r w:rsidR="00FB110A">
        <w:rPr>
          <w:rtl/>
          <w:lang w:bidi="fa-IR"/>
        </w:rPr>
        <w:t>.</w:t>
      </w:r>
    </w:p>
    <w:p w14:paraId="5F9BC0C9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753FCDF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2BCE3D20" w14:textId="77777777" w:rsidR="00EE7C84" w:rsidRDefault="00EE7C84" w:rsidP="00112CC9">
      <w:pPr>
        <w:pStyle w:val="libCenter"/>
        <w:rPr>
          <w:lang w:bidi="fa-IR"/>
        </w:rPr>
      </w:pPr>
      <w:r>
        <w:rPr>
          <w:rtl/>
          <w:lang w:bidi="fa-IR"/>
        </w:rPr>
        <w:lastRenderedPageBreak/>
        <w:t>بسم الله الرّحمن الرّحيم وبه نستعين</w:t>
      </w:r>
    </w:p>
    <w:p w14:paraId="220BC2C7" w14:textId="77777777" w:rsidR="00EE7C84" w:rsidRDefault="00EE7C84" w:rsidP="00204F6E">
      <w:pPr>
        <w:pStyle w:val="libNormal"/>
        <w:rPr>
          <w:lang w:bidi="fa-IR"/>
        </w:rPr>
      </w:pPr>
      <w:r>
        <w:rPr>
          <w:rtl/>
          <w:lang w:bidi="fa-IR"/>
        </w:rPr>
        <w:t>هذا الديوان من رثاء م</w:t>
      </w:r>
      <w:r w:rsidR="00204F6E">
        <w:rPr>
          <w:rtl/>
          <w:lang w:bidi="fa-IR"/>
        </w:rPr>
        <w:t>ل</w:t>
      </w:r>
      <w:r w:rsidR="00204F6E">
        <w:rPr>
          <w:rFonts w:hint="cs"/>
          <w:rtl/>
          <w:lang w:bidi="fa-IR"/>
        </w:rPr>
        <w:t>ّ</w:t>
      </w:r>
      <w:r w:rsidR="00204F6E">
        <w:rPr>
          <w:rtl/>
          <w:lang w:bidi="fa-IR"/>
        </w:rPr>
        <w:t>ا</w:t>
      </w:r>
      <w:r>
        <w:rPr>
          <w:rtl/>
          <w:lang w:bidi="fa-IR"/>
        </w:rPr>
        <w:t xml:space="preserve"> علي بن حسن الفايز ، ابتداءً في رثاء النبيِّ (</w:t>
      </w:r>
      <w:r w:rsidR="002A105B" w:rsidRPr="002A105B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</w:t>
      </w:r>
      <w:r w:rsidR="00FB110A">
        <w:rPr>
          <w:rtl/>
          <w:lang w:bidi="fa-IR"/>
        </w:rPr>
        <w:t>.</w:t>
      </w:r>
    </w:p>
    <w:p w14:paraId="383C1114" w14:textId="77777777" w:rsidR="00EE7C84" w:rsidRDefault="00EE7C84" w:rsidP="000F4539">
      <w:pPr>
        <w:pStyle w:val="Heading2Center"/>
        <w:rPr>
          <w:lang w:bidi="fa-IR"/>
        </w:rPr>
      </w:pPr>
      <w:bookmarkStart w:id="2" w:name="_Toc17226561"/>
      <w:r>
        <w:rPr>
          <w:rtl/>
          <w:lang w:bidi="fa-IR"/>
        </w:rPr>
        <w:t>الفصل الأول</w:t>
      </w:r>
      <w:bookmarkEnd w:id="2"/>
    </w:p>
    <w:p w14:paraId="7367FC5C" w14:textId="77777777" w:rsidR="00EE7C84" w:rsidRDefault="00EE7C84" w:rsidP="000F4539">
      <w:pPr>
        <w:pStyle w:val="Heading2Center"/>
        <w:rPr>
          <w:lang w:bidi="fa-IR"/>
        </w:rPr>
      </w:pPr>
      <w:bookmarkStart w:id="3" w:name="_Toc17226562"/>
      <w:r>
        <w:rPr>
          <w:rtl/>
          <w:lang w:bidi="fa-IR"/>
        </w:rPr>
        <w:t>في رثاء رسول الله محمّد بن عبد الله (</w:t>
      </w:r>
      <w:r w:rsidR="002A105B" w:rsidRPr="002A105B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خير خلق الله</w:t>
      </w:r>
      <w:r w:rsidR="00FB110A">
        <w:rPr>
          <w:rtl/>
          <w:lang w:bidi="fa-IR"/>
        </w:rPr>
        <w:t>.</w:t>
      </w:r>
      <w:bookmarkEnd w:id="3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74EE5" w14:paraId="2DEBA9A5" w14:textId="77777777" w:rsidTr="00BD270D">
        <w:trPr>
          <w:trHeight w:val="350"/>
        </w:trPr>
        <w:tc>
          <w:tcPr>
            <w:tcW w:w="3920" w:type="dxa"/>
            <w:shd w:val="clear" w:color="auto" w:fill="auto"/>
          </w:tcPr>
          <w:p w14:paraId="77495C4A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الزهرة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تقوله لمصطفى خيرِ البريّهْ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4668149" w14:textId="77777777" w:rsidR="00974EE5" w:rsidRDefault="00974EE5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B7AB7D7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يا ليت قبلَك كان وافتني المنيّهْ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4EE5" w14:paraId="1BD29500" w14:textId="77777777" w:rsidTr="00BD270D">
        <w:trPr>
          <w:trHeight w:val="350"/>
        </w:trPr>
        <w:tc>
          <w:tcPr>
            <w:tcW w:w="3920" w:type="dxa"/>
          </w:tcPr>
          <w:p w14:paraId="44D7E034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نادى عليها وبشّري يا نورَ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C10CC0" w14:textId="77777777" w:rsidR="00974EE5" w:rsidRDefault="00974EE5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12DDC5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آني بعدْ أيام فاطمْ تلحقيني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4EE5" w14:paraId="655D7EC6" w14:textId="77777777" w:rsidTr="00BD270D">
        <w:trPr>
          <w:trHeight w:val="350"/>
        </w:trPr>
        <w:tc>
          <w:tcPr>
            <w:tcW w:w="3920" w:type="dxa"/>
          </w:tcPr>
          <w:p w14:paraId="78AAF0F2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حِينكْ فلا هو بعيدْ فاطمْ بعد حيني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0EA6CD9" w14:textId="77777777" w:rsidR="00974EE5" w:rsidRDefault="00974EE5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5EA144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نادى حسن واحسينْ منْ قبلِ المنيّهْ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4EE5" w14:paraId="3A967615" w14:textId="77777777" w:rsidTr="00BD270D">
        <w:trPr>
          <w:trHeight w:val="350"/>
        </w:trPr>
        <w:tc>
          <w:tcPr>
            <w:tcW w:w="3920" w:type="dxa"/>
          </w:tcPr>
          <w:p w14:paraId="4ED5604C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خلّي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حسن وحسين يا فاطمْ يجوني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DC32CD" w14:textId="77777777" w:rsidR="00974EE5" w:rsidRDefault="00974EE5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95D198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أبغي أودّعهمْ قبل ما يفقدوني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4EE5" w14:paraId="70B91BDD" w14:textId="77777777" w:rsidTr="00BD270D">
        <w:trPr>
          <w:trHeight w:val="350"/>
        </w:trPr>
        <w:tc>
          <w:tcPr>
            <w:tcW w:w="3920" w:type="dxa"/>
          </w:tcPr>
          <w:p w14:paraId="393CD082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نوحوا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لفقدِي يا بتوله واندبوني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17CCA3" w14:textId="77777777" w:rsidR="00974EE5" w:rsidRDefault="00974EE5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127902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حطّوا المآتم يا بتوله والعزيّهْ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4EE5" w14:paraId="6B3B5855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86EDAD6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ساعة ولنْ جاهِ الحسنْ مع خوَّه لحسينْ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CDE670" w14:textId="77777777" w:rsidR="00974EE5" w:rsidRDefault="00974EE5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0E0DFC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والكُلُّ منهم قابض الثّاني بليدينْ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4EE5" w14:paraId="7DBD8A43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EB8A246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من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حينْ عاينهم بكى خيرُ النبيّين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3638C2" w14:textId="77777777" w:rsidR="00974EE5" w:rsidRDefault="00974EE5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2C68CD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حنْ وجدب ونّه لهم خيرُ البريّهْ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4EE5" w14:paraId="6CF14034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B6E2E0A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نادى تعالوا يا اُولادي لي ابسرعهْ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E91FA7" w14:textId="77777777" w:rsidR="00974EE5" w:rsidRDefault="00974EE5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704AC6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المسموم واللي ابكربلا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ينكسرْ ضلعهْ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4EE5" w14:paraId="361DCA6E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E390685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واُخته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عنّه تمشي ولا تحصل تودعهْ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BC116D" w14:textId="77777777" w:rsidR="00974EE5" w:rsidRDefault="00974EE5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F57F35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اُويبقى رميّه في اتراب الغاضريّهْ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4EE5" w14:paraId="157EE4A7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FEB9DF3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والحسنْ كنّي بالطشتْ كبدَه رماها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1751C2" w14:textId="77777777" w:rsidR="00974EE5" w:rsidRDefault="00974EE5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A8818E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واجنازتكْ يحسينْ تبقى في عَراها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4EE5" w14:paraId="57CF762F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01699C3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اُوزينب تنادي ليتني أبقى معاها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159612" w14:textId="77777777" w:rsidR="00974EE5" w:rsidRDefault="00974EE5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2B0E46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ننصبْ عليها إظلال وانسوي عزيّهْ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4EE5" w14:paraId="1D8763F1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CF5D259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من بعدْ عيني يا ولادي اللهُ إلكُمْ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93820B" w14:textId="77777777" w:rsidR="00974EE5" w:rsidRDefault="00974EE5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EF08E13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من سفرتي لا بدْ ما يا بني نجيكُمْ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4EE5" w14:paraId="5D7AE6E8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E11E3E6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يوم التحطّوا ابكربلا نقصدْ إليكُمْ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60D61B" w14:textId="77777777" w:rsidR="00974EE5" w:rsidRDefault="00974EE5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02A4DA" w14:textId="77777777" w:rsidR="00974EE5" w:rsidRDefault="00974EE5" w:rsidP="00BD270D">
            <w:pPr>
              <w:pStyle w:val="libPoem"/>
            </w:pPr>
            <w:r>
              <w:rPr>
                <w:rtl/>
                <w:lang w:bidi="fa-IR"/>
              </w:rPr>
              <w:t>نجي لكُمْ زوّار بأرضِ الغاضريّهْ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EF93676" w14:textId="77777777" w:rsidR="00EE7C84" w:rsidRDefault="00EE7C84" w:rsidP="00974EE5">
      <w:pPr>
        <w:pStyle w:val="libCenter"/>
        <w:rPr>
          <w:lang w:bidi="fa-IR"/>
        </w:rPr>
      </w:pPr>
      <w:r>
        <w:rPr>
          <w:rtl/>
          <w:lang w:bidi="fa-IR"/>
        </w:rPr>
        <w:t>تمّت في 2 جمادى سنة 1382 ه</w:t>
      </w:r>
    </w:p>
    <w:p w14:paraId="49AB2C8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C4078" w14:paraId="4FC35A40" w14:textId="77777777" w:rsidTr="00BD270D">
        <w:trPr>
          <w:trHeight w:val="350"/>
        </w:trPr>
        <w:tc>
          <w:tcPr>
            <w:tcW w:w="3920" w:type="dxa"/>
            <w:shd w:val="clear" w:color="auto" w:fill="auto"/>
          </w:tcPr>
          <w:p w14:paraId="46D8F557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lastRenderedPageBreak/>
              <w:t>صارت صوايح يومْ نعش المصطفى انشالْ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C48D576" w14:textId="77777777" w:rsidR="001C4078" w:rsidRDefault="001C4078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131D4F3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وجبريلْ عزّى في السما اسرافيلْ مِيكالْ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4078" w14:paraId="7791D87C" w14:textId="77777777" w:rsidTr="00BD270D">
        <w:trPr>
          <w:trHeight w:val="350"/>
        </w:trPr>
        <w:tc>
          <w:tcPr>
            <w:tcW w:w="3920" w:type="dxa"/>
          </w:tcPr>
          <w:p w14:paraId="146A1947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في يوم موتهْ ماجتْ السبعُ السماواتْ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586BF8" w14:textId="77777777" w:rsidR="001C4078" w:rsidRDefault="001C4078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32E541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ابسبعِ العُلا جبريل نادى المصطفى ماتْ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4078" w14:paraId="0A866477" w14:textId="77777777" w:rsidTr="00BD270D">
        <w:trPr>
          <w:trHeight w:val="350"/>
        </w:trPr>
        <w:tc>
          <w:tcPr>
            <w:tcW w:w="3920" w:type="dxa"/>
          </w:tcPr>
          <w:p w14:paraId="312B0037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الله يعظّم فيه أجركْ يبو الحملاتْ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B3F880" w14:textId="77777777" w:rsidR="001C4078" w:rsidRDefault="001C4078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511B04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مأجور في المختارِ يا خوّاض الهلالْ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4078" w14:paraId="01FC3B32" w14:textId="77777777" w:rsidTr="00BD270D">
        <w:trPr>
          <w:trHeight w:val="350"/>
        </w:trPr>
        <w:tc>
          <w:tcPr>
            <w:tcW w:w="3920" w:type="dxa"/>
          </w:tcPr>
          <w:p w14:paraId="60C8CDF2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وأرض المدينة اتزلزلتْ من يوم شالوهْ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9196E8" w14:textId="77777777" w:rsidR="001C4078" w:rsidRDefault="001C4078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56FB86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والبضعةْ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الزهرة تناديهم دخّلوهْ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4078" w14:paraId="61B4D9E6" w14:textId="77777777" w:rsidTr="00BD270D">
        <w:trPr>
          <w:trHeight w:val="350"/>
        </w:trPr>
        <w:tc>
          <w:tcPr>
            <w:tcW w:w="3920" w:type="dxa"/>
          </w:tcPr>
          <w:p w14:paraId="447795DA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خلّوه باقي اليوم لَطفالَه يودعوهْ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BC97E0" w14:textId="77777777" w:rsidR="001C4078" w:rsidRDefault="001C4078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1B4862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ما تسمعون أصواتَهم يبكوا بولوالْ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4078" w14:paraId="1575FE28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21847F5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يبكوا وينادوا جدّنا المختار وينهْ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8D886D" w14:textId="77777777" w:rsidR="001C4078" w:rsidRDefault="001C4078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B79257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بعده يزهرة ظلمتِ الدّنيا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4078" w14:paraId="757FA20D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AA4033E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يا ليتنا بعده يزهرة ما بقينا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1D6300" w14:textId="77777777" w:rsidR="001C4078" w:rsidRDefault="001C4078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6BCC0B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يا ليتنا من قبلْ نعشه نعشنا انشالْ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4078" w14:paraId="6F61DFED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C78C7AE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واللهِ افجعنا يوم شخصه غاب عنّا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913AE7" w14:textId="77777777" w:rsidR="001C4078" w:rsidRDefault="001C4078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8D577B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لا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وين بالوالي بتمضي وتوحشنا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4078" w14:paraId="5E43F04C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8D86F07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وإن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كان باتسافر يبو إبراهيم خذنا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28109F" w14:textId="77777777" w:rsidR="001C4078" w:rsidRDefault="001C4078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127CA1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وسط اللحد ويّاك ما ظلت لنا أحوالْ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4078" w14:paraId="2C34CEAA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F667C35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والبضعة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إللي قلتْ يا بويه احفظوها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B7ECF9" w14:textId="77777777" w:rsidR="001C4078" w:rsidRDefault="001C4078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0ADFB4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حتّى عليك امنِ البكا جو يمنعوها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4078" w14:paraId="49140519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0E9142C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ولا كفاهم ضربهم بل سقطوها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B7893F" w14:textId="77777777" w:rsidR="001C4078" w:rsidRDefault="001C4078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18DE47" w14:textId="77777777" w:rsidR="001C4078" w:rsidRDefault="001C4078" w:rsidP="00FB110A">
            <w:pPr>
              <w:pStyle w:val="libPoem"/>
            </w:pPr>
            <w:r>
              <w:rPr>
                <w:rtl/>
                <w:lang w:bidi="fa-IR"/>
              </w:rPr>
              <w:t>فعل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الذي سوّوه فطّر حتّى لجبالْ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4078" w14:paraId="0377F60A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014743A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ما حدْ يبويه يحملَه وآني حملتَه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BBB92A9" w14:textId="77777777" w:rsidR="001C4078" w:rsidRDefault="001C4078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F64312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وال</w:t>
            </w:r>
            <w:r w:rsidR="00FB110A">
              <w:rPr>
                <w:rtl/>
                <w:lang w:bidi="fa-IR"/>
              </w:rPr>
              <w:t>م</w:t>
            </w:r>
            <w:r w:rsidR="00FB110A">
              <w:rPr>
                <w:rFonts w:hint="cs"/>
                <w:rtl/>
                <w:lang w:bidi="fa-IR"/>
              </w:rPr>
              <w:t>ـُ</w:t>
            </w:r>
            <w:r>
              <w:rPr>
                <w:rtl/>
                <w:lang w:bidi="fa-IR"/>
              </w:rPr>
              <w:t>حسنْ اللّي في وسطْ بطني طرحتَه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4078" w14:paraId="58C272C5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C2691B6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لحامي الجار من قادوه يا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به من حجرتَه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B0AFCF" w14:textId="77777777" w:rsidR="001C4078" w:rsidRDefault="001C4078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5576FC" w14:textId="77777777" w:rsidR="001C4078" w:rsidRDefault="001C4078" w:rsidP="00BD270D">
            <w:pPr>
              <w:pStyle w:val="libPoem"/>
            </w:pPr>
            <w:r>
              <w:rPr>
                <w:rtl/>
                <w:lang w:bidi="fa-IR"/>
              </w:rPr>
              <w:t>ودّوه يجرّونه بالحبالْ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6B9C583" w14:textId="77777777" w:rsidR="00EE7C84" w:rsidRDefault="00E21949" w:rsidP="0006651D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53FE2" w14:paraId="565ED56A" w14:textId="77777777" w:rsidTr="00BD270D">
        <w:trPr>
          <w:trHeight w:val="350"/>
        </w:trPr>
        <w:tc>
          <w:tcPr>
            <w:tcW w:w="3920" w:type="dxa"/>
            <w:shd w:val="clear" w:color="auto" w:fill="auto"/>
          </w:tcPr>
          <w:p w14:paraId="0FDAF32E" w14:textId="77777777" w:rsidR="00C53FE2" w:rsidRDefault="00C53FE2" w:rsidP="00BD270D">
            <w:pPr>
              <w:pStyle w:val="libPoem"/>
            </w:pPr>
            <w:r>
              <w:rPr>
                <w:rtl/>
                <w:lang w:bidi="fa-IR"/>
              </w:rPr>
              <w:t>على النبيِّ المصطفى يبكي المحرابْ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DAFF537" w14:textId="77777777" w:rsidR="00C53FE2" w:rsidRDefault="00C53FE2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25F2016" w14:textId="77777777" w:rsidR="00C53FE2" w:rsidRDefault="00C53FE2" w:rsidP="00BD270D">
            <w:pPr>
              <w:pStyle w:val="libPoem"/>
            </w:pPr>
            <w:r>
              <w:rPr>
                <w:rtl/>
                <w:lang w:bidi="fa-IR"/>
              </w:rPr>
              <w:t>اُو تبكي صلاةُ الخَمس يوم عزّها غابْ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3FE2" w14:paraId="451B8158" w14:textId="77777777" w:rsidTr="00BD270D">
        <w:trPr>
          <w:trHeight w:val="350"/>
        </w:trPr>
        <w:tc>
          <w:tcPr>
            <w:tcW w:w="3920" w:type="dxa"/>
          </w:tcPr>
          <w:p w14:paraId="0F2E3327" w14:textId="77777777" w:rsidR="00C53FE2" w:rsidRDefault="00C53FE2" w:rsidP="00BD270D">
            <w:pPr>
              <w:pStyle w:val="libPoem"/>
            </w:pPr>
            <w:r>
              <w:rPr>
                <w:rtl/>
                <w:lang w:bidi="fa-IR"/>
              </w:rPr>
              <w:t>اُوراحت لقبرَه اوودّتْ السبطين معها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6D2B5E" w14:textId="77777777" w:rsidR="00C53FE2" w:rsidRDefault="00C53FE2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25AAEF" w14:textId="77777777" w:rsidR="00C53FE2" w:rsidRDefault="00C53FE2" w:rsidP="00BD270D">
            <w:pPr>
              <w:pStyle w:val="libPoem"/>
            </w:pPr>
            <w:r>
              <w:rPr>
                <w:rtl/>
                <w:lang w:bidi="fa-IR"/>
              </w:rPr>
              <w:t>تمشي اُوهي تجري على الوجنَه دمعها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3FE2" w14:paraId="14189D55" w14:textId="77777777" w:rsidTr="00BD270D">
        <w:trPr>
          <w:trHeight w:val="350"/>
        </w:trPr>
        <w:tc>
          <w:tcPr>
            <w:tcW w:w="3920" w:type="dxa"/>
          </w:tcPr>
          <w:p w14:paraId="4B3DE3BC" w14:textId="77777777" w:rsidR="00C53FE2" w:rsidRDefault="00C53FE2" w:rsidP="00BD270D">
            <w:pPr>
              <w:pStyle w:val="libPoem"/>
            </w:pPr>
            <w:r>
              <w:rPr>
                <w:rtl/>
                <w:lang w:bidi="fa-IR"/>
              </w:rPr>
              <w:t>سمعت حنين المصطفى يوم السمعها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568A2D" w14:textId="77777777" w:rsidR="00C53FE2" w:rsidRDefault="00C53FE2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FFA2E3" w14:textId="77777777" w:rsidR="00C53FE2" w:rsidRDefault="00C53FE2" w:rsidP="00BD270D">
            <w:pPr>
              <w:pStyle w:val="libPoem"/>
            </w:pPr>
            <w:r>
              <w:rPr>
                <w:rtl/>
                <w:lang w:bidi="fa-IR"/>
              </w:rPr>
              <w:t>واهوتْ على القبرالشريفِ اتصيح يايابْ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3FE2" w14:paraId="293B4B8A" w14:textId="77777777" w:rsidTr="00BD270D">
        <w:trPr>
          <w:trHeight w:val="350"/>
        </w:trPr>
        <w:tc>
          <w:tcPr>
            <w:tcW w:w="3920" w:type="dxa"/>
          </w:tcPr>
          <w:p w14:paraId="0F588892" w14:textId="77777777" w:rsidR="00C53FE2" w:rsidRDefault="00C53FE2" w:rsidP="00BD270D">
            <w:pPr>
              <w:pStyle w:val="libPoem"/>
            </w:pPr>
            <w:r>
              <w:rPr>
                <w:rtl/>
                <w:lang w:bidi="fa-IR"/>
              </w:rPr>
              <w:t>حقْ الرسالة يا محمّد ما تأدّه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7BEF7A" w14:textId="77777777" w:rsidR="00C53FE2" w:rsidRDefault="00C53FE2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9EFC20" w14:textId="77777777" w:rsidR="00C53FE2" w:rsidRDefault="00C53FE2" w:rsidP="00BD270D">
            <w:pPr>
              <w:pStyle w:val="libPoem"/>
            </w:pPr>
            <w:r>
              <w:rPr>
                <w:rtl/>
                <w:lang w:bidi="fa-IR"/>
              </w:rPr>
              <w:t>منهم ولا شفنا كرامة اُو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لا مودّه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3FE2" w14:paraId="32DFA677" w14:textId="77777777" w:rsidTr="00BD270D">
        <w:trPr>
          <w:trHeight w:val="350"/>
        </w:trPr>
        <w:tc>
          <w:tcPr>
            <w:tcW w:w="3920" w:type="dxa"/>
          </w:tcPr>
          <w:p w14:paraId="62CDC6F8" w14:textId="77777777" w:rsidR="00C53FE2" w:rsidRDefault="00C53FE2" w:rsidP="00BD270D">
            <w:pPr>
              <w:pStyle w:val="libPoem"/>
            </w:pPr>
            <w:r>
              <w:rPr>
                <w:rtl/>
                <w:lang w:bidi="fa-IR"/>
              </w:rPr>
              <w:t>جاني الظالمْ واتبعه غيره ابعدَه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571022" w14:textId="77777777" w:rsidR="00C53FE2" w:rsidRDefault="00C53FE2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129B61" w14:textId="77777777" w:rsidR="00C53FE2" w:rsidRDefault="00C53FE2" w:rsidP="00BD270D">
            <w:pPr>
              <w:pStyle w:val="libPoem"/>
            </w:pPr>
            <w:r>
              <w:rPr>
                <w:rtl/>
                <w:lang w:bidi="fa-IR"/>
              </w:rPr>
              <w:t>اُورايات معقودات داروها على البابْ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3FE2" w14:paraId="52B856D5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901EEFC" w14:textId="77777777" w:rsidR="00C53FE2" w:rsidRDefault="00C53FE2" w:rsidP="00BD270D">
            <w:pPr>
              <w:pStyle w:val="libPoem"/>
            </w:pPr>
            <w:r>
              <w:rPr>
                <w:rtl/>
                <w:lang w:bidi="fa-IR"/>
              </w:rPr>
              <w:t>ولا كفاهُمْ غصب ميراثي اُو منعي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3A0586" w14:textId="77777777" w:rsidR="00C53FE2" w:rsidRDefault="00C53FE2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F2C690" w14:textId="77777777" w:rsidR="00C53FE2" w:rsidRDefault="00C53FE2" w:rsidP="00BD270D">
            <w:pPr>
              <w:pStyle w:val="libPoem"/>
            </w:pPr>
            <w:r>
              <w:rPr>
                <w:rtl/>
                <w:lang w:bidi="fa-IR"/>
              </w:rPr>
              <w:t>حتّى اعصروني وكسّروا يا ياب ضلعي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3FE2" w14:paraId="3FAF8057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4E7FF07" w14:textId="77777777" w:rsidR="00C53FE2" w:rsidRDefault="00C53FE2" w:rsidP="00BD270D">
            <w:pPr>
              <w:pStyle w:val="libPoem"/>
            </w:pPr>
            <w:r>
              <w:rPr>
                <w:rtl/>
                <w:lang w:bidi="fa-IR"/>
              </w:rPr>
              <w:t>اُوبس ما سمعني يا الاُبو أبكي اُوأنعي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2F5442" w14:textId="77777777" w:rsidR="00C53FE2" w:rsidRDefault="00C53FE2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9C041F7" w14:textId="77777777" w:rsidR="00C53FE2" w:rsidRDefault="00C53FE2" w:rsidP="00BD270D">
            <w:pPr>
              <w:pStyle w:val="libPoem"/>
            </w:pPr>
            <w:r>
              <w:rPr>
                <w:rtl/>
                <w:lang w:bidi="fa-IR"/>
              </w:rPr>
              <w:t>قالوا اضربوها لا تصبْ الدمع سكّابْ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3FE2" w14:paraId="0288E54F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ADB5AC1" w14:textId="77777777" w:rsidR="00C53FE2" w:rsidRDefault="00C53FE2" w:rsidP="00BD270D">
            <w:pPr>
              <w:pStyle w:val="libPoem"/>
            </w:pPr>
            <w:r>
              <w:rPr>
                <w:rtl/>
                <w:lang w:bidi="fa-IR"/>
              </w:rPr>
              <w:t>والله يبو إبراهيم ما بطّل حنيني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356D16" w14:textId="77777777" w:rsidR="00C53FE2" w:rsidRDefault="00C53FE2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A6D012" w14:textId="77777777" w:rsidR="00C53FE2" w:rsidRDefault="00C53FE2" w:rsidP="00BD270D">
            <w:pPr>
              <w:pStyle w:val="libPoem"/>
            </w:pPr>
            <w:r>
              <w:rPr>
                <w:rtl/>
                <w:lang w:bidi="fa-IR"/>
              </w:rPr>
              <w:t>ما دام يطرق مسمَعي واتشوفْ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8D1C5F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45C51" w14:paraId="32E77202" w14:textId="77777777" w:rsidTr="00BD270D">
        <w:trPr>
          <w:trHeight w:val="350"/>
        </w:trPr>
        <w:tc>
          <w:tcPr>
            <w:tcW w:w="3920" w:type="dxa"/>
            <w:shd w:val="clear" w:color="auto" w:fill="auto"/>
          </w:tcPr>
          <w:p w14:paraId="02A46C67" w14:textId="77777777" w:rsidR="00D45C51" w:rsidRDefault="00D45C51" w:rsidP="00BD270D">
            <w:pPr>
              <w:pStyle w:val="libPoem"/>
            </w:pPr>
            <w:r>
              <w:rPr>
                <w:rtl/>
                <w:lang w:bidi="fa-IR"/>
              </w:rPr>
              <w:lastRenderedPageBreak/>
              <w:t>جماعة اللّي أسقطوا بعدَكْ جنيني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8DF6376" w14:textId="77777777" w:rsidR="00D45C51" w:rsidRDefault="00D45C51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CF7A0FA" w14:textId="77777777" w:rsidR="00D45C51" w:rsidRDefault="00D45C51" w:rsidP="00BD270D">
            <w:pPr>
              <w:pStyle w:val="libPoem"/>
            </w:pPr>
            <w:r>
              <w:rPr>
                <w:rtl/>
                <w:lang w:bidi="fa-IR"/>
              </w:rPr>
              <w:t>اُوقادوا وصيَّكْ واعصروني إبصاير البابْ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5C51" w14:paraId="068D4C30" w14:textId="77777777" w:rsidTr="00BD270D">
        <w:trPr>
          <w:trHeight w:val="350"/>
        </w:trPr>
        <w:tc>
          <w:tcPr>
            <w:tcW w:w="3920" w:type="dxa"/>
          </w:tcPr>
          <w:p w14:paraId="740D92BC" w14:textId="77777777" w:rsidR="00D45C51" w:rsidRDefault="00D45C51" w:rsidP="00BD270D">
            <w:pPr>
              <w:pStyle w:val="libPoem"/>
            </w:pPr>
            <w:r>
              <w:rPr>
                <w:rtl/>
                <w:lang w:bidi="fa-IR"/>
              </w:rPr>
              <w:t>قلها يبنتِ المصطفى خفّي شكاياك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C33899" w14:textId="77777777" w:rsidR="00D45C51" w:rsidRDefault="00D45C51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5F1AA1" w14:textId="77777777" w:rsidR="00D45C51" w:rsidRDefault="00D45C51" w:rsidP="00BD270D">
            <w:pPr>
              <w:pStyle w:val="libPoem"/>
            </w:pPr>
            <w:r>
              <w:rPr>
                <w:rtl/>
                <w:lang w:bidi="fa-IR"/>
              </w:rPr>
              <w:t>يوم القيامة تجتمع بالحشر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5C51" w14:paraId="5956A1FA" w14:textId="77777777" w:rsidTr="00BD270D">
        <w:trPr>
          <w:trHeight w:val="350"/>
        </w:trPr>
        <w:tc>
          <w:tcPr>
            <w:tcW w:w="3920" w:type="dxa"/>
          </w:tcPr>
          <w:p w14:paraId="75B07BAA" w14:textId="77777777" w:rsidR="00D45C51" w:rsidRDefault="00D45C51" w:rsidP="00D45C51">
            <w:pPr>
              <w:pStyle w:val="libPoem"/>
            </w:pPr>
            <w:r>
              <w:rPr>
                <w:rtl/>
                <w:lang w:bidi="fa-IR"/>
              </w:rPr>
              <w:t>وابدي الشكايةاُو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ناخذإبحقكْ مِنِ اعداكْ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852BBC" w14:textId="77777777" w:rsidR="00D45C51" w:rsidRDefault="00D45C51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EB9242" w14:textId="77777777" w:rsidR="00D45C51" w:rsidRDefault="00E81053" w:rsidP="00BD270D">
            <w:pPr>
              <w:pStyle w:val="libPoem"/>
            </w:pPr>
            <w:r>
              <w:rPr>
                <w:rtl/>
                <w:lang w:bidi="fa-IR"/>
              </w:rPr>
              <w:t>لا بدّ ما يأتونْ كلٌّ حاملِ كتابْ</w:t>
            </w:r>
            <w:r w:rsidR="00D45C5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5C51" w14:paraId="61E9ADFB" w14:textId="77777777" w:rsidTr="00BD270D">
        <w:trPr>
          <w:trHeight w:val="350"/>
        </w:trPr>
        <w:tc>
          <w:tcPr>
            <w:tcW w:w="3920" w:type="dxa"/>
          </w:tcPr>
          <w:p w14:paraId="6B90CFE8" w14:textId="77777777" w:rsidR="00D45C51" w:rsidRDefault="00E81053" w:rsidP="00BD270D">
            <w:pPr>
              <w:pStyle w:val="libPoem"/>
            </w:pPr>
            <w:r>
              <w:rPr>
                <w:rtl/>
                <w:lang w:bidi="fa-IR"/>
              </w:rPr>
              <w:t>يأتوا ابيوم ما يسمعهم فيه إنكارْ</w:t>
            </w:r>
            <w:r w:rsidR="00D45C5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84DA30" w14:textId="77777777" w:rsidR="00D45C51" w:rsidRDefault="00D45C51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B33449" w14:textId="77777777" w:rsidR="00D45C51" w:rsidRDefault="00E81053" w:rsidP="00BD270D">
            <w:pPr>
              <w:pStyle w:val="libPoem"/>
            </w:pPr>
            <w:r>
              <w:rPr>
                <w:rtl/>
                <w:lang w:bidi="fa-IR"/>
              </w:rPr>
              <w:t>وابدي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الشكاية أو يأخذ إبحقكْ الجبّار</w:t>
            </w:r>
            <w:r w:rsidR="00D45C5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5C51" w14:paraId="0D9E770A" w14:textId="77777777" w:rsidTr="00BD270D">
        <w:trPr>
          <w:trHeight w:val="350"/>
        </w:trPr>
        <w:tc>
          <w:tcPr>
            <w:tcW w:w="3920" w:type="dxa"/>
          </w:tcPr>
          <w:p w14:paraId="5CC471BD" w14:textId="77777777" w:rsidR="00D45C51" w:rsidRDefault="00E81053" w:rsidP="00BD270D">
            <w:pPr>
              <w:pStyle w:val="libPoem"/>
            </w:pPr>
            <w:r>
              <w:rPr>
                <w:rtl/>
                <w:lang w:bidi="fa-IR"/>
              </w:rPr>
              <w:t>وانا خصيمُ اللّي لفي بالحطبْ والنارْ</w:t>
            </w:r>
            <w:r w:rsidR="00D45C5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4C4DA7" w14:textId="77777777" w:rsidR="00D45C51" w:rsidRDefault="00D45C51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4BF262" w14:textId="77777777" w:rsidR="00D45C51" w:rsidRDefault="00E81053" w:rsidP="00BD270D">
            <w:pPr>
              <w:pStyle w:val="libPoem"/>
            </w:pPr>
            <w:r>
              <w:rPr>
                <w:rtl/>
                <w:lang w:bidi="fa-IR"/>
              </w:rPr>
              <w:t>والكُلُّ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يذكر ما صنع في يوم الحسابْ</w:t>
            </w:r>
            <w:r w:rsidR="00D45C5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3498185" w14:textId="77777777" w:rsidR="00EE7C84" w:rsidRDefault="00E21949" w:rsidP="0006651D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1492B" w14:paraId="10CE5C35" w14:textId="77777777" w:rsidTr="00BD270D">
        <w:trPr>
          <w:trHeight w:val="350"/>
        </w:trPr>
        <w:tc>
          <w:tcPr>
            <w:tcW w:w="3920" w:type="dxa"/>
            <w:shd w:val="clear" w:color="auto" w:fill="auto"/>
          </w:tcPr>
          <w:p w14:paraId="05FA785A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لحد يبو ابراهيم دشّوا ابيتك ارجالْ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4E7CE89" w14:textId="77777777" w:rsidR="00D1492B" w:rsidRDefault="00D1492B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BEB66A9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اِسمع حنينَ اُمَّ الحسن تشكي لك الحالْ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92B" w14:paraId="5FC6493E" w14:textId="77777777" w:rsidTr="00BD270D">
        <w:trPr>
          <w:trHeight w:val="350"/>
        </w:trPr>
        <w:tc>
          <w:tcPr>
            <w:tcW w:w="3920" w:type="dxa"/>
          </w:tcPr>
          <w:p w14:paraId="57B405A4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دخلوا على قوم اسلموا من قبل خيفهْ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493ABF" w14:textId="77777777" w:rsidR="00D1492B" w:rsidRDefault="00D1492B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5F86E2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من حيدر الكرّار يذبحهُمْ ابسيفَه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92B" w14:paraId="084F4921" w14:textId="77777777" w:rsidTr="00BD270D">
        <w:trPr>
          <w:trHeight w:val="350"/>
        </w:trPr>
        <w:tc>
          <w:tcPr>
            <w:tcW w:w="3920" w:type="dxa"/>
          </w:tcPr>
          <w:p w14:paraId="54F4B1C1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اُوكلمَنْ تذكّرْ للضغاين واخذ حيفَهْ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5417F9" w14:textId="77777777" w:rsidR="00D1492B" w:rsidRDefault="00D1492B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2883A7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اُوفيهم معادٍ في ألف خيّال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92B" w14:paraId="3CA16C6C" w14:textId="77777777" w:rsidTr="00BD270D">
        <w:trPr>
          <w:trHeight w:val="350"/>
        </w:trPr>
        <w:tc>
          <w:tcPr>
            <w:tcW w:w="3920" w:type="dxa"/>
          </w:tcPr>
          <w:p w14:paraId="64B537F3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انهضْ يبو ابراهيم شوف اُمْ العزيزَينْ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3051A0" w14:textId="77777777" w:rsidR="00D1492B" w:rsidRDefault="00D1492B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B833A1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إجنتْ عليها اُمّتك شيئاً أمرّينْ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92B" w14:paraId="166CF854" w14:textId="77777777" w:rsidTr="00BD270D">
        <w:trPr>
          <w:trHeight w:val="350"/>
        </w:trPr>
        <w:tc>
          <w:tcPr>
            <w:tcW w:w="3920" w:type="dxa"/>
          </w:tcPr>
          <w:p w14:paraId="17C94946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وامنِ البُكا والنوح ما جفّت لها عينْ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0CB456" w14:textId="77777777" w:rsidR="00D1492B" w:rsidRDefault="00D1492B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6EF9AC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بعدك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يبو ابراهيم اش قاستْ منَ اهوالْ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92B" w14:paraId="69B74866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D7F74DF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إنصاف ما فيكُم بقى ياهل المدينهْ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B37E5B" w14:textId="77777777" w:rsidR="00D1492B" w:rsidRDefault="00D1492B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033FE6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إنكان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أبويَه المصطفى عفتون دينَهْ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92B" w14:paraId="4C73F815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76155FC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بالله أتركونه لا إلينا اُولا علينهْ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2C71B9" w14:textId="77777777" w:rsidR="00D1492B" w:rsidRDefault="00D1492B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13A37E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صيروا مثل لوَّل بليا دين جهّالْ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92B" w14:paraId="6F97F5E2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8011945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من يوم أبويه ما حصل أجر الرسالهْ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332529" w14:textId="77777777" w:rsidR="00D1492B" w:rsidRDefault="00D1492B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257F78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بعتوا السهم منّه اُوتهتوا بالضلالهْ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92B" w14:paraId="2C5E2FC6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3C0D065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أجره على الوحي انقطع منّي ابهبوطه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077EBF" w14:textId="77777777" w:rsidR="00D1492B" w:rsidRDefault="00D1492B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9626E0" w14:textId="77777777" w:rsidR="00D1492B" w:rsidRDefault="00D1492B" w:rsidP="00D1492B">
            <w:pPr>
              <w:pStyle w:val="libPoem"/>
            </w:pPr>
            <w:r>
              <w:rPr>
                <w:rtl/>
                <w:lang w:bidi="fa-IR"/>
              </w:rPr>
              <w:t>وابكي على المحسن نحلجسمي ابسقوطه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92B" w14:paraId="697C251B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45B94F3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اُوذاك العدو ورّم امتوني ابضرب سوطه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6DF5D6" w14:textId="77777777" w:rsidR="00D1492B" w:rsidRDefault="00D1492B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7CD820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من رصّني بالباب تحتِ الولد في الحالْ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92B" w14:paraId="68455DB0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AA862C9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والله عجايب والدي يسكن بالقبورْ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E29B08" w14:textId="77777777" w:rsidR="00D1492B" w:rsidRDefault="00D1492B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62257E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واَني نحيلَه امن الضرب والضلع مكسورْ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92B" w14:paraId="2C0090F9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8282026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وانته يبو الحسنين جالس كيف ما تثورْ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662B45" w14:textId="77777777" w:rsidR="00D1492B" w:rsidRDefault="00D1492B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96CB42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المشتكى لله اُو رسوله من هلفعالْ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92B" w14:paraId="50949A96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CC66CCF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حزني لبويه مات واوحشني محلّهْ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491E8F" w14:textId="77777777" w:rsidR="00D1492B" w:rsidRDefault="00D1492B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263A3A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ما مات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مبتلى منهمْ إبعلّهْ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92B" w14:paraId="50F5D339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FFB4C53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وامن العجايبْ كيف سمتوني ابذلّهْ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ABF235" w14:textId="77777777" w:rsidR="00D1492B" w:rsidRDefault="00D1492B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779E03" w14:textId="77777777" w:rsidR="00D1492B" w:rsidRDefault="00D1492B" w:rsidP="00BD270D">
            <w:pPr>
              <w:pStyle w:val="libPoem"/>
            </w:pPr>
            <w:r>
              <w:rPr>
                <w:rtl/>
                <w:lang w:bidi="fa-IR"/>
              </w:rPr>
              <w:t>دَنهض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يبويه امنِ القبر عاين هلفعالْ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1B50E66" w14:textId="77777777" w:rsidR="00EE7C84" w:rsidRDefault="00E21949" w:rsidP="0006651D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158A5" w14:paraId="339A8051" w14:textId="77777777" w:rsidTr="00BD270D">
        <w:trPr>
          <w:trHeight w:val="350"/>
        </w:trPr>
        <w:tc>
          <w:tcPr>
            <w:tcW w:w="3920" w:type="dxa"/>
            <w:shd w:val="clear" w:color="auto" w:fill="auto"/>
          </w:tcPr>
          <w:p w14:paraId="19F6069F" w14:textId="77777777" w:rsidR="00E158A5" w:rsidRDefault="00E158A5" w:rsidP="00BD270D">
            <w:pPr>
              <w:pStyle w:val="libPoem"/>
            </w:pPr>
            <w:r>
              <w:rPr>
                <w:rtl/>
                <w:lang w:bidi="fa-IR"/>
              </w:rPr>
              <w:t>قومك ييابه خالفوا فينا الوصيهْ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E68B1A6" w14:textId="77777777" w:rsidR="00E158A5" w:rsidRDefault="00E158A5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173D40A" w14:textId="77777777" w:rsidR="00E158A5" w:rsidRDefault="00E158A5" w:rsidP="00BD270D">
            <w:pPr>
              <w:pStyle w:val="libPoem"/>
            </w:pPr>
            <w:r>
              <w:rPr>
                <w:rtl/>
                <w:lang w:bidi="fa-IR"/>
              </w:rPr>
              <w:t>وتواثبوا كلهم على بعلي اُو عليّهْ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939607E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D270D" w14:paraId="42E6E185" w14:textId="77777777" w:rsidTr="00BD270D">
        <w:trPr>
          <w:trHeight w:val="350"/>
        </w:trPr>
        <w:tc>
          <w:tcPr>
            <w:tcW w:w="3920" w:type="dxa"/>
            <w:shd w:val="clear" w:color="auto" w:fill="auto"/>
          </w:tcPr>
          <w:p w14:paraId="39379D09" w14:textId="77777777" w:rsidR="00BD270D" w:rsidRDefault="00BD270D" w:rsidP="00BD270D">
            <w:pPr>
              <w:pStyle w:val="libPoem"/>
            </w:pPr>
            <w:r>
              <w:rPr>
                <w:rtl/>
                <w:lang w:bidi="fa-IR"/>
              </w:rPr>
              <w:lastRenderedPageBreak/>
              <w:t>يابه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أخبرك نحلتي منّي خذوها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5904540" w14:textId="77777777" w:rsidR="00BD270D" w:rsidRDefault="00BD270D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ABD8011" w14:textId="77777777" w:rsidR="00BD270D" w:rsidRDefault="00276BD5" w:rsidP="00BD270D">
            <w:pPr>
              <w:pStyle w:val="libPoem"/>
            </w:pPr>
            <w:r>
              <w:rPr>
                <w:rtl/>
                <w:lang w:bidi="fa-IR"/>
              </w:rPr>
              <w:t>اُو بنتك يبويه بعد عينك روّعوها</w:t>
            </w:r>
            <w:r w:rsidR="00BD27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D270D" w14:paraId="3A2F39D3" w14:textId="77777777" w:rsidTr="00BD270D">
        <w:trPr>
          <w:trHeight w:val="350"/>
        </w:trPr>
        <w:tc>
          <w:tcPr>
            <w:tcW w:w="3920" w:type="dxa"/>
          </w:tcPr>
          <w:p w14:paraId="2E6680E3" w14:textId="77777777" w:rsidR="00BD270D" w:rsidRDefault="00276BD5" w:rsidP="00BD270D">
            <w:pPr>
              <w:pStyle w:val="libPoem"/>
            </w:pPr>
            <w:r>
              <w:rPr>
                <w:rtl/>
                <w:lang w:bidi="fa-IR"/>
              </w:rPr>
              <w:t>إضلوعي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يبويه اِبصاير الباب كسروها</w:t>
            </w:r>
            <w:r w:rsidR="00BD27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6B4893" w14:textId="77777777" w:rsidR="00BD270D" w:rsidRDefault="00BD270D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CC0D84" w14:textId="77777777" w:rsidR="00BD270D" w:rsidRDefault="00276BD5" w:rsidP="00BD270D">
            <w:pPr>
              <w:pStyle w:val="libPoem"/>
            </w:pPr>
            <w:r>
              <w:rPr>
                <w:rtl/>
                <w:lang w:bidi="fa-IR"/>
              </w:rPr>
              <w:t>وتواثبوا كلهم على بعلي اُو عليّه</w:t>
            </w:r>
            <w:r w:rsidR="00BD27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D270D" w14:paraId="10F2F113" w14:textId="77777777" w:rsidTr="00BD270D">
        <w:trPr>
          <w:trHeight w:val="350"/>
        </w:trPr>
        <w:tc>
          <w:tcPr>
            <w:tcW w:w="3920" w:type="dxa"/>
          </w:tcPr>
          <w:p w14:paraId="40CA2852" w14:textId="77777777" w:rsidR="00BD270D" w:rsidRDefault="00276BD5" w:rsidP="00BD270D">
            <w:pPr>
              <w:pStyle w:val="libPoem"/>
            </w:pPr>
            <w:r>
              <w:rPr>
                <w:rtl/>
                <w:lang w:bidi="fa-IR"/>
              </w:rPr>
              <w:t>ليتك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تراهم يوم هجموا داخل الدارْ</w:t>
            </w:r>
            <w:r w:rsidR="00BD27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79B55F" w14:textId="77777777" w:rsidR="00BD270D" w:rsidRDefault="00BD270D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2FC05A" w14:textId="77777777" w:rsidR="00BD270D" w:rsidRDefault="00276BD5" w:rsidP="00BD270D">
            <w:pPr>
              <w:pStyle w:val="libPoem"/>
            </w:pPr>
            <w:r>
              <w:rPr>
                <w:rtl/>
                <w:lang w:bidi="fa-IR"/>
              </w:rPr>
              <w:t>من بعدها وجّوا يبويه الباب بالنارْ</w:t>
            </w:r>
            <w:r w:rsidR="00BD27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D270D" w14:paraId="40562F0C" w14:textId="77777777" w:rsidTr="00BD270D">
        <w:trPr>
          <w:trHeight w:val="350"/>
        </w:trPr>
        <w:tc>
          <w:tcPr>
            <w:tcW w:w="3920" w:type="dxa"/>
          </w:tcPr>
          <w:p w14:paraId="5317181A" w14:textId="77777777" w:rsidR="00BD270D" w:rsidRDefault="00276BD5" w:rsidP="00BD270D">
            <w:pPr>
              <w:pStyle w:val="libPoem"/>
            </w:pPr>
            <w:r>
              <w:rPr>
                <w:rtl/>
                <w:lang w:bidi="fa-IR"/>
              </w:rPr>
              <w:t>اُوحامي الحمى جالس يبو ابراهيم ما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ثارْ</w:t>
            </w:r>
            <w:r w:rsidR="00BD27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04921C" w14:textId="77777777" w:rsidR="00BD270D" w:rsidRDefault="00BD270D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660EE5" w14:textId="77777777" w:rsidR="00BD270D" w:rsidRDefault="00276BD5" w:rsidP="00BD270D">
            <w:pPr>
              <w:pStyle w:val="libPoem"/>
            </w:pPr>
            <w:r>
              <w:rPr>
                <w:rtl/>
                <w:lang w:bidi="fa-IR"/>
              </w:rPr>
              <w:t>وآني حزينهْ واذرف ادموعي جريّه</w:t>
            </w:r>
            <w:r w:rsidR="00BD27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D270D" w14:paraId="091FB5AC" w14:textId="77777777" w:rsidTr="00BD270D">
        <w:trPr>
          <w:trHeight w:val="350"/>
        </w:trPr>
        <w:tc>
          <w:tcPr>
            <w:tcW w:w="3920" w:type="dxa"/>
          </w:tcPr>
          <w:p w14:paraId="4557C09E" w14:textId="77777777" w:rsidR="00BD270D" w:rsidRDefault="00276BD5" w:rsidP="00BD270D">
            <w:pPr>
              <w:pStyle w:val="libPoem"/>
            </w:pPr>
            <w:r>
              <w:rPr>
                <w:rtl/>
                <w:lang w:bidi="fa-IR"/>
              </w:rPr>
              <w:t>اُوليتك تشوف المرتضى يوم اللي سحبوهْ</w:t>
            </w:r>
            <w:r w:rsidR="00BD27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853E65" w14:textId="77777777" w:rsidR="00BD270D" w:rsidRDefault="00BD270D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B79017" w14:textId="77777777" w:rsidR="00BD270D" w:rsidRDefault="00276BD5" w:rsidP="00BD270D">
            <w:pPr>
              <w:pStyle w:val="libPoem"/>
            </w:pPr>
            <w:r>
              <w:rPr>
                <w:rtl/>
                <w:lang w:bidi="fa-IR"/>
              </w:rPr>
              <w:t>واللهِ صعبهْ قايد الأبطال قادوه</w:t>
            </w:r>
            <w:r w:rsidR="00BD27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D270D" w14:paraId="67D8FAF9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0894FDE" w14:textId="77777777" w:rsidR="00BD270D" w:rsidRDefault="00276BD5" w:rsidP="00BD270D">
            <w:pPr>
              <w:pStyle w:val="libPoem"/>
            </w:pPr>
            <w:r>
              <w:rPr>
                <w:rtl/>
                <w:lang w:bidi="fa-IR"/>
              </w:rPr>
              <w:t>وابني الحسن يبكي وينادي بويّه خلّوهْ</w:t>
            </w:r>
            <w:r w:rsidR="00BD27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C9BCF5" w14:textId="77777777" w:rsidR="00BD270D" w:rsidRDefault="00BD270D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62DD85" w14:textId="77777777" w:rsidR="00BD270D" w:rsidRDefault="00276BD5" w:rsidP="00BD270D">
            <w:pPr>
              <w:pStyle w:val="libPoem"/>
            </w:pPr>
            <w:r>
              <w:rPr>
                <w:rtl/>
                <w:lang w:bidi="fa-IR"/>
              </w:rPr>
              <w:t>خلّوه لينا نلتجي باظلال فيّه</w:t>
            </w:r>
            <w:r w:rsidR="00BD27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D270D" w14:paraId="0D796322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A21237D" w14:textId="77777777" w:rsidR="00BD270D" w:rsidRDefault="00276BD5" w:rsidP="00BD270D">
            <w:pPr>
              <w:pStyle w:val="libPoem"/>
            </w:pPr>
            <w:r>
              <w:rPr>
                <w:rtl/>
                <w:lang w:bidi="fa-IR"/>
              </w:rPr>
              <w:t>خلّيتني بعدَك نحيله باكية العينْ</w:t>
            </w:r>
            <w:r w:rsidR="00BD27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5B1DA5" w14:textId="77777777" w:rsidR="00BD270D" w:rsidRDefault="00BD270D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8D155D" w14:textId="77777777" w:rsidR="00BD270D" w:rsidRDefault="00276BD5" w:rsidP="00BD270D">
            <w:pPr>
              <w:pStyle w:val="libPoem"/>
            </w:pPr>
            <w:r>
              <w:rPr>
                <w:rtl/>
                <w:lang w:bidi="fa-IR"/>
              </w:rPr>
              <w:t>مادري شقاسي من أذيّة واجدب اُونينْ</w:t>
            </w:r>
            <w:r w:rsidR="00BD27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D270D" w14:paraId="07869A6D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4DCDABC" w14:textId="77777777" w:rsidR="00BD270D" w:rsidRDefault="00276BD5" w:rsidP="00276BD5">
            <w:pPr>
              <w:pStyle w:val="libPoem"/>
            </w:pPr>
            <w:r>
              <w:rPr>
                <w:rtl/>
                <w:lang w:bidi="fa-IR"/>
              </w:rPr>
              <w:t>أبكي الكسرضلعي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لوأبكي اِسقوط لجنينْ</w:t>
            </w:r>
            <w:r w:rsidR="00BD27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C0076F" w14:textId="77777777" w:rsidR="00BD270D" w:rsidRDefault="00BD270D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E9FC74" w14:textId="77777777" w:rsidR="00BD270D" w:rsidRDefault="00276BD5" w:rsidP="00BD270D">
            <w:pPr>
              <w:pStyle w:val="libPoem"/>
            </w:pPr>
            <w:r>
              <w:rPr>
                <w:rtl/>
                <w:lang w:bidi="fa-IR"/>
              </w:rPr>
              <w:t>أو اجعل حنيني ليك يا خير البريّه</w:t>
            </w:r>
            <w:r w:rsidR="00BD27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D270D" w14:paraId="46B40F44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1DF087C" w14:textId="77777777" w:rsidR="00BD270D" w:rsidRDefault="00276BD5" w:rsidP="00BD270D">
            <w:pPr>
              <w:pStyle w:val="libPoem"/>
            </w:pPr>
            <w:r>
              <w:rPr>
                <w:rtl/>
                <w:lang w:bidi="fa-IR"/>
              </w:rPr>
              <w:t>أخبرك يا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يابه عن فدك ويا لعوالي</w:t>
            </w:r>
            <w:r w:rsidR="00BD27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55626C" w14:textId="77777777" w:rsidR="00BD270D" w:rsidRDefault="00BD270D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ADC039" w14:textId="77777777" w:rsidR="00BD270D" w:rsidRDefault="00276BD5" w:rsidP="00BD270D">
            <w:pPr>
              <w:pStyle w:val="libPoem"/>
            </w:pPr>
            <w:r>
              <w:rPr>
                <w:rtl/>
                <w:lang w:bidi="fa-IR"/>
              </w:rPr>
              <w:t>أخذوها عقب ما خانوا الأوّل اُوتالي</w:t>
            </w:r>
            <w:r w:rsidR="00BD27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D270D" w14:paraId="712B8C33" w14:textId="77777777" w:rsidTr="00BD270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4BA8544" w14:textId="77777777" w:rsidR="00BD270D" w:rsidRDefault="00276BD5" w:rsidP="00276BD5">
            <w:pPr>
              <w:pStyle w:val="libPoem"/>
            </w:pPr>
            <w:r>
              <w:rPr>
                <w:rtl/>
                <w:lang w:bidi="fa-IR"/>
              </w:rPr>
              <w:t>اُولا خلّفوا طعمه إلي ويا اطفالي</w:t>
            </w:r>
            <w:r w:rsidR="00BD27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9721DA" w14:textId="77777777" w:rsidR="00BD270D" w:rsidRDefault="00BD270D" w:rsidP="00BD27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FA58BF" w14:textId="77777777" w:rsidR="00BD270D" w:rsidRDefault="00276BD5" w:rsidP="00BD270D">
            <w:pPr>
              <w:pStyle w:val="libPoem"/>
            </w:pPr>
            <w:r>
              <w:rPr>
                <w:rtl/>
                <w:lang w:bidi="fa-IR"/>
              </w:rPr>
              <w:t>والله امصيبة زلزلتْ سبع العليّه</w:t>
            </w:r>
            <w:r w:rsidR="00BD270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EAE7830" w14:textId="77777777" w:rsidR="00EE7C84" w:rsidRDefault="00E21949" w:rsidP="0006651D">
      <w:pPr>
        <w:pStyle w:val="libCenter"/>
        <w:rPr>
          <w:rtl/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44F56" w14:paraId="7F230C80" w14:textId="77777777" w:rsidTr="00D82D0B">
        <w:trPr>
          <w:trHeight w:val="350"/>
        </w:trPr>
        <w:tc>
          <w:tcPr>
            <w:tcW w:w="3920" w:type="dxa"/>
            <w:shd w:val="clear" w:color="auto" w:fill="auto"/>
          </w:tcPr>
          <w:p w14:paraId="7645A66C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حطّت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عزية فاطمة الزهرة لبوها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90E6708" w14:textId="77777777" w:rsidR="00744F56" w:rsidRDefault="00744F56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8938A07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اُونسوان هاشم بالنياحة ساعدوها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4F56" w14:paraId="4C6523C3" w14:textId="77777777" w:rsidTr="00D82D0B">
        <w:trPr>
          <w:trHeight w:val="350"/>
        </w:trPr>
        <w:tc>
          <w:tcPr>
            <w:tcW w:w="3920" w:type="dxa"/>
          </w:tcPr>
          <w:p w14:paraId="7EA38228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جسمي انتحل والثوب متني ما يشيلهْ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C53BE1" w14:textId="77777777" w:rsidR="00744F56" w:rsidRDefault="00744F56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97109C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واسقوطيَ المُحسن دعى جسمي عليلهْ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4F56" w14:paraId="39A81C13" w14:textId="77777777" w:rsidTr="00D82D0B">
        <w:trPr>
          <w:trHeight w:val="350"/>
        </w:trPr>
        <w:tc>
          <w:tcPr>
            <w:tcW w:w="3920" w:type="dxa"/>
          </w:tcPr>
          <w:p w14:paraId="5F19C9AD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وافراق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أبو ابراهيم خل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اني نحيلهْ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5AE9E1" w14:textId="77777777" w:rsidR="00744F56" w:rsidRDefault="00744F56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CB5C7D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اُوقوم الظلم نحلتي منّي أغصبوها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4F56" w14:paraId="57EB4D8C" w14:textId="77777777" w:rsidTr="00D82D0B">
        <w:trPr>
          <w:trHeight w:val="350"/>
        </w:trPr>
        <w:tc>
          <w:tcPr>
            <w:tcW w:w="3920" w:type="dxa"/>
          </w:tcPr>
          <w:p w14:paraId="0149D7A1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والله لقيم النوح في صبحي اُومسائي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E1DCFC" w14:textId="77777777" w:rsidR="00744F56" w:rsidRDefault="00744F56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E76A71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واجعل شرابي مدمعي اُوزادي عزائي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4F56" w14:paraId="6E051468" w14:textId="77777777" w:rsidTr="00D82D0B">
        <w:trPr>
          <w:trHeight w:val="350"/>
        </w:trPr>
        <w:tc>
          <w:tcPr>
            <w:tcW w:w="3920" w:type="dxa"/>
          </w:tcPr>
          <w:p w14:paraId="790AE9F1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قومك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ييابه امنعوني عن بكائي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BDCCF2" w14:textId="77777777" w:rsidR="00744F56" w:rsidRDefault="00744F56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6C2646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كيف العزيزة عن بكاها يمنعوها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4F56" w14:paraId="628F9EE5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3ECD6D6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اظلم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عليّه البيت وأوحشني المنبرْ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FAAFBA" w14:textId="77777777" w:rsidR="00744F56" w:rsidRDefault="00744F56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344033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اُوعيني تهل اِدموعها اُوقلبي تفطّرْ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4F56" w14:paraId="58253476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ACFA423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وآني حزينة اُوفي العزا ويّاي حيدرْ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D8B09A" w14:textId="77777777" w:rsidR="00744F56" w:rsidRDefault="00744F56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FBCE45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وصّيتْ يابه والوصيّة ما رعوها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4F56" w14:paraId="4EA21ABB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65A7566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دومي أنادي والدمع بالخد سكّابْ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569E6C" w14:textId="77777777" w:rsidR="00744F56" w:rsidRDefault="00744F56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08834E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بس من غبت يا نور عيني تحت لترابْ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4F56" w14:paraId="482225B4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BE85824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ضربوا العزيزة واعصروها إبصاير البابْ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8A3F9C" w14:textId="77777777" w:rsidR="00744F56" w:rsidRDefault="00744F56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B7180A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واضلوع جنبي وسط بطني كسّروها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4F56" w14:paraId="7A6F671C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10D3DB6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المحراب خالي يالولي والبيت أظلمْ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05485B" w14:textId="77777777" w:rsidR="00744F56" w:rsidRDefault="00744F56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B5B1B5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والدين من بعدَك يبو القاسم تهدّمْ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4F56" w14:paraId="764136EF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ED38EC4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ما حصل لينا ننصب إلفَقدك المأتمْ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18B6C4" w14:textId="77777777" w:rsidR="00744F56" w:rsidRDefault="00744F56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285493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قوم الظلم للشريعة غيّروها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4F56" w14:paraId="11EBFE48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EE55D1E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حزني على حيدر وصيّك نور الاسلامْ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323021" w14:textId="77777777" w:rsidR="00744F56" w:rsidRDefault="00744F56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6D0881" w14:textId="77777777" w:rsidR="00744F56" w:rsidRDefault="00744F56" w:rsidP="00D82D0B">
            <w:pPr>
              <w:pStyle w:val="libPoem"/>
            </w:pPr>
            <w:r>
              <w:rPr>
                <w:rtl/>
                <w:lang w:bidi="fa-IR"/>
              </w:rPr>
              <w:t>ذاك الأسدْ معدود كيف اتقوده أغنامْ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586C19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7638D" w14:paraId="3E597CFE" w14:textId="77777777" w:rsidTr="00D82D0B">
        <w:trPr>
          <w:trHeight w:val="350"/>
        </w:trPr>
        <w:tc>
          <w:tcPr>
            <w:tcW w:w="3920" w:type="dxa"/>
            <w:shd w:val="clear" w:color="auto" w:fill="auto"/>
          </w:tcPr>
          <w:p w14:paraId="3DBE5304" w14:textId="77777777" w:rsidR="0097638D" w:rsidRDefault="0097638D" w:rsidP="00D82D0B">
            <w:pPr>
              <w:pStyle w:val="libPoem"/>
            </w:pPr>
            <w:r>
              <w:rPr>
                <w:rtl/>
                <w:lang w:bidi="fa-IR"/>
              </w:rPr>
              <w:lastRenderedPageBreak/>
              <w:t>قادوه املبب علم العل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امْ</w:t>
            </w:r>
            <w:r w:rsidRPr="0059718F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9839605" w14:textId="77777777" w:rsidR="0097638D" w:rsidRDefault="0097638D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81F284A" w14:textId="77777777" w:rsidR="0097638D" w:rsidRDefault="0097638D" w:rsidP="00D82D0B">
            <w:pPr>
              <w:pStyle w:val="libPoem"/>
            </w:pPr>
            <w:r>
              <w:rPr>
                <w:rtl/>
                <w:lang w:bidi="fa-IR"/>
              </w:rPr>
              <w:t>اُورتّبه الباري اُورتبتك عنه رووها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A1CFB83" w14:textId="77777777" w:rsidR="00EE7C84" w:rsidRDefault="00E21949" w:rsidP="0006651D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86163" w14:paraId="705B79F0" w14:textId="77777777" w:rsidTr="00D82D0B">
        <w:trPr>
          <w:trHeight w:val="350"/>
        </w:trPr>
        <w:tc>
          <w:tcPr>
            <w:tcW w:w="3920" w:type="dxa"/>
            <w:shd w:val="clear" w:color="auto" w:fill="auto"/>
          </w:tcPr>
          <w:p w14:paraId="14E97EE6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ناحت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على ابوها اُو حطّت له 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CB5FAC5" w14:textId="77777777" w:rsidR="00E86163" w:rsidRDefault="00E86163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C6240C4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اِتنادي يبويه استوحشت داري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6163" w14:paraId="03AC8847" w14:textId="77777777" w:rsidTr="00D82D0B">
        <w:trPr>
          <w:trHeight w:val="350"/>
        </w:trPr>
        <w:tc>
          <w:tcPr>
            <w:tcW w:w="3920" w:type="dxa"/>
          </w:tcPr>
          <w:p w14:paraId="0061EB1F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كلما على الخدّين صب المدمع اُوسالْ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85AC59" w14:textId="77777777" w:rsidR="00E86163" w:rsidRDefault="00E86163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E31B2FD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يغشا عليها امن البُكا واتطيح في الحالْ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6163" w14:paraId="45F84946" w14:textId="77777777" w:rsidTr="00D82D0B">
        <w:trPr>
          <w:trHeight w:val="350"/>
        </w:trPr>
        <w:tc>
          <w:tcPr>
            <w:tcW w:w="3920" w:type="dxa"/>
          </w:tcPr>
          <w:p w14:paraId="0CF4C2B8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قالوا تسلّي يا بتولة قالت امحالْ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DEC5CB" w14:textId="77777777" w:rsidR="00E86163" w:rsidRDefault="00E86163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56B206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ما ينقضي نوحي على خير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6163" w14:paraId="1D5B3B88" w14:textId="77777777" w:rsidTr="00D82D0B">
        <w:trPr>
          <w:trHeight w:val="350"/>
        </w:trPr>
        <w:tc>
          <w:tcPr>
            <w:tcW w:w="3920" w:type="dxa"/>
          </w:tcPr>
          <w:p w14:paraId="611FEC01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ليت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المنايا عاجلتني قبل هالحين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ADB995" w14:textId="77777777" w:rsidR="00E86163" w:rsidRDefault="00E86163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B54D17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قبل المنابر تختلي من وجهه الزين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6163" w14:paraId="68E263EA" w14:textId="77777777" w:rsidTr="00D82D0B">
        <w:trPr>
          <w:trHeight w:val="350"/>
        </w:trPr>
        <w:tc>
          <w:tcPr>
            <w:tcW w:w="3920" w:type="dxa"/>
          </w:tcPr>
          <w:p w14:paraId="50079185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واعظم عليّه الحسن ينشد خوّه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666F3C" w14:textId="77777777" w:rsidR="00E86163" w:rsidRDefault="00E86163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C63B6B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ايقله يخويه وين جدنا هالعشيه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6163" w14:paraId="42FE4D6E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0200583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ويذوب قلبي من يقول اِحسين جدّي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8055F1" w14:textId="77777777" w:rsidR="00E86163" w:rsidRDefault="00E86163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6DF936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ينفت قلبي امنِ الحزن واتذوب كبدي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6163" w14:paraId="088609FA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0ED535F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واَقول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ليهم بس تلفتوني يولدي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A43842" w14:textId="77777777" w:rsidR="00E86163" w:rsidRDefault="00E86163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0F002A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جدكم مضى في حضرة القدس العليّه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6163" w14:paraId="36F51B88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9397093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عافوا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يبويه الزاد وانتلفوا من الجوع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BA06615" w14:textId="77777777" w:rsidR="00E86163" w:rsidRDefault="00E86163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7913AF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ما يأكلون الزاد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حتّى يمتلي ادموع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6163" w14:paraId="730C1E33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42E0D04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واليُتم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ناحلهم اُوظل الكُلّ موجوع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B63FC7" w14:textId="77777777" w:rsidR="00E86163" w:rsidRDefault="00E86163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B9695E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وآني احن اُواجدب الونه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6163" w14:paraId="5D512086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2EF8FAD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دوبي اسكّت هلطفال اللي احدائي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67B125" w14:textId="77777777" w:rsidR="00E86163" w:rsidRDefault="00E86163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403B55A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نوب اسكّتهم اُونوب اظهر بكائي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6163" w14:paraId="190598D4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C59A4ED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اُوكلما يون اِحسين زيّدني نعائي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18CF51" w14:textId="77777777" w:rsidR="00E86163" w:rsidRDefault="00E86163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D6519B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بعدك يبويه جارت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الدّنيا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6163" w14:paraId="3B12E153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6C4B79D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اُو أنْ السبط اُوطاح فوق الظهر في الحينْ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C4B729" w14:textId="77777777" w:rsidR="00E86163" w:rsidRDefault="00E86163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B3716A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قومي الجدنا انروح يا ستّ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6163" w14:paraId="65A705A3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E5B03B1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واقول سكتوا يا اُولادي اُوقرة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A995A2" w14:textId="77777777" w:rsidR="00E86163" w:rsidRDefault="00E86163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DE5D1D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لوجدكُم كان موجود ما خلا الجيّه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6163" w14:paraId="74DE699F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39031D4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كلما يقولوا لي يا زهرة وين جدنا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DD47645" w14:textId="77777777" w:rsidR="00E86163" w:rsidRDefault="00E86163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CA1041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انشوف ما بين رسول الله عدنا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6163" w14:paraId="3C853FFE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386FB11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أقول جدكم راح للجنّة أو وحدنا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5A69DB" w14:textId="77777777" w:rsidR="00E86163" w:rsidRDefault="00E86163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9BD69D" w14:textId="77777777" w:rsidR="00E86163" w:rsidRDefault="00E86163" w:rsidP="00D82D0B">
            <w:pPr>
              <w:pStyle w:val="libPoem"/>
            </w:pPr>
            <w:r>
              <w:rPr>
                <w:rtl/>
                <w:lang w:bidi="fa-IR"/>
              </w:rPr>
              <w:t>الله أكبر يا لها امصيبه اورزيّه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EF4CFF5" w14:textId="77777777" w:rsidR="00EE7C84" w:rsidRDefault="00E21949" w:rsidP="0006651D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63310" w14:paraId="0AB94645" w14:textId="77777777" w:rsidTr="00D82D0B">
        <w:trPr>
          <w:trHeight w:val="350"/>
        </w:trPr>
        <w:tc>
          <w:tcPr>
            <w:tcW w:w="3920" w:type="dxa"/>
            <w:shd w:val="clear" w:color="auto" w:fill="auto"/>
          </w:tcPr>
          <w:p w14:paraId="70DADE4A" w14:textId="77777777" w:rsidR="00763310" w:rsidRDefault="00763310" w:rsidP="00D82D0B">
            <w:pPr>
              <w:pStyle w:val="libPoem"/>
            </w:pPr>
            <w:r>
              <w:rPr>
                <w:rtl/>
                <w:lang w:bidi="fa-IR"/>
              </w:rPr>
              <w:t>مرّت على محراب أبوها اُودمعها ايسيل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78EB97E" w14:textId="77777777" w:rsidR="00763310" w:rsidRDefault="00763310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96ECCF2" w14:textId="77777777" w:rsidR="00763310" w:rsidRDefault="00763310" w:rsidP="00D82D0B">
            <w:pPr>
              <w:pStyle w:val="libPoem"/>
            </w:pPr>
            <w:r>
              <w:rPr>
                <w:rtl/>
                <w:lang w:bidi="fa-IR"/>
              </w:rPr>
              <w:t>قالت له يا محراب وين امصلي 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3310" w14:paraId="6B55A659" w14:textId="77777777" w:rsidTr="00D82D0B">
        <w:trPr>
          <w:trHeight w:val="350"/>
        </w:trPr>
        <w:tc>
          <w:tcPr>
            <w:tcW w:w="3920" w:type="dxa"/>
          </w:tcPr>
          <w:p w14:paraId="00C97D31" w14:textId="77777777" w:rsidR="00763310" w:rsidRDefault="00763310" w:rsidP="00D82D0B">
            <w:pPr>
              <w:pStyle w:val="libPoem"/>
            </w:pPr>
            <w:r>
              <w:rPr>
                <w:rtl/>
                <w:lang w:bidi="fa-IR"/>
              </w:rPr>
              <w:t>اردت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الى المنبر تقله وين الأملاك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D47626" w14:textId="77777777" w:rsidR="00763310" w:rsidRDefault="00763310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C5763C" w14:textId="77777777" w:rsidR="00763310" w:rsidRDefault="00763310" w:rsidP="00D82D0B">
            <w:pPr>
              <w:pStyle w:val="libPoem"/>
            </w:pPr>
            <w:r>
              <w:rPr>
                <w:rtl/>
                <w:lang w:bidi="fa-IR"/>
              </w:rPr>
              <w:t>في وقت ما يخطب أبويه حفّت احداك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3310" w14:paraId="1FA36248" w14:textId="77777777" w:rsidTr="00D82D0B">
        <w:trPr>
          <w:trHeight w:val="350"/>
        </w:trPr>
        <w:tc>
          <w:tcPr>
            <w:tcW w:w="3920" w:type="dxa"/>
          </w:tcPr>
          <w:p w14:paraId="4FDB9A45" w14:textId="77777777" w:rsidR="00763310" w:rsidRDefault="00763310" w:rsidP="00D82D0B">
            <w:pPr>
              <w:pStyle w:val="libPoem"/>
            </w:pPr>
            <w:r>
              <w:rPr>
                <w:rtl/>
                <w:lang w:bidi="fa-IR"/>
              </w:rPr>
              <w:t>خلني يمنبر بالعزا يا نوح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BA1F4F" w14:textId="77777777" w:rsidR="00763310" w:rsidRDefault="00763310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4FF62A" w14:textId="77777777" w:rsidR="00763310" w:rsidRDefault="00763310" w:rsidP="00D82D0B">
            <w:pPr>
              <w:pStyle w:val="libPoem"/>
            </w:pPr>
            <w:r>
              <w:rPr>
                <w:rtl/>
                <w:lang w:bidi="fa-IR"/>
              </w:rPr>
              <w:t>خلنا نصب الدمع حتّى سيله ابسيل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3310" w14:paraId="2F00E97D" w14:textId="77777777" w:rsidTr="00D82D0B">
        <w:trPr>
          <w:trHeight w:val="350"/>
        </w:trPr>
        <w:tc>
          <w:tcPr>
            <w:tcW w:w="3920" w:type="dxa"/>
          </w:tcPr>
          <w:p w14:paraId="59FE2066" w14:textId="77777777" w:rsidR="00763310" w:rsidRDefault="00763310" w:rsidP="00D82D0B">
            <w:pPr>
              <w:pStyle w:val="libPoem"/>
            </w:pPr>
            <w:r>
              <w:rPr>
                <w:rtl/>
                <w:lang w:bidi="fa-IR"/>
              </w:rPr>
              <w:t>كاد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اينفطر المنبر من بكاها ويتهدّم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2DC465" w14:textId="77777777" w:rsidR="00763310" w:rsidRDefault="00763310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7D41A47" w14:textId="77777777" w:rsidR="00763310" w:rsidRDefault="00763310" w:rsidP="00D82D0B">
            <w:pPr>
              <w:pStyle w:val="libPoem"/>
            </w:pPr>
            <w:r>
              <w:rPr>
                <w:rtl/>
                <w:lang w:bidi="fa-IR"/>
              </w:rPr>
              <w:t>حن اُوتزفر واسبلت جدرانه ابدم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3310" w14:paraId="363D23B3" w14:textId="77777777" w:rsidTr="00D82D0B">
        <w:trPr>
          <w:trHeight w:val="350"/>
        </w:trPr>
        <w:tc>
          <w:tcPr>
            <w:tcW w:w="3920" w:type="dxa"/>
          </w:tcPr>
          <w:p w14:paraId="510A3621" w14:textId="77777777" w:rsidR="00763310" w:rsidRDefault="00763310" w:rsidP="00D82D0B">
            <w:pPr>
              <w:pStyle w:val="libPoem"/>
            </w:pPr>
            <w:r>
              <w:rPr>
                <w:rtl/>
                <w:lang w:bidi="fa-IR"/>
              </w:rPr>
              <w:t>حسبي على مَن هو على حيدر تقدّم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CB620A" w14:textId="77777777" w:rsidR="00763310" w:rsidRDefault="00763310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7CC924" w14:textId="77777777" w:rsidR="00763310" w:rsidRDefault="00763310" w:rsidP="00D82D0B">
            <w:pPr>
              <w:pStyle w:val="libPoem"/>
            </w:pPr>
            <w:r>
              <w:rPr>
                <w:rtl/>
                <w:lang w:bidi="fa-IR"/>
              </w:rPr>
              <w:t>حالي اُوحالك بالسواي بعفيفه الذيل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28F57A7" w14:textId="77777777" w:rsidR="00EE7C84" w:rsidRDefault="0059718F" w:rsidP="0059718F">
      <w:pPr>
        <w:pStyle w:val="libLine"/>
        <w:rPr>
          <w:lang w:bidi="fa-IR"/>
        </w:rPr>
      </w:pPr>
      <w:r>
        <w:rPr>
          <w:rFonts w:hint="cs"/>
          <w:rtl/>
          <w:lang w:bidi="fa-IR"/>
        </w:rPr>
        <w:t>____________________</w:t>
      </w:r>
    </w:p>
    <w:p w14:paraId="30228267" w14:textId="77777777" w:rsidR="00EE7C84" w:rsidRDefault="00EE7C84" w:rsidP="0059718F">
      <w:pPr>
        <w:pStyle w:val="libFootnote0"/>
        <w:rPr>
          <w:lang w:bidi="fa-IR"/>
        </w:rPr>
      </w:pPr>
      <w:r>
        <w:rPr>
          <w:rtl/>
          <w:lang w:bidi="fa-IR"/>
        </w:rPr>
        <w:t>(1) لا يخفى ما في الشطر من خلل واضح</w:t>
      </w:r>
      <w:r w:rsidR="00FB110A">
        <w:rPr>
          <w:rtl/>
          <w:lang w:bidi="fa-IR"/>
        </w:rPr>
        <w:t>.</w:t>
      </w:r>
      <w:r>
        <w:rPr>
          <w:rtl/>
          <w:lang w:bidi="fa-IR"/>
        </w:rPr>
        <w:t xml:space="preserve"> (موقع معهد الإمامين الحسنَين)</w:t>
      </w:r>
    </w:p>
    <w:p w14:paraId="36F1700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C7600" w14:paraId="3917CFC0" w14:textId="77777777" w:rsidTr="00D82D0B">
        <w:trPr>
          <w:trHeight w:val="350"/>
        </w:trPr>
        <w:tc>
          <w:tcPr>
            <w:tcW w:w="3920" w:type="dxa"/>
            <w:shd w:val="clear" w:color="auto" w:fill="auto"/>
          </w:tcPr>
          <w:p w14:paraId="67628DE2" w14:textId="77777777" w:rsidR="00DC7600" w:rsidRDefault="00DC7600" w:rsidP="00D82D0B">
            <w:pPr>
              <w:pStyle w:val="libPoem"/>
            </w:pPr>
            <w:r>
              <w:rPr>
                <w:rtl/>
                <w:lang w:bidi="fa-IR"/>
              </w:rPr>
              <w:lastRenderedPageBreak/>
              <w:t>يَم الحسنْ واِحسين قولي الفيض العلُومْ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AEA07CB" w14:textId="77777777" w:rsidR="00DC7600" w:rsidRDefault="00DC7600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F39D7C8" w14:textId="77777777" w:rsidR="00DC7600" w:rsidRDefault="00DC7600" w:rsidP="00DC7600">
            <w:pPr>
              <w:pStyle w:val="libPoem"/>
            </w:pPr>
            <w:r>
              <w:rPr>
                <w:rtl/>
                <w:lang w:bidi="fa-IR"/>
              </w:rPr>
              <w:t>لَيكون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يجفيني تراه اليوم مهضومْ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7600" w14:paraId="6D5D4EF6" w14:textId="77777777" w:rsidTr="00D82D0B">
        <w:trPr>
          <w:trHeight w:val="350"/>
        </w:trPr>
        <w:tc>
          <w:tcPr>
            <w:tcW w:w="3920" w:type="dxa"/>
          </w:tcPr>
          <w:p w14:paraId="6189C626" w14:textId="77777777" w:rsidR="00DC7600" w:rsidRDefault="00DC7600" w:rsidP="00D82D0B">
            <w:pPr>
              <w:pStyle w:val="libPoem"/>
            </w:pPr>
            <w:r>
              <w:rPr>
                <w:rtl/>
                <w:lang w:bidi="fa-IR"/>
              </w:rPr>
              <w:t>لو لم يكن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يجيني امن الشهر 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8391FE" w14:textId="77777777" w:rsidR="00DC7600" w:rsidRDefault="00DC7600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84B695" w14:textId="77777777" w:rsidR="00DC7600" w:rsidRDefault="00DC7600" w:rsidP="00D82D0B">
            <w:pPr>
              <w:pStyle w:val="libPoem"/>
            </w:pPr>
            <w:r>
              <w:rPr>
                <w:rtl/>
                <w:lang w:bidi="fa-IR"/>
              </w:rPr>
              <w:t>صاير نهاري عقب أبوك المصطفى 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7600" w14:paraId="13BE96B6" w14:textId="77777777" w:rsidTr="00D82D0B">
        <w:trPr>
          <w:trHeight w:val="350"/>
        </w:trPr>
        <w:tc>
          <w:tcPr>
            <w:tcW w:w="3920" w:type="dxa"/>
          </w:tcPr>
          <w:p w14:paraId="2FAB3598" w14:textId="77777777" w:rsidR="00DC7600" w:rsidRDefault="00DC7600" w:rsidP="00D82D0B">
            <w:pPr>
              <w:pStyle w:val="libPoem"/>
            </w:pPr>
            <w:r>
              <w:rPr>
                <w:rtl/>
                <w:lang w:bidi="fa-IR"/>
              </w:rPr>
              <w:t>منبر ابويه من ابويه صرت خالي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33D65E" w14:textId="77777777" w:rsidR="00DC7600" w:rsidRDefault="00DC7600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B3BF4C" w14:textId="77777777" w:rsidR="00DC7600" w:rsidRDefault="00DC7600" w:rsidP="00D82D0B">
            <w:pPr>
              <w:pStyle w:val="libPoem"/>
            </w:pPr>
            <w:r>
              <w:rPr>
                <w:rtl/>
                <w:lang w:bidi="fa-IR"/>
              </w:rPr>
              <w:t>والله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يمنبر وين عنّك مضى الوالي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7600" w14:paraId="23B6339E" w14:textId="77777777" w:rsidTr="00D82D0B">
        <w:trPr>
          <w:trHeight w:val="350"/>
        </w:trPr>
        <w:tc>
          <w:tcPr>
            <w:tcW w:w="3920" w:type="dxa"/>
          </w:tcPr>
          <w:p w14:paraId="11A87E44" w14:textId="77777777" w:rsidR="00DC7600" w:rsidRDefault="00DC7600" w:rsidP="00D82D0B">
            <w:pPr>
              <w:pStyle w:val="libPoem"/>
            </w:pPr>
            <w:r>
              <w:rPr>
                <w:rtl/>
                <w:lang w:bidi="fa-IR"/>
              </w:rPr>
              <w:t>قلها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قضى نحبه اُومضى اُوسوء حالي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00A862" w14:textId="77777777" w:rsidR="00DC7600" w:rsidRDefault="00DC7600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487B7D" w14:textId="77777777" w:rsidR="00DC7600" w:rsidRDefault="00DC7600" w:rsidP="00D82D0B">
            <w:pPr>
              <w:pStyle w:val="libPoem"/>
            </w:pPr>
            <w:r>
              <w:rPr>
                <w:rtl/>
                <w:lang w:bidi="fa-IR"/>
              </w:rPr>
              <w:t>واَسوء حال الضايعات المالها أكفيل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FE6F9A2" w14:textId="77777777" w:rsidR="00EE7C84" w:rsidRDefault="00E21949" w:rsidP="0006651D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06F7A" w14:paraId="220FDEC5" w14:textId="77777777" w:rsidTr="00D82D0B">
        <w:trPr>
          <w:trHeight w:val="350"/>
        </w:trPr>
        <w:tc>
          <w:tcPr>
            <w:tcW w:w="3920" w:type="dxa"/>
            <w:shd w:val="clear" w:color="auto" w:fill="auto"/>
          </w:tcPr>
          <w:p w14:paraId="7B038F65" w14:textId="77777777" w:rsidR="00206F7A" w:rsidRDefault="00206F7A" w:rsidP="00206F7A">
            <w:pPr>
              <w:pStyle w:val="libPoem"/>
            </w:pPr>
            <w:r>
              <w:rPr>
                <w:rtl/>
                <w:lang w:bidi="fa-IR"/>
              </w:rPr>
              <w:t>فاطمْ على موت النّبي المختار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تجدب الونّهْ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2A103D6" w14:textId="77777777" w:rsidR="00206F7A" w:rsidRDefault="00206F7A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61D032F" w14:textId="77777777" w:rsidR="00206F7A" w:rsidRDefault="0091536B" w:rsidP="00D82D0B">
            <w:pPr>
              <w:pStyle w:val="libPoem"/>
            </w:pPr>
            <w:r>
              <w:rPr>
                <w:rtl/>
                <w:lang w:bidi="fa-IR"/>
              </w:rPr>
              <w:t>واتقول أبويه سافر يا لحور فرجوا عنّه</w:t>
            </w:r>
            <w:r w:rsidR="00206F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7A" w14:paraId="2D94DC33" w14:textId="77777777" w:rsidTr="00D82D0B">
        <w:trPr>
          <w:trHeight w:val="350"/>
        </w:trPr>
        <w:tc>
          <w:tcPr>
            <w:tcW w:w="3920" w:type="dxa"/>
          </w:tcPr>
          <w:p w14:paraId="55E1E3FD" w14:textId="77777777" w:rsidR="00206F7A" w:rsidRDefault="0091536B" w:rsidP="00D82D0B">
            <w:pPr>
              <w:pStyle w:val="libPoem"/>
            </w:pPr>
            <w:r>
              <w:rPr>
                <w:rtl/>
                <w:lang w:bidi="fa-IR"/>
              </w:rPr>
              <w:t>ما ظن أبويه يرضى باللي عليه جاري</w:t>
            </w:r>
            <w:r w:rsidR="00206F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F43222" w14:textId="77777777" w:rsidR="00206F7A" w:rsidRDefault="00206F7A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34184C" w14:textId="77777777" w:rsidR="00206F7A" w:rsidRDefault="0091536B" w:rsidP="00D82D0B">
            <w:pPr>
              <w:pStyle w:val="libPoem"/>
            </w:pPr>
            <w:r>
              <w:rPr>
                <w:rtl/>
                <w:lang w:bidi="fa-IR"/>
              </w:rPr>
              <w:t>يا ياب ما رحموني اُودخلوا عليه داري</w:t>
            </w:r>
            <w:r w:rsidR="00206F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7A" w14:paraId="3BD6733C" w14:textId="77777777" w:rsidTr="00D82D0B">
        <w:trPr>
          <w:trHeight w:val="350"/>
        </w:trPr>
        <w:tc>
          <w:tcPr>
            <w:tcW w:w="3920" w:type="dxa"/>
          </w:tcPr>
          <w:p w14:paraId="42D05A08" w14:textId="77777777" w:rsidR="00206F7A" w:rsidRDefault="0091536B" w:rsidP="00D82D0B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ظنتي تنساني لكن قضى الله جاري</w:t>
            </w:r>
            <w:r w:rsidR="00206F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1AC603" w14:textId="77777777" w:rsidR="00206F7A" w:rsidRDefault="00206F7A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2B4A83" w14:textId="77777777" w:rsidR="00206F7A" w:rsidRDefault="0091536B" w:rsidP="00D82D0B">
            <w:pPr>
              <w:pStyle w:val="libPoem"/>
            </w:pPr>
            <w:r>
              <w:rPr>
                <w:rtl/>
                <w:lang w:bidi="fa-IR"/>
              </w:rPr>
              <w:t>بعدك على المرتضى نصب الماتم فنّه</w:t>
            </w:r>
            <w:r w:rsidR="00206F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7A" w14:paraId="7E1B4848" w14:textId="77777777" w:rsidTr="00D82D0B">
        <w:trPr>
          <w:trHeight w:val="350"/>
        </w:trPr>
        <w:tc>
          <w:tcPr>
            <w:tcW w:w="3920" w:type="dxa"/>
          </w:tcPr>
          <w:p w14:paraId="2D0F9126" w14:textId="77777777" w:rsidR="00206F7A" w:rsidRDefault="0091536B" w:rsidP="00D82D0B">
            <w:pPr>
              <w:pStyle w:val="libPoem"/>
            </w:pPr>
            <w:r>
              <w:rPr>
                <w:rtl/>
                <w:lang w:bidi="fa-IR"/>
              </w:rPr>
              <w:t>ليتك تعاين حاله يوم انه ايسحبونه</w:t>
            </w:r>
            <w:r w:rsidR="00206F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403C2A" w14:textId="77777777" w:rsidR="00206F7A" w:rsidRDefault="00206F7A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50FD89" w14:textId="77777777" w:rsidR="00206F7A" w:rsidRDefault="0091536B" w:rsidP="00D82D0B">
            <w:pPr>
              <w:pStyle w:val="libPoem"/>
            </w:pPr>
            <w:r>
              <w:rPr>
                <w:rtl/>
                <w:lang w:bidi="fa-IR"/>
              </w:rPr>
              <w:t>ليتك نظرت إلبيتي يوم العدى أيحرقونه</w:t>
            </w:r>
            <w:r w:rsidR="00206F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7A" w14:paraId="71F03160" w14:textId="77777777" w:rsidTr="00D82D0B">
        <w:trPr>
          <w:trHeight w:val="350"/>
        </w:trPr>
        <w:tc>
          <w:tcPr>
            <w:tcW w:w="3920" w:type="dxa"/>
          </w:tcPr>
          <w:p w14:paraId="77B0F85A" w14:textId="77777777" w:rsidR="00206F7A" w:rsidRDefault="0091536B" w:rsidP="00D82D0B">
            <w:pPr>
              <w:pStyle w:val="libPoem"/>
            </w:pPr>
            <w:r>
              <w:rPr>
                <w:rtl/>
                <w:lang w:bidi="fa-IR"/>
              </w:rPr>
              <w:t>ليتك شفتني بعدك في منزلي محزونه</w:t>
            </w:r>
            <w:r w:rsidR="00206F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347AD2" w14:textId="77777777" w:rsidR="00206F7A" w:rsidRDefault="00206F7A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58BA50" w14:textId="77777777" w:rsidR="00206F7A" w:rsidRDefault="0091536B" w:rsidP="00D82D0B">
            <w:pPr>
              <w:pStyle w:val="libPoem"/>
            </w:pPr>
            <w:r>
              <w:rPr>
                <w:rtl/>
                <w:lang w:bidi="fa-IR"/>
              </w:rPr>
              <w:t>ليتك شفت سبطينك والكُلّ يجدب ونّه</w:t>
            </w:r>
            <w:r w:rsidR="00206F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7A" w14:paraId="56E5E9C0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6A3376C" w14:textId="77777777" w:rsidR="00206F7A" w:rsidRDefault="0091536B" w:rsidP="00D82D0B">
            <w:pPr>
              <w:pStyle w:val="libPoem"/>
            </w:pPr>
            <w:r>
              <w:rPr>
                <w:rtl/>
                <w:lang w:bidi="fa-IR"/>
              </w:rPr>
              <w:t>أمّا الحسن من بعدك دايم يهل ادموعه</w:t>
            </w:r>
            <w:r w:rsidR="00206F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91F456" w14:textId="77777777" w:rsidR="00206F7A" w:rsidRDefault="00206F7A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5779BC" w14:textId="77777777" w:rsidR="00206F7A" w:rsidRDefault="0091536B" w:rsidP="0091536B">
            <w:pPr>
              <w:pStyle w:val="libPoem"/>
            </w:pPr>
            <w:r>
              <w:rPr>
                <w:rtl/>
                <w:lang w:bidi="fa-IR"/>
              </w:rPr>
              <w:t>واِحسين مرتاع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الحشاماسكن بعدك روعه</w:t>
            </w:r>
            <w:r w:rsidR="00206F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7A" w14:paraId="563E3DAA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D455D64" w14:textId="77777777" w:rsidR="00206F7A" w:rsidRDefault="0091536B" w:rsidP="00D82D0B">
            <w:pPr>
              <w:pStyle w:val="libPoem"/>
            </w:pPr>
            <w:r>
              <w:rPr>
                <w:rtl/>
                <w:lang w:bidi="fa-IR"/>
              </w:rPr>
              <w:t>وآني حزينة ابداري اُو بمصيبتك مفجوعه</w:t>
            </w:r>
            <w:r w:rsidR="00206F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1C9BB8" w14:textId="77777777" w:rsidR="00206F7A" w:rsidRDefault="00206F7A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98ECC3E" w14:textId="77777777" w:rsidR="00206F7A" w:rsidRDefault="0091536B" w:rsidP="00D82D0B">
            <w:pPr>
              <w:pStyle w:val="libPoem"/>
            </w:pPr>
            <w:r>
              <w:rPr>
                <w:rtl/>
                <w:lang w:bidi="fa-IR"/>
              </w:rPr>
              <w:t>دوبي أهل دموعي وأجدب عليك الونّه</w:t>
            </w:r>
            <w:r w:rsidR="00206F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7A" w14:paraId="188DFC58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CD0861D" w14:textId="77777777" w:rsidR="00206F7A" w:rsidRDefault="0091536B" w:rsidP="00D82D0B">
            <w:pPr>
              <w:pStyle w:val="libPoem"/>
            </w:pPr>
            <w:r>
              <w:rPr>
                <w:rtl/>
                <w:lang w:bidi="fa-IR"/>
              </w:rPr>
              <w:t>أمست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يبويه داري اِبنار الحطب مشبوبه</w:t>
            </w:r>
            <w:r w:rsidR="00206F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B5DAD4" w14:textId="77777777" w:rsidR="00206F7A" w:rsidRDefault="00206F7A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98DE1F" w14:textId="77777777" w:rsidR="00206F7A" w:rsidRDefault="0091536B" w:rsidP="00D82D0B">
            <w:pPr>
              <w:pStyle w:val="libPoem"/>
            </w:pPr>
            <w:r>
              <w:rPr>
                <w:rtl/>
                <w:lang w:bidi="fa-IR"/>
              </w:rPr>
              <w:t>وآني العزيزة عندك واليوم آني مضروبه</w:t>
            </w:r>
            <w:r w:rsidR="00206F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7A" w14:paraId="67C46630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A166E79" w14:textId="77777777" w:rsidR="00206F7A" w:rsidRDefault="0091536B" w:rsidP="00D82D0B">
            <w:pPr>
              <w:pStyle w:val="libPoem"/>
            </w:pPr>
            <w:r>
              <w:rPr>
                <w:rtl/>
                <w:lang w:bidi="fa-IR"/>
              </w:rPr>
              <w:t>والنّحلة اللي ليّه منها آني مغصوبه</w:t>
            </w:r>
            <w:r w:rsidR="00206F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98DBC4" w14:textId="77777777" w:rsidR="00206F7A" w:rsidRDefault="00206F7A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33D6CE" w14:textId="77777777" w:rsidR="00206F7A" w:rsidRDefault="0091536B" w:rsidP="00D82D0B">
            <w:pPr>
              <w:pStyle w:val="libPoem"/>
            </w:pPr>
            <w:r>
              <w:rPr>
                <w:rtl/>
                <w:lang w:bidi="fa-IR"/>
              </w:rPr>
              <w:t>يا ليت يومي قبلك ما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رحت يابه عنّه</w:t>
            </w:r>
            <w:r w:rsidR="00206F7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49138F8" w14:textId="77777777" w:rsidR="00EE7C84" w:rsidRDefault="00E21949" w:rsidP="0006651D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71C12" w14:paraId="025FE0B8" w14:textId="77777777" w:rsidTr="00D82D0B">
        <w:trPr>
          <w:trHeight w:val="350"/>
        </w:trPr>
        <w:tc>
          <w:tcPr>
            <w:tcW w:w="3920" w:type="dxa"/>
            <w:shd w:val="clear" w:color="auto" w:fill="auto"/>
          </w:tcPr>
          <w:p w14:paraId="024373C4" w14:textId="77777777" w:rsidR="00071C12" w:rsidRDefault="00071C12" w:rsidP="00D82D0B">
            <w:pPr>
              <w:pStyle w:val="libPoem"/>
            </w:pPr>
            <w:r>
              <w:rPr>
                <w:rtl/>
                <w:lang w:bidi="fa-IR"/>
              </w:rPr>
              <w:t>قامت تودّع للنّبي وادموعها همّاله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0BCC871" w14:textId="77777777" w:rsidR="00071C12" w:rsidRDefault="00071C12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56297A2" w14:textId="77777777" w:rsidR="00071C12" w:rsidRDefault="00071C12" w:rsidP="00D82D0B">
            <w:pPr>
              <w:pStyle w:val="libPoem"/>
            </w:pPr>
            <w:r>
              <w:rPr>
                <w:rtl/>
                <w:lang w:bidi="fa-IR"/>
              </w:rPr>
              <w:t>يا شايلين المصطفى بالهون يا شيّاله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C12" w14:paraId="46D89CA9" w14:textId="77777777" w:rsidTr="00D82D0B">
        <w:trPr>
          <w:trHeight w:val="350"/>
        </w:trPr>
        <w:tc>
          <w:tcPr>
            <w:tcW w:w="3920" w:type="dxa"/>
          </w:tcPr>
          <w:p w14:paraId="333CB588" w14:textId="77777777" w:rsidR="00071C12" w:rsidRDefault="00071C12" w:rsidP="00D82D0B">
            <w:pPr>
              <w:pStyle w:val="libPoem"/>
            </w:pPr>
            <w:r>
              <w:rPr>
                <w:rtl/>
                <w:lang w:bidi="fa-IR"/>
              </w:rPr>
              <w:t>وانتهوا بعد يولادي راح الذي يحميكم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0CEF36" w14:textId="77777777" w:rsidR="00071C12" w:rsidRDefault="00071C12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41BC10" w14:textId="77777777" w:rsidR="00071C12" w:rsidRDefault="00071C12" w:rsidP="00D82D0B">
            <w:pPr>
              <w:pStyle w:val="libPoem"/>
            </w:pPr>
            <w:r>
              <w:rPr>
                <w:rtl/>
                <w:lang w:bidi="fa-IR"/>
              </w:rPr>
              <w:t>من بعد عينه يا بني منهو الذي يكفلكم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C12" w14:paraId="6EEBDBF2" w14:textId="77777777" w:rsidTr="00D82D0B">
        <w:trPr>
          <w:trHeight w:val="350"/>
        </w:trPr>
        <w:tc>
          <w:tcPr>
            <w:tcW w:w="3920" w:type="dxa"/>
          </w:tcPr>
          <w:p w14:paraId="7EFEDA21" w14:textId="77777777" w:rsidR="00071C12" w:rsidRDefault="00071C12" w:rsidP="00D82D0B">
            <w:pPr>
              <w:pStyle w:val="libPoem"/>
            </w:pPr>
            <w:r>
              <w:rPr>
                <w:rtl/>
                <w:lang w:bidi="fa-IR"/>
              </w:rPr>
              <w:t>وآني الذي رمّلني وانتهوا الذي يتّمكم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0322EC" w14:textId="77777777" w:rsidR="00071C12" w:rsidRDefault="00071C12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5F5FD3" w14:textId="77777777" w:rsidR="00071C12" w:rsidRDefault="00071C12" w:rsidP="00D82D0B">
            <w:pPr>
              <w:pStyle w:val="libPoem"/>
            </w:pPr>
            <w:r>
              <w:rPr>
                <w:rtl/>
                <w:lang w:bidi="fa-IR"/>
              </w:rPr>
              <w:t>أما آني يولادي عنكم آني شيّاله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961B8E4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5278" w:type="pct"/>
        <w:tblInd w:w="-693" w:type="dxa"/>
        <w:tblLook w:val="01E0" w:firstRow="1" w:lastRow="1" w:firstColumn="1" w:lastColumn="1" w:noHBand="0" w:noVBand="0"/>
      </w:tblPr>
      <w:tblGrid>
        <w:gridCol w:w="4299"/>
        <w:gridCol w:w="304"/>
        <w:gridCol w:w="4850"/>
      </w:tblGrid>
      <w:tr w:rsidR="00FE2F36" w14:paraId="3B48993F" w14:textId="77777777" w:rsidTr="00E21949">
        <w:trPr>
          <w:trHeight w:val="350"/>
        </w:trPr>
        <w:tc>
          <w:tcPr>
            <w:tcW w:w="4299" w:type="dxa"/>
            <w:shd w:val="clear" w:color="auto" w:fill="auto"/>
          </w:tcPr>
          <w:p w14:paraId="64FEE4E8" w14:textId="77777777" w:rsidR="00FE2F36" w:rsidRDefault="00FE2F36" w:rsidP="00FE2F36">
            <w:pPr>
              <w:pStyle w:val="libPoem"/>
            </w:pPr>
            <w:r>
              <w:rPr>
                <w:rtl/>
                <w:lang w:bidi="fa-IR"/>
              </w:rPr>
              <w:lastRenderedPageBreak/>
              <w:t>لزمت ضريح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الهادي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اُوصاحت ابصوت 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4" w:type="dxa"/>
            <w:shd w:val="clear" w:color="auto" w:fill="auto"/>
          </w:tcPr>
          <w:p w14:paraId="21A08F92" w14:textId="77777777" w:rsidR="00FE2F36" w:rsidRDefault="00FE2F36" w:rsidP="00D82D0B">
            <w:pPr>
              <w:pStyle w:val="libPoem"/>
              <w:rPr>
                <w:rtl/>
              </w:rPr>
            </w:pPr>
          </w:p>
        </w:tc>
        <w:tc>
          <w:tcPr>
            <w:tcW w:w="4850" w:type="dxa"/>
            <w:shd w:val="clear" w:color="auto" w:fill="auto"/>
          </w:tcPr>
          <w:p w14:paraId="27B08E1C" w14:textId="77777777" w:rsidR="00FE2F36" w:rsidRDefault="00FE2F36" w:rsidP="00D82D0B">
            <w:pPr>
              <w:pStyle w:val="libPoem"/>
            </w:pPr>
            <w:r>
              <w:rPr>
                <w:rtl/>
                <w:lang w:bidi="fa-IR"/>
              </w:rPr>
              <w:t>يا والدي يا محمّد ليتك تعاين حالي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2F36" w14:paraId="422D59FA" w14:textId="77777777" w:rsidTr="00E21949">
        <w:trPr>
          <w:trHeight w:val="350"/>
        </w:trPr>
        <w:tc>
          <w:tcPr>
            <w:tcW w:w="4299" w:type="dxa"/>
          </w:tcPr>
          <w:p w14:paraId="6B2BCDE4" w14:textId="77777777" w:rsidR="00FE2F36" w:rsidRDefault="00FE2F36" w:rsidP="00D82D0B">
            <w:pPr>
              <w:pStyle w:val="libPoem"/>
            </w:pPr>
            <w:r>
              <w:rPr>
                <w:rtl/>
                <w:lang w:bidi="fa-IR"/>
              </w:rPr>
              <w:t>صرت ابهضم وامذلّه والهم شاغل بالي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4" w:type="dxa"/>
          </w:tcPr>
          <w:p w14:paraId="0A869306" w14:textId="77777777" w:rsidR="00FE2F36" w:rsidRDefault="00FE2F36" w:rsidP="00D82D0B">
            <w:pPr>
              <w:pStyle w:val="libPoem"/>
              <w:rPr>
                <w:rtl/>
              </w:rPr>
            </w:pPr>
          </w:p>
        </w:tc>
        <w:tc>
          <w:tcPr>
            <w:tcW w:w="4850" w:type="dxa"/>
          </w:tcPr>
          <w:p w14:paraId="67C315EF" w14:textId="77777777" w:rsidR="00FE2F36" w:rsidRDefault="00FE2F36" w:rsidP="00D82D0B">
            <w:pPr>
              <w:pStyle w:val="libPoem"/>
            </w:pPr>
            <w:r>
              <w:rPr>
                <w:rtl/>
                <w:lang w:bidi="fa-IR"/>
              </w:rPr>
              <w:t>اتمنّيت آني قبلك يابه آني شيالّه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2F36" w14:paraId="0D0129F8" w14:textId="77777777" w:rsidTr="00E21949">
        <w:trPr>
          <w:trHeight w:val="350"/>
        </w:trPr>
        <w:tc>
          <w:tcPr>
            <w:tcW w:w="4299" w:type="dxa"/>
          </w:tcPr>
          <w:p w14:paraId="60E191BA" w14:textId="77777777" w:rsidR="00FE2F36" w:rsidRDefault="00FE2F36" w:rsidP="00D82D0B">
            <w:pPr>
              <w:pStyle w:val="libPoem"/>
            </w:pPr>
            <w:r>
              <w:rPr>
                <w:rtl/>
                <w:lang w:bidi="fa-IR"/>
              </w:rPr>
              <w:t>بالنار حرقوا بيتي اُو بالباب كسروا ضلعي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4" w:type="dxa"/>
          </w:tcPr>
          <w:p w14:paraId="48A07878" w14:textId="77777777" w:rsidR="00FE2F36" w:rsidRDefault="00FE2F36" w:rsidP="00D82D0B">
            <w:pPr>
              <w:pStyle w:val="libPoem"/>
              <w:rPr>
                <w:rtl/>
              </w:rPr>
            </w:pPr>
          </w:p>
        </w:tc>
        <w:tc>
          <w:tcPr>
            <w:tcW w:w="4850" w:type="dxa"/>
          </w:tcPr>
          <w:p w14:paraId="4F3A5CA6" w14:textId="77777777" w:rsidR="00FE2F36" w:rsidRDefault="00FE2F36" w:rsidP="00FE2F36">
            <w:pPr>
              <w:pStyle w:val="libPoem"/>
            </w:pPr>
            <w:r>
              <w:rPr>
                <w:rtl/>
                <w:lang w:bidi="fa-IR"/>
              </w:rPr>
              <w:t>ماحدبقي يا والدي بعدك ينشّف دمعي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2F36" w14:paraId="55C84939" w14:textId="77777777" w:rsidTr="00E21949">
        <w:trPr>
          <w:trHeight w:val="350"/>
        </w:trPr>
        <w:tc>
          <w:tcPr>
            <w:tcW w:w="4299" w:type="dxa"/>
          </w:tcPr>
          <w:p w14:paraId="00B3C486" w14:textId="77777777" w:rsidR="00FE2F36" w:rsidRDefault="00FE2F36" w:rsidP="00D82D0B">
            <w:pPr>
              <w:pStyle w:val="libPoem"/>
            </w:pPr>
            <w:r>
              <w:rPr>
                <w:rtl/>
                <w:lang w:bidi="fa-IR"/>
              </w:rPr>
              <w:t>إرثي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امنعوني منّه اُوباحبال قادوا سبعي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4" w:type="dxa"/>
          </w:tcPr>
          <w:p w14:paraId="0B86E95A" w14:textId="77777777" w:rsidR="00FE2F36" w:rsidRDefault="00FE2F36" w:rsidP="00D82D0B">
            <w:pPr>
              <w:pStyle w:val="libPoem"/>
              <w:rPr>
                <w:rtl/>
              </w:rPr>
            </w:pPr>
          </w:p>
        </w:tc>
        <w:tc>
          <w:tcPr>
            <w:tcW w:w="4850" w:type="dxa"/>
          </w:tcPr>
          <w:p w14:paraId="51B2DCAA" w14:textId="77777777" w:rsidR="00FE2F36" w:rsidRDefault="00FE2F36" w:rsidP="00FE2F36">
            <w:pPr>
              <w:pStyle w:val="libPoem"/>
            </w:pPr>
            <w:r>
              <w:rPr>
                <w:rtl/>
                <w:lang w:bidi="fa-IR"/>
              </w:rPr>
              <w:t>اُودخلوه بوسط المحراب ليتك تعاين 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2F36" w14:paraId="641F9C4B" w14:textId="77777777" w:rsidTr="00E21949">
        <w:trPr>
          <w:trHeight w:val="350"/>
        </w:trPr>
        <w:tc>
          <w:tcPr>
            <w:tcW w:w="4299" w:type="dxa"/>
          </w:tcPr>
          <w:p w14:paraId="7FAE0198" w14:textId="77777777" w:rsidR="00FE2F36" w:rsidRDefault="00FE2F36" w:rsidP="00D82D0B">
            <w:pPr>
              <w:pStyle w:val="libPoem"/>
            </w:pPr>
            <w:r>
              <w:rPr>
                <w:rtl/>
                <w:lang w:bidi="fa-IR"/>
              </w:rPr>
              <w:t>بعدك بخبرك بالعدى رادوا به ايقتلونه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4" w:type="dxa"/>
          </w:tcPr>
          <w:p w14:paraId="51802804" w14:textId="77777777" w:rsidR="00FE2F36" w:rsidRDefault="00FE2F36" w:rsidP="00D82D0B">
            <w:pPr>
              <w:pStyle w:val="libPoem"/>
              <w:rPr>
                <w:rtl/>
              </w:rPr>
            </w:pPr>
          </w:p>
        </w:tc>
        <w:tc>
          <w:tcPr>
            <w:tcW w:w="4850" w:type="dxa"/>
          </w:tcPr>
          <w:p w14:paraId="3C8C0EC6" w14:textId="77777777" w:rsidR="00FE2F36" w:rsidRDefault="00FE2F36" w:rsidP="00D82D0B">
            <w:pPr>
              <w:pStyle w:val="libPoem"/>
            </w:pPr>
            <w:r>
              <w:rPr>
                <w:rtl/>
                <w:lang w:bidi="fa-IR"/>
              </w:rPr>
              <w:t>وصل ضريحك يبكي ويهل دمع اعيونه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2F36" w14:paraId="1754A11E" w14:textId="77777777" w:rsidTr="00E219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99" w:type="dxa"/>
          </w:tcPr>
          <w:p w14:paraId="2BBBC556" w14:textId="77777777" w:rsidR="00FE2F36" w:rsidRDefault="00FE2F36" w:rsidP="00D82D0B">
            <w:pPr>
              <w:pStyle w:val="libPoem"/>
            </w:pPr>
            <w:r>
              <w:rPr>
                <w:rtl/>
                <w:lang w:bidi="fa-IR"/>
              </w:rPr>
              <w:t>يا مصطفى من قبرك انهض عسى ايخلونه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4" w:type="dxa"/>
          </w:tcPr>
          <w:p w14:paraId="5D8E30C8" w14:textId="77777777" w:rsidR="00FE2F36" w:rsidRDefault="00FE2F36" w:rsidP="00D82D0B">
            <w:pPr>
              <w:pStyle w:val="libPoem"/>
              <w:rPr>
                <w:rtl/>
              </w:rPr>
            </w:pPr>
          </w:p>
        </w:tc>
        <w:tc>
          <w:tcPr>
            <w:tcW w:w="4850" w:type="dxa"/>
          </w:tcPr>
          <w:p w14:paraId="32F25FDE" w14:textId="77777777" w:rsidR="00FE2F36" w:rsidRDefault="00FE2F36" w:rsidP="00D82D0B">
            <w:pPr>
              <w:pStyle w:val="libPoem"/>
            </w:pPr>
            <w:r>
              <w:rPr>
                <w:rtl/>
                <w:lang w:bidi="fa-IR"/>
              </w:rPr>
              <w:t>ليت المدينة بعدك حلّت بها زلزاله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2F36" w14:paraId="3E613BE7" w14:textId="77777777" w:rsidTr="00E219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99" w:type="dxa"/>
          </w:tcPr>
          <w:p w14:paraId="24B5AABB" w14:textId="77777777" w:rsidR="00FE2F36" w:rsidRDefault="00FE2F36" w:rsidP="00D82D0B">
            <w:pPr>
              <w:pStyle w:val="libPoem"/>
            </w:pPr>
            <w:r>
              <w:rPr>
                <w:rtl/>
                <w:lang w:bidi="fa-IR"/>
              </w:rPr>
              <w:t>جارت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عليه الاُمّة اُوغصبوا حقّه عنّه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4" w:type="dxa"/>
          </w:tcPr>
          <w:p w14:paraId="68638F90" w14:textId="77777777" w:rsidR="00FE2F36" w:rsidRDefault="00FE2F36" w:rsidP="00D82D0B">
            <w:pPr>
              <w:pStyle w:val="libPoem"/>
              <w:rPr>
                <w:rtl/>
              </w:rPr>
            </w:pPr>
          </w:p>
        </w:tc>
        <w:tc>
          <w:tcPr>
            <w:tcW w:w="4850" w:type="dxa"/>
          </w:tcPr>
          <w:p w14:paraId="4E877A07" w14:textId="77777777" w:rsidR="00FE2F36" w:rsidRDefault="00FE2F36" w:rsidP="00D82D0B">
            <w:pPr>
              <w:pStyle w:val="libPoem"/>
            </w:pPr>
            <w:r>
              <w:rPr>
                <w:rtl/>
                <w:lang w:bidi="fa-IR"/>
              </w:rPr>
              <w:t>يا والدي يا محمّد نالوا الضعاين منّه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2F36" w14:paraId="502A4F0C" w14:textId="77777777" w:rsidTr="00E219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99" w:type="dxa"/>
          </w:tcPr>
          <w:p w14:paraId="3343F332" w14:textId="77777777" w:rsidR="00FE2F36" w:rsidRDefault="00FE2F36" w:rsidP="00FE2F36">
            <w:pPr>
              <w:pStyle w:val="libPoem"/>
            </w:pPr>
            <w:r>
              <w:rPr>
                <w:rtl/>
                <w:lang w:bidi="fa-IR"/>
              </w:rPr>
              <w:t>وآني اضلوعي امكسّره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واجدب عليك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4" w:type="dxa"/>
          </w:tcPr>
          <w:p w14:paraId="50D59CAE" w14:textId="77777777" w:rsidR="00FE2F36" w:rsidRDefault="00FE2F36" w:rsidP="00D82D0B">
            <w:pPr>
              <w:pStyle w:val="libPoem"/>
              <w:rPr>
                <w:rtl/>
              </w:rPr>
            </w:pPr>
          </w:p>
        </w:tc>
        <w:tc>
          <w:tcPr>
            <w:tcW w:w="4850" w:type="dxa"/>
          </w:tcPr>
          <w:p w14:paraId="2DE89F0C" w14:textId="77777777" w:rsidR="00FE2F36" w:rsidRDefault="00FE2F36" w:rsidP="00D82D0B">
            <w:pPr>
              <w:pStyle w:val="libPoem"/>
            </w:pPr>
            <w:r>
              <w:rPr>
                <w:rtl/>
                <w:lang w:bidi="fa-IR"/>
              </w:rPr>
              <w:t>والناس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كلها ابدهشه في مشكله اُو زلزاله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2F36" w14:paraId="21E2318F" w14:textId="77777777" w:rsidTr="00E219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99" w:type="dxa"/>
          </w:tcPr>
          <w:p w14:paraId="02276857" w14:textId="77777777" w:rsidR="00FE2F36" w:rsidRDefault="00FE2F36" w:rsidP="00FE2F36">
            <w:pPr>
              <w:pStyle w:val="libPoem"/>
            </w:pPr>
            <w:r>
              <w:rPr>
                <w:rtl/>
                <w:lang w:bidi="fa-IR"/>
              </w:rPr>
              <w:t>اُولزمتضريح الهادي اُوفي الحال صارت ظلمهْ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4" w:type="dxa"/>
          </w:tcPr>
          <w:p w14:paraId="3CDA7113" w14:textId="77777777" w:rsidR="00FE2F36" w:rsidRDefault="00FE2F36" w:rsidP="00D82D0B">
            <w:pPr>
              <w:pStyle w:val="libPoem"/>
              <w:rPr>
                <w:rtl/>
              </w:rPr>
            </w:pPr>
          </w:p>
        </w:tc>
        <w:tc>
          <w:tcPr>
            <w:tcW w:w="4850" w:type="dxa"/>
          </w:tcPr>
          <w:p w14:paraId="2330CAD6" w14:textId="77777777" w:rsidR="00FE2F36" w:rsidRDefault="00FE2F36" w:rsidP="00FE2F36">
            <w:pPr>
              <w:pStyle w:val="libPoem"/>
            </w:pPr>
            <w:r>
              <w:rPr>
                <w:rtl/>
                <w:lang w:bidi="fa-IR"/>
              </w:rPr>
              <w:t>اُوفي الحين جاهاالمرتضى ايكفكف دموعه ابكْمّه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2F36" w14:paraId="1D74D436" w14:textId="77777777" w:rsidTr="00E219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99" w:type="dxa"/>
          </w:tcPr>
          <w:p w14:paraId="7D940F2A" w14:textId="77777777" w:rsidR="00FE2F36" w:rsidRDefault="00FE2F36" w:rsidP="00D82D0B">
            <w:pPr>
              <w:pStyle w:val="libPoem"/>
            </w:pPr>
            <w:r>
              <w:rPr>
                <w:rtl/>
                <w:lang w:bidi="fa-IR"/>
              </w:rPr>
              <w:t>قلها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يزهرا والدك رحمه لهذي الاُمّهْ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4" w:type="dxa"/>
          </w:tcPr>
          <w:p w14:paraId="3416C4C1" w14:textId="77777777" w:rsidR="00FE2F36" w:rsidRDefault="00FE2F36" w:rsidP="00D82D0B">
            <w:pPr>
              <w:pStyle w:val="libPoem"/>
              <w:rPr>
                <w:rtl/>
              </w:rPr>
            </w:pPr>
          </w:p>
        </w:tc>
        <w:tc>
          <w:tcPr>
            <w:tcW w:w="4850" w:type="dxa"/>
          </w:tcPr>
          <w:p w14:paraId="6886FBC0" w14:textId="77777777" w:rsidR="00FE2F36" w:rsidRDefault="00FE2F36" w:rsidP="00D82D0B">
            <w:pPr>
              <w:pStyle w:val="libPoem"/>
            </w:pPr>
            <w:r>
              <w:rPr>
                <w:rtl/>
                <w:lang w:bidi="fa-IR"/>
              </w:rPr>
              <w:t>ردّت تحن اُوتنتحب واُدموعها همّاله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5FDDED4" w14:textId="77777777" w:rsidR="00EE7C84" w:rsidRDefault="008F200A" w:rsidP="008F200A">
      <w:pPr>
        <w:pStyle w:val="libCenter"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                                            </w:t>
      </w:r>
      <w:r w:rsidR="00E21949">
        <w:rPr>
          <w:rtl/>
          <w:lang w:bidi="fa-IR"/>
        </w:rPr>
        <w:t>- تمّت -</w:t>
      </w:r>
      <w:r>
        <w:rPr>
          <w:rFonts w:hint="cs"/>
          <w:rtl/>
          <w:lang w:bidi="fa-IR"/>
        </w:rPr>
        <w:t xml:space="preserve"> </w:t>
      </w:r>
    </w:p>
    <w:tbl>
      <w:tblPr>
        <w:tblStyle w:val="TableGrid"/>
        <w:bidiVisual/>
        <w:tblW w:w="5327" w:type="pct"/>
        <w:tblInd w:w="-873" w:type="dxa"/>
        <w:tblLook w:val="01E0" w:firstRow="1" w:lastRow="1" w:firstColumn="1" w:lastColumn="1" w:noHBand="0" w:noVBand="0"/>
      </w:tblPr>
      <w:tblGrid>
        <w:gridCol w:w="4501"/>
        <w:gridCol w:w="282"/>
        <w:gridCol w:w="4758"/>
      </w:tblGrid>
      <w:tr w:rsidR="00C60480" w14:paraId="61CDB4EE" w14:textId="77777777" w:rsidTr="008F200A">
        <w:trPr>
          <w:trHeight w:val="350"/>
        </w:trPr>
        <w:tc>
          <w:tcPr>
            <w:tcW w:w="4500" w:type="dxa"/>
            <w:shd w:val="clear" w:color="auto" w:fill="auto"/>
          </w:tcPr>
          <w:p w14:paraId="175A423C" w14:textId="77777777" w:rsidR="00C60480" w:rsidRDefault="00C60480" w:rsidP="00C60480">
            <w:pPr>
              <w:pStyle w:val="libPoem"/>
            </w:pPr>
            <w:r>
              <w:rPr>
                <w:rtl/>
                <w:lang w:bidi="fa-IR"/>
              </w:rPr>
              <w:t>مات اُودفن في داره مات اُو دفن في داره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7CABBBC1" w14:textId="77777777" w:rsidR="00C60480" w:rsidRDefault="00C60480" w:rsidP="00D82D0B">
            <w:pPr>
              <w:pStyle w:val="libPoem"/>
              <w:rPr>
                <w:rtl/>
              </w:rPr>
            </w:pPr>
          </w:p>
        </w:tc>
        <w:tc>
          <w:tcPr>
            <w:tcW w:w="4758" w:type="dxa"/>
            <w:shd w:val="clear" w:color="auto" w:fill="auto"/>
          </w:tcPr>
          <w:p w14:paraId="634ED1A6" w14:textId="77777777" w:rsidR="00C60480" w:rsidRDefault="00C60480" w:rsidP="00D82D0B">
            <w:pPr>
              <w:pStyle w:val="libPoem"/>
            </w:pPr>
            <w:r>
              <w:rPr>
                <w:rtl/>
                <w:lang w:bidi="fa-IR"/>
              </w:rPr>
              <w:t>حطّوه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فوق المغتسل واتشعشعت أنواره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480" w14:paraId="6A3472CC" w14:textId="77777777" w:rsidTr="008F200A">
        <w:trPr>
          <w:trHeight w:val="350"/>
        </w:trPr>
        <w:tc>
          <w:tcPr>
            <w:tcW w:w="4500" w:type="dxa"/>
          </w:tcPr>
          <w:p w14:paraId="2BA2F052" w14:textId="77777777" w:rsidR="00C60480" w:rsidRDefault="00C60480" w:rsidP="00D82D0B">
            <w:pPr>
              <w:pStyle w:val="libPoem"/>
            </w:pPr>
            <w:r>
              <w:rPr>
                <w:rtl/>
                <w:lang w:bidi="fa-IR"/>
              </w:rPr>
              <w:t>مدّوه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فوق المغتسل يا وجنة تزهي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4EA35CF" w14:textId="77777777" w:rsidR="00C60480" w:rsidRDefault="00C60480" w:rsidP="00D82D0B">
            <w:pPr>
              <w:pStyle w:val="libPoem"/>
              <w:rPr>
                <w:rtl/>
              </w:rPr>
            </w:pPr>
          </w:p>
        </w:tc>
        <w:tc>
          <w:tcPr>
            <w:tcW w:w="4758" w:type="dxa"/>
          </w:tcPr>
          <w:p w14:paraId="481F0CA2" w14:textId="77777777" w:rsidR="00C60480" w:rsidRDefault="00C60480" w:rsidP="00D82D0B">
            <w:pPr>
              <w:pStyle w:val="libPoem"/>
            </w:pPr>
            <w:r>
              <w:rPr>
                <w:rtl/>
                <w:lang w:bidi="fa-IR"/>
              </w:rPr>
              <w:t>يمغسلين الطاهر طاهر قبل تغسيله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480" w14:paraId="0F0D255E" w14:textId="77777777" w:rsidTr="008F200A">
        <w:trPr>
          <w:trHeight w:val="350"/>
        </w:trPr>
        <w:tc>
          <w:tcPr>
            <w:tcW w:w="4500" w:type="dxa"/>
          </w:tcPr>
          <w:p w14:paraId="7924F50A" w14:textId="77777777" w:rsidR="00C60480" w:rsidRDefault="00C60480" w:rsidP="00D82D0B">
            <w:pPr>
              <w:pStyle w:val="libPoem"/>
            </w:pPr>
            <w:r>
              <w:rPr>
                <w:rtl/>
                <w:lang w:bidi="fa-IR"/>
              </w:rPr>
              <w:t>لحد يدار الهادي ما أوحشك هالليله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9D98748" w14:textId="77777777" w:rsidR="00C60480" w:rsidRDefault="00C60480" w:rsidP="00D82D0B">
            <w:pPr>
              <w:pStyle w:val="libPoem"/>
              <w:rPr>
                <w:rtl/>
              </w:rPr>
            </w:pPr>
          </w:p>
        </w:tc>
        <w:tc>
          <w:tcPr>
            <w:tcW w:w="4758" w:type="dxa"/>
          </w:tcPr>
          <w:p w14:paraId="4927985E" w14:textId="77777777" w:rsidR="00C60480" w:rsidRDefault="00C60480" w:rsidP="00D82D0B">
            <w:pPr>
              <w:pStyle w:val="libPoem"/>
            </w:pPr>
            <w:r>
              <w:rPr>
                <w:rtl/>
                <w:lang w:bidi="fa-IR"/>
              </w:rPr>
              <w:t>حنّي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يغبرة اُوونّي بعد النّبي ياداره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480" w14:paraId="034B4D56" w14:textId="77777777" w:rsidTr="008F200A">
        <w:trPr>
          <w:trHeight w:val="350"/>
        </w:trPr>
        <w:tc>
          <w:tcPr>
            <w:tcW w:w="4500" w:type="dxa"/>
          </w:tcPr>
          <w:p w14:paraId="065F4B1D" w14:textId="77777777" w:rsidR="00C60480" w:rsidRDefault="00C60480" w:rsidP="00D82D0B">
            <w:pPr>
              <w:pStyle w:val="libPoem"/>
            </w:pPr>
            <w:r>
              <w:rPr>
                <w:rtl/>
                <w:lang w:bidi="fa-IR"/>
              </w:rPr>
              <w:t>مدّوه فوق المغتسل يا ليتني الممدوده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0D14159" w14:textId="77777777" w:rsidR="00C60480" w:rsidRDefault="00C60480" w:rsidP="00D82D0B">
            <w:pPr>
              <w:pStyle w:val="libPoem"/>
              <w:rPr>
                <w:rtl/>
              </w:rPr>
            </w:pPr>
          </w:p>
        </w:tc>
        <w:tc>
          <w:tcPr>
            <w:tcW w:w="4758" w:type="dxa"/>
          </w:tcPr>
          <w:p w14:paraId="46C4B472" w14:textId="77777777" w:rsidR="00C60480" w:rsidRDefault="00C60480" w:rsidP="00D82D0B">
            <w:pPr>
              <w:pStyle w:val="libPoem"/>
            </w:pPr>
            <w:r>
              <w:rPr>
                <w:rtl/>
                <w:lang w:bidi="fa-IR"/>
              </w:rPr>
              <w:t>في هالقبر والرضّه يا ليتني الملحوده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480" w14:paraId="37C54FC8" w14:textId="77777777" w:rsidTr="008F200A">
        <w:trPr>
          <w:trHeight w:val="350"/>
        </w:trPr>
        <w:tc>
          <w:tcPr>
            <w:tcW w:w="4500" w:type="dxa"/>
          </w:tcPr>
          <w:p w14:paraId="7AE2A080" w14:textId="77777777" w:rsidR="00C60480" w:rsidRDefault="00C60480" w:rsidP="00D82D0B">
            <w:pPr>
              <w:pStyle w:val="libPoem"/>
            </w:pPr>
            <w:r>
              <w:rPr>
                <w:rtl/>
                <w:lang w:bidi="fa-IR"/>
              </w:rPr>
              <w:t>وانته ترد للدنيا واصير آني المفقوده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3343A8C" w14:textId="77777777" w:rsidR="00C60480" w:rsidRDefault="00C60480" w:rsidP="00D82D0B">
            <w:pPr>
              <w:pStyle w:val="libPoem"/>
              <w:rPr>
                <w:rtl/>
              </w:rPr>
            </w:pPr>
          </w:p>
        </w:tc>
        <w:tc>
          <w:tcPr>
            <w:tcW w:w="4758" w:type="dxa"/>
          </w:tcPr>
          <w:p w14:paraId="65B6FAED" w14:textId="77777777" w:rsidR="00C60480" w:rsidRDefault="00C60480" w:rsidP="00D82D0B">
            <w:pPr>
              <w:pStyle w:val="libPoem"/>
            </w:pPr>
            <w:r>
              <w:rPr>
                <w:rtl/>
                <w:lang w:bidi="fa-IR"/>
              </w:rPr>
              <w:t>واتعود يا بدر الدجى يا لساطع بأنواره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79284E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676" w:type="pct"/>
        <w:tblInd w:w="201" w:type="dxa"/>
        <w:tblLook w:val="01E0" w:firstRow="1" w:lastRow="1" w:firstColumn="1" w:lastColumn="1" w:noHBand="0" w:noVBand="0"/>
      </w:tblPr>
      <w:tblGrid>
        <w:gridCol w:w="4150"/>
        <w:gridCol w:w="303"/>
        <w:gridCol w:w="3922"/>
      </w:tblGrid>
      <w:tr w:rsidR="00C74E58" w14:paraId="0502A96F" w14:textId="77777777" w:rsidTr="00C74E58">
        <w:trPr>
          <w:trHeight w:val="350"/>
        </w:trPr>
        <w:tc>
          <w:tcPr>
            <w:tcW w:w="3713" w:type="dxa"/>
            <w:shd w:val="clear" w:color="auto" w:fill="auto"/>
          </w:tcPr>
          <w:p w14:paraId="3B012BD8" w14:textId="77777777" w:rsidR="00C74E58" w:rsidRDefault="00C74E58" w:rsidP="00D82D0B">
            <w:pPr>
              <w:pStyle w:val="libPoem"/>
            </w:pPr>
            <w:r>
              <w:rPr>
                <w:rtl/>
                <w:lang w:bidi="fa-IR"/>
              </w:rPr>
              <w:lastRenderedPageBreak/>
              <w:t>يومك إلي يا والدي أنحس إلي مِن أمسي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  <w:shd w:val="clear" w:color="auto" w:fill="auto"/>
          </w:tcPr>
          <w:p w14:paraId="36FBD177" w14:textId="77777777" w:rsidR="00C74E58" w:rsidRDefault="00C74E58" w:rsidP="00D82D0B">
            <w:pPr>
              <w:pStyle w:val="libPoem"/>
              <w:rPr>
                <w:rtl/>
              </w:rPr>
            </w:pPr>
          </w:p>
        </w:tc>
        <w:tc>
          <w:tcPr>
            <w:tcW w:w="3509" w:type="dxa"/>
            <w:shd w:val="clear" w:color="auto" w:fill="auto"/>
          </w:tcPr>
          <w:p w14:paraId="759F8D75" w14:textId="77777777" w:rsidR="00C74E58" w:rsidRDefault="00C74E58" w:rsidP="00D82D0B">
            <w:pPr>
              <w:pStyle w:val="libPoem"/>
            </w:pPr>
            <w:r>
              <w:rPr>
                <w:rtl/>
                <w:lang w:bidi="fa-IR"/>
              </w:rPr>
              <w:t>اتمنّيت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آني بعدك إنْ أصبحت ما أمسي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4E58" w14:paraId="7C60031D" w14:textId="77777777" w:rsidTr="00C74E58">
        <w:trPr>
          <w:trHeight w:val="350"/>
        </w:trPr>
        <w:tc>
          <w:tcPr>
            <w:tcW w:w="3713" w:type="dxa"/>
          </w:tcPr>
          <w:p w14:paraId="522AB867" w14:textId="77777777" w:rsidR="00C74E58" w:rsidRDefault="00C74E58" w:rsidP="00D82D0B">
            <w:pPr>
              <w:pStyle w:val="libPoem"/>
            </w:pPr>
            <w:r>
              <w:rPr>
                <w:rtl/>
                <w:lang w:bidi="fa-IR"/>
              </w:rPr>
              <w:t>وأظلم عليّه كوني يوم إلغبت يا شمسي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4BF12048" w14:textId="77777777" w:rsidR="00C74E58" w:rsidRDefault="00C74E58" w:rsidP="00D82D0B">
            <w:pPr>
              <w:pStyle w:val="libPoem"/>
              <w:rPr>
                <w:rtl/>
              </w:rPr>
            </w:pPr>
          </w:p>
        </w:tc>
        <w:tc>
          <w:tcPr>
            <w:tcW w:w="3509" w:type="dxa"/>
          </w:tcPr>
          <w:p w14:paraId="7C705454" w14:textId="77777777" w:rsidR="00C74E58" w:rsidRDefault="00C74E58" w:rsidP="00D82D0B">
            <w:pPr>
              <w:pStyle w:val="libPoem"/>
            </w:pPr>
            <w:r>
              <w:rPr>
                <w:rtl/>
                <w:lang w:bidi="fa-IR"/>
              </w:rPr>
              <w:t>حالي كمكفوف البصر ليله سوا ونهاره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4E58" w14:paraId="0EE78F94" w14:textId="77777777" w:rsidTr="00C74E58">
        <w:trPr>
          <w:trHeight w:val="350"/>
        </w:trPr>
        <w:tc>
          <w:tcPr>
            <w:tcW w:w="3713" w:type="dxa"/>
          </w:tcPr>
          <w:p w14:paraId="0A645F42" w14:textId="77777777" w:rsidR="00C74E58" w:rsidRDefault="00C74E58" w:rsidP="00C74E58">
            <w:pPr>
              <w:pStyle w:val="libPoem"/>
            </w:pPr>
            <w:r>
              <w:rPr>
                <w:rtl/>
                <w:lang w:bidi="fa-IR"/>
              </w:rPr>
              <w:t>مثلك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ماشفت ميت مات اُوتشعشع نوره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47A713DC" w14:textId="77777777" w:rsidR="00C74E58" w:rsidRDefault="00C74E58" w:rsidP="00D82D0B">
            <w:pPr>
              <w:pStyle w:val="libPoem"/>
              <w:rPr>
                <w:rtl/>
              </w:rPr>
            </w:pPr>
          </w:p>
        </w:tc>
        <w:tc>
          <w:tcPr>
            <w:tcW w:w="3509" w:type="dxa"/>
          </w:tcPr>
          <w:p w14:paraId="6FB1B131" w14:textId="77777777" w:rsidR="00C74E58" w:rsidRDefault="00C74E58" w:rsidP="00D82D0B">
            <w:pPr>
              <w:pStyle w:val="libPoem"/>
            </w:pPr>
            <w:r>
              <w:rPr>
                <w:rtl/>
                <w:lang w:bidi="fa-IR"/>
              </w:rPr>
              <w:t>تشتم ريح الجنّة من رايحة كافوره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4E58" w14:paraId="53112042" w14:textId="77777777" w:rsidTr="00C74E58">
        <w:trPr>
          <w:trHeight w:val="350"/>
        </w:trPr>
        <w:tc>
          <w:tcPr>
            <w:tcW w:w="3713" w:type="dxa"/>
          </w:tcPr>
          <w:p w14:paraId="647BCE18" w14:textId="77777777" w:rsidR="00C74E58" w:rsidRDefault="00C74E58" w:rsidP="00D82D0B">
            <w:pPr>
              <w:pStyle w:val="libPoem"/>
            </w:pPr>
            <w:r>
              <w:rPr>
                <w:rtl/>
                <w:lang w:bidi="fa-IR"/>
              </w:rPr>
              <w:t>لحد يراية عزّي يوم أصبحت مكسوره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C9E6ACC" w14:textId="77777777" w:rsidR="00C74E58" w:rsidRDefault="00C74E58" w:rsidP="00D82D0B">
            <w:pPr>
              <w:pStyle w:val="libPoem"/>
              <w:rPr>
                <w:rtl/>
              </w:rPr>
            </w:pPr>
          </w:p>
        </w:tc>
        <w:tc>
          <w:tcPr>
            <w:tcW w:w="3509" w:type="dxa"/>
          </w:tcPr>
          <w:p w14:paraId="64740C84" w14:textId="77777777" w:rsidR="00C74E58" w:rsidRDefault="00C74E58" w:rsidP="00D82D0B">
            <w:pPr>
              <w:pStyle w:val="libPoem"/>
            </w:pPr>
            <w:r>
              <w:rPr>
                <w:rtl/>
                <w:lang w:bidi="fa-IR"/>
              </w:rPr>
              <w:t>ظلّيت آني بعدك يا والدي مختاره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4E58" w14:paraId="57332C2A" w14:textId="77777777" w:rsidTr="00C74E58">
        <w:trPr>
          <w:trHeight w:val="350"/>
        </w:trPr>
        <w:tc>
          <w:tcPr>
            <w:tcW w:w="3713" w:type="dxa"/>
          </w:tcPr>
          <w:p w14:paraId="530F6AED" w14:textId="77777777" w:rsidR="00C74E58" w:rsidRDefault="00C74E58" w:rsidP="00D82D0B">
            <w:pPr>
              <w:pStyle w:val="libPoem"/>
            </w:pPr>
            <w:r>
              <w:rPr>
                <w:rtl/>
                <w:lang w:bidi="fa-IR"/>
              </w:rPr>
              <w:t>كيف استطيع افراقك وانته حشاي وفادي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185F5F8" w14:textId="77777777" w:rsidR="00C74E58" w:rsidRDefault="00C74E58" w:rsidP="00D82D0B">
            <w:pPr>
              <w:pStyle w:val="libPoem"/>
              <w:rPr>
                <w:rtl/>
              </w:rPr>
            </w:pPr>
          </w:p>
        </w:tc>
        <w:tc>
          <w:tcPr>
            <w:tcW w:w="3509" w:type="dxa"/>
          </w:tcPr>
          <w:p w14:paraId="5B39E5D6" w14:textId="77777777" w:rsidR="00C74E58" w:rsidRDefault="00C74E58" w:rsidP="00D82D0B">
            <w:pPr>
              <w:pStyle w:val="libPoem"/>
            </w:pPr>
            <w:r>
              <w:rPr>
                <w:rtl/>
                <w:lang w:bidi="fa-IR"/>
              </w:rPr>
              <w:t>وانته يبويه شربي وانته يبويه زادي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4E58" w14:paraId="195D9419" w14:textId="77777777" w:rsidTr="00C74E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13" w:type="dxa"/>
          </w:tcPr>
          <w:p w14:paraId="613236E6" w14:textId="77777777" w:rsidR="00C74E58" w:rsidRDefault="00C74E58" w:rsidP="00D82D0B">
            <w:pPr>
              <w:pStyle w:val="libPoem"/>
            </w:pPr>
            <w:r>
              <w:rPr>
                <w:rtl/>
                <w:lang w:bidi="fa-IR"/>
              </w:rPr>
              <w:t>يا ما على كتفينك يابه حملت اُولادي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E71081E" w14:textId="77777777" w:rsidR="00C74E58" w:rsidRDefault="00C74E58" w:rsidP="00D82D0B">
            <w:pPr>
              <w:pStyle w:val="libPoem"/>
              <w:rPr>
                <w:rtl/>
              </w:rPr>
            </w:pPr>
          </w:p>
        </w:tc>
        <w:tc>
          <w:tcPr>
            <w:tcW w:w="3509" w:type="dxa"/>
          </w:tcPr>
          <w:p w14:paraId="31515CB0" w14:textId="77777777" w:rsidR="00C74E58" w:rsidRDefault="00C74E58" w:rsidP="00D82D0B">
            <w:pPr>
              <w:pStyle w:val="libPoem"/>
            </w:pPr>
            <w:r>
              <w:rPr>
                <w:rtl/>
                <w:lang w:bidi="fa-IR"/>
              </w:rPr>
              <w:t>حنّي يغبرة اُووني بعد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النّبي ياداره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4E58" w14:paraId="2B952C15" w14:textId="77777777" w:rsidTr="00C74E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13" w:type="dxa"/>
          </w:tcPr>
          <w:p w14:paraId="3607337D" w14:textId="77777777" w:rsidR="00C74E58" w:rsidRDefault="00C74E58" w:rsidP="00D82D0B">
            <w:pPr>
              <w:pStyle w:val="libPoem"/>
            </w:pPr>
            <w:r>
              <w:rPr>
                <w:rtl/>
                <w:lang w:bidi="fa-IR"/>
              </w:rPr>
              <w:t>يا تربة الضميتي جسم النّبي العدناني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4D4F02EC" w14:textId="77777777" w:rsidR="00C74E58" w:rsidRDefault="00C74E58" w:rsidP="00D82D0B">
            <w:pPr>
              <w:pStyle w:val="libPoem"/>
              <w:rPr>
                <w:rtl/>
              </w:rPr>
            </w:pPr>
          </w:p>
        </w:tc>
        <w:tc>
          <w:tcPr>
            <w:tcW w:w="3509" w:type="dxa"/>
          </w:tcPr>
          <w:p w14:paraId="6B3000A2" w14:textId="77777777" w:rsidR="00C74E58" w:rsidRDefault="00C74E58" w:rsidP="00D82D0B">
            <w:pPr>
              <w:pStyle w:val="libPoem"/>
            </w:pPr>
            <w:r>
              <w:rPr>
                <w:rtl/>
                <w:lang w:bidi="fa-IR"/>
              </w:rPr>
              <w:t>باسايلك ما ينقل تربك ضريح الثاني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4E58" w14:paraId="2EA76691" w14:textId="77777777" w:rsidTr="00C74E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13" w:type="dxa"/>
          </w:tcPr>
          <w:p w14:paraId="14C8E465" w14:textId="77777777" w:rsidR="00C74E58" w:rsidRDefault="00C74E58" w:rsidP="00C74E58">
            <w:pPr>
              <w:pStyle w:val="libPoem"/>
            </w:pPr>
            <w:r>
              <w:rPr>
                <w:rtl/>
                <w:lang w:bidi="fa-IR"/>
              </w:rPr>
              <w:t>باقسم عليك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إبشأنه اُوباقسم عليك إبشأني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9EEA418" w14:textId="77777777" w:rsidR="00C74E58" w:rsidRDefault="00C74E58" w:rsidP="00D82D0B">
            <w:pPr>
              <w:pStyle w:val="libPoem"/>
              <w:rPr>
                <w:rtl/>
              </w:rPr>
            </w:pPr>
          </w:p>
        </w:tc>
        <w:tc>
          <w:tcPr>
            <w:tcW w:w="3509" w:type="dxa"/>
          </w:tcPr>
          <w:p w14:paraId="531A2FC4" w14:textId="77777777" w:rsidR="00C74E58" w:rsidRDefault="00C74E58" w:rsidP="00D82D0B">
            <w:pPr>
              <w:pStyle w:val="libPoem"/>
            </w:pPr>
            <w:r>
              <w:rPr>
                <w:rtl/>
                <w:lang w:bidi="fa-IR"/>
              </w:rPr>
              <w:t>سوّي محل واخذيني تحت البدر باجواره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716A5E2" w14:textId="77777777" w:rsidR="00EE7C84" w:rsidRDefault="00E21949" w:rsidP="0006651D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84B39" w14:paraId="01FDB3D0" w14:textId="77777777" w:rsidTr="00D82D0B">
        <w:trPr>
          <w:trHeight w:val="350"/>
        </w:trPr>
        <w:tc>
          <w:tcPr>
            <w:tcW w:w="3920" w:type="dxa"/>
            <w:shd w:val="clear" w:color="auto" w:fill="auto"/>
          </w:tcPr>
          <w:p w14:paraId="6AE6CDCE" w14:textId="77777777" w:rsidR="00084B39" w:rsidRDefault="00084B39" w:rsidP="00D82D0B">
            <w:pPr>
              <w:pStyle w:val="libPoem"/>
            </w:pPr>
            <w:r>
              <w:rPr>
                <w:rtl/>
                <w:lang w:bidi="fa-IR"/>
              </w:rPr>
              <w:t>فاطمْ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تقول لولادها وإدموعها همّالهْ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3723798" w14:textId="77777777" w:rsidR="00084B39" w:rsidRDefault="00084B39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FCBA174" w14:textId="77777777" w:rsidR="00084B39" w:rsidRDefault="00084B39" w:rsidP="00D82D0B">
            <w:pPr>
              <w:pStyle w:val="libPoem"/>
            </w:pPr>
            <w:r>
              <w:rPr>
                <w:rtl/>
                <w:lang w:bidi="fa-IR"/>
              </w:rPr>
              <w:t>قوموا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نودّع للنّبي حطّوه في شيّاله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4B39" w14:paraId="34E09C53" w14:textId="77777777" w:rsidTr="00D82D0B">
        <w:trPr>
          <w:trHeight w:val="350"/>
        </w:trPr>
        <w:tc>
          <w:tcPr>
            <w:tcW w:w="3920" w:type="dxa"/>
          </w:tcPr>
          <w:p w14:paraId="7CE7EFC7" w14:textId="77777777" w:rsidR="00084B39" w:rsidRDefault="00084B39" w:rsidP="00D82D0B">
            <w:pPr>
              <w:pStyle w:val="libPoem"/>
            </w:pPr>
            <w:r>
              <w:rPr>
                <w:rtl/>
                <w:lang w:bidi="fa-IR"/>
              </w:rPr>
              <w:t>طلعت اُوهيه اتنادي اُوشبلينها ويّاها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E68E7E" w14:textId="77777777" w:rsidR="00084B39" w:rsidRDefault="00084B39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F56996" w14:textId="77777777" w:rsidR="00084B39" w:rsidRDefault="00084B39" w:rsidP="00D82D0B">
            <w:pPr>
              <w:pStyle w:val="libPoem"/>
            </w:pPr>
            <w:r>
              <w:rPr>
                <w:rtl/>
                <w:lang w:bidi="fa-IR"/>
              </w:rPr>
              <w:t>يا والدي يا محمّد يا مصطفى يا طاها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4B39" w14:paraId="078A11E6" w14:textId="77777777" w:rsidTr="00D82D0B">
        <w:trPr>
          <w:trHeight w:val="350"/>
        </w:trPr>
        <w:tc>
          <w:tcPr>
            <w:tcW w:w="3920" w:type="dxa"/>
          </w:tcPr>
          <w:p w14:paraId="27D9E74F" w14:textId="77777777" w:rsidR="00084B39" w:rsidRDefault="00084B39" w:rsidP="00084B39">
            <w:pPr>
              <w:pStyle w:val="libPoem"/>
            </w:pPr>
            <w:r>
              <w:rPr>
                <w:rtl/>
                <w:lang w:bidi="fa-IR"/>
              </w:rPr>
              <w:t>عن بضعتَكْ باتسافرتشمتْ عليها اعداها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8B7C4A" w14:textId="77777777" w:rsidR="00084B39" w:rsidRDefault="00084B39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2C24BC" w14:textId="77777777" w:rsidR="00084B39" w:rsidRDefault="00084B39" w:rsidP="00D82D0B">
            <w:pPr>
              <w:pStyle w:val="libPoem"/>
            </w:pPr>
            <w:r>
              <w:rPr>
                <w:rtl/>
                <w:lang w:bidi="fa-IR"/>
              </w:rPr>
              <w:t>وانكانْ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عنّي شايل وياك آني شيّاله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4B39" w14:paraId="1D5B2FAF" w14:textId="77777777" w:rsidTr="00D82D0B">
        <w:trPr>
          <w:trHeight w:val="350"/>
        </w:trPr>
        <w:tc>
          <w:tcPr>
            <w:tcW w:w="3920" w:type="dxa"/>
          </w:tcPr>
          <w:p w14:paraId="56DD509D" w14:textId="77777777" w:rsidR="00084B39" w:rsidRDefault="00084B39" w:rsidP="00D82D0B">
            <w:pPr>
              <w:pStyle w:val="libPoem"/>
            </w:pPr>
            <w:r>
              <w:rPr>
                <w:rtl/>
                <w:lang w:bidi="fa-IR"/>
              </w:rPr>
              <w:t>لحد يبو شبليني باتروح عن شبليني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6A6963" w14:textId="77777777" w:rsidR="00084B39" w:rsidRDefault="00084B39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599FFB" w14:textId="77777777" w:rsidR="00084B39" w:rsidRDefault="00084B39" w:rsidP="00D82D0B">
            <w:pPr>
              <w:pStyle w:val="libPoem"/>
            </w:pPr>
            <w:r>
              <w:rPr>
                <w:rtl/>
                <w:lang w:bidi="fa-IR"/>
              </w:rPr>
              <w:t>وآني العزيزة عندك باتروح واتخلّيني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4B39" w14:paraId="0D32FEAE" w14:textId="77777777" w:rsidTr="00D82D0B">
        <w:trPr>
          <w:trHeight w:val="350"/>
        </w:trPr>
        <w:tc>
          <w:tcPr>
            <w:tcW w:w="3920" w:type="dxa"/>
          </w:tcPr>
          <w:p w14:paraId="4E411BB3" w14:textId="77777777" w:rsidR="00084B39" w:rsidRDefault="00084B39" w:rsidP="00D82D0B">
            <w:pPr>
              <w:pStyle w:val="libPoem"/>
            </w:pPr>
            <w:r>
              <w:rPr>
                <w:rtl/>
                <w:lang w:bidi="fa-IR"/>
              </w:rPr>
              <w:t>الله لَشد إعصابتي واَهمل مدامعْ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D074AD" w14:textId="77777777" w:rsidR="00084B39" w:rsidRDefault="00084B39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18D1BD" w14:textId="77777777" w:rsidR="00084B39" w:rsidRDefault="00084B39" w:rsidP="00084B39">
            <w:pPr>
              <w:pStyle w:val="libPoem"/>
            </w:pPr>
            <w:r>
              <w:rPr>
                <w:rtl/>
                <w:lang w:bidi="fa-IR"/>
              </w:rPr>
              <w:t>وانكانْ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عنّي شايل وياك آني شيّاله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4B39" w14:paraId="520E4D15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8610378" w14:textId="77777777" w:rsidR="00084B39" w:rsidRDefault="00084B39" w:rsidP="00D82D0B">
            <w:pPr>
              <w:pStyle w:val="libPoem"/>
            </w:pPr>
            <w:r>
              <w:rPr>
                <w:rtl/>
                <w:lang w:bidi="fa-IR"/>
              </w:rPr>
              <w:t>يا عزوتي يا رجالي قوموا ادفنوني حيّه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CF1483" w14:textId="77777777" w:rsidR="00084B39" w:rsidRDefault="00084B39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52AEF1" w14:textId="77777777" w:rsidR="00084B39" w:rsidRDefault="00084B39" w:rsidP="00084B39">
            <w:pPr>
              <w:pStyle w:val="libPoem"/>
            </w:pPr>
            <w:r>
              <w:rPr>
                <w:rtl/>
                <w:lang w:bidi="fa-IR"/>
              </w:rPr>
              <w:t>من غيرماي جاري اُومن غير غسل اُونيّه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4B39" w14:paraId="0B0716D5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9B01073" w14:textId="77777777" w:rsidR="00084B39" w:rsidRDefault="00084B39" w:rsidP="00D82D0B">
            <w:pPr>
              <w:pStyle w:val="libPoem"/>
            </w:pPr>
            <w:r>
              <w:rPr>
                <w:rtl/>
                <w:lang w:bidi="fa-IR"/>
              </w:rPr>
              <w:t>لجله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لَشد إعصابتي ما دام عيني حيّه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73BBE2" w14:textId="77777777" w:rsidR="00084B39" w:rsidRDefault="00084B39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FB981A" w14:textId="77777777" w:rsidR="00084B39" w:rsidRDefault="00084B39" w:rsidP="00D82D0B">
            <w:pPr>
              <w:pStyle w:val="libPoem"/>
            </w:pPr>
            <w:r>
              <w:rPr>
                <w:rtl/>
                <w:lang w:bidi="fa-IR"/>
              </w:rPr>
              <w:t>واِمن الحزن لتحمّل حمل يكض شيّاله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4B39" w14:paraId="3AA4BEA5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A03A6BF" w14:textId="77777777" w:rsidR="00084B39" w:rsidRDefault="00084B39" w:rsidP="00D82D0B">
            <w:pPr>
              <w:pStyle w:val="libPoem"/>
            </w:pPr>
            <w:r>
              <w:rPr>
                <w:rtl/>
                <w:lang w:bidi="fa-IR"/>
              </w:rPr>
              <w:t>بالهون يا شيّالة بالهون يا شيّالَه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20BE28" w14:textId="77777777" w:rsidR="00084B39" w:rsidRDefault="00084B39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2BFD64" w14:textId="77777777" w:rsidR="00084B39" w:rsidRDefault="00084B39" w:rsidP="00D82D0B">
            <w:pPr>
              <w:pStyle w:val="libPoem"/>
            </w:pPr>
            <w:r>
              <w:rPr>
                <w:rtl/>
                <w:lang w:bidi="fa-IR"/>
              </w:rPr>
              <w:t>نعش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النّبي المصطفى بالهون يا شيّالَه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4B39" w14:paraId="1E38CA4C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D328732" w14:textId="77777777" w:rsidR="00084B39" w:rsidRDefault="00084B39" w:rsidP="00D82D0B">
            <w:pPr>
              <w:pStyle w:val="libPoem"/>
            </w:pPr>
            <w:r>
              <w:rPr>
                <w:rtl/>
                <w:lang w:bidi="fa-IR"/>
              </w:rPr>
              <w:t>يا مجهّزين الهادي بالهون لا تشيلونهْ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797F66" w14:textId="77777777" w:rsidR="00084B39" w:rsidRDefault="00084B39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195E06" w14:textId="77777777" w:rsidR="00084B39" w:rsidRDefault="00084B39" w:rsidP="00D82D0B">
            <w:pPr>
              <w:pStyle w:val="libPoem"/>
            </w:pPr>
            <w:r>
              <w:rPr>
                <w:rtl/>
                <w:lang w:bidi="fa-IR"/>
              </w:rPr>
              <w:t>خلّه تجي له عزونه</w:t>
            </w:r>
            <w:r w:rsidRPr="00084B39">
              <w:rPr>
                <w:rStyle w:val="libFootnotenumChar"/>
                <w:rtl/>
              </w:rPr>
              <w:t>(1)</w:t>
            </w:r>
            <w:r>
              <w:rPr>
                <w:rtl/>
                <w:lang w:bidi="fa-IR"/>
              </w:rPr>
              <w:t xml:space="preserve"> واجماعته ايحضرونه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3B58F58" w14:textId="77777777" w:rsidR="00EE7C84" w:rsidRDefault="00C74E58" w:rsidP="00C74E58">
      <w:pPr>
        <w:pStyle w:val="libLine"/>
        <w:rPr>
          <w:lang w:bidi="fa-IR"/>
        </w:rPr>
      </w:pPr>
      <w:r>
        <w:rPr>
          <w:rtl/>
          <w:lang w:bidi="fa-IR"/>
        </w:rPr>
        <w:t>____________________</w:t>
      </w:r>
    </w:p>
    <w:p w14:paraId="6748CC41" w14:textId="77777777" w:rsidR="00EE7C84" w:rsidRDefault="00EE7C84" w:rsidP="00C74E58">
      <w:pPr>
        <w:pStyle w:val="libFootnote0"/>
        <w:rPr>
          <w:lang w:bidi="fa-IR"/>
        </w:rPr>
      </w:pPr>
      <w:r>
        <w:rPr>
          <w:rtl/>
          <w:lang w:bidi="fa-IR"/>
        </w:rPr>
        <w:t>(1) لا يخفى ما في الشطر من إرباك بيّن</w:t>
      </w:r>
      <w:r w:rsidR="00FB110A">
        <w:rPr>
          <w:rtl/>
          <w:lang w:bidi="fa-IR"/>
        </w:rPr>
        <w:t>.</w:t>
      </w:r>
      <w:r>
        <w:rPr>
          <w:rtl/>
          <w:lang w:bidi="fa-IR"/>
        </w:rPr>
        <w:t xml:space="preserve"> (موقع معهد الإمامين الحسنَين)</w:t>
      </w:r>
    </w:p>
    <w:p w14:paraId="6ED0B6A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60A68" w14:paraId="24B51329" w14:textId="77777777" w:rsidTr="00D82D0B">
        <w:trPr>
          <w:trHeight w:val="350"/>
        </w:trPr>
        <w:tc>
          <w:tcPr>
            <w:tcW w:w="3920" w:type="dxa"/>
            <w:shd w:val="clear" w:color="auto" w:fill="auto"/>
          </w:tcPr>
          <w:p w14:paraId="57FCD540" w14:textId="77777777" w:rsidR="00C60A68" w:rsidRDefault="00C60A68" w:rsidP="00D82D0B">
            <w:pPr>
              <w:pStyle w:val="libPoem"/>
            </w:pPr>
            <w:r>
              <w:rPr>
                <w:rtl/>
                <w:lang w:bidi="fa-IR"/>
              </w:rPr>
              <w:lastRenderedPageBreak/>
              <w:t>خلّوا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البتولة اتودعَه من قبل ماتدفنونهْ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98DE054" w14:textId="77777777" w:rsidR="00C60A68" w:rsidRDefault="00C60A68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2E3B574" w14:textId="77777777" w:rsidR="00C60A68" w:rsidRDefault="00C60A68" w:rsidP="00D82D0B">
            <w:pPr>
              <w:pStyle w:val="libPoem"/>
            </w:pPr>
            <w:r>
              <w:rPr>
                <w:rtl/>
                <w:lang w:bidi="fa-IR"/>
              </w:rPr>
              <w:t>خلّه تجي سبطينه هاليوم تنظر حالَهْ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A68" w14:paraId="3C052A1E" w14:textId="77777777" w:rsidTr="00D82D0B">
        <w:trPr>
          <w:trHeight w:val="350"/>
        </w:trPr>
        <w:tc>
          <w:tcPr>
            <w:tcW w:w="3920" w:type="dxa"/>
          </w:tcPr>
          <w:p w14:paraId="51ACD4A6" w14:textId="77777777" w:rsidR="00C60A68" w:rsidRDefault="00C60A68" w:rsidP="00D82D0B">
            <w:pPr>
              <w:pStyle w:val="libPoem"/>
            </w:pPr>
            <w:r>
              <w:rPr>
                <w:rtl/>
                <w:lang w:bidi="fa-IR"/>
              </w:rPr>
              <w:t>جتّي البتولة إتنادي مَعْ والدي دفنوني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66CC74" w14:textId="77777777" w:rsidR="00C60A68" w:rsidRDefault="00C60A68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BE6A69" w14:textId="77777777" w:rsidR="00C60A68" w:rsidRDefault="00C60A68" w:rsidP="00D82D0B">
            <w:pPr>
              <w:pStyle w:val="libPoem"/>
            </w:pPr>
            <w:r>
              <w:rPr>
                <w:rtl/>
                <w:lang w:bidi="fa-IR"/>
              </w:rPr>
              <w:t>يا ياب عفت الدنيا بعدك ينور اِعيوني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A68" w14:paraId="11FB2EEF" w14:textId="77777777" w:rsidTr="00D82D0B">
        <w:trPr>
          <w:trHeight w:val="350"/>
        </w:trPr>
        <w:tc>
          <w:tcPr>
            <w:tcW w:w="3920" w:type="dxa"/>
          </w:tcPr>
          <w:p w14:paraId="2D2D9100" w14:textId="77777777" w:rsidR="00C60A68" w:rsidRDefault="00C60A68" w:rsidP="00C60A68">
            <w:pPr>
              <w:pStyle w:val="libPoem"/>
            </w:pPr>
            <w:r>
              <w:rPr>
                <w:rtl/>
                <w:lang w:bidi="fa-IR"/>
              </w:rPr>
              <w:t>يا ياب جتني قومك وابنارهُم حرقوني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206725" w14:textId="77777777" w:rsidR="00C60A68" w:rsidRDefault="00C60A68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21CE7C" w14:textId="77777777" w:rsidR="00C60A68" w:rsidRDefault="00C60A68" w:rsidP="00D82D0B">
            <w:pPr>
              <w:pStyle w:val="libPoem"/>
            </w:pPr>
            <w:r>
              <w:rPr>
                <w:rtl/>
                <w:lang w:bidi="fa-IR"/>
              </w:rPr>
              <w:t>اُوقادوا وصيّك وتركَوا لمدامعي همّالهْ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A68" w14:paraId="26F861E8" w14:textId="77777777" w:rsidTr="00D82D0B">
        <w:trPr>
          <w:trHeight w:val="350"/>
        </w:trPr>
        <w:tc>
          <w:tcPr>
            <w:tcW w:w="3920" w:type="dxa"/>
          </w:tcPr>
          <w:p w14:paraId="6C445007" w14:textId="77777777" w:rsidR="00C60A68" w:rsidRDefault="00C60A68" w:rsidP="00D82D0B">
            <w:pPr>
              <w:pStyle w:val="libPoem"/>
            </w:pPr>
            <w:r>
              <w:rPr>
                <w:rtl/>
                <w:lang w:bidi="fa-IR"/>
              </w:rPr>
              <w:t>ما دابها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تنتحب في دارها واتنادي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3BF0825" w14:textId="77777777" w:rsidR="00C60A68" w:rsidRDefault="00C60A68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A820A0" w14:textId="77777777" w:rsidR="00C60A68" w:rsidRDefault="00C60A68" w:rsidP="00D82D0B">
            <w:pPr>
              <w:pStyle w:val="libPoem"/>
            </w:pPr>
            <w:r>
              <w:rPr>
                <w:rtl/>
                <w:lang w:bidi="fa-IR"/>
              </w:rPr>
              <w:t>قوموا لقبرِ المصطفى بانروح يا اُولادي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A68" w14:paraId="4CC89C6C" w14:textId="77777777" w:rsidTr="00D82D0B">
        <w:trPr>
          <w:trHeight w:val="350"/>
        </w:trPr>
        <w:tc>
          <w:tcPr>
            <w:tcW w:w="3920" w:type="dxa"/>
          </w:tcPr>
          <w:p w14:paraId="21D0DB92" w14:textId="77777777" w:rsidR="00C60A68" w:rsidRDefault="00C60A68" w:rsidP="00D82D0B">
            <w:pPr>
              <w:pStyle w:val="libPoem"/>
            </w:pPr>
            <w:r>
              <w:rPr>
                <w:rtl/>
                <w:lang w:bidi="fa-IR"/>
              </w:rPr>
              <w:t>ننصب عزانا عنده إنحشمه وانْادي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844528" w14:textId="77777777" w:rsidR="00C60A68" w:rsidRDefault="00C60A68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5DF68F" w14:textId="77777777" w:rsidR="00C60A68" w:rsidRDefault="00C60A68" w:rsidP="00D82D0B">
            <w:pPr>
              <w:pStyle w:val="libPoem"/>
            </w:pPr>
            <w:r>
              <w:rPr>
                <w:rtl/>
                <w:lang w:bidi="fa-IR"/>
              </w:rPr>
              <w:t>يا بوي صرنا بعدك في ذلْ واسوأ حالهْ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A68" w14:paraId="5C8EC57C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725B838" w14:textId="77777777" w:rsidR="00C60A68" w:rsidRDefault="00C60A68" w:rsidP="00D82D0B">
            <w:pPr>
              <w:pStyle w:val="libPoem"/>
            </w:pPr>
            <w:r>
              <w:rPr>
                <w:rtl/>
                <w:lang w:bidi="fa-IR"/>
              </w:rPr>
              <w:t>يعقوب ما صار ابحزنْ يا ياب مثل أحزاني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192625" w14:textId="77777777" w:rsidR="00C60A68" w:rsidRDefault="00C60A68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D91F34" w14:textId="77777777" w:rsidR="00C60A68" w:rsidRDefault="00C60A68" w:rsidP="00D82D0B">
            <w:pPr>
              <w:pStyle w:val="libPoem"/>
            </w:pPr>
            <w:r>
              <w:rPr>
                <w:rtl/>
                <w:lang w:bidi="fa-IR"/>
              </w:rPr>
              <w:t>ولا دنيه نالتْ مثلي اُو عشير أشجاني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A68" w14:paraId="37FB43BC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C3B1DB4" w14:textId="77777777" w:rsidR="00C60A68" w:rsidRDefault="00C60A68" w:rsidP="00D82D0B">
            <w:pPr>
              <w:pStyle w:val="libPoem"/>
            </w:pPr>
            <w:r>
              <w:rPr>
                <w:rtl/>
                <w:lang w:bidi="fa-IR"/>
              </w:rPr>
              <w:t>وأظلم عليّهْ كوني واتشمّتت عدواني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EF85AB" w14:textId="77777777" w:rsidR="00C60A68" w:rsidRDefault="00C60A68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E7AD97" w14:textId="77777777" w:rsidR="00C60A68" w:rsidRDefault="00C60A68" w:rsidP="00D82D0B">
            <w:pPr>
              <w:pStyle w:val="libPoem"/>
            </w:pPr>
            <w:r>
              <w:rPr>
                <w:rtl/>
                <w:lang w:bidi="fa-IR"/>
              </w:rPr>
              <w:t>بعدك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رمتني الدّنيا اُو معتادها ميّالهْ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A68" w14:paraId="6E9D0F6C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D6260E2" w14:textId="77777777" w:rsidR="00C60A68" w:rsidRDefault="00C60A68" w:rsidP="00D82D0B">
            <w:pPr>
              <w:pStyle w:val="libPoem"/>
            </w:pPr>
            <w:r>
              <w:rPr>
                <w:rtl/>
                <w:lang w:bidi="fa-IR"/>
              </w:rPr>
              <w:t>يابه عليّ المرتضى دخلوا عليهْ إبدارهْ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2B92ED" w14:textId="77777777" w:rsidR="00C60A68" w:rsidRDefault="00C60A68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B032E3" w14:textId="77777777" w:rsidR="00C60A68" w:rsidRDefault="00C60A68" w:rsidP="00D82D0B">
            <w:pPr>
              <w:pStyle w:val="libPoem"/>
            </w:pPr>
            <w:r>
              <w:rPr>
                <w:rtl/>
                <w:lang w:bidi="fa-IR"/>
              </w:rPr>
              <w:t>والأجنبي يا بويّه بعدك حرّقها اِبنارهْ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A68" w14:paraId="07D392AF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A6594BA" w14:textId="77777777" w:rsidR="00C60A68" w:rsidRDefault="00C60A68" w:rsidP="00D82D0B">
            <w:pPr>
              <w:pStyle w:val="libPoem"/>
            </w:pPr>
            <w:r>
              <w:rPr>
                <w:rtl/>
                <w:lang w:bidi="fa-IR"/>
              </w:rPr>
              <w:t>وآني صرت يا والدي بين العدى محتارهْ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076C07" w14:textId="77777777" w:rsidR="00C60A68" w:rsidRDefault="00C60A68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C814D2" w14:textId="77777777" w:rsidR="00C60A68" w:rsidRDefault="00C60A68" w:rsidP="00C60A68">
            <w:pPr>
              <w:pStyle w:val="libPoem"/>
            </w:pPr>
            <w:r>
              <w:rPr>
                <w:rtl/>
                <w:lang w:bidi="fa-IR"/>
              </w:rPr>
              <w:t>والحسن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سبطَك ينتحب واِمدامعه همّالهْ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A68" w14:paraId="613273AA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AAF079C" w14:textId="77777777" w:rsidR="00C60A68" w:rsidRDefault="00C60A68" w:rsidP="00C60A68">
            <w:pPr>
              <w:pStyle w:val="libPoem"/>
            </w:pPr>
            <w:r>
              <w:rPr>
                <w:rtl/>
                <w:lang w:bidi="fa-IR"/>
              </w:rPr>
              <w:t>واِحسين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سبطك يبجي دوبه يجر 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C3C2D1" w14:textId="77777777" w:rsidR="00C60A68" w:rsidRDefault="00C60A68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1588EA" w14:textId="77777777" w:rsidR="00C60A68" w:rsidRDefault="00C60A68" w:rsidP="00D82D0B">
            <w:pPr>
              <w:pStyle w:val="libPoem"/>
            </w:pPr>
            <w:r>
              <w:rPr>
                <w:rtl/>
                <w:lang w:bidi="fa-IR"/>
              </w:rPr>
              <w:t>في وين جدنا المصطفى ذاليوم سافر عنّه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A68" w14:paraId="33DC0CAF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78C27EF" w14:textId="77777777" w:rsidR="00C60A68" w:rsidRDefault="00C60A68" w:rsidP="00D82D0B">
            <w:pPr>
              <w:pStyle w:val="libPoem"/>
            </w:pPr>
            <w:r>
              <w:rPr>
                <w:rtl/>
                <w:lang w:bidi="fa-IR"/>
              </w:rPr>
              <w:t>اُوحيدر يون اُوينتحب والنوح صاير فنّه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E4DA3D" w14:textId="77777777" w:rsidR="00C60A68" w:rsidRDefault="00C60A68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95048B" w14:textId="77777777" w:rsidR="00C60A68" w:rsidRDefault="00C60A68" w:rsidP="00D82D0B">
            <w:pPr>
              <w:pStyle w:val="libPoem"/>
            </w:pPr>
            <w:r>
              <w:rPr>
                <w:rtl/>
                <w:lang w:bidi="fa-IR"/>
              </w:rPr>
              <w:t>ويقول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عنّي سافر هاللي عشت باظلالهْ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BDF544B" w14:textId="77777777" w:rsidR="00EE7C84" w:rsidRDefault="00E21949" w:rsidP="0006651D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E5DE0" w14:paraId="7A615ECF" w14:textId="77777777" w:rsidTr="00D82D0B">
        <w:trPr>
          <w:trHeight w:val="350"/>
        </w:trPr>
        <w:tc>
          <w:tcPr>
            <w:tcW w:w="3920" w:type="dxa"/>
            <w:shd w:val="clear" w:color="auto" w:fill="auto"/>
          </w:tcPr>
          <w:p w14:paraId="61B175FE" w14:textId="77777777" w:rsidR="006E5DE0" w:rsidRDefault="006E5DE0" w:rsidP="00D82D0B">
            <w:pPr>
              <w:pStyle w:val="libPoem"/>
            </w:pPr>
            <w:r>
              <w:rPr>
                <w:rtl/>
                <w:lang w:bidi="fa-IR"/>
              </w:rPr>
              <w:t>ما تثُور يا حيدر عليْ تتدارك الدّينْ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0088CAD" w14:textId="77777777" w:rsidR="006E5DE0" w:rsidRDefault="006E5DE0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309CF46" w14:textId="77777777" w:rsidR="006E5DE0" w:rsidRDefault="006E5DE0" w:rsidP="00D82D0B">
            <w:pPr>
              <w:pStyle w:val="libPoem"/>
            </w:pPr>
            <w:r>
              <w:rPr>
                <w:rtl/>
                <w:lang w:bidi="fa-IR"/>
              </w:rPr>
              <w:t>منبر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الهادي ينتخي باسمك يبو حسينْ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5DE0" w14:paraId="03DCD5CC" w14:textId="77777777" w:rsidTr="00D82D0B">
        <w:trPr>
          <w:trHeight w:val="350"/>
        </w:trPr>
        <w:tc>
          <w:tcPr>
            <w:tcW w:w="3920" w:type="dxa"/>
          </w:tcPr>
          <w:p w14:paraId="047F15C0" w14:textId="77777777" w:rsidR="006E5DE0" w:rsidRDefault="006E5DE0" w:rsidP="00D82D0B">
            <w:pPr>
              <w:pStyle w:val="libPoem"/>
            </w:pPr>
            <w:r>
              <w:rPr>
                <w:rtl/>
                <w:lang w:bidi="fa-IR"/>
              </w:rPr>
              <w:t>منبر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الهادي ينتخي باسمك يضرغامْ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72259E" w14:textId="77777777" w:rsidR="006E5DE0" w:rsidRDefault="006E5DE0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19E116" w14:textId="77777777" w:rsidR="006E5DE0" w:rsidRDefault="006E5DE0" w:rsidP="00D82D0B">
            <w:pPr>
              <w:pStyle w:val="libPoem"/>
            </w:pPr>
            <w:r>
              <w:rPr>
                <w:rtl/>
                <w:lang w:bidi="fa-IR"/>
              </w:rPr>
              <w:t>بعد النّبيِّ المصطفى اتضعضعْ الإسلامْ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5DE0" w14:paraId="62BACF63" w14:textId="77777777" w:rsidTr="00D82D0B">
        <w:trPr>
          <w:trHeight w:val="350"/>
        </w:trPr>
        <w:tc>
          <w:tcPr>
            <w:tcW w:w="3920" w:type="dxa"/>
          </w:tcPr>
          <w:p w14:paraId="4A02AD8E" w14:textId="77777777" w:rsidR="006E5DE0" w:rsidRDefault="006E5DE0" w:rsidP="00D82D0B">
            <w:pPr>
              <w:pStyle w:val="libPoem"/>
            </w:pPr>
            <w:r>
              <w:rPr>
                <w:rtl/>
                <w:lang w:bidi="fa-IR"/>
              </w:rPr>
              <w:t>ترضى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يحيدرْ يدخلوا بيتي هلقوامْ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C8EE23" w14:textId="77777777" w:rsidR="006E5DE0" w:rsidRDefault="006E5DE0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648E7B" w14:textId="77777777" w:rsidR="006E5DE0" w:rsidRDefault="006E5DE0" w:rsidP="00D82D0B">
            <w:pPr>
              <w:pStyle w:val="libPoem"/>
            </w:pPr>
            <w:r>
              <w:rPr>
                <w:rtl/>
                <w:lang w:bidi="fa-IR"/>
              </w:rPr>
              <w:t>دخلوا عليّه اُو والدي من غير تكفينْ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5DE0" w14:paraId="5341F3B5" w14:textId="77777777" w:rsidTr="00D82D0B">
        <w:trPr>
          <w:trHeight w:val="350"/>
        </w:trPr>
        <w:tc>
          <w:tcPr>
            <w:tcW w:w="3920" w:type="dxa"/>
          </w:tcPr>
          <w:p w14:paraId="33B2E67A" w14:textId="77777777" w:rsidR="006E5DE0" w:rsidRDefault="006E5DE0" w:rsidP="00D82D0B">
            <w:pPr>
              <w:pStyle w:val="libPoem"/>
            </w:pPr>
            <w:r>
              <w:rPr>
                <w:rtl/>
                <w:lang w:bidi="fa-IR"/>
              </w:rPr>
              <w:t>خلِّ الصبر يا بو الحسنْ ما هو محلّهْ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40A42B" w14:textId="77777777" w:rsidR="006E5DE0" w:rsidRDefault="006E5DE0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E6FB42" w14:textId="77777777" w:rsidR="006E5DE0" w:rsidRDefault="006E5DE0" w:rsidP="00D82D0B">
            <w:pPr>
              <w:pStyle w:val="libPoem"/>
            </w:pPr>
            <w:r>
              <w:rPr>
                <w:rtl/>
                <w:lang w:bidi="fa-IR"/>
              </w:rPr>
              <w:t>والأجنبي يا بو الحسن بيتي يدخلهْ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5DE0" w14:paraId="1BDC2247" w14:textId="77777777" w:rsidTr="00D82D0B">
        <w:trPr>
          <w:trHeight w:val="350"/>
        </w:trPr>
        <w:tc>
          <w:tcPr>
            <w:tcW w:w="3920" w:type="dxa"/>
          </w:tcPr>
          <w:p w14:paraId="242F53B4" w14:textId="77777777" w:rsidR="006E5DE0" w:rsidRDefault="006E5DE0" w:rsidP="00D82D0B">
            <w:pPr>
              <w:pStyle w:val="libPoem"/>
            </w:pPr>
            <w:r>
              <w:rPr>
                <w:rtl/>
                <w:lang w:bidi="fa-IR"/>
              </w:rPr>
              <w:t>اِنهض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يحيدر سيفك البتّار سِلّهْ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AAD7EA" w14:textId="77777777" w:rsidR="006E5DE0" w:rsidRDefault="006E5DE0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29F657" w14:textId="77777777" w:rsidR="006E5DE0" w:rsidRDefault="006E5DE0" w:rsidP="00D82D0B">
            <w:pPr>
              <w:pStyle w:val="libPoem"/>
            </w:pPr>
            <w:r>
              <w:rPr>
                <w:rtl/>
                <w:lang w:bidi="fa-IR"/>
              </w:rPr>
              <w:t>واصعد مقامك يا علي واتداركْ الدينْ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5DE0" w14:paraId="4F5CA144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71BB9E2" w14:textId="77777777" w:rsidR="006E5DE0" w:rsidRDefault="006E5DE0" w:rsidP="00D82D0B">
            <w:pPr>
              <w:pStyle w:val="libPoem"/>
            </w:pPr>
            <w:r>
              <w:rPr>
                <w:rtl/>
                <w:lang w:bidi="fa-IR"/>
              </w:rPr>
              <w:t>مكسور ضلعي اُو منزلي محروق بالنارْ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B706DE" w14:textId="77777777" w:rsidR="006E5DE0" w:rsidRDefault="006E5DE0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8F3E79" w14:textId="77777777" w:rsidR="006E5DE0" w:rsidRDefault="006E5DE0" w:rsidP="00D82D0B">
            <w:pPr>
              <w:pStyle w:val="libPoem"/>
            </w:pPr>
            <w:r>
              <w:rPr>
                <w:rtl/>
                <w:lang w:bidi="fa-IR"/>
              </w:rPr>
              <w:t>واجنين بطني سقّطه واَنبت المسمارْ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FA38A7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3"/>
        <w:gridCol w:w="304"/>
        <w:gridCol w:w="3914"/>
      </w:tblGrid>
      <w:tr w:rsidR="00B04EBC" w14:paraId="11BFB393" w14:textId="77777777" w:rsidTr="00B04EBC">
        <w:trPr>
          <w:trHeight w:val="350"/>
        </w:trPr>
        <w:tc>
          <w:tcPr>
            <w:tcW w:w="3536" w:type="dxa"/>
            <w:shd w:val="clear" w:color="auto" w:fill="auto"/>
          </w:tcPr>
          <w:p w14:paraId="3003CC20" w14:textId="77777777" w:rsidR="00B04EBC" w:rsidRDefault="00B04EBC" w:rsidP="00D82D0B">
            <w:pPr>
              <w:pStyle w:val="libPoem"/>
            </w:pPr>
            <w:r>
              <w:rPr>
                <w:rtl/>
                <w:lang w:bidi="fa-IR"/>
              </w:rPr>
              <w:lastRenderedPageBreak/>
              <w:t>واليوم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يومك يا علي اِنهض يمغوارْ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1CBAB9C0" w14:textId="77777777" w:rsidR="00B04EBC" w:rsidRDefault="00B04EBC" w:rsidP="00D82D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14:paraId="4274B139" w14:textId="77777777" w:rsidR="00B04EBC" w:rsidRDefault="00B04EBC" w:rsidP="00D82D0B">
            <w:pPr>
              <w:pStyle w:val="libPoem"/>
            </w:pPr>
            <w:r>
              <w:rPr>
                <w:rtl/>
                <w:lang w:bidi="fa-IR"/>
              </w:rPr>
              <w:t>اُوهدّي امحزاتك عَليْ يمشيّد الدينْ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EBC" w14:paraId="08BA63F7" w14:textId="77777777" w:rsidTr="00B04EBC">
        <w:trPr>
          <w:trHeight w:val="350"/>
        </w:trPr>
        <w:tc>
          <w:tcPr>
            <w:tcW w:w="3536" w:type="dxa"/>
          </w:tcPr>
          <w:p w14:paraId="0258B60B" w14:textId="77777777" w:rsidR="00B04EBC" w:rsidRDefault="00B04EBC" w:rsidP="00D82D0B">
            <w:pPr>
              <w:pStyle w:val="libPoem"/>
            </w:pPr>
            <w:r>
              <w:rPr>
                <w:rtl/>
                <w:lang w:bidi="fa-IR"/>
              </w:rPr>
              <w:t>يوم الهزاهز والوقايع والشدايدْ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04C7AD9" w14:textId="77777777" w:rsidR="00B04EBC" w:rsidRDefault="00B04EBC" w:rsidP="00D82D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11188D0" w14:textId="77777777" w:rsidR="00B04EBC" w:rsidRDefault="00B04EBC" w:rsidP="00D82D0B">
            <w:pPr>
              <w:pStyle w:val="libPoem"/>
            </w:pPr>
            <w:r>
              <w:rPr>
                <w:rtl/>
                <w:lang w:bidi="fa-IR"/>
              </w:rPr>
              <w:t>ما قَط وتيت ولا جزعتْ اللهُ الشاهدْ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EBC" w14:paraId="07C4F02B" w14:textId="77777777" w:rsidTr="00B04EBC">
        <w:trPr>
          <w:trHeight w:val="350"/>
        </w:trPr>
        <w:tc>
          <w:tcPr>
            <w:tcW w:w="3536" w:type="dxa"/>
          </w:tcPr>
          <w:p w14:paraId="7199AA62" w14:textId="77777777" w:rsidR="00B04EBC" w:rsidRDefault="00B04EBC" w:rsidP="00D82D0B">
            <w:pPr>
              <w:pStyle w:val="libPoem"/>
            </w:pPr>
            <w:r>
              <w:rPr>
                <w:rtl/>
                <w:lang w:bidi="fa-IR"/>
              </w:rPr>
              <w:t>وإنكان تريني يا بتولة اليوم قاعدْ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F2A5F86" w14:textId="77777777" w:rsidR="00B04EBC" w:rsidRDefault="00B04EBC" w:rsidP="00D82D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79F5D24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عندي وصيّة اِمن النّبي خير النبيّينْ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EBC" w14:paraId="0414A296" w14:textId="77777777" w:rsidTr="00B04EBC">
        <w:trPr>
          <w:trHeight w:val="350"/>
        </w:trPr>
        <w:tc>
          <w:tcPr>
            <w:tcW w:w="3536" w:type="dxa"/>
          </w:tcPr>
          <w:p w14:paraId="293E5D0A" w14:textId="77777777" w:rsidR="00B04EBC" w:rsidRDefault="00B75D1E" w:rsidP="00B75D1E">
            <w:pPr>
              <w:pStyle w:val="libPoem"/>
            </w:pPr>
            <w:r>
              <w:rPr>
                <w:rtl/>
                <w:lang w:bidi="fa-IR"/>
              </w:rPr>
              <w:t>صبري يزهرةعلى الأذى اُوتكسير الضلوعْ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884240B" w14:textId="77777777" w:rsidR="00B04EBC" w:rsidRDefault="00B04EBC" w:rsidP="00D82D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067AAE9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وآني يزهرة عن مقامي اليوم ممنوعْ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EBC" w14:paraId="1A4D7962" w14:textId="77777777" w:rsidTr="00B04EBC">
        <w:trPr>
          <w:trHeight w:val="350"/>
        </w:trPr>
        <w:tc>
          <w:tcPr>
            <w:tcW w:w="3536" w:type="dxa"/>
          </w:tcPr>
          <w:p w14:paraId="26AE0439" w14:textId="77777777" w:rsidR="00B04EBC" w:rsidRDefault="00B75D1E" w:rsidP="00B75D1E">
            <w:pPr>
              <w:pStyle w:val="libPoem"/>
            </w:pPr>
            <w:r>
              <w:rPr>
                <w:rtl/>
                <w:lang w:bidi="fa-IR"/>
              </w:rPr>
              <w:t>إيحق لك يزهرة[لو]بكيتي اِبسكب الدموعْ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CE4CD3A" w14:textId="77777777" w:rsidR="00B04EBC" w:rsidRDefault="00B04EBC" w:rsidP="00D82D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0A2380F" w14:textId="77777777" w:rsidR="00B04EBC" w:rsidRDefault="00B75D1E" w:rsidP="00B75D1E">
            <w:pPr>
              <w:pStyle w:val="libPoem"/>
            </w:pPr>
            <w:r>
              <w:rPr>
                <w:rtl/>
                <w:lang w:bidi="fa-IR"/>
              </w:rPr>
              <w:t>بس الله الله في اُولادي الحسن واحسينْ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EBC" w14:paraId="4F89BE2A" w14:textId="77777777" w:rsidTr="00B04EB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93667AA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والله يزهرة ما بقت لك بهجة إفادْ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733AE0A" w14:textId="77777777" w:rsidR="00B04EBC" w:rsidRDefault="00B04EBC" w:rsidP="00D82D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4A881D7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في يوم واحد فاقده الوالد ولولادْ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EBC" w14:paraId="3B55D2CB" w14:textId="77777777" w:rsidTr="00B04EB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2513FC6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إمصيبت الأولاد يا هي ذوبتني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2088C10" w14:textId="77777777" w:rsidR="00B04EBC" w:rsidRDefault="00B04EBC" w:rsidP="00D82D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CF2027B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واَنحلت جسمي ما يشيل الثوب متني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EBC" w14:paraId="5218620C" w14:textId="77777777" w:rsidTr="00B04EB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68492BB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لحّد يبوية رحت عنّي اُوضيعتني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6FDF9BC" w14:textId="77777777" w:rsidR="00B04EBC" w:rsidRDefault="00B04EBC" w:rsidP="00D82D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862670E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وأهل المدينة حرموني الشرب والزادْ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EBC" w14:paraId="4CB19D7B" w14:textId="77777777" w:rsidTr="00B04EB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C7637A9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ما بين أني اللي مقابله إبوجهي المحرابْ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E4204F2" w14:textId="77777777" w:rsidR="00B04EBC" w:rsidRDefault="00B04EBC" w:rsidP="00D82D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5C47462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لَسمعْ ولَن القوم والصرخة على البابْ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EBC" w14:paraId="34F82D5B" w14:textId="77777777" w:rsidTr="00B04EB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4F35545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فرّيت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لا دافعْ ولا مانع ولا ذابْ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61B0CE3" w14:textId="77777777" w:rsidR="00B04EBC" w:rsidRDefault="00B04EBC" w:rsidP="00D82D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6CA2B9F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اُو بالباب شفت اِمجمّعة أعداء اُوحسّادْ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EBC" w14:paraId="4A1DFD8E" w14:textId="77777777" w:rsidTr="00B04EB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FF0D78C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قيدومُهم ضنوة صهاكْ الحبشيّهْ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589E762" w14:textId="77777777" w:rsidR="00B04EBC" w:rsidRDefault="00B04EBC" w:rsidP="00D82D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67E660E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هاللي من الظل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ام نسلٌ والبغيهْ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EBC" w14:paraId="570C8F95" w14:textId="77777777" w:rsidTr="00B04EB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B94FB96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قلتْ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الله الله من النّبيْ ماني الوصيّهْ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D84A2E1" w14:textId="77777777" w:rsidR="00B04EBC" w:rsidRDefault="00B04EBC" w:rsidP="00D82D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4694F1C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قال الوصية ما فعلنا بك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إعنادْ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EBC" w14:paraId="18C1ECA7" w14:textId="77777777" w:rsidTr="00B04EB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7ED19A1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قولي العلي يظهر النا الساعة يبايعْ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DFCE870" w14:textId="77777777" w:rsidR="00B04EBC" w:rsidRDefault="00B04EBC" w:rsidP="00D82D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A6DFE4E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قلت الأسد ما تقوده الأغنام طايعْ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EBC" w14:paraId="7C310EA7" w14:textId="77777777" w:rsidTr="00B04EB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2A06EE0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قالوا يبايع وانْ أبى أل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يبايعْ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FCA67A8" w14:textId="77777777" w:rsidR="00B04EBC" w:rsidRDefault="00B04EBC" w:rsidP="00D82D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2F78188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هاليوم يُقتل قلت وا ضيعة هالاُولادْ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EBC" w14:paraId="60ABA325" w14:textId="77777777" w:rsidTr="00B04EB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10C0B1E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بس ينذبح أدري أنه واُولادي إنضيعْ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613277C" w14:textId="77777777" w:rsidR="00B04EBC" w:rsidRDefault="00B04EBC" w:rsidP="00D82D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7DE929E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اُو عندي من المعلوم ابنْ عمّي فلا يطيعْ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EBC" w14:paraId="421E7DB0" w14:textId="77777777" w:rsidTr="00B04EB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39EA3ED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والحُر ما ينجلب حقّ السّوم والبيعْ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8037AA2" w14:textId="77777777" w:rsidR="00B04EBC" w:rsidRDefault="00B04EBC" w:rsidP="00D82D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8849A40" w14:textId="77777777" w:rsidR="00B04EBC" w:rsidRDefault="00B75D1E" w:rsidP="00D82D0B">
            <w:pPr>
              <w:pStyle w:val="libPoem"/>
            </w:pPr>
            <w:r>
              <w:rPr>
                <w:rtl/>
                <w:lang w:bidi="fa-IR"/>
              </w:rPr>
              <w:t>أبداً ولا طير السعد بالأيدي ينصادْ</w:t>
            </w:r>
            <w:r w:rsidR="00B04EB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6C8AD1E" w14:textId="77777777" w:rsidR="00EE7C84" w:rsidRDefault="00E21949" w:rsidP="0006651D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46A10" w14:paraId="7AB63CF4" w14:textId="77777777" w:rsidTr="00D82D0B">
        <w:trPr>
          <w:trHeight w:val="350"/>
        </w:trPr>
        <w:tc>
          <w:tcPr>
            <w:tcW w:w="3920" w:type="dxa"/>
            <w:shd w:val="clear" w:color="auto" w:fill="auto"/>
          </w:tcPr>
          <w:p w14:paraId="7BA62C1D" w14:textId="77777777" w:rsidR="00E46A10" w:rsidRDefault="00E46A10" w:rsidP="00D82D0B">
            <w:pPr>
              <w:pStyle w:val="libPoem"/>
            </w:pPr>
            <w:r>
              <w:rPr>
                <w:rtl/>
                <w:lang w:bidi="fa-IR"/>
              </w:rPr>
              <w:t>والله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يزهرة هالشهر أكشر اُوميشومْ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0F75B08" w14:textId="77777777" w:rsidR="00E46A10" w:rsidRDefault="00E46A10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C6C1D8C" w14:textId="77777777" w:rsidR="00E46A10" w:rsidRDefault="00E46A10" w:rsidP="00D82D0B">
            <w:pPr>
              <w:pStyle w:val="libPoem"/>
            </w:pPr>
            <w:r>
              <w:rPr>
                <w:rtl/>
                <w:lang w:bidi="fa-IR"/>
              </w:rPr>
              <w:t>قومي يزهرة واِنصبي مأتم المسمومْ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6A10" w14:paraId="2480987A" w14:textId="77777777" w:rsidTr="00D82D0B">
        <w:trPr>
          <w:trHeight w:val="350"/>
        </w:trPr>
        <w:tc>
          <w:tcPr>
            <w:tcW w:w="3920" w:type="dxa"/>
          </w:tcPr>
          <w:p w14:paraId="3C4D4637" w14:textId="77777777" w:rsidR="00E46A10" w:rsidRDefault="00E46A10" w:rsidP="00D82D0B">
            <w:pPr>
              <w:pStyle w:val="libPoem"/>
            </w:pPr>
            <w:r>
              <w:rPr>
                <w:rtl/>
                <w:lang w:bidi="fa-IR"/>
              </w:rPr>
              <w:t>الله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على اللي لك سعى واتسبب اُوشار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8B8345" w14:textId="77777777" w:rsidR="00E46A10" w:rsidRDefault="00E46A10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37DF5C" w14:textId="77777777" w:rsidR="00E46A10" w:rsidRDefault="00E46A10" w:rsidP="00D82D0B">
            <w:pPr>
              <w:pStyle w:val="libPoem"/>
            </w:pPr>
            <w:r>
              <w:rPr>
                <w:rtl/>
                <w:lang w:bidi="fa-IR"/>
              </w:rPr>
              <w:t>واللي سعى لك بالحطبْ والجيش والنارْ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6A10" w14:paraId="1E891460" w14:textId="77777777" w:rsidTr="00D82D0B">
        <w:trPr>
          <w:trHeight w:val="350"/>
        </w:trPr>
        <w:tc>
          <w:tcPr>
            <w:tcW w:w="3920" w:type="dxa"/>
          </w:tcPr>
          <w:p w14:paraId="746641CE" w14:textId="77777777" w:rsidR="00E46A10" w:rsidRDefault="00E46A10" w:rsidP="00D82D0B">
            <w:pPr>
              <w:pStyle w:val="libPoem"/>
            </w:pPr>
            <w:r>
              <w:rPr>
                <w:rtl/>
                <w:lang w:bidi="fa-IR"/>
              </w:rPr>
              <w:t>اُو كسّر اِضلوعِك واَخرجوا حيدر الكرّارْ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F7729A" w14:textId="77777777" w:rsidR="00E46A10" w:rsidRDefault="00E46A10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F42DAC" w14:textId="77777777" w:rsidR="00E46A10" w:rsidRDefault="00E46A10" w:rsidP="00E46A10">
            <w:pPr>
              <w:pStyle w:val="libPoem"/>
            </w:pPr>
            <w:r>
              <w:rPr>
                <w:rtl/>
                <w:lang w:bidi="fa-IR"/>
              </w:rPr>
              <w:t>اُوسقّط جنينَك في أحشاكِ اُو زادك إهمومْ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6A10" w14:paraId="1F27F4AB" w14:textId="77777777" w:rsidTr="00D82D0B">
        <w:trPr>
          <w:trHeight w:val="350"/>
        </w:trPr>
        <w:tc>
          <w:tcPr>
            <w:tcW w:w="3920" w:type="dxa"/>
          </w:tcPr>
          <w:p w14:paraId="0BDF6824" w14:textId="77777777" w:rsidR="00E46A10" w:rsidRDefault="00E46A10" w:rsidP="00D82D0B">
            <w:pPr>
              <w:pStyle w:val="libPoem"/>
            </w:pPr>
            <w:r>
              <w:rPr>
                <w:rtl/>
                <w:lang w:bidi="fa-IR"/>
              </w:rPr>
              <w:t>شهرينْ ما فيهم أبد ساعة هجعتي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AAE893" w14:textId="77777777" w:rsidR="00E46A10" w:rsidRDefault="00E46A10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A90B6B" w14:textId="77777777" w:rsidR="00E46A10" w:rsidRDefault="00E46A10" w:rsidP="008E4708">
            <w:pPr>
              <w:pStyle w:val="libPoem"/>
            </w:pPr>
            <w:r>
              <w:rPr>
                <w:rtl/>
                <w:lang w:bidi="fa-IR"/>
              </w:rPr>
              <w:t>عاشور فيه ابذبحةِ اِحسين اِفتجعتي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AE2141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E4708" w14:paraId="2BCDB1D4" w14:textId="77777777" w:rsidTr="00D82D0B">
        <w:trPr>
          <w:trHeight w:val="350"/>
        </w:trPr>
        <w:tc>
          <w:tcPr>
            <w:tcW w:w="3920" w:type="dxa"/>
            <w:shd w:val="clear" w:color="auto" w:fill="auto"/>
          </w:tcPr>
          <w:p w14:paraId="2E28C91D" w14:textId="77777777" w:rsidR="008E4708" w:rsidRDefault="008E4708" w:rsidP="00D82D0B">
            <w:pPr>
              <w:pStyle w:val="libPoem"/>
            </w:pPr>
            <w:r>
              <w:rPr>
                <w:rtl/>
                <w:lang w:bidi="fa-IR"/>
              </w:rPr>
              <w:lastRenderedPageBreak/>
              <w:t>اُوكلْ ساعْ عن واحد إمن اُولادِك سمعتي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DB81774" w14:textId="77777777" w:rsidR="008E4708" w:rsidRDefault="008E4708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A68A6A4" w14:textId="77777777" w:rsidR="008E4708" w:rsidRDefault="008E4708" w:rsidP="00D82D0B">
            <w:pPr>
              <w:pStyle w:val="libPoem"/>
            </w:pPr>
            <w:r>
              <w:rPr>
                <w:rtl/>
                <w:lang w:bidi="fa-IR"/>
              </w:rPr>
              <w:t>واِللي قضى مذبوح واللي راحْ مسمُومْ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4708" w14:paraId="0426AED3" w14:textId="77777777" w:rsidTr="00D82D0B">
        <w:trPr>
          <w:trHeight w:val="350"/>
        </w:trPr>
        <w:tc>
          <w:tcPr>
            <w:tcW w:w="3920" w:type="dxa"/>
          </w:tcPr>
          <w:p w14:paraId="0D2BDA1A" w14:textId="77777777" w:rsidR="008E4708" w:rsidRDefault="008E4708" w:rsidP="00D82D0B">
            <w:pPr>
              <w:pStyle w:val="libPoem"/>
            </w:pPr>
            <w:r>
              <w:rPr>
                <w:rtl/>
                <w:lang w:bidi="fa-IR"/>
              </w:rPr>
              <w:t>نوحي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لبو القاسم ترى يستاهل النُّوحْ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5AC0E1" w14:textId="77777777" w:rsidR="008E4708" w:rsidRDefault="008E4708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A662BC" w14:textId="77777777" w:rsidR="008E4708" w:rsidRDefault="008E4708" w:rsidP="00D82D0B">
            <w:pPr>
              <w:pStyle w:val="libPoem"/>
            </w:pPr>
            <w:r>
              <w:rPr>
                <w:rtl/>
                <w:lang w:bidi="fa-IR"/>
              </w:rPr>
              <w:t>هذا أبو آدم وبو حوّا وبو نُوحْ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4708" w14:paraId="7F500497" w14:textId="77777777" w:rsidTr="00D82D0B">
        <w:trPr>
          <w:trHeight w:val="350"/>
        </w:trPr>
        <w:tc>
          <w:tcPr>
            <w:tcW w:w="3920" w:type="dxa"/>
          </w:tcPr>
          <w:p w14:paraId="5B0D970A" w14:textId="77777777" w:rsidR="008E4708" w:rsidRDefault="008E4708" w:rsidP="00D82D0B">
            <w:pPr>
              <w:pStyle w:val="libPoem"/>
            </w:pPr>
            <w:r>
              <w:rPr>
                <w:rtl/>
                <w:lang w:bidi="fa-IR"/>
              </w:rPr>
              <w:t>نُوحوا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لجلْ فقده اُوصبّوا الدمع مسفوحْ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6831ED" w14:textId="77777777" w:rsidR="008E4708" w:rsidRDefault="008E4708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501C07" w14:textId="77777777" w:rsidR="008E4708" w:rsidRDefault="008E4708" w:rsidP="008E4708">
            <w:pPr>
              <w:pStyle w:val="libPoem"/>
            </w:pPr>
            <w:r>
              <w:rPr>
                <w:rtl/>
                <w:lang w:bidi="fa-IR"/>
              </w:rPr>
              <w:t>قلبه ترى من اُمّته بالقهر مهضُومْ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4708" w14:paraId="0E4AC698" w14:textId="77777777" w:rsidTr="00D82D0B">
        <w:trPr>
          <w:trHeight w:val="350"/>
        </w:trPr>
        <w:tc>
          <w:tcPr>
            <w:tcW w:w="3920" w:type="dxa"/>
          </w:tcPr>
          <w:p w14:paraId="3BCD2312" w14:textId="77777777" w:rsidR="008E4708" w:rsidRDefault="008E4708" w:rsidP="00D82D0B">
            <w:pPr>
              <w:pStyle w:val="libPoem"/>
            </w:pPr>
            <w:r>
              <w:rPr>
                <w:rtl/>
                <w:lang w:bidi="fa-IR"/>
              </w:rPr>
              <w:t>نوحي على مِن شيّع إبفضلك اُوشهّر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C73A16" w14:textId="77777777" w:rsidR="008E4708" w:rsidRDefault="008E4708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0C41F2" w14:textId="77777777" w:rsidR="008E4708" w:rsidRDefault="008E4708" w:rsidP="00D82D0B">
            <w:pPr>
              <w:pStyle w:val="libPoem"/>
            </w:pPr>
            <w:r>
              <w:rPr>
                <w:rtl/>
                <w:lang w:bidi="fa-IR"/>
              </w:rPr>
              <w:t>اُوبيّن اِبفضلك مثل نورِ الشمس والشّهرْ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4708" w14:paraId="445F5991" w14:textId="77777777" w:rsidTr="00D82D0B">
        <w:trPr>
          <w:trHeight w:val="350"/>
        </w:trPr>
        <w:tc>
          <w:tcPr>
            <w:tcW w:w="3920" w:type="dxa"/>
          </w:tcPr>
          <w:p w14:paraId="65B17B5A" w14:textId="77777777" w:rsidR="008E4708" w:rsidRDefault="008E4708" w:rsidP="00D82D0B">
            <w:pPr>
              <w:pStyle w:val="libPoem"/>
            </w:pPr>
            <w:r>
              <w:rPr>
                <w:rtl/>
                <w:lang w:bidi="fa-IR"/>
              </w:rPr>
              <w:t>حتّى اُولادك في رباهم تَعب واَسهرْ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D60622" w14:textId="77777777" w:rsidR="008E4708" w:rsidRDefault="008E4708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B62969" w14:textId="77777777" w:rsidR="008E4708" w:rsidRDefault="008E4708" w:rsidP="00D82D0B">
            <w:pPr>
              <w:pStyle w:val="libPoem"/>
            </w:pPr>
            <w:r>
              <w:rPr>
                <w:rtl/>
                <w:lang w:bidi="fa-IR"/>
              </w:rPr>
              <w:t>ويقول فاطم بضعتي واُولادها اِنجومْ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4708" w14:paraId="0C7CE04C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8FBE0E7" w14:textId="77777777" w:rsidR="008E4708" w:rsidRDefault="008E4708" w:rsidP="00D82D0B">
            <w:pPr>
              <w:pStyle w:val="libPoem"/>
            </w:pPr>
            <w:r>
              <w:rPr>
                <w:rtl/>
                <w:lang w:bidi="fa-IR"/>
              </w:rPr>
              <w:t>جتّك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اِمصيبة أسّستْ كُلّ المصايبْ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EFC481" w14:textId="77777777" w:rsidR="008E4708" w:rsidRDefault="008E4708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524063" w14:textId="77777777" w:rsidR="008E4708" w:rsidRDefault="008E4708" w:rsidP="00D82D0B">
            <w:pPr>
              <w:pStyle w:val="libPoem"/>
            </w:pPr>
            <w:r>
              <w:rPr>
                <w:rtl/>
                <w:lang w:bidi="fa-IR"/>
              </w:rPr>
              <w:t>منها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تعلّمتي تشدّين العصايبْ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4708" w14:paraId="6B81D27E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DB57E48" w14:textId="77777777" w:rsidR="008E4708" w:rsidRDefault="008E4708" w:rsidP="00D82D0B">
            <w:pPr>
              <w:pStyle w:val="libPoem"/>
            </w:pPr>
            <w:r>
              <w:rPr>
                <w:rtl/>
                <w:lang w:bidi="fa-IR"/>
              </w:rPr>
              <w:t>مِنْ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يوم أبو ابراهيم ضمّته الترايبْ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BA4C40" w14:textId="77777777" w:rsidR="008E4708" w:rsidRDefault="008E4708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0C00A6" w14:textId="77777777" w:rsidR="008E4708" w:rsidRDefault="008E4708" w:rsidP="008E4708">
            <w:pPr>
              <w:pStyle w:val="libPoem"/>
            </w:pPr>
            <w:r>
              <w:rPr>
                <w:rtl/>
                <w:lang w:bidi="fa-IR"/>
              </w:rPr>
              <w:t>كُلّ المصايب أسّستها اِمصيبة اليومْ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4708" w14:paraId="3EBCDE97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E752514" w14:textId="77777777" w:rsidR="008E4708" w:rsidRDefault="008E4708" w:rsidP="00D82D0B">
            <w:pPr>
              <w:pStyle w:val="libPoem"/>
            </w:pPr>
            <w:r>
              <w:rPr>
                <w:rtl/>
                <w:lang w:bidi="fa-IR"/>
              </w:rPr>
              <w:t>لولا مصابُ الجُرح قلبي والدمع صبْ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1C7378" w14:textId="77777777" w:rsidR="008E4708" w:rsidRDefault="008E4708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86782B" w14:textId="77777777" w:rsidR="008E4708" w:rsidRDefault="008E4708" w:rsidP="00D82D0B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كان نلتين الهضمْ والذّل والضربْ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4708" w14:paraId="62F7CD0C" w14:textId="77777777" w:rsidTr="00D82D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EB41FF1" w14:textId="77777777" w:rsidR="008E4708" w:rsidRDefault="008E4708" w:rsidP="00D82D0B">
            <w:pPr>
              <w:pStyle w:val="libPoem"/>
            </w:pPr>
            <w:r>
              <w:rPr>
                <w:rtl/>
                <w:lang w:bidi="fa-IR"/>
              </w:rPr>
              <w:t>ولُولاد كلّها شتّت بالشرقِ والغربْ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3A5FA2" w14:textId="77777777" w:rsidR="008E4708" w:rsidRDefault="008E4708" w:rsidP="00D82D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737FB9" w14:textId="77777777" w:rsidR="008E4708" w:rsidRDefault="008E4708" w:rsidP="00D82D0B">
            <w:pPr>
              <w:pStyle w:val="libPoem"/>
            </w:pPr>
            <w:r>
              <w:rPr>
                <w:rtl/>
                <w:lang w:bidi="fa-IR"/>
              </w:rPr>
              <w:t>وصلَتْ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شتايتهم إلى بلدان العجومْ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7823454" w14:textId="77777777" w:rsidR="00EE7C84" w:rsidRDefault="00E21949" w:rsidP="0006651D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p w14:paraId="391E54B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وهذه نبذة لصاحب الزمان القائم عجّل الله تعالى فرجه وسهّل مخرجه وجعلنا من أنصاره :</w:t>
      </w:r>
    </w:p>
    <w:tbl>
      <w:tblPr>
        <w:tblStyle w:val="TableGrid"/>
        <w:bidiVisual/>
        <w:tblW w:w="4693" w:type="pct"/>
        <w:tblInd w:w="384" w:type="dxa"/>
        <w:tblLook w:val="01E0" w:firstRow="1" w:lastRow="1" w:firstColumn="1" w:lastColumn="1" w:noHBand="0" w:noVBand="0"/>
      </w:tblPr>
      <w:tblGrid>
        <w:gridCol w:w="3935"/>
        <w:gridCol w:w="303"/>
        <w:gridCol w:w="4167"/>
      </w:tblGrid>
      <w:tr w:rsidR="00D82D0B" w14:paraId="580BFEE9" w14:textId="77777777" w:rsidTr="000A3084">
        <w:trPr>
          <w:trHeight w:val="350"/>
        </w:trPr>
        <w:tc>
          <w:tcPr>
            <w:tcW w:w="3521" w:type="dxa"/>
            <w:shd w:val="clear" w:color="auto" w:fill="auto"/>
          </w:tcPr>
          <w:p w14:paraId="5BA55815" w14:textId="77777777" w:rsidR="00D82D0B" w:rsidRDefault="00D82D0B" w:rsidP="00D82D0B">
            <w:pPr>
              <w:pStyle w:val="libPoem"/>
            </w:pPr>
            <w:r>
              <w:rPr>
                <w:rtl/>
                <w:lang w:bidi="fa-IR"/>
              </w:rPr>
              <w:t>والله عَجبْ يابنِ الحسن صبركْ على الثار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  <w:shd w:val="clear" w:color="auto" w:fill="auto"/>
          </w:tcPr>
          <w:p w14:paraId="713108C6" w14:textId="77777777" w:rsidR="00D82D0B" w:rsidRDefault="00D82D0B" w:rsidP="00D82D0B">
            <w:pPr>
              <w:pStyle w:val="libPoem"/>
              <w:rPr>
                <w:rtl/>
              </w:rPr>
            </w:pPr>
          </w:p>
        </w:tc>
        <w:tc>
          <w:tcPr>
            <w:tcW w:w="3728" w:type="dxa"/>
            <w:shd w:val="clear" w:color="auto" w:fill="auto"/>
          </w:tcPr>
          <w:p w14:paraId="012A8A65" w14:textId="77777777" w:rsidR="00D82D0B" w:rsidRDefault="00D82D0B" w:rsidP="00D82D0B">
            <w:pPr>
              <w:pStyle w:val="libPoem"/>
            </w:pPr>
            <w:r>
              <w:rPr>
                <w:rtl/>
                <w:lang w:bidi="fa-IR"/>
              </w:rPr>
              <w:t>ما كمل جندكْ لو ما آذن لك الجبّارْ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2D0B" w14:paraId="32743749" w14:textId="77777777" w:rsidTr="000A3084">
        <w:trPr>
          <w:trHeight w:val="350"/>
        </w:trPr>
        <w:tc>
          <w:tcPr>
            <w:tcW w:w="3521" w:type="dxa"/>
          </w:tcPr>
          <w:p w14:paraId="5F3F0FA7" w14:textId="77777777" w:rsidR="00D82D0B" w:rsidRDefault="00D82D0B" w:rsidP="00D82D0B">
            <w:pPr>
              <w:pStyle w:val="libPoem"/>
            </w:pPr>
            <w:r>
              <w:rPr>
                <w:rtl/>
                <w:lang w:bidi="fa-IR"/>
              </w:rPr>
              <w:t>الخيل عندَكْ والمواضي لكْ مُطيعهْ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1486B43" w14:textId="77777777" w:rsidR="00D82D0B" w:rsidRDefault="00D82D0B" w:rsidP="00D82D0B">
            <w:pPr>
              <w:pStyle w:val="libPoem"/>
              <w:rPr>
                <w:rtl/>
              </w:rPr>
            </w:pPr>
          </w:p>
        </w:tc>
        <w:tc>
          <w:tcPr>
            <w:tcW w:w="3728" w:type="dxa"/>
          </w:tcPr>
          <w:p w14:paraId="2247AAE7" w14:textId="77777777" w:rsidR="00D82D0B" w:rsidRDefault="00D82D0B" w:rsidP="00D82D0B">
            <w:pPr>
              <w:pStyle w:val="libPoem"/>
            </w:pPr>
            <w:r>
              <w:rPr>
                <w:rtl/>
                <w:lang w:bidi="fa-IR"/>
              </w:rPr>
              <w:t>اُوالأملاك من جندكْ اُوكُلّ جندكْ الشّيعهْ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2D0B" w14:paraId="02F8C0FC" w14:textId="77777777" w:rsidTr="000A3084">
        <w:trPr>
          <w:trHeight w:val="350"/>
        </w:trPr>
        <w:tc>
          <w:tcPr>
            <w:tcW w:w="3521" w:type="dxa"/>
          </w:tcPr>
          <w:p w14:paraId="2F79BD6B" w14:textId="77777777" w:rsidR="00D82D0B" w:rsidRDefault="00D82D0B" w:rsidP="00D82D0B">
            <w:pPr>
              <w:pStyle w:val="libPoem"/>
            </w:pPr>
            <w:r>
              <w:rPr>
                <w:rtl/>
                <w:lang w:bidi="fa-IR"/>
              </w:rPr>
              <w:t>تملي على العدوانْ هالأرض الوسيعهْ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6C6479CD" w14:textId="77777777" w:rsidR="00D82D0B" w:rsidRDefault="00D82D0B" w:rsidP="00D82D0B">
            <w:pPr>
              <w:pStyle w:val="libPoem"/>
              <w:rPr>
                <w:rtl/>
              </w:rPr>
            </w:pPr>
          </w:p>
        </w:tc>
        <w:tc>
          <w:tcPr>
            <w:tcW w:w="3728" w:type="dxa"/>
          </w:tcPr>
          <w:p w14:paraId="65A195B2" w14:textId="77777777" w:rsidR="00D82D0B" w:rsidRDefault="00D82D0B" w:rsidP="00D82D0B">
            <w:pPr>
              <w:pStyle w:val="libPoem"/>
            </w:pPr>
            <w:r>
              <w:rPr>
                <w:rtl/>
                <w:lang w:bidi="fa-IR"/>
              </w:rPr>
              <w:t>اِبخيل عجاجتها تغطّي شمس لنهارْ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2D0B" w14:paraId="326A77C5" w14:textId="77777777" w:rsidTr="000A3084">
        <w:trPr>
          <w:trHeight w:val="350"/>
        </w:trPr>
        <w:tc>
          <w:tcPr>
            <w:tcW w:w="3521" w:type="dxa"/>
          </w:tcPr>
          <w:p w14:paraId="1C102591" w14:textId="77777777" w:rsidR="00D82D0B" w:rsidRDefault="00D82D0B" w:rsidP="00D82D0B">
            <w:pPr>
              <w:pStyle w:val="libPoem"/>
            </w:pPr>
            <w:r>
              <w:rPr>
                <w:rtl/>
                <w:lang w:bidi="fa-IR"/>
              </w:rPr>
              <w:t>اُوسوفي العدا يومٌ مثلْ يوم القيامهْ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327DF0FD" w14:textId="77777777" w:rsidR="00D82D0B" w:rsidRDefault="00D82D0B" w:rsidP="00D82D0B">
            <w:pPr>
              <w:pStyle w:val="libPoem"/>
              <w:rPr>
                <w:rtl/>
              </w:rPr>
            </w:pPr>
          </w:p>
        </w:tc>
        <w:tc>
          <w:tcPr>
            <w:tcW w:w="3728" w:type="dxa"/>
          </w:tcPr>
          <w:p w14:paraId="2492E511" w14:textId="77777777" w:rsidR="00D82D0B" w:rsidRDefault="00D82D0B" w:rsidP="00D82D0B">
            <w:pPr>
              <w:pStyle w:val="libPoem"/>
            </w:pPr>
            <w:r>
              <w:rPr>
                <w:rtl/>
                <w:lang w:bidi="fa-IR"/>
              </w:rPr>
              <w:t>ابجيش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عرمرم ضيّق الدّنيا ازدحامهْ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2D0B" w14:paraId="229D6418" w14:textId="77777777" w:rsidTr="000A3084">
        <w:trPr>
          <w:trHeight w:val="350"/>
        </w:trPr>
        <w:tc>
          <w:tcPr>
            <w:tcW w:w="3521" w:type="dxa"/>
          </w:tcPr>
          <w:p w14:paraId="39819C0E" w14:textId="77777777" w:rsidR="00D82D0B" w:rsidRDefault="00D82D0B" w:rsidP="00D82D0B">
            <w:pPr>
              <w:pStyle w:val="libPoem"/>
            </w:pPr>
            <w:r>
              <w:rPr>
                <w:rtl/>
                <w:lang w:bidi="fa-IR"/>
              </w:rPr>
              <w:t>اُوخَلِ الرمح والسيف يروي من الهامهْ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3C4C969C" w14:textId="77777777" w:rsidR="00D82D0B" w:rsidRDefault="00D82D0B" w:rsidP="00D82D0B">
            <w:pPr>
              <w:pStyle w:val="libPoem"/>
              <w:rPr>
                <w:rtl/>
              </w:rPr>
            </w:pPr>
          </w:p>
        </w:tc>
        <w:tc>
          <w:tcPr>
            <w:tcW w:w="3728" w:type="dxa"/>
          </w:tcPr>
          <w:p w14:paraId="613AAA1F" w14:textId="77777777" w:rsidR="00D82D0B" w:rsidRDefault="00D82D0B" w:rsidP="000A3084">
            <w:pPr>
              <w:pStyle w:val="libPoem"/>
            </w:pPr>
            <w:r>
              <w:rPr>
                <w:rtl/>
                <w:lang w:bidi="fa-IR"/>
              </w:rPr>
              <w:t>نشاهداُوخل الدّمااَمنِ الهام يشبهْ سيل لمطارْ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2D0B" w14:paraId="5F90CC3E" w14:textId="77777777" w:rsidTr="000A30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21" w:type="dxa"/>
          </w:tcPr>
          <w:p w14:paraId="0B15B7BA" w14:textId="77777777" w:rsidR="00D82D0B" w:rsidRDefault="000A3084" w:rsidP="00D82D0B">
            <w:pPr>
              <w:pStyle w:val="libPoem"/>
            </w:pPr>
            <w:r>
              <w:rPr>
                <w:rtl/>
                <w:lang w:bidi="fa-IR"/>
              </w:rPr>
              <w:t>يمته يبو صالحْ نشاهد هالعلاماتْ</w:t>
            </w:r>
            <w:r w:rsidR="00D82D0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B36073A" w14:textId="77777777" w:rsidR="00D82D0B" w:rsidRDefault="00D82D0B" w:rsidP="00D82D0B">
            <w:pPr>
              <w:pStyle w:val="libPoem"/>
              <w:rPr>
                <w:rtl/>
              </w:rPr>
            </w:pPr>
          </w:p>
        </w:tc>
        <w:tc>
          <w:tcPr>
            <w:tcW w:w="3728" w:type="dxa"/>
          </w:tcPr>
          <w:p w14:paraId="42C01FCD" w14:textId="77777777" w:rsidR="00D82D0B" w:rsidRDefault="000A3084" w:rsidP="00D82D0B">
            <w:pPr>
              <w:pStyle w:val="libPoem"/>
            </w:pPr>
            <w:r>
              <w:rPr>
                <w:rtl/>
                <w:lang w:bidi="fa-IR"/>
              </w:rPr>
              <w:t>وانشوف اذياب الفلا ترعى مع الشاةْ</w:t>
            </w:r>
            <w:r w:rsidR="00D82D0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2D0B" w14:paraId="1B5FD95D" w14:textId="77777777" w:rsidTr="000A30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21" w:type="dxa"/>
          </w:tcPr>
          <w:p w14:paraId="50F85F62" w14:textId="77777777" w:rsidR="00D82D0B" w:rsidRDefault="000A3084" w:rsidP="00D82D0B">
            <w:pPr>
              <w:pStyle w:val="libPoem"/>
            </w:pPr>
            <w:r>
              <w:rPr>
                <w:rtl/>
                <w:lang w:bidi="fa-IR"/>
              </w:rPr>
              <w:t>اُو نسمع ندا جبريل في اُفق السماواتْ</w:t>
            </w:r>
            <w:r w:rsidR="00D82D0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63700BEA" w14:textId="77777777" w:rsidR="00D82D0B" w:rsidRDefault="00D82D0B" w:rsidP="00D82D0B">
            <w:pPr>
              <w:pStyle w:val="libPoem"/>
              <w:rPr>
                <w:rtl/>
              </w:rPr>
            </w:pPr>
          </w:p>
        </w:tc>
        <w:tc>
          <w:tcPr>
            <w:tcW w:w="3728" w:type="dxa"/>
          </w:tcPr>
          <w:p w14:paraId="5C85FDA0" w14:textId="77777777" w:rsidR="00D82D0B" w:rsidRDefault="000A3084" w:rsidP="000A3084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كلما عراكُمْ من الذلّة طول العمارْ</w:t>
            </w:r>
            <w:r w:rsidR="00D82D0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2D0B" w14:paraId="1103CE34" w14:textId="77777777" w:rsidTr="000A30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21" w:type="dxa"/>
          </w:tcPr>
          <w:p w14:paraId="47229063" w14:textId="77777777" w:rsidR="00D82D0B" w:rsidRDefault="000A3084" w:rsidP="00D82D0B">
            <w:pPr>
              <w:pStyle w:val="libPoem"/>
            </w:pPr>
            <w:r>
              <w:rPr>
                <w:rtl/>
                <w:lang w:bidi="fa-IR"/>
              </w:rPr>
              <w:t>ثارات إلك يابنَ الحسن من أوّل اُوتالْ</w:t>
            </w:r>
            <w:r w:rsidR="00D82D0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40A0A5F" w14:textId="77777777" w:rsidR="00D82D0B" w:rsidRDefault="00D82D0B" w:rsidP="00D82D0B">
            <w:pPr>
              <w:pStyle w:val="libPoem"/>
              <w:rPr>
                <w:rtl/>
              </w:rPr>
            </w:pPr>
          </w:p>
        </w:tc>
        <w:tc>
          <w:tcPr>
            <w:tcW w:w="3728" w:type="dxa"/>
          </w:tcPr>
          <w:p w14:paraId="603CA145" w14:textId="77777777" w:rsidR="00D82D0B" w:rsidRDefault="000A3084" w:rsidP="00D82D0B">
            <w:pPr>
              <w:pStyle w:val="libPoem"/>
            </w:pPr>
            <w:r>
              <w:rPr>
                <w:rtl/>
                <w:lang w:bidi="fa-IR"/>
              </w:rPr>
              <w:t>يوم الوصي جدّك يقيدونَه بلحْبالْ</w:t>
            </w:r>
            <w:r w:rsidR="00D82D0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A0A573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604" w:type="pct"/>
        <w:tblInd w:w="384" w:type="dxa"/>
        <w:tblLook w:val="01E0" w:firstRow="1" w:lastRow="1" w:firstColumn="1" w:lastColumn="1" w:noHBand="0" w:noVBand="0"/>
      </w:tblPr>
      <w:tblGrid>
        <w:gridCol w:w="3953"/>
        <w:gridCol w:w="304"/>
        <w:gridCol w:w="3989"/>
      </w:tblGrid>
      <w:tr w:rsidR="001E13DF" w14:paraId="5154F976" w14:textId="77777777" w:rsidTr="001E13DF">
        <w:trPr>
          <w:trHeight w:val="350"/>
        </w:trPr>
        <w:tc>
          <w:tcPr>
            <w:tcW w:w="3536" w:type="dxa"/>
            <w:shd w:val="clear" w:color="auto" w:fill="auto"/>
          </w:tcPr>
          <w:p w14:paraId="59C0A6E8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lastRenderedPageBreak/>
              <w:t>واُمّك الزهرة روّعوها قومُ الانذالْ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4ECFE886" w14:textId="77777777" w:rsidR="001E13DF" w:rsidRDefault="001E13DF" w:rsidP="002E4703">
            <w:pPr>
              <w:pStyle w:val="libPoem"/>
              <w:rPr>
                <w:rtl/>
              </w:rPr>
            </w:pPr>
          </w:p>
        </w:tc>
        <w:tc>
          <w:tcPr>
            <w:tcW w:w="3569" w:type="dxa"/>
            <w:shd w:val="clear" w:color="auto" w:fill="auto"/>
          </w:tcPr>
          <w:p w14:paraId="19183925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اُو عندك من المعلوم حرق البابِ بالنّارْ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13DF" w14:paraId="1A313FDD" w14:textId="77777777" w:rsidTr="001E13DF">
        <w:trPr>
          <w:trHeight w:val="350"/>
        </w:trPr>
        <w:tc>
          <w:tcPr>
            <w:tcW w:w="3536" w:type="dxa"/>
          </w:tcPr>
          <w:p w14:paraId="43F30679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معذورة هالزهرة إذا هلّتْ دمعْها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D4C2B4B" w14:textId="77777777" w:rsidR="001E13DF" w:rsidRDefault="001E13DF" w:rsidP="002E4703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4E25C632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ما ينّسي للحشر فعلُ القوم معها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13DF" w14:paraId="0ED6C021" w14:textId="77777777" w:rsidTr="001E13DF">
        <w:trPr>
          <w:trHeight w:val="350"/>
        </w:trPr>
        <w:tc>
          <w:tcPr>
            <w:tcW w:w="3536" w:type="dxa"/>
          </w:tcPr>
          <w:p w14:paraId="6E6BB0A3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دخلوا عليها اُو كسّروا منها ضلعها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46455A0" w14:textId="77777777" w:rsidR="001E13DF" w:rsidRDefault="001E13DF" w:rsidP="002E4703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0835B112" w14:textId="77777777" w:rsidR="001E13DF" w:rsidRDefault="001E13DF" w:rsidP="001E13DF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صارالسبب في اِسقوطهاعصرة بالجدارْ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13DF" w14:paraId="6A164A89" w14:textId="77777777" w:rsidTr="001E13DF">
        <w:trPr>
          <w:trHeight w:val="350"/>
        </w:trPr>
        <w:tc>
          <w:tcPr>
            <w:tcW w:w="3536" w:type="dxa"/>
          </w:tcPr>
          <w:p w14:paraId="5F957B7E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وألقتْ جنيناً ما تكامل في اِشهورَه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4AF71E2" w14:textId="77777777" w:rsidR="001E13DF" w:rsidRDefault="001E13DF" w:rsidP="002E4703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59B0AE29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اُو شافت الزهرة ساطعاً للأرض نورَهْ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13DF" w14:paraId="4A01D08F" w14:textId="77777777" w:rsidTr="001E13DF">
        <w:trPr>
          <w:trHeight w:val="350"/>
        </w:trPr>
        <w:tc>
          <w:tcPr>
            <w:tcW w:w="3536" w:type="dxa"/>
          </w:tcPr>
          <w:p w14:paraId="74365C55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جرّت اِلونّة صارخة ذيك الوقورَه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4811EAA" w14:textId="77777777" w:rsidR="001E13DF" w:rsidRDefault="001E13DF" w:rsidP="002E4703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48824E47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ونادتْ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اِبصوت تصيح يا حيدر الكرّارْ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13DF" w14:paraId="2D75C5D4" w14:textId="77777777" w:rsidTr="001E13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42AAE4D3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شاهدت يابنَ العمِّ فعل القوم ويّاي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1195B8E" w14:textId="77777777" w:rsidR="001E13DF" w:rsidRDefault="001E13DF" w:rsidP="002E4703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34DA1574" w14:textId="77777777" w:rsidR="001E13DF" w:rsidRDefault="001E13DF" w:rsidP="001E13DF">
            <w:pPr>
              <w:pStyle w:val="libPoem"/>
            </w:pPr>
            <w:r>
              <w:rPr>
                <w:rtl/>
                <w:lang w:bidi="fa-IR"/>
              </w:rPr>
              <w:t>ابنك المُحسن أسقطوهمن داخل اِحشاي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13DF" w14:paraId="4E32BF98" w14:textId="77777777" w:rsidTr="001E13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A3322D2" w14:textId="77777777" w:rsidR="001E13DF" w:rsidRDefault="001E13DF" w:rsidP="001E13DF">
            <w:pPr>
              <w:pStyle w:val="libPoem"/>
            </w:pPr>
            <w:r>
              <w:rPr>
                <w:rtl/>
                <w:lang w:bidi="fa-IR"/>
              </w:rPr>
              <w:t>اُوترضى العدى اِيكسرون ضلعيوانتَه حماي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6CB8CBC" w14:textId="77777777" w:rsidR="001E13DF" w:rsidRDefault="001E13DF" w:rsidP="002E4703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39E2D5D9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من ويش ما تنفر اُوبيدك سيف لفقارْ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13DF" w14:paraId="47C026C0" w14:textId="77777777" w:rsidTr="001E13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BED1B4A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نادى عليها اُودمعته اِبخده جريّهْ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23C9D08" w14:textId="77777777" w:rsidR="001E13DF" w:rsidRDefault="001E13DF" w:rsidP="002E4703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0A6109C3" w14:textId="77777777" w:rsidR="001E13DF" w:rsidRDefault="001E13DF" w:rsidP="001E13DF">
            <w:pPr>
              <w:pStyle w:val="libPoem"/>
            </w:pPr>
            <w:r>
              <w:rPr>
                <w:rtl/>
                <w:lang w:bidi="fa-IR"/>
              </w:rPr>
              <w:t>مقبول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عتبِكْ يا بِنِتْ خيرِ البريّهْ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13DF" w14:paraId="4C1D89CC" w14:textId="77777777" w:rsidTr="001E13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19B7455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تخْسَ العدى اِيقربون ليج لولا الوصيّهْ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3CABFE4" w14:textId="77777777" w:rsidR="001E13DF" w:rsidRDefault="001E13DF" w:rsidP="002E4703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04304D99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اُوصى أبوكِ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محمّد الهادي المختارْ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13DF" w14:paraId="40848EDF" w14:textId="77777777" w:rsidTr="001E13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43C3F30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صِبري مثل صَبري على سيف ابن ملجمْ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650D361" w14:textId="77777777" w:rsidR="001E13DF" w:rsidRDefault="001E13DF" w:rsidP="002E4703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55C9F9E4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اُضرب على راسي وفرض الصُّبح ما تَمْ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13DF" w14:paraId="001D85BC" w14:textId="77777777" w:rsidTr="001E13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869E232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واطيح في المحراب شيبي امخضّب ابدَمْ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1176231" w14:textId="77777777" w:rsidR="001E13DF" w:rsidRDefault="001E13DF" w:rsidP="002E4703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091EDD54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وألزم الراسي بليمين وهَم باليسارْ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13DF" w14:paraId="3A5024F3" w14:textId="77777777" w:rsidTr="001E13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7A022D7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اُوعنّي الحسن واِحسين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في منزلهمْ اِنيام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56545A9" w14:textId="77777777" w:rsidR="001E13DF" w:rsidRDefault="001E13DF" w:rsidP="002E4703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392E250D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اُو هذا المُصاب ايصيبني في شهرِ لصيامْ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13DF" w14:paraId="3EDD4CA6" w14:textId="77777777" w:rsidTr="001E13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FA64982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لا يهل العيد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اُولادي أيتامْ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95EC1CB" w14:textId="77777777" w:rsidR="001E13DF" w:rsidRDefault="001E13DF" w:rsidP="002E4703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633D39BF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اُو تلبس بني هاشم سواد إصغار واكبارْ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13DF" w14:paraId="47D5F203" w14:textId="77777777" w:rsidTr="001E13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4AD2443C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جدّك عليُّ المرتضى اللي قتل مرحبْ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F909A05" w14:textId="77777777" w:rsidR="001E13DF" w:rsidRDefault="001E13DF" w:rsidP="002E4703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6971A50E" w14:textId="77777777" w:rsidR="001E13DF" w:rsidRDefault="001E13DF" w:rsidP="001E13DF">
            <w:pPr>
              <w:pStyle w:val="libPoem"/>
            </w:pPr>
            <w:r>
              <w:rPr>
                <w:rtl/>
                <w:lang w:bidi="fa-IR"/>
              </w:rPr>
              <w:t>واللي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قتل عمرواُوكشف عن أحمدَ الكربْ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13DF" w14:paraId="5EE8C76D" w14:textId="77777777" w:rsidTr="001E13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5B23474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بآخر صلاتَه بوسط المحراب يُضربْ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0933E66" w14:textId="77777777" w:rsidR="001E13DF" w:rsidRDefault="001E13DF" w:rsidP="002E4703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3BCDBD6D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ويطيح في المحرابْ من [ ضربة] الغدّارْ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13DF" w14:paraId="30E31960" w14:textId="77777777" w:rsidTr="001E13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3378FB8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جدّك حسافة مات ما تمّم اِصيامَهْ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59147A2" w14:textId="77777777" w:rsidR="001E13DF" w:rsidRDefault="001E13DF" w:rsidP="002E4703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5175D7C2" w14:textId="77777777" w:rsidR="001E13DF" w:rsidRDefault="001E13DF" w:rsidP="001E13DF">
            <w:pPr>
              <w:pStyle w:val="libPoem"/>
            </w:pPr>
            <w:r>
              <w:rPr>
                <w:rtl/>
                <w:lang w:bidi="fa-IR"/>
              </w:rPr>
              <w:t>وأبقى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الحسن واِحسين من بعدَه يتامَهْ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13DF" w14:paraId="49A99EC1" w14:textId="77777777" w:rsidTr="001E13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35140EF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صار المُرادي سَببْ للدينِ انهدامَهْ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F34C81F" w14:textId="77777777" w:rsidR="001E13DF" w:rsidRDefault="001E13DF" w:rsidP="002E4703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16EE290D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اُوظلّتْ الشيعة بالحزنْ لَه طول لعمارْ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13DF" w14:paraId="049C0BA5" w14:textId="77777777" w:rsidTr="001E13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B3C3373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لو كُنتْ حاضر كان دمع العين هلّيتْ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F8E7462" w14:textId="77777777" w:rsidR="001E13DF" w:rsidRDefault="001E13DF" w:rsidP="002E4703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37139085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تنظر لجدّك شايلينة يشبه الميّتْ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13DF" w14:paraId="37956079" w14:textId="77777777" w:rsidTr="001E13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1777DCC" w14:textId="77777777" w:rsidR="001E13DF" w:rsidRDefault="001E13DF" w:rsidP="001E13DF">
            <w:pPr>
              <w:pStyle w:val="libPoem"/>
            </w:pPr>
            <w:r>
              <w:rPr>
                <w:rtl/>
                <w:lang w:bidi="fa-IR"/>
              </w:rPr>
              <w:t>اُوصارتْ الضجّةاُوسمعواالصيحةاِبكلّ بيتْ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021F88B" w14:textId="77777777" w:rsidR="001E13DF" w:rsidRDefault="001E13DF" w:rsidP="002E4703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0248A2AC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اُوصار الوقتْ ما ينعرفْ ليلَ من اِنهارْ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13DF" w14:paraId="31262F76" w14:textId="77777777" w:rsidTr="001E13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8A2E071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اُوجبريل نادى في السما يا ولاد آدمْ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B8941C5" w14:textId="77777777" w:rsidR="001E13DF" w:rsidRDefault="001E13DF" w:rsidP="002E4703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7BACD9A3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صبّوا على الكرّار إن عاز الدمع دَمْ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13DF" w14:paraId="29CD5D1B" w14:textId="77777777" w:rsidTr="001E13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0F7956A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ركنِ الهُدى والدين من بعدَه تهدّمْ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52BCB4A" w14:textId="77777777" w:rsidR="001E13DF" w:rsidRDefault="001E13DF" w:rsidP="002E4703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0C22B02D" w14:textId="77777777" w:rsidR="001E13DF" w:rsidRDefault="001E13DF" w:rsidP="002E4703">
            <w:pPr>
              <w:pStyle w:val="libPoem"/>
            </w:pPr>
            <w:r>
              <w:rPr>
                <w:rtl/>
                <w:lang w:bidi="fa-IR"/>
              </w:rPr>
              <w:t>والشرع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والإسلام ركنَه مال وانهارْ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6799579" w14:textId="77777777" w:rsidR="00EE7C84" w:rsidRDefault="00E21949" w:rsidP="0001346F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p w14:paraId="4168136E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643" w:type="pct"/>
        <w:tblInd w:w="254" w:type="dxa"/>
        <w:tblLook w:val="01E0" w:firstRow="1" w:lastRow="1" w:firstColumn="1" w:lastColumn="1" w:noHBand="0" w:noVBand="0"/>
      </w:tblPr>
      <w:tblGrid>
        <w:gridCol w:w="4085"/>
        <w:gridCol w:w="303"/>
        <w:gridCol w:w="3928"/>
      </w:tblGrid>
      <w:tr w:rsidR="00C412B7" w14:paraId="4CE0BC1F" w14:textId="77777777" w:rsidTr="009C5F3C">
        <w:trPr>
          <w:trHeight w:val="350"/>
        </w:trPr>
        <w:tc>
          <w:tcPr>
            <w:tcW w:w="3655" w:type="dxa"/>
            <w:shd w:val="clear" w:color="auto" w:fill="auto"/>
          </w:tcPr>
          <w:p w14:paraId="50BE3FF2" w14:textId="77777777" w:rsidR="00C412B7" w:rsidRDefault="00C412B7" w:rsidP="002E4703">
            <w:pPr>
              <w:pStyle w:val="libPoem"/>
            </w:pPr>
            <w:r>
              <w:rPr>
                <w:rtl/>
                <w:lang w:bidi="fa-IR"/>
              </w:rPr>
              <w:lastRenderedPageBreak/>
              <w:t>دارْ الوحي دخلوها دارْ الوحي دخلوها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  <w:shd w:val="clear" w:color="auto" w:fill="auto"/>
          </w:tcPr>
          <w:p w14:paraId="2DA810B7" w14:textId="77777777" w:rsidR="00C412B7" w:rsidRDefault="00C412B7" w:rsidP="002E4703">
            <w:pPr>
              <w:pStyle w:val="libPoem"/>
              <w:rPr>
                <w:rtl/>
              </w:rPr>
            </w:pPr>
          </w:p>
        </w:tc>
        <w:tc>
          <w:tcPr>
            <w:tcW w:w="3514" w:type="dxa"/>
            <w:shd w:val="clear" w:color="auto" w:fill="auto"/>
          </w:tcPr>
          <w:p w14:paraId="2396023E" w14:textId="77777777" w:rsidR="00C412B7" w:rsidRDefault="00C412B7" w:rsidP="002E4703">
            <w:pPr>
              <w:pStyle w:val="libPoem"/>
            </w:pPr>
            <w:r>
              <w:rPr>
                <w:rtl/>
                <w:lang w:bidi="fa-IR"/>
              </w:rPr>
              <w:t>والبضعة المعصومة يا والدي ضربوها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12B7" w14:paraId="3A60CBFE" w14:textId="77777777" w:rsidTr="009C5F3C">
        <w:trPr>
          <w:trHeight w:val="350"/>
        </w:trPr>
        <w:tc>
          <w:tcPr>
            <w:tcW w:w="3655" w:type="dxa"/>
          </w:tcPr>
          <w:p w14:paraId="649DC28F" w14:textId="77777777" w:rsidR="00C412B7" w:rsidRDefault="00C412B7" w:rsidP="002E4703">
            <w:pPr>
              <w:pStyle w:val="libPoem"/>
            </w:pPr>
            <w:r>
              <w:rPr>
                <w:rtl/>
                <w:lang w:bidi="fa-IR"/>
              </w:rPr>
              <w:t>وصيّت فوق المنبر بالدّرّة المعصومَهْ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33DC4DD" w14:textId="77777777" w:rsidR="00C412B7" w:rsidRDefault="00C412B7" w:rsidP="002E4703">
            <w:pPr>
              <w:pStyle w:val="libPoem"/>
              <w:rPr>
                <w:rtl/>
              </w:rPr>
            </w:pPr>
          </w:p>
        </w:tc>
        <w:tc>
          <w:tcPr>
            <w:tcW w:w="3514" w:type="dxa"/>
          </w:tcPr>
          <w:p w14:paraId="43B60EC1" w14:textId="77777777" w:rsidR="00C412B7" w:rsidRDefault="00C412B7" w:rsidP="002E4703">
            <w:pPr>
              <w:pStyle w:val="libPoem"/>
            </w:pPr>
            <w:r>
              <w:rPr>
                <w:rtl/>
                <w:lang w:bidi="fa-IR"/>
              </w:rPr>
              <w:t>اُوجوني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يبويه بعدك هالعصبة الميشومَهْ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12B7" w14:paraId="1693DB4F" w14:textId="77777777" w:rsidTr="009C5F3C">
        <w:trPr>
          <w:trHeight w:val="350"/>
        </w:trPr>
        <w:tc>
          <w:tcPr>
            <w:tcW w:w="3655" w:type="dxa"/>
          </w:tcPr>
          <w:p w14:paraId="2E7EACDC" w14:textId="77777777" w:rsidR="00C412B7" w:rsidRDefault="00C412B7" w:rsidP="002E4703">
            <w:pPr>
              <w:pStyle w:val="libPoem"/>
            </w:pPr>
            <w:r>
              <w:rPr>
                <w:rtl/>
                <w:lang w:bidi="fa-IR"/>
              </w:rPr>
              <w:t>ليتَك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تشوف الغالية فوق الوَجه ملطومَهْ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4CBA48BE" w14:textId="77777777" w:rsidR="00C412B7" w:rsidRDefault="00C412B7" w:rsidP="002E4703">
            <w:pPr>
              <w:pStyle w:val="libPoem"/>
              <w:rPr>
                <w:rtl/>
              </w:rPr>
            </w:pPr>
          </w:p>
        </w:tc>
        <w:tc>
          <w:tcPr>
            <w:tcW w:w="3514" w:type="dxa"/>
          </w:tcPr>
          <w:p w14:paraId="21856C2E" w14:textId="77777777" w:rsidR="00C412B7" w:rsidRDefault="00C412B7" w:rsidP="00C412B7">
            <w:pPr>
              <w:pStyle w:val="libPoem"/>
            </w:pPr>
            <w:r>
              <w:rPr>
                <w:rtl/>
                <w:lang w:bidi="fa-IR"/>
              </w:rPr>
              <w:t>اُوجابواالحطب يالوالي ودارالوحي حرقوها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12B7" w14:paraId="1D13C5F1" w14:textId="77777777" w:rsidTr="009C5F3C">
        <w:trPr>
          <w:trHeight w:val="350"/>
        </w:trPr>
        <w:tc>
          <w:tcPr>
            <w:tcW w:w="3655" w:type="dxa"/>
          </w:tcPr>
          <w:p w14:paraId="41511AD3" w14:textId="77777777" w:rsidR="00C412B7" w:rsidRDefault="009C5F3C" w:rsidP="002E4703">
            <w:pPr>
              <w:pStyle w:val="libPoem"/>
            </w:pPr>
            <w:r>
              <w:rPr>
                <w:rtl/>
                <w:lang w:bidi="fa-IR"/>
              </w:rPr>
              <w:t>فزّيت يوم الجوني وآني أهلِ اِدموعي</w:t>
            </w:r>
            <w:r w:rsidR="00C412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F7EE22C" w14:textId="77777777" w:rsidR="00C412B7" w:rsidRDefault="00C412B7" w:rsidP="002E4703">
            <w:pPr>
              <w:pStyle w:val="libPoem"/>
              <w:rPr>
                <w:rtl/>
              </w:rPr>
            </w:pPr>
          </w:p>
        </w:tc>
        <w:tc>
          <w:tcPr>
            <w:tcW w:w="3514" w:type="dxa"/>
          </w:tcPr>
          <w:p w14:paraId="21B7A3CD" w14:textId="77777777" w:rsidR="00C412B7" w:rsidRDefault="009C5F3C" w:rsidP="002E4703">
            <w:pPr>
              <w:pStyle w:val="libPoem"/>
            </w:pPr>
            <w:r>
              <w:rPr>
                <w:rtl/>
                <w:lang w:bidi="fa-IR"/>
              </w:rPr>
              <w:t>وآني يبويه الفقدَك بعدَه مَيسكن روعي</w:t>
            </w:r>
            <w:r w:rsidR="00C412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12B7" w14:paraId="7B34FD67" w14:textId="77777777" w:rsidTr="009C5F3C">
        <w:trPr>
          <w:trHeight w:val="350"/>
        </w:trPr>
        <w:tc>
          <w:tcPr>
            <w:tcW w:w="3655" w:type="dxa"/>
          </w:tcPr>
          <w:p w14:paraId="1A9D798E" w14:textId="77777777" w:rsidR="00C412B7" w:rsidRDefault="009C5F3C" w:rsidP="002E4703">
            <w:pPr>
              <w:pStyle w:val="libPoem"/>
            </w:pPr>
            <w:r>
              <w:rPr>
                <w:rtl/>
                <w:lang w:bidi="fa-IR"/>
              </w:rPr>
              <w:t>فزّيت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ابلزم بابي اُوكسروا يبويه اِضلوعي</w:t>
            </w:r>
            <w:r w:rsidR="00C412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264D0F9C" w14:textId="77777777" w:rsidR="00C412B7" w:rsidRDefault="00C412B7" w:rsidP="002E4703">
            <w:pPr>
              <w:pStyle w:val="libPoem"/>
              <w:rPr>
                <w:rtl/>
              </w:rPr>
            </w:pPr>
          </w:p>
        </w:tc>
        <w:tc>
          <w:tcPr>
            <w:tcW w:w="3514" w:type="dxa"/>
          </w:tcPr>
          <w:p w14:paraId="755C9109" w14:textId="77777777" w:rsidR="00C412B7" w:rsidRDefault="009C5F3C" w:rsidP="002E4703">
            <w:pPr>
              <w:pStyle w:val="libPoem"/>
            </w:pPr>
            <w:r>
              <w:rPr>
                <w:rtl/>
                <w:lang w:bidi="fa-IR"/>
              </w:rPr>
              <w:t>ترضى يبويه داري من بعدك اِيدخلوها</w:t>
            </w:r>
            <w:r w:rsidR="00C412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12B7" w14:paraId="42B28522" w14:textId="77777777" w:rsidTr="009C5F3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55" w:type="dxa"/>
          </w:tcPr>
          <w:p w14:paraId="3AEA516E" w14:textId="77777777" w:rsidR="00C412B7" w:rsidRDefault="009C5F3C" w:rsidP="002E4703">
            <w:pPr>
              <w:pStyle w:val="libPoem"/>
            </w:pPr>
            <w:r>
              <w:rPr>
                <w:rtl/>
                <w:lang w:bidi="fa-IR"/>
              </w:rPr>
              <w:t>يابوي يوم الأجوني اُودخلوا عليّه داري</w:t>
            </w:r>
            <w:r w:rsidR="00C412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4A42A9EC" w14:textId="77777777" w:rsidR="00C412B7" w:rsidRDefault="00C412B7" w:rsidP="002E4703">
            <w:pPr>
              <w:pStyle w:val="libPoem"/>
              <w:rPr>
                <w:rtl/>
              </w:rPr>
            </w:pPr>
          </w:p>
        </w:tc>
        <w:tc>
          <w:tcPr>
            <w:tcW w:w="3514" w:type="dxa"/>
          </w:tcPr>
          <w:p w14:paraId="7A7DAF14" w14:textId="77777777" w:rsidR="00C412B7" w:rsidRDefault="009C5F3C" w:rsidP="002E4703">
            <w:pPr>
              <w:pStyle w:val="libPoem"/>
            </w:pPr>
            <w:r>
              <w:rPr>
                <w:rtl/>
                <w:lang w:bidi="fa-IR"/>
              </w:rPr>
              <w:t>وآني حزينة اُوفاقدة خير انبياءِ الباري</w:t>
            </w:r>
            <w:r w:rsidR="00C412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12B7" w14:paraId="1F82BB44" w14:textId="77777777" w:rsidTr="009C5F3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55" w:type="dxa"/>
          </w:tcPr>
          <w:p w14:paraId="55AA2E5C" w14:textId="77777777" w:rsidR="00C412B7" w:rsidRDefault="009C5F3C" w:rsidP="009C5F3C">
            <w:pPr>
              <w:pStyle w:val="libPoem"/>
            </w:pPr>
            <w:r>
              <w:rPr>
                <w:rtl/>
                <w:lang w:bidi="fa-IR"/>
              </w:rPr>
              <w:t>هتكوايبويه اِحجابي اُوهتكوايبويه اِخداري</w:t>
            </w:r>
            <w:r w:rsidR="00C412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CC1646C" w14:textId="77777777" w:rsidR="00C412B7" w:rsidRDefault="00C412B7" w:rsidP="002E4703">
            <w:pPr>
              <w:pStyle w:val="libPoem"/>
              <w:rPr>
                <w:rtl/>
              </w:rPr>
            </w:pPr>
          </w:p>
        </w:tc>
        <w:tc>
          <w:tcPr>
            <w:tcW w:w="3514" w:type="dxa"/>
          </w:tcPr>
          <w:p w14:paraId="22367DBF" w14:textId="77777777" w:rsidR="00C412B7" w:rsidRDefault="009C5F3C" w:rsidP="002E4703">
            <w:pPr>
              <w:pStyle w:val="libPoem"/>
            </w:pPr>
            <w:r>
              <w:rPr>
                <w:rtl/>
                <w:lang w:bidi="fa-IR"/>
              </w:rPr>
              <w:t>اُوكلّ الوصيّة اِتخالفتْ دار الوحي دخلُوها</w:t>
            </w:r>
            <w:r w:rsidR="00C412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12B7" w14:paraId="60C1BE0A" w14:textId="77777777" w:rsidTr="009C5F3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55" w:type="dxa"/>
          </w:tcPr>
          <w:p w14:paraId="7556DFFD" w14:textId="77777777" w:rsidR="00C412B7" w:rsidRDefault="009C5F3C" w:rsidP="009C5F3C">
            <w:pPr>
              <w:pStyle w:val="libPoem"/>
            </w:pPr>
            <w:r>
              <w:rPr>
                <w:rtl/>
                <w:lang w:bidi="fa-IR"/>
              </w:rPr>
              <w:t>نادى الحسن وآجدي واِحسين اينادي يامّهْ</w:t>
            </w:r>
            <w:r w:rsidR="00C412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20DBE745" w14:textId="77777777" w:rsidR="00C412B7" w:rsidRDefault="00C412B7" w:rsidP="002E4703">
            <w:pPr>
              <w:pStyle w:val="libPoem"/>
              <w:rPr>
                <w:rtl/>
              </w:rPr>
            </w:pPr>
          </w:p>
        </w:tc>
        <w:tc>
          <w:tcPr>
            <w:tcW w:w="3514" w:type="dxa"/>
          </w:tcPr>
          <w:p w14:paraId="2F440D5F" w14:textId="77777777" w:rsidR="00C412B7" w:rsidRDefault="009C5F3C" w:rsidP="009C5F3C">
            <w:pPr>
              <w:pStyle w:val="libPoem"/>
            </w:pPr>
            <w:r>
              <w:rPr>
                <w:rtl/>
                <w:lang w:bidi="fa-IR"/>
              </w:rPr>
              <w:t>اُوهذايجي للثاني اِيكفكف دموعَه اِبكمّهْ</w:t>
            </w:r>
            <w:r w:rsidR="00C412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12B7" w14:paraId="261976F0" w14:textId="77777777" w:rsidTr="009C5F3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55" w:type="dxa"/>
          </w:tcPr>
          <w:p w14:paraId="03A47F3F" w14:textId="77777777" w:rsidR="00C412B7" w:rsidRDefault="009C5F3C" w:rsidP="002E4703">
            <w:pPr>
              <w:pStyle w:val="libPoem"/>
            </w:pPr>
            <w:r>
              <w:rPr>
                <w:rtl/>
                <w:lang w:bidi="fa-IR"/>
              </w:rPr>
              <w:t>ياهي امصيبةَ عظمى اُوياهي علينه ملتمّهْ</w:t>
            </w:r>
            <w:r w:rsidR="00C412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8B23FCB" w14:textId="77777777" w:rsidR="00C412B7" w:rsidRDefault="00C412B7" w:rsidP="002E4703">
            <w:pPr>
              <w:pStyle w:val="libPoem"/>
              <w:rPr>
                <w:rtl/>
              </w:rPr>
            </w:pPr>
          </w:p>
        </w:tc>
        <w:tc>
          <w:tcPr>
            <w:tcW w:w="3514" w:type="dxa"/>
          </w:tcPr>
          <w:p w14:paraId="49463985" w14:textId="77777777" w:rsidR="00C412B7" w:rsidRDefault="009C5F3C" w:rsidP="002E4703">
            <w:pPr>
              <w:pStyle w:val="libPoem"/>
            </w:pPr>
            <w:r>
              <w:rPr>
                <w:rtl/>
                <w:lang w:bidi="fa-IR"/>
              </w:rPr>
              <w:t>يوم العدى وصلتنه اُودار الوحي دخلُوها</w:t>
            </w:r>
            <w:r w:rsidR="00C412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12B7" w14:paraId="4F58C0CD" w14:textId="77777777" w:rsidTr="009C5F3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55" w:type="dxa"/>
          </w:tcPr>
          <w:p w14:paraId="39F4A3F0" w14:textId="77777777" w:rsidR="00C412B7" w:rsidRDefault="009C5F3C" w:rsidP="002E4703">
            <w:pPr>
              <w:pStyle w:val="libPoem"/>
            </w:pPr>
            <w:r>
              <w:rPr>
                <w:rtl/>
                <w:lang w:bidi="fa-IR"/>
              </w:rPr>
              <w:t>الله يحيدر صبّرك مثل الصخَر بل زايدْ</w:t>
            </w:r>
            <w:r w:rsidR="00C412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942045A" w14:textId="77777777" w:rsidR="00C412B7" w:rsidRDefault="00C412B7" w:rsidP="002E4703">
            <w:pPr>
              <w:pStyle w:val="libPoem"/>
              <w:rPr>
                <w:rtl/>
              </w:rPr>
            </w:pPr>
          </w:p>
        </w:tc>
        <w:tc>
          <w:tcPr>
            <w:tcW w:w="3514" w:type="dxa"/>
          </w:tcPr>
          <w:p w14:paraId="74ADEC8D" w14:textId="77777777" w:rsidR="00C412B7" w:rsidRDefault="009C5F3C" w:rsidP="002E4703">
            <w:pPr>
              <w:pStyle w:val="libPoem"/>
            </w:pPr>
            <w:r>
              <w:rPr>
                <w:rtl/>
                <w:lang w:bidi="fa-IR"/>
              </w:rPr>
              <w:t>إنتَه الاُسود اِتهابك واِنته إليهمْ قايدْ</w:t>
            </w:r>
            <w:r w:rsidR="00C412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12B7" w14:paraId="6462E0EE" w14:textId="77777777" w:rsidTr="009C5F3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55" w:type="dxa"/>
          </w:tcPr>
          <w:p w14:paraId="1AE961C0" w14:textId="77777777" w:rsidR="00C412B7" w:rsidRDefault="009C5F3C" w:rsidP="002E4703">
            <w:pPr>
              <w:pStyle w:val="libPoem"/>
            </w:pPr>
            <w:r>
              <w:rPr>
                <w:rtl/>
                <w:lang w:bidi="fa-IR"/>
              </w:rPr>
              <w:t>كيف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الأعادي تهجمْ بالدار واِنته قاعدْ</w:t>
            </w:r>
            <w:r w:rsidR="00C412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657BE19" w14:textId="77777777" w:rsidR="00C412B7" w:rsidRDefault="00C412B7" w:rsidP="002E4703">
            <w:pPr>
              <w:pStyle w:val="libPoem"/>
              <w:rPr>
                <w:rtl/>
              </w:rPr>
            </w:pPr>
          </w:p>
        </w:tc>
        <w:tc>
          <w:tcPr>
            <w:tcW w:w="3514" w:type="dxa"/>
          </w:tcPr>
          <w:p w14:paraId="6F247329" w14:textId="77777777" w:rsidR="00C412B7" w:rsidRDefault="009C5F3C" w:rsidP="009C5F3C">
            <w:pPr>
              <w:pStyle w:val="libPoem"/>
            </w:pPr>
            <w:r>
              <w:rPr>
                <w:rtl/>
                <w:lang w:bidi="fa-IR"/>
              </w:rPr>
              <w:t>اِيدخلوااعليكْ اِبدارك اُودارالوحي حرقوها</w:t>
            </w:r>
            <w:r w:rsidR="00C412B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05C002C" w14:textId="77777777" w:rsidR="00EE7C84" w:rsidRDefault="00EE7C84" w:rsidP="009C5F3C">
      <w:pPr>
        <w:pStyle w:val="libCenter"/>
        <w:rPr>
          <w:lang w:bidi="fa-IR"/>
        </w:rPr>
      </w:pPr>
      <w:r>
        <w:rPr>
          <w:rtl/>
          <w:lang w:bidi="fa-IR"/>
        </w:rPr>
        <w:t>تمّت في 5 ربيع الأوّل سنة 1383 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220FD" w14:paraId="2E0DA1D4" w14:textId="77777777" w:rsidTr="002E4703">
        <w:trPr>
          <w:trHeight w:val="350"/>
        </w:trPr>
        <w:tc>
          <w:tcPr>
            <w:tcW w:w="3920" w:type="dxa"/>
            <w:shd w:val="clear" w:color="auto" w:fill="auto"/>
          </w:tcPr>
          <w:p w14:paraId="247F7F8A" w14:textId="77777777" w:rsidR="00E220FD" w:rsidRDefault="00E220FD" w:rsidP="002E4703">
            <w:pPr>
              <w:pStyle w:val="libPoem"/>
            </w:pPr>
            <w:r>
              <w:rPr>
                <w:rtl/>
                <w:lang w:bidi="fa-IR"/>
              </w:rPr>
              <w:t>اِقعد يبو ابراهيم شوف اللي علَيْ 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A4C85A8" w14:textId="77777777" w:rsidR="00E220FD" w:rsidRDefault="00E220FD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4B06488" w14:textId="77777777" w:rsidR="00E220FD" w:rsidRDefault="00E220FD" w:rsidP="002E4703">
            <w:pPr>
              <w:pStyle w:val="libPoem"/>
            </w:pPr>
            <w:r>
              <w:rPr>
                <w:rtl/>
                <w:lang w:bidi="fa-IR"/>
              </w:rPr>
              <w:t>مكسور ضلعي اُومنزلي محروق بالنّارْ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20FD" w14:paraId="0C858DEC" w14:textId="77777777" w:rsidTr="002E4703">
        <w:trPr>
          <w:trHeight w:val="350"/>
        </w:trPr>
        <w:tc>
          <w:tcPr>
            <w:tcW w:w="3920" w:type="dxa"/>
          </w:tcPr>
          <w:p w14:paraId="5C06158F" w14:textId="77777777" w:rsidR="00E220FD" w:rsidRDefault="00E220FD" w:rsidP="002E4703">
            <w:pPr>
              <w:pStyle w:val="libPoem"/>
            </w:pPr>
            <w:r>
              <w:rPr>
                <w:rtl/>
                <w:lang w:bidi="fa-IR"/>
              </w:rPr>
              <w:t>جيتك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أخبرَك واَشتكي فعلة القومْ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75FD17" w14:textId="77777777" w:rsidR="00E220FD" w:rsidRDefault="00E220FD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97B5C01" w14:textId="77777777" w:rsidR="00E220FD" w:rsidRDefault="00E220FD" w:rsidP="002E4703">
            <w:pPr>
              <w:pStyle w:val="libPoem"/>
            </w:pPr>
            <w:r>
              <w:rPr>
                <w:rtl/>
                <w:lang w:bidi="fa-IR"/>
              </w:rPr>
              <w:t>استهضمتني اُمّتك يا كنز العلُومْ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20FD" w14:paraId="32517567" w14:textId="77777777" w:rsidTr="002E4703">
        <w:trPr>
          <w:trHeight w:val="350"/>
        </w:trPr>
        <w:tc>
          <w:tcPr>
            <w:tcW w:w="3920" w:type="dxa"/>
          </w:tcPr>
          <w:p w14:paraId="7AA25E70" w14:textId="77777777" w:rsidR="00E220FD" w:rsidRDefault="00E220FD" w:rsidP="00E220FD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مُصطفى ليتَكْ تعاينْ حالي اليومْ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0DE85F" w14:textId="77777777" w:rsidR="00E220FD" w:rsidRDefault="00E220FD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985DC1" w14:textId="77777777" w:rsidR="00E220FD" w:rsidRDefault="00E220FD" w:rsidP="002E4703">
            <w:pPr>
              <w:pStyle w:val="libPoem"/>
            </w:pPr>
            <w:r>
              <w:rPr>
                <w:rtl/>
                <w:lang w:bidi="fa-IR"/>
              </w:rPr>
              <w:t>مكسور ضلعي ما إلى ثاير ونغّارْ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20FD" w14:paraId="69AF4F12" w14:textId="77777777" w:rsidTr="002E4703">
        <w:trPr>
          <w:trHeight w:val="350"/>
        </w:trPr>
        <w:tc>
          <w:tcPr>
            <w:tcW w:w="3920" w:type="dxa"/>
          </w:tcPr>
          <w:p w14:paraId="7A11C469" w14:textId="77777777" w:rsidR="00E220FD" w:rsidRDefault="00E220FD" w:rsidP="002E4703">
            <w:pPr>
              <w:pStyle w:val="libPoem"/>
            </w:pPr>
            <w:r>
              <w:rPr>
                <w:rtl/>
                <w:lang w:bidi="fa-IR"/>
              </w:rPr>
              <w:t>اُمّتك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يا هادي علينه ردّت اِردودْ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A8E1BD" w14:textId="77777777" w:rsidR="00E220FD" w:rsidRDefault="00E220FD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E8D138" w14:textId="77777777" w:rsidR="00E220FD" w:rsidRDefault="00E220FD" w:rsidP="002E4703">
            <w:pPr>
              <w:pStyle w:val="libPoem"/>
            </w:pPr>
            <w:r>
              <w:rPr>
                <w:rtl/>
                <w:lang w:bidi="fa-IR"/>
              </w:rPr>
              <w:t>ردّتْ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ظلم يا ياب تطلب منك احقُودْ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20FD" w14:paraId="2F0972D2" w14:textId="77777777" w:rsidTr="002E4703">
        <w:trPr>
          <w:trHeight w:val="350"/>
        </w:trPr>
        <w:tc>
          <w:tcPr>
            <w:tcW w:w="3920" w:type="dxa"/>
          </w:tcPr>
          <w:p w14:paraId="05795DCE" w14:textId="77777777" w:rsidR="00E220FD" w:rsidRDefault="00E220FD" w:rsidP="002E4703">
            <w:pPr>
              <w:pStyle w:val="libPoem"/>
            </w:pPr>
            <w:r>
              <w:rPr>
                <w:rtl/>
                <w:lang w:bidi="fa-IR"/>
              </w:rPr>
              <w:t>بالباب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عصروني اُوعلي سحبوه مَقيودْ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104968" w14:textId="77777777" w:rsidR="00E220FD" w:rsidRDefault="00E220FD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DCDCA5" w14:textId="77777777" w:rsidR="00E220FD" w:rsidRDefault="00E220FD" w:rsidP="002E4703">
            <w:pPr>
              <w:pStyle w:val="libPoem"/>
            </w:pPr>
            <w:r>
              <w:rPr>
                <w:rtl/>
                <w:lang w:bidi="fa-IR"/>
              </w:rPr>
              <w:t>يردونّه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أنْ يخضع اُوهو حيدر الكرّارْ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20FD" w14:paraId="7BCD8E24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886A3B4" w14:textId="77777777" w:rsidR="00E220FD" w:rsidRDefault="00E220FD" w:rsidP="002E4703">
            <w:pPr>
              <w:pStyle w:val="libPoem"/>
            </w:pPr>
            <w:r>
              <w:rPr>
                <w:rtl/>
                <w:lang w:bidi="fa-IR"/>
              </w:rPr>
              <w:t>يوم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اَعصروني وطحت مغشيّه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42F9D3" w14:textId="77777777" w:rsidR="00E220FD" w:rsidRDefault="00E220FD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76C76E" w14:textId="77777777" w:rsidR="00E220FD" w:rsidRDefault="00E220FD" w:rsidP="002E4703">
            <w:pPr>
              <w:pStyle w:val="libPoem"/>
            </w:pPr>
            <w:r>
              <w:rPr>
                <w:rtl/>
                <w:lang w:bidi="fa-IR"/>
              </w:rPr>
              <w:t>اُوحيدر يعاينّي ولا ينْغر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20FD" w14:paraId="1C182701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7D2F8BC" w14:textId="77777777" w:rsidR="00E220FD" w:rsidRDefault="00E220FD" w:rsidP="002E4703">
            <w:pPr>
              <w:pStyle w:val="libPoem"/>
            </w:pPr>
            <w:r>
              <w:rPr>
                <w:rtl/>
                <w:lang w:bidi="fa-IR"/>
              </w:rPr>
              <w:t>اُو لَمن أفقتْ اُوعاينتْ داري خِليّهْ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39D0F4E" w14:textId="77777777" w:rsidR="00E220FD" w:rsidRDefault="00E220FD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60CFFF" w14:textId="77777777" w:rsidR="00E220FD" w:rsidRDefault="00E220FD" w:rsidP="002E4703">
            <w:pPr>
              <w:pStyle w:val="libPoem"/>
            </w:pPr>
            <w:r>
              <w:rPr>
                <w:rtl/>
                <w:lang w:bidi="fa-IR"/>
              </w:rPr>
              <w:t>سايلتْ فضة وين عنّي حامي الجارْ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59D222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A1EB4" w14:paraId="1080B481" w14:textId="77777777" w:rsidTr="002E4703">
        <w:trPr>
          <w:trHeight w:val="350"/>
        </w:trPr>
        <w:tc>
          <w:tcPr>
            <w:tcW w:w="3920" w:type="dxa"/>
            <w:shd w:val="clear" w:color="auto" w:fill="auto"/>
          </w:tcPr>
          <w:p w14:paraId="58336B36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lastRenderedPageBreak/>
              <w:t>قالتْ خَذوه القُوم يا بنتِ الرسالهْ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7A4CFEE" w14:textId="77777777" w:rsidR="005A1EB4" w:rsidRDefault="005A1EB4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8C9CB15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وامكتفة ايمينة يزهرة مَعَ اشمالَهْ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1EB4" w14:paraId="3F823297" w14:textId="77777777" w:rsidTr="002E4703">
        <w:trPr>
          <w:trHeight w:val="350"/>
        </w:trPr>
        <w:tc>
          <w:tcPr>
            <w:tcW w:w="3920" w:type="dxa"/>
          </w:tcPr>
          <w:p w14:paraId="34998478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وضعوا وسط حلقَه حبال قوم الظلم</w:t>
            </w:r>
            <w:r w:rsidRPr="005A1EB4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7BADA3" w14:textId="77777777" w:rsidR="005A1EB4" w:rsidRDefault="005A1EB4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C108FA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اُوراحوا به امكتّف يزهرة يا امْ لطهارْ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1EB4" w14:paraId="7891C25A" w14:textId="77777777" w:rsidTr="002E4703">
        <w:trPr>
          <w:trHeight w:val="350"/>
        </w:trPr>
        <w:tc>
          <w:tcPr>
            <w:tcW w:w="3920" w:type="dxa"/>
          </w:tcPr>
          <w:p w14:paraId="00DBB30C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فرّيت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مذعورة اُولَن حيدر مشوا بيهْ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70899C" w14:textId="77777777" w:rsidR="005A1EB4" w:rsidRDefault="005A1EB4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5BECA2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لَهل الظُّلم إللي قَصدهم إلبطش بيهْ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1EB4" w14:paraId="51669AD6" w14:textId="77777777" w:rsidTr="002E4703">
        <w:trPr>
          <w:trHeight w:val="350"/>
        </w:trPr>
        <w:tc>
          <w:tcPr>
            <w:tcW w:w="3920" w:type="dxa"/>
          </w:tcPr>
          <w:p w14:paraId="0AD9E16F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واَدركتهم يا ياب قبل ايوصلوا بيهْ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AA1C64" w14:textId="77777777" w:rsidR="005A1EB4" w:rsidRDefault="005A1EB4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100398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ردوئر</w:t>
            </w:r>
            <w:r w:rsidRPr="005A1EB4">
              <w:rPr>
                <w:rStyle w:val="libFootnotenumChar"/>
                <w:rtl/>
              </w:rPr>
              <w:t>(2)</w:t>
            </w:r>
            <w:r>
              <w:rPr>
                <w:rtl/>
                <w:lang w:bidi="fa-IR"/>
              </w:rPr>
              <w:t xml:space="preserve"> اُو ألموني اِبسوطهم قوم لشرارْ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1EB4" w14:paraId="41968209" w14:textId="77777777" w:rsidTr="002E4703">
        <w:trPr>
          <w:trHeight w:val="350"/>
        </w:trPr>
        <w:tc>
          <w:tcPr>
            <w:tcW w:w="3920" w:type="dxa"/>
          </w:tcPr>
          <w:p w14:paraId="684EDB8E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من بعد عينك كَم عدو جار اُوتعدّه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49D24B" w14:textId="77777777" w:rsidR="005A1EB4" w:rsidRDefault="005A1EB4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155CD1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اُوجاني اِبيتي يتبعه جنده اِبهدّه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1EB4" w14:paraId="7BA218B4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6077161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اُودخلوا عليّه يا رسول الله اِبشدّه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957579" w14:textId="77777777" w:rsidR="005A1EB4" w:rsidRDefault="005A1EB4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C877A0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والنار شبّوا بمنزلي اُوصار الذي صارْ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1EB4" w14:paraId="23B54552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49A9A98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اُونخيتْ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بصحابك ولا واحد رحمني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296D99" w14:textId="77777777" w:rsidR="005A1EB4" w:rsidRDefault="005A1EB4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5E38C8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يابه لخلّي النوح والتعداد فنّي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1EB4" w14:paraId="6AEE97AF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C312D95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واِحسين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اِيذوبني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من نشدني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AEA252" w14:textId="77777777" w:rsidR="005A1EB4" w:rsidRDefault="005A1EB4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95DA90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ويقول وينه جدّنا أحمد المختارْ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1EB4" w14:paraId="313C18BC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E3DF874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اُوهذي يبويه للفريضة إِيأذّن اِبلالْ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7158EE" w14:textId="77777777" w:rsidR="005A1EB4" w:rsidRDefault="005A1EB4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6D4D52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اُويهلّن لذكرَك يا رسول الله يسردالْ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1EB4" w14:paraId="25E0B5F4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98DA4E2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وآني المصايب فوق راسي مثل لجبالْ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FB61F7" w14:textId="77777777" w:rsidR="005A1EB4" w:rsidRDefault="005A1EB4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EA4834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لقضي العمر بالنوح في ليل وانهار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1EB4" w14:paraId="1D1AF032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8B11AEC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بعدك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فلا أبطل ولا هيّد منَ النُّوحْ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629BEF" w14:textId="77777777" w:rsidR="005A1EB4" w:rsidRDefault="005A1EB4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05159C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ليلي اُونهاري ما بقت في جسمي الرُّوحْ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1EB4" w14:paraId="50DB6B7D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D7D5E92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لو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عشتْ في الدّنيا مثل عمرِ النّبي نُوحْ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A1C78E" w14:textId="77777777" w:rsidR="005A1EB4" w:rsidRDefault="005A1EB4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715520" w14:textId="77777777" w:rsidR="005A1EB4" w:rsidRDefault="005A1EB4" w:rsidP="002E4703">
            <w:pPr>
              <w:pStyle w:val="libPoem"/>
            </w:pPr>
            <w:r>
              <w:rPr>
                <w:rtl/>
                <w:lang w:bidi="fa-IR"/>
              </w:rPr>
              <w:t>ولدعي اِدموع العين تجري مثل المطارْ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CB78377" w14:textId="77777777" w:rsidR="00EE7C84" w:rsidRDefault="00EE7C84" w:rsidP="005A1EB4">
      <w:pPr>
        <w:pStyle w:val="libCenter"/>
        <w:rPr>
          <w:lang w:bidi="fa-IR"/>
        </w:rPr>
      </w:pPr>
      <w:r>
        <w:rPr>
          <w:rtl/>
          <w:lang w:bidi="fa-IR"/>
        </w:rPr>
        <w:t>تمّت 7 صفر سنة 1386 ه</w:t>
      </w:r>
    </w:p>
    <w:p w14:paraId="773B29AB" w14:textId="77777777" w:rsidR="00EE7C84" w:rsidRDefault="00C74E58" w:rsidP="005A1EB4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</w:p>
    <w:p w14:paraId="33BA833A" w14:textId="77777777" w:rsidR="00EE7C84" w:rsidRDefault="00EE7C84" w:rsidP="005A1EB4">
      <w:pPr>
        <w:pStyle w:val="libFootnote0"/>
        <w:rPr>
          <w:lang w:bidi="fa-IR"/>
        </w:rPr>
      </w:pPr>
      <w:r>
        <w:rPr>
          <w:rtl/>
          <w:lang w:bidi="fa-IR"/>
        </w:rPr>
        <w:t>(1) يبدو أنّ هناك أربعة أشطر سقطت من أصل المصدر لم نهتدِ إليها في النسخة التي بين أيدينا</w:t>
      </w:r>
      <w:r w:rsidR="00FB110A">
        <w:rPr>
          <w:rtl/>
          <w:lang w:bidi="fa-IR"/>
        </w:rPr>
        <w:t>.</w:t>
      </w:r>
      <w:r>
        <w:rPr>
          <w:rtl/>
          <w:lang w:bidi="fa-IR"/>
        </w:rPr>
        <w:t xml:space="preserve"> (موقع معهد الإمامين الحسنَين)</w:t>
      </w:r>
    </w:p>
    <w:p w14:paraId="15491686" w14:textId="77777777" w:rsidR="00EE7C84" w:rsidRDefault="00EE7C84" w:rsidP="005A1EB4">
      <w:pPr>
        <w:pStyle w:val="libFootnote0"/>
        <w:rPr>
          <w:lang w:bidi="fa-IR"/>
        </w:rPr>
      </w:pPr>
      <w:r>
        <w:rPr>
          <w:rtl/>
          <w:lang w:bidi="fa-IR"/>
        </w:rPr>
        <w:t>(2) هكذا وردت المفردة ولا معنى لها , ولعلها ( رَدَّوا )</w:t>
      </w:r>
      <w:r w:rsidR="00FB110A">
        <w:rPr>
          <w:rtl/>
          <w:lang w:bidi="fa-IR"/>
        </w:rPr>
        <w:t>.</w:t>
      </w:r>
      <w:r>
        <w:rPr>
          <w:rtl/>
          <w:lang w:bidi="fa-IR"/>
        </w:rPr>
        <w:t xml:space="preserve"> (موقع معهد الإمامين الحسنَين)</w:t>
      </w:r>
    </w:p>
    <w:p w14:paraId="2FF1CCF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6A51526F" w14:textId="77777777" w:rsidR="00EE7C84" w:rsidRDefault="00EE7C84" w:rsidP="000F4539">
      <w:pPr>
        <w:pStyle w:val="Heading2Center"/>
        <w:rPr>
          <w:lang w:bidi="fa-IR"/>
        </w:rPr>
      </w:pPr>
      <w:bookmarkStart w:id="4" w:name="_Toc17226563"/>
      <w:r>
        <w:rPr>
          <w:rtl/>
          <w:lang w:bidi="fa-IR"/>
        </w:rPr>
        <w:lastRenderedPageBreak/>
        <w:t>الفصل الثاني</w:t>
      </w:r>
      <w:bookmarkEnd w:id="4"/>
    </w:p>
    <w:p w14:paraId="4CD44E54" w14:textId="77777777" w:rsidR="00EE7C84" w:rsidRDefault="00EE7C84" w:rsidP="000F4539">
      <w:pPr>
        <w:pStyle w:val="Heading2Center"/>
        <w:rPr>
          <w:lang w:bidi="fa-IR"/>
        </w:rPr>
      </w:pPr>
      <w:bookmarkStart w:id="5" w:name="_Toc17226564"/>
      <w:r>
        <w:rPr>
          <w:rtl/>
          <w:lang w:bidi="fa-IR"/>
        </w:rPr>
        <w:t>في رثاء فاطمة الزهراء (</w:t>
      </w:r>
      <w:r w:rsidR="00204F6E" w:rsidRPr="00204F6E">
        <w:rPr>
          <w:rStyle w:val="libAlaemChar"/>
          <w:rtl/>
        </w:rPr>
        <w:t>عليها‌السلام</w:t>
      </w:r>
      <w:r>
        <w:rPr>
          <w:rtl/>
          <w:lang w:bidi="fa-IR"/>
        </w:rPr>
        <w:t>)</w:t>
      </w:r>
      <w:bookmarkEnd w:id="5"/>
    </w:p>
    <w:p w14:paraId="07CDDCD6" w14:textId="77777777" w:rsidR="00EE7C84" w:rsidRDefault="00EE7C84" w:rsidP="00D567BA">
      <w:pPr>
        <w:pStyle w:val="libBold1"/>
        <w:rPr>
          <w:lang w:bidi="fa-IR"/>
        </w:rPr>
      </w:pPr>
      <w:r>
        <w:rPr>
          <w:rtl/>
          <w:lang w:bidi="fa-IR"/>
        </w:rPr>
        <w:t>ممّا رثاها ملا علي الفايز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4659E" w14:paraId="0F811E90" w14:textId="77777777" w:rsidTr="002E4703">
        <w:trPr>
          <w:trHeight w:val="350"/>
        </w:trPr>
        <w:tc>
          <w:tcPr>
            <w:tcW w:w="3920" w:type="dxa"/>
            <w:shd w:val="clear" w:color="auto" w:fill="auto"/>
          </w:tcPr>
          <w:p w14:paraId="7F9DBBEE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أسما تنادي فاطمة يا اُمْ البدورْ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13F9085" w14:textId="77777777" w:rsidR="0004659E" w:rsidRDefault="0004659E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E983048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والله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مصابك يا حزينة اِيفت الصخورْ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659E" w14:paraId="45B7D9FC" w14:textId="77777777" w:rsidTr="002E4703">
        <w:trPr>
          <w:trHeight w:val="350"/>
        </w:trPr>
        <w:tc>
          <w:tcPr>
            <w:tcW w:w="3920" w:type="dxa"/>
          </w:tcPr>
          <w:p w14:paraId="677E3D12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ياما من البلوى اُومن ضيم حصلتيه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F9D5AB" w14:textId="77777777" w:rsidR="0004659E" w:rsidRDefault="0004659E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87042C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جسم الوصي بامصيبتك زهرة نحلتيه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659E" w14:paraId="5D89E8A8" w14:textId="77777777" w:rsidTr="002E4703">
        <w:trPr>
          <w:trHeight w:val="350"/>
        </w:trPr>
        <w:tc>
          <w:tcPr>
            <w:tcW w:w="3920" w:type="dxa"/>
          </w:tcPr>
          <w:p w14:paraId="393275C2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فتحي اعيونك له يمحزونه اُو نظريه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DC6BD1" w14:textId="77777777" w:rsidR="0004659E" w:rsidRDefault="0004659E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2110B0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تجري دموعه والقلب بالحزن مفطورْ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659E" w14:paraId="5AA18237" w14:textId="77777777" w:rsidTr="002E4703">
        <w:trPr>
          <w:trHeight w:val="350"/>
        </w:trPr>
        <w:tc>
          <w:tcPr>
            <w:tcW w:w="3920" w:type="dxa"/>
          </w:tcPr>
          <w:p w14:paraId="0EAF6221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بالفرش مطروحه اُومن حولك يتاماك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545172" w14:textId="77777777" w:rsidR="0004659E" w:rsidRDefault="0004659E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C56ADE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ليت كُلّ أرواحنا زهرة فداياك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659E" w14:paraId="3626CA37" w14:textId="77777777" w:rsidTr="002E4703">
        <w:trPr>
          <w:trHeight w:val="350"/>
        </w:trPr>
        <w:tc>
          <w:tcPr>
            <w:tcW w:w="3920" w:type="dxa"/>
          </w:tcPr>
          <w:p w14:paraId="010D6155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يا عيشة الكشرة يمحزونة بليّاك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5BBC30" w14:textId="77777777" w:rsidR="0004659E" w:rsidRDefault="0004659E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4F7420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عقبك فلا انعيّد ولا نستر باسرور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659E" w14:paraId="45B613B1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9286A9D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لمّن افاقت من الغشوه اُم لطهار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8EB936" w14:textId="77777777" w:rsidR="0004659E" w:rsidRDefault="0004659E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6444F3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قالت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يا اسما لا تصيحي ابصوت مجهار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659E" w14:paraId="2DFF98ED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51E390D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لا تروعين لقلب ايتامي هلصغار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7F9A11" w14:textId="77777777" w:rsidR="0004659E" w:rsidRDefault="0004659E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4638D8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رحمي ابحال اِحسين قلبه صار مكسور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659E" w14:paraId="1B424809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19A89A6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قرب لي اُولادي يبو الحملة بشعهُمْ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9F7F11" w14:textId="77777777" w:rsidR="0004659E" w:rsidRDefault="0004659E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DAA03E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ما تصبّر الأولاد عن توديع اُمّهُمْ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659E" w14:paraId="41D8C2B4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8D24F1E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قلبي عليهم ذاب من اذكر يتمهُمْ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32278A" w14:textId="77777777" w:rsidR="0004659E" w:rsidRDefault="0004659E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239359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لا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سيما اللي ينذبح في شهر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659E" w14:paraId="2D833702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3B25985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باقول ياسما لولادي وحفظيهم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210CE5" w14:textId="77777777" w:rsidR="0004659E" w:rsidRDefault="0004659E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F89543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لا من بكوا بالنوح اسما سكتيهم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659E" w14:paraId="43F07FA2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DE21162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بافارق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الأولاد وا حزني عليهم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C1A549" w14:textId="77777777" w:rsidR="0004659E" w:rsidRDefault="0004659E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EE9C57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ايحق لي على اولادي لصب الدمع منثور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659E" w14:paraId="422485A7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C5D555F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اُونادت على حيدر اُومنها الدمع سفّاك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A11074" w14:textId="77777777" w:rsidR="0004659E" w:rsidRDefault="0004659E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00FE31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قالت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يبن عمّي بوصيك أبيتاماك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659E" w14:paraId="50D2E9FF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E282838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وانكان يابن العَم عملت اقصور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9BA9F0" w14:textId="77777777" w:rsidR="0004659E" w:rsidRDefault="0004659E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D31B81" w14:textId="77777777" w:rsidR="0004659E" w:rsidRDefault="0004659E" w:rsidP="002E4703">
            <w:pPr>
              <w:pStyle w:val="libPoem"/>
            </w:pPr>
            <w:r>
              <w:rPr>
                <w:rtl/>
                <w:lang w:bidi="fa-IR"/>
              </w:rPr>
              <w:t>قلها فلا منّك بدي يا فاطمة اقصور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667B613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D6F9F" w14:paraId="664A4840" w14:textId="77777777" w:rsidTr="002E4703">
        <w:trPr>
          <w:trHeight w:val="350"/>
        </w:trPr>
        <w:tc>
          <w:tcPr>
            <w:tcW w:w="3920" w:type="dxa"/>
            <w:shd w:val="clear" w:color="auto" w:fill="auto"/>
          </w:tcPr>
          <w:p w14:paraId="13C0D9F6" w14:textId="77777777" w:rsidR="000D6F9F" w:rsidRDefault="000D6F9F" w:rsidP="002E4703">
            <w:pPr>
              <w:pStyle w:val="libPoem"/>
            </w:pPr>
            <w:r>
              <w:rPr>
                <w:rtl/>
                <w:lang w:bidi="fa-IR"/>
              </w:rPr>
              <w:lastRenderedPageBreak/>
              <w:t>لكنْ أنا مني بدا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في حقك اقصور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8766AC9" w14:textId="77777777" w:rsidR="000D6F9F" w:rsidRDefault="000D6F9F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1EB989B" w14:textId="77777777" w:rsidR="000D6F9F" w:rsidRDefault="000D6F9F" w:rsidP="002E4703">
            <w:pPr>
              <w:pStyle w:val="libPoem"/>
            </w:pPr>
            <w:r>
              <w:rPr>
                <w:rtl/>
                <w:lang w:bidi="fa-IR"/>
              </w:rPr>
              <w:t>اسقاطك المُحسن اُومن ضلعك المكسور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6F9F" w14:paraId="56B40488" w14:textId="77777777" w:rsidTr="002E4703">
        <w:trPr>
          <w:trHeight w:val="350"/>
        </w:trPr>
        <w:tc>
          <w:tcPr>
            <w:tcW w:w="3920" w:type="dxa"/>
          </w:tcPr>
          <w:p w14:paraId="4AC2A633" w14:textId="77777777" w:rsidR="000D6F9F" w:rsidRDefault="000D6F9F" w:rsidP="002E4703">
            <w:pPr>
              <w:pStyle w:val="libPoem"/>
            </w:pPr>
            <w:r>
              <w:rPr>
                <w:rtl/>
                <w:lang w:bidi="fa-IR"/>
              </w:rPr>
              <w:t>اُومن لطمتك خدك اُومن جنبك المعصور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6EE266" w14:textId="77777777" w:rsidR="000D6F9F" w:rsidRDefault="000D6F9F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F01DCC" w14:textId="77777777" w:rsidR="000D6F9F" w:rsidRDefault="000D6F9F" w:rsidP="002E4703">
            <w:pPr>
              <w:pStyle w:val="libPoem"/>
            </w:pPr>
            <w:r>
              <w:rPr>
                <w:rtl/>
                <w:lang w:bidi="fa-IR"/>
              </w:rPr>
              <w:t>وانا ابعيني أنظرك يا زينة الحُور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31EC50C" w14:textId="77777777" w:rsidR="00EE7C84" w:rsidRDefault="00E21949" w:rsidP="005D1FCC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66F97" w14:paraId="4D188A82" w14:textId="77777777" w:rsidTr="002E4703">
        <w:trPr>
          <w:trHeight w:val="350"/>
        </w:trPr>
        <w:tc>
          <w:tcPr>
            <w:tcW w:w="3920" w:type="dxa"/>
            <w:shd w:val="clear" w:color="auto" w:fill="auto"/>
          </w:tcPr>
          <w:p w14:paraId="5E7A4FEC" w14:textId="77777777" w:rsidR="00466F97" w:rsidRDefault="00466F97" w:rsidP="002E4703">
            <w:pPr>
              <w:pStyle w:val="libPoem"/>
            </w:pPr>
            <w:r>
              <w:rPr>
                <w:rtl/>
                <w:lang w:bidi="fa-IR"/>
              </w:rPr>
              <w:t>نصبي يفضّة النوح والمأتم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5590686" w14:textId="77777777" w:rsidR="00466F97" w:rsidRDefault="00466F97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35C0AD7" w14:textId="77777777" w:rsidR="00466F97" w:rsidRDefault="00466F97" w:rsidP="002E4703">
            <w:pPr>
              <w:pStyle w:val="libPoem"/>
            </w:pPr>
            <w:r>
              <w:rPr>
                <w:rtl/>
                <w:lang w:bidi="fa-IR"/>
              </w:rPr>
              <w:t>لا من رأيتي حجرتي منّي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6F97" w14:paraId="57B45A36" w14:textId="77777777" w:rsidTr="002E4703">
        <w:trPr>
          <w:trHeight w:val="350"/>
        </w:trPr>
        <w:tc>
          <w:tcPr>
            <w:tcW w:w="3920" w:type="dxa"/>
          </w:tcPr>
          <w:p w14:paraId="4186841A" w14:textId="77777777" w:rsidR="00466F97" w:rsidRDefault="00466F97" w:rsidP="002E4703">
            <w:pPr>
              <w:pStyle w:val="libPoem"/>
            </w:pPr>
            <w:r>
              <w:rPr>
                <w:rtl/>
                <w:lang w:bidi="fa-IR"/>
              </w:rPr>
              <w:t>سمعي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يفضّة للكلام اللي أقولهْ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86C258" w14:textId="77777777" w:rsidR="00466F97" w:rsidRDefault="00466F97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DA8F33" w14:textId="77777777" w:rsidR="00466F97" w:rsidRDefault="00466F97" w:rsidP="002E4703">
            <w:pPr>
              <w:pStyle w:val="libPoem"/>
            </w:pPr>
            <w:r>
              <w:rPr>
                <w:rtl/>
                <w:lang w:bidi="fa-IR"/>
              </w:rPr>
              <w:t>قبل المنية ودّعي الزهرة البتولهْ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6F97" w14:paraId="7EDDB96B" w14:textId="77777777" w:rsidTr="002E4703">
        <w:trPr>
          <w:trHeight w:val="350"/>
        </w:trPr>
        <w:tc>
          <w:tcPr>
            <w:tcW w:w="3920" w:type="dxa"/>
          </w:tcPr>
          <w:p w14:paraId="3CF5BCC8" w14:textId="77777777" w:rsidR="00466F97" w:rsidRDefault="00466F97" w:rsidP="002E4703">
            <w:pPr>
              <w:pStyle w:val="libPoem"/>
            </w:pPr>
            <w:r>
              <w:rPr>
                <w:rtl/>
                <w:lang w:bidi="fa-IR"/>
              </w:rPr>
              <w:t>بوصيك يا فضّة أتبارين الحمولهْ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582577" w14:textId="77777777" w:rsidR="00466F97" w:rsidRDefault="00466F97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A213C8" w14:textId="77777777" w:rsidR="00466F97" w:rsidRDefault="00466F97" w:rsidP="002E4703">
            <w:pPr>
              <w:pStyle w:val="libPoem"/>
            </w:pPr>
            <w:r>
              <w:rPr>
                <w:rtl/>
                <w:lang w:bidi="fa-IR"/>
              </w:rPr>
              <w:t>اُو بالأخص اُولادي يفضّة بالسويّه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6F97" w14:paraId="28006AE8" w14:textId="77777777" w:rsidTr="002E4703">
        <w:trPr>
          <w:trHeight w:val="350"/>
        </w:trPr>
        <w:tc>
          <w:tcPr>
            <w:tcW w:w="3920" w:type="dxa"/>
          </w:tcPr>
          <w:p w14:paraId="1B1F2EF1" w14:textId="77777777" w:rsidR="00466F97" w:rsidRDefault="00466F97" w:rsidP="002E4703">
            <w:pPr>
              <w:pStyle w:val="libPoem"/>
            </w:pPr>
            <w:r>
              <w:rPr>
                <w:rtl/>
                <w:lang w:bidi="fa-IR"/>
              </w:rPr>
              <w:t>لمّي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شمل ليتام فضّة عن التبديد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588AC7" w14:textId="77777777" w:rsidR="00466F97" w:rsidRDefault="00466F97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D0A2BF" w14:textId="77777777" w:rsidR="00466F97" w:rsidRDefault="00466F97" w:rsidP="00466F97">
            <w:pPr>
              <w:pStyle w:val="libPoem"/>
            </w:pPr>
            <w:r>
              <w:rPr>
                <w:rtl/>
                <w:lang w:bidi="fa-IR"/>
              </w:rPr>
              <w:t>بوجوههم بالك تصيحي اُوتصفقي الأيد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6F97" w14:paraId="0CDE6FA8" w14:textId="77777777" w:rsidTr="002E4703">
        <w:trPr>
          <w:trHeight w:val="350"/>
        </w:trPr>
        <w:tc>
          <w:tcPr>
            <w:tcW w:w="3920" w:type="dxa"/>
          </w:tcPr>
          <w:p w14:paraId="331200E0" w14:textId="77777777" w:rsidR="00466F97" w:rsidRDefault="008C2ED9" w:rsidP="002E4703">
            <w:pPr>
              <w:pStyle w:val="libPoem"/>
            </w:pPr>
            <w:r>
              <w:rPr>
                <w:rtl/>
                <w:lang w:bidi="fa-IR"/>
              </w:rPr>
              <w:t>اُوعندي الخبر لن بناتي اتروح ليزيد</w:t>
            </w:r>
            <w:r w:rsidR="00466F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B86CDD" w14:textId="77777777" w:rsidR="00466F97" w:rsidRDefault="00466F97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352BCF" w14:textId="77777777" w:rsidR="00466F97" w:rsidRDefault="008C2ED9" w:rsidP="002E4703">
            <w:pPr>
              <w:pStyle w:val="libPoem"/>
            </w:pPr>
            <w:r>
              <w:rPr>
                <w:rtl/>
                <w:lang w:bidi="fa-IR"/>
              </w:rPr>
              <w:t>من كربلا للشام تتودى هديّه</w:t>
            </w:r>
            <w:r w:rsidR="00466F9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6F97" w14:paraId="644DB403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C6E3023" w14:textId="77777777" w:rsidR="00466F97" w:rsidRDefault="008C2ED9" w:rsidP="002E4703">
            <w:pPr>
              <w:pStyle w:val="libPoem"/>
            </w:pPr>
            <w:r>
              <w:rPr>
                <w:rtl/>
                <w:lang w:bidi="fa-IR"/>
              </w:rPr>
              <w:t>ياُولاد منّي اتودّعوا قبل المنيّهْ</w:t>
            </w:r>
            <w:r w:rsidR="00466F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3979B8" w14:textId="77777777" w:rsidR="00466F97" w:rsidRDefault="00466F97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FF5ADD" w14:textId="77777777" w:rsidR="00466F97" w:rsidRDefault="008C2ED9" w:rsidP="002E4703">
            <w:pPr>
              <w:pStyle w:val="libPoem"/>
            </w:pPr>
            <w:r>
              <w:rPr>
                <w:rtl/>
                <w:lang w:bidi="fa-IR"/>
              </w:rPr>
              <w:t>إنفارقتكم يا ولادي بهالعشيّهْ</w:t>
            </w:r>
            <w:r w:rsidR="00466F9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6F97" w14:paraId="021E1F89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3FFCE3B" w14:textId="77777777" w:rsidR="00466F97" w:rsidRDefault="008C2ED9" w:rsidP="002E4703">
            <w:pPr>
              <w:pStyle w:val="libPoem"/>
            </w:pPr>
            <w:r>
              <w:rPr>
                <w:rtl/>
                <w:lang w:bidi="fa-IR"/>
              </w:rPr>
              <w:t>مع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السلامة يا ذبيح الغاضريّهْ</w:t>
            </w:r>
            <w:r w:rsidR="00466F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975991" w14:textId="77777777" w:rsidR="00466F97" w:rsidRDefault="00466F97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53E8FD" w14:textId="77777777" w:rsidR="00466F97" w:rsidRDefault="008C2ED9" w:rsidP="002E4703">
            <w:pPr>
              <w:pStyle w:val="libPoem"/>
            </w:pPr>
            <w:r>
              <w:rPr>
                <w:rtl/>
                <w:lang w:bidi="fa-IR"/>
              </w:rPr>
              <w:t>وانته يبو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محمّد يمسموم الدعيّه</w:t>
            </w:r>
            <w:r w:rsidR="00466F9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6F97" w14:paraId="22E6B83D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8AC7447" w14:textId="77777777" w:rsidR="00466F97" w:rsidRDefault="008C2ED9" w:rsidP="002E4703">
            <w:pPr>
              <w:pStyle w:val="libPoem"/>
            </w:pPr>
            <w:r>
              <w:rPr>
                <w:rtl/>
                <w:lang w:bidi="fa-IR"/>
              </w:rPr>
              <w:t>إنته يكلبي عقب عيني اتروح مسموم</w:t>
            </w:r>
            <w:r w:rsidR="00466F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F5B9C2" w14:textId="77777777" w:rsidR="00466F97" w:rsidRDefault="00466F97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E442E2" w14:textId="77777777" w:rsidR="00466F97" w:rsidRDefault="008C2ED9" w:rsidP="002E4703">
            <w:pPr>
              <w:pStyle w:val="libPoem"/>
            </w:pPr>
            <w:r>
              <w:rPr>
                <w:rtl/>
                <w:lang w:bidi="fa-IR"/>
              </w:rPr>
              <w:t>شبّيت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في قلبي ترى نيران لهموم</w:t>
            </w:r>
            <w:r w:rsidR="00466F9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6F97" w14:paraId="6EF686A6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836B170" w14:textId="77777777" w:rsidR="00466F97" w:rsidRDefault="008C2ED9" w:rsidP="002E4703">
            <w:pPr>
              <w:pStyle w:val="libPoem"/>
            </w:pPr>
            <w:r>
              <w:rPr>
                <w:rtl/>
                <w:lang w:bidi="fa-IR"/>
              </w:rPr>
              <w:t>اُو حزني على اللي ابكربلا ينذبح مظلوم</w:t>
            </w:r>
            <w:r w:rsidR="00466F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41CEC9" w14:textId="77777777" w:rsidR="00466F97" w:rsidRDefault="00466F97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A6B83B" w14:textId="77777777" w:rsidR="00466F97" w:rsidRDefault="008C2ED9" w:rsidP="002E4703">
            <w:pPr>
              <w:pStyle w:val="libPoem"/>
            </w:pPr>
            <w:r>
              <w:rPr>
                <w:rtl/>
                <w:lang w:bidi="fa-IR"/>
              </w:rPr>
              <w:t>الله ايعينك يا غريب الغاضريّه</w:t>
            </w:r>
            <w:r w:rsidR="00466F9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6F97" w14:paraId="4ADE99D3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29878A2" w14:textId="77777777" w:rsidR="00466F97" w:rsidRDefault="008C2ED9" w:rsidP="002E4703">
            <w:pPr>
              <w:pStyle w:val="libPoem"/>
            </w:pPr>
            <w:r>
              <w:rPr>
                <w:rtl/>
                <w:lang w:bidi="fa-IR"/>
              </w:rPr>
              <w:t>أمّا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اِخوك الحسن موتَه تحضرونَه</w:t>
            </w:r>
            <w:r w:rsidR="00466F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5888BD" w14:textId="77777777" w:rsidR="00466F97" w:rsidRDefault="00466F97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8282BF" w14:textId="77777777" w:rsidR="00466F97" w:rsidRDefault="008C2ED9" w:rsidP="002E4703">
            <w:pPr>
              <w:pStyle w:val="libPoem"/>
            </w:pPr>
            <w:r>
              <w:rPr>
                <w:rtl/>
                <w:lang w:bidi="fa-IR"/>
              </w:rPr>
              <w:t>وقت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احتضاره يا لولد تتحاولونَه</w:t>
            </w:r>
            <w:r w:rsidR="00466F9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6F97" w14:paraId="0783C4F7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8C01595" w14:textId="77777777" w:rsidR="00466F97" w:rsidRDefault="008C2ED9" w:rsidP="002E4703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في يوم دفنه للجنازة تحملونه</w:t>
            </w:r>
            <w:r w:rsidR="00466F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08DE7A" w14:textId="77777777" w:rsidR="00466F97" w:rsidRDefault="00466F97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4BD6FE" w14:textId="77777777" w:rsidR="00466F97" w:rsidRDefault="008C2ED9" w:rsidP="002E4703">
            <w:pPr>
              <w:pStyle w:val="libPoem"/>
            </w:pPr>
            <w:r>
              <w:rPr>
                <w:rtl/>
                <w:lang w:bidi="fa-IR"/>
              </w:rPr>
              <w:t>وانته تظل يا بني على الرمضة رميّه</w:t>
            </w:r>
            <w:r w:rsidR="00466F9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6F97" w14:paraId="7D781E6F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527E06A" w14:textId="77777777" w:rsidR="00466F97" w:rsidRDefault="008C2ED9" w:rsidP="002E4703">
            <w:pPr>
              <w:pStyle w:val="libPoem"/>
            </w:pPr>
            <w:r>
              <w:rPr>
                <w:rtl/>
                <w:lang w:bidi="fa-IR"/>
              </w:rPr>
              <w:t>تبقى ثلاثتيام لا سدر ولا كافور</w:t>
            </w:r>
            <w:r w:rsidR="00466F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D9348C" w14:textId="77777777" w:rsidR="00466F97" w:rsidRDefault="00466F97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C1CA3B" w14:textId="77777777" w:rsidR="00466F97" w:rsidRDefault="008C2ED9" w:rsidP="008C2ED9">
            <w:pPr>
              <w:pStyle w:val="libPoem"/>
            </w:pPr>
            <w:r>
              <w:rPr>
                <w:rtl/>
                <w:lang w:bidi="fa-IR"/>
              </w:rPr>
              <w:t>اُوجملة أنصارك واخوتَك وكلكُم بلا اقبور</w:t>
            </w:r>
            <w:r w:rsidR="00466F9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6F97" w14:paraId="44C0F8DE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43482D6" w14:textId="77777777" w:rsidR="00466F97" w:rsidRDefault="008C2ED9" w:rsidP="002E4703">
            <w:pPr>
              <w:pStyle w:val="libPoem"/>
            </w:pPr>
            <w:r>
              <w:rPr>
                <w:rtl/>
                <w:lang w:bidi="fa-IR"/>
              </w:rPr>
              <w:t>والأعوجيّة اترض منكم ذيك لصدور</w:t>
            </w:r>
            <w:r w:rsidR="00466F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8BFE9E" w14:textId="77777777" w:rsidR="00466F97" w:rsidRDefault="00466F97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B3DA0D" w14:textId="77777777" w:rsidR="00466F97" w:rsidRDefault="008C2ED9" w:rsidP="002E4703">
            <w:pPr>
              <w:pStyle w:val="libPoem"/>
            </w:pPr>
            <w:r>
              <w:rPr>
                <w:rtl/>
                <w:lang w:bidi="fa-IR"/>
              </w:rPr>
              <w:t>والروس تحمل فوق روس السمهريّه</w:t>
            </w:r>
            <w:r w:rsidR="00466F9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6F97" w14:paraId="0A902238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A1835D0" w14:textId="77777777" w:rsidR="00466F97" w:rsidRDefault="008C2ED9" w:rsidP="002E4703">
            <w:pPr>
              <w:pStyle w:val="libPoem"/>
            </w:pPr>
            <w:r>
              <w:rPr>
                <w:rtl/>
                <w:lang w:bidi="fa-IR"/>
              </w:rPr>
              <w:t>واخيامكم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بالنار يا بني يحرّقوها</w:t>
            </w:r>
            <w:r w:rsidR="00466F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D54C3F" w14:textId="77777777" w:rsidR="00466F97" w:rsidRDefault="00466F97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DAE502" w14:textId="77777777" w:rsidR="00466F97" w:rsidRDefault="008C2ED9" w:rsidP="002E4703">
            <w:pPr>
              <w:pStyle w:val="libPoem"/>
            </w:pPr>
            <w:r>
              <w:rPr>
                <w:rtl/>
                <w:lang w:bidi="fa-IR"/>
              </w:rPr>
              <w:t>اُو كُلّ الحراير من خيمها ايفرهدوها</w:t>
            </w:r>
            <w:r w:rsidR="00466F9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6F97" w14:paraId="36B0245A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67D836D" w14:textId="77777777" w:rsidR="00466F97" w:rsidRDefault="008C2ED9" w:rsidP="002E4703">
            <w:pPr>
              <w:pStyle w:val="libPoem"/>
            </w:pPr>
            <w:r>
              <w:rPr>
                <w:rtl/>
                <w:lang w:bidi="fa-IR"/>
              </w:rPr>
              <w:t>اُو تالي على الهزّل سبايا ايركّبوها</w:t>
            </w:r>
            <w:r w:rsidR="00466F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27D892" w14:textId="77777777" w:rsidR="00466F97" w:rsidRDefault="00466F97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AC2911" w14:textId="77777777" w:rsidR="00466F97" w:rsidRDefault="008C2ED9" w:rsidP="008C2ED9">
            <w:pPr>
              <w:pStyle w:val="libPoem"/>
            </w:pPr>
            <w:r>
              <w:rPr>
                <w:rtl/>
                <w:lang w:bidi="fa-IR"/>
              </w:rPr>
              <w:t>تبدي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حنين ايفجّر اصخور القويّه</w:t>
            </w:r>
            <w:r w:rsidR="00466F9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E6F6CD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D1FCC" w14:paraId="08417BFD" w14:textId="77777777" w:rsidTr="002E4703">
        <w:trPr>
          <w:trHeight w:val="350"/>
        </w:trPr>
        <w:tc>
          <w:tcPr>
            <w:tcW w:w="3920" w:type="dxa"/>
            <w:shd w:val="clear" w:color="auto" w:fill="auto"/>
          </w:tcPr>
          <w:p w14:paraId="33AFF76F" w14:textId="77777777" w:rsidR="005D1FCC" w:rsidRDefault="005D1FCC" w:rsidP="002E4703">
            <w:pPr>
              <w:pStyle w:val="libPoem"/>
            </w:pPr>
            <w:r>
              <w:rPr>
                <w:rtl/>
                <w:lang w:bidi="fa-IR"/>
              </w:rPr>
              <w:lastRenderedPageBreak/>
              <w:t>واللي يباري للضعينة عقب اهلكُم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0B42A0E" w14:textId="77777777" w:rsidR="005D1FCC" w:rsidRDefault="005D1FCC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ABE0E90" w14:textId="77777777" w:rsidR="005D1FCC" w:rsidRDefault="005D1FCC" w:rsidP="002E4703">
            <w:pPr>
              <w:pStyle w:val="libPoem"/>
            </w:pPr>
            <w:r>
              <w:rPr>
                <w:rtl/>
                <w:lang w:bidi="fa-IR"/>
              </w:rPr>
              <w:t>زجر اُوخولّي لو بكيتوا يضربنْكُم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CC" w14:paraId="6221D781" w14:textId="77777777" w:rsidTr="002E4703">
        <w:trPr>
          <w:trHeight w:val="350"/>
        </w:trPr>
        <w:tc>
          <w:tcPr>
            <w:tcW w:w="3920" w:type="dxa"/>
          </w:tcPr>
          <w:p w14:paraId="533E5770" w14:textId="77777777" w:rsidR="005D1FCC" w:rsidRDefault="005D1FCC" w:rsidP="005D1FCC">
            <w:pPr>
              <w:pStyle w:val="libPoem"/>
            </w:pPr>
            <w:r>
              <w:rPr>
                <w:rtl/>
                <w:lang w:bidi="fa-IR"/>
              </w:rPr>
              <w:t>في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كُلّ بلدة يا بناتي ايشهرنكُم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9AD4090" w14:textId="77777777" w:rsidR="005D1FCC" w:rsidRDefault="005D1FCC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92A071" w14:textId="77777777" w:rsidR="005D1FCC" w:rsidRDefault="005D1FCC" w:rsidP="002E4703">
            <w:pPr>
              <w:pStyle w:val="libPoem"/>
            </w:pPr>
            <w:r>
              <w:rPr>
                <w:rtl/>
                <w:lang w:bidi="fa-IR"/>
              </w:rPr>
              <w:t>ليل اُو نهارٌ فوق أكوار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CC" w14:paraId="4F73FF3B" w14:textId="77777777" w:rsidTr="002E4703">
        <w:trPr>
          <w:trHeight w:val="350"/>
        </w:trPr>
        <w:tc>
          <w:tcPr>
            <w:tcW w:w="3920" w:type="dxa"/>
          </w:tcPr>
          <w:p w14:paraId="47556281" w14:textId="77777777" w:rsidR="005D1FCC" w:rsidRDefault="005D1FCC" w:rsidP="002E4703">
            <w:pPr>
              <w:pStyle w:val="libPoem"/>
            </w:pPr>
            <w:r>
              <w:rPr>
                <w:rtl/>
                <w:lang w:bidi="fa-IR"/>
              </w:rPr>
              <w:t>في الحين دارت عينها الوالد السبطين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B0C542" w14:textId="77777777" w:rsidR="005D1FCC" w:rsidRDefault="005D1FCC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8C3902" w14:textId="77777777" w:rsidR="005D1FCC" w:rsidRDefault="005D1FCC" w:rsidP="002E4703">
            <w:pPr>
              <w:pStyle w:val="libPoem"/>
            </w:pPr>
            <w:r>
              <w:rPr>
                <w:rtl/>
                <w:lang w:bidi="fa-IR"/>
              </w:rPr>
              <w:t>بالليل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جهّزني ابخفيّة يا ابو الحسنين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CC" w14:paraId="40F25AB8" w14:textId="77777777" w:rsidTr="002E4703">
        <w:trPr>
          <w:trHeight w:val="350"/>
        </w:trPr>
        <w:tc>
          <w:tcPr>
            <w:tcW w:w="3920" w:type="dxa"/>
          </w:tcPr>
          <w:p w14:paraId="30135DCA" w14:textId="77777777" w:rsidR="005D1FCC" w:rsidRDefault="005D1FCC" w:rsidP="002E4703">
            <w:pPr>
              <w:pStyle w:val="libPoem"/>
            </w:pPr>
            <w:r>
              <w:rPr>
                <w:rtl/>
                <w:lang w:bidi="fa-IR"/>
              </w:rPr>
              <w:t>اُو ليكون تبكي تكسر اقلوب اليتيمين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01E2AD" w14:textId="77777777" w:rsidR="005D1FCC" w:rsidRDefault="005D1FCC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61EDF3" w14:textId="77777777" w:rsidR="005D1FCC" w:rsidRDefault="005D1FCC" w:rsidP="002E4703">
            <w:pPr>
              <w:pStyle w:val="libPoem"/>
            </w:pPr>
            <w:r>
              <w:rPr>
                <w:rtl/>
                <w:lang w:bidi="fa-IR"/>
              </w:rPr>
              <w:t>اُو حملة بناتي تفتجع كلها 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CC" w14:paraId="584E7A62" w14:textId="77777777" w:rsidTr="002E4703">
        <w:trPr>
          <w:trHeight w:val="350"/>
        </w:trPr>
        <w:tc>
          <w:tcPr>
            <w:tcW w:w="3920" w:type="dxa"/>
          </w:tcPr>
          <w:p w14:paraId="2C8F1DB6" w14:textId="77777777" w:rsidR="005D1FCC" w:rsidRDefault="005D1FCC" w:rsidP="002E4703">
            <w:pPr>
              <w:pStyle w:val="libPoem"/>
            </w:pPr>
            <w:r>
              <w:rPr>
                <w:rtl/>
                <w:lang w:bidi="fa-IR"/>
              </w:rPr>
              <w:t>بالليل جهّزني يحيدر معْ يتاماك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7392EE" w14:textId="77777777" w:rsidR="005D1FCC" w:rsidRDefault="005D1FCC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D876B3" w14:textId="77777777" w:rsidR="005D1FCC" w:rsidRDefault="005D1FCC" w:rsidP="002E4703">
            <w:pPr>
              <w:pStyle w:val="libPoem"/>
            </w:pPr>
            <w:r>
              <w:rPr>
                <w:rtl/>
                <w:lang w:bidi="fa-IR"/>
              </w:rPr>
              <w:t>اُ</w:t>
            </w:r>
            <w:r>
              <w:rPr>
                <w:rFonts w:hint="cs"/>
                <w:rtl/>
                <w:lang w:bidi="fa-IR"/>
              </w:rPr>
              <w:t xml:space="preserve">و </w:t>
            </w:r>
            <w:r>
              <w:rPr>
                <w:rtl/>
                <w:lang w:bidi="fa-IR"/>
              </w:rPr>
              <w:t>ليكون في دفني أحد يشترك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CC" w14:paraId="3AD9EAC3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5B9D4C5" w14:textId="77777777" w:rsidR="005D1FCC" w:rsidRDefault="005D1FCC" w:rsidP="002E4703">
            <w:pPr>
              <w:pStyle w:val="libPoem"/>
            </w:pPr>
            <w:r>
              <w:rPr>
                <w:rtl/>
                <w:lang w:bidi="fa-IR"/>
              </w:rPr>
              <w:t>من هالذي يابو اِحسين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آذاني وآذاك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247B3B" w14:textId="77777777" w:rsidR="005D1FCC" w:rsidRDefault="005D1FCC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987553" w14:textId="77777777" w:rsidR="005D1FCC" w:rsidRDefault="005D1FCC" w:rsidP="002E4703">
            <w:pPr>
              <w:pStyle w:val="libPoem"/>
            </w:pPr>
            <w:r>
              <w:rPr>
                <w:rtl/>
                <w:lang w:bidi="fa-IR"/>
              </w:rPr>
              <w:t>ينتقم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منهم خالقي ربْ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CC" w14:paraId="79403EB8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5100D2F" w14:textId="77777777" w:rsidR="005D1FCC" w:rsidRDefault="005D1FCC" w:rsidP="002E4703">
            <w:pPr>
              <w:pStyle w:val="libPoem"/>
            </w:pPr>
            <w:r>
              <w:rPr>
                <w:rtl/>
                <w:lang w:bidi="fa-IR"/>
              </w:rPr>
              <w:t>لمّن وصية بوي أوصى اُوضيّعوها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D6B5D0" w14:textId="77777777" w:rsidR="005D1FCC" w:rsidRDefault="005D1FCC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09E26D" w14:textId="77777777" w:rsidR="005D1FCC" w:rsidRDefault="005D1FCC" w:rsidP="002E4703">
            <w:pPr>
              <w:pStyle w:val="libPoem"/>
            </w:pPr>
            <w:r>
              <w:rPr>
                <w:rtl/>
                <w:lang w:bidi="fa-IR"/>
              </w:rPr>
              <w:t>اضلوعي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ابصاير باب بيتي كسّروها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CC" w14:paraId="1BCA6F43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0B311DB" w14:textId="77777777" w:rsidR="005D1FCC" w:rsidRDefault="005D1FCC" w:rsidP="002E4703">
            <w:pPr>
              <w:pStyle w:val="libPoem"/>
            </w:pPr>
            <w:r>
              <w:rPr>
                <w:rtl/>
                <w:lang w:bidi="fa-IR"/>
              </w:rPr>
              <w:t>إجنازتي شاهد لهم لا يحضروها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C0BF85" w14:textId="77777777" w:rsidR="005D1FCC" w:rsidRDefault="005D1FCC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803DA9" w14:textId="77777777" w:rsidR="005D1FCC" w:rsidRDefault="005D1FCC" w:rsidP="005D1FCC">
            <w:pPr>
              <w:pStyle w:val="libPoem"/>
            </w:pPr>
            <w:r>
              <w:rPr>
                <w:rtl/>
                <w:lang w:bidi="fa-IR"/>
              </w:rPr>
              <w:t>يابو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الحسن لا يحضروا يصلّوا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CC" w14:paraId="648FD713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01B2246" w14:textId="77777777" w:rsidR="005D1FCC" w:rsidRDefault="005D1FCC" w:rsidP="002E4703">
            <w:pPr>
              <w:pStyle w:val="libPoem"/>
            </w:pPr>
            <w:r>
              <w:rPr>
                <w:rtl/>
                <w:lang w:bidi="fa-IR"/>
              </w:rPr>
              <w:t>عنهم فلا أرضى ولا أنسى فعلهم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FEB576" w14:textId="77777777" w:rsidR="005D1FCC" w:rsidRDefault="005D1FCC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846E7F" w14:textId="77777777" w:rsidR="005D1FCC" w:rsidRDefault="005D1FCC" w:rsidP="002E4703">
            <w:pPr>
              <w:pStyle w:val="libPoem"/>
            </w:pPr>
            <w:r>
              <w:rPr>
                <w:rtl/>
                <w:lang w:bidi="fa-IR"/>
              </w:rPr>
              <w:t>كُلهم ترى عدوان ليّه القوم كُلْهم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CC" w14:paraId="3661FF3E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D3AE50A" w14:textId="77777777" w:rsidR="005D1FCC" w:rsidRDefault="005D1FCC" w:rsidP="002E4703">
            <w:pPr>
              <w:pStyle w:val="libPoem"/>
            </w:pPr>
            <w:r>
              <w:rPr>
                <w:rtl/>
                <w:lang w:bidi="fa-IR"/>
              </w:rPr>
              <w:t>وانته الذي منصوب رب السما إلهم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71BB79" w14:textId="77777777" w:rsidR="005D1FCC" w:rsidRDefault="005D1FCC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320120" w14:textId="77777777" w:rsidR="005D1FCC" w:rsidRDefault="005D1FCC" w:rsidP="002E4703">
            <w:pPr>
              <w:pStyle w:val="libPoem"/>
            </w:pPr>
            <w:r>
              <w:rPr>
                <w:rtl/>
                <w:lang w:bidi="fa-IR"/>
              </w:rPr>
              <w:t>امضوا حكمهم فيك بالشمس المضيّه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CC" w14:paraId="0AB205FD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889C676" w14:textId="77777777" w:rsidR="005D1FCC" w:rsidRDefault="005D1FCC" w:rsidP="002E4703">
            <w:pPr>
              <w:pStyle w:val="libPoem"/>
            </w:pPr>
            <w:r>
              <w:rPr>
                <w:rtl/>
                <w:lang w:bidi="fa-IR"/>
              </w:rPr>
              <w:t>تبقى جليس الدار في بيتك امأخّر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8F8E03" w14:textId="77777777" w:rsidR="005D1FCC" w:rsidRDefault="005D1FCC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47C736" w14:textId="77777777" w:rsidR="005D1FCC" w:rsidRDefault="005D1FCC" w:rsidP="005D1FCC">
            <w:pPr>
              <w:pStyle w:val="libPoem"/>
            </w:pPr>
            <w:r>
              <w:rPr>
                <w:rtl/>
                <w:lang w:bidi="fa-IR"/>
              </w:rPr>
              <w:t>تجلس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ابذلّة وغيرك اليصعد المنبر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CC" w14:paraId="00871FF6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A9C6432" w14:textId="77777777" w:rsidR="005D1FCC" w:rsidRDefault="005D1FCC" w:rsidP="002E4703">
            <w:pPr>
              <w:pStyle w:val="libPoem"/>
            </w:pPr>
            <w:r>
              <w:rPr>
                <w:rtl/>
                <w:lang w:bidi="fa-IR"/>
              </w:rPr>
              <w:t>منبر الهادي يصعدُونه دون حيدر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BCAF3A" w14:textId="77777777" w:rsidR="005D1FCC" w:rsidRDefault="005D1FCC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9B0E79" w14:textId="77777777" w:rsidR="005D1FCC" w:rsidRDefault="005D1FCC" w:rsidP="005D1FCC">
            <w:pPr>
              <w:pStyle w:val="libPoem"/>
            </w:pPr>
            <w:r>
              <w:rPr>
                <w:rtl/>
                <w:lang w:bidi="fa-IR"/>
              </w:rPr>
              <w:t>منهم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بريّة يا علي منهم 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CC" w14:paraId="0CB9B734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AE1D856" w14:textId="77777777" w:rsidR="005D1FCC" w:rsidRDefault="005D1FCC" w:rsidP="002E4703">
            <w:pPr>
              <w:pStyle w:val="libPoem"/>
            </w:pPr>
            <w:r>
              <w:rPr>
                <w:rtl/>
                <w:lang w:bidi="fa-IR"/>
              </w:rPr>
              <w:t>مع السلامة يا ولادي امعا لسلامهْ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354F62" w14:textId="77777777" w:rsidR="005D1FCC" w:rsidRDefault="005D1FCC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333660" w14:textId="77777777" w:rsidR="005D1FCC" w:rsidRDefault="005D1FCC" w:rsidP="002E4703">
            <w:pPr>
              <w:pStyle w:val="libPoem"/>
            </w:pPr>
            <w:r>
              <w:rPr>
                <w:rtl/>
                <w:lang w:bidi="fa-IR"/>
              </w:rPr>
              <w:t>حانت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الفرقة والملاقي في القيامهْ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BB5ED74" w14:textId="77777777" w:rsidR="00EE7C84" w:rsidRDefault="00EE7C84" w:rsidP="005D1FCC">
      <w:pPr>
        <w:pStyle w:val="libPoemCenter"/>
        <w:rPr>
          <w:lang w:bidi="fa-IR"/>
        </w:rPr>
      </w:pPr>
      <w:r>
        <w:rPr>
          <w:rtl/>
          <w:lang w:bidi="fa-IR"/>
        </w:rPr>
        <w:t>اُوحقي على الكرّار يكفل هاليتامه</w:t>
      </w:r>
    </w:p>
    <w:p w14:paraId="1D635163" w14:textId="77777777" w:rsidR="001144D6" w:rsidRDefault="001144D6" w:rsidP="001144D6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0635F911" w14:textId="77777777" w:rsidR="001144D6" w:rsidRDefault="001144D6" w:rsidP="001144D6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5FA0BA32" w14:textId="77777777" w:rsidR="001144D6" w:rsidRDefault="001144D6" w:rsidP="001144D6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3413F2C5" w14:textId="77777777" w:rsidR="001144D6" w:rsidRDefault="001144D6" w:rsidP="001144D6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7C554AE7" w14:textId="77777777" w:rsidR="001144D6" w:rsidRDefault="001144D6" w:rsidP="001144D6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6F2769DD" w14:textId="77777777" w:rsidR="001144D6" w:rsidRDefault="001144D6" w:rsidP="001144D6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56153D7E" w14:textId="77777777" w:rsidR="001144D6" w:rsidRDefault="001144D6" w:rsidP="001144D6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07E4EE82" w14:textId="77777777" w:rsidR="001144D6" w:rsidRDefault="001144D6" w:rsidP="001144D6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749E9BA2" w14:textId="77777777" w:rsidR="001144D6" w:rsidRDefault="001144D6" w:rsidP="001144D6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03C58EB7" w14:textId="77777777" w:rsidR="001144D6" w:rsidRDefault="001144D6" w:rsidP="001144D6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4D00B582" w14:textId="77777777" w:rsidR="001144D6" w:rsidRDefault="001144D6" w:rsidP="001144D6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2F400A74" w14:textId="77777777" w:rsidR="001144D6" w:rsidRDefault="001144D6" w:rsidP="001144D6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46DDCFE5" w14:textId="77777777" w:rsidR="001144D6" w:rsidRDefault="001144D6" w:rsidP="001144D6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467D502B" w14:textId="77777777" w:rsidR="001144D6" w:rsidRDefault="001144D6" w:rsidP="001144D6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50796281" w14:textId="77777777" w:rsidR="001144D6" w:rsidRDefault="001144D6" w:rsidP="001144D6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5BC4C362" w14:textId="77777777" w:rsidR="001144D6" w:rsidRDefault="001144D6" w:rsidP="001144D6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26885C3F" w14:textId="77777777" w:rsidR="001144D6" w:rsidRDefault="001144D6" w:rsidP="001144D6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5847A7F7" w14:textId="77777777" w:rsidR="001144D6" w:rsidRDefault="001144D6" w:rsidP="001144D6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500388B8" w14:textId="77777777" w:rsidR="001144D6" w:rsidRDefault="001144D6" w:rsidP="001144D6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p w14:paraId="32A0DA74" w14:textId="77777777" w:rsidR="001144D6" w:rsidRDefault="001144D6" w:rsidP="001144D6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E4703" w14:paraId="7EF521FA" w14:textId="77777777" w:rsidTr="002E4703">
        <w:trPr>
          <w:trHeight w:val="350"/>
        </w:trPr>
        <w:tc>
          <w:tcPr>
            <w:tcW w:w="3920" w:type="dxa"/>
            <w:shd w:val="clear" w:color="auto" w:fill="auto"/>
          </w:tcPr>
          <w:p w14:paraId="5FE96549" w14:textId="77777777" w:rsidR="002E4703" w:rsidRDefault="002E4703" w:rsidP="002E4703">
            <w:pPr>
              <w:pStyle w:val="libPoem"/>
            </w:pPr>
            <w:r>
              <w:rPr>
                <w:rtl/>
                <w:lang w:bidi="fa-IR"/>
              </w:rPr>
              <w:lastRenderedPageBreak/>
              <w:t>وانته اْللي ما تنحال والضفعان حالوك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7DF96DC" w14:textId="77777777" w:rsidR="002E4703" w:rsidRDefault="002E4703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7AB3AA1" w14:textId="77777777" w:rsidR="002E4703" w:rsidRDefault="00C5467E" w:rsidP="002E4703">
            <w:pPr>
              <w:pStyle w:val="libPoem"/>
            </w:pPr>
            <w:r>
              <w:rPr>
                <w:rtl/>
                <w:lang w:bidi="fa-IR"/>
              </w:rPr>
              <w:t>والله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يبو الحسنين من أمرك عجيبين</w:t>
            </w:r>
            <w:r w:rsidR="002E470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703" w14:paraId="5CB2B6CE" w14:textId="77777777" w:rsidTr="002E4703">
        <w:trPr>
          <w:trHeight w:val="350"/>
        </w:trPr>
        <w:tc>
          <w:tcPr>
            <w:tcW w:w="3920" w:type="dxa"/>
          </w:tcPr>
          <w:p w14:paraId="1D257ED1" w14:textId="77777777" w:rsidR="002E4703" w:rsidRDefault="00C5467E" w:rsidP="002E4703">
            <w:pPr>
              <w:pStyle w:val="libPoem"/>
            </w:pPr>
            <w:r>
              <w:rPr>
                <w:rtl/>
                <w:lang w:bidi="fa-IR"/>
              </w:rPr>
              <w:t>من ضربتك مرحب يبويه الكُل تعجبْ</w:t>
            </w:r>
            <w:r w:rsidR="002E470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7EC94E" w14:textId="77777777" w:rsidR="002E4703" w:rsidRDefault="002E4703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FD83B7" w14:textId="77777777" w:rsidR="002E4703" w:rsidRDefault="00C5467E" w:rsidP="002E4703">
            <w:pPr>
              <w:pStyle w:val="libPoem"/>
            </w:pPr>
            <w:r>
              <w:rPr>
                <w:rtl/>
                <w:lang w:bidi="fa-IR"/>
              </w:rPr>
              <w:t>واتعجبوا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من يوم طلعوا بك اِملبب</w:t>
            </w:r>
            <w:r w:rsidR="002E470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703" w14:paraId="79B69120" w14:textId="77777777" w:rsidTr="002E4703">
        <w:trPr>
          <w:trHeight w:val="350"/>
        </w:trPr>
        <w:tc>
          <w:tcPr>
            <w:tcW w:w="3920" w:type="dxa"/>
          </w:tcPr>
          <w:p w14:paraId="4F1BE6EF" w14:textId="77777777" w:rsidR="002E4703" w:rsidRDefault="00C5467E" w:rsidP="002E4703">
            <w:pPr>
              <w:pStyle w:val="libPoem"/>
            </w:pPr>
            <w:r>
              <w:rPr>
                <w:rtl/>
                <w:lang w:bidi="fa-IR"/>
              </w:rPr>
              <w:t>وأمّا ابن مُلجم ضربته أعجب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 أعجب</w:t>
            </w:r>
            <w:r w:rsidR="002E470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774074" w14:textId="77777777" w:rsidR="002E4703" w:rsidRDefault="002E4703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F095FC" w14:textId="77777777" w:rsidR="002E4703" w:rsidRDefault="00C5467E" w:rsidP="002E4703">
            <w:pPr>
              <w:pStyle w:val="libPoem"/>
            </w:pPr>
            <w:r>
              <w:rPr>
                <w:rtl/>
                <w:lang w:bidi="fa-IR"/>
              </w:rPr>
              <w:t>أبكى السما اُو سكانها اُو سبع الأراضين</w:t>
            </w:r>
            <w:r w:rsidR="002E470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703" w14:paraId="0413234E" w14:textId="77777777" w:rsidTr="002E4703">
        <w:trPr>
          <w:trHeight w:val="350"/>
        </w:trPr>
        <w:tc>
          <w:tcPr>
            <w:tcW w:w="3920" w:type="dxa"/>
          </w:tcPr>
          <w:p w14:paraId="6BEA7BBF" w14:textId="77777777" w:rsidR="002E4703" w:rsidRDefault="00C5467E" w:rsidP="002E4703">
            <w:pPr>
              <w:pStyle w:val="libPoem"/>
            </w:pPr>
            <w:r>
              <w:rPr>
                <w:rtl/>
                <w:lang w:bidi="fa-IR"/>
              </w:rPr>
              <w:t>وانته البحر والدهر لكنْ غيرَ فاني</w:t>
            </w:r>
            <w:r w:rsidR="002E470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9A49CC" w14:textId="77777777" w:rsidR="002E4703" w:rsidRDefault="002E4703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0DD0E1" w14:textId="77777777" w:rsidR="002E4703" w:rsidRDefault="00C5467E" w:rsidP="002E4703">
            <w:pPr>
              <w:pStyle w:val="libPoem"/>
            </w:pPr>
            <w:r>
              <w:rPr>
                <w:rtl/>
                <w:lang w:bidi="fa-IR"/>
              </w:rPr>
              <w:t>والبحر ما شفناه يُغرف بالأواني</w:t>
            </w:r>
            <w:r w:rsidR="002E470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703" w14:paraId="1B689E05" w14:textId="77777777" w:rsidTr="002E4703">
        <w:trPr>
          <w:trHeight w:val="350"/>
        </w:trPr>
        <w:tc>
          <w:tcPr>
            <w:tcW w:w="3920" w:type="dxa"/>
          </w:tcPr>
          <w:p w14:paraId="6D3E1976" w14:textId="77777777" w:rsidR="002E4703" w:rsidRDefault="00C5467E" w:rsidP="002E4703">
            <w:pPr>
              <w:pStyle w:val="libPoem"/>
            </w:pPr>
            <w:r>
              <w:rPr>
                <w:rtl/>
                <w:lang w:bidi="fa-IR"/>
              </w:rPr>
              <w:t>يا ليت سيف الْلي على رأسك علاني</w:t>
            </w:r>
            <w:r w:rsidR="002E470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63B191" w14:textId="77777777" w:rsidR="002E4703" w:rsidRDefault="002E4703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9FB828" w14:textId="77777777" w:rsidR="002E4703" w:rsidRDefault="00C5467E" w:rsidP="002E4703">
            <w:pPr>
              <w:pStyle w:val="libPoem"/>
            </w:pPr>
            <w:r>
              <w:rPr>
                <w:rtl/>
                <w:lang w:bidi="fa-IR"/>
              </w:rPr>
              <w:t>يا ليتنا يا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ياب من قبلك فقيدين</w:t>
            </w:r>
            <w:r w:rsidR="002E470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703" w14:paraId="5FB8961A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782D4E0" w14:textId="77777777" w:rsidR="002E4703" w:rsidRDefault="00C5467E" w:rsidP="002E4703">
            <w:pPr>
              <w:pStyle w:val="libPoem"/>
            </w:pPr>
            <w:r>
              <w:rPr>
                <w:rtl/>
                <w:lang w:bidi="fa-IR"/>
              </w:rPr>
              <w:t>اُو زينب تنادي والحشا يتوقد اُوقيد</w:t>
            </w:r>
            <w:r w:rsidR="002E470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2D4B8D" w14:textId="77777777" w:rsidR="002E4703" w:rsidRDefault="002E4703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B82037" w14:textId="77777777" w:rsidR="002E4703" w:rsidRDefault="00C5467E" w:rsidP="002E4703">
            <w:pPr>
              <w:pStyle w:val="libPoem"/>
            </w:pPr>
            <w:r>
              <w:rPr>
                <w:rtl/>
                <w:lang w:bidi="fa-IR"/>
              </w:rPr>
              <w:t>تجدب الونّه اُو تصفق إيداً على إيد</w:t>
            </w:r>
            <w:r w:rsidR="002E470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703" w14:paraId="049D4B19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7633F28" w14:textId="77777777" w:rsidR="002E4703" w:rsidRDefault="00C5467E" w:rsidP="002E4703">
            <w:pPr>
              <w:pStyle w:val="libPoem"/>
            </w:pPr>
            <w:r>
              <w:rPr>
                <w:rtl/>
                <w:lang w:bidi="fa-IR"/>
              </w:rPr>
              <w:t>متحيّرة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يا ياب لا من أقبل العيد</w:t>
            </w:r>
            <w:r w:rsidR="002E470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7AC7F5" w14:textId="77777777" w:rsidR="002E4703" w:rsidRDefault="002E4703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55E776" w14:textId="77777777" w:rsidR="002E4703" w:rsidRDefault="00C5467E" w:rsidP="002E4703">
            <w:pPr>
              <w:pStyle w:val="libPoem"/>
            </w:pPr>
            <w:r>
              <w:rPr>
                <w:rtl/>
                <w:lang w:bidi="fa-IR"/>
              </w:rPr>
              <w:t>اُو حزنك يبونه في حشانا طول لسنين</w:t>
            </w:r>
            <w:r w:rsidR="002E470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703" w14:paraId="7F059E78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156BE86" w14:textId="77777777" w:rsidR="002E4703" w:rsidRDefault="00C5467E" w:rsidP="002E4703">
            <w:pPr>
              <w:pStyle w:val="libPoem"/>
            </w:pPr>
            <w:r>
              <w:rPr>
                <w:rtl/>
                <w:lang w:bidi="fa-IR"/>
              </w:rPr>
              <w:t>بالعيد يفرح من خلا قلبه اِمن التراح</w:t>
            </w:r>
            <w:r w:rsidR="002E470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D7D640" w14:textId="77777777" w:rsidR="002E4703" w:rsidRDefault="002E4703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43183C" w14:textId="77777777" w:rsidR="002E4703" w:rsidRDefault="00C5467E" w:rsidP="00C5467E">
            <w:pPr>
              <w:pStyle w:val="libPoem"/>
            </w:pPr>
            <w:r>
              <w:rPr>
                <w:rtl/>
                <w:lang w:bidi="fa-IR"/>
              </w:rPr>
              <w:t>واِحنا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نعيّد في عزانا اُو لطم اُو نياح</w:t>
            </w:r>
            <w:r w:rsidR="002E470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703" w14:paraId="3EEFBAD5" w14:textId="77777777" w:rsidTr="002E47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59D5848" w14:textId="77777777" w:rsidR="002E4703" w:rsidRDefault="00C5467E" w:rsidP="002E4703">
            <w:pPr>
              <w:pStyle w:val="libPoem"/>
            </w:pPr>
            <w:r>
              <w:rPr>
                <w:rtl/>
                <w:lang w:bidi="fa-IR"/>
              </w:rPr>
              <w:t>عنا الهنا اُو لسرور من بعد الولي راح</w:t>
            </w:r>
            <w:r w:rsidR="002E470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0509134" w14:textId="77777777" w:rsidR="002E4703" w:rsidRDefault="002E4703" w:rsidP="002E4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DF69EF" w14:textId="77777777" w:rsidR="002E4703" w:rsidRDefault="00C5467E" w:rsidP="002E4703">
            <w:pPr>
              <w:pStyle w:val="libPoem"/>
            </w:pPr>
            <w:r>
              <w:rPr>
                <w:rtl/>
                <w:lang w:bidi="fa-IR"/>
              </w:rPr>
              <w:t>كيف الهنا بالعيد واِحنه بك حزينِين</w:t>
            </w:r>
            <w:r w:rsidR="002E470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DDF6263" w14:textId="77777777" w:rsidR="00EE7C84" w:rsidRDefault="00E21949" w:rsidP="00C5467E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46"/>
        <w:gridCol w:w="304"/>
        <w:gridCol w:w="3921"/>
      </w:tblGrid>
      <w:tr w:rsidR="00DD28FF" w14:paraId="6E5F6578" w14:textId="77777777" w:rsidTr="00DD28FF">
        <w:trPr>
          <w:trHeight w:val="350"/>
        </w:trPr>
        <w:tc>
          <w:tcPr>
            <w:tcW w:w="3530" w:type="dxa"/>
            <w:shd w:val="clear" w:color="auto" w:fill="auto"/>
          </w:tcPr>
          <w:p w14:paraId="4DCE1DBF" w14:textId="77777777" w:rsidR="00DD28FF" w:rsidRDefault="00DD28FF" w:rsidP="00C54EF2">
            <w:pPr>
              <w:pStyle w:val="libPoem"/>
            </w:pPr>
            <w:r>
              <w:rPr>
                <w:rtl/>
                <w:lang w:bidi="fa-IR"/>
              </w:rPr>
              <w:t>عيدُ الفطر جانا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 حيدر بالترب غاب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7758018C" w14:textId="77777777" w:rsidR="00DD28FF" w:rsidRDefault="00DD28FF" w:rsidP="00C54EF2">
            <w:pPr>
              <w:pStyle w:val="libPoem"/>
              <w:rPr>
                <w:rtl/>
              </w:rPr>
            </w:pPr>
          </w:p>
        </w:tc>
        <w:tc>
          <w:tcPr>
            <w:tcW w:w="3508" w:type="dxa"/>
            <w:shd w:val="clear" w:color="auto" w:fill="auto"/>
          </w:tcPr>
          <w:p w14:paraId="06405DE9" w14:textId="77777777" w:rsidR="00DD28FF" w:rsidRDefault="00DD28FF" w:rsidP="00DD28FF">
            <w:pPr>
              <w:pStyle w:val="libPoem"/>
            </w:pPr>
            <w:r>
              <w:rPr>
                <w:rtl/>
                <w:lang w:bidi="fa-IR"/>
              </w:rPr>
              <w:t>اُوسيف اشّطررأسه أصاب الدين بصواب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8FF" w14:paraId="68427609" w14:textId="77777777" w:rsidTr="00DD28FF">
        <w:trPr>
          <w:trHeight w:val="350"/>
        </w:trPr>
        <w:tc>
          <w:tcPr>
            <w:tcW w:w="3530" w:type="dxa"/>
          </w:tcPr>
          <w:p w14:paraId="5CC4A4C7" w14:textId="77777777" w:rsidR="00DD28FF" w:rsidRDefault="00DD28FF" w:rsidP="00C54EF2">
            <w:pPr>
              <w:pStyle w:val="libPoem"/>
            </w:pPr>
            <w:r>
              <w:rPr>
                <w:rtl/>
                <w:lang w:bidi="fa-IR"/>
              </w:rPr>
              <w:t>داري عليّه مُظلمة بعد الأماجيد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EF24D9E" w14:textId="77777777" w:rsidR="00DD28FF" w:rsidRDefault="00DD28FF" w:rsidP="00C54EF2">
            <w:pPr>
              <w:pStyle w:val="libPoem"/>
              <w:rPr>
                <w:rtl/>
              </w:rPr>
            </w:pPr>
          </w:p>
        </w:tc>
        <w:tc>
          <w:tcPr>
            <w:tcW w:w="3508" w:type="dxa"/>
          </w:tcPr>
          <w:p w14:paraId="309892BF" w14:textId="77777777" w:rsidR="00DD28FF" w:rsidRDefault="00DD28FF" w:rsidP="00C54EF2">
            <w:pPr>
              <w:pStyle w:val="libPoem"/>
            </w:pPr>
            <w:r>
              <w:rPr>
                <w:rtl/>
                <w:lang w:bidi="fa-IR"/>
              </w:rPr>
              <w:t>جدّي اُواُمّي والأبو حيدر الصنديد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8FF" w14:paraId="6719B61B" w14:textId="77777777" w:rsidTr="00DD28FF">
        <w:trPr>
          <w:trHeight w:val="350"/>
        </w:trPr>
        <w:tc>
          <w:tcPr>
            <w:tcW w:w="3530" w:type="dxa"/>
          </w:tcPr>
          <w:p w14:paraId="58B73081" w14:textId="77777777" w:rsidR="00DD28FF" w:rsidRDefault="00DD28FF" w:rsidP="00C54EF2">
            <w:pPr>
              <w:pStyle w:val="libPoem"/>
            </w:pPr>
            <w:r>
              <w:rPr>
                <w:rtl/>
                <w:lang w:bidi="fa-IR"/>
              </w:rPr>
              <w:t>منهو يُصلّي بالجماعة ضحوة العيد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6CC9AA9" w14:textId="77777777" w:rsidR="00DD28FF" w:rsidRDefault="00DD28FF" w:rsidP="00C54EF2">
            <w:pPr>
              <w:pStyle w:val="libPoem"/>
              <w:rPr>
                <w:rtl/>
              </w:rPr>
            </w:pPr>
          </w:p>
        </w:tc>
        <w:tc>
          <w:tcPr>
            <w:tcW w:w="3508" w:type="dxa"/>
          </w:tcPr>
          <w:p w14:paraId="7255F80B" w14:textId="77777777" w:rsidR="00DD28FF" w:rsidRDefault="00DD28FF" w:rsidP="00C54EF2">
            <w:pPr>
              <w:pStyle w:val="libPoem"/>
            </w:pPr>
            <w:r>
              <w:rPr>
                <w:rtl/>
                <w:lang w:bidi="fa-IR"/>
              </w:rPr>
              <w:t>بعدك يسلطان الزمن ويقوم خطّاب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8FF" w14:paraId="07308FB1" w14:textId="77777777" w:rsidTr="00DD28FF">
        <w:trPr>
          <w:trHeight w:val="350"/>
        </w:trPr>
        <w:tc>
          <w:tcPr>
            <w:tcW w:w="3530" w:type="dxa"/>
          </w:tcPr>
          <w:p w14:paraId="606C0A3D" w14:textId="77777777" w:rsidR="00DD28FF" w:rsidRDefault="00DD28FF" w:rsidP="00C54EF2">
            <w:pPr>
              <w:pStyle w:val="libPoem"/>
            </w:pPr>
            <w:r>
              <w:rPr>
                <w:rtl/>
                <w:lang w:bidi="fa-IR"/>
              </w:rPr>
              <w:t>لاَحد يلمني في مناحي اُوفي حنيني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BD1BD99" w14:textId="77777777" w:rsidR="00DD28FF" w:rsidRDefault="00DD28FF" w:rsidP="00C54EF2">
            <w:pPr>
              <w:pStyle w:val="libPoem"/>
              <w:rPr>
                <w:rtl/>
              </w:rPr>
            </w:pPr>
          </w:p>
        </w:tc>
        <w:tc>
          <w:tcPr>
            <w:tcW w:w="3508" w:type="dxa"/>
          </w:tcPr>
          <w:p w14:paraId="28635E97" w14:textId="77777777" w:rsidR="00DD28FF" w:rsidRDefault="00DD28FF" w:rsidP="00C54EF2">
            <w:pPr>
              <w:pStyle w:val="libPoem"/>
            </w:pPr>
            <w:r>
              <w:rPr>
                <w:rtl/>
                <w:lang w:bidi="fa-IR"/>
              </w:rPr>
              <w:t>مثلي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فلا ينلام يا ناس اِتركوني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8FF" w14:paraId="4E55E512" w14:textId="77777777" w:rsidTr="00DD28FF">
        <w:trPr>
          <w:trHeight w:val="350"/>
        </w:trPr>
        <w:tc>
          <w:tcPr>
            <w:tcW w:w="3530" w:type="dxa"/>
          </w:tcPr>
          <w:p w14:paraId="6D051BB1" w14:textId="77777777" w:rsidR="00DD28FF" w:rsidRDefault="00DD28FF" w:rsidP="00C54EF2">
            <w:pPr>
              <w:pStyle w:val="libPoem"/>
            </w:pPr>
            <w:r>
              <w:rPr>
                <w:rtl/>
                <w:lang w:bidi="fa-IR"/>
              </w:rPr>
              <w:t>هل كيف أعيّد والغضنفر نورُ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8043D73" w14:textId="77777777" w:rsidR="00DD28FF" w:rsidRDefault="00DD28FF" w:rsidP="00C54EF2">
            <w:pPr>
              <w:pStyle w:val="libPoem"/>
              <w:rPr>
                <w:rtl/>
              </w:rPr>
            </w:pPr>
          </w:p>
        </w:tc>
        <w:tc>
          <w:tcPr>
            <w:tcW w:w="3508" w:type="dxa"/>
          </w:tcPr>
          <w:p w14:paraId="55B65133" w14:textId="77777777" w:rsidR="00DD28FF" w:rsidRDefault="00DD28FF" w:rsidP="00C54EF2">
            <w:pPr>
              <w:pStyle w:val="libPoem"/>
            </w:pPr>
            <w:r>
              <w:rPr>
                <w:rtl/>
                <w:lang w:bidi="fa-IR"/>
              </w:rPr>
              <w:t>مشقوق رأسه في الصلاة وسط المحراب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8FF" w14:paraId="64259D71" w14:textId="77777777" w:rsidTr="00DD2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0" w:type="dxa"/>
          </w:tcPr>
          <w:p w14:paraId="5041D1AF" w14:textId="77777777" w:rsidR="00DD28FF" w:rsidRDefault="00DD28FF" w:rsidP="00C54EF2">
            <w:pPr>
              <w:pStyle w:val="libPoem"/>
            </w:pPr>
            <w:r>
              <w:rPr>
                <w:rtl/>
                <w:lang w:bidi="fa-IR"/>
              </w:rPr>
              <w:t>هل كيف أعيّد والقلب يفرح اُو يستر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81600DE" w14:textId="77777777" w:rsidR="00DD28FF" w:rsidRDefault="00DD28FF" w:rsidP="00C54EF2">
            <w:pPr>
              <w:pStyle w:val="libPoem"/>
              <w:rPr>
                <w:rtl/>
              </w:rPr>
            </w:pPr>
          </w:p>
        </w:tc>
        <w:tc>
          <w:tcPr>
            <w:tcW w:w="3508" w:type="dxa"/>
          </w:tcPr>
          <w:p w14:paraId="4F2BF367" w14:textId="77777777" w:rsidR="00DD28FF" w:rsidRDefault="00DD28FF" w:rsidP="00C54EF2">
            <w:pPr>
              <w:pStyle w:val="libPoem"/>
            </w:pPr>
            <w:r>
              <w:rPr>
                <w:rtl/>
                <w:lang w:bidi="fa-IR"/>
              </w:rPr>
              <w:t>والمرتضى شفته على اِفراشه امطبّر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8FF" w14:paraId="67DDB386" w14:textId="77777777" w:rsidTr="00DD2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0" w:type="dxa"/>
          </w:tcPr>
          <w:p w14:paraId="1215EEE4" w14:textId="77777777" w:rsidR="00DD28FF" w:rsidRDefault="00DD28FF" w:rsidP="00C54EF2">
            <w:pPr>
              <w:pStyle w:val="libPoem"/>
            </w:pPr>
            <w:r>
              <w:rPr>
                <w:rtl/>
                <w:lang w:bidi="fa-IR"/>
              </w:rPr>
              <w:t>يا عين صبي دمع يا قلبي تفطّر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E7A5773" w14:textId="77777777" w:rsidR="00DD28FF" w:rsidRDefault="00DD28FF" w:rsidP="00C54EF2">
            <w:pPr>
              <w:pStyle w:val="libPoem"/>
              <w:rPr>
                <w:rtl/>
              </w:rPr>
            </w:pPr>
          </w:p>
        </w:tc>
        <w:tc>
          <w:tcPr>
            <w:tcW w:w="3508" w:type="dxa"/>
          </w:tcPr>
          <w:p w14:paraId="6679C093" w14:textId="77777777" w:rsidR="00DD28FF" w:rsidRDefault="00DD28FF" w:rsidP="00C54EF2">
            <w:pPr>
              <w:pStyle w:val="libPoem"/>
            </w:pPr>
            <w:r>
              <w:rPr>
                <w:rtl/>
                <w:lang w:bidi="fa-IR"/>
              </w:rPr>
              <w:t>روحي من الأحزان بادت والقلب 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8FF" w14:paraId="00322A5B" w14:textId="77777777" w:rsidTr="00DD2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0" w:type="dxa"/>
          </w:tcPr>
          <w:p w14:paraId="3F3CF9A4" w14:textId="77777777" w:rsidR="00DD28FF" w:rsidRDefault="00DD28FF" w:rsidP="00C54EF2">
            <w:pPr>
              <w:pStyle w:val="libPoem"/>
            </w:pPr>
            <w:r>
              <w:rPr>
                <w:rtl/>
                <w:lang w:bidi="fa-IR"/>
              </w:rPr>
              <w:t>لاَحد يهنّيني اِبعيد الفطر يا ناس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141D9E1" w14:textId="77777777" w:rsidR="00DD28FF" w:rsidRDefault="00DD28FF" w:rsidP="00C54EF2">
            <w:pPr>
              <w:pStyle w:val="libPoem"/>
              <w:rPr>
                <w:rtl/>
              </w:rPr>
            </w:pPr>
          </w:p>
        </w:tc>
        <w:tc>
          <w:tcPr>
            <w:tcW w:w="3508" w:type="dxa"/>
          </w:tcPr>
          <w:p w14:paraId="76504348" w14:textId="77777777" w:rsidR="00DD28FF" w:rsidRDefault="00DD28FF" w:rsidP="00C54EF2">
            <w:pPr>
              <w:pStyle w:val="libPoem"/>
            </w:pPr>
            <w:r>
              <w:rPr>
                <w:rtl/>
                <w:lang w:bidi="fa-IR"/>
              </w:rPr>
              <w:t>خلّوني اِبحزني اعزي وألطم الرّاس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8FF" w14:paraId="0F06BA76" w14:textId="77777777" w:rsidTr="00DD2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0" w:type="dxa"/>
          </w:tcPr>
          <w:p w14:paraId="1F8F88A7" w14:textId="77777777" w:rsidR="00DD28FF" w:rsidRDefault="00DD28FF" w:rsidP="00C54EF2">
            <w:pPr>
              <w:pStyle w:val="libPoem"/>
            </w:pPr>
            <w:r>
              <w:rPr>
                <w:rtl/>
                <w:lang w:bidi="fa-IR"/>
              </w:rPr>
              <w:t>لجل الذي غاله ابصلاته نسل الاَرجاس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07A2CDC" w14:textId="77777777" w:rsidR="00DD28FF" w:rsidRDefault="00DD28FF" w:rsidP="00C54EF2">
            <w:pPr>
              <w:pStyle w:val="libPoem"/>
              <w:rPr>
                <w:rtl/>
              </w:rPr>
            </w:pPr>
          </w:p>
        </w:tc>
        <w:tc>
          <w:tcPr>
            <w:tcW w:w="3508" w:type="dxa"/>
          </w:tcPr>
          <w:p w14:paraId="4A17D301" w14:textId="77777777" w:rsidR="00DD28FF" w:rsidRDefault="00DD28FF" w:rsidP="00C54EF2">
            <w:pPr>
              <w:pStyle w:val="libPoem"/>
            </w:pPr>
            <w:r>
              <w:rPr>
                <w:rtl/>
                <w:lang w:bidi="fa-IR"/>
              </w:rPr>
              <w:t>وا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ضيعتي بعد الغضنفر 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8FF" w14:paraId="1A00F1FC" w14:textId="77777777" w:rsidTr="00DD2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0" w:type="dxa"/>
          </w:tcPr>
          <w:p w14:paraId="102C0654" w14:textId="77777777" w:rsidR="00DD28FF" w:rsidRDefault="00DD28FF" w:rsidP="00C54EF2">
            <w:pPr>
              <w:pStyle w:val="libPoem"/>
            </w:pPr>
            <w:r>
              <w:rPr>
                <w:rtl/>
                <w:lang w:bidi="fa-IR"/>
              </w:rPr>
              <w:t>بعدك يحامي الدين يا حامي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3FB869B" w14:textId="77777777" w:rsidR="00DD28FF" w:rsidRDefault="00DD28FF" w:rsidP="00C54EF2">
            <w:pPr>
              <w:pStyle w:val="libPoem"/>
              <w:rPr>
                <w:rtl/>
              </w:rPr>
            </w:pPr>
          </w:p>
        </w:tc>
        <w:tc>
          <w:tcPr>
            <w:tcW w:w="3508" w:type="dxa"/>
          </w:tcPr>
          <w:p w14:paraId="6367A3BA" w14:textId="77777777" w:rsidR="00DD28FF" w:rsidRDefault="00DD28FF" w:rsidP="00C54EF2">
            <w:pPr>
              <w:pStyle w:val="libPoem"/>
            </w:pPr>
            <w:r>
              <w:rPr>
                <w:rtl/>
                <w:lang w:bidi="fa-IR"/>
              </w:rPr>
              <w:t>ظلمت اِدياري من عقب نورك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1501B1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3"/>
        <w:gridCol w:w="304"/>
        <w:gridCol w:w="3914"/>
      </w:tblGrid>
      <w:tr w:rsidR="004E63B4" w14:paraId="21891F40" w14:textId="77777777" w:rsidTr="004E63B4">
        <w:trPr>
          <w:trHeight w:val="350"/>
        </w:trPr>
        <w:tc>
          <w:tcPr>
            <w:tcW w:w="3536" w:type="dxa"/>
            <w:shd w:val="clear" w:color="auto" w:fill="auto"/>
          </w:tcPr>
          <w:p w14:paraId="692C8404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lastRenderedPageBreak/>
              <w:t>لنصب عزائي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كُل صباح اُو كُل عشيّه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6BD189E8" w14:textId="77777777" w:rsidR="004E63B4" w:rsidRDefault="004E63B4" w:rsidP="00C54EF2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14:paraId="60A47E2B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واَلطم على الخدّين واَدعي النّوح لي داب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3B4" w14:paraId="649CD5ED" w14:textId="77777777" w:rsidTr="004E63B4">
        <w:trPr>
          <w:trHeight w:val="350"/>
        </w:trPr>
        <w:tc>
          <w:tcPr>
            <w:tcW w:w="3536" w:type="dxa"/>
          </w:tcPr>
          <w:p w14:paraId="248095BF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بعدك ترَ المحراب خالي من خيالك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3FD7C67" w14:textId="77777777" w:rsidR="004E63B4" w:rsidRDefault="004E63B4" w:rsidP="00C54EF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E9A6836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والعيد جا تترقب إعيالك اِقبالك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3B4" w14:paraId="0AC85A4F" w14:textId="77777777" w:rsidTr="004E63B4">
        <w:trPr>
          <w:trHeight w:val="350"/>
        </w:trPr>
        <w:tc>
          <w:tcPr>
            <w:tcW w:w="3536" w:type="dxa"/>
          </w:tcPr>
          <w:p w14:paraId="6FC7DE08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والبيت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حنّ اُوناح والمنبر بكى لَك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19DB930" w14:textId="77777777" w:rsidR="004E63B4" w:rsidRDefault="004E63B4" w:rsidP="00C54EF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AD65002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إيقولون وينه راح عنّا 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3B4" w14:paraId="080E7D17" w14:textId="77777777" w:rsidTr="004E63B4">
        <w:trPr>
          <w:trHeight w:val="350"/>
        </w:trPr>
        <w:tc>
          <w:tcPr>
            <w:tcW w:w="3536" w:type="dxa"/>
          </w:tcPr>
          <w:p w14:paraId="433D4CA9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جا العيد والنّاس اَفرحوا وآني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1B2BF92" w14:textId="77777777" w:rsidR="004E63B4" w:rsidRDefault="004E63B4" w:rsidP="00C54EF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16C0526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أبكي على الكرّار سلطان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3B4" w14:paraId="10809B2F" w14:textId="77777777" w:rsidTr="004E63B4">
        <w:trPr>
          <w:trHeight w:val="350"/>
        </w:trPr>
        <w:tc>
          <w:tcPr>
            <w:tcW w:w="3536" w:type="dxa"/>
          </w:tcPr>
          <w:p w14:paraId="2EE19F9E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وا ضيعة الإسلام بعدك يا ولينه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0B53616" w14:textId="77777777" w:rsidR="004E63B4" w:rsidRDefault="004E63B4" w:rsidP="00C54EF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2E89A9E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ليت الأرض بادت قبل يحويك لتراب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3B4" w14:paraId="02BBEEBC" w14:textId="77777777" w:rsidTr="004E63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0CE1040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زينب اِتنادي اُو تصفق إيداً على إيد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C52273D" w14:textId="77777777" w:rsidR="004E63B4" w:rsidRDefault="004E63B4" w:rsidP="00C54EF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6B82DA6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بوي ماتم لك نصبنا واَقبل العيد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3B4" w14:paraId="64CD6DF1" w14:textId="77777777" w:rsidTr="004E63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EC242F6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يابوي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في الكوفة عزى والعيد في الشام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D8FDF10" w14:textId="77777777" w:rsidR="004E63B4" w:rsidRDefault="004E63B4" w:rsidP="00C54EF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36D57C9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لا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سارت الركبان ليهم ودّتْ اَعلام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3B4" w14:paraId="123DD899" w14:textId="77777777" w:rsidTr="004E63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7FFB209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يومٌ يجيهم هالخبر أبرك الأيام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75DC3EE" w14:textId="77777777" w:rsidR="004E63B4" w:rsidRDefault="004E63B4" w:rsidP="00C54EF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332784D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كُلْ مَن يُنادي راح من يردي الصناديد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3B4" w14:paraId="2BF42C15" w14:textId="77777777" w:rsidTr="004E63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9AB2904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عيد الفطر ماهُ إمبارك والضحيّه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6516A93" w14:textId="77777777" w:rsidR="004E63B4" w:rsidRDefault="004E63B4" w:rsidP="00C54EF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C72675C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أبداً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ولا دنياتنا صارتْ هنيّه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3B4" w14:paraId="343FBD69" w14:textId="77777777" w:rsidTr="004E63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14BFE8A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أقبل علينا العيد واحنه في 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B70D6F6" w14:textId="77777777" w:rsidR="004E63B4" w:rsidRDefault="004E63B4" w:rsidP="00C54EF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2F38B9C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والحُزن لَجلك وسط الحشا زايده أزيد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3B4" w14:paraId="7E8A36D5" w14:textId="77777777" w:rsidTr="004E63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C52218A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أقبل علينا العيد يا سور اليتامى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5DD6E0B" w14:textId="77777777" w:rsidR="004E63B4" w:rsidRDefault="004E63B4" w:rsidP="00C54EF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AD37DB4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اُوكُل من يهنّي صاحبه اِبعيد السلامه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3B4" w14:paraId="399B7915" w14:textId="77777777" w:rsidTr="004E63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7667E6B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واحنا ولينا مات ما تمم اِصيامه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20C9E38" w14:textId="77777777" w:rsidR="004E63B4" w:rsidRDefault="004E63B4" w:rsidP="00C54EF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91EB1E5" w14:textId="77777777" w:rsidR="004E63B4" w:rsidRDefault="004E63B4" w:rsidP="004E63B4">
            <w:pPr>
              <w:pStyle w:val="libPoem"/>
            </w:pPr>
            <w:r>
              <w:rPr>
                <w:rtl/>
                <w:lang w:bidi="fa-IR"/>
              </w:rPr>
              <w:t>هيهات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من بعد الولي ما نهتني اِبعيد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3B4" w14:paraId="57584C65" w14:textId="77777777" w:rsidTr="004E63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C80DAC5" w14:textId="77777777" w:rsidR="004E63B4" w:rsidRDefault="004E63B4" w:rsidP="00C54EF2">
            <w:pPr>
              <w:pStyle w:val="libPoem"/>
            </w:pPr>
            <w:r>
              <w:rPr>
                <w:rtl/>
                <w:lang w:bidi="fa-IR"/>
              </w:rPr>
              <w:t>وانته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="00163726">
              <w:rPr>
                <w:rtl/>
                <w:lang w:bidi="fa-IR"/>
              </w:rPr>
              <w:t>وصيِّ الم</w:t>
            </w:r>
            <w:r>
              <w:rPr>
                <w:rtl/>
                <w:lang w:bidi="fa-IR"/>
              </w:rPr>
              <w:t>صطفى واِنته الخليفه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6557DA1" w14:textId="77777777" w:rsidR="004E63B4" w:rsidRDefault="004E63B4" w:rsidP="00C54EF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8C13698" w14:textId="77777777" w:rsidR="004E63B4" w:rsidRDefault="00163726" w:rsidP="00C54EF2">
            <w:pPr>
              <w:pStyle w:val="libPoem"/>
            </w:pPr>
            <w:r>
              <w:rPr>
                <w:rtl/>
                <w:lang w:bidi="fa-IR"/>
              </w:rPr>
              <w:t>اُومنّك يحيدر ترتجف الاَكوان خيفه</w:t>
            </w:r>
            <w:r w:rsidR="004E63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3B4" w14:paraId="5DF7727F" w14:textId="77777777" w:rsidTr="004E63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1779D19" w14:textId="77777777" w:rsidR="004E63B4" w:rsidRDefault="00163726" w:rsidP="00C54EF2">
            <w:pPr>
              <w:pStyle w:val="libPoem"/>
            </w:pPr>
            <w:r>
              <w:rPr>
                <w:rtl/>
                <w:lang w:bidi="fa-IR"/>
              </w:rPr>
              <w:t>والله عجايب صابك الفاجر اِبسيفه</w:t>
            </w:r>
            <w:r w:rsidR="004E63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4D2C331" w14:textId="77777777" w:rsidR="004E63B4" w:rsidRDefault="004E63B4" w:rsidP="00C54EF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496F30F" w14:textId="77777777" w:rsidR="004E63B4" w:rsidRDefault="00163726" w:rsidP="00C54EF2">
            <w:pPr>
              <w:pStyle w:val="libPoem"/>
            </w:pPr>
            <w:r>
              <w:rPr>
                <w:rtl/>
                <w:lang w:bidi="fa-IR"/>
              </w:rPr>
              <w:t>اُوصوتك يبويه ايفجّر اصخور الجلاميد</w:t>
            </w:r>
            <w:r w:rsidR="004E63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3B4" w14:paraId="4E927FED" w14:textId="77777777" w:rsidTr="004E63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8F04946" w14:textId="77777777" w:rsidR="004E63B4" w:rsidRDefault="00163726" w:rsidP="00C54EF2">
            <w:pPr>
              <w:pStyle w:val="libPoem"/>
            </w:pPr>
            <w:r>
              <w:rPr>
                <w:rtl/>
                <w:lang w:bidi="fa-IR"/>
              </w:rPr>
              <w:t>يابوي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ما حد في الحرايب أخذ حيفك</w:t>
            </w:r>
            <w:r w:rsidR="004E63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5380C26" w14:textId="77777777" w:rsidR="004E63B4" w:rsidRDefault="004E63B4" w:rsidP="00C54EF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236E240" w14:textId="77777777" w:rsidR="004E63B4" w:rsidRDefault="00163726" w:rsidP="00C54EF2">
            <w:pPr>
              <w:pStyle w:val="libPoem"/>
            </w:pPr>
            <w:r>
              <w:rPr>
                <w:rtl/>
                <w:lang w:bidi="fa-IR"/>
              </w:rPr>
              <w:t>كم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ضيغمٍ حزّيت راسه اِبحدِّ سيفك</w:t>
            </w:r>
            <w:r w:rsidR="004E63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3B4" w14:paraId="76B0C37E" w14:textId="77777777" w:rsidTr="004E63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542764B" w14:textId="77777777" w:rsidR="004E63B4" w:rsidRDefault="00163726" w:rsidP="00C54EF2">
            <w:pPr>
              <w:pStyle w:val="libPoem"/>
            </w:pPr>
            <w:r>
              <w:rPr>
                <w:rtl/>
                <w:lang w:bidi="fa-IR"/>
              </w:rPr>
              <w:t>يوم المطارد في الحريبة ايطيب كِيفك</w:t>
            </w:r>
            <w:r w:rsidR="004E63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1C11B39" w14:textId="77777777" w:rsidR="004E63B4" w:rsidRDefault="004E63B4" w:rsidP="00C54EF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83E3CD7" w14:textId="77777777" w:rsidR="004E63B4" w:rsidRDefault="00163726" w:rsidP="00C54EF2">
            <w:pPr>
              <w:pStyle w:val="libPoem"/>
            </w:pPr>
            <w:r>
              <w:rPr>
                <w:rtl/>
                <w:lang w:bidi="fa-IR"/>
              </w:rPr>
              <w:t>فنّك يبويه الحرب واملاقي الصناديد</w:t>
            </w:r>
            <w:r w:rsidR="004E63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3B4" w14:paraId="61C62FC6" w14:textId="77777777" w:rsidTr="004E63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648AC3C" w14:textId="77777777" w:rsidR="004E63B4" w:rsidRDefault="00163726" w:rsidP="00C54EF2">
            <w:pPr>
              <w:pStyle w:val="libPoem"/>
            </w:pPr>
            <w:r>
              <w:rPr>
                <w:rtl/>
                <w:lang w:bidi="fa-IR"/>
              </w:rPr>
              <w:t>فعلك مهو منكور يا مروي الأسنّه</w:t>
            </w:r>
            <w:r w:rsidR="004E63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D04768D" w14:textId="77777777" w:rsidR="004E63B4" w:rsidRDefault="004E63B4" w:rsidP="00C54EF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F44E9B3" w14:textId="77777777" w:rsidR="004E63B4" w:rsidRDefault="00163726" w:rsidP="00C54EF2">
            <w:pPr>
              <w:pStyle w:val="libPoem"/>
            </w:pPr>
            <w:r>
              <w:rPr>
                <w:rtl/>
                <w:lang w:bidi="fa-IR"/>
              </w:rPr>
              <w:t>لا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جالت الفرسان واشتبكت لعنّه</w:t>
            </w:r>
            <w:r w:rsidR="004E63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3B4" w14:paraId="710EAE1F" w14:textId="77777777" w:rsidTr="004E63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B239E2B" w14:textId="77777777" w:rsidR="004E63B4" w:rsidRDefault="00163726" w:rsidP="00C54EF2">
            <w:pPr>
              <w:pStyle w:val="libPoem"/>
            </w:pPr>
            <w:r>
              <w:rPr>
                <w:rtl/>
                <w:lang w:bidi="fa-IR"/>
              </w:rPr>
              <w:t>كم بطلٍ حزّيتْ راسه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اُورحت عنّه</w:t>
            </w:r>
            <w:r w:rsidR="004E63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07785ED" w14:textId="77777777" w:rsidR="004E63B4" w:rsidRDefault="004E63B4" w:rsidP="00C54EF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459B8AE" w14:textId="77777777" w:rsidR="004E63B4" w:rsidRDefault="00163726" w:rsidP="00C54EF2">
            <w:pPr>
              <w:pStyle w:val="libPoem"/>
            </w:pPr>
            <w:r>
              <w:rPr>
                <w:rtl/>
                <w:lang w:bidi="fa-IR"/>
              </w:rPr>
              <w:t>اُوخلّيت فرسان الوغى صرعى على البيد</w:t>
            </w:r>
            <w:r w:rsidR="004E63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3B4" w14:paraId="5289FA8C" w14:textId="77777777" w:rsidTr="004E63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B3ABCF8" w14:textId="77777777" w:rsidR="004E63B4" w:rsidRDefault="00163726" w:rsidP="00C54EF2">
            <w:pPr>
              <w:pStyle w:val="libPoem"/>
            </w:pPr>
            <w:r>
              <w:rPr>
                <w:rtl/>
                <w:lang w:bidi="fa-IR"/>
              </w:rPr>
              <w:t>لولا القضا واللي اِنكتب باللوح صاير</w:t>
            </w:r>
            <w:r w:rsidR="004E63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7704A89" w14:textId="77777777" w:rsidR="004E63B4" w:rsidRDefault="004E63B4" w:rsidP="00C54EF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9E85ECF" w14:textId="77777777" w:rsidR="004E63B4" w:rsidRDefault="00163726" w:rsidP="00C54EF2">
            <w:pPr>
              <w:pStyle w:val="libPoem"/>
            </w:pPr>
            <w:r>
              <w:rPr>
                <w:rtl/>
                <w:lang w:bidi="fa-IR"/>
              </w:rPr>
              <w:t>ما غالك الملعون يا مُردي العساكر</w:t>
            </w:r>
            <w:r w:rsidR="004E63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3B4" w14:paraId="0153AA35" w14:textId="77777777" w:rsidTr="004E63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25DB46A" w14:textId="77777777" w:rsidR="004E63B4" w:rsidRDefault="00163726" w:rsidP="00C54EF2">
            <w:pPr>
              <w:pStyle w:val="libPoem"/>
            </w:pPr>
            <w:r>
              <w:rPr>
                <w:rtl/>
                <w:lang w:bidi="fa-IR"/>
              </w:rPr>
              <w:t>والله عجايب كيف تحويك المقابرْ</w:t>
            </w:r>
            <w:r w:rsidR="004E63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FDEFB09" w14:textId="77777777" w:rsidR="004E63B4" w:rsidRDefault="004E63B4" w:rsidP="00C54EF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8514869" w14:textId="77777777" w:rsidR="004E63B4" w:rsidRDefault="00163726" w:rsidP="00C54EF2">
            <w:pPr>
              <w:pStyle w:val="libPoem"/>
            </w:pPr>
            <w:r>
              <w:rPr>
                <w:rtl/>
                <w:lang w:bidi="fa-IR"/>
              </w:rPr>
              <w:t>واحنا عقب فقدك عجايب نلبس اجديد</w:t>
            </w:r>
            <w:r w:rsidR="004E63B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1B5605D" w14:textId="77777777" w:rsidR="00EE7C84" w:rsidRDefault="00E21949" w:rsidP="00163726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63726" w14:paraId="2700EDE3" w14:textId="77777777" w:rsidTr="00C54EF2">
        <w:trPr>
          <w:trHeight w:val="350"/>
        </w:trPr>
        <w:tc>
          <w:tcPr>
            <w:tcW w:w="3920" w:type="dxa"/>
            <w:shd w:val="clear" w:color="auto" w:fill="auto"/>
          </w:tcPr>
          <w:p w14:paraId="263E909A" w14:textId="77777777" w:rsidR="00163726" w:rsidRDefault="00163726" w:rsidP="00C54EF2">
            <w:pPr>
              <w:pStyle w:val="libPoem"/>
            </w:pPr>
            <w:r>
              <w:rPr>
                <w:rtl/>
                <w:lang w:bidi="fa-IR"/>
              </w:rPr>
              <w:t>حنّي حنين النيب واِبكي يا محاريبْ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93E277E" w14:textId="77777777" w:rsidR="00163726" w:rsidRDefault="00163726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07DD929" w14:textId="77777777" w:rsidR="00163726" w:rsidRDefault="00163726" w:rsidP="00C54EF2">
            <w:pPr>
              <w:pStyle w:val="libPoem"/>
            </w:pPr>
            <w:r>
              <w:rPr>
                <w:rtl/>
                <w:lang w:bidi="fa-IR"/>
              </w:rPr>
              <w:t>على خطيبك يا منابر شقّي الجَيبْ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3726" w14:paraId="4BF76AF6" w14:textId="77777777" w:rsidTr="00C54EF2">
        <w:trPr>
          <w:trHeight w:val="350"/>
        </w:trPr>
        <w:tc>
          <w:tcPr>
            <w:tcW w:w="3920" w:type="dxa"/>
          </w:tcPr>
          <w:p w14:paraId="69B2D7D5" w14:textId="77777777" w:rsidR="00163726" w:rsidRDefault="00163726" w:rsidP="00C54EF2">
            <w:pPr>
              <w:pStyle w:val="libPoem"/>
            </w:pPr>
            <w:r>
              <w:rPr>
                <w:rtl/>
                <w:lang w:bidi="fa-IR"/>
              </w:rPr>
              <w:t>حنّي حنين النيب واِبكي يا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0EF354" w14:textId="77777777" w:rsidR="00163726" w:rsidRDefault="00163726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99950A" w14:textId="77777777" w:rsidR="00163726" w:rsidRDefault="00163726" w:rsidP="00C54EF2">
            <w:pPr>
              <w:pStyle w:val="libPoem"/>
            </w:pPr>
            <w:r>
              <w:rPr>
                <w:rtl/>
                <w:lang w:bidi="fa-IR"/>
              </w:rPr>
              <w:t>على إمام الِلي مضى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 باتفارقينه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3726" w14:paraId="3F3D94D8" w14:textId="77777777" w:rsidTr="00C54EF2">
        <w:trPr>
          <w:trHeight w:val="350"/>
        </w:trPr>
        <w:tc>
          <w:tcPr>
            <w:tcW w:w="3920" w:type="dxa"/>
          </w:tcPr>
          <w:p w14:paraId="6DCF4066" w14:textId="77777777" w:rsidR="00163726" w:rsidRDefault="00163726" w:rsidP="00C54EF2">
            <w:pPr>
              <w:pStyle w:val="libPoem"/>
            </w:pPr>
            <w:r>
              <w:rPr>
                <w:rtl/>
                <w:lang w:bidi="fa-IR"/>
              </w:rPr>
              <w:t>صلّى الصبح بيك اُوصلاة الظهر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E66B83" w14:textId="77777777" w:rsidR="00163726" w:rsidRDefault="00163726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B74E25" w14:textId="77777777" w:rsidR="00163726" w:rsidRDefault="00163726" w:rsidP="00C54EF2">
            <w:pPr>
              <w:pStyle w:val="libPoem"/>
            </w:pPr>
            <w:r>
              <w:rPr>
                <w:rtl/>
                <w:lang w:bidi="fa-IR"/>
              </w:rPr>
              <w:t>بدرك تحجّب أبد لا يظهر ولا يغيبْ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883ED2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73158" w14:paraId="3D0F23CF" w14:textId="77777777" w:rsidTr="00C54EF2">
        <w:trPr>
          <w:trHeight w:val="350"/>
        </w:trPr>
        <w:tc>
          <w:tcPr>
            <w:tcW w:w="3920" w:type="dxa"/>
            <w:shd w:val="clear" w:color="auto" w:fill="auto"/>
          </w:tcPr>
          <w:p w14:paraId="382E8E7F" w14:textId="77777777" w:rsidR="00273158" w:rsidRDefault="00273158" w:rsidP="00C54EF2">
            <w:pPr>
              <w:pStyle w:val="libPoem"/>
            </w:pPr>
            <w:r>
              <w:rPr>
                <w:rtl/>
                <w:lang w:bidi="fa-IR"/>
              </w:rPr>
              <w:lastRenderedPageBreak/>
              <w:t>بدر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تلالي ابمنزلك عزّك من اَول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D1D6BFC" w14:textId="77777777" w:rsidR="00273158" w:rsidRDefault="0027315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CC49830" w14:textId="77777777" w:rsidR="00273158" w:rsidRDefault="00273158" w:rsidP="00C54EF2">
            <w:pPr>
              <w:pStyle w:val="libPoem"/>
            </w:pPr>
            <w:r>
              <w:rPr>
                <w:rtl/>
                <w:lang w:bidi="fa-IR"/>
              </w:rPr>
              <w:t>منّك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إلى غيرِك يمحزونه تحوّل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3158" w14:paraId="725A75AF" w14:textId="77777777" w:rsidTr="00C54EF2">
        <w:trPr>
          <w:trHeight w:val="350"/>
        </w:trPr>
        <w:tc>
          <w:tcPr>
            <w:tcW w:w="3920" w:type="dxa"/>
          </w:tcPr>
          <w:p w14:paraId="08DD82C9" w14:textId="77777777" w:rsidR="00273158" w:rsidRDefault="00273158" w:rsidP="00C54EF2">
            <w:pPr>
              <w:pStyle w:val="libPoem"/>
            </w:pPr>
            <w:r>
              <w:rPr>
                <w:rtl/>
                <w:lang w:bidi="fa-IR"/>
              </w:rPr>
              <w:t>راح اعتبارك واعتمادك ولمعوّل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EF108B" w14:textId="77777777" w:rsidR="00273158" w:rsidRDefault="0027315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5A6ED3" w14:textId="77777777" w:rsidR="00273158" w:rsidRDefault="00273158" w:rsidP="00273158">
            <w:pPr>
              <w:pStyle w:val="libPoem"/>
            </w:pPr>
            <w:r>
              <w:rPr>
                <w:rtl/>
                <w:lang w:bidi="fa-IR"/>
              </w:rPr>
              <w:t>والْلي بناك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 شيّدك بالغصب والطيب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3158" w14:paraId="163ACCC6" w14:textId="77777777" w:rsidTr="00C54EF2">
        <w:trPr>
          <w:trHeight w:val="350"/>
        </w:trPr>
        <w:tc>
          <w:tcPr>
            <w:tcW w:w="3920" w:type="dxa"/>
          </w:tcPr>
          <w:p w14:paraId="13619D08" w14:textId="77777777" w:rsidR="00273158" w:rsidRDefault="00273158" w:rsidP="00C54EF2">
            <w:pPr>
              <w:pStyle w:val="libPoem"/>
            </w:pPr>
            <w:r>
              <w:rPr>
                <w:rtl/>
                <w:lang w:bidi="fa-IR"/>
              </w:rPr>
              <w:t>حنّي اُو قولي وا إمامي وا إماماه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D20976" w14:textId="77777777" w:rsidR="00273158" w:rsidRDefault="0027315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EC1A744" w14:textId="77777777" w:rsidR="00273158" w:rsidRDefault="00273158" w:rsidP="00C54EF2">
            <w:pPr>
              <w:pStyle w:val="libPoem"/>
            </w:pPr>
            <w:r>
              <w:rPr>
                <w:rtl/>
                <w:lang w:bidi="fa-IR"/>
              </w:rPr>
              <w:t>على قتيل حضّبوا شيبه من اِدماه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3158" w14:paraId="6E3E8EC4" w14:textId="77777777" w:rsidTr="00C54EF2">
        <w:trPr>
          <w:trHeight w:val="350"/>
        </w:trPr>
        <w:tc>
          <w:tcPr>
            <w:tcW w:w="3920" w:type="dxa"/>
          </w:tcPr>
          <w:p w14:paraId="68CE7F26" w14:textId="77777777" w:rsidR="00273158" w:rsidRDefault="00273158" w:rsidP="00C54EF2">
            <w:pPr>
              <w:pStyle w:val="libPoem"/>
            </w:pPr>
            <w:r>
              <w:rPr>
                <w:rtl/>
                <w:lang w:bidi="fa-IR"/>
              </w:rPr>
              <w:t>ضعتي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مثل ما ضاعت أطفاله اُو يتاماه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F0CFFC" w14:textId="77777777" w:rsidR="00273158" w:rsidRDefault="0027315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67E810" w14:textId="77777777" w:rsidR="00273158" w:rsidRDefault="00273158" w:rsidP="00C54EF2">
            <w:pPr>
              <w:pStyle w:val="libPoem"/>
            </w:pPr>
            <w:r>
              <w:rPr>
                <w:rtl/>
                <w:lang w:bidi="fa-IR"/>
              </w:rPr>
              <w:t>مشقوق رأسه في صلاته اِمخضب الشيب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3158" w14:paraId="1E4E74EE" w14:textId="77777777" w:rsidTr="00C54EF2">
        <w:trPr>
          <w:trHeight w:val="350"/>
        </w:trPr>
        <w:tc>
          <w:tcPr>
            <w:tcW w:w="3920" w:type="dxa"/>
          </w:tcPr>
          <w:p w14:paraId="70F7F70D" w14:textId="77777777" w:rsidR="00273158" w:rsidRDefault="00273158" w:rsidP="00C54EF2">
            <w:pPr>
              <w:pStyle w:val="libPoem"/>
            </w:pPr>
            <w:r>
              <w:rPr>
                <w:rtl/>
                <w:lang w:bidi="fa-IR"/>
              </w:rPr>
              <w:t>يابه ما شفنا الجبل يركب له السّيل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3CDA5AE" w14:textId="77777777" w:rsidR="00273158" w:rsidRDefault="0027315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59FD12" w14:textId="77777777" w:rsidR="00273158" w:rsidRDefault="00273158" w:rsidP="00C54EF2">
            <w:pPr>
              <w:pStyle w:val="libPoem"/>
            </w:pPr>
            <w:r>
              <w:rPr>
                <w:rtl/>
                <w:lang w:bidi="fa-IR"/>
              </w:rPr>
              <w:t>ولا الضفادع تلحق السابق من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3158" w14:paraId="3C771DD3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2E89CB0" w14:textId="77777777" w:rsidR="00273158" w:rsidRDefault="00273158" w:rsidP="00C54EF2">
            <w:pPr>
              <w:pStyle w:val="libPoem"/>
            </w:pPr>
            <w:r>
              <w:rPr>
                <w:rtl/>
                <w:lang w:bidi="fa-IR"/>
              </w:rPr>
              <w:t>والبحر ما شفناه ينزف بالغرابيل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CFD7B0" w14:textId="77777777" w:rsidR="00273158" w:rsidRDefault="0027315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926D47" w14:textId="77777777" w:rsidR="00273158" w:rsidRDefault="00273158" w:rsidP="00C54EF2">
            <w:pPr>
              <w:pStyle w:val="libPoem"/>
            </w:pPr>
            <w:r>
              <w:rPr>
                <w:rtl/>
                <w:lang w:bidi="fa-IR"/>
              </w:rPr>
              <w:t>والشاة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لو أظفر زمانه ما فرس ذيب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3158" w14:paraId="3C860A95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0C00A2F" w14:textId="77777777" w:rsidR="00273158" w:rsidRDefault="00273158" w:rsidP="00C54EF2">
            <w:pPr>
              <w:pStyle w:val="libPoem"/>
            </w:pPr>
            <w:r>
              <w:rPr>
                <w:rtl/>
                <w:lang w:bidi="fa-IR"/>
              </w:rPr>
              <w:t>اُو زينب تنادي والدمع منها سحايب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538172" w14:textId="77777777" w:rsidR="00273158" w:rsidRDefault="0027315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99BA1E" w14:textId="77777777" w:rsidR="00273158" w:rsidRDefault="00273158" w:rsidP="00C54EF2">
            <w:pPr>
              <w:pStyle w:val="libPoem"/>
            </w:pPr>
            <w:r>
              <w:rPr>
                <w:rtl/>
                <w:lang w:bidi="fa-IR"/>
              </w:rPr>
              <w:t>حيدر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يسيف الله اُو باسهمه الصايب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3158" w14:paraId="5A464990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D50CF5D" w14:textId="77777777" w:rsidR="00273158" w:rsidRDefault="00273158" w:rsidP="00C54EF2">
            <w:pPr>
              <w:pStyle w:val="libPoem"/>
            </w:pPr>
            <w:r>
              <w:rPr>
                <w:rtl/>
                <w:lang w:bidi="fa-IR"/>
              </w:rPr>
              <w:t>كلّك عجايب يا علي اُو موتك عجايب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302FCD" w14:textId="77777777" w:rsidR="00273158" w:rsidRDefault="0027315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A69F9D" w14:textId="77777777" w:rsidR="00273158" w:rsidRDefault="00273158" w:rsidP="00C54EF2">
            <w:pPr>
              <w:pStyle w:val="libPoem"/>
            </w:pPr>
            <w:r>
              <w:rPr>
                <w:rtl/>
                <w:lang w:bidi="fa-IR"/>
              </w:rPr>
              <w:t>كيف المنايا اِسهامها في مثلك اِتصيب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3158" w14:paraId="04A68396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580F925" w14:textId="77777777" w:rsidR="00273158" w:rsidRDefault="00273158" w:rsidP="00C54EF2">
            <w:pPr>
              <w:pStyle w:val="libPoem"/>
            </w:pPr>
            <w:r>
              <w:rPr>
                <w:rtl/>
                <w:lang w:bidi="fa-IR"/>
              </w:rPr>
              <w:t>المنبر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تفطّر يا علي اُو عاتب المحراب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E2E67E" w14:textId="77777777" w:rsidR="00273158" w:rsidRDefault="0027315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B158BF" w14:textId="77777777" w:rsidR="00273158" w:rsidRDefault="00273158" w:rsidP="00C54EF2">
            <w:pPr>
              <w:pStyle w:val="libPoem"/>
            </w:pPr>
            <w:r>
              <w:rPr>
                <w:rtl/>
                <w:lang w:bidi="fa-IR"/>
              </w:rPr>
              <w:t>الله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يمحراب اِنخدع 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3158" w14:paraId="6FF34972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312D010" w14:textId="77777777" w:rsidR="00273158" w:rsidRDefault="00273158" w:rsidP="00C54EF2">
            <w:pPr>
              <w:pStyle w:val="libPoem"/>
            </w:pPr>
            <w:r>
              <w:rPr>
                <w:rtl/>
                <w:lang w:bidi="fa-IR"/>
              </w:rPr>
              <w:t>كنت السبب له والقضا يجري بلسباب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C49CA1" w14:textId="77777777" w:rsidR="00273158" w:rsidRDefault="0027315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B9836A" w14:textId="77777777" w:rsidR="00273158" w:rsidRDefault="00273158" w:rsidP="00C54EF2">
            <w:pPr>
              <w:pStyle w:val="libPoem"/>
            </w:pPr>
            <w:r>
              <w:rPr>
                <w:rtl/>
                <w:lang w:bidi="fa-IR"/>
              </w:rPr>
              <w:t>ضعنا عقب عينه بلا شكٍّ ولا ريب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3558419" w14:textId="77777777" w:rsidR="00EE7C84" w:rsidRDefault="00E21949" w:rsidP="00273158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E3E67" w14:paraId="1A52C59D" w14:textId="77777777" w:rsidTr="00C54EF2">
        <w:trPr>
          <w:trHeight w:val="350"/>
        </w:trPr>
        <w:tc>
          <w:tcPr>
            <w:tcW w:w="3920" w:type="dxa"/>
            <w:shd w:val="clear" w:color="auto" w:fill="auto"/>
          </w:tcPr>
          <w:p w14:paraId="62B9A80B" w14:textId="77777777" w:rsidR="00BE3E67" w:rsidRDefault="00BE3E67" w:rsidP="00C54EF2">
            <w:pPr>
              <w:pStyle w:val="libPoem"/>
            </w:pPr>
            <w:r>
              <w:rPr>
                <w:rtl/>
                <w:lang w:bidi="fa-IR"/>
              </w:rPr>
              <w:t>يا أحمد المختار مات المرتضى 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7709C98" w14:textId="77777777" w:rsidR="00BE3E67" w:rsidRDefault="00BE3E67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6342A98" w14:textId="77777777" w:rsidR="00BE3E67" w:rsidRDefault="00BE3E67" w:rsidP="00C54EF2">
            <w:pPr>
              <w:pStyle w:val="libPoem"/>
            </w:pPr>
            <w:r>
              <w:rPr>
                <w:rtl/>
                <w:lang w:bidi="fa-IR"/>
              </w:rPr>
              <w:t>من ضربةِ الفاجر خضب شيبه بالدموم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3E67" w14:paraId="1BD016EE" w14:textId="77777777" w:rsidTr="00C54EF2">
        <w:trPr>
          <w:trHeight w:val="350"/>
        </w:trPr>
        <w:tc>
          <w:tcPr>
            <w:tcW w:w="3920" w:type="dxa"/>
          </w:tcPr>
          <w:p w14:paraId="7473DAF1" w14:textId="77777777" w:rsidR="00BE3E67" w:rsidRDefault="00BE3E67" w:rsidP="00C54EF2">
            <w:pPr>
              <w:pStyle w:val="libPoem"/>
            </w:pPr>
            <w:r>
              <w:rPr>
                <w:rtl/>
                <w:lang w:bidi="fa-IR"/>
              </w:rPr>
              <w:t>أحمد الهادي ضربتك حسّ اِبوجعها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A357A0" w14:textId="77777777" w:rsidR="00BE3E67" w:rsidRDefault="00BE3E67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654334" w14:textId="77777777" w:rsidR="00BE3E67" w:rsidRDefault="00BE3E67" w:rsidP="00BE3E67">
            <w:pPr>
              <w:pStyle w:val="libPoem"/>
            </w:pPr>
            <w:r>
              <w:rPr>
                <w:rtl/>
                <w:lang w:bidi="fa-IR"/>
              </w:rPr>
              <w:t>اُوحزنك سطا بلقلوب يا لوالي اُو فجعها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3E67" w14:paraId="465A7250" w14:textId="77777777" w:rsidTr="00C54EF2">
        <w:trPr>
          <w:trHeight w:val="350"/>
        </w:trPr>
        <w:tc>
          <w:tcPr>
            <w:tcW w:w="3920" w:type="dxa"/>
          </w:tcPr>
          <w:p w14:paraId="190C77AA" w14:textId="77777777" w:rsidR="00BE3E67" w:rsidRDefault="00BE3E67" w:rsidP="00C54EF2">
            <w:pPr>
              <w:pStyle w:val="libPoem"/>
            </w:pPr>
            <w:r>
              <w:rPr>
                <w:rtl/>
                <w:lang w:bidi="fa-IR"/>
              </w:rPr>
              <w:t>وانصابتِ الزهرا اِبعظم من ظلعها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576803" w14:textId="77777777" w:rsidR="00BE3E67" w:rsidRDefault="00BE3E67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3DF7DB" w14:textId="77777777" w:rsidR="00BE3E67" w:rsidRDefault="00BE3E67" w:rsidP="00C54EF2">
            <w:pPr>
              <w:pStyle w:val="libPoem"/>
            </w:pPr>
            <w:r>
              <w:rPr>
                <w:rtl/>
                <w:lang w:bidi="fa-IR"/>
              </w:rPr>
              <w:t>أصبحت تبكي واَصبح المختار مهموم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3E67" w14:paraId="1CFAB5A5" w14:textId="77777777" w:rsidTr="00C54EF2">
        <w:trPr>
          <w:trHeight w:val="350"/>
        </w:trPr>
        <w:tc>
          <w:tcPr>
            <w:tcW w:w="3920" w:type="dxa"/>
          </w:tcPr>
          <w:p w14:paraId="16E0342B" w14:textId="77777777" w:rsidR="00BE3E67" w:rsidRDefault="00BE3E67" w:rsidP="00C54EF2">
            <w:pPr>
              <w:pStyle w:val="libPoem"/>
            </w:pPr>
            <w:r>
              <w:rPr>
                <w:rtl/>
                <w:lang w:bidi="fa-IR"/>
              </w:rPr>
              <w:t>تبكي على دمٍ جرا في سجدته اُوسال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3E0594" w14:textId="77777777" w:rsidR="00BE3E67" w:rsidRDefault="00BE3E67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68BBD6" w14:textId="77777777" w:rsidR="00BE3E67" w:rsidRDefault="00BE3E67" w:rsidP="00C54EF2">
            <w:pPr>
              <w:pStyle w:val="libPoem"/>
            </w:pPr>
            <w:r>
              <w:rPr>
                <w:rtl/>
                <w:lang w:bidi="fa-IR"/>
              </w:rPr>
              <w:t>جبريل جاوبها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اُوصاح اِبصوت زلزال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3E67" w14:paraId="0873F46E" w14:textId="77777777" w:rsidTr="00C54EF2">
        <w:trPr>
          <w:trHeight w:val="350"/>
        </w:trPr>
        <w:tc>
          <w:tcPr>
            <w:tcW w:w="3920" w:type="dxa"/>
          </w:tcPr>
          <w:p w14:paraId="5917378F" w14:textId="77777777" w:rsidR="00BE3E67" w:rsidRDefault="00BE3E67" w:rsidP="00C54EF2">
            <w:pPr>
              <w:pStyle w:val="libPoem"/>
            </w:pPr>
            <w:r>
              <w:rPr>
                <w:rtl/>
                <w:lang w:bidi="fa-IR"/>
              </w:rPr>
              <w:t>إسرافيل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ينعى في السما اُويّاه ميكال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BB40C3" w14:textId="77777777" w:rsidR="00BE3E67" w:rsidRDefault="00BE3E67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B0748C" w14:textId="77777777" w:rsidR="00BE3E67" w:rsidRDefault="00BE3E67" w:rsidP="00C54EF2">
            <w:pPr>
              <w:pStyle w:val="libPoem"/>
            </w:pPr>
            <w:r>
              <w:rPr>
                <w:rtl/>
                <w:lang w:bidi="fa-IR"/>
              </w:rPr>
              <w:t>والأرض ترجف والسما تبكيه باِدموم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3E67" w14:paraId="6E2269CD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374E412" w14:textId="77777777" w:rsidR="00BE3E67" w:rsidRDefault="00BE3E67" w:rsidP="00C54EF2">
            <w:pPr>
              <w:pStyle w:val="libPoem"/>
            </w:pPr>
            <w:r>
              <w:rPr>
                <w:rtl/>
                <w:lang w:bidi="fa-IR"/>
              </w:rPr>
              <w:t>ويلاه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لو عينك يبو القاسم تشوفه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5E64A7" w14:textId="77777777" w:rsidR="00BE3E67" w:rsidRDefault="00BE3E67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48138A" w14:textId="77777777" w:rsidR="00BE3E67" w:rsidRDefault="00BE3E67" w:rsidP="00C54EF2">
            <w:pPr>
              <w:pStyle w:val="libPoem"/>
            </w:pPr>
            <w:r>
              <w:rPr>
                <w:rtl/>
                <w:lang w:bidi="fa-IR"/>
              </w:rPr>
              <w:t>من حين في المحراب دمّه خضب جوفه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3E67" w14:paraId="3DA3746A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941C10E" w14:textId="77777777" w:rsidR="00BE3E67" w:rsidRDefault="00BE3E67" w:rsidP="00C54EF2">
            <w:pPr>
              <w:pStyle w:val="libPoem"/>
            </w:pPr>
            <w:r>
              <w:rPr>
                <w:rtl/>
                <w:lang w:bidi="fa-IR"/>
              </w:rPr>
              <w:t>اُو جبريل صاح اُو زلزل اِبصوته 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97F900" w14:textId="77777777" w:rsidR="00BE3E67" w:rsidRDefault="00BE3E67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383058" w14:textId="77777777" w:rsidR="00BE3E67" w:rsidRDefault="00BE3E67" w:rsidP="00C54EF2">
            <w:pPr>
              <w:pStyle w:val="libPoem"/>
            </w:pPr>
            <w:r>
              <w:rPr>
                <w:rtl/>
                <w:lang w:bidi="fa-IR"/>
              </w:rPr>
              <w:t>اُومن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صيحته سمعت نعاءه اُمُّ كلثوم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3E67" w14:paraId="64F07720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2B5D52F" w14:textId="77777777" w:rsidR="00BE3E67" w:rsidRDefault="00BE3E67" w:rsidP="00C54EF2">
            <w:pPr>
              <w:pStyle w:val="libPoem"/>
            </w:pPr>
            <w:r>
              <w:rPr>
                <w:rtl/>
                <w:lang w:bidi="fa-IR"/>
              </w:rPr>
              <w:t>واِمن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الخدر طلعت على اِخوتها 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C03B46" w14:textId="77777777" w:rsidR="00BE3E67" w:rsidRDefault="00BE3E67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AEC60B" w14:textId="77777777" w:rsidR="00BE3E67" w:rsidRDefault="00BE3E67" w:rsidP="00C54EF2">
            <w:pPr>
              <w:pStyle w:val="libPoem"/>
            </w:pPr>
            <w:r>
              <w:rPr>
                <w:rtl/>
                <w:lang w:bidi="fa-IR"/>
              </w:rPr>
              <w:t>قوموا يسبطين النّبي أحمد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3E67" w14:paraId="33C9761C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816EC73" w14:textId="77777777" w:rsidR="00BE3E67" w:rsidRDefault="00BE3E67" w:rsidP="00C54EF2">
            <w:pPr>
              <w:pStyle w:val="libPoem"/>
            </w:pPr>
            <w:r>
              <w:rPr>
                <w:rtl/>
                <w:lang w:bidi="fa-IR"/>
              </w:rPr>
              <w:t>قوموا ترى بوكم فجعنا به المرادي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79F236" w14:textId="77777777" w:rsidR="00BE3E67" w:rsidRDefault="00BE3E67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4DD3F7" w14:textId="77777777" w:rsidR="00BE3E67" w:rsidRDefault="00BE3E67" w:rsidP="00C54EF2">
            <w:pPr>
              <w:pStyle w:val="libPoem"/>
            </w:pPr>
            <w:r>
              <w:rPr>
                <w:rtl/>
                <w:lang w:bidi="fa-IR"/>
              </w:rPr>
              <w:t>ثاروا من الدهشة اُودمع العين مسجوم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3E67" w14:paraId="082DE9AE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2C4DFAC" w14:textId="77777777" w:rsidR="00BE3E67" w:rsidRDefault="00BE3E67" w:rsidP="00C54EF2">
            <w:pPr>
              <w:pStyle w:val="libPoem"/>
            </w:pPr>
            <w:r>
              <w:rPr>
                <w:rtl/>
                <w:lang w:bidi="fa-IR"/>
              </w:rPr>
              <w:t>اُوراحوا إلى المسجد اُوشافوا 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C5989B" w14:textId="77777777" w:rsidR="00BE3E67" w:rsidRDefault="00BE3E67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7C6B51" w14:textId="77777777" w:rsidR="00BE3E67" w:rsidRDefault="00BE3E67" w:rsidP="00C54EF2">
            <w:pPr>
              <w:pStyle w:val="libPoem"/>
            </w:pPr>
            <w:r>
              <w:rPr>
                <w:rtl/>
                <w:lang w:bidi="fa-IR"/>
              </w:rPr>
              <w:t>شافوه من سيف الردي الملعون مِنصاب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3E67" w14:paraId="6E5B1543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46A7739" w14:textId="77777777" w:rsidR="00BE3E67" w:rsidRDefault="00BE3E67" w:rsidP="00C54EF2">
            <w:pPr>
              <w:pStyle w:val="libPoem"/>
            </w:pPr>
            <w:r>
              <w:rPr>
                <w:rtl/>
                <w:lang w:bidi="fa-IR"/>
              </w:rPr>
              <w:t>واقع على امصل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اه وامغرق المحراب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6CBCB1" w14:textId="77777777" w:rsidR="00BE3E67" w:rsidRDefault="00BE3E67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8FBD39" w14:textId="77777777" w:rsidR="00BE3E67" w:rsidRDefault="00BE3E67" w:rsidP="00C54EF2">
            <w:pPr>
              <w:pStyle w:val="libPoem"/>
            </w:pPr>
            <w:r>
              <w:rPr>
                <w:rtl/>
                <w:lang w:bidi="fa-IR"/>
              </w:rPr>
              <w:t>والشيب منّه مختضب من فيض الدموم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3E67" w14:paraId="0B9AC2E5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74B9836" w14:textId="77777777" w:rsidR="00BE3E67" w:rsidRDefault="00BE3E67" w:rsidP="00BE3E67">
            <w:pPr>
              <w:pStyle w:val="libPoem"/>
            </w:pPr>
            <w:r>
              <w:rPr>
                <w:rtl/>
                <w:lang w:bidi="fa-IR"/>
              </w:rPr>
              <w:t>وقعوا على جسمه يقبّلونه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 يبكون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1B269B" w14:textId="77777777" w:rsidR="00BE3E67" w:rsidRDefault="00BE3E67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A50417" w14:textId="77777777" w:rsidR="00BE3E67" w:rsidRDefault="00BE3E67" w:rsidP="00C54EF2">
            <w:pPr>
              <w:pStyle w:val="libPoem"/>
            </w:pPr>
            <w:r>
              <w:rPr>
                <w:rtl/>
                <w:lang w:bidi="fa-IR"/>
              </w:rPr>
              <w:t>حيدر على اِمصابك يبويه اِتزلزل الكون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B338B2E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D2A17" w14:paraId="432203ED" w14:textId="77777777" w:rsidTr="00C54EF2">
        <w:trPr>
          <w:trHeight w:val="350"/>
        </w:trPr>
        <w:tc>
          <w:tcPr>
            <w:tcW w:w="3920" w:type="dxa"/>
            <w:shd w:val="clear" w:color="auto" w:fill="auto"/>
          </w:tcPr>
          <w:p w14:paraId="136F4233" w14:textId="77777777" w:rsidR="002D2A17" w:rsidRDefault="002D2A17" w:rsidP="00C54EF2">
            <w:pPr>
              <w:pStyle w:val="libPoem"/>
            </w:pPr>
            <w:r>
              <w:rPr>
                <w:rtl/>
                <w:lang w:bidi="fa-IR"/>
              </w:rPr>
              <w:lastRenderedPageBreak/>
              <w:t>يابويه خبّرنا أصابك أيّ ملعون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E4B53E1" w14:textId="77777777" w:rsidR="002D2A17" w:rsidRDefault="002D2A17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ADD9ECE" w14:textId="77777777" w:rsidR="002D2A17" w:rsidRDefault="002D2A17" w:rsidP="00C54EF2">
            <w:pPr>
              <w:pStyle w:val="libPoem"/>
            </w:pPr>
            <w:r>
              <w:rPr>
                <w:rtl/>
                <w:lang w:bidi="fa-IR"/>
              </w:rPr>
              <w:t>يا حجّة الباري اُو يا خزّان العلُوم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2A17" w14:paraId="4F5A9E34" w14:textId="77777777" w:rsidTr="00C54EF2">
        <w:trPr>
          <w:trHeight w:val="350"/>
        </w:trPr>
        <w:tc>
          <w:tcPr>
            <w:tcW w:w="3920" w:type="dxa"/>
          </w:tcPr>
          <w:p w14:paraId="0AFD72B1" w14:textId="77777777" w:rsidR="002D2A17" w:rsidRDefault="002D2A17" w:rsidP="002D2A17">
            <w:pPr>
              <w:pStyle w:val="libPoem"/>
            </w:pPr>
            <w:r>
              <w:rPr>
                <w:rtl/>
                <w:lang w:bidi="fa-IR"/>
              </w:rPr>
              <w:t>منّه جِسَرجالك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 غالك وسط السجود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25B0BD" w14:textId="77777777" w:rsidR="002D2A17" w:rsidRDefault="002D2A17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FA2498" w14:textId="77777777" w:rsidR="002D2A17" w:rsidRDefault="002D2A17" w:rsidP="00C54EF2">
            <w:pPr>
              <w:pStyle w:val="libPoem"/>
            </w:pPr>
            <w:r>
              <w:rPr>
                <w:rtl/>
                <w:lang w:bidi="fa-IR"/>
              </w:rPr>
              <w:t>اُو خل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اك في المحراب مرمي ابنفسك اِتجود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2A17" w14:paraId="13FA9167" w14:textId="77777777" w:rsidTr="00C54EF2">
        <w:trPr>
          <w:trHeight w:val="350"/>
        </w:trPr>
        <w:tc>
          <w:tcPr>
            <w:tcW w:w="3920" w:type="dxa"/>
          </w:tcPr>
          <w:p w14:paraId="62741990" w14:textId="77777777" w:rsidR="002D2A17" w:rsidRDefault="002D2A17" w:rsidP="00C54EF2">
            <w:pPr>
              <w:pStyle w:val="libPoem"/>
            </w:pPr>
            <w:r>
              <w:rPr>
                <w:rtl/>
                <w:lang w:bidi="fa-IR"/>
              </w:rPr>
              <w:t>طايح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على اِمصل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اك في المحراب ممدود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05A000" w14:textId="77777777" w:rsidR="002D2A17" w:rsidRDefault="002D2A17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D7EF0D" w14:textId="77777777" w:rsidR="002D2A17" w:rsidRDefault="002D2A17" w:rsidP="00C54EF2">
            <w:pPr>
              <w:pStyle w:val="libPoem"/>
            </w:pPr>
            <w:r>
              <w:rPr>
                <w:rtl/>
                <w:lang w:bidi="fa-IR"/>
              </w:rPr>
              <w:t>والسّمُّ في جسمك سرا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اُوفي قلبك اِيحوم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2A17" w14:paraId="1B648299" w14:textId="77777777" w:rsidTr="00C54EF2">
        <w:trPr>
          <w:trHeight w:val="350"/>
        </w:trPr>
        <w:tc>
          <w:tcPr>
            <w:tcW w:w="3920" w:type="dxa"/>
          </w:tcPr>
          <w:p w14:paraId="0EA8E16E" w14:textId="77777777" w:rsidR="002D2A17" w:rsidRDefault="002D2A17" w:rsidP="00C54EF2">
            <w:pPr>
              <w:pStyle w:val="libPoem"/>
            </w:pPr>
            <w:r>
              <w:rPr>
                <w:rtl/>
                <w:lang w:bidi="fa-IR"/>
              </w:rPr>
              <w:t>فتَّح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اِعيونه اُو قال ليهم يا اُولادي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DCF799" w14:textId="77777777" w:rsidR="002D2A17" w:rsidRDefault="002D2A17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13A317" w14:textId="77777777" w:rsidR="002D2A17" w:rsidRDefault="002D2A17" w:rsidP="00C54EF2">
            <w:pPr>
              <w:pStyle w:val="libPoem"/>
            </w:pPr>
            <w:r>
              <w:rPr>
                <w:rtl/>
                <w:lang w:bidi="fa-IR"/>
              </w:rPr>
              <w:t>اِبهذا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وعد جدكُم أبو القاسم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2A17" w14:paraId="6868AD82" w14:textId="77777777" w:rsidTr="00C54EF2">
        <w:trPr>
          <w:trHeight w:val="350"/>
        </w:trPr>
        <w:tc>
          <w:tcPr>
            <w:tcW w:w="3920" w:type="dxa"/>
          </w:tcPr>
          <w:p w14:paraId="79F2E7DE" w14:textId="77777777" w:rsidR="002D2A17" w:rsidRDefault="002D2A17" w:rsidP="00C54EF2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تسمعون الحور في الجنّة 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B62A01" w14:textId="77777777" w:rsidR="002D2A17" w:rsidRDefault="002D2A17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765A08" w14:textId="77777777" w:rsidR="002D2A17" w:rsidRDefault="002D2A17" w:rsidP="00C54EF2">
            <w:pPr>
              <w:pStyle w:val="libPoem"/>
            </w:pPr>
            <w:r>
              <w:rPr>
                <w:rtl/>
                <w:lang w:bidi="fa-IR"/>
              </w:rPr>
              <w:t>عجّل مجيَّك يا علي نتنالك 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2A17" w14:paraId="2D7562C4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2D554CE" w14:textId="77777777" w:rsidR="002D2A17" w:rsidRDefault="002D2A17" w:rsidP="00C54EF2">
            <w:pPr>
              <w:pStyle w:val="libPoem"/>
            </w:pPr>
            <w:r>
              <w:rPr>
                <w:rtl/>
                <w:lang w:bidi="fa-IR"/>
              </w:rPr>
              <w:t>قوموا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إلى المنزل يشبليني اِحملوني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2330FD" w14:textId="77777777" w:rsidR="002D2A17" w:rsidRDefault="002D2A17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1B1EB1" w14:textId="77777777" w:rsidR="002D2A17" w:rsidRDefault="002D2A17" w:rsidP="00C54EF2">
            <w:pPr>
              <w:pStyle w:val="libPoem"/>
            </w:pPr>
            <w:r>
              <w:rPr>
                <w:rtl/>
                <w:lang w:bidi="fa-IR"/>
              </w:rPr>
              <w:t>في وسطَتِ اِمصل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اي يابناي اِطرحوني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2A17" w14:paraId="06CC6D0C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B5AB35A" w14:textId="77777777" w:rsidR="002D2A17" w:rsidRDefault="002D2A17" w:rsidP="00C54EF2">
            <w:pPr>
              <w:pStyle w:val="libPoem"/>
            </w:pPr>
            <w:r>
              <w:rPr>
                <w:rtl/>
                <w:lang w:bidi="fa-IR"/>
              </w:rPr>
              <w:t>لا تزعجوني بالمشي واِتزلزلوني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9F3560" w14:textId="77777777" w:rsidR="002D2A17" w:rsidRDefault="002D2A17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CF67C3" w14:textId="77777777" w:rsidR="002D2A17" w:rsidRDefault="002D2A17" w:rsidP="00C54EF2">
            <w:pPr>
              <w:pStyle w:val="libPoem"/>
            </w:pPr>
            <w:r>
              <w:rPr>
                <w:rtl/>
                <w:lang w:bidi="fa-IR"/>
              </w:rPr>
              <w:t>شوفوا أبوكُم يا ولدي حاله 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B802A97" w14:textId="77777777" w:rsidR="00EE7C84" w:rsidRDefault="00E21949" w:rsidP="002D2A17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620" w:type="pct"/>
        <w:tblInd w:w="291" w:type="dxa"/>
        <w:tblLook w:val="01E0" w:firstRow="1" w:lastRow="1" w:firstColumn="1" w:lastColumn="1" w:noHBand="0" w:noVBand="0"/>
      </w:tblPr>
      <w:tblGrid>
        <w:gridCol w:w="4070"/>
        <w:gridCol w:w="303"/>
        <w:gridCol w:w="3901"/>
      </w:tblGrid>
      <w:tr w:rsidR="00745377" w14:paraId="14D47BC1" w14:textId="77777777" w:rsidTr="00745377">
        <w:trPr>
          <w:trHeight w:val="350"/>
        </w:trPr>
        <w:tc>
          <w:tcPr>
            <w:tcW w:w="3642" w:type="dxa"/>
            <w:shd w:val="clear" w:color="auto" w:fill="auto"/>
          </w:tcPr>
          <w:p w14:paraId="2EEEDCC4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على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وصيِّ المصطفى يا منبره نُوح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  <w:shd w:val="clear" w:color="auto" w:fill="auto"/>
          </w:tcPr>
          <w:p w14:paraId="1C981310" w14:textId="77777777" w:rsidR="00745377" w:rsidRDefault="00745377" w:rsidP="00C54EF2">
            <w:pPr>
              <w:pStyle w:val="libPoem"/>
              <w:rPr>
                <w:rtl/>
              </w:rPr>
            </w:pPr>
          </w:p>
        </w:tc>
        <w:tc>
          <w:tcPr>
            <w:tcW w:w="3490" w:type="dxa"/>
            <w:shd w:val="clear" w:color="auto" w:fill="auto"/>
          </w:tcPr>
          <w:p w14:paraId="112007B6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خل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اك خالي واِنضجع مع آدم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 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5377" w14:paraId="340A7140" w14:textId="77777777" w:rsidTr="00745377">
        <w:trPr>
          <w:trHeight w:val="350"/>
        </w:trPr>
        <w:tc>
          <w:tcPr>
            <w:tcW w:w="3642" w:type="dxa"/>
          </w:tcPr>
          <w:p w14:paraId="369C5C27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عنّك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مضى اُو جاور إلى هودٍ اُو صالح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2788111F" w14:textId="77777777" w:rsidR="00745377" w:rsidRDefault="00745377" w:rsidP="00C54EF2">
            <w:pPr>
              <w:pStyle w:val="libPoem"/>
              <w:rPr>
                <w:rtl/>
              </w:rPr>
            </w:pPr>
          </w:p>
        </w:tc>
        <w:tc>
          <w:tcPr>
            <w:tcW w:w="3490" w:type="dxa"/>
          </w:tcPr>
          <w:p w14:paraId="2A059AA5" w14:textId="77777777" w:rsidR="00745377" w:rsidRDefault="00745377" w:rsidP="00745377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تسمع الأملاك في ضجّة اُو صوايح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5377" w14:paraId="1D987BE0" w14:textId="77777777" w:rsidTr="00745377">
        <w:trPr>
          <w:trHeight w:val="350"/>
        </w:trPr>
        <w:tc>
          <w:tcPr>
            <w:tcW w:w="3642" w:type="dxa"/>
          </w:tcPr>
          <w:p w14:paraId="0FA77EC4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والأرض ترجف والسما كُلْها نوايح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27B6E8DD" w14:textId="77777777" w:rsidR="00745377" w:rsidRDefault="00745377" w:rsidP="00C54EF2">
            <w:pPr>
              <w:pStyle w:val="libPoem"/>
              <w:rPr>
                <w:rtl/>
              </w:rPr>
            </w:pPr>
          </w:p>
        </w:tc>
        <w:tc>
          <w:tcPr>
            <w:tcW w:w="3490" w:type="dxa"/>
          </w:tcPr>
          <w:p w14:paraId="2F1040F3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يبكيه آدم والنَّبي سامٌ معَ 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5377" w14:paraId="30A6928C" w14:textId="77777777" w:rsidTr="00745377">
        <w:trPr>
          <w:trHeight w:val="350"/>
        </w:trPr>
        <w:tc>
          <w:tcPr>
            <w:tcW w:w="3642" w:type="dxa"/>
          </w:tcPr>
          <w:p w14:paraId="7DD512CB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وادي المُقدَّس أهطلت أجفانه اِبدَم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23EEE74" w14:textId="77777777" w:rsidR="00745377" w:rsidRDefault="00745377" w:rsidP="00C54EF2">
            <w:pPr>
              <w:pStyle w:val="libPoem"/>
              <w:rPr>
                <w:rtl/>
              </w:rPr>
            </w:pPr>
          </w:p>
        </w:tc>
        <w:tc>
          <w:tcPr>
            <w:tcW w:w="3490" w:type="dxa"/>
          </w:tcPr>
          <w:p w14:paraId="734EC9F4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اُوماجت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الكعبة والحَجر مَعْ بير زمزم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5377" w14:paraId="2545E383" w14:textId="77777777" w:rsidTr="00745377">
        <w:trPr>
          <w:trHeight w:val="350"/>
        </w:trPr>
        <w:tc>
          <w:tcPr>
            <w:tcW w:w="3642" w:type="dxa"/>
          </w:tcPr>
          <w:p w14:paraId="0150D6E9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اُو الأملاك في المعمور حطّتْ له المأتم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5515827" w14:textId="77777777" w:rsidR="00745377" w:rsidRDefault="00745377" w:rsidP="00C54EF2">
            <w:pPr>
              <w:pStyle w:val="libPoem"/>
              <w:rPr>
                <w:rtl/>
              </w:rPr>
            </w:pPr>
          </w:p>
        </w:tc>
        <w:tc>
          <w:tcPr>
            <w:tcW w:w="3490" w:type="dxa"/>
          </w:tcPr>
          <w:p w14:paraId="6CAF89C9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اُو جبريل مَعْ ميكال واِسرافيل والرُّوح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5377" w14:paraId="2B84BA68" w14:textId="77777777" w:rsidTr="0074537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42" w:type="dxa"/>
          </w:tcPr>
          <w:p w14:paraId="0535E1A6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واِتزلزل الكُرسي المُصابه اُو مدمعه اِيسيل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F1E5499" w14:textId="77777777" w:rsidR="00745377" w:rsidRDefault="00745377" w:rsidP="00C54EF2">
            <w:pPr>
              <w:pStyle w:val="libPoem"/>
              <w:rPr>
                <w:rtl/>
              </w:rPr>
            </w:pPr>
          </w:p>
        </w:tc>
        <w:tc>
          <w:tcPr>
            <w:tcW w:w="3490" w:type="dxa"/>
          </w:tcPr>
          <w:p w14:paraId="49A073BB" w14:textId="77777777" w:rsidR="00745377" w:rsidRDefault="00745377" w:rsidP="00745377">
            <w:pPr>
              <w:pStyle w:val="libPoem"/>
            </w:pPr>
            <w:r>
              <w:rPr>
                <w:rtl/>
                <w:lang w:bidi="fa-IR"/>
              </w:rPr>
              <w:t>واهتزّ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عَرشُ الله لجله اُوكاد بيميل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5377" w14:paraId="1B168B07" w14:textId="77777777" w:rsidTr="0074537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42" w:type="dxa"/>
          </w:tcPr>
          <w:p w14:paraId="1DEFE9B8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والأرض كُلها اِتزلزلتْ من صاح جبريل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7E60BB1" w14:textId="77777777" w:rsidR="00745377" w:rsidRDefault="00745377" w:rsidP="00C54EF2">
            <w:pPr>
              <w:pStyle w:val="libPoem"/>
              <w:rPr>
                <w:rtl/>
              </w:rPr>
            </w:pPr>
          </w:p>
        </w:tc>
        <w:tc>
          <w:tcPr>
            <w:tcW w:w="3490" w:type="dxa"/>
          </w:tcPr>
          <w:p w14:paraId="6F5B4297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حيدر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وليُّ اللهِ في المحراب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5377" w14:paraId="2064362F" w14:textId="77777777" w:rsidTr="0074537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42" w:type="dxa"/>
          </w:tcPr>
          <w:p w14:paraId="4AE03BDF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المنبر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تزلزَل مِن سمع صوت المنادي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765B9EC" w14:textId="77777777" w:rsidR="00745377" w:rsidRDefault="00745377" w:rsidP="00C54EF2">
            <w:pPr>
              <w:pStyle w:val="libPoem"/>
              <w:rPr>
                <w:rtl/>
              </w:rPr>
            </w:pPr>
          </w:p>
        </w:tc>
        <w:tc>
          <w:tcPr>
            <w:tcW w:w="3490" w:type="dxa"/>
          </w:tcPr>
          <w:p w14:paraId="349A5965" w14:textId="77777777" w:rsidR="00745377" w:rsidRDefault="00745377" w:rsidP="00745377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يبكي على الْلي جدِّله اِبسيفه المرادي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5377" w14:paraId="30B5850C" w14:textId="77777777" w:rsidTr="0074537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42" w:type="dxa"/>
          </w:tcPr>
          <w:p w14:paraId="3F7F6F48" w14:textId="77777777" w:rsidR="00745377" w:rsidRDefault="00745377" w:rsidP="00745377">
            <w:pPr>
              <w:pStyle w:val="libPoem"/>
            </w:pPr>
            <w:r>
              <w:rPr>
                <w:rtl/>
                <w:lang w:bidi="fa-IR"/>
              </w:rPr>
              <w:t>وسفَه على اَبوالحملات في المحراب وسفه</w:t>
            </w:r>
            <w:r w:rsidRPr="002D2A17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6DCFE91" w14:textId="77777777" w:rsidR="00745377" w:rsidRDefault="00745377" w:rsidP="00C54EF2">
            <w:pPr>
              <w:pStyle w:val="libPoem"/>
              <w:rPr>
                <w:rtl/>
              </w:rPr>
            </w:pPr>
          </w:p>
        </w:tc>
        <w:tc>
          <w:tcPr>
            <w:tcW w:w="3490" w:type="dxa"/>
          </w:tcPr>
          <w:p w14:paraId="371EB93F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من بعد اَبو الحملات ما</w:t>
            </w:r>
            <w:r w:rsidR="00E21949">
              <w:rPr>
                <w:rtl/>
                <w:lang w:bidi="fa-IR"/>
              </w:rPr>
              <w:t>- تمّت -</w:t>
            </w:r>
            <w:r>
              <w:rPr>
                <w:rtl/>
                <w:lang w:bidi="fa-IR"/>
              </w:rPr>
              <w:t>لنا 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5377" w14:paraId="05C126C1" w14:textId="77777777" w:rsidTr="0074537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42" w:type="dxa"/>
          </w:tcPr>
          <w:p w14:paraId="3EBDEB0F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متعجّبين أنّ ابن ملجم كيف غاله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6EF8627" w14:textId="77777777" w:rsidR="00745377" w:rsidRDefault="00745377" w:rsidP="00C54EF2">
            <w:pPr>
              <w:pStyle w:val="libPoem"/>
              <w:rPr>
                <w:rtl/>
              </w:rPr>
            </w:pPr>
          </w:p>
        </w:tc>
        <w:tc>
          <w:tcPr>
            <w:tcW w:w="3490" w:type="dxa"/>
          </w:tcPr>
          <w:p w14:paraId="7DFA48A0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ولا إختشى الملعون من زهوة جلاله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5377" w14:paraId="69FB6473" w14:textId="77777777" w:rsidTr="0074537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42" w:type="dxa"/>
          </w:tcPr>
          <w:p w14:paraId="5DF85AB5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والكون لو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له عروةٌ بالكفِّ شاله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BBCAC1F" w14:textId="77777777" w:rsidR="00745377" w:rsidRDefault="00745377" w:rsidP="00C54EF2">
            <w:pPr>
              <w:pStyle w:val="libPoem"/>
              <w:rPr>
                <w:rtl/>
              </w:rPr>
            </w:pPr>
          </w:p>
        </w:tc>
        <w:tc>
          <w:tcPr>
            <w:tcW w:w="3490" w:type="dxa"/>
          </w:tcPr>
          <w:p w14:paraId="3023D6FD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اِتزلزل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على اِفراقه يمنبر واِندبه اُو 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5377" w14:paraId="503A4AE9" w14:textId="77777777" w:rsidTr="0074537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42" w:type="dxa"/>
          </w:tcPr>
          <w:p w14:paraId="6C4986FC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اُولو صارت الدّنيا لها عروة حملها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BCC7160" w14:textId="77777777" w:rsidR="00745377" w:rsidRDefault="00745377" w:rsidP="00C54EF2">
            <w:pPr>
              <w:pStyle w:val="libPoem"/>
              <w:rPr>
                <w:rtl/>
              </w:rPr>
            </w:pPr>
          </w:p>
        </w:tc>
        <w:tc>
          <w:tcPr>
            <w:tcW w:w="3490" w:type="dxa"/>
          </w:tcPr>
          <w:p w14:paraId="4D264538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بو اِحسين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يحملها ولا اِيحسّ اِبثقلها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5377" w14:paraId="015AE90A" w14:textId="77777777" w:rsidTr="0074537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42" w:type="dxa"/>
          </w:tcPr>
          <w:p w14:paraId="6758B71E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يحمل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الدّنيا والأراضي السّبع كُلْها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175D802" w14:textId="77777777" w:rsidR="00745377" w:rsidRDefault="00745377" w:rsidP="00C54EF2">
            <w:pPr>
              <w:pStyle w:val="libPoem"/>
              <w:rPr>
                <w:rtl/>
              </w:rPr>
            </w:pPr>
          </w:p>
        </w:tc>
        <w:tc>
          <w:tcPr>
            <w:tcW w:w="3490" w:type="dxa"/>
          </w:tcPr>
          <w:p w14:paraId="30ECA3F6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يا ليتني قبل الوصي في التُّرب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5377" w14:paraId="62E74AA7" w14:textId="77777777" w:rsidTr="0074537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42" w:type="dxa"/>
          </w:tcPr>
          <w:p w14:paraId="17AAE1DA" w14:textId="77777777" w:rsidR="00745377" w:rsidRDefault="00745377" w:rsidP="00745377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هي اِمصيبة يوم عاينته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1A72B09" w14:textId="77777777" w:rsidR="00745377" w:rsidRDefault="00745377" w:rsidP="00C54EF2">
            <w:pPr>
              <w:pStyle w:val="libPoem"/>
              <w:rPr>
                <w:rtl/>
              </w:rPr>
            </w:pPr>
          </w:p>
        </w:tc>
        <w:tc>
          <w:tcPr>
            <w:tcW w:w="3490" w:type="dxa"/>
          </w:tcPr>
          <w:p w14:paraId="552AB825" w14:textId="77777777" w:rsidR="00745377" w:rsidRDefault="00745377" w:rsidP="00C54EF2">
            <w:pPr>
              <w:pStyle w:val="libPoem"/>
            </w:pPr>
            <w:r>
              <w:rPr>
                <w:rtl/>
                <w:lang w:bidi="fa-IR"/>
              </w:rPr>
              <w:t>اُو عنده الحسن ويا غريب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E27DDB4" w14:textId="77777777" w:rsidR="00EE7C84" w:rsidRDefault="002D2A17" w:rsidP="002D2A17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</w:p>
    <w:p w14:paraId="3A7137F4" w14:textId="77777777" w:rsidR="00EE7C84" w:rsidRDefault="00EE7C84" w:rsidP="002D2A17">
      <w:pPr>
        <w:pStyle w:val="libFootnote0"/>
        <w:rPr>
          <w:lang w:bidi="fa-IR"/>
        </w:rPr>
      </w:pPr>
      <w:r>
        <w:rPr>
          <w:rtl/>
          <w:lang w:bidi="fa-IR"/>
        </w:rPr>
        <w:t>(1) يبدو أنّ هناك سقط في أصل المصدر ؛ إذ أنّ الحلقة المفقودة بين الأشطر واضحة في البَين</w:t>
      </w:r>
      <w:r w:rsidR="00FB110A">
        <w:rPr>
          <w:rtl/>
          <w:lang w:bidi="fa-IR"/>
        </w:rPr>
        <w:t>.</w:t>
      </w:r>
      <w:r>
        <w:rPr>
          <w:rtl/>
          <w:lang w:bidi="fa-IR"/>
        </w:rPr>
        <w:t xml:space="preserve"> ( موقع معهد الإمامين الحسنَين)</w:t>
      </w:r>
      <w:r w:rsidR="0095067B">
        <w:rPr>
          <w:rtl/>
          <w:lang w:bidi="fa-IR"/>
        </w:rPr>
        <w:t xml:space="preserve"> </w:t>
      </w:r>
    </w:p>
    <w:p w14:paraId="247C654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55C78" w14:paraId="57B51F02" w14:textId="77777777" w:rsidTr="00C54EF2">
        <w:trPr>
          <w:trHeight w:val="350"/>
        </w:trPr>
        <w:tc>
          <w:tcPr>
            <w:tcW w:w="3920" w:type="dxa"/>
            <w:shd w:val="clear" w:color="auto" w:fill="auto"/>
          </w:tcPr>
          <w:p w14:paraId="534551BE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lastRenderedPageBreak/>
              <w:t>واُم المُصايب نايحة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اُوحطّت 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55DCBC7" w14:textId="77777777" w:rsidR="00355C78" w:rsidRDefault="00355C7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A5F5E66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اُوأمّا البتولة في قبرها سمعت النوح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5C78" w14:paraId="3992AD63" w14:textId="77777777" w:rsidTr="00C54EF2">
        <w:trPr>
          <w:trHeight w:val="350"/>
        </w:trPr>
        <w:tc>
          <w:tcPr>
            <w:tcW w:w="3920" w:type="dxa"/>
          </w:tcPr>
          <w:p w14:paraId="5A737328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واتقول وا حزني على الْلي ابفرضه اِنصاب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15A0CC" w14:textId="77777777" w:rsidR="00355C78" w:rsidRDefault="00355C7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C66EBA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أعظم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من اِضلوعي عليّه اُورصة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5C78" w14:paraId="6C520B75" w14:textId="77777777" w:rsidTr="00C54EF2">
        <w:trPr>
          <w:trHeight w:val="350"/>
        </w:trPr>
        <w:tc>
          <w:tcPr>
            <w:tcW w:w="3920" w:type="dxa"/>
          </w:tcPr>
          <w:p w14:paraId="4B12844F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هوَّن عليّه اِمصيبتي فجعة المحراب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6AA045" w14:textId="77777777" w:rsidR="00355C78" w:rsidRDefault="00355C7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933B2D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اُودمعي مِن اِمصابه على الخدّين مسفوح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28E66BD" w14:textId="77777777" w:rsidR="00EE7C84" w:rsidRDefault="00E21949" w:rsidP="00355C78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55C78" w14:paraId="17451264" w14:textId="77777777" w:rsidTr="00C54EF2">
        <w:trPr>
          <w:trHeight w:val="350"/>
        </w:trPr>
        <w:tc>
          <w:tcPr>
            <w:tcW w:w="3920" w:type="dxa"/>
            <w:shd w:val="clear" w:color="auto" w:fill="auto"/>
          </w:tcPr>
          <w:p w14:paraId="4C083567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زينب يحيدر تجدب الونّة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1F59AF7" w14:textId="77777777" w:rsidR="00355C78" w:rsidRDefault="00355C7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646DACE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الله يردَّك يا بعد أهلي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5C78" w14:paraId="7A6DB2B4" w14:textId="77777777" w:rsidTr="00C54EF2">
        <w:trPr>
          <w:trHeight w:val="350"/>
        </w:trPr>
        <w:tc>
          <w:tcPr>
            <w:tcW w:w="3920" w:type="dxa"/>
          </w:tcPr>
          <w:p w14:paraId="4FDF3C0D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ناحتْ على اِمصابك اُوهلّت للمدامع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0FA1A1" w14:textId="77777777" w:rsidR="00355C78" w:rsidRDefault="00355C7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B86E55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مَدري بك المنبر فجعْنا اِبهل فجايع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5C78" w14:paraId="6FCBCB4A" w14:textId="77777777" w:rsidTr="00C54EF2">
        <w:trPr>
          <w:trHeight w:val="350"/>
        </w:trPr>
        <w:tc>
          <w:tcPr>
            <w:tcW w:w="3920" w:type="dxa"/>
          </w:tcPr>
          <w:p w14:paraId="5D6D9F19" w14:textId="77777777" w:rsidR="00355C78" w:rsidRDefault="00355C78" w:rsidP="00355C78">
            <w:pPr>
              <w:pStyle w:val="libPoem"/>
            </w:pPr>
            <w:r>
              <w:rPr>
                <w:rtl/>
                <w:lang w:bidi="fa-IR"/>
              </w:rPr>
              <w:t>لَحد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يحيدر واِنطفى نورك اللامع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7D57B9" w14:textId="77777777" w:rsidR="00355C78" w:rsidRDefault="00355C7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9B45A6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بدر الدُّجى ينخسف ما عظمها رزيّه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5C78" w14:paraId="60D59983" w14:textId="77777777" w:rsidTr="00C54EF2">
        <w:trPr>
          <w:trHeight w:val="350"/>
        </w:trPr>
        <w:tc>
          <w:tcPr>
            <w:tcW w:w="3920" w:type="dxa"/>
          </w:tcPr>
          <w:p w14:paraId="7842DBDA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لَحد يمقتول الفرض ويّا السجْدَه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F931B5" w14:textId="77777777" w:rsidR="00355C78" w:rsidRDefault="00355C7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F4BBCD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بالأمس عمر العامري ابسيفك تقدّه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5C78" w14:paraId="4B382D58" w14:textId="77777777" w:rsidTr="00C54EF2">
        <w:trPr>
          <w:trHeight w:val="350"/>
        </w:trPr>
        <w:tc>
          <w:tcPr>
            <w:tcW w:w="3920" w:type="dxa"/>
          </w:tcPr>
          <w:p w14:paraId="7D6F221C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هل كيف أشرّ الناس واَفجرهم وأرْدَه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7C7F1D" w14:textId="77777777" w:rsidR="00355C78" w:rsidRDefault="00355C7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254796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يرديك في المحراب يا زين السجيّه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5C78" w14:paraId="025E682C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530595E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بالله يسبطين النّبي أحمد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E1412A" w14:textId="77777777" w:rsidR="00355C78" w:rsidRDefault="00355C7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8DD62D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دَم الاُبو لا يفوت بِه نغلُ المرادي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5C78" w14:paraId="1C425CD2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ACF2211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شوفوا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بناته يا هَلي تبكي اُو 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5AEE52" w14:textId="77777777" w:rsidR="00355C78" w:rsidRDefault="00355C7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75B234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عن حال أبوها خبِّروها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5C78" w14:paraId="7E6E4BF0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8EF955E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فرجُوا عن الوالي بشوفَه ويش 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421003" w14:textId="77777777" w:rsidR="00355C78" w:rsidRDefault="00355C7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6D2D44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يمْته أشوفه يخطب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اُوانظر خياله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5C78" w14:paraId="47BDE8D6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86425E7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يخطب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على المنبر وآني اَسمع مقاله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0F0886" w14:textId="77777777" w:rsidR="00355C78" w:rsidRDefault="00355C7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C6F551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حوله اِرجالي واِخوتي كُلْهم 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5C78" w14:paraId="068DA4AF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B9A2D5C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نذرٌ عليّه اِنكان أبويه اِمن المرض قام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CB1789" w14:textId="77777777" w:rsidR="00355C78" w:rsidRDefault="00355C7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52B8F0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لجلَه لسوِّي العيد قبل العيد بيّام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5C78" w14:paraId="44EC6A04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2F38AB8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واَنشر لريات الفرح واَنشر الأعلام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1D70B6" w14:textId="77777777" w:rsidR="00355C78" w:rsidRDefault="00355C7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79D4FC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تستوي العيده يبعد أهلي هنيّه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5C78" w14:paraId="1E052FD6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CABE436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سلّبت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روحي من ونينك جارك 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5EAD68" w14:textId="77777777" w:rsidR="00355C78" w:rsidRDefault="00355C7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2F34B1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اُوفتّيت قلبي اِمن البكى يا عونة 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5C78" w14:paraId="33476F17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808EDCC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قلها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إحتسبي اِمصيبتي في جانب 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99788C6" w14:textId="77777777" w:rsidR="00355C78" w:rsidRDefault="00355C7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66C95A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لا بدّ كُل مخلوق بيذوق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5C78" w14:paraId="0305BBDB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67DA6B0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سمعت كلامه وأعولت ذيك الحزينة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7085E8" w14:textId="77777777" w:rsidR="00355C78" w:rsidRDefault="00355C7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CDD232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واتشمْتتْ العدوان بالوالي علينه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5C78" w14:paraId="26F0AF1E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E04856C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اُوتتشمتِ الكوفة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اُواهل الشامات فينه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7F30F0" w14:textId="77777777" w:rsidR="00355C78" w:rsidRDefault="00355C78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855A94" w14:textId="77777777" w:rsidR="00355C78" w:rsidRDefault="00355C78" w:rsidP="00C54EF2">
            <w:pPr>
              <w:pStyle w:val="libPoem"/>
            </w:pPr>
            <w:r>
              <w:rPr>
                <w:rtl/>
                <w:lang w:bidi="fa-IR"/>
              </w:rPr>
              <w:t>معلوم قتلك فيه أسرارٌ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A7AD315" w14:textId="77777777" w:rsidR="00EE7C84" w:rsidRDefault="00E21949" w:rsidP="00355C78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44D7F" w14:paraId="0B39707E" w14:textId="77777777" w:rsidTr="00C54EF2">
        <w:trPr>
          <w:trHeight w:val="350"/>
        </w:trPr>
        <w:tc>
          <w:tcPr>
            <w:tcW w:w="3920" w:type="dxa"/>
            <w:shd w:val="clear" w:color="auto" w:fill="auto"/>
          </w:tcPr>
          <w:p w14:paraId="5500CDE1" w14:textId="77777777" w:rsidR="00244D7F" w:rsidRDefault="00244D7F" w:rsidP="00C54EF2">
            <w:pPr>
              <w:pStyle w:val="libPoem"/>
            </w:pPr>
            <w:r>
              <w:rPr>
                <w:rtl/>
                <w:lang w:bidi="fa-IR"/>
              </w:rPr>
              <w:t>أصبح يحيدر لجلك المُختار مهموم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AE71751" w14:textId="77777777" w:rsidR="00244D7F" w:rsidRDefault="00244D7F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E764B74" w14:textId="77777777" w:rsidR="00244D7F" w:rsidRDefault="00244D7F" w:rsidP="00C54EF2">
            <w:pPr>
              <w:pStyle w:val="libPoem"/>
            </w:pPr>
            <w:r>
              <w:rPr>
                <w:rtl/>
                <w:lang w:bidi="fa-IR"/>
              </w:rPr>
              <w:t>والأرض ترجف والسما تبكيك بادموم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4D7F" w14:paraId="2FA6EAF5" w14:textId="77777777" w:rsidTr="00C54EF2">
        <w:trPr>
          <w:trHeight w:val="350"/>
        </w:trPr>
        <w:tc>
          <w:tcPr>
            <w:tcW w:w="3920" w:type="dxa"/>
          </w:tcPr>
          <w:p w14:paraId="359D52F6" w14:textId="77777777" w:rsidR="00244D7F" w:rsidRDefault="00244D7F" w:rsidP="00C54EF2">
            <w:pPr>
              <w:pStyle w:val="libPoem"/>
            </w:pPr>
            <w:r>
              <w:rPr>
                <w:rtl/>
                <w:lang w:bidi="fa-IR"/>
              </w:rPr>
              <w:t>ما هو اُعجوبة لو بكى الكون اِبرجيفه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848241" w14:textId="77777777" w:rsidR="00244D7F" w:rsidRDefault="00244D7F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85DE1D" w14:textId="77777777" w:rsidR="00244D7F" w:rsidRDefault="00244D7F" w:rsidP="00C54EF2">
            <w:pPr>
              <w:pStyle w:val="libPoem"/>
            </w:pPr>
            <w:r>
              <w:rPr>
                <w:rtl/>
                <w:lang w:bidi="fa-IR"/>
              </w:rPr>
              <w:t>لكنْ اُعجوبة ابن الخنا طالك ابسيفه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4D7F" w14:paraId="506A3895" w14:textId="77777777" w:rsidTr="00C54EF2">
        <w:trPr>
          <w:trHeight w:val="350"/>
        </w:trPr>
        <w:tc>
          <w:tcPr>
            <w:tcW w:w="3920" w:type="dxa"/>
          </w:tcPr>
          <w:p w14:paraId="31908C7A" w14:textId="77777777" w:rsidR="00244D7F" w:rsidRDefault="00244D7F" w:rsidP="00C54EF2">
            <w:pPr>
              <w:pStyle w:val="libPoem"/>
            </w:pPr>
            <w:r>
              <w:rPr>
                <w:rtl/>
                <w:lang w:bidi="fa-IR"/>
              </w:rPr>
              <w:t>وانته الصميدع مالي الأكوان خيفه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69E523" w14:textId="77777777" w:rsidR="00244D7F" w:rsidRDefault="00244D7F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8827C3" w14:textId="77777777" w:rsidR="00244D7F" w:rsidRDefault="00244D7F" w:rsidP="00C54EF2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مشرك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وامتلا من سيفك اهموم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60996AE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3"/>
        <w:gridCol w:w="304"/>
        <w:gridCol w:w="3904"/>
      </w:tblGrid>
      <w:tr w:rsidR="00736D0F" w14:paraId="341D1174" w14:textId="77777777" w:rsidTr="00736D0F">
        <w:trPr>
          <w:trHeight w:val="350"/>
        </w:trPr>
        <w:tc>
          <w:tcPr>
            <w:tcW w:w="3545" w:type="dxa"/>
            <w:shd w:val="clear" w:color="auto" w:fill="auto"/>
          </w:tcPr>
          <w:p w14:paraId="08E64FEE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lastRenderedPageBreak/>
              <w:t>في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بير ذات العلم لجل الجنِّ نازل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06951237" w14:textId="77777777" w:rsidR="00736D0F" w:rsidRDefault="00736D0F" w:rsidP="00C54EF2">
            <w:pPr>
              <w:pStyle w:val="libPoem"/>
              <w:rPr>
                <w:rtl/>
              </w:rPr>
            </w:pPr>
          </w:p>
        </w:tc>
        <w:tc>
          <w:tcPr>
            <w:tcW w:w="3493" w:type="dxa"/>
            <w:shd w:val="clear" w:color="auto" w:fill="auto"/>
          </w:tcPr>
          <w:p w14:paraId="1FE876AA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سوّيت فيهم يا علي ضجّة اُو زلازل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6D0F" w14:paraId="27357250" w14:textId="77777777" w:rsidTr="00736D0F">
        <w:trPr>
          <w:trHeight w:val="350"/>
        </w:trPr>
        <w:tc>
          <w:tcPr>
            <w:tcW w:w="3545" w:type="dxa"/>
          </w:tcPr>
          <w:p w14:paraId="5A3363BC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وانته يبو الحسنين حل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ال المشاكل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085FFEA" w14:textId="77777777" w:rsidR="00736D0F" w:rsidRDefault="00736D0F" w:rsidP="00C54EF2">
            <w:pPr>
              <w:pStyle w:val="libPoem"/>
              <w:rPr>
                <w:rtl/>
              </w:rPr>
            </w:pPr>
          </w:p>
        </w:tc>
        <w:tc>
          <w:tcPr>
            <w:tcW w:w="3493" w:type="dxa"/>
          </w:tcPr>
          <w:p w14:paraId="2FB7549A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وانته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أمير النحل يا كرّار معلوم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6D0F" w14:paraId="02049D92" w14:textId="77777777" w:rsidTr="00736D0F">
        <w:trPr>
          <w:trHeight w:val="350"/>
        </w:trPr>
        <w:tc>
          <w:tcPr>
            <w:tcW w:w="3545" w:type="dxa"/>
          </w:tcPr>
          <w:p w14:paraId="486F284A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اُو جبريل نادى في السما اُوهلل اُو كبّر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B696A12" w14:textId="77777777" w:rsidR="00736D0F" w:rsidRDefault="00736D0F" w:rsidP="00C54EF2">
            <w:pPr>
              <w:pStyle w:val="libPoem"/>
              <w:rPr>
                <w:rtl/>
              </w:rPr>
            </w:pPr>
          </w:p>
        </w:tc>
        <w:tc>
          <w:tcPr>
            <w:tcW w:w="3493" w:type="dxa"/>
          </w:tcPr>
          <w:p w14:paraId="46172C20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ينعى اِمام اللي غدا في يوم خيبر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6D0F" w14:paraId="60395EF2" w14:textId="77777777" w:rsidTr="00736D0F">
        <w:trPr>
          <w:trHeight w:val="350"/>
        </w:trPr>
        <w:tc>
          <w:tcPr>
            <w:tcW w:w="3545" w:type="dxa"/>
          </w:tcPr>
          <w:p w14:paraId="061DAAA2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بيده دحا للباب اُوذاك الجيش عبّر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B27ABFF" w14:textId="77777777" w:rsidR="00736D0F" w:rsidRDefault="00736D0F" w:rsidP="00C54EF2">
            <w:pPr>
              <w:pStyle w:val="libPoem"/>
              <w:rPr>
                <w:rtl/>
              </w:rPr>
            </w:pPr>
          </w:p>
        </w:tc>
        <w:tc>
          <w:tcPr>
            <w:tcW w:w="3493" w:type="dxa"/>
          </w:tcPr>
          <w:p w14:paraId="7BFE275F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جيشٌ على زنده عِبر في ذلك 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6D0F" w14:paraId="4162CE55" w14:textId="77777777" w:rsidTr="00736D0F">
        <w:trPr>
          <w:trHeight w:val="350"/>
        </w:trPr>
        <w:tc>
          <w:tcPr>
            <w:tcW w:w="3545" w:type="dxa"/>
          </w:tcPr>
          <w:p w14:paraId="13FC5870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والجيش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عابر يوم خيبر فوق زنده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2D97117" w14:textId="77777777" w:rsidR="00736D0F" w:rsidRDefault="00736D0F" w:rsidP="00C54EF2">
            <w:pPr>
              <w:pStyle w:val="libPoem"/>
              <w:rPr>
                <w:rtl/>
              </w:rPr>
            </w:pPr>
          </w:p>
        </w:tc>
        <w:tc>
          <w:tcPr>
            <w:tcW w:w="3493" w:type="dxa"/>
          </w:tcPr>
          <w:p w14:paraId="7AD4663B" w14:textId="77777777" w:rsidR="00736D0F" w:rsidRDefault="00736D0F" w:rsidP="00736D0F">
            <w:pPr>
              <w:pStyle w:val="libPoem"/>
            </w:pPr>
            <w:r>
              <w:rPr>
                <w:rtl/>
                <w:lang w:bidi="fa-IR"/>
              </w:rPr>
              <w:t>وعمرو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بن ودْ العامري بالسيف قدّه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6D0F" w14:paraId="0CF0BA05" w14:textId="77777777" w:rsidTr="00736D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5" w:type="dxa"/>
          </w:tcPr>
          <w:p w14:paraId="0692781C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والْلي قتل نوفل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اُويد وشمل جنده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C168CDC" w14:textId="77777777" w:rsidR="00736D0F" w:rsidRDefault="00736D0F" w:rsidP="00C54EF2">
            <w:pPr>
              <w:pStyle w:val="libPoem"/>
              <w:rPr>
                <w:rtl/>
              </w:rPr>
            </w:pPr>
          </w:p>
        </w:tc>
        <w:tc>
          <w:tcPr>
            <w:tcW w:w="3493" w:type="dxa"/>
          </w:tcPr>
          <w:p w14:paraId="4826A0B9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واَرويت وديان الحرب من سيفك اِدموم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6D0F" w14:paraId="78CE8CCF" w14:textId="77777777" w:rsidTr="00736D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5" w:type="dxa"/>
          </w:tcPr>
          <w:p w14:paraId="0A1CF902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حيدر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الفضلك والفخر ماليه أقصى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4897521" w14:textId="77777777" w:rsidR="00736D0F" w:rsidRDefault="00736D0F" w:rsidP="00C54EF2">
            <w:pPr>
              <w:pStyle w:val="libPoem"/>
              <w:rPr>
                <w:rtl/>
              </w:rPr>
            </w:pPr>
          </w:p>
        </w:tc>
        <w:tc>
          <w:tcPr>
            <w:tcW w:w="3493" w:type="dxa"/>
          </w:tcPr>
          <w:p w14:paraId="785F3DB0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واِنته الذي بيك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النّبي خبّر اُووصّى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6D0F" w14:paraId="23AF6410" w14:textId="77777777" w:rsidTr="00736D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5" w:type="dxa"/>
          </w:tcPr>
          <w:p w14:paraId="26FCD56A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أحمد الهادي بالغدير أعلن ابنصّه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C9412DB" w14:textId="77777777" w:rsidR="00736D0F" w:rsidRDefault="00736D0F" w:rsidP="00C54EF2">
            <w:pPr>
              <w:pStyle w:val="libPoem"/>
              <w:rPr>
                <w:rtl/>
              </w:rPr>
            </w:pPr>
          </w:p>
        </w:tc>
        <w:tc>
          <w:tcPr>
            <w:tcW w:w="3493" w:type="dxa"/>
          </w:tcPr>
          <w:p w14:paraId="67A4431B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عن الأله الواحد القهّار معلوم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6D0F" w14:paraId="5A062050" w14:textId="77777777" w:rsidTr="00736D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5" w:type="dxa"/>
          </w:tcPr>
          <w:p w14:paraId="1A9E79F4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وانته الذي جبريل بسم اللهِ علّم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CB94BB3" w14:textId="77777777" w:rsidR="00736D0F" w:rsidRDefault="00736D0F" w:rsidP="00C54EF2">
            <w:pPr>
              <w:pStyle w:val="libPoem"/>
              <w:rPr>
                <w:rtl/>
              </w:rPr>
            </w:pPr>
          </w:p>
        </w:tc>
        <w:tc>
          <w:tcPr>
            <w:tcW w:w="3493" w:type="dxa"/>
          </w:tcPr>
          <w:p w14:paraId="7B99E57F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لولاك يا حيدر عليْ ما جا اِيتكلّم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6D0F" w14:paraId="7C4E72AE" w14:textId="77777777" w:rsidTr="00736D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5" w:type="dxa"/>
          </w:tcPr>
          <w:p w14:paraId="38127B8C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ويش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الذي سوّى ابن ملجم ليّه سلّم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81A8593" w14:textId="77777777" w:rsidR="00736D0F" w:rsidRDefault="00736D0F" w:rsidP="00C54EF2">
            <w:pPr>
              <w:pStyle w:val="libPoem"/>
              <w:rPr>
                <w:rtl/>
              </w:rPr>
            </w:pPr>
          </w:p>
        </w:tc>
        <w:tc>
          <w:tcPr>
            <w:tcW w:w="3493" w:type="dxa"/>
          </w:tcPr>
          <w:p w14:paraId="6C831877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حتّى أهابك اُوصاب بيك الفرض والصُّوم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6D0F" w14:paraId="3B5022E2" w14:textId="77777777" w:rsidTr="00736D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5" w:type="dxa"/>
          </w:tcPr>
          <w:p w14:paraId="68927B50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ويش هالعجايب بِدت من نسل الملاعين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691A0E0" w14:textId="77777777" w:rsidR="00736D0F" w:rsidRDefault="00736D0F" w:rsidP="00C54EF2">
            <w:pPr>
              <w:pStyle w:val="libPoem"/>
              <w:rPr>
                <w:rtl/>
              </w:rPr>
            </w:pPr>
          </w:p>
        </w:tc>
        <w:tc>
          <w:tcPr>
            <w:tcW w:w="3493" w:type="dxa"/>
          </w:tcPr>
          <w:p w14:paraId="2BD59209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مدري أصابك في السما لو في الأراضين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6D0F" w14:paraId="17060369" w14:textId="77777777" w:rsidTr="00736D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5" w:type="dxa"/>
          </w:tcPr>
          <w:p w14:paraId="0C571A1C" w14:textId="77777777" w:rsidR="00736D0F" w:rsidRDefault="00736D0F" w:rsidP="00736D0F">
            <w:pPr>
              <w:pStyle w:val="libPoem"/>
            </w:pPr>
            <w:r>
              <w:rPr>
                <w:rtl/>
                <w:lang w:bidi="fa-IR"/>
              </w:rPr>
              <w:t>لو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هُوْ صعد للعرش والكرسي البعيدين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4916E21" w14:textId="77777777" w:rsidR="00736D0F" w:rsidRDefault="00736D0F" w:rsidP="00C54EF2">
            <w:pPr>
              <w:pStyle w:val="libPoem"/>
              <w:rPr>
                <w:rtl/>
              </w:rPr>
            </w:pPr>
          </w:p>
        </w:tc>
        <w:tc>
          <w:tcPr>
            <w:tcW w:w="3493" w:type="dxa"/>
          </w:tcPr>
          <w:p w14:paraId="5A3AA62D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حتّى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على فقدك يحيدر هلّتْ اِدموم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6D0F" w14:paraId="42CAA5F2" w14:textId="77777777" w:rsidTr="00736D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5" w:type="dxa"/>
          </w:tcPr>
          <w:p w14:paraId="5CBD9EAC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متعجبين أنّ ابن ملجم بحركُم خاض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17D09EB" w14:textId="77777777" w:rsidR="00736D0F" w:rsidRDefault="00736D0F" w:rsidP="00C54EF2">
            <w:pPr>
              <w:pStyle w:val="libPoem"/>
              <w:rPr>
                <w:rtl/>
              </w:rPr>
            </w:pPr>
          </w:p>
        </w:tc>
        <w:tc>
          <w:tcPr>
            <w:tcW w:w="3493" w:type="dxa"/>
          </w:tcPr>
          <w:p w14:paraId="64F2699D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واِنته البحر يا مرتضى الطامي الفيّاض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6D0F" w14:paraId="6473AC72" w14:textId="77777777" w:rsidTr="00736D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5" w:type="dxa"/>
          </w:tcPr>
          <w:p w14:paraId="734CFCB1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اِنته إمام الخلق والقائم بلفراض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B8712F3" w14:textId="77777777" w:rsidR="00736D0F" w:rsidRDefault="00736D0F" w:rsidP="00C54EF2">
            <w:pPr>
              <w:pStyle w:val="libPoem"/>
              <w:rPr>
                <w:rtl/>
              </w:rPr>
            </w:pPr>
          </w:p>
        </w:tc>
        <w:tc>
          <w:tcPr>
            <w:tcW w:w="3493" w:type="dxa"/>
          </w:tcPr>
          <w:p w14:paraId="37EEEFD6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واِنته وليّ الشرع يا كرّار والصُّوم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6D0F" w14:paraId="0595420D" w14:textId="77777777" w:rsidTr="00736D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5" w:type="dxa"/>
          </w:tcPr>
          <w:p w14:paraId="44AB8B19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واِتزلزلتْ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كوفانها من يوم صابوك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4041753" w14:textId="77777777" w:rsidR="00736D0F" w:rsidRDefault="00736D0F" w:rsidP="00C54EF2">
            <w:pPr>
              <w:pStyle w:val="libPoem"/>
              <w:rPr>
                <w:rtl/>
              </w:rPr>
            </w:pPr>
          </w:p>
        </w:tc>
        <w:tc>
          <w:tcPr>
            <w:tcW w:w="3493" w:type="dxa"/>
          </w:tcPr>
          <w:p w14:paraId="2BFF8B71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يومٌ على الأكتاف يا بو اِحسين جابوك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6D0F" w14:paraId="089F1D36" w14:textId="77777777" w:rsidTr="00736D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5" w:type="dxa"/>
          </w:tcPr>
          <w:p w14:paraId="4A139196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والله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عجايب كيف ما العدوان هابوك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BC50F6A" w14:textId="77777777" w:rsidR="00736D0F" w:rsidRDefault="00736D0F" w:rsidP="00C54EF2">
            <w:pPr>
              <w:pStyle w:val="libPoem"/>
              <w:rPr>
                <w:rtl/>
              </w:rPr>
            </w:pPr>
          </w:p>
        </w:tc>
        <w:tc>
          <w:tcPr>
            <w:tcW w:w="3493" w:type="dxa"/>
          </w:tcPr>
          <w:p w14:paraId="01ED533E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واِنته مليت الدهر خيفة واَفرس 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6D0F" w14:paraId="51742091" w14:textId="77777777" w:rsidTr="00736D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5" w:type="dxa"/>
          </w:tcPr>
          <w:p w14:paraId="5B30501F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ينعاك موسى يا علي اُو عيسى بنُ مَريم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77EAC3D" w14:textId="77777777" w:rsidR="00736D0F" w:rsidRDefault="00736D0F" w:rsidP="00C54EF2">
            <w:pPr>
              <w:pStyle w:val="libPoem"/>
              <w:rPr>
                <w:rtl/>
              </w:rPr>
            </w:pPr>
          </w:p>
        </w:tc>
        <w:tc>
          <w:tcPr>
            <w:tcW w:w="3493" w:type="dxa"/>
          </w:tcPr>
          <w:p w14:paraId="01A27BCD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لك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ناحتِ الكعبة اُو حِجرها اُوبير زمزم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6D0F" w14:paraId="500D55E7" w14:textId="77777777" w:rsidTr="00736D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5" w:type="dxa"/>
          </w:tcPr>
          <w:p w14:paraId="6F124440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يومك على الزهرا يحيدر صاير أعظم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AD12DEF" w14:textId="77777777" w:rsidR="00736D0F" w:rsidRDefault="00736D0F" w:rsidP="00C54EF2">
            <w:pPr>
              <w:pStyle w:val="libPoem"/>
              <w:rPr>
                <w:rtl/>
              </w:rPr>
            </w:pPr>
          </w:p>
        </w:tc>
        <w:tc>
          <w:tcPr>
            <w:tcW w:w="3493" w:type="dxa"/>
          </w:tcPr>
          <w:p w14:paraId="35DBE5D8" w14:textId="77777777" w:rsidR="00736D0F" w:rsidRDefault="00736D0F" w:rsidP="00C54EF2">
            <w:pPr>
              <w:pStyle w:val="libPoem"/>
            </w:pPr>
            <w:r>
              <w:rPr>
                <w:rtl/>
                <w:lang w:bidi="fa-IR"/>
              </w:rPr>
              <w:t>واَشوَمها ساعة عليها واعظمه يوم!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AA54EDE" w14:textId="77777777" w:rsidR="00EE7C84" w:rsidRDefault="00E21949" w:rsidP="00736D0F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6555D" w14:paraId="3658C660" w14:textId="77777777" w:rsidTr="00C54EF2">
        <w:trPr>
          <w:trHeight w:val="350"/>
        </w:trPr>
        <w:tc>
          <w:tcPr>
            <w:tcW w:w="3920" w:type="dxa"/>
            <w:shd w:val="clear" w:color="auto" w:fill="auto"/>
          </w:tcPr>
          <w:p w14:paraId="22CF6D39" w14:textId="77777777" w:rsidR="00D6555D" w:rsidRDefault="00D6555D" w:rsidP="00C54EF2">
            <w:pPr>
              <w:pStyle w:val="libPoem"/>
            </w:pPr>
            <w:r>
              <w:rPr>
                <w:rtl/>
                <w:lang w:bidi="fa-IR"/>
              </w:rPr>
              <w:t>ريضُوا اِبنعش الوالي ريضوا اِبنعش الوالي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A9DDDA1" w14:textId="77777777" w:rsidR="00D6555D" w:rsidRDefault="00D6555D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54C2C9F" w14:textId="77777777" w:rsidR="00D6555D" w:rsidRDefault="00D6555D" w:rsidP="00C54EF2">
            <w:pPr>
              <w:pStyle w:val="libPoem"/>
            </w:pPr>
            <w:r>
              <w:rPr>
                <w:rtl/>
                <w:lang w:bidi="fa-IR"/>
              </w:rPr>
              <w:t>والله فجعتوا اِقلوبنا ريضوا اِبنعش الوالي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55D" w14:paraId="0C76C91F" w14:textId="77777777" w:rsidTr="00C54EF2">
        <w:trPr>
          <w:trHeight w:val="350"/>
        </w:trPr>
        <w:tc>
          <w:tcPr>
            <w:tcW w:w="3920" w:type="dxa"/>
          </w:tcPr>
          <w:p w14:paraId="06BF18F6" w14:textId="77777777" w:rsidR="00D6555D" w:rsidRDefault="00D6555D" w:rsidP="00D6555D">
            <w:pPr>
              <w:pStyle w:val="libPoem"/>
            </w:pPr>
            <w:r>
              <w:rPr>
                <w:rtl/>
                <w:lang w:bidi="fa-IR"/>
              </w:rPr>
              <w:t>لا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ترفعون اِجنازتَه ريضوا ابنعشه ساعَه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2D3ECD" w14:textId="77777777" w:rsidR="00D6555D" w:rsidRDefault="00D6555D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CF2979" w14:textId="77777777" w:rsidR="00D6555D" w:rsidRDefault="00D6555D" w:rsidP="00C54EF2">
            <w:pPr>
              <w:pStyle w:val="libPoem"/>
            </w:pPr>
            <w:r>
              <w:rPr>
                <w:rtl/>
                <w:lang w:bidi="fa-IR"/>
              </w:rPr>
              <w:t>خلّو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الحزينة اِتجي له اُوتزود اِمن اُوداعه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40E6CA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54EF2" w14:paraId="6CED4B6D" w14:textId="77777777" w:rsidTr="00C54EF2">
        <w:trPr>
          <w:trHeight w:val="350"/>
        </w:trPr>
        <w:tc>
          <w:tcPr>
            <w:tcW w:w="3920" w:type="dxa"/>
            <w:shd w:val="clear" w:color="auto" w:fill="auto"/>
          </w:tcPr>
          <w:p w14:paraId="786AF398" w14:textId="77777777" w:rsidR="00C54EF2" w:rsidRDefault="00C54EF2" w:rsidP="00C54EF2">
            <w:pPr>
              <w:pStyle w:val="libPoem"/>
            </w:pPr>
            <w:r>
              <w:rPr>
                <w:rtl/>
                <w:lang w:bidi="fa-IR"/>
              </w:rPr>
              <w:lastRenderedPageBreak/>
              <w:t>خلّوا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اليتامى اِتودّعه إقلوبهم مرتاعَه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A0FFF83" w14:textId="77777777" w:rsidR="00C54EF2" w:rsidRDefault="00C54EF2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2CA10A5" w14:textId="77777777" w:rsidR="00C54EF2" w:rsidRDefault="00C54EF2" w:rsidP="00C54EF2">
            <w:pPr>
              <w:pStyle w:val="libPoem"/>
            </w:pPr>
            <w:r>
              <w:rPr>
                <w:rtl/>
                <w:lang w:bidi="fa-IR"/>
              </w:rPr>
              <w:t>والله فجعتوا قلوبنا ريضوا بنعش الوالي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4EF2" w14:paraId="325D3BF3" w14:textId="77777777" w:rsidTr="00C54EF2">
        <w:trPr>
          <w:trHeight w:val="350"/>
        </w:trPr>
        <w:tc>
          <w:tcPr>
            <w:tcW w:w="3920" w:type="dxa"/>
          </w:tcPr>
          <w:p w14:paraId="66738B5B" w14:textId="77777777" w:rsidR="00C54EF2" w:rsidRDefault="00C54EF2" w:rsidP="00C54EF2">
            <w:pPr>
              <w:pStyle w:val="libPoem"/>
            </w:pPr>
            <w:r>
              <w:rPr>
                <w:rtl/>
                <w:lang w:bidi="fa-IR"/>
              </w:rPr>
              <w:t>جابوا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يبويه البُردة من ضربتك مبتلّه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B61E83" w14:textId="77777777" w:rsidR="00C54EF2" w:rsidRDefault="00C54EF2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ABD7C7A" w14:textId="77777777" w:rsidR="00C54EF2" w:rsidRDefault="00C54EF2" w:rsidP="00C54EF2">
            <w:pPr>
              <w:pStyle w:val="libPoem"/>
            </w:pPr>
            <w:r>
              <w:rPr>
                <w:rtl/>
                <w:lang w:bidi="fa-IR"/>
              </w:rPr>
              <w:t>نمشي ورا شيّالك واَرواحنا منسلّه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4EF2" w14:paraId="31344911" w14:textId="77777777" w:rsidTr="00C54EF2">
        <w:trPr>
          <w:trHeight w:val="350"/>
        </w:trPr>
        <w:tc>
          <w:tcPr>
            <w:tcW w:w="3920" w:type="dxa"/>
          </w:tcPr>
          <w:p w14:paraId="3DD194C5" w14:textId="77777777" w:rsidR="00C54EF2" w:rsidRDefault="00C54EF2" w:rsidP="00C54EF2">
            <w:pPr>
              <w:pStyle w:val="libPoem"/>
            </w:pPr>
            <w:r>
              <w:rPr>
                <w:rtl/>
                <w:lang w:bidi="fa-IR"/>
              </w:rPr>
              <w:t>نبكي على ضيعتنا اُو بعدك عرتنا الذلّه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452BF3" w14:textId="77777777" w:rsidR="00C54EF2" w:rsidRDefault="00C54EF2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B3CFB5" w14:textId="77777777" w:rsidR="00C54EF2" w:rsidRDefault="00C54EF2" w:rsidP="00C54EF2">
            <w:pPr>
              <w:pStyle w:val="libPoem"/>
            </w:pPr>
            <w:r>
              <w:rPr>
                <w:rtl/>
                <w:lang w:bidi="fa-IR"/>
              </w:rPr>
              <w:t>والله فجعتوا اِقلوبنا ريضوا بنعش الوالي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4EF2" w14:paraId="42E9DF36" w14:textId="77777777" w:rsidTr="00C54EF2">
        <w:trPr>
          <w:trHeight w:val="350"/>
        </w:trPr>
        <w:tc>
          <w:tcPr>
            <w:tcW w:w="3920" w:type="dxa"/>
          </w:tcPr>
          <w:p w14:paraId="3DE3E3D2" w14:textId="77777777" w:rsidR="00C54EF2" w:rsidRDefault="00C54EF2" w:rsidP="00C54EF2">
            <w:pPr>
              <w:pStyle w:val="libPoem"/>
            </w:pPr>
            <w:r>
              <w:rPr>
                <w:rtl/>
                <w:lang w:bidi="fa-IR"/>
              </w:rPr>
              <w:t>يا شايلين اِجنازته ريضوا اِبنعشه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A7D68A" w14:textId="77777777" w:rsidR="00C54EF2" w:rsidRDefault="00C54EF2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DE5183" w14:textId="77777777" w:rsidR="00C54EF2" w:rsidRDefault="00C54EF2" w:rsidP="00C54EF2">
            <w:pPr>
              <w:pStyle w:val="libPoem"/>
            </w:pPr>
            <w:r>
              <w:rPr>
                <w:rtl/>
                <w:lang w:bidi="fa-IR"/>
              </w:rPr>
              <w:t>خلّو بناتَه اِتودّعه إقلوبها ملظيّه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4EF2" w14:paraId="4347D81E" w14:textId="77777777" w:rsidTr="00C54EF2">
        <w:trPr>
          <w:trHeight w:val="350"/>
        </w:trPr>
        <w:tc>
          <w:tcPr>
            <w:tcW w:w="3920" w:type="dxa"/>
          </w:tcPr>
          <w:p w14:paraId="2125058B" w14:textId="77777777" w:rsidR="00C54EF2" w:rsidRDefault="00C54EF2" w:rsidP="00C54EF2">
            <w:pPr>
              <w:pStyle w:val="libPoem"/>
            </w:pPr>
            <w:r>
              <w:rPr>
                <w:rtl/>
                <w:lang w:bidi="fa-IR"/>
              </w:rPr>
              <w:t>هيْ شيلتك يا لوالي لو بعد لينا 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5260B1" w14:textId="77777777" w:rsidR="00C54EF2" w:rsidRDefault="00C54EF2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542CD0" w14:textId="77777777" w:rsidR="00C54EF2" w:rsidRDefault="00C54EF2" w:rsidP="00C54EF2">
            <w:pPr>
              <w:pStyle w:val="libPoem"/>
            </w:pPr>
            <w:r>
              <w:rPr>
                <w:rtl/>
                <w:lang w:bidi="fa-IR"/>
              </w:rPr>
              <w:t>والله فجعتوا قلوبنا ريضوا اِبنعش الوالي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4EF2" w14:paraId="4ADE5879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63AC559" w14:textId="77777777" w:rsidR="00C54EF2" w:rsidRDefault="00C54EF2" w:rsidP="00C54EF2">
            <w:pPr>
              <w:pStyle w:val="libPoem"/>
            </w:pPr>
            <w:r>
              <w:rPr>
                <w:rtl/>
                <w:lang w:bidi="fa-IR"/>
              </w:rPr>
              <w:t>يا شايلين المُرتضى طرحوه لا تشيلونَه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B1C7FE" w14:textId="77777777" w:rsidR="00C54EF2" w:rsidRDefault="00C54EF2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521AE3" w14:textId="77777777" w:rsidR="00C54EF2" w:rsidRDefault="00C54EF2" w:rsidP="00C54EF2">
            <w:pPr>
              <w:pStyle w:val="libPoem"/>
            </w:pPr>
            <w:r>
              <w:rPr>
                <w:rtl/>
                <w:lang w:bidi="fa-IR"/>
              </w:rPr>
              <w:t>خلوا بناته اِتودّعه واِتودّعه المحزونَه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4EF2" w14:paraId="055EF39A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EF4E3E9" w14:textId="77777777" w:rsidR="00C54EF2" w:rsidRDefault="00C54EF2" w:rsidP="00C54EF2">
            <w:pPr>
              <w:pStyle w:val="libPoem"/>
            </w:pPr>
            <w:r>
              <w:rPr>
                <w:rtl/>
                <w:lang w:bidi="fa-IR"/>
              </w:rPr>
              <w:t>تتزوّد اِمن اُوداعه من قبل ما تدفنونه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D84633" w14:textId="77777777" w:rsidR="00C54EF2" w:rsidRDefault="00C54EF2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09E33A" w14:textId="77777777" w:rsidR="00C54EF2" w:rsidRDefault="00C54EF2" w:rsidP="00C54EF2">
            <w:pPr>
              <w:pStyle w:val="libPoem"/>
            </w:pPr>
            <w:r>
              <w:rPr>
                <w:rtl/>
                <w:lang w:bidi="fa-IR"/>
              </w:rPr>
              <w:t>بالله اِرحموا حالتنا ريضوا ابنعش الوالي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6B41205" w14:textId="77777777" w:rsidR="00EE7C84" w:rsidRDefault="00E21949" w:rsidP="00C54EF2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54EF2" w14:paraId="0CC9EA96" w14:textId="77777777" w:rsidTr="00C54EF2">
        <w:trPr>
          <w:trHeight w:val="350"/>
        </w:trPr>
        <w:tc>
          <w:tcPr>
            <w:tcW w:w="3920" w:type="dxa"/>
            <w:shd w:val="clear" w:color="auto" w:fill="auto"/>
          </w:tcPr>
          <w:p w14:paraId="652410B2" w14:textId="77777777" w:rsidR="00C54EF2" w:rsidRDefault="00C54EF2" w:rsidP="00C54EF2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جا الإمام اِيصلّي ما جا الإمام اِيصلّي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3A1766C" w14:textId="77777777" w:rsidR="00C54EF2" w:rsidRDefault="00C54EF2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448ED71" w14:textId="77777777" w:rsidR="00C54EF2" w:rsidRDefault="00C54EF2" w:rsidP="00C54EF2">
            <w:pPr>
              <w:pStyle w:val="libPoem"/>
            </w:pPr>
            <w:r>
              <w:rPr>
                <w:rtl/>
                <w:lang w:bidi="fa-IR"/>
              </w:rPr>
              <w:t>باسايلك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يا جامع ما جا الإمام اِيصلّي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4EF2" w14:paraId="5A6A0CA4" w14:textId="77777777" w:rsidTr="00C54EF2">
        <w:trPr>
          <w:trHeight w:val="350"/>
        </w:trPr>
        <w:tc>
          <w:tcPr>
            <w:tcW w:w="3920" w:type="dxa"/>
          </w:tcPr>
          <w:p w14:paraId="39392A80" w14:textId="77777777" w:rsidR="00C54EF2" w:rsidRDefault="00C54EF2" w:rsidP="00C54EF2">
            <w:pPr>
              <w:pStyle w:val="libPoem"/>
            </w:pPr>
            <w:r>
              <w:rPr>
                <w:rtl/>
                <w:lang w:bidi="fa-IR"/>
              </w:rPr>
              <w:t>يبكي عليه المنبر اُو يبكي عليه الجامع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203834" w14:textId="77777777" w:rsidR="00C54EF2" w:rsidRDefault="00C54EF2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191C93" w14:textId="77777777" w:rsidR="00C54EF2" w:rsidRDefault="00C54EF2" w:rsidP="00C54EF2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تبكي عليه الخطبة والموعظة والسامع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4EF2" w14:paraId="7DF6555C" w14:textId="77777777" w:rsidTr="00C54EF2">
        <w:trPr>
          <w:trHeight w:val="350"/>
        </w:trPr>
        <w:tc>
          <w:tcPr>
            <w:tcW w:w="3920" w:type="dxa"/>
          </w:tcPr>
          <w:p w14:paraId="3173D63B" w14:textId="77777777" w:rsidR="00C54EF2" w:rsidRDefault="00C54EF2" w:rsidP="00741B91">
            <w:pPr>
              <w:pStyle w:val="libPoem"/>
            </w:pPr>
            <w:r>
              <w:rPr>
                <w:rtl/>
                <w:lang w:bidi="fa-IR"/>
              </w:rPr>
              <w:t>سمعوا اشيقول المنبراُو سمعوااِشيقول الجامع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EE696E" w14:textId="77777777" w:rsidR="00C54EF2" w:rsidRDefault="00C54EF2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4F6C31" w14:textId="77777777" w:rsidR="00C54EF2" w:rsidRDefault="00C54EF2" w:rsidP="00C54EF2">
            <w:pPr>
              <w:pStyle w:val="libPoem"/>
            </w:pPr>
            <w:r>
              <w:rPr>
                <w:rtl/>
                <w:lang w:bidi="fa-IR"/>
              </w:rPr>
              <w:t>يا ليت تلك الليلة ما جا الإمام اِيصلّي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4EF2" w14:paraId="7C1FEDAF" w14:textId="77777777" w:rsidTr="00C54EF2">
        <w:trPr>
          <w:trHeight w:val="350"/>
        </w:trPr>
        <w:tc>
          <w:tcPr>
            <w:tcW w:w="3920" w:type="dxa"/>
          </w:tcPr>
          <w:p w14:paraId="6E35A826" w14:textId="77777777" w:rsidR="00C54EF2" w:rsidRDefault="00C54EF2" w:rsidP="00C54EF2">
            <w:pPr>
              <w:pStyle w:val="libPoem"/>
            </w:pPr>
            <w:r>
              <w:rPr>
                <w:rtl/>
                <w:lang w:bidi="fa-IR"/>
              </w:rPr>
              <w:t>منّه أنا متخجِّل يومٌ جرا لي دمَّه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80B238" w14:textId="77777777" w:rsidR="00C54EF2" w:rsidRDefault="00C54EF2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41BDED" w14:textId="77777777" w:rsidR="00C54EF2" w:rsidRDefault="00C54EF2" w:rsidP="00C54EF2">
            <w:pPr>
              <w:pStyle w:val="libPoem"/>
            </w:pPr>
            <w:r>
              <w:rPr>
                <w:rtl/>
                <w:lang w:bidi="fa-IR"/>
              </w:rPr>
              <w:t>والعين منِّي اِتشوفه يرم صوابه لمه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4EF2" w14:paraId="63D24F0B" w14:textId="77777777" w:rsidTr="00C54EF2">
        <w:trPr>
          <w:trHeight w:val="350"/>
        </w:trPr>
        <w:tc>
          <w:tcPr>
            <w:tcW w:w="3920" w:type="dxa"/>
          </w:tcPr>
          <w:p w14:paraId="6FEE4271" w14:textId="77777777" w:rsidR="00C54EF2" w:rsidRDefault="00C54EF2" w:rsidP="00C54EF2">
            <w:pPr>
              <w:pStyle w:val="libPoem"/>
            </w:pPr>
            <w:r>
              <w:rPr>
                <w:rtl/>
                <w:lang w:bidi="fa-IR"/>
              </w:rPr>
              <w:t>تبكي عليه اِعيوني اُوفرض قصر ما تمّه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77CA3C" w14:textId="77777777" w:rsidR="00C54EF2" w:rsidRDefault="00C54EF2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9629E6" w14:textId="77777777" w:rsidR="00C54EF2" w:rsidRDefault="00C54EF2" w:rsidP="00741B91">
            <w:pPr>
              <w:pStyle w:val="libPoem"/>
            </w:pPr>
            <w:r>
              <w:rPr>
                <w:rtl/>
                <w:lang w:bidi="fa-IR"/>
              </w:rPr>
              <w:t>هذاالفرض ينشدي ما جا الإمام اِيصلّي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4EF2" w14:paraId="2EAA228E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62F47D1" w14:textId="77777777" w:rsidR="00C54EF2" w:rsidRDefault="00B74376" w:rsidP="00C54EF2">
            <w:pPr>
              <w:pStyle w:val="libPoem"/>
            </w:pPr>
            <w:r>
              <w:rPr>
                <w:rtl/>
                <w:lang w:bidi="fa-IR"/>
              </w:rPr>
              <w:t>ترب القبر صاير له أحسَن محل مِن أرضي</w:t>
            </w:r>
            <w:r w:rsidR="00C54E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E2E934" w14:textId="77777777" w:rsidR="00C54EF2" w:rsidRDefault="00C54EF2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194648" w14:textId="77777777" w:rsidR="00C54EF2" w:rsidRDefault="00B74376" w:rsidP="00C54EF2">
            <w:pPr>
              <w:pStyle w:val="libPoem"/>
            </w:pPr>
            <w:r>
              <w:rPr>
                <w:rtl/>
                <w:lang w:bidi="fa-IR"/>
              </w:rPr>
              <w:t>ليته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قبل يجفيني كان اِبلعتني أرضي</w:t>
            </w:r>
            <w:r w:rsidR="00C54EF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4EF2" w14:paraId="06A4856F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FFC78BA" w14:textId="77777777" w:rsidR="00C54EF2" w:rsidRDefault="00B74376" w:rsidP="00C54EF2">
            <w:pPr>
              <w:pStyle w:val="libPoem"/>
            </w:pPr>
            <w:r>
              <w:rPr>
                <w:rtl/>
                <w:lang w:bidi="fa-IR"/>
              </w:rPr>
              <w:t>مدري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أشجن دمَّه يومٌ جرى في أرضي</w:t>
            </w:r>
            <w:r w:rsidR="00C54E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B05AED" w14:textId="77777777" w:rsidR="00C54EF2" w:rsidRDefault="00C54EF2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9D0A64" w14:textId="77777777" w:rsidR="00C54EF2" w:rsidRDefault="00B74376" w:rsidP="00C54EF2">
            <w:pPr>
              <w:pStyle w:val="libPoem"/>
            </w:pPr>
            <w:r>
              <w:rPr>
                <w:rtl/>
                <w:lang w:bidi="fa-IR"/>
              </w:rPr>
              <w:t>يا ليت تلك الليلة ما جا الإمام اِيصلّي</w:t>
            </w:r>
            <w:r w:rsidR="00C54EF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4EF2" w14:paraId="710E5EDB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09FA466" w14:textId="77777777" w:rsidR="00C54EF2" w:rsidRDefault="00B74376" w:rsidP="00C54EF2">
            <w:pPr>
              <w:pStyle w:val="libPoem"/>
            </w:pPr>
            <w:r>
              <w:rPr>
                <w:rtl/>
                <w:lang w:bidi="fa-IR"/>
              </w:rPr>
              <w:t>أصبح يقلْ لي المنبر كُنت السبب والحيلَه</w:t>
            </w:r>
            <w:r w:rsidR="00C54E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72DC49" w14:textId="77777777" w:rsidR="00C54EF2" w:rsidRDefault="00C54EF2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79A07B" w14:textId="77777777" w:rsidR="00C54EF2" w:rsidRDefault="00B74376" w:rsidP="00B74376">
            <w:pPr>
              <w:pStyle w:val="libPoem"/>
            </w:pPr>
            <w:r>
              <w:rPr>
                <w:rtl/>
                <w:lang w:bidi="fa-IR"/>
              </w:rPr>
              <w:t>كُنت السبب في قتله اُومتك الغدروالحيله</w:t>
            </w:r>
            <w:r w:rsidR="00C54EF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4EF2" w14:paraId="341F7163" w14:textId="77777777" w:rsidTr="00C54E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F59DF09" w14:textId="77777777" w:rsidR="00C54EF2" w:rsidRDefault="00B74376" w:rsidP="00C54EF2">
            <w:pPr>
              <w:pStyle w:val="libPoem"/>
            </w:pPr>
            <w:r>
              <w:rPr>
                <w:rtl/>
                <w:lang w:bidi="fa-IR"/>
              </w:rPr>
              <w:t>خلنا نحطْ المأتم طول الدهر نبكي له</w:t>
            </w:r>
            <w:r w:rsidR="00C54E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CE3044" w14:textId="77777777" w:rsidR="00C54EF2" w:rsidRDefault="00C54EF2" w:rsidP="00C54EF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1E6BEF" w14:textId="77777777" w:rsidR="00C54EF2" w:rsidRDefault="00B74376" w:rsidP="00C54EF2">
            <w:pPr>
              <w:pStyle w:val="libPoem"/>
            </w:pPr>
            <w:r>
              <w:rPr>
                <w:rtl/>
                <w:lang w:bidi="fa-IR"/>
              </w:rPr>
              <w:t>دارت علينا الجمعة ما جا الإمام اِيصلّي</w:t>
            </w:r>
            <w:r w:rsidR="00C54EF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54DBA55" w14:textId="77777777" w:rsidR="00EE7C84" w:rsidRDefault="00E21949" w:rsidP="00B74376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E492A" w14:paraId="61C6A8B4" w14:textId="77777777" w:rsidTr="0022086D">
        <w:trPr>
          <w:trHeight w:val="350"/>
        </w:trPr>
        <w:tc>
          <w:tcPr>
            <w:tcW w:w="3920" w:type="dxa"/>
            <w:shd w:val="clear" w:color="auto" w:fill="auto"/>
          </w:tcPr>
          <w:p w14:paraId="01F220C8" w14:textId="77777777" w:rsidR="005E492A" w:rsidRDefault="005E492A" w:rsidP="0022086D">
            <w:pPr>
              <w:pStyle w:val="libPoem"/>
            </w:pPr>
            <w:r>
              <w:rPr>
                <w:rtl/>
                <w:lang w:bidi="fa-IR"/>
              </w:rPr>
              <w:t>يا عيدة الميشومه يا عيدة الميشومه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0E03A39" w14:textId="77777777" w:rsidR="005E492A" w:rsidRDefault="005E492A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52684EF" w14:textId="77777777" w:rsidR="005E492A" w:rsidRDefault="005E492A" w:rsidP="0022086D">
            <w:pPr>
              <w:pStyle w:val="libPoem"/>
            </w:pPr>
            <w:r>
              <w:rPr>
                <w:rtl/>
                <w:lang w:bidi="fa-IR"/>
              </w:rPr>
              <w:t>فيها فقدت الوالي يا عيدة الميشومه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492A" w14:paraId="730F4922" w14:textId="77777777" w:rsidTr="0022086D">
        <w:trPr>
          <w:trHeight w:val="350"/>
        </w:trPr>
        <w:tc>
          <w:tcPr>
            <w:tcW w:w="3920" w:type="dxa"/>
          </w:tcPr>
          <w:p w14:paraId="1D42E02D" w14:textId="77777777" w:rsidR="005E492A" w:rsidRDefault="005E492A" w:rsidP="0022086D">
            <w:pPr>
              <w:pStyle w:val="libPoem"/>
            </w:pPr>
            <w:r>
              <w:rPr>
                <w:rtl/>
                <w:lang w:bidi="fa-IR"/>
              </w:rPr>
              <w:t>فيها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فقدت اسروري يوم فقدت الوالي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9EEF92" w14:textId="77777777" w:rsidR="005E492A" w:rsidRDefault="005E492A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5989FB" w14:textId="77777777" w:rsidR="005E492A" w:rsidRDefault="005E492A" w:rsidP="0022086D">
            <w:pPr>
              <w:pStyle w:val="libPoem"/>
            </w:pPr>
            <w:r>
              <w:rPr>
                <w:rtl/>
                <w:lang w:bidi="fa-IR"/>
              </w:rPr>
              <w:t>اُوظليت اَنا مدهوشة الله الرحيم اِبحالي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492A" w14:paraId="3AE45D10" w14:textId="77777777" w:rsidTr="0022086D">
        <w:trPr>
          <w:trHeight w:val="350"/>
        </w:trPr>
        <w:tc>
          <w:tcPr>
            <w:tcW w:w="3920" w:type="dxa"/>
          </w:tcPr>
          <w:p w14:paraId="2C758D39" w14:textId="77777777" w:rsidR="005E492A" w:rsidRDefault="005E492A" w:rsidP="0022086D">
            <w:pPr>
              <w:pStyle w:val="libPoem"/>
            </w:pPr>
            <w:r>
              <w:rPr>
                <w:rtl/>
                <w:lang w:bidi="fa-IR"/>
              </w:rPr>
              <w:t>الله ايعودك ليّه يا شيخ كُلْ اِرجالي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B77E87" w14:textId="77777777" w:rsidR="005E492A" w:rsidRDefault="005E492A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7DCB12" w14:textId="77777777" w:rsidR="005E492A" w:rsidRDefault="005E492A" w:rsidP="0022086D">
            <w:pPr>
              <w:pStyle w:val="libPoem"/>
            </w:pPr>
            <w:r>
              <w:rPr>
                <w:rtl/>
                <w:lang w:bidi="fa-IR"/>
              </w:rPr>
              <w:t>يا ليت ما وافتني هالعيدة الميشومه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492A" w14:paraId="633CBB2C" w14:textId="77777777" w:rsidTr="0022086D">
        <w:trPr>
          <w:trHeight w:val="350"/>
        </w:trPr>
        <w:tc>
          <w:tcPr>
            <w:tcW w:w="3920" w:type="dxa"/>
          </w:tcPr>
          <w:p w14:paraId="65D2FB76" w14:textId="77777777" w:rsidR="005E492A" w:rsidRDefault="005E492A" w:rsidP="0022086D">
            <w:pPr>
              <w:pStyle w:val="libPoem"/>
            </w:pPr>
            <w:r>
              <w:rPr>
                <w:rtl/>
                <w:lang w:bidi="fa-IR"/>
              </w:rPr>
              <w:t>يومٌ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فقدت الوالي ظلّيت أنا محزونه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05D719" w14:textId="77777777" w:rsidR="005E492A" w:rsidRDefault="005E492A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19D63C" w14:textId="77777777" w:rsidR="005E492A" w:rsidRDefault="005E492A" w:rsidP="0022086D">
            <w:pPr>
              <w:pStyle w:val="libPoem"/>
            </w:pPr>
            <w:r>
              <w:rPr>
                <w:rtl/>
                <w:lang w:bidi="fa-IR"/>
              </w:rPr>
              <w:t>يا ليتني في قبره قبله أنا مدفونه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BE57F19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E09BD" w14:paraId="0241210A" w14:textId="77777777" w:rsidTr="0022086D">
        <w:trPr>
          <w:trHeight w:val="350"/>
        </w:trPr>
        <w:tc>
          <w:tcPr>
            <w:tcW w:w="3920" w:type="dxa"/>
            <w:shd w:val="clear" w:color="auto" w:fill="auto"/>
          </w:tcPr>
          <w:p w14:paraId="1E499C14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lastRenderedPageBreak/>
              <w:t>الله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يعودك لينا يا عزّنا اُويابونا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8F57560" w14:textId="77777777" w:rsidR="00DE09BD" w:rsidRDefault="00DE09BD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BA489A3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وين المسرة والهنا يا عيدة الميشومه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09BD" w14:paraId="3F66CFBF" w14:textId="77777777" w:rsidTr="0022086D">
        <w:trPr>
          <w:trHeight w:val="350"/>
        </w:trPr>
        <w:tc>
          <w:tcPr>
            <w:tcW w:w="3920" w:type="dxa"/>
          </w:tcPr>
          <w:p w14:paraId="179D228D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عيدة الميشومه فيها فقدت اِسعودي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432B42" w14:textId="77777777" w:rsidR="00DE09BD" w:rsidRDefault="00DE09BD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DF37A6" w14:textId="77777777" w:rsidR="00DE09BD" w:rsidRDefault="00DE09BD" w:rsidP="00DE09BD">
            <w:pPr>
              <w:pStyle w:val="libPoem"/>
            </w:pPr>
            <w:r>
              <w:rPr>
                <w:rtl/>
                <w:lang w:bidi="fa-IR"/>
              </w:rPr>
              <w:t>اُوظلّيت أنا محزونة واَجري الدمع بخدودي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09BD" w14:paraId="0ABEEB27" w14:textId="77777777" w:rsidTr="0022086D">
        <w:trPr>
          <w:trHeight w:val="350"/>
        </w:trPr>
        <w:tc>
          <w:tcPr>
            <w:tcW w:w="3920" w:type="dxa"/>
          </w:tcPr>
          <w:p w14:paraId="663CA734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صار مثلي يا خَلق فاقد مثل مفقودِي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E76768" w14:textId="77777777" w:rsidR="00DE09BD" w:rsidRDefault="00DE09BD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76E1BD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فيها فقدت المرتضى يا عيدة الميشومه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09BD" w14:paraId="37F5F251" w14:textId="77777777" w:rsidTr="0022086D">
        <w:trPr>
          <w:trHeight w:val="350"/>
        </w:trPr>
        <w:tc>
          <w:tcPr>
            <w:tcW w:w="3920" w:type="dxa"/>
          </w:tcPr>
          <w:p w14:paraId="594FE253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واَنا فقدت الوالي واختفت عنّي اَنواره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AA7BF7" w14:textId="77777777" w:rsidR="00DE09BD" w:rsidRDefault="00DE09BD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62AF8F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يا زايرين المرتضى خبروه يا زوّاره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09BD" w14:paraId="0DE7ADAF" w14:textId="77777777" w:rsidTr="0022086D">
        <w:trPr>
          <w:trHeight w:val="350"/>
        </w:trPr>
        <w:tc>
          <w:tcPr>
            <w:tcW w:w="3920" w:type="dxa"/>
          </w:tcPr>
          <w:p w14:paraId="715DE085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زينب ترَ من بعده ظلّت تحنْ محتاره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7B3904" w14:textId="77777777" w:rsidR="00DE09BD" w:rsidRDefault="00DE09BD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7471B1B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تصفق اِبراحة كفِّها يا عيدة الميشومه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BFEC202" w14:textId="77777777" w:rsidR="00EE7C84" w:rsidRDefault="00E21949" w:rsidP="00DE09BD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p w14:paraId="4765796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وهذه ندبة لصاحب الأمر عجّل الله فرجه ، وسهّل مخرجه ، وجعلنا الله من أنصاره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E09BD" w14:paraId="35EEBE18" w14:textId="77777777" w:rsidTr="0022086D">
        <w:trPr>
          <w:trHeight w:val="350"/>
        </w:trPr>
        <w:tc>
          <w:tcPr>
            <w:tcW w:w="3920" w:type="dxa"/>
            <w:shd w:val="clear" w:color="auto" w:fill="auto"/>
          </w:tcPr>
          <w:p w14:paraId="1AEE4FFD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عجّل يبو صالح لنا اِبرايات واَعلام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37F56E8" w14:textId="77777777" w:rsidR="00DE09BD" w:rsidRDefault="00DE09BD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735CC64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في ثار مقتول الفرض في شهر الصيام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09BD" w14:paraId="300E9F5A" w14:textId="77777777" w:rsidTr="0022086D">
        <w:trPr>
          <w:trHeight w:val="350"/>
        </w:trPr>
        <w:tc>
          <w:tcPr>
            <w:tcW w:w="3920" w:type="dxa"/>
          </w:tcPr>
          <w:p w14:paraId="22FF672D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مدري أبو صالح متى تبدي اِجنوده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25F5A0" w14:textId="77777777" w:rsidR="00DE09BD" w:rsidRDefault="00DE09BD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4CD185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يومك يبو صالح لنا قربة اُوعوده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09BD" w14:paraId="37647BFA" w14:textId="77777777" w:rsidTr="0022086D">
        <w:trPr>
          <w:trHeight w:val="350"/>
        </w:trPr>
        <w:tc>
          <w:tcPr>
            <w:tcW w:w="3920" w:type="dxa"/>
          </w:tcPr>
          <w:p w14:paraId="3C0416D6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في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ثار من غالَه المرادي في اِسجوده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ECF31A" w14:textId="77777777" w:rsidR="00DE09BD" w:rsidRDefault="00DE09BD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36DA61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اِنهض لثار المرتضى زرّاق لرخام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09BD" w14:paraId="31733B6A" w14:textId="77777777" w:rsidTr="0022086D">
        <w:trPr>
          <w:trHeight w:val="350"/>
        </w:trPr>
        <w:tc>
          <w:tcPr>
            <w:tcW w:w="3920" w:type="dxa"/>
          </w:tcPr>
          <w:p w14:paraId="24F4FD43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فعل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ابن ملجم ما خفى كُلْ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A4CC34" w14:textId="77777777" w:rsidR="00DE09BD" w:rsidRDefault="00DE09BD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3AD10F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من سبعها السفلى إلى سبع العليّه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09BD" w14:paraId="0078AFBC" w14:textId="77777777" w:rsidTr="0022086D">
        <w:trPr>
          <w:trHeight w:val="350"/>
        </w:trPr>
        <w:tc>
          <w:tcPr>
            <w:tcW w:w="3920" w:type="dxa"/>
          </w:tcPr>
          <w:p w14:paraId="2CBB1ADD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كُلٌّ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سوى الله ناح من عظم الرزيّه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026375" w14:textId="77777777" w:rsidR="00DE09BD" w:rsidRDefault="00DE09BD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AE4ACE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يبكو على منهو على اِفراش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النّبي نام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09BD" w14:paraId="356BD3C6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0FA6C2E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على إمام لْلي فدى الهادي اِبروحه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14F2FD" w14:textId="77777777" w:rsidR="00DE09BD" w:rsidRDefault="00DE09BD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8BA7D75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والمفتدي بالرّوح زايد ليه نُوحه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09BD" w14:paraId="1B2E3674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4A8220F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طاها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على الكرّار دمعاته سَفوحه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2F45BB" w14:textId="77777777" w:rsidR="00DE09BD" w:rsidRDefault="00DE09BD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92FE2F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يجدب الونّه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 ينتحب والدمع سجّام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09BD" w14:paraId="234B0C90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6EBD0C3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ليته يشوفه يوم شقوا منّه الراس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B4B3C4" w14:textId="77777777" w:rsidR="00DE09BD" w:rsidRDefault="00DE09BD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612166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حينٍ وقع من ضربته مخمود لنفاس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09BD" w14:paraId="63856E74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12DC73C" w14:textId="77777777" w:rsidR="00DE09BD" w:rsidRDefault="00DE09BD" w:rsidP="00DE09BD">
            <w:pPr>
              <w:pStyle w:val="libPoem"/>
            </w:pPr>
            <w:r>
              <w:rPr>
                <w:rtl/>
                <w:lang w:bidi="fa-IR"/>
              </w:rPr>
              <w:t>اُوجبريل ينعى في السمااُوسمعواالنعى النّاس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40F0E3" w14:textId="77777777" w:rsidR="00DE09BD" w:rsidRDefault="00DE09BD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65EEC2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على شَبهْ يوشع اُو شيتٍ والنّبي سام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09BD" w14:paraId="4730739B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0EB3A26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ينعى اِبموته عروة الوثقى اَفصموها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228DC3" w14:textId="77777777" w:rsidR="00DE09BD" w:rsidRDefault="00DE09BD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A53007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أعلام التقى والدين بعده نكّسوها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09BD" w14:paraId="77D45C9C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8CFCCD7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والشرع والإسلام رايتهم رموها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F20B2D" w14:textId="77777777" w:rsidR="00DE09BD" w:rsidRDefault="00DE09BD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A3AA98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والكُلُّ منهم بعد داحي الباب منظام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09BD" w14:paraId="7FEBDD35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8F1D33F" w14:textId="77777777" w:rsidR="00DE09BD" w:rsidRDefault="00DE09BD" w:rsidP="00DE09BD">
            <w:pPr>
              <w:pStyle w:val="libPoem"/>
            </w:pPr>
            <w:r>
              <w:rPr>
                <w:rtl/>
                <w:lang w:bidi="fa-IR"/>
              </w:rPr>
              <w:t>اُوعنده الحسن يبكي اُو دمع عينه بيسيله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41D40D" w14:textId="77777777" w:rsidR="00DE09BD" w:rsidRDefault="00DE09BD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70F174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يابوي قلّي من فعل بك هالفعيله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09BD" w14:paraId="10338640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69233F1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قال ابن ملجم صابني نسل الرذيلَه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DF576E" w14:textId="77777777" w:rsidR="00DE09BD" w:rsidRDefault="00DE09BD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29D73F" w14:textId="77777777" w:rsidR="00DE09BD" w:rsidRDefault="00DE09BD" w:rsidP="0022086D">
            <w:pPr>
              <w:pStyle w:val="libPoem"/>
            </w:pPr>
            <w:r>
              <w:rPr>
                <w:rtl/>
                <w:lang w:bidi="fa-IR"/>
              </w:rPr>
              <w:t>قله يبويه وين ولّى نسل للآم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3B2011F" w14:textId="77777777" w:rsidR="00EE7C84" w:rsidRDefault="00EE7C84" w:rsidP="004C1BCE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7EE1BAC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34C67CAB" w14:textId="77777777" w:rsidR="00EE7C84" w:rsidRDefault="00EE7C84" w:rsidP="000F4539">
      <w:pPr>
        <w:pStyle w:val="Heading2Center"/>
        <w:rPr>
          <w:lang w:bidi="fa-IR"/>
        </w:rPr>
      </w:pPr>
      <w:bookmarkStart w:id="6" w:name="_Toc17226565"/>
      <w:r>
        <w:rPr>
          <w:rtl/>
          <w:lang w:bidi="fa-IR"/>
        </w:rPr>
        <w:lastRenderedPageBreak/>
        <w:t>الفصل الرابع</w:t>
      </w:r>
      <w:bookmarkEnd w:id="6"/>
    </w:p>
    <w:p w14:paraId="3DA97E05" w14:textId="77777777" w:rsidR="00EE7C84" w:rsidRDefault="00EE7C84" w:rsidP="000F4539">
      <w:pPr>
        <w:pStyle w:val="Heading2Center"/>
        <w:rPr>
          <w:lang w:bidi="fa-IR"/>
        </w:rPr>
      </w:pPr>
      <w:bookmarkStart w:id="7" w:name="_Toc17226566"/>
      <w:r>
        <w:rPr>
          <w:rtl/>
          <w:lang w:bidi="fa-IR"/>
        </w:rPr>
        <w:t>في رثاء الحسن بن عليّ المسموم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  <w:bookmarkEnd w:id="7"/>
    </w:p>
    <w:tbl>
      <w:tblPr>
        <w:tblStyle w:val="TableGrid"/>
        <w:bidiVisual/>
        <w:tblW w:w="4943" w:type="pct"/>
        <w:tblInd w:w="-106" w:type="dxa"/>
        <w:tblLook w:val="01E0" w:firstRow="1" w:lastRow="1" w:firstColumn="1" w:lastColumn="1" w:noHBand="0" w:noVBand="0"/>
      </w:tblPr>
      <w:tblGrid>
        <w:gridCol w:w="4516"/>
        <w:gridCol w:w="303"/>
        <w:gridCol w:w="4034"/>
      </w:tblGrid>
      <w:tr w:rsidR="00071365" w14:paraId="37C77992" w14:textId="77777777" w:rsidTr="00071365">
        <w:trPr>
          <w:trHeight w:val="350"/>
        </w:trPr>
        <w:tc>
          <w:tcPr>
            <w:tcW w:w="4040" w:type="dxa"/>
            <w:shd w:val="clear" w:color="auto" w:fill="auto"/>
          </w:tcPr>
          <w:p w14:paraId="2A544DC0" w14:textId="77777777" w:rsidR="00071365" w:rsidRDefault="00071365" w:rsidP="00071365">
            <w:pPr>
              <w:pStyle w:val="libPoem"/>
            </w:pPr>
            <w:r>
              <w:rPr>
                <w:rtl/>
                <w:lang w:bidi="fa-IR"/>
              </w:rPr>
              <w:t>سبط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النّبي اِمن المسجداَقبل اُو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تهمل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  <w:shd w:val="clear" w:color="auto" w:fill="auto"/>
          </w:tcPr>
          <w:p w14:paraId="7F37809C" w14:textId="77777777" w:rsidR="00071365" w:rsidRDefault="00071365" w:rsidP="0022086D">
            <w:pPr>
              <w:pStyle w:val="libPoem"/>
              <w:rPr>
                <w:rtl/>
              </w:rPr>
            </w:pPr>
          </w:p>
        </w:tc>
        <w:tc>
          <w:tcPr>
            <w:tcW w:w="3609" w:type="dxa"/>
            <w:shd w:val="clear" w:color="auto" w:fill="auto"/>
          </w:tcPr>
          <w:p w14:paraId="0F4DD3EA" w14:textId="77777777" w:rsidR="00071365" w:rsidRDefault="00071365" w:rsidP="0022086D">
            <w:pPr>
              <w:pStyle w:val="libPoem"/>
            </w:pPr>
            <w:r>
              <w:rPr>
                <w:rtl/>
                <w:lang w:bidi="fa-IR"/>
              </w:rPr>
              <w:t>حينٍ وصل للزهرا اُو سمعة الزهرا اِحنينه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365" w14:paraId="1202FC41" w14:textId="77777777" w:rsidTr="00071365">
        <w:trPr>
          <w:trHeight w:val="350"/>
        </w:trPr>
        <w:tc>
          <w:tcPr>
            <w:tcW w:w="4040" w:type="dxa"/>
          </w:tcPr>
          <w:p w14:paraId="7A8FAD67" w14:textId="77777777" w:rsidR="00071365" w:rsidRDefault="00071365" w:rsidP="0022086D">
            <w:pPr>
              <w:pStyle w:val="libPoem"/>
            </w:pPr>
            <w:r>
              <w:rPr>
                <w:rtl/>
                <w:lang w:bidi="fa-IR"/>
              </w:rPr>
              <w:t>من حين شافَت وجهه اُودمعه اعلى خدّه جاري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4FC40AD" w14:textId="77777777" w:rsidR="00071365" w:rsidRDefault="00071365" w:rsidP="0022086D">
            <w:pPr>
              <w:pStyle w:val="libPoem"/>
              <w:rPr>
                <w:rtl/>
              </w:rPr>
            </w:pPr>
          </w:p>
        </w:tc>
        <w:tc>
          <w:tcPr>
            <w:tcW w:w="3609" w:type="dxa"/>
          </w:tcPr>
          <w:p w14:paraId="0C4A1B38" w14:textId="77777777" w:rsidR="00071365" w:rsidRDefault="00071365" w:rsidP="0022086D">
            <w:pPr>
              <w:pStyle w:val="libPoem"/>
            </w:pPr>
            <w:r>
              <w:rPr>
                <w:rtl/>
                <w:lang w:bidi="fa-IR"/>
              </w:rPr>
              <w:t>قالت يمهجة قلبي ما تقول ويش الجاري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365" w14:paraId="5A81D9AD" w14:textId="77777777" w:rsidTr="00071365">
        <w:trPr>
          <w:trHeight w:val="350"/>
        </w:trPr>
        <w:tc>
          <w:tcPr>
            <w:tcW w:w="4040" w:type="dxa"/>
          </w:tcPr>
          <w:p w14:paraId="1793F2FA" w14:textId="77777777" w:rsidR="00071365" w:rsidRDefault="00071365" w:rsidP="0022086D">
            <w:pPr>
              <w:pStyle w:val="libPoem"/>
            </w:pPr>
            <w:r>
              <w:rPr>
                <w:rtl/>
                <w:lang w:bidi="fa-IR"/>
              </w:rPr>
              <w:t>أحرقت قلبي ابنوحك يا مهجتي اُويا داري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21DD1E7D" w14:textId="77777777" w:rsidR="00071365" w:rsidRDefault="00071365" w:rsidP="0022086D">
            <w:pPr>
              <w:pStyle w:val="libPoem"/>
              <w:rPr>
                <w:rtl/>
              </w:rPr>
            </w:pPr>
          </w:p>
        </w:tc>
        <w:tc>
          <w:tcPr>
            <w:tcW w:w="3609" w:type="dxa"/>
          </w:tcPr>
          <w:p w14:paraId="3AE767B2" w14:textId="77777777" w:rsidR="00071365" w:rsidRDefault="00071365" w:rsidP="00071365">
            <w:pPr>
              <w:pStyle w:val="libPoem"/>
            </w:pPr>
            <w:r>
              <w:rPr>
                <w:rtl/>
                <w:lang w:bidi="fa-IR"/>
              </w:rPr>
              <w:t>اُوحنْ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اُوبكى واتحسّراُودمعه جرى من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365" w14:paraId="1969D8AD" w14:textId="77777777" w:rsidTr="00071365">
        <w:trPr>
          <w:trHeight w:val="350"/>
        </w:trPr>
        <w:tc>
          <w:tcPr>
            <w:tcW w:w="4040" w:type="dxa"/>
          </w:tcPr>
          <w:p w14:paraId="42889CA9" w14:textId="77777777" w:rsidR="00071365" w:rsidRDefault="00071365" w:rsidP="0022086D">
            <w:pPr>
              <w:pStyle w:val="libPoem"/>
            </w:pPr>
            <w:r>
              <w:rPr>
                <w:rtl/>
                <w:lang w:bidi="fa-IR"/>
              </w:rPr>
              <w:t>هالساع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جينا الجدّي في مسجده بانزوره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DEEDEEE" w14:textId="77777777" w:rsidR="00071365" w:rsidRDefault="00071365" w:rsidP="0022086D">
            <w:pPr>
              <w:pStyle w:val="libPoem"/>
              <w:rPr>
                <w:rtl/>
              </w:rPr>
            </w:pPr>
          </w:p>
        </w:tc>
        <w:tc>
          <w:tcPr>
            <w:tcW w:w="3609" w:type="dxa"/>
          </w:tcPr>
          <w:p w14:paraId="1FEB1AA4" w14:textId="77777777" w:rsidR="00071365" w:rsidRDefault="00071365" w:rsidP="00071365">
            <w:pPr>
              <w:pStyle w:val="libPoem"/>
            </w:pPr>
            <w:r>
              <w:rPr>
                <w:rtl/>
                <w:lang w:bidi="fa-IR"/>
              </w:rPr>
              <w:t>من حين عاين لينا ضمّنا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اُوزاد اِسروره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365" w14:paraId="4EFC0AFE" w14:textId="77777777" w:rsidTr="00071365">
        <w:trPr>
          <w:trHeight w:val="350"/>
        </w:trPr>
        <w:tc>
          <w:tcPr>
            <w:tcW w:w="4040" w:type="dxa"/>
          </w:tcPr>
          <w:p w14:paraId="0CAA2930" w14:textId="77777777" w:rsidR="00071365" w:rsidRDefault="00071365" w:rsidP="0022086D">
            <w:pPr>
              <w:pStyle w:val="libPoem"/>
            </w:pPr>
            <w:r>
              <w:rPr>
                <w:rtl/>
                <w:lang w:bidi="fa-IR"/>
              </w:rPr>
              <w:t>اُوحطنا على فخذينه اُوزاد اُوتباذر نوره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6FABCB9" w14:textId="77777777" w:rsidR="00071365" w:rsidRDefault="00071365" w:rsidP="0022086D">
            <w:pPr>
              <w:pStyle w:val="libPoem"/>
              <w:rPr>
                <w:rtl/>
              </w:rPr>
            </w:pPr>
          </w:p>
        </w:tc>
        <w:tc>
          <w:tcPr>
            <w:tcW w:w="3609" w:type="dxa"/>
          </w:tcPr>
          <w:p w14:paraId="0C26FE72" w14:textId="77777777" w:rsidR="00071365" w:rsidRDefault="00071365" w:rsidP="0022086D">
            <w:pPr>
              <w:pStyle w:val="libPoem"/>
            </w:pPr>
            <w:r>
              <w:rPr>
                <w:rtl/>
                <w:lang w:bidi="fa-IR"/>
              </w:rPr>
              <w:t>اُومن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حين جبريلٍ نزل أقبل لنا اِيحيّينه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365" w14:paraId="5BEE73A6" w14:textId="77777777" w:rsidTr="0007136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040" w:type="dxa"/>
          </w:tcPr>
          <w:p w14:paraId="363E993A" w14:textId="77777777" w:rsidR="00071365" w:rsidRDefault="00071365" w:rsidP="0022086D">
            <w:pPr>
              <w:pStyle w:val="libPoem"/>
            </w:pPr>
            <w:r>
              <w:rPr>
                <w:rtl/>
                <w:lang w:bidi="fa-IR"/>
              </w:rPr>
              <w:t>شَم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الحسن في فمّه اُوحنّ اُوجدب للونّه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A890F94" w14:textId="77777777" w:rsidR="00071365" w:rsidRDefault="00071365" w:rsidP="0022086D">
            <w:pPr>
              <w:pStyle w:val="libPoem"/>
              <w:rPr>
                <w:rtl/>
              </w:rPr>
            </w:pPr>
          </w:p>
        </w:tc>
        <w:tc>
          <w:tcPr>
            <w:tcW w:w="3609" w:type="dxa"/>
          </w:tcPr>
          <w:p w14:paraId="17275B83" w14:textId="77777777" w:rsidR="00071365" w:rsidRDefault="00071365" w:rsidP="0022086D">
            <w:pPr>
              <w:pStyle w:val="libPoem"/>
            </w:pPr>
            <w:r>
              <w:rPr>
                <w:rtl/>
                <w:lang w:bidi="fa-IR"/>
              </w:rPr>
              <w:t>اُوشمني أنا في نحري اُوفاي أعرضْ عنّه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365" w14:paraId="1D85D455" w14:textId="77777777" w:rsidTr="0007136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040" w:type="dxa"/>
          </w:tcPr>
          <w:p w14:paraId="65D796F2" w14:textId="77777777" w:rsidR="00071365" w:rsidRDefault="00071365" w:rsidP="0022086D">
            <w:pPr>
              <w:pStyle w:val="libPoem"/>
            </w:pPr>
            <w:r>
              <w:rPr>
                <w:rtl/>
                <w:lang w:bidi="fa-IR"/>
              </w:rPr>
              <w:t>مَدريتْ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ويش المانع حتّى جرالي منّه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AC6B47B" w14:textId="77777777" w:rsidR="00071365" w:rsidRDefault="00071365" w:rsidP="0022086D">
            <w:pPr>
              <w:pStyle w:val="libPoem"/>
              <w:rPr>
                <w:rtl/>
              </w:rPr>
            </w:pPr>
          </w:p>
        </w:tc>
        <w:tc>
          <w:tcPr>
            <w:tcW w:w="3609" w:type="dxa"/>
          </w:tcPr>
          <w:p w14:paraId="5406A21B" w14:textId="77777777" w:rsidR="00071365" w:rsidRDefault="00071365" w:rsidP="0022086D">
            <w:pPr>
              <w:pStyle w:val="libPoem"/>
            </w:pPr>
            <w:r>
              <w:rPr>
                <w:rtl/>
                <w:lang w:bidi="fa-IR"/>
              </w:rPr>
              <w:t>قالت بنمضي الجدّك يا مهجتي المكنونَه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365" w14:paraId="07C9C111" w14:textId="77777777" w:rsidTr="0007136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040" w:type="dxa"/>
          </w:tcPr>
          <w:p w14:paraId="322F7149" w14:textId="77777777" w:rsidR="00071365" w:rsidRDefault="00071365" w:rsidP="0022086D">
            <w:pPr>
              <w:pStyle w:val="libPoem"/>
            </w:pPr>
            <w:r>
              <w:rPr>
                <w:rtl/>
                <w:lang w:bidi="fa-IR"/>
              </w:rPr>
              <w:t>في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الحال لزمت إيده إتريد به للجامع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6119BE08" w14:textId="77777777" w:rsidR="00071365" w:rsidRDefault="00071365" w:rsidP="0022086D">
            <w:pPr>
              <w:pStyle w:val="libPoem"/>
              <w:rPr>
                <w:rtl/>
              </w:rPr>
            </w:pPr>
          </w:p>
        </w:tc>
        <w:tc>
          <w:tcPr>
            <w:tcW w:w="3609" w:type="dxa"/>
          </w:tcPr>
          <w:p w14:paraId="339C21CF" w14:textId="77777777" w:rsidR="00071365" w:rsidRDefault="00071365" w:rsidP="0022086D">
            <w:pPr>
              <w:pStyle w:val="libPoem"/>
            </w:pPr>
            <w:r>
              <w:rPr>
                <w:rtl/>
                <w:lang w:bidi="fa-IR"/>
              </w:rPr>
              <w:t>وصلتْ لباب المسجدْ والنُّور منها ساطع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365" w14:paraId="57BA1C06" w14:textId="77777777" w:rsidTr="0007136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040" w:type="dxa"/>
          </w:tcPr>
          <w:p w14:paraId="62006BDC" w14:textId="77777777" w:rsidR="00071365" w:rsidRDefault="00071365" w:rsidP="0022086D">
            <w:pPr>
              <w:pStyle w:val="libPoem"/>
            </w:pPr>
            <w:r>
              <w:rPr>
                <w:rtl/>
                <w:lang w:bidi="fa-IR"/>
              </w:rPr>
              <w:t>صاحت يا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يابه اَخبرني شنهو السبب والمانع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4536CA16" w14:textId="77777777" w:rsidR="00071365" w:rsidRDefault="00071365" w:rsidP="0022086D">
            <w:pPr>
              <w:pStyle w:val="libPoem"/>
              <w:rPr>
                <w:rtl/>
              </w:rPr>
            </w:pPr>
          </w:p>
        </w:tc>
        <w:tc>
          <w:tcPr>
            <w:tcW w:w="3609" w:type="dxa"/>
          </w:tcPr>
          <w:p w14:paraId="61F38ECC" w14:textId="77777777" w:rsidR="00071365" w:rsidRDefault="00071365" w:rsidP="0022086D">
            <w:pPr>
              <w:pStyle w:val="libPoem"/>
            </w:pPr>
            <w:r>
              <w:rPr>
                <w:rtl/>
                <w:lang w:bidi="fa-IR"/>
              </w:rPr>
              <w:t>اِتشم الحسن في فمَّه واِحسين صاير دونَه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9D1EBF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25AD1" w14:paraId="1F2B2A6A" w14:textId="77777777" w:rsidTr="0022086D">
        <w:trPr>
          <w:trHeight w:val="350"/>
        </w:trPr>
        <w:tc>
          <w:tcPr>
            <w:tcW w:w="3920" w:type="dxa"/>
            <w:shd w:val="clear" w:color="auto" w:fill="auto"/>
          </w:tcPr>
          <w:p w14:paraId="25556D9F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lastRenderedPageBreak/>
              <w:t>قلها يزهرا اِسمعي سِر الذي اِتذكرينه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95B23E8" w14:textId="77777777" w:rsidR="00E25AD1" w:rsidRDefault="00E25AD1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87D6F7F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جبريل به خبّرني اُوها السّاع باتسمعينَه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5AD1" w14:paraId="5A9485C5" w14:textId="77777777" w:rsidTr="0022086D">
        <w:trPr>
          <w:trHeight w:val="350"/>
        </w:trPr>
        <w:tc>
          <w:tcPr>
            <w:tcW w:w="3920" w:type="dxa"/>
          </w:tcPr>
          <w:p w14:paraId="5606DEBA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بالسّم يقضي هذا واِحسين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بيذبحونَه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9B6494" w14:textId="77777777" w:rsidR="00E25AD1" w:rsidRDefault="00E25AD1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46E67E5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قالت آني وافجعني طول الدّهر محزونه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5AD1" w14:paraId="42A97428" w14:textId="77777777" w:rsidTr="0022086D">
        <w:trPr>
          <w:trHeight w:val="350"/>
        </w:trPr>
        <w:tc>
          <w:tcPr>
            <w:tcW w:w="3920" w:type="dxa"/>
          </w:tcPr>
          <w:p w14:paraId="0EDCBEA5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واتزفّرت بنت النّبي والدمع منها بادي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8A7EE2" w14:textId="77777777" w:rsidR="00E25AD1" w:rsidRDefault="00E25AD1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326DC1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اُوصاحت ألا وا ذلّي وافجعني باُولادي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5AD1" w14:paraId="44BB7579" w14:textId="77777777" w:rsidTr="0022086D">
        <w:trPr>
          <w:trHeight w:val="350"/>
        </w:trPr>
        <w:tc>
          <w:tcPr>
            <w:tcW w:w="3920" w:type="dxa"/>
          </w:tcPr>
          <w:p w14:paraId="79DA03DC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والله مصايب حلّت ايكثّر لها تعدادي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D30D40" w14:textId="77777777" w:rsidR="00E25AD1" w:rsidRDefault="00E25AD1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B033AE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من أجلكُم يا ولادي طول الدّهر محزونه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69685EF" w14:textId="77777777" w:rsidR="00EE7C84" w:rsidRDefault="00E21949" w:rsidP="00E25AD1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25AD1" w14:paraId="358CE843" w14:textId="77777777" w:rsidTr="0022086D">
        <w:trPr>
          <w:trHeight w:val="350"/>
        </w:trPr>
        <w:tc>
          <w:tcPr>
            <w:tcW w:w="3920" w:type="dxa"/>
            <w:shd w:val="clear" w:color="auto" w:fill="auto"/>
          </w:tcPr>
          <w:p w14:paraId="379D2001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كبد البتولة مِن حشاها طاحتِ 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1E19BB5" w14:textId="77777777" w:rsidR="00E25AD1" w:rsidRDefault="00E25AD1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71F4452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اُو صارت الذلّة في بني هاشم اُو مخزوم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5AD1" w14:paraId="1F2FC3EE" w14:textId="77777777" w:rsidTr="0022086D">
        <w:trPr>
          <w:trHeight w:val="350"/>
        </w:trPr>
        <w:tc>
          <w:tcPr>
            <w:tcW w:w="3920" w:type="dxa"/>
          </w:tcPr>
          <w:p w14:paraId="79B73072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ولا فتاة في المدينة في خدرها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CA8B04" w14:textId="77777777" w:rsidR="00E25AD1" w:rsidRDefault="00E25AD1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43C6D6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 طلعت تلطم الهام ابعشرها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5AD1" w14:paraId="507CC2B4" w14:textId="77777777" w:rsidTr="0022086D">
        <w:trPr>
          <w:trHeight w:val="350"/>
        </w:trPr>
        <w:tc>
          <w:tcPr>
            <w:tcW w:w="3920" w:type="dxa"/>
          </w:tcPr>
          <w:p w14:paraId="067C402E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اُو أمّا البتولة سمعوا الونة ابقبرها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B6D975" w14:textId="77777777" w:rsidR="00E25AD1" w:rsidRDefault="00E25AD1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C158E9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بالأمس ضلعي اِيكسّرونه اُو كبدي 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5AD1" w14:paraId="203E880B" w14:textId="77777777" w:rsidTr="0022086D">
        <w:trPr>
          <w:trHeight w:val="350"/>
        </w:trPr>
        <w:tc>
          <w:tcPr>
            <w:tcW w:w="3920" w:type="dxa"/>
          </w:tcPr>
          <w:p w14:paraId="5D464822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يهل المدينة ونة الزهرا اِسمعوها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4A2AE6" w14:textId="77777777" w:rsidR="00E25AD1" w:rsidRDefault="00E25AD1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5C9EA1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حتّى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ابقبرها اِتصيح كبدي قطّعوها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5AD1" w14:paraId="5CCCF10C" w14:textId="77777777" w:rsidTr="0022086D">
        <w:trPr>
          <w:trHeight w:val="350"/>
        </w:trPr>
        <w:tc>
          <w:tcPr>
            <w:tcW w:w="3920" w:type="dxa"/>
          </w:tcPr>
          <w:p w14:paraId="19F5C3B9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عنّي</w:t>
            </w:r>
            <w:r>
              <w:rPr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الصفايح يا لمحبّين اِرفعوها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624CC1" w14:textId="77777777" w:rsidR="00E25AD1" w:rsidRDefault="00E25AD1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273299" w14:textId="77777777" w:rsidR="00E25AD1" w:rsidRDefault="00E25AD1" w:rsidP="00E25AD1">
            <w:pPr>
              <w:pStyle w:val="libPoem"/>
            </w:pPr>
            <w:r>
              <w:rPr>
                <w:rtl/>
                <w:lang w:bidi="fa-IR"/>
              </w:rPr>
              <w:t>بظهر على الدّنيااُو بشوف اشصاير 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5AD1" w14:paraId="3B23A706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D482E8E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كبدي قبل كبد الحسن بالطّشت طاحتْ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2EC538" w14:textId="77777777" w:rsidR="00E25AD1" w:rsidRDefault="00E25AD1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50C1B2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اُوروحي قبل روح الحسن بالحور راحتْ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5AD1" w14:paraId="3F5D3C5B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1CB7774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واِنكان</w:t>
            </w:r>
            <w:r>
              <w:rPr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زينب في العزا صاحت اُوناحتْ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B29B05" w14:textId="77777777" w:rsidR="00E25AD1" w:rsidRDefault="00E25AD1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F1EEA6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زينب بكت بادموع وانا دمعي اِدموم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5AD1" w14:paraId="2150A10E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6E15808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قالوا يزهرا سبطك الزاكي الطاهر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FB171A" w14:textId="77777777" w:rsidR="00E25AD1" w:rsidRDefault="00E25AD1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B2255F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سموه اُولاد الزواني والعواهر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5AD1" w14:paraId="234894D1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D3F4D03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ليتك ترينه ايتوح كبده والمراير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7A2508" w14:textId="77777777" w:rsidR="00E25AD1" w:rsidRDefault="00E25AD1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EBA5E9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يبكي على اِفراقه السبط والدمع مسجوم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5AD1" w14:paraId="7346900C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281E01B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واِحسين نادى اُولزم ظهره بالأيادي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7F3EE8" w14:textId="77777777" w:rsidR="00E25AD1" w:rsidRDefault="00E25AD1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9D0E9E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ظهري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كسرته يا عضيدي اُويا سنادي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5AD1" w14:paraId="7259DB34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5111597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وابصدرها زينب تضمّه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اُوهي 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763E2A" w14:textId="77777777" w:rsidR="00E25AD1" w:rsidRDefault="00E25AD1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3B91EB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كبد البتولة من حشاها طاحت 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5AD1" w14:paraId="02E7D0C2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C3B5D63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اِلزم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على كبدي يخويه اِحسين بيدك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7A96C7" w14:textId="77777777" w:rsidR="00E25AD1" w:rsidRDefault="00E25AD1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F714DA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اُوسكّت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إلى النّسوان عن همٍّ يزيدك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5AD1" w14:paraId="6D3B2D59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24042A0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الله اُولحد هاليوم باتفارق عضيدك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48A4AE" w14:textId="77777777" w:rsidR="00E25AD1" w:rsidRDefault="00E25AD1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E28CA9" w14:textId="77777777" w:rsidR="00E25AD1" w:rsidRDefault="00E25AD1" w:rsidP="0022086D">
            <w:pPr>
              <w:pStyle w:val="libPoem"/>
            </w:pPr>
            <w:r>
              <w:rPr>
                <w:rtl/>
                <w:lang w:bidi="fa-IR"/>
              </w:rPr>
              <w:t>كبدي تراهي اتقطّعت من كثر لسموم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247963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E32A4" w14:paraId="350AB207" w14:textId="77777777" w:rsidTr="0022086D">
        <w:trPr>
          <w:trHeight w:val="350"/>
        </w:trPr>
        <w:tc>
          <w:tcPr>
            <w:tcW w:w="3920" w:type="dxa"/>
            <w:shd w:val="clear" w:color="auto" w:fill="auto"/>
          </w:tcPr>
          <w:p w14:paraId="5F5A583A" w14:textId="77777777" w:rsidR="00CE32A4" w:rsidRDefault="00CE32A4" w:rsidP="0022086D">
            <w:pPr>
              <w:pStyle w:val="libPoem"/>
            </w:pPr>
            <w:r>
              <w:rPr>
                <w:rtl/>
                <w:lang w:bidi="fa-IR"/>
              </w:rPr>
              <w:lastRenderedPageBreak/>
              <w:t>بوصيك بولادي عن التشتيت لمهم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7F79545" w14:textId="77777777" w:rsidR="00CE32A4" w:rsidRDefault="00CE32A4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02636A1" w14:textId="77777777" w:rsidR="00CE32A4" w:rsidRDefault="00CE32A4" w:rsidP="0022086D">
            <w:pPr>
              <w:pStyle w:val="libPoem"/>
            </w:pPr>
            <w:r>
              <w:rPr>
                <w:rtl/>
                <w:lang w:bidi="fa-IR"/>
              </w:rPr>
              <w:t>إنته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أبوهم يا خليصي واِنته عمّهم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32A4" w14:paraId="274506D8" w14:textId="77777777" w:rsidTr="0022086D">
        <w:trPr>
          <w:trHeight w:val="350"/>
        </w:trPr>
        <w:tc>
          <w:tcPr>
            <w:tcW w:w="3920" w:type="dxa"/>
          </w:tcPr>
          <w:p w14:paraId="765C93D3" w14:textId="77777777" w:rsidR="00CE32A4" w:rsidRDefault="00CE32A4" w:rsidP="0022086D">
            <w:pPr>
              <w:pStyle w:val="libPoem"/>
            </w:pPr>
            <w:r>
              <w:rPr>
                <w:rtl/>
                <w:lang w:bidi="fa-IR"/>
              </w:rPr>
              <w:t>لو غمّضت عيني عسى الله ايدومك اِلهُم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A00B53" w14:textId="77777777" w:rsidR="00CE32A4" w:rsidRDefault="00CE32A4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DF4ACB" w14:textId="77777777" w:rsidR="00CE32A4" w:rsidRDefault="00CE32A4" w:rsidP="0022086D">
            <w:pPr>
              <w:pStyle w:val="libPoem"/>
            </w:pPr>
            <w:r>
              <w:rPr>
                <w:rtl/>
                <w:lang w:bidi="fa-IR"/>
              </w:rPr>
              <w:t>والعمّ بولاد الاُخو يحسين ملزوم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32A4" w14:paraId="7FE755FB" w14:textId="77777777" w:rsidTr="0022086D">
        <w:trPr>
          <w:trHeight w:val="350"/>
        </w:trPr>
        <w:tc>
          <w:tcPr>
            <w:tcW w:w="3920" w:type="dxa"/>
          </w:tcPr>
          <w:p w14:paraId="1E244FAF" w14:textId="77777777" w:rsidR="00CE32A4" w:rsidRDefault="00CE32A4" w:rsidP="0022086D">
            <w:pPr>
              <w:pStyle w:val="libPoem"/>
            </w:pPr>
            <w:r>
              <w:rPr>
                <w:rtl/>
                <w:lang w:bidi="fa-IR"/>
              </w:rPr>
              <w:t>قله عجل سلّم على الزهرا اُوجدّك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119D6D" w14:textId="77777777" w:rsidR="00CE32A4" w:rsidRDefault="00CE32A4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D148EC" w14:textId="77777777" w:rsidR="00CE32A4" w:rsidRDefault="00CE32A4" w:rsidP="0022086D">
            <w:pPr>
              <w:pStyle w:val="libPoem"/>
            </w:pPr>
            <w:r>
              <w:rPr>
                <w:rtl/>
                <w:lang w:bidi="fa-IR"/>
              </w:rPr>
              <w:t>واَخبر اُبوك المرتضى ابتقطيع كبدك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32A4" w14:paraId="33AE9F43" w14:textId="77777777" w:rsidTr="0022086D">
        <w:trPr>
          <w:trHeight w:val="350"/>
        </w:trPr>
        <w:tc>
          <w:tcPr>
            <w:tcW w:w="3920" w:type="dxa"/>
          </w:tcPr>
          <w:p w14:paraId="68DA6CA0" w14:textId="77777777" w:rsidR="00CE32A4" w:rsidRDefault="00CE32A4" w:rsidP="0022086D">
            <w:pPr>
              <w:pStyle w:val="libPoem"/>
            </w:pPr>
            <w:r>
              <w:rPr>
                <w:rtl/>
                <w:lang w:bidi="fa-IR"/>
              </w:rPr>
              <w:t>يا ليتني فدوة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اُوضمني اليوم لحدك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862C70" w14:textId="77777777" w:rsidR="00CE32A4" w:rsidRDefault="00CE32A4" w:rsidP="0022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639743" w14:textId="77777777" w:rsidR="00CE32A4" w:rsidRDefault="00CE32A4" w:rsidP="0022086D">
            <w:pPr>
              <w:pStyle w:val="libPoem"/>
            </w:pPr>
            <w:r>
              <w:rPr>
                <w:rtl/>
                <w:lang w:bidi="fa-IR"/>
              </w:rPr>
              <w:t>شوف الحريم اِتنوح يمّك واُمّ كلثوم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D20907A" w14:textId="77777777" w:rsidR="00EE7C84" w:rsidRDefault="00E21949" w:rsidP="00CE32A4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3"/>
        <w:gridCol w:w="304"/>
        <w:gridCol w:w="3914"/>
      </w:tblGrid>
      <w:tr w:rsidR="0022086D" w14:paraId="2FA72431" w14:textId="77777777" w:rsidTr="0022086D">
        <w:trPr>
          <w:trHeight w:val="350"/>
        </w:trPr>
        <w:tc>
          <w:tcPr>
            <w:tcW w:w="3536" w:type="dxa"/>
            <w:shd w:val="clear" w:color="auto" w:fill="auto"/>
          </w:tcPr>
          <w:p w14:paraId="75536891" w14:textId="77777777" w:rsidR="0022086D" w:rsidRDefault="0022086D" w:rsidP="0022086D">
            <w:pPr>
              <w:pStyle w:val="libPoem"/>
            </w:pPr>
            <w:r>
              <w:rPr>
                <w:rtl/>
                <w:lang w:bidi="fa-IR"/>
              </w:rPr>
              <w:t>مات الحسن يا حيدر الكرّار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مسموم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1BDF711F" w14:textId="77777777" w:rsidR="0022086D" w:rsidRDefault="0022086D" w:rsidP="0022086D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14:paraId="66038235" w14:textId="77777777" w:rsidR="0022086D" w:rsidRDefault="0022086D" w:rsidP="0022086D">
            <w:pPr>
              <w:pStyle w:val="libPoem"/>
            </w:pPr>
            <w:r>
              <w:rPr>
                <w:rtl/>
                <w:lang w:bidi="fa-IR"/>
              </w:rPr>
              <w:t>والله عجايب يا علي يهنى لك النوم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86D" w14:paraId="6879416C" w14:textId="77777777" w:rsidTr="0022086D">
        <w:trPr>
          <w:trHeight w:val="350"/>
        </w:trPr>
        <w:tc>
          <w:tcPr>
            <w:tcW w:w="3536" w:type="dxa"/>
          </w:tcPr>
          <w:p w14:paraId="3A2425B9" w14:textId="77777777" w:rsidR="0022086D" w:rsidRDefault="0022086D" w:rsidP="0022086D">
            <w:pPr>
              <w:pStyle w:val="libPoem"/>
            </w:pPr>
            <w:r>
              <w:rPr>
                <w:rtl/>
                <w:lang w:bidi="fa-IR"/>
              </w:rPr>
              <w:t>شبلك يحيدر سمته جعدةالدعيّه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7C7ED58" w14:textId="77777777" w:rsidR="0022086D" w:rsidRDefault="0022086D" w:rsidP="0022086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BE91937" w14:textId="77777777" w:rsidR="0022086D" w:rsidRDefault="0022086D" w:rsidP="0022086D">
            <w:pPr>
              <w:pStyle w:val="libPoem"/>
            </w:pPr>
            <w:r>
              <w:rPr>
                <w:rtl/>
                <w:lang w:bidi="fa-IR"/>
              </w:rPr>
              <w:t>واَمسى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يحيدر شارب الكاس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86D" w14:paraId="04EA5F07" w14:textId="77777777" w:rsidTr="0022086D">
        <w:trPr>
          <w:trHeight w:val="350"/>
        </w:trPr>
        <w:tc>
          <w:tcPr>
            <w:tcW w:w="3536" w:type="dxa"/>
          </w:tcPr>
          <w:p w14:paraId="0ECFC28D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ودّع اُولاده واَجدب الونة خفيّه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367476E" w14:textId="77777777" w:rsidR="0022086D" w:rsidRDefault="0022086D" w:rsidP="0022086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C2C273F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اُو حوله تحن واتنوح زينب واُم كلثوم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86D" w14:paraId="24FD58BF" w14:textId="77777777" w:rsidTr="0022086D">
        <w:trPr>
          <w:trHeight w:val="350"/>
        </w:trPr>
        <w:tc>
          <w:tcPr>
            <w:tcW w:w="3536" w:type="dxa"/>
          </w:tcPr>
          <w:p w14:paraId="2E4C396E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نادى الحسن في وين اخويه اِحسين عنّي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D43F90B" w14:textId="77777777" w:rsidR="0022086D" w:rsidRDefault="0022086D" w:rsidP="0022086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3B5EACB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قصدي أباودعه وريده يودّعني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86D" w14:paraId="7689C1A8" w14:textId="77777777" w:rsidTr="0022086D">
        <w:trPr>
          <w:trHeight w:val="350"/>
        </w:trPr>
        <w:tc>
          <w:tcPr>
            <w:tcW w:w="3536" w:type="dxa"/>
          </w:tcPr>
          <w:p w14:paraId="2642598D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اِتمنّيت اَنا ما كان ساعة يفارقني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A72389C" w14:textId="77777777" w:rsidR="0022086D" w:rsidRDefault="0022086D" w:rsidP="0022086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AF28FF6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لكن قضى الله والذي في اللوح محتوم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86D" w14:paraId="2C41535B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DD73C73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واِحسين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اِينادي عيشتي كشرة بليّاك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536C956" w14:textId="77777777" w:rsidR="0022086D" w:rsidRDefault="0022086D" w:rsidP="0022086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1D6E5FA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خذني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يخويه بالقبر باروح ويّاك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86D" w14:paraId="3CC33B11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12791FE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اِيذوب قلبي لا بكت حولي يتاماك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6189623" w14:textId="77777777" w:rsidR="0022086D" w:rsidRDefault="0022086D" w:rsidP="0022086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844A6E4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ما اُوحش الدنيا عقب عينك يمسموم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86D" w14:paraId="5D049811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8BDC488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مات الحسن واتزلزلت مكّة اُو اطيبه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3296894" w14:textId="77777777" w:rsidR="0022086D" w:rsidRDefault="0022086D" w:rsidP="0022086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69DC112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الأملاك تنعى مات سردال الحريبه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86D" w14:paraId="6AC647A6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44ABDCA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وآشوف حيدر بالنّجف طول الغيبه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25F9A4B" w14:textId="77777777" w:rsidR="0022086D" w:rsidRDefault="0022086D" w:rsidP="0022086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8AEF3A7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لَحد يبو الحملات من خواتك اليوم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86D" w14:paraId="710F3105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3B7A06B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ويلاه يوم اِحسين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ودّع للشفيّه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691FF1D" w14:textId="77777777" w:rsidR="0022086D" w:rsidRDefault="0022086D" w:rsidP="0022086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9F4D7FF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اُو نادى يخويه شمتتْ العدوان بيّه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86D" w14:paraId="0EF6047B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ED86F6B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إنته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بارض طيبة وانا بالغاضريّه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0375D94" w14:textId="77777777" w:rsidR="0022086D" w:rsidRDefault="0022086D" w:rsidP="0022086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70D940F" w14:textId="77777777" w:rsidR="0022086D" w:rsidRDefault="003631F9" w:rsidP="003631F9">
            <w:pPr>
              <w:pStyle w:val="libPoem"/>
            </w:pPr>
            <w:r>
              <w:rPr>
                <w:rtl/>
                <w:lang w:bidi="fa-IR"/>
              </w:rPr>
              <w:t>جسمي لعجدل!والغسل من فيض لدموم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86D" w14:paraId="052AE31B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F169C4F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خويه ابهوادي الليل تبكيك المحاريب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17729F5" w14:textId="77777777" w:rsidR="0022086D" w:rsidRDefault="0022086D" w:rsidP="0022086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391A31B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خويه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المنابر عقب عينك شقّت الجيب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86D" w14:paraId="464760D5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957414C" w14:textId="77777777" w:rsidR="0022086D" w:rsidRDefault="003631F9" w:rsidP="003631F9">
            <w:pPr>
              <w:pStyle w:val="libPoem"/>
            </w:pPr>
            <w:r>
              <w:rPr>
                <w:rtl/>
                <w:lang w:bidi="fa-IR"/>
              </w:rPr>
              <w:t>ياخوي عيشي من عقب عينك فلايطيب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370ED2F" w14:textId="77777777" w:rsidR="0022086D" w:rsidRDefault="0022086D" w:rsidP="0022086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E47DF1F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اُوعيني عقب عينك أبد ما تقبل النوم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86D" w14:paraId="07587418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B5AAA8A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اُو زينب تنادي الحسن خويه يا ولينه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04D3DD6" w14:textId="77777777" w:rsidR="0022086D" w:rsidRDefault="0022086D" w:rsidP="0022086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E49FC14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واشمتتْ الشامات يابن اُمّي علينا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86D" w14:paraId="16B4F88B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76A749D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لَحد يراعي الجود يا راعي السكينه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A089834" w14:textId="77777777" w:rsidR="0022086D" w:rsidRDefault="0022086D" w:rsidP="0022086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6C3F5AF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نصبت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عزاك اليوم زينب واُم كلثوم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86D" w14:paraId="15E7A9F9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7AFA84A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مات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الحسن وانهدم سور الهاشميّه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8D7F6C6" w14:textId="77777777" w:rsidR="0022086D" w:rsidRDefault="0022086D" w:rsidP="0022086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022E63E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هذي المدارس أصبحت بعده خليّه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86D" w14:paraId="0704FE2C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37079F0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مات الزكيُّ ابنُ الزكي اُو ظلمّت ادياره</w:t>
            </w:r>
            <w:r w:rsidRPr="00CE32A4">
              <w:rPr>
                <w:rStyle w:val="libFootnotenumChar"/>
                <w:rtl/>
              </w:rPr>
              <w:t>(1)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D02ED24" w14:textId="77777777" w:rsidR="0022086D" w:rsidRDefault="0022086D" w:rsidP="0022086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45048C8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واسمع حنين اليوم ينعى وسط داره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86D" w14:paraId="18572277" w14:textId="77777777" w:rsidTr="002208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5978578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والمجد أضحى باكي إدموعه اتّجاره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0E8423C" w14:textId="77777777" w:rsidR="0022086D" w:rsidRDefault="0022086D" w:rsidP="0022086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941B204" w14:textId="77777777" w:rsidR="0022086D" w:rsidRDefault="003631F9" w:rsidP="0022086D">
            <w:pPr>
              <w:pStyle w:val="libPoem"/>
            </w:pPr>
            <w:r>
              <w:rPr>
                <w:rtl/>
                <w:lang w:bidi="fa-IR"/>
              </w:rPr>
              <w:t>والدين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أصبح يصفق إبيَد خليّه</w:t>
            </w:r>
            <w:r w:rsidR="0022086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1D1FA75" w14:textId="77777777" w:rsidR="00EE7C84" w:rsidRDefault="00CE32A4" w:rsidP="00CE32A4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</w:p>
    <w:p w14:paraId="4F82426E" w14:textId="77777777" w:rsidR="00EE7C84" w:rsidRDefault="00EE7C84" w:rsidP="00CE32A4">
      <w:pPr>
        <w:pStyle w:val="libFootnote0"/>
        <w:rPr>
          <w:lang w:bidi="fa-IR"/>
        </w:rPr>
      </w:pPr>
      <w:r>
        <w:rPr>
          <w:rtl/>
          <w:lang w:bidi="fa-IR"/>
        </w:rPr>
        <w:t>(1) يبدو أنّ هناك شطرين قبل هذا الشطر سقطا من الأصل</w:t>
      </w:r>
      <w:r w:rsidR="00FB110A">
        <w:rPr>
          <w:rtl/>
          <w:lang w:bidi="fa-IR"/>
        </w:rPr>
        <w:t>.</w:t>
      </w:r>
      <w:r>
        <w:rPr>
          <w:rtl/>
          <w:lang w:bidi="fa-IR"/>
        </w:rPr>
        <w:t xml:space="preserve"> ( موقع معهد الإمامين الحسنَين)</w:t>
      </w:r>
    </w:p>
    <w:p w14:paraId="533B4D54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C7A90" w14:paraId="2E402CE3" w14:textId="77777777" w:rsidTr="003C35D5">
        <w:trPr>
          <w:trHeight w:val="350"/>
        </w:trPr>
        <w:tc>
          <w:tcPr>
            <w:tcW w:w="3920" w:type="dxa"/>
            <w:shd w:val="clear" w:color="auto" w:fill="auto"/>
          </w:tcPr>
          <w:p w14:paraId="2512616A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lastRenderedPageBreak/>
              <w:t>يومٌ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دنت منّه المنيّة ابن النّبيِّين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D2FE770" w14:textId="77777777" w:rsidR="008C7A90" w:rsidRDefault="008C7A90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1CE9BEA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نادى ابعباس البطل لَم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7A90" w14:paraId="3EF84D19" w14:textId="77777777" w:rsidTr="003C35D5">
        <w:trPr>
          <w:trHeight w:val="350"/>
        </w:trPr>
        <w:tc>
          <w:tcPr>
            <w:tcW w:w="3920" w:type="dxa"/>
          </w:tcPr>
          <w:p w14:paraId="6F06C1E0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عبّاس سرّع بالعجل نادوا لي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489E2A" w14:textId="77777777" w:rsidR="008C7A90" w:rsidRDefault="008C7A90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E8B1C3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يحسين خويه داستمع منّي الوصيّه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7A90" w14:paraId="2888CA3E" w14:textId="77777777" w:rsidTr="003C35D5">
        <w:trPr>
          <w:trHeight w:val="350"/>
        </w:trPr>
        <w:tc>
          <w:tcPr>
            <w:tcW w:w="3920" w:type="dxa"/>
          </w:tcPr>
          <w:p w14:paraId="56B287F4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صاح الحسن وامزج اِدموع العين بالدَّم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168D9C" w14:textId="77777777" w:rsidR="008C7A90" w:rsidRDefault="008C7A90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E4357B6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اُوصيك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لا تهرق بأمري محجمة دَم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7A90" w14:paraId="57C57332" w14:textId="77777777" w:rsidTr="003C35D5">
        <w:trPr>
          <w:trHeight w:val="350"/>
        </w:trPr>
        <w:tc>
          <w:tcPr>
            <w:tcW w:w="3920" w:type="dxa"/>
          </w:tcPr>
          <w:p w14:paraId="22C3805F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هاللي فعل بي في القيامة سوف يندم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2079CE" w14:textId="77777777" w:rsidR="008C7A90" w:rsidRDefault="008C7A90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ED9DA5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يومٌ تنادي اُو تشتكي الزهرا الزكيّه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7A90" w14:paraId="290ADC43" w14:textId="77777777" w:rsidTr="003C35D5">
        <w:trPr>
          <w:trHeight w:val="350"/>
        </w:trPr>
        <w:tc>
          <w:tcPr>
            <w:tcW w:w="3920" w:type="dxa"/>
          </w:tcPr>
          <w:p w14:paraId="4CE11E1A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قلة يخويه إخوتك واُولاد عمّك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34CBC96" w14:textId="77777777" w:rsidR="008C7A90" w:rsidRDefault="008C7A90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EBAAF8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كُلْهم يخويه يطلبون اليوم دمّك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7A90" w14:paraId="4C5DC3C7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0B0CCF6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قلي يخويه من تعدى لك اُوسمّك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B3ABF2" w14:textId="77777777" w:rsidR="008C7A90" w:rsidRDefault="008C7A90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D82DB1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اُوخل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الكبد منا يخويه ملتظيّه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7A90" w14:paraId="720D67A2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42C9963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متواعدين اِقطام واجعيدة علينه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053A9C" w14:textId="77777777" w:rsidR="008C7A90" w:rsidRDefault="008C7A90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A67619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هذيك في الكوفة اُوهذي في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7A90" w14:paraId="300C8DE1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74DA7CB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اُوصابت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يخويه حيلة الثنتين فينه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2AC6A0" w14:textId="77777777" w:rsidR="008C7A90" w:rsidRDefault="008C7A90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12C497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كُلْ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من علينا اِيدوّر اَسباب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7A90" w14:paraId="7D0AF044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CABACFA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لَحد يخويه اِنكسر سيف اللي ابيميني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17F486" w14:textId="77777777" w:rsidR="008C7A90" w:rsidRDefault="008C7A90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0C7C57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لَحد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يخويه فرقوا بينك اُوبيني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7A90" w14:paraId="2B0853B8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7B058AA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لحد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يخويه اُو شانت الدّنيا اِبعيني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464441" w14:textId="77777777" w:rsidR="008C7A90" w:rsidRDefault="008C7A90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B54AEE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معذور بعدك لا تمنّيت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7A90" w14:paraId="5FAB0AEB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98089B7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من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فرقوا بيني اُو بينك ما تهنّيت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302372" w14:textId="77777777" w:rsidR="008C7A90" w:rsidRDefault="008C7A90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CCB0E4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أظلم عليّه منزلي واستوحش البيت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7A90" w14:paraId="26D0B7F9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FCECF62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حنّيت لفراقك يبعد أهلي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اُونّيت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F6BFA9" w14:textId="77777777" w:rsidR="008C7A90" w:rsidRDefault="008C7A90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423A729" w14:textId="77777777" w:rsidR="008C7A90" w:rsidRDefault="008C7A90" w:rsidP="003C35D5">
            <w:pPr>
              <w:pStyle w:val="libPoem"/>
            </w:pPr>
            <w:r>
              <w:rPr>
                <w:rtl/>
                <w:lang w:bidi="fa-IR"/>
              </w:rPr>
              <w:t>ما أوحش الدنيا عقب عينك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02E8A66" w14:textId="77777777" w:rsidR="00EE7C84" w:rsidRDefault="00EE7C84" w:rsidP="008C7A90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F042D" w14:paraId="5EDCD046" w14:textId="77777777" w:rsidTr="003C35D5">
        <w:trPr>
          <w:trHeight w:val="350"/>
        </w:trPr>
        <w:tc>
          <w:tcPr>
            <w:tcW w:w="3920" w:type="dxa"/>
            <w:shd w:val="clear" w:color="auto" w:fill="auto"/>
          </w:tcPr>
          <w:p w14:paraId="048034B7" w14:textId="77777777" w:rsidR="009F042D" w:rsidRDefault="009F042D" w:rsidP="003C35D5">
            <w:pPr>
              <w:pStyle w:val="libPoem"/>
            </w:pPr>
            <w:r>
              <w:rPr>
                <w:rtl/>
                <w:lang w:bidi="fa-IR"/>
              </w:rPr>
              <w:t>سمعتْ حبيب المصطفى جعدة اللعينه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572F2CC" w14:textId="77777777" w:rsidR="009F042D" w:rsidRDefault="009F042D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5D95D4A" w14:textId="77777777" w:rsidR="009F042D" w:rsidRDefault="009F042D" w:rsidP="003C35D5">
            <w:pPr>
              <w:pStyle w:val="libPoem"/>
            </w:pPr>
            <w:r>
              <w:rPr>
                <w:rtl/>
                <w:lang w:bidi="fa-IR"/>
              </w:rPr>
              <w:t>وابقي الشهيد اِحسين من بعده ولينه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42D" w14:paraId="17FE97CE" w14:textId="77777777" w:rsidTr="003C35D5">
        <w:trPr>
          <w:trHeight w:val="350"/>
        </w:trPr>
        <w:tc>
          <w:tcPr>
            <w:tcW w:w="3920" w:type="dxa"/>
          </w:tcPr>
          <w:p w14:paraId="582EF8F3" w14:textId="77777777" w:rsidR="009F042D" w:rsidRDefault="009F042D" w:rsidP="003C35D5">
            <w:pPr>
              <w:pStyle w:val="libPoem"/>
            </w:pPr>
            <w:r>
              <w:rPr>
                <w:rtl/>
                <w:lang w:bidi="fa-IR"/>
              </w:rPr>
              <w:t>اُوجاتِ الحُميرا وقاتلتهم كُلّ القتال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117538" w14:textId="77777777" w:rsidR="009F042D" w:rsidRDefault="009F042D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CAB13F" w14:textId="77777777" w:rsidR="009F042D" w:rsidRDefault="009F042D" w:rsidP="003C35D5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قالت أبد ما يندفن في بيتي اِمحال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42D" w14:paraId="711ADAEA" w14:textId="77777777" w:rsidTr="003C35D5">
        <w:trPr>
          <w:trHeight w:val="350"/>
        </w:trPr>
        <w:tc>
          <w:tcPr>
            <w:tcW w:w="3920" w:type="dxa"/>
          </w:tcPr>
          <w:p w14:paraId="1D126C1E" w14:textId="77777777" w:rsidR="009F042D" w:rsidRDefault="009F042D" w:rsidP="003C35D5">
            <w:pPr>
              <w:pStyle w:val="libPoem"/>
            </w:pPr>
            <w:r>
              <w:rPr>
                <w:rtl/>
                <w:lang w:bidi="fa-IR"/>
              </w:rPr>
              <w:t>لو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تنفني عدنان كُلْها أول اُوتال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CA69CD" w14:textId="77777777" w:rsidR="009F042D" w:rsidRDefault="009F042D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49D26F" w14:textId="77777777" w:rsidR="009F042D" w:rsidRDefault="009F042D" w:rsidP="003C35D5">
            <w:pPr>
              <w:pStyle w:val="libPoem"/>
            </w:pPr>
            <w:r>
              <w:rPr>
                <w:rtl/>
                <w:lang w:bidi="fa-IR"/>
              </w:rPr>
              <w:t>يحسين قلبي ممتلي منكُم ضغينه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42D" w14:paraId="217A7017" w14:textId="77777777" w:rsidTr="003C35D5">
        <w:trPr>
          <w:trHeight w:val="350"/>
        </w:trPr>
        <w:tc>
          <w:tcPr>
            <w:tcW w:w="3920" w:type="dxa"/>
          </w:tcPr>
          <w:p w14:paraId="2E4D471C" w14:textId="77777777" w:rsidR="009F042D" w:rsidRDefault="009F042D" w:rsidP="003C35D5">
            <w:pPr>
              <w:pStyle w:val="libPoem"/>
            </w:pPr>
            <w:r>
              <w:rPr>
                <w:rtl/>
                <w:lang w:bidi="fa-IR"/>
              </w:rPr>
              <w:t>ذاك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الشهيد الْلي قتلتوه وسط داره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ADB9A3" w14:textId="77777777" w:rsidR="009F042D" w:rsidRDefault="009F042D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B79275" w14:textId="77777777" w:rsidR="009F042D" w:rsidRDefault="009F042D" w:rsidP="003C35D5">
            <w:pPr>
              <w:pStyle w:val="libPoem"/>
            </w:pPr>
            <w:r>
              <w:rPr>
                <w:rtl/>
                <w:lang w:bidi="fa-IR"/>
              </w:rPr>
              <w:t>ملزوم هذا اليوم أنا أطلب اِبثاره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42D" w14:paraId="794B1ADC" w14:textId="77777777" w:rsidTr="003C35D5">
        <w:trPr>
          <w:trHeight w:val="350"/>
        </w:trPr>
        <w:tc>
          <w:tcPr>
            <w:tcW w:w="3920" w:type="dxa"/>
          </w:tcPr>
          <w:p w14:paraId="712AF72C" w14:textId="77777777" w:rsidR="009F042D" w:rsidRDefault="009F042D" w:rsidP="003C35D5">
            <w:pPr>
              <w:pStyle w:val="libPoem"/>
            </w:pPr>
            <w:r>
              <w:rPr>
                <w:rtl/>
                <w:lang w:bidi="fa-IR"/>
              </w:rPr>
              <w:t>هذا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قبر عثمان مبعد عن قراره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594481" w14:textId="77777777" w:rsidR="009F042D" w:rsidRDefault="009F042D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A5C389" w14:textId="77777777" w:rsidR="009F042D" w:rsidRDefault="009F042D" w:rsidP="003C35D5">
            <w:pPr>
              <w:pStyle w:val="libPoem"/>
            </w:pPr>
            <w:r>
              <w:rPr>
                <w:rtl/>
                <w:lang w:bidi="fa-IR"/>
              </w:rPr>
              <w:t>باقصى المدينة دافنينه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42D" w14:paraId="12DCB676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1525DAF" w14:textId="77777777" w:rsidR="009F042D" w:rsidRDefault="009F042D" w:rsidP="003C35D5">
            <w:pPr>
              <w:pStyle w:val="libPoem"/>
            </w:pPr>
            <w:r>
              <w:rPr>
                <w:rtl/>
                <w:lang w:bidi="fa-IR"/>
              </w:rPr>
              <w:t>لا تشغلونا في حربكم يا مغاوير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E0F4D7" w14:textId="77777777" w:rsidR="009F042D" w:rsidRDefault="009F042D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1DB605" w14:textId="77777777" w:rsidR="009F042D" w:rsidRDefault="009F042D" w:rsidP="003C35D5">
            <w:pPr>
              <w:pStyle w:val="libPoem"/>
            </w:pPr>
            <w:r>
              <w:rPr>
                <w:rtl/>
                <w:lang w:bidi="fa-IR"/>
              </w:rPr>
              <w:t>تدرون ما أطلع أنا في ساعة الخير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42D" w14:paraId="735D60F3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8507BC6" w14:textId="77777777" w:rsidR="009F042D" w:rsidRDefault="009F042D" w:rsidP="003C35D5">
            <w:pPr>
              <w:pStyle w:val="libPoem"/>
            </w:pPr>
            <w:r>
              <w:rPr>
                <w:rtl/>
                <w:lang w:bidi="fa-IR"/>
              </w:rPr>
              <w:t>وفي وسط بيتي تدفنون الحسن ما يصير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A92989" w14:textId="77777777" w:rsidR="009F042D" w:rsidRDefault="009F042D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AB0EA3" w14:textId="77777777" w:rsidR="009F042D" w:rsidRDefault="009F042D" w:rsidP="003C35D5">
            <w:pPr>
              <w:pStyle w:val="libPoem"/>
            </w:pPr>
            <w:r>
              <w:rPr>
                <w:rtl/>
                <w:lang w:bidi="fa-IR"/>
              </w:rPr>
              <w:t>قلها أبو فاضل فلا اِحنا شايلينه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42D" w14:paraId="14344075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05D4409" w14:textId="77777777" w:rsidR="009F042D" w:rsidRDefault="009F042D" w:rsidP="003C35D5">
            <w:pPr>
              <w:pStyle w:val="libPoem"/>
            </w:pPr>
            <w:r>
              <w:rPr>
                <w:rtl/>
                <w:lang w:bidi="fa-IR"/>
              </w:rPr>
              <w:t>إحنا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الحرايب والوقايع فننا دوم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07ED8D" w14:textId="77777777" w:rsidR="009F042D" w:rsidRDefault="009F042D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3123B9" w14:textId="77777777" w:rsidR="009F042D" w:rsidRDefault="009F042D" w:rsidP="003C35D5">
            <w:pPr>
              <w:pStyle w:val="libPoem"/>
            </w:pPr>
            <w:r>
              <w:rPr>
                <w:rtl/>
                <w:lang w:bidi="fa-IR"/>
              </w:rPr>
              <w:t>يا ما فنينا اِصفوف واسفكنا من اِدموم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42D" w14:paraId="3FE3E743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3999096" w14:textId="77777777" w:rsidR="009F042D" w:rsidRDefault="009F042D" w:rsidP="003C35D5">
            <w:pPr>
              <w:pStyle w:val="libPoem"/>
            </w:pPr>
            <w:r>
              <w:rPr>
                <w:rtl/>
                <w:lang w:bidi="fa-IR"/>
              </w:rPr>
              <w:t>يحسين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رخّصني أبا شهر سيفي 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4C9A4B" w14:textId="77777777" w:rsidR="009F042D" w:rsidRDefault="009F042D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C7F3E2" w14:textId="77777777" w:rsidR="009F042D" w:rsidRDefault="009F042D" w:rsidP="003C35D5">
            <w:pPr>
              <w:pStyle w:val="libPoem"/>
            </w:pPr>
            <w:r>
              <w:rPr>
                <w:rtl/>
                <w:lang w:bidi="fa-IR"/>
              </w:rPr>
              <w:t>اُو نرغم اُنوف القوم لا تشمت علينه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42D" w14:paraId="45208FD9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52BDE17" w14:textId="77777777" w:rsidR="009F042D" w:rsidRDefault="009F042D" w:rsidP="003C35D5">
            <w:pPr>
              <w:pStyle w:val="libPoem"/>
            </w:pPr>
            <w:r>
              <w:rPr>
                <w:rtl/>
                <w:lang w:bidi="fa-IR"/>
              </w:rPr>
              <w:t>قالوا بني عدنان ما يشفي لغلنا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F3EFA6" w14:textId="77777777" w:rsidR="009F042D" w:rsidRDefault="009F042D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3D7E3C" w14:textId="77777777" w:rsidR="009F042D" w:rsidRDefault="009F042D" w:rsidP="003C35D5">
            <w:pPr>
              <w:pStyle w:val="libPoem"/>
            </w:pPr>
            <w:r>
              <w:rPr>
                <w:rtl/>
                <w:lang w:bidi="fa-IR"/>
              </w:rPr>
              <w:t>يحسين خلنا اِنصول لو عن طبق نفنا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42D" w14:paraId="39A6C9E1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D3B5FB0" w14:textId="77777777" w:rsidR="009F042D" w:rsidRDefault="009F042D" w:rsidP="003C35D5">
            <w:pPr>
              <w:pStyle w:val="libPoem"/>
            </w:pPr>
            <w:r>
              <w:rPr>
                <w:rtl/>
                <w:lang w:bidi="fa-IR"/>
              </w:rPr>
              <w:t>خلنا نتحالف كُلّنا اُو نوفي حلفنا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D28CF9" w14:textId="77777777" w:rsidR="009F042D" w:rsidRDefault="009F042D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770279" w14:textId="77777777" w:rsidR="009F042D" w:rsidRDefault="009F042D" w:rsidP="003C35D5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عبّاس جاها اُو شاهر السيف ابيمينه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E9B821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419B6" w14:paraId="51EA1DCA" w14:textId="77777777" w:rsidTr="003C35D5">
        <w:trPr>
          <w:trHeight w:val="350"/>
        </w:trPr>
        <w:tc>
          <w:tcPr>
            <w:tcW w:w="3920" w:type="dxa"/>
            <w:shd w:val="clear" w:color="auto" w:fill="auto"/>
          </w:tcPr>
          <w:p w14:paraId="3EDBC0BE" w14:textId="77777777" w:rsidR="007419B6" w:rsidRDefault="007419B6" w:rsidP="003C35D5">
            <w:pPr>
              <w:pStyle w:val="libPoem"/>
            </w:pPr>
            <w:r>
              <w:rPr>
                <w:rtl/>
                <w:lang w:bidi="fa-IR"/>
              </w:rPr>
              <w:lastRenderedPageBreak/>
              <w:t>واِحسين قله بوالفضل دغمد اِحسامك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F7E1EEE" w14:textId="77777777" w:rsidR="007419B6" w:rsidRDefault="007419B6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4754522" w14:textId="77777777" w:rsidR="007419B6" w:rsidRDefault="007419B6" w:rsidP="003C35D5">
            <w:pPr>
              <w:pStyle w:val="libPoem"/>
            </w:pPr>
            <w:r>
              <w:rPr>
                <w:rtl/>
                <w:lang w:bidi="fa-IR"/>
              </w:rPr>
              <w:t>ما هوه يومك بوالفضل يومك أمامك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19B6" w14:paraId="75ECE919" w14:textId="77777777" w:rsidTr="003C35D5">
        <w:trPr>
          <w:trHeight w:val="350"/>
        </w:trPr>
        <w:tc>
          <w:tcPr>
            <w:tcW w:w="3920" w:type="dxa"/>
          </w:tcPr>
          <w:p w14:paraId="1D85B2B7" w14:textId="77777777" w:rsidR="007419B6" w:rsidRDefault="007419B6" w:rsidP="003C35D5">
            <w:pPr>
              <w:pStyle w:val="libPoem"/>
            </w:pPr>
            <w:r>
              <w:rPr>
                <w:rtl/>
                <w:lang w:bidi="fa-IR"/>
              </w:rPr>
              <w:t>في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يوم وقعة كربلا جرّد اِحسامك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25D246" w14:textId="77777777" w:rsidR="007419B6" w:rsidRDefault="007419B6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009F53" w14:textId="77777777" w:rsidR="007419B6" w:rsidRDefault="007419B6" w:rsidP="003C35D5">
            <w:pPr>
              <w:pStyle w:val="libPoem"/>
            </w:pPr>
            <w:r>
              <w:rPr>
                <w:rtl/>
                <w:lang w:bidi="fa-IR"/>
              </w:rPr>
              <w:t>يوم يجو ليك اِبطفلهم حاملينَه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CB75BE5" w14:textId="77777777" w:rsidR="00EE7C84" w:rsidRDefault="00EE7C84" w:rsidP="008F54BA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B4674" w14:paraId="7DF4A42B" w14:textId="77777777" w:rsidTr="003C35D5">
        <w:trPr>
          <w:trHeight w:val="350"/>
        </w:trPr>
        <w:tc>
          <w:tcPr>
            <w:tcW w:w="3920" w:type="dxa"/>
            <w:shd w:val="clear" w:color="auto" w:fill="auto"/>
          </w:tcPr>
          <w:p w14:paraId="414D24C0" w14:textId="77777777" w:rsidR="00DB4674" w:rsidRDefault="00DB4674" w:rsidP="003C35D5">
            <w:pPr>
              <w:pStyle w:val="libPoem"/>
            </w:pPr>
            <w:r>
              <w:rPr>
                <w:rtl/>
                <w:lang w:bidi="fa-IR"/>
              </w:rPr>
              <w:t>نُوحي على الاُولاد يا زهرا الحزينَه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787BB4E" w14:textId="77777777" w:rsidR="00DB4674" w:rsidRDefault="00DB467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D298C35" w14:textId="77777777" w:rsidR="00DB4674" w:rsidRDefault="00DB4674" w:rsidP="003C35D5">
            <w:pPr>
              <w:pStyle w:val="libPoem"/>
            </w:pPr>
            <w:r>
              <w:rPr>
                <w:rtl/>
                <w:lang w:bidi="fa-IR"/>
              </w:rPr>
              <w:t>في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كربلا واحد اُواحد في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4674" w14:paraId="7F10FBCA" w14:textId="77777777" w:rsidTr="003C35D5">
        <w:trPr>
          <w:trHeight w:val="350"/>
        </w:trPr>
        <w:tc>
          <w:tcPr>
            <w:tcW w:w="3920" w:type="dxa"/>
          </w:tcPr>
          <w:p w14:paraId="2D4AFA70" w14:textId="77777777" w:rsidR="00DB4674" w:rsidRDefault="00DB4674" w:rsidP="003C35D5">
            <w:pPr>
              <w:pStyle w:val="libPoem"/>
            </w:pPr>
            <w:r>
              <w:rPr>
                <w:rtl/>
                <w:lang w:bidi="fa-IR"/>
              </w:rPr>
              <w:t>واتفرقوا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عنّك اُوصار الشّمل تبديد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76550F" w14:textId="77777777" w:rsidR="00DB4674" w:rsidRDefault="00DB467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A9E708" w14:textId="77777777" w:rsidR="00DB4674" w:rsidRDefault="00DB4674" w:rsidP="003C35D5">
            <w:pPr>
              <w:pStyle w:val="libPoem"/>
            </w:pPr>
            <w:r>
              <w:rPr>
                <w:rtl/>
                <w:lang w:bidi="fa-IR"/>
              </w:rPr>
              <w:t>واحد من اجعيدة قضى واحد من ايزيد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4674" w14:paraId="5629D8B5" w14:textId="77777777" w:rsidTr="003C35D5">
        <w:trPr>
          <w:trHeight w:val="350"/>
        </w:trPr>
        <w:tc>
          <w:tcPr>
            <w:tcW w:w="3920" w:type="dxa"/>
          </w:tcPr>
          <w:p w14:paraId="49986513" w14:textId="77777777" w:rsidR="00DB4674" w:rsidRDefault="00DB4674" w:rsidP="003C35D5">
            <w:pPr>
              <w:pStyle w:val="libPoem"/>
            </w:pPr>
            <w:r>
              <w:rPr>
                <w:rtl/>
                <w:lang w:bidi="fa-IR"/>
              </w:rPr>
              <w:t>واحد دفن عنّك اُواحد عنّك ابعيد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6A6AEE" w14:textId="77777777" w:rsidR="00DB4674" w:rsidRDefault="00DB467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953547" w14:textId="77777777" w:rsidR="00DB4674" w:rsidRDefault="00DB4674" w:rsidP="003C35D5">
            <w:pPr>
              <w:pStyle w:val="libPoem"/>
            </w:pPr>
            <w:r>
              <w:rPr>
                <w:rtl/>
                <w:lang w:bidi="fa-IR"/>
              </w:rPr>
              <w:t>قبر الحسن عندك اُو قبر اِحسين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4674" w14:paraId="1F4D3392" w14:textId="77777777" w:rsidTr="003C35D5">
        <w:trPr>
          <w:trHeight w:val="350"/>
        </w:trPr>
        <w:tc>
          <w:tcPr>
            <w:tcW w:w="3920" w:type="dxa"/>
          </w:tcPr>
          <w:p w14:paraId="1E6B7198" w14:textId="77777777" w:rsidR="00DB4674" w:rsidRDefault="00DB4674" w:rsidP="003C35D5">
            <w:pPr>
              <w:pStyle w:val="libPoem"/>
            </w:pPr>
            <w:r>
              <w:rPr>
                <w:rtl/>
                <w:lang w:bidi="fa-IR"/>
              </w:rPr>
              <w:t>حطّوا يزهرا اليوم في دارك 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F1A5E5" w14:textId="77777777" w:rsidR="00DB4674" w:rsidRDefault="00DB467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75F538" w14:textId="77777777" w:rsidR="00DB4674" w:rsidRDefault="00DB4674" w:rsidP="003C35D5">
            <w:pPr>
              <w:pStyle w:val="libPoem"/>
            </w:pPr>
            <w:r>
              <w:rPr>
                <w:rtl/>
                <w:lang w:bidi="fa-IR"/>
              </w:rPr>
              <w:t>بالدار ناصبها غريب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4674" w14:paraId="24D4269E" w14:textId="77777777" w:rsidTr="003C35D5">
        <w:trPr>
          <w:trHeight w:val="350"/>
        </w:trPr>
        <w:tc>
          <w:tcPr>
            <w:tcW w:w="3920" w:type="dxa"/>
          </w:tcPr>
          <w:p w14:paraId="6FC033CA" w14:textId="77777777" w:rsidR="00DB4674" w:rsidRDefault="00DB4674" w:rsidP="003C35D5">
            <w:pPr>
              <w:pStyle w:val="libPoem"/>
            </w:pPr>
            <w:r>
              <w:rPr>
                <w:rtl/>
                <w:lang w:bidi="fa-IR"/>
              </w:rPr>
              <w:t>وانتي يزهرا بالصفايح مختفيّه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8FBEB9" w14:textId="77777777" w:rsidR="00DB4674" w:rsidRDefault="00DB467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94A03E" w14:textId="77777777" w:rsidR="00DB4674" w:rsidRDefault="00DB4674" w:rsidP="003C35D5">
            <w:pPr>
              <w:pStyle w:val="libPoem"/>
            </w:pPr>
            <w:r>
              <w:rPr>
                <w:rtl/>
                <w:lang w:bidi="fa-IR"/>
              </w:rPr>
              <w:t>ليتك يزهرا اليوم حاله تنظرينه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4674" w14:paraId="43D38C22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9DA48CC" w14:textId="77777777" w:rsidR="00DB4674" w:rsidRDefault="00DB4674" w:rsidP="003C35D5">
            <w:pPr>
              <w:pStyle w:val="libPoem"/>
            </w:pPr>
            <w:r>
              <w:rPr>
                <w:rtl/>
                <w:lang w:bidi="fa-IR"/>
              </w:rPr>
              <w:t>يجدب الونه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 ينظر ابعينه يتاماه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27AC4D" w14:textId="77777777" w:rsidR="00DB4674" w:rsidRDefault="00DB467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09D8EA" w14:textId="77777777" w:rsidR="00DB4674" w:rsidRDefault="00DB4674" w:rsidP="003C35D5">
            <w:pPr>
              <w:pStyle w:val="libPoem"/>
            </w:pPr>
            <w:r>
              <w:rPr>
                <w:rtl/>
                <w:lang w:bidi="fa-IR"/>
              </w:rPr>
              <w:t>واِحسين عنده ينتحب ويصيح ويلاه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4674" w14:paraId="77157DA7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5B3C966" w14:textId="77777777" w:rsidR="00DB4674" w:rsidRDefault="007E12FD" w:rsidP="003C35D5">
            <w:pPr>
              <w:pStyle w:val="libPoem"/>
            </w:pPr>
            <w:r>
              <w:rPr>
                <w:rtl/>
                <w:lang w:bidi="fa-IR"/>
              </w:rPr>
              <w:t>ليتك تشوفينه يودع جملة ابناه</w:t>
            </w:r>
            <w:r w:rsidR="00DB467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4207BF" w14:textId="77777777" w:rsidR="00DB4674" w:rsidRDefault="00DB467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302558" w14:textId="77777777" w:rsidR="00DB4674" w:rsidRDefault="007E12FD" w:rsidP="003C35D5">
            <w:pPr>
              <w:pStyle w:val="libPoem"/>
            </w:pPr>
            <w:r>
              <w:rPr>
                <w:rtl/>
                <w:lang w:bidi="fa-IR"/>
              </w:rPr>
              <w:t>واِحسين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يبكي اُو بالدموع المقل عينه</w:t>
            </w:r>
            <w:r w:rsidR="00DB467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4674" w14:paraId="2286D2B8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E8263F6" w14:textId="77777777" w:rsidR="00DB4674" w:rsidRDefault="007E12FD" w:rsidP="003C35D5">
            <w:pPr>
              <w:pStyle w:val="libPoem"/>
            </w:pPr>
            <w:r>
              <w:rPr>
                <w:rtl/>
                <w:lang w:bidi="fa-IR"/>
              </w:rPr>
              <w:t>ليتك تشوفين الحسن في صدر لحسين</w:t>
            </w:r>
            <w:r w:rsidR="00DB467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41843F" w14:textId="77777777" w:rsidR="00DB4674" w:rsidRDefault="00DB467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7B4159" w14:textId="77777777" w:rsidR="00DB4674" w:rsidRDefault="007E12FD" w:rsidP="003C35D5">
            <w:pPr>
              <w:pStyle w:val="libPoem"/>
            </w:pPr>
            <w:r>
              <w:rPr>
                <w:rtl/>
                <w:lang w:bidi="fa-IR"/>
              </w:rPr>
              <w:t>اِمسندله ابصدره اُو يجرى مدمع العين</w:t>
            </w:r>
            <w:r w:rsidR="00DB467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4674" w14:paraId="52ECC4ED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94E9916" w14:textId="77777777" w:rsidR="00DB4674" w:rsidRDefault="007E12FD" w:rsidP="003C35D5">
            <w:pPr>
              <w:pStyle w:val="libPoem"/>
            </w:pPr>
            <w:r>
              <w:rPr>
                <w:rtl/>
                <w:lang w:bidi="fa-IR"/>
              </w:rPr>
              <w:t>والكل منهم قابض الثاني بليدين</w:t>
            </w:r>
            <w:r w:rsidR="00DB467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53BC54" w14:textId="77777777" w:rsidR="00DB4674" w:rsidRDefault="00DB467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6CCC76" w14:textId="77777777" w:rsidR="00DB4674" w:rsidRDefault="007E12FD" w:rsidP="003C35D5">
            <w:pPr>
              <w:pStyle w:val="libPoem"/>
            </w:pPr>
            <w:r>
              <w:rPr>
                <w:rtl/>
                <w:lang w:bidi="fa-IR"/>
              </w:rPr>
              <w:t>ويقول أمر كوّنه الباري علينه</w:t>
            </w:r>
            <w:r w:rsidR="00DB467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4674" w14:paraId="1861AA57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04B8DE4" w14:textId="77777777" w:rsidR="00DB4674" w:rsidRDefault="007E12FD" w:rsidP="003C35D5">
            <w:pPr>
              <w:pStyle w:val="libPoem"/>
            </w:pPr>
            <w:r>
              <w:rPr>
                <w:rtl/>
                <w:lang w:bidi="fa-IR"/>
              </w:rPr>
              <w:t>ما قلت يا وارث اعلوم النبوّه</w:t>
            </w:r>
            <w:r w:rsidR="00DB467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8F3CD8" w14:textId="77777777" w:rsidR="00DB4674" w:rsidRDefault="00DB467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1DFC38" w14:textId="77777777" w:rsidR="00DB4674" w:rsidRDefault="007E12FD" w:rsidP="003C35D5">
            <w:pPr>
              <w:pStyle w:val="libPoem"/>
            </w:pPr>
            <w:r>
              <w:rPr>
                <w:rtl/>
                <w:lang w:bidi="fa-IR"/>
              </w:rPr>
              <w:t>اقطع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ولا تواصل عديمة هالمروه</w:t>
            </w:r>
            <w:r w:rsidR="00DB467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4674" w14:paraId="24DDBC3F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5D095B5" w14:textId="77777777" w:rsidR="00DB4674" w:rsidRDefault="007E12FD" w:rsidP="003C35D5">
            <w:pPr>
              <w:pStyle w:val="libPoem"/>
            </w:pPr>
            <w:r>
              <w:rPr>
                <w:rtl/>
                <w:lang w:bidi="fa-IR"/>
              </w:rPr>
              <w:t>إيّاك تاكل زاد جعدةهالعدوّه</w:t>
            </w:r>
            <w:r w:rsidR="00DB467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0C333E" w14:textId="77777777" w:rsidR="00DB4674" w:rsidRDefault="00DB467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16C058" w14:textId="77777777" w:rsidR="00DB4674" w:rsidRDefault="007E12FD" w:rsidP="003C35D5">
            <w:pPr>
              <w:pStyle w:val="libPoem"/>
            </w:pPr>
            <w:r>
              <w:rPr>
                <w:rtl/>
                <w:lang w:bidi="fa-IR"/>
              </w:rPr>
              <w:t>خفنا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اُومنها ما اَسلمنا ياولينه</w:t>
            </w:r>
            <w:r w:rsidR="00DB467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4674" w14:paraId="4F4013E8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98B9347" w14:textId="77777777" w:rsidR="00DB4674" w:rsidRDefault="007E12FD" w:rsidP="003C35D5">
            <w:pPr>
              <w:pStyle w:val="libPoem"/>
            </w:pPr>
            <w:r>
              <w:rPr>
                <w:rtl/>
                <w:lang w:bidi="fa-IR"/>
              </w:rPr>
              <w:t>قله شربت السم قبل الساعة أمرار</w:t>
            </w:r>
            <w:r w:rsidR="00DB467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9DF531" w14:textId="77777777" w:rsidR="00DB4674" w:rsidRDefault="00DB467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D42FF2" w14:textId="77777777" w:rsidR="00DB4674" w:rsidRDefault="007E12FD" w:rsidP="003C35D5">
            <w:pPr>
              <w:pStyle w:val="libPoem"/>
            </w:pPr>
            <w:r>
              <w:rPr>
                <w:rtl/>
                <w:lang w:bidi="fa-IR"/>
              </w:rPr>
              <w:t>ولا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شفت من هالحرارة عشر معشار</w:t>
            </w:r>
            <w:r w:rsidR="00DB467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4674" w14:paraId="4015DE34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8487F93" w14:textId="77777777" w:rsidR="00DB4674" w:rsidRDefault="007E12FD" w:rsidP="003C35D5">
            <w:pPr>
              <w:pStyle w:val="libPoem"/>
            </w:pPr>
            <w:r>
              <w:rPr>
                <w:rtl/>
                <w:lang w:bidi="fa-IR"/>
              </w:rPr>
              <w:t>الماي لو منّي شربته ينقلب نار</w:t>
            </w:r>
            <w:r w:rsidR="00DB467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0531181" w14:textId="77777777" w:rsidR="00DB4674" w:rsidRDefault="00DB467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D3594E" w14:textId="77777777" w:rsidR="00DB4674" w:rsidRDefault="007E12FD" w:rsidP="003C35D5">
            <w:pPr>
              <w:pStyle w:val="libPoem"/>
            </w:pPr>
            <w:r>
              <w:rPr>
                <w:rtl/>
                <w:lang w:bidi="fa-IR"/>
              </w:rPr>
              <w:t>ايقطع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لكبدي مثل امواس السنينه</w:t>
            </w:r>
            <w:r w:rsidR="00DB467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4674" w14:paraId="1CEFADA4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1FA34B4" w14:textId="77777777" w:rsidR="00DB4674" w:rsidRDefault="007E12FD" w:rsidP="003C35D5">
            <w:pPr>
              <w:pStyle w:val="libPoem"/>
            </w:pPr>
            <w:r>
              <w:rPr>
                <w:rtl/>
                <w:lang w:bidi="fa-IR"/>
              </w:rPr>
              <w:t>يحسين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وا ويلاه من شيّ اَقاسيه</w:t>
            </w:r>
            <w:r w:rsidR="00DB467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C49FA1" w14:textId="77777777" w:rsidR="00DB4674" w:rsidRDefault="00DB467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2CACD9" w14:textId="77777777" w:rsidR="00DB4674" w:rsidRDefault="007E12FD" w:rsidP="007E12FD">
            <w:pPr>
              <w:pStyle w:val="libPoem"/>
            </w:pPr>
            <w:r>
              <w:rPr>
                <w:rtl/>
                <w:lang w:bidi="fa-IR"/>
              </w:rPr>
              <w:t>اَعظم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على كبدي من اجراح المواسي</w:t>
            </w:r>
            <w:r w:rsidR="00DB467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4674" w14:paraId="7D076C5A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1E537E2" w14:textId="77777777" w:rsidR="00DB4674" w:rsidRDefault="007E12FD" w:rsidP="003C35D5">
            <w:pPr>
              <w:pStyle w:val="libPoem"/>
            </w:pPr>
            <w:r>
              <w:rPr>
                <w:rtl/>
                <w:lang w:bidi="fa-IR"/>
              </w:rPr>
              <w:t>إلزم افّادي يا عزيزي اُوتاج راسي</w:t>
            </w:r>
            <w:r w:rsidR="00DB467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9DA1A2" w14:textId="77777777" w:rsidR="00DB4674" w:rsidRDefault="00DB467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4E9719" w14:textId="77777777" w:rsidR="00DB4674" w:rsidRDefault="007E12FD" w:rsidP="003C35D5">
            <w:pPr>
              <w:pStyle w:val="libPoem"/>
            </w:pPr>
            <w:r>
              <w:rPr>
                <w:rtl/>
                <w:lang w:bidi="fa-IR"/>
              </w:rPr>
              <w:t>ترا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عضيدك فرقوا بينك اُوبينه</w:t>
            </w:r>
            <w:r w:rsidR="00DB467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0D4A378" w14:textId="77777777" w:rsidR="00EE7C84" w:rsidRDefault="00EE7C84" w:rsidP="008F54BA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27915" w14:paraId="3FBF8124" w14:textId="77777777" w:rsidTr="003C35D5">
        <w:trPr>
          <w:trHeight w:val="350"/>
        </w:trPr>
        <w:tc>
          <w:tcPr>
            <w:tcW w:w="3920" w:type="dxa"/>
            <w:shd w:val="clear" w:color="auto" w:fill="auto"/>
          </w:tcPr>
          <w:p w14:paraId="1890064B" w14:textId="77777777" w:rsidR="00F27915" w:rsidRDefault="00F27915" w:rsidP="003C35D5">
            <w:pPr>
              <w:pStyle w:val="libPoem"/>
            </w:pPr>
            <w:r>
              <w:rPr>
                <w:rtl/>
                <w:lang w:bidi="fa-IR"/>
              </w:rPr>
              <w:t>لهفي على سبط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النّبي سمّوه لنذال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84E1A99" w14:textId="77777777" w:rsidR="00F27915" w:rsidRDefault="00F27915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75F57FF" w14:textId="77777777" w:rsidR="00F27915" w:rsidRDefault="00F27915" w:rsidP="003C35D5">
            <w:pPr>
              <w:pStyle w:val="libPoem"/>
            </w:pPr>
            <w:r>
              <w:rPr>
                <w:rtl/>
                <w:lang w:bidi="fa-IR"/>
              </w:rPr>
              <w:t>من زود حر السّم طاح الكبد في 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7915" w14:paraId="45120FD1" w14:textId="77777777" w:rsidTr="003C35D5">
        <w:trPr>
          <w:trHeight w:val="350"/>
        </w:trPr>
        <w:tc>
          <w:tcPr>
            <w:tcW w:w="3920" w:type="dxa"/>
          </w:tcPr>
          <w:p w14:paraId="30CA2210" w14:textId="77777777" w:rsidR="00F27915" w:rsidRDefault="00F27915" w:rsidP="003C35D5">
            <w:pPr>
              <w:pStyle w:val="libPoem"/>
            </w:pPr>
            <w:r>
              <w:rPr>
                <w:rtl/>
                <w:lang w:bidi="fa-IR"/>
              </w:rPr>
              <w:t>ما راح للمسجد قصد بيت الحزينه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898D70" w14:textId="77777777" w:rsidR="00F27915" w:rsidRDefault="00F27915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03E26C" w14:textId="77777777" w:rsidR="00F27915" w:rsidRDefault="00CF0E08" w:rsidP="003C35D5">
            <w:pPr>
              <w:pStyle w:val="libPoem"/>
            </w:pPr>
            <w:r>
              <w:rPr>
                <w:rtl/>
                <w:lang w:bidi="fa-IR"/>
              </w:rPr>
              <w:t>قالت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مهو معتاد هالساعة يجينه</w:t>
            </w:r>
            <w:r w:rsidR="00F279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7915" w14:paraId="5CA76060" w14:textId="77777777" w:rsidTr="003C35D5">
        <w:trPr>
          <w:trHeight w:val="350"/>
        </w:trPr>
        <w:tc>
          <w:tcPr>
            <w:tcW w:w="3920" w:type="dxa"/>
          </w:tcPr>
          <w:p w14:paraId="60F5A2CF" w14:textId="77777777" w:rsidR="00F27915" w:rsidRDefault="00CF0E08" w:rsidP="003C35D5">
            <w:pPr>
              <w:pStyle w:val="libPoem"/>
            </w:pPr>
            <w:r>
              <w:rPr>
                <w:rtl/>
                <w:lang w:bidi="fa-IR"/>
              </w:rPr>
              <w:t>معلوم يا فضّة اِنصبنا في ولينه</w:t>
            </w:r>
            <w:r w:rsidR="00F279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73CFE4" w14:textId="77777777" w:rsidR="00F27915" w:rsidRDefault="00F27915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FB3EDC" w14:textId="77777777" w:rsidR="00F27915" w:rsidRDefault="00CF0E08" w:rsidP="003C35D5">
            <w:pPr>
              <w:pStyle w:val="libPoem"/>
            </w:pPr>
            <w:r>
              <w:rPr>
                <w:rtl/>
                <w:lang w:bidi="fa-IR"/>
              </w:rPr>
              <w:t>خوفي افتجعنا في ولينا بنت لندال</w:t>
            </w:r>
            <w:r w:rsidR="00F279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7915" w14:paraId="35632968" w14:textId="77777777" w:rsidTr="003C35D5">
        <w:trPr>
          <w:trHeight w:val="350"/>
        </w:trPr>
        <w:tc>
          <w:tcPr>
            <w:tcW w:w="3920" w:type="dxa"/>
          </w:tcPr>
          <w:p w14:paraId="1C2936A4" w14:textId="77777777" w:rsidR="00F27915" w:rsidRDefault="00CF0E08" w:rsidP="003C35D5">
            <w:pPr>
              <w:pStyle w:val="libPoem"/>
            </w:pPr>
            <w:r>
              <w:rPr>
                <w:rtl/>
                <w:lang w:bidi="fa-IR"/>
              </w:rPr>
              <w:t>قلها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يبنت المصطفى حالي مهو زين</w:t>
            </w:r>
            <w:r w:rsidR="00F279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21FD67" w14:textId="77777777" w:rsidR="00F27915" w:rsidRDefault="00F27915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0351BA" w14:textId="77777777" w:rsidR="00F27915" w:rsidRDefault="00CF0E08" w:rsidP="003C35D5">
            <w:pPr>
              <w:pStyle w:val="libPoem"/>
            </w:pPr>
            <w:r>
              <w:rPr>
                <w:rtl/>
                <w:lang w:bidi="fa-IR"/>
              </w:rPr>
              <w:t>سكتوا من الضجّة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اُونادوا ليّه اِحسين</w:t>
            </w:r>
            <w:r w:rsidR="00F279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7915" w14:paraId="7D7C902D" w14:textId="77777777" w:rsidTr="003C35D5">
        <w:trPr>
          <w:trHeight w:val="350"/>
        </w:trPr>
        <w:tc>
          <w:tcPr>
            <w:tcW w:w="3920" w:type="dxa"/>
          </w:tcPr>
          <w:p w14:paraId="383856A5" w14:textId="77777777" w:rsidR="00F27915" w:rsidRDefault="00CF0E08" w:rsidP="003C35D5">
            <w:pPr>
              <w:pStyle w:val="libPoem"/>
            </w:pPr>
            <w:r>
              <w:rPr>
                <w:rtl/>
                <w:lang w:bidi="fa-IR"/>
              </w:rPr>
              <w:t>نادوا اُولادي واِخوتي والطالبيّين</w:t>
            </w:r>
            <w:r w:rsidR="00F279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60C5F1" w14:textId="77777777" w:rsidR="00F27915" w:rsidRDefault="00F27915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968BC2" w14:textId="77777777" w:rsidR="00F27915" w:rsidRDefault="00CF0E08" w:rsidP="003C35D5">
            <w:pPr>
              <w:pStyle w:val="libPoem"/>
            </w:pPr>
            <w:r>
              <w:rPr>
                <w:rtl/>
                <w:lang w:bidi="fa-IR"/>
              </w:rPr>
              <w:t>قالت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يخويه لا تفاولني اِبهالفال</w:t>
            </w:r>
            <w:r w:rsidR="00F279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7915" w14:paraId="7B662676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EB4148C" w14:textId="77777777" w:rsidR="00F27915" w:rsidRDefault="00CF0E08" w:rsidP="003C35D5">
            <w:pPr>
              <w:pStyle w:val="libPoem"/>
            </w:pPr>
            <w:r>
              <w:rPr>
                <w:rtl/>
                <w:lang w:bidi="fa-IR"/>
              </w:rPr>
              <w:t>أشفت غليل اِعداي بنت اَشقى البريّه</w:t>
            </w:r>
            <w:r w:rsidR="00F279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84FE9F" w14:textId="77777777" w:rsidR="00F27915" w:rsidRDefault="00F27915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2909B5" w14:textId="77777777" w:rsidR="00F27915" w:rsidRDefault="00CF0E08" w:rsidP="003C35D5">
            <w:pPr>
              <w:pStyle w:val="libPoem"/>
            </w:pPr>
            <w:r>
              <w:rPr>
                <w:rtl/>
                <w:lang w:bidi="fa-IR"/>
              </w:rPr>
              <w:t>سكتوا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من الصيحة اُونادوا حسين ليّه</w:t>
            </w:r>
            <w:r w:rsidR="00F2791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8DE888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3068C" w14:paraId="3B7BDE4D" w14:textId="77777777" w:rsidTr="003C35D5">
        <w:trPr>
          <w:trHeight w:val="350"/>
        </w:trPr>
        <w:tc>
          <w:tcPr>
            <w:tcW w:w="3920" w:type="dxa"/>
            <w:shd w:val="clear" w:color="auto" w:fill="auto"/>
          </w:tcPr>
          <w:p w14:paraId="2C28D081" w14:textId="77777777" w:rsidR="0043068C" w:rsidRDefault="0043068C" w:rsidP="003C35D5">
            <w:pPr>
              <w:pStyle w:val="libPoem"/>
            </w:pPr>
            <w:r>
              <w:rPr>
                <w:rtl/>
                <w:lang w:bidi="fa-IR"/>
              </w:rPr>
              <w:lastRenderedPageBreak/>
              <w:t>مادري بعد يلحق لوما يلحق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4D3AB72" w14:textId="77777777" w:rsidR="0043068C" w:rsidRDefault="0043068C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765124D" w14:textId="77777777" w:rsidR="0043068C" w:rsidRDefault="0043068C" w:rsidP="003C35D5">
            <w:pPr>
              <w:pStyle w:val="libPoem"/>
            </w:pPr>
            <w:r>
              <w:rPr>
                <w:rtl/>
                <w:lang w:bidi="fa-IR"/>
              </w:rPr>
              <w:t>ساعة ولن البيت ضايق ممتلي اِرجال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068C" w14:paraId="53220021" w14:textId="77777777" w:rsidTr="003C35D5">
        <w:trPr>
          <w:trHeight w:val="350"/>
        </w:trPr>
        <w:tc>
          <w:tcPr>
            <w:tcW w:w="3920" w:type="dxa"/>
          </w:tcPr>
          <w:p w14:paraId="1A0C1102" w14:textId="77777777" w:rsidR="0043068C" w:rsidRDefault="0043068C" w:rsidP="003C35D5">
            <w:pPr>
              <w:pStyle w:val="libPoem"/>
            </w:pPr>
            <w:r>
              <w:rPr>
                <w:rtl/>
                <w:lang w:bidi="fa-IR"/>
              </w:rPr>
              <w:t>يبكي عليك الكرم يا أكرم هل الكون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F535D1" w14:textId="77777777" w:rsidR="0043068C" w:rsidRDefault="0043068C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1E86B0" w14:textId="77777777" w:rsidR="0043068C" w:rsidRDefault="0043068C" w:rsidP="003C35D5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أكرم الأجواد في ربعهِ المسكون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068C" w14:paraId="11D5042A" w14:textId="77777777" w:rsidTr="003C35D5">
        <w:trPr>
          <w:trHeight w:val="350"/>
        </w:trPr>
        <w:tc>
          <w:tcPr>
            <w:tcW w:w="3920" w:type="dxa"/>
          </w:tcPr>
          <w:p w14:paraId="5A6BC4EF" w14:textId="77777777" w:rsidR="0043068C" w:rsidRDefault="0043068C" w:rsidP="003C35D5">
            <w:pPr>
              <w:pStyle w:val="libPoem"/>
            </w:pPr>
            <w:r>
              <w:rPr>
                <w:rtl/>
                <w:lang w:bidi="fa-IR"/>
              </w:rPr>
              <w:t>ما صار مثلك في الكرم أبداً فلا يكون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36EE195" w14:textId="77777777" w:rsidR="0043068C" w:rsidRDefault="0043068C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FD10C62" w14:textId="77777777" w:rsidR="0043068C" w:rsidRDefault="0043068C" w:rsidP="003C35D5">
            <w:pPr>
              <w:pStyle w:val="libPoem"/>
            </w:pPr>
            <w:r>
              <w:rPr>
                <w:rtl/>
                <w:lang w:bidi="fa-IR"/>
              </w:rPr>
              <w:t>صاحتْ جميع الفقرا انقطعت الآمال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068C" w14:paraId="76F95471" w14:textId="77777777" w:rsidTr="003C35D5">
        <w:trPr>
          <w:trHeight w:val="350"/>
        </w:trPr>
        <w:tc>
          <w:tcPr>
            <w:tcW w:w="3920" w:type="dxa"/>
          </w:tcPr>
          <w:p w14:paraId="340D7CC6" w14:textId="77777777" w:rsidR="0043068C" w:rsidRDefault="0043068C" w:rsidP="003C35D5">
            <w:pPr>
              <w:pStyle w:val="libPoem"/>
            </w:pPr>
            <w:r>
              <w:rPr>
                <w:rtl/>
                <w:lang w:bidi="fa-IR"/>
              </w:rPr>
              <w:t>واِحسين جاله والنساء متحاولينه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7896A5" w14:textId="77777777" w:rsidR="0043068C" w:rsidRDefault="0043068C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37DBD6" w14:textId="77777777" w:rsidR="0043068C" w:rsidRDefault="0043068C" w:rsidP="003C35D5">
            <w:pPr>
              <w:pStyle w:val="libPoem"/>
            </w:pPr>
            <w:r>
              <w:rPr>
                <w:rtl/>
                <w:lang w:bidi="fa-IR"/>
              </w:rPr>
              <w:t>اُو زينب اتنادي يا ولينا إنولينة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068C" w14:paraId="77ED8869" w14:textId="77777777" w:rsidTr="003C35D5">
        <w:trPr>
          <w:trHeight w:val="350"/>
        </w:trPr>
        <w:tc>
          <w:tcPr>
            <w:tcW w:w="3920" w:type="dxa"/>
          </w:tcPr>
          <w:p w14:paraId="562959A0" w14:textId="77777777" w:rsidR="0043068C" w:rsidRDefault="0043068C" w:rsidP="003C35D5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اُوحش الدنيا يبو محمّد علينه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604298" w14:textId="77777777" w:rsidR="0043068C" w:rsidRDefault="0043068C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E7712D" w14:textId="77777777" w:rsidR="0043068C" w:rsidRDefault="0043068C" w:rsidP="003C35D5">
            <w:pPr>
              <w:pStyle w:val="libPoem"/>
            </w:pPr>
            <w:r>
              <w:rPr>
                <w:rtl/>
                <w:lang w:bidi="fa-IR"/>
              </w:rPr>
              <w:t>أفنى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اَهلنا الدهر ما بقى لنا اِرجال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E9725C5" w14:textId="77777777" w:rsidR="00EE7C84" w:rsidRDefault="00E21949" w:rsidP="0006651D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3"/>
        <w:gridCol w:w="304"/>
        <w:gridCol w:w="3914"/>
      </w:tblGrid>
      <w:tr w:rsidR="00F00BDF" w14:paraId="3BC7D0AA" w14:textId="77777777" w:rsidTr="00F00BDF">
        <w:trPr>
          <w:trHeight w:val="350"/>
        </w:trPr>
        <w:tc>
          <w:tcPr>
            <w:tcW w:w="3536" w:type="dxa"/>
            <w:shd w:val="clear" w:color="auto" w:fill="auto"/>
          </w:tcPr>
          <w:p w14:paraId="3790D9B3" w14:textId="77777777" w:rsidR="00F00BDF" w:rsidRDefault="00F00BDF" w:rsidP="003C35D5">
            <w:pPr>
              <w:pStyle w:val="libPoem"/>
            </w:pPr>
            <w:r>
              <w:rPr>
                <w:rtl/>
                <w:lang w:bidi="fa-IR"/>
              </w:rPr>
              <w:t>صارت صوايح يا علي في بيتك 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4AFC677E" w14:textId="77777777" w:rsidR="00F00BDF" w:rsidRDefault="00F00BD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14:paraId="501B20D8" w14:textId="77777777" w:rsidR="00F00BDF" w:rsidRDefault="00F00BDF" w:rsidP="003C35D5">
            <w:pPr>
              <w:pStyle w:val="libPoem"/>
            </w:pPr>
            <w:r>
              <w:rPr>
                <w:rtl/>
                <w:lang w:bidi="fa-IR"/>
              </w:rPr>
              <w:t>يا حيدر الكرّار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في ثار الحسن 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0BDF" w14:paraId="4BD0C06D" w14:textId="77777777" w:rsidTr="00F00BDF">
        <w:trPr>
          <w:trHeight w:val="350"/>
        </w:trPr>
        <w:tc>
          <w:tcPr>
            <w:tcW w:w="3536" w:type="dxa"/>
          </w:tcPr>
          <w:p w14:paraId="7B9CED8F" w14:textId="77777777" w:rsidR="00F00BDF" w:rsidRDefault="00F00BDF" w:rsidP="003C35D5">
            <w:pPr>
              <w:pStyle w:val="libPoem"/>
            </w:pPr>
            <w:r>
              <w:rPr>
                <w:rtl/>
                <w:lang w:bidi="fa-IR"/>
              </w:rPr>
              <w:t>شالوا الجنازة واقبلت ذيك العدوّه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E52850E" w14:textId="77777777" w:rsidR="00F00BDF" w:rsidRDefault="00F00BD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EC73889" w14:textId="77777777" w:rsidR="00F00BDF" w:rsidRDefault="00F00BDF" w:rsidP="003C35D5">
            <w:pPr>
              <w:pStyle w:val="libPoem"/>
            </w:pPr>
            <w:r>
              <w:rPr>
                <w:rtl/>
                <w:lang w:bidi="fa-IR"/>
              </w:rPr>
              <w:t>اتنادي عليهم يا أهل بيت النبوّه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0BDF" w14:paraId="7D1629A2" w14:textId="77777777" w:rsidTr="00F00BDF">
        <w:trPr>
          <w:trHeight w:val="350"/>
        </w:trPr>
        <w:tc>
          <w:tcPr>
            <w:tcW w:w="3536" w:type="dxa"/>
          </w:tcPr>
          <w:p w14:paraId="2272FB94" w14:textId="77777777" w:rsidR="00F00BDF" w:rsidRDefault="00F00BDF" w:rsidP="003C35D5">
            <w:pPr>
              <w:pStyle w:val="libPoem"/>
            </w:pPr>
            <w:r>
              <w:rPr>
                <w:rtl/>
                <w:lang w:bidi="fa-IR"/>
              </w:rPr>
              <w:t>لا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تدفنون الحسن في هالدار قوّه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02A1869" w14:textId="77777777" w:rsidR="00F00BDF" w:rsidRDefault="00F00BD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9F73E19" w14:textId="77777777" w:rsidR="00F00BDF" w:rsidRDefault="00F00BDF" w:rsidP="003C35D5">
            <w:pPr>
              <w:pStyle w:val="libPoem"/>
            </w:pPr>
            <w:r>
              <w:rPr>
                <w:rtl/>
                <w:lang w:bidi="fa-IR"/>
              </w:rPr>
              <w:t>ردّوا بولدكم من قبل يعداكم اللوم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0BDF" w14:paraId="3B733907" w14:textId="77777777" w:rsidTr="00F00BDF">
        <w:trPr>
          <w:trHeight w:val="350"/>
        </w:trPr>
        <w:tc>
          <w:tcPr>
            <w:tcW w:w="3536" w:type="dxa"/>
          </w:tcPr>
          <w:p w14:paraId="564822E9" w14:textId="77777777" w:rsidR="00F00BDF" w:rsidRDefault="00F00BDF" w:rsidP="003C35D5">
            <w:pPr>
              <w:pStyle w:val="libPoem"/>
            </w:pPr>
            <w:r>
              <w:rPr>
                <w:rtl/>
                <w:lang w:bidi="fa-IR"/>
              </w:rPr>
              <w:t>اسمع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حكيها اُو شمّر اذراعه العبّاس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870369D" w14:textId="77777777" w:rsidR="00F00BDF" w:rsidRDefault="00F00BD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3EBE313" w14:textId="77777777" w:rsidR="00F00BDF" w:rsidRDefault="00F00BDF" w:rsidP="00F00BDF">
            <w:pPr>
              <w:pStyle w:val="libPoem"/>
            </w:pPr>
            <w:r>
              <w:rPr>
                <w:rtl/>
                <w:lang w:bidi="fa-IR"/>
              </w:rPr>
              <w:t>اُوقالها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يبنت الأوّل اللي سيّس الساس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0BDF" w14:paraId="315CC44B" w14:textId="77777777" w:rsidTr="00F00BDF">
        <w:trPr>
          <w:trHeight w:val="350"/>
        </w:trPr>
        <w:tc>
          <w:tcPr>
            <w:tcW w:w="3536" w:type="dxa"/>
          </w:tcPr>
          <w:p w14:paraId="4E5F9563" w14:textId="77777777" w:rsidR="00F00BDF" w:rsidRDefault="00F00BDF" w:rsidP="003C35D5">
            <w:pPr>
              <w:pStyle w:val="libPoem"/>
            </w:pPr>
            <w:r>
              <w:rPr>
                <w:rtl/>
                <w:lang w:bidi="fa-IR"/>
              </w:rPr>
              <w:t>سمعي جوابي اُو يسمعه الحاضر من النّاس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3F2DA9F" w14:textId="77777777" w:rsidR="00F00BDF" w:rsidRDefault="00F00BD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6B9CF91" w14:textId="77777777" w:rsidR="00F00BDF" w:rsidRDefault="00F00BDF" w:rsidP="003C35D5">
            <w:pPr>
              <w:pStyle w:val="libPoem"/>
            </w:pPr>
            <w:r>
              <w:rPr>
                <w:rtl/>
                <w:lang w:bidi="fa-IR"/>
              </w:rPr>
              <w:t>لازم حرايب لوليّه ترجع 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0BDF" w14:paraId="36D52099" w14:textId="77777777" w:rsidTr="00F00B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4EE34A2F" w14:textId="77777777" w:rsidR="00F00BDF" w:rsidRDefault="00F00BDF" w:rsidP="00F00BDF">
            <w:pPr>
              <w:pStyle w:val="libPoem"/>
            </w:pPr>
            <w:r>
              <w:rPr>
                <w:rtl/>
                <w:lang w:bidi="fa-IR"/>
              </w:rPr>
              <w:t>عبّاس جاها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 بالوعايد[ أرعد ]اِرعيد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0A1DE38" w14:textId="77777777" w:rsidR="00F00BDF" w:rsidRDefault="00F00BD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CD6C875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ويقول قتّال الاُخو ما هو من اِبعيد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0BDF" w14:paraId="7BA0F427" w14:textId="77777777" w:rsidTr="00F00B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95068B2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يحسين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خلنا اليوم نفعل كلّما انريد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CCD49B6" w14:textId="77777777" w:rsidR="00F00BDF" w:rsidRDefault="00F00BD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A9184D0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اُو ندفن اُوخونا بالغصب لو نُقتل اليوم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0BDF" w14:paraId="0B7D78F6" w14:textId="77777777" w:rsidTr="00F00B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8C37F24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نادى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عليهم يأهل السؤدد المنعوت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EF17566" w14:textId="77777777" w:rsidR="00F00BDF" w:rsidRDefault="00F00BD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031A46C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ليكون قتّال الاُخو إبثارنا ايفوت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0BDF" w14:paraId="2C243A2D" w14:textId="77777777" w:rsidTr="00F00B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79631E9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حورب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يقنبر في المدينة وارفع الصوت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80596DF" w14:textId="77777777" w:rsidR="00F00BDF" w:rsidRDefault="00F00BD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979AE65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وصيح يا ثارات الحسن هو ثاره اليوم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0BDF" w14:paraId="334C175F" w14:textId="77777777" w:rsidTr="00F00B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4D88FE4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يهلي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البكا والنوح ما هو فن الرجال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314D282" w14:textId="77777777" w:rsidR="00F00BDF" w:rsidRDefault="00F00BD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0DC6CF0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خلو البكا والنوح فن ربّات الحِجال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0BDF" w14:paraId="6E410995" w14:textId="77777777" w:rsidTr="00F00B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9295C60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ولا الجباين ياهلي تدفع الآجال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2C97F95" w14:textId="77777777" w:rsidR="00F00BDF" w:rsidRDefault="00F00BD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7302D27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والموت ما يأخذ أمس من عمره اليوم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0BDF" w14:paraId="5072875C" w14:textId="77777777" w:rsidTr="00F00B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0197FDB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قالت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بني عدنان أبداً ما نشيله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D4ACF98" w14:textId="77777777" w:rsidR="00F00BDF" w:rsidRDefault="00F00BD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A0AEEA8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ذاليوم حتّى ما يسيل الدم سيله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0BDF" w14:paraId="715FC16A" w14:textId="77777777" w:rsidTr="00F00B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4BFB694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ردّي يبنت الأوّل اُوكوني ذليله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9CC23A8" w14:textId="77777777" w:rsidR="00F00BDF" w:rsidRDefault="00F00BD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780C059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وال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حرايب لوليه ترجع اليوم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0BDF" w14:paraId="3948FFB0" w14:textId="77777777" w:rsidTr="00F00B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18BEA5C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اِمن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اقلوبنا يحسين ما تبرد غلايل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FAA7FCB" w14:textId="77777777" w:rsidR="00F00BDF" w:rsidRDefault="00F00BD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AF58DAC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ابهيجة ضُمر اُوسلّت سلايل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0BDF" w14:paraId="15192D97" w14:textId="77777777" w:rsidTr="00F00B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4085D4AF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وال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ابوقعة انخلّي فيها الدم سايل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93D1DEE" w14:textId="77777777" w:rsidR="00F00BDF" w:rsidRDefault="00F00BD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8B223ED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ما تنفع الحسرة اُومش الدمع باكموم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0BDF" w14:paraId="0BEFD60B" w14:textId="77777777" w:rsidTr="00F00B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1F6C251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ما تنفع الحسرة ولا يبرد لنا اغليل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2894356" w14:textId="77777777" w:rsidR="00F00BDF" w:rsidRDefault="00F00BD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6E93701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ابهيجة ضمر اُوسلت مساليل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0BDF" w14:paraId="76310920" w14:textId="77777777" w:rsidTr="00F00B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AF30BB6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اووقعة فيها الدما يجري كما السيل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91502EF" w14:textId="77777777" w:rsidR="00F00BDF" w:rsidRDefault="00F00BD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61E5F0C" w14:textId="77777777" w:rsidR="00F00BDF" w:rsidRDefault="00143A88" w:rsidP="003C35D5">
            <w:pPr>
              <w:pStyle w:val="libPoem"/>
            </w:pPr>
            <w:r>
              <w:rPr>
                <w:rtl/>
                <w:lang w:bidi="fa-IR"/>
              </w:rPr>
              <w:t>والسيف ياخذ راس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كُلْ من يظهر اليوم</w:t>
            </w:r>
            <w:r w:rsidR="00F00BD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238128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945A8" w14:paraId="526B51AB" w14:textId="77777777" w:rsidTr="003C35D5">
        <w:trPr>
          <w:trHeight w:val="350"/>
        </w:trPr>
        <w:tc>
          <w:tcPr>
            <w:tcW w:w="3920" w:type="dxa"/>
            <w:shd w:val="clear" w:color="auto" w:fill="auto"/>
          </w:tcPr>
          <w:p w14:paraId="4C2C83DD" w14:textId="77777777" w:rsidR="00B945A8" w:rsidRDefault="00B945A8" w:rsidP="003C35D5">
            <w:pPr>
              <w:pStyle w:val="libPoem"/>
            </w:pPr>
            <w:r>
              <w:rPr>
                <w:rtl/>
                <w:lang w:bidi="fa-IR"/>
              </w:rPr>
              <w:lastRenderedPageBreak/>
              <w:t>احنا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ابجنازة اُو تشغلينا بالحرايب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2CB8A8D" w14:textId="77777777" w:rsidR="00B945A8" w:rsidRDefault="00B945A8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58F3830" w14:textId="77777777" w:rsidR="00B945A8" w:rsidRDefault="00B945A8" w:rsidP="003C35D5">
            <w:pPr>
              <w:pStyle w:val="libPoem"/>
            </w:pPr>
            <w:r>
              <w:rPr>
                <w:rtl/>
                <w:lang w:bidi="fa-IR"/>
              </w:rPr>
              <w:t>واتعرفي بني عدنان ماضين الضرايب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45A8" w14:paraId="3DB1F8B1" w14:textId="77777777" w:rsidTr="003C35D5">
        <w:trPr>
          <w:trHeight w:val="350"/>
        </w:trPr>
        <w:tc>
          <w:tcPr>
            <w:tcW w:w="3920" w:type="dxa"/>
          </w:tcPr>
          <w:p w14:paraId="7A28EADA" w14:textId="77777777" w:rsidR="00B945A8" w:rsidRDefault="00B945A8" w:rsidP="003C35D5">
            <w:pPr>
              <w:pStyle w:val="libPoem"/>
            </w:pPr>
            <w:r>
              <w:rPr>
                <w:rtl/>
                <w:lang w:bidi="fa-IR"/>
              </w:rPr>
              <w:t>والله لو آمر اندفنه بها لترايب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C6B651" w14:textId="77777777" w:rsidR="00B945A8" w:rsidRDefault="00B945A8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4D047C" w14:textId="77777777" w:rsidR="00B945A8" w:rsidRDefault="00B945A8" w:rsidP="003C35D5">
            <w:pPr>
              <w:pStyle w:val="libPoem"/>
            </w:pPr>
            <w:r>
              <w:rPr>
                <w:rtl/>
                <w:lang w:bidi="fa-IR"/>
              </w:rPr>
              <w:t>اندفنه اُولو تفنى بني هاشم اُو مخزوم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45A8" w14:paraId="362B0F8C" w14:textId="77777777" w:rsidTr="003C35D5">
        <w:trPr>
          <w:trHeight w:val="350"/>
        </w:trPr>
        <w:tc>
          <w:tcPr>
            <w:tcW w:w="3920" w:type="dxa"/>
          </w:tcPr>
          <w:p w14:paraId="6F9E6AA6" w14:textId="77777777" w:rsidR="00B945A8" w:rsidRDefault="00B945A8" w:rsidP="003C35D5">
            <w:pPr>
              <w:pStyle w:val="libPoem"/>
            </w:pPr>
            <w:r>
              <w:rPr>
                <w:rtl/>
                <w:lang w:bidi="fa-IR"/>
              </w:rPr>
              <w:t>نادى اعليه حسين يازين السجايه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6E6608" w14:textId="77777777" w:rsidR="00B945A8" w:rsidRDefault="00B945A8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4D00F8" w14:textId="77777777" w:rsidR="00B945A8" w:rsidRDefault="00B945A8" w:rsidP="003C35D5">
            <w:pPr>
              <w:pStyle w:val="libPoem"/>
            </w:pPr>
            <w:r>
              <w:rPr>
                <w:rtl/>
                <w:lang w:bidi="fa-IR"/>
              </w:rPr>
              <w:t>مثلك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يخويه بوالفضل ما يطيش 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45A8" w14:paraId="08CA1418" w14:textId="77777777" w:rsidTr="003C35D5">
        <w:trPr>
          <w:trHeight w:val="350"/>
        </w:trPr>
        <w:tc>
          <w:tcPr>
            <w:tcW w:w="3920" w:type="dxa"/>
          </w:tcPr>
          <w:p w14:paraId="2D004574" w14:textId="77777777" w:rsidR="00B945A8" w:rsidRDefault="00B945A8" w:rsidP="003C35D5">
            <w:pPr>
              <w:pStyle w:val="libPoem"/>
            </w:pPr>
            <w:r>
              <w:rPr>
                <w:rtl/>
                <w:lang w:bidi="fa-IR"/>
              </w:rPr>
              <w:t>نقتل قتيلاً ما فعل فينا جنايه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753393" w14:textId="77777777" w:rsidR="00B945A8" w:rsidRDefault="00B945A8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4896B2" w14:textId="77777777" w:rsidR="00B945A8" w:rsidRDefault="00B945A8" w:rsidP="003C35D5">
            <w:pPr>
              <w:pStyle w:val="libPoem"/>
            </w:pPr>
            <w:r>
              <w:rPr>
                <w:rtl/>
                <w:lang w:bidi="fa-IR"/>
              </w:rPr>
              <w:t>شيلوا اُخوكم للقبر يعداكم اللوم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45A8" w14:paraId="63AD2FF7" w14:textId="77777777" w:rsidTr="003C35D5">
        <w:trPr>
          <w:trHeight w:val="350"/>
        </w:trPr>
        <w:tc>
          <w:tcPr>
            <w:tcW w:w="3920" w:type="dxa"/>
          </w:tcPr>
          <w:p w14:paraId="4B717FB6" w14:textId="77777777" w:rsidR="00B945A8" w:rsidRDefault="00B945A8" w:rsidP="003C35D5">
            <w:pPr>
              <w:pStyle w:val="libPoem"/>
            </w:pPr>
            <w:r>
              <w:rPr>
                <w:rtl/>
                <w:lang w:bidi="fa-IR"/>
              </w:rPr>
              <w:t>عبّاس يا خويه يبو النفس الأبيّه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3D3C49" w14:textId="77777777" w:rsidR="00B945A8" w:rsidRDefault="00B945A8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3EAE30" w14:textId="77777777" w:rsidR="00B945A8" w:rsidRDefault="00B945A8" w:rsidP="003C35D5">
            <w:pPr>
              <w:pStyle w:val="libPoem"/>
            </w:pPr>
            <w:r>
              <w:rPr>
                <w:rtl/>
                <w:lang w:bidi="fa-IR"/>
              </w:rPr>
              <w:t>فوّض يخويه أمرك الربِّ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45A8" w14:paraId="2F47D46D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6161058" w14:textId="77777777" w:rsidR="00B945A8" w:rsidRDefault="00B945A8" w:rsidP="003C35D5">
            <w:pPr>
              <w:pStyle w:val="libPoem"/>
            </w:pPr>
            <w:r>
              <w:rPr>
                <w:rtl/>
                <w:lang w:bidi="fa-IR"/>
              </w:rPr>
              <w:t>واحنا يخويه امتابعين أمر الوصيّه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7DABE1" w14:textId="77777777" w:rsidR="00B945A8" w:rsidRDefault="00B945A8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379B26" w14:textId="77777777" w:rsidR="00B945A8" w:rsidRDefault="00B945A8" w:rsidP="003C35D5">
            <w:pPr>
              <w:pStyle w:val="libPoem"/>
            </w:pPr>
            <w:r>
              <w:rPr>
                <w:rtl/>
                <w:lang w:bidi="fa-IR"/>
              </w:rPr>
              <w:t>واسمعت اُخوك ايقول تركوا سفك لدموم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1AD2858" w14:textId="77777777" w:rsidR="00EE7C84" w:rsidRDefault="00E21949" w:rsidP="009C64BF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5637F" w14:paraId="4BFDAE4E" w14:textId="77777777" w:rsidTr="003C35D5">
        <w:trPr>
          <w:trHeight w:val="350"/>
        </w:trPr>
        <w:tc>
          <w:tcPr>
            <w:tcW w:w="3920" w:type="dxa"/>
            <w:shd w:val="clear" w:color="auto" w:fill="auto"/>
          </w:tcPr>
          <w:p w14:paraId="1AF1B481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شالوا الجنازة اُوجات لهم بنت</w:t>
            </w:r>
            <w:r w:rsidRPr="009C64BF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5A66825" w14:textId="77777777" w:rsidR="0085637F" w:rsidRDefault="0085637F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BF61E86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من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فوق بغلتها تصكْ يمنه بلشمال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5637F" w14:paraId="61C34417" w14:textId="77777777" w:rsidTr="003C35D5">
        <w:trPr>
          <w:trHeight w:val="350"/>
        </w:trPr>
        <w:tc>
          <w:tcPr>
            <w:tcW w:w="3920" w:type="dxa"/>
          </w:tcPr>
          <w:p w14:paraId="5E14C5F1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من حولها العسكر تحشّم تنتخيهم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DFAA60F" w14:textId="77777777" w:rsidR="0085637F" w:rsidRDefault="0085637F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C182C9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ليكون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اُولاد المرتضى اِيدفنوا أخيهم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5637F" w14:paraId="5B752761" w14:textId="77777777" w:rsidTr="003C35D5">
        <w:trPr>
          <w:trHeight w:val="350"/>
        </w:trPr>
        <w:tc>
          <w:tcPr>
            <w:tcW w:w="3920" w:type="dxa"/>
          </w:tcPr>
          <w:p w14:paraId="1B1815ED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باروح ويّاكم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 با جرّح عليهم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0DEA56" w14:textId="77777777" w:rsidR="0085637F" w:rsidRDefault="0085637F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E3926C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ما يندفن جسم الحسن في بيتي اِمحال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5637F" w14:paraId="1DB98336" w14:textId="77777777" w:rsidTr="003C35D5">
        <w:trPr>
          <w:trHeight w:val="350"/>
        </w:trPr>
        <w:tc>
          <w:tcPr>
            <w:tcW w:w="3920" w:type="dxa"/>
          </w:tcPr>
          <w:p w14:paraId="38748E87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من حين وصلتهم اُو نادتهم تشيلوه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8CA629" w14:textId="77777777" w:rsidR="0085637F" w:rsidRDefault="0085637F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CF59EC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يحسين شيلوا جسم اُخوكم لا تخلّوه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5637F" w14:paraId="73B60E95" w14:textId="77777777" w:rsidTr="003C35D5">
        <w:trPr>
          <w:trHeight w:val="350"/>
        </w:trPr>
        <w:tc>
          <w:tcPr>
            <w:tcW w:w="3920" w:type="dxa"/>
          </w:tcPr>
          <w:p w14:paraId="70EB653D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عثمان في أقصى المدينة اُوذا تدفنوه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97BEF6" w14:textId="77777777" w:rsidR="0085637F" w:rsidRDefault="0085637F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85A921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في وسط بيتي يندفن هذا من اِمحال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5637F" w14:paraId="635D6A09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A5A61CB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أقبل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محمّد اُويصفق اليسرى بليمين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665F5E" w14:textId="77777777" w:rsidR="0085637F" w:rsidRDefault="0085637F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6582F3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يومٌ على ظهر الجمل لينا اِنتي لفيتين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5637F" w14:paraId="0FC4E04D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1B9B93C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اُو يومٌ على بغلٍ تحشمين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03DDBC" w14:textId="77777777" w:rsidR="0085637F" w:rsidRDefault="0085637F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5E2BD8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اُولولا الوصيّة اِمن الاُخو أبداً مينشال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5637F" w14:paraId="476DD379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EDDB3DB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ما تذكري يوم الجمل اخترق الصفوف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498FC7" w14:textId="77777777" w:rsidR="0085637F" w:rsidRDefault="0085637F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1DC07A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ما بطل خلّيت لا رأس ولا كفوف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5637F" w14:paraId="45838CD9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B56A9EA" w14:textId="77777777" w:rsidR="0085637F" w:rsidRDefault="0085637F" w:rsidP="0085637F">
            <w:pPr>
              <w:pStyle w:val="libPoem"/>
            </w:pPr>
            <w:r>
              <w:rPr>
                <w:rtl/>
                <w:lang w:bidi="fa-IR"/>
              </w:rPr>
              <w:t>وانكان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ردّت للحرايب لفني اِصفوف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C1517F" w14:textId="77777777" w:rsidR="0085637F" w:rsidRDefault="0085637F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6046A8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واَفعل فعايل تنذكر في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أوّل اوتال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5637F" w14:paraId="0119A7D7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2BF374C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العبّاس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لمّن سمعها أقبل إليها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B94FF9" w14:textId="77777777" w:rsidR="0085637F" w:rsidRDefault="0085637F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3DFCD7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والمرهف إبأيده اُوبغى يُومي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5637F" w14:paraId="28B17831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0488D84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واِحسين قلّه لا تدير الفكر 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69D374" w14:textId="77777777" w:rsidR="0085637F" w:rsidRDefault="0085637F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E1C78F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دعها يبو فاضل ترى هي تايه البال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5637F" w14:paraId="4891C3B1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B5CAEF7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قلّه اُودمعه فوق وجناته تسيلي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B1184A" w14:textId="77777777" w:rsidR="0085637F" w:rsidRDefault="0085637F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FDB190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يا سيّدي يا حسين ما تخلّي سبيلي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5637F" w14:paraId="159AB29B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B0D4A19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أشفي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اِبها لساعة إبثاري غليلي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E07107" w14:textId="77777777" w:rsidR="0085637F" w:rsidRDefault="0085637F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5D127B" w14:textId="77777777" w:rsidR="0085637F" w:rsidRDefault="0085637F" w:rsidP="003C35D5">
            <w:pPr>
              <w:pStyle w:val="libPoem"/>
            </w:pPr>
            <w:r>
              <w:rPr>
                <w:rtl/>
                <w:lang w:bidi="fa-IR"/>
              </w:rPr>
              <w:t>واَفعل فعايل تضرب اِبهالنّاس لمثال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AC2A771" w14:textId="77777777" w:rsidR="00EE7C84" w:rsidRDefault="00EE7C84" w:rsidP="009C64BF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817F3" w14:paraId="3333ECEB" w14:textId="77777777" w:rsidTr="003C35D5">
        <w:trPr>
          <w:trHeight w:val="350"/>
        </w:trPr>
        <w:tc>
          <w:tcPr>
            <w:tcW w:w="3920" w:type="dxa"/>
            <w:shd w:val="clear" w:color="auto" w:fill="auto"/>
          </w:tcPr>
          <w:p w14:paraId="489E90A9" w14:textId="77777777" w:rsidR="00B817F3" w:rsidRDefault="00B817F3" w:rsidP="003C35D5">
            <w:pPr>
              <w:pStyle w:val="libPoem"/>
            </w:pPr>
            <w:r>
              <w:rPr>
                <w:rtl/>
                <w:lang w:bidi="fa-IR"/>
              </w:rPr>
              <w:t>نوحي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على المسموم يا زهرا الحزينَه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62091D8" w14:textId="77777777" w:rsidR="00B817F3" w:rsidRDefault="00B817F3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A87B4E8" w14:textId="77777777" w:rsidR="00B817F3" w:rsidRDefault="00B817F3" w:rsidP="003C35D5">
            <w:pPr>
              <w:pStyle w:val="libPoem"/>
            </w:pPr>
            <w:r>
              <w:rPr>
                <w:rtl/>
                <w:lang w:bidi="fa-IR"/>
              </w:rPr>
              <w:t>نُوح الحمام اُوحشّمي أهل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17F3" w14:paraId="42366D95" w14:textId="77777777" w:rsidTr="003C35D5">
        <w:trPr>
          <w:trHeight w:val="350"/>
        </w:trPr>
        <w:tc>
          <w:tcPr>
            <w:tcW w:w="3920" w:type="dxa"/>
          </w:tcPr>
          <w:p w14:paraId="6A14B588" w14:textId="77777777" w:rsidR="00B817F3" w:rsidRDefault="00B817F3" w:rsidP="003C35D5">
            <w:pPr>
              <w:pStyle w:val="libPoem"/>
            </w:pPr>
            <w:r>
              <w:rPr>
                <w:rtl/>
                <w:lang w:bidi="fa-IR"/>
              </w:rPr>
              <w:t>حطّي عزا الاُولاد زهرا اُوشقّي الجيب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850B28" w14:textId="77777777" w:rsidR="00B817F3" w:rsidRDefault="00B817F3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09D4D4" w14:textId="77777777" w:rsidR="00B817F3" w:rsidRDefault="00B817F3" w:rsidP="003C35D5">
            <w:pPr>
              <w:pStyle w:val="libPoem"/>
            </w:pPr>
            <w:r>
              <w:rPr>
                <w:rtl/>
                <w:lang w:bidi="fa-IR"/>
              </w:rPr>
              <w:t>اُوخلّي مَد الأيام حزنك وانشري الشيب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D16B92E" w14:textId="77777777" w:rsidR="00EE7C84" w:rsidRDefault="009C64BF" w:rsidP="009C64BF">
      <w:pPr>
        <w:pStyle w:val="libLine"/>
        <w:rPr>
          <w:lang w:bidi="fa-IR"/>
        </w:rPr>
      </w:pPr>
      <w:r>
        <w:rPr>
          <w:rFonts w:hint="cs"/>
          <w:rtl/>
          <w:lang w:bidi="fa-IR"/>
        </w:rPr>
        <w:t>____________________</w:t>
      </w:r>
    </w:p>
    <w:p w14:paraId="2BCB0190" w14:textId="77777777" w:rsidR="00EE7C84" w:rsidRDefault="00EE7C84" w:rsidP="009C64BF">
      <w:pPr>
        <w:pStyle w:val="libFootnote0"/>
        <w:rPr>
          <w:lang w:bidi="fa-IR"/>
        </w:rPr>
      </w:pPr>
      <w:r>
        <w:rPr>
          <w:rtl/>
          <w:lang w:bidi="fa-IR"/>
        </w:rPr>
        <w:t>(1) هكذا ورد الشطر في الأصل ، وفيه سقط واضح</w:t>
      </w:r>
      <w:r w:rsidR="00FB110A">
        <w:rPr>
          <w:rtl/>
          <w:lang w:bidi="fa-IR"/>
        </w:rPr>
        <w:t>.</w:t>
      </w:r>
      <w:r>
        <w:rPr>
          <w:rtl/>
          <w:lang w:bidi="fa-IR"/>
        </w:rPr>
        <w:t xml:space="preserve"> ( موقع معهد الإمامين الحسنَين)</w:t>
      </w:r>
    </w:p>
    <w:p w14:paraId="2607C1B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C3AF4" w14:paraId="2CA3DA0C" w14:textId="77777777" w:rsidTr="003C35D5">
        <w:trPr>
          <w:trHeight w:val="350"/>
        </w:trPr>
        <w:tc>
          <w:tcPr>
            <w:tcW w:w="3920" w:type="dxa"/>
            <w:shd w:val="clear" w:color="auto" w:fill="auto"/>
          </w:tcPr>
          <w:p w14:paraId="129F3923" w14:textId="77777777" w:rsidR="00DC3AF4" w:rsidRDefault="00DC3AF4" w:rsidP="00DC3AF4">
            <w:pPr>
              <w:pStyle w:val="libPoem"/>
            </w:pPr>
            <w:r>
              <w:rPr>
                <w:rtl/>
                <w:lang w:bidi="fa-IR"/>
              </w:rPr>
              <w:lastRenderedPageBreak/>
              <w:t>واجري ادموعك فوق صحن الخدِّتسكيب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15FBB47" w14:textId="77777777" w:rsidR="00DC3AF4" w:rsidRDefault="00DC3AF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0A031D0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وانتين طول الدهر يا زهرا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3AF4" w14:paraId="40CC4473" w14:textId="77777777" w:rsidTr="003C35D5">
        <w:trPr>
          <w:trHeight w:val="350"/>
        </w:trPr>
        <w:tc>
          <w:tcPr>
            <w:tcW w:w="3920" w:type="dxa"/>
          </w:tcPr>
          <w:p w14:paraId="24F0C95D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لو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تنظرين الحسن فوق الفرش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69C7CE" w14:textId="77777777" w:rsidR="00DC3AF4" w:rsidRDefault="00DC3AF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230D91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والسّم سرى بجسمه ويعالج نزعة الرُّوح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3AF4" w14:paraId="6AC9E7D0" w14:textId="77777777" w:rsidTr="003C35D5">
        <w:trPr>
          <w:trHeight w:val="350"/>
        </w:trPr>
        <w:tc>
          <w:tcPr>
            <w:tcW w:w="3920" w:type="dxa"/>
          </w:tcPr>
          <w:p w14:paraId="776AC245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واِحسين عنده ينتحب والدمع مسفوح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ABD0BE" w14:textId="77777777" w:rsidR="00DC3AF4" w:rsidRDefault="00DC3AF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73F6A5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يبكي عليه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 يصفق اِشماله اُو ايمينه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3AF4" w14:paraId="6930B0CB" w14:textId="77777777" w:rsidTr="003C35D5">
        <w:trPr>
          <w:trHeight w:val="350"/>
        </w:trPr>
        <w:tc>
          <w:tcPr>
            <w:tcW w:w="3920" w:type="dxa"/>
          </w:tcPr>
          <w:p w14:paraId="5ECF0887" w14:textId="77777777" w:rsidR="00DC3AF4" w:rsidRDefault="00DC3AF4" w:rsidP="00DC3AF4">
            <w:pPr>
              <w:pStyle w:val="libPoem"/>
            </w:pPr>
            <w:r>
              <w:rPr>
                <w:rtl/>
                <w:lang w:bidi="fa-IR"/>
              </w:rPr>
              <w:t>ويقول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يا ليت العمر لا طال بعدك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870786" w14:textId="77777777" w:rsidR="00DC3AF4" w:rsidRDefault="00DC3AF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386969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يا ليت حاضر ينظرك هاليوم جدّك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3AF4" w14:paraId="1465F040" w14:textId="77777777" w:rsidTr="003C35D5">
        <w:trPr>
          <w:trHeight w:val="350"/>
        </w:trPr>
        <w:tc>
          <w:tcPr>
            <w:tcW w:w="3920" w:type="dxa"/>
          </w:tcPr>
          <w:p w14:paraId="0BFB38CF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إيشوفك يخويه بالطّشت تايح لكبدك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BF279A" w14:textId="77777777" w:rsidR="00DC3AF4" w:rsidRDefault="00DC3AF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5F26F3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يعز على جدْنا يخويه مَعْ أبونا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3AF4" w14:paraId="47B6E867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5BE9507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نادى الحسن يحسين دنِّ الطشت عندي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67F5DA" w14:textId="77777777" w:rsidR="00DC3AF4" w:rsidRDefault="00DC3AF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4F6A88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هالساع برمي بالطشت يحسين كبدي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3AF4" w14:paraId="4F3A0CE0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EFEA124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صح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الحديث الْلي وعدنا بيه جدّي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978C73C" w14:textId="77777777" w:rsidR="00DC3AF4" w:rsidRDefault="00DC3AF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800484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آنا أموت اِبسم وادفن في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3AF4" w14:paraId="3FA0B4FB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10CCDD0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لكن امصابك هوّن اِمصابي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404F45" w14:textId="77777777" w:rsidR="00DC3AF4" w:rsidRDefault="00DC3AF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2DF870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يومٌ تسافر لا طفوف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3AF4" w14:paraId="0F7AA69C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34BE84A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إهناك خويه اِرزيّتك أعظم رزيّه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21B0FF6" w14:textId="77777777" w:rsidR="00DC3AF4" w:rsidRDefault="00DC3AF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40293B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كني اِبراسك فوق خطّي شايلينه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3AF4" w14:paraId="36996E29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F5670E8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اُوكني اِبها لحُرّات تنعى فوق لكوار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23663FF" w14:textId="77777777" w:rsidR="00DC3AF4" w:rsidRDefault="00DC3AF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A7273E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من غير كافل يالاُخو ما بين كفّار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3AF4" w14:paraId="58C6495B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723DF4E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يا ليت ينظرها أبوها حامي الجار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3A86F4" w14:textId="77777777" w:rsidR="00DC3AF4" w:rsidRDefault="00DC3AF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5833C1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اُو ينظر عليلَك فوق ناقة اِمقيدينه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3AF4" w14:paraId="1D86EC31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9F90485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يا ليتني ويّاك حاضر يوم الطفوف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2F41B3" w14:textId="77777777" w:rsidR="00DC3AF4" w:rsidRDefault="00DC3AF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F852A2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أفدي اِبنفسي عن جنابك حرّ لسيوف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3AF4" w14:paraId="4F17F395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C1FD762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لكن أنا عندي وصيّه لك يملهوف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96C4A9" w14:textId="77777777" w:rsidR="00DC3AF4" w:rsidRDefault="00DC3AF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035D1D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في يوم حربك زوّج الجاسم اسكينه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4E870FF" w14:textId="77777777" w:rsidR="00EE7C84" w:rsidRDefault="00EE7C84" w:rsidP="00DC3AF4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C3AF4" w14:paraId="04DEFEB0" w14:textId="77777777" w:rsidTr="003C35D5">
        <w:trPr>
          <w:trHeight w:val="350"/>
        </w:trPr>
        <w:tc>
          <w:tcPr>
            <w:tcW w:w="3920" w:type="dxa"/>
            <w:shd w:val="clear" w:color="auto" w:fill="auto"/>
          </w:tcPr>
          <w:p w14:paraId="4443C69F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وداعة الله يا أبو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محمّد يمسموم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7278F62" w14:textId="77777777" w:rsidR="00DC3AF4" w:rsidRDefault="00DC3AF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3B4A9B3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رحت اُوبقي بعدك اُخوك اِحسين مهموم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3AF4" w14:paraId="348DB859" w14:textId="77777777" w:rsidTr="003C35D5">
        <w:trPr>
          <w:trHeight w:val="350"/>
        </w:trPr>
        <w:tc>
          <w:tcPr>
            <w:tcW w:w="3920" w:type="dxa"/>
          </w:tcPr>
          <w:p w14:paraId="79DD646D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واِحسين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من كثر البكا ظل ايتأوّه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62962B" w14:textId="77777777" w:rsidR="00DC3AF4" w:rsidRDefault="00DC3AF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27D11B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جعدة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يزهرا من قَبل لينا عدوّه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3AF4" w14:paraId="3916C7B5" w14:textId="77777777" w:rsidTr="003C35D5">
        <w:trPr>
          <w:trHeight w:val="350"/>
        </w:trPr>
        <w:tc>
          <w:tcPr>
            <w:tcW w:w="3920" w:type="dxa"/>
          </w:tcPr>
          <w:p w14:paraId="3BE6095F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قتلتْ أخونا المجتبى بالسّمِّ قوّه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024F97" w14:textId="77777777" w:rsidR="00DC3AF4" w:rsidRDefault="00DC3AF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B411AD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والدين بعد اِفراق أبو الأيتام مهضوم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3AF4" w14:paraId="0E0F784E" w14:textId="77777777" w:rsidTr="003C35D5">
        <w:trPr>
          <w:trHeight w:val="350"/>
        </w:trPr>
        <w:tc>
          <w:tcPr>
            <w:tcW w:w="3920" w:type="dxa"/>
          </w:tcPr>
          <w:p w14:paraId="39F83B85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اِليبكي على فقدك ببو محمّد فلا يلام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102088" w14:textId="77777777" w:rsidR="00DC3AF4" w:rsidRDefault="00DC3AF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BCB243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يا مقصد الوفّاد يا كافل الأيتام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3AF4" w14:paraId="6F0A81C1" w14:textId="77777777" w:rsidTr="003C35D5">
        <w:trPr>
          <w:trHeight w:val="350"/>
        </w:trPr>
        <w:tc>
          <w:tcPr>
            <w:tcW w:w="3920" w:type="dxa"/>
          </w:tcPr>
          <w:p w14:paraId="02870927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كمّ كتيبة طاعة ابسيفك يضرغام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76D538" w14:textId="77777777" w:rsidR="00DC3AF4" w:rsidRDefault="00DC3AF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DE73BB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بالسّم تموت اِنته وخوك اِحسين مظلوم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3AF4" w14:paraId="12809388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120CB7E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عندك وصيّة اِيقول اُخوك اِحسين 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22B5658" w14:textId="77777777" w:rsidR="00DC3AF4" w:rsidRDefault="00DC3AF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9C694E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ويقول لازم تعطي الجاسم اِسكينه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3AF4" w14:paraId="2827FE5A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9A872BD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وقت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الخروج اِيقود ناقتها ابيمينه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46AE8C" w14:textId="77777777" w:rsidR="00DC3AF4" w:rsidRDefault="00DC3AF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A334A8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حتّى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يباري حول سكنه واُمّ كلثوم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3AF4" w14:paraId="6A71D3F9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1559D23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قلها اليحامي دونك الضرغام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7A0468" w14:textId="77777777" w:rsidR="00DC3AF4" w:rsidRDefault="00DC3AF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07E891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اِيقود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ابيمينه زمام ناقتكم الفرّاس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3AF4" w14:paraId="15E28A8D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BDDD45F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واِنتي تعرفينه حليف الدرع والطاس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28FCFA" w14:textId="77777777" w:rsidR="00DC3AF4" w:rsidRDefault="00DC3AF4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7DF310" w14:textId="77777777" w:rsidR="00DC3AF4" w:rsidRDefault="00DC3AF4" w:rsidP="003C35D5">
            <w:pPr>
              <w:pStyle w:val="libPoem"/>
            </w:pPr>
            <w:r>
              <w:rPr>
                <w:rtl/>
                <w:lang w:bidi="fa-IR"/>
              </w:rPr>
              <w:t>ويفرق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القيمان لوهي مثل الغيوم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EE9FF9E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A3532" w14:paraId="1C3CD8BF" w14:textId="77777777" w:rsidTr="003C35D5">
        <w:trPr>
          <w:trHeight w:val="350"/>
        </w:trPr>
        <w:tc>
          <w:tcPr>
            <w:tcW w:w="3920" w:type="dxa"/>
            <w:shd w:val="clear" w:color="auto" w:fill="auto"/>
          </w:tcPr>
          <w:p w14:paraId="6200134F" w14:textId="77777777" w:rsidR="00BA3532" w:rsidRDefault="00BA3532" w:rsidP="003C35D5">
            <w:pPr>
              <w:pStyle w:val="libPoem"/>
            </w:pPr>
            <w:r>
              <w:rPr>
                <w:rtl/>
                <w:lang w:bidi="fa-IR"/>
              </w:rPr>
              <w:lastRenderedPageBreak/>
              <w:t>ليته معانا يوم نطلع بالضعينه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7F19F68" w14:textId="77777777" w:rsidR="00BA3532" w:rsidRDefault="00BA3532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B7D2D3A" w14:textId="77777777" w:rsidR="00BA3532" w:rsidRDefault="00BA3532" w:rsidP="003C35D5">
            <w:pPr>
              <w:pStyle w:val="libPoem"/>
            </w:pPr>
            <w:r>
              <w:rPr>
                <w:rtl/>
                <w:lang w:bidi="fa-IR"/>
              </w:rPr>
              <w:t>ويشوف جاسم نور يلمع من جبينه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3532" w14:paraId="1BBFC4F1" w14:textId="77777777" w:rsidTr="003C35D5">
        <w:trPr>
          <w:trHeight w:val="350"/>
        </w:trPr>
        <w:tc>
          <w:tcPr>
            <w:tcW w:w="3920" w:type="dxa"/>
          </w:tcPr>
          <w:p w14:paraId="6553E695" w14:textId="77777777" w:rsidR="00BA3532" w:rsidRDefault="00BA3532" w:rsidP="003C35D5">
            <w:pPr>
              <w:pStyle w:val="libPoem"/>
            </w:pPr>
            <w:r>
              <w:rPr>
                <w:rtl/>
                <w:lang w:bidi="fa-IR"/>
              </w:rPr>
              <w:t>في جنبه الأكبر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 عبّاس ابيمينه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C1E21B" w14:textId="77777777" w:rsidR="00BA3532" w:rsidRDefault="00BA3532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0C08F0" w14:textId="77777777" w:rsidR="00BA3532" w:rsidRDefault="00BA3532" w:rsidP="003C35D5">
            <w:pPr>
              <w:pStyle w:val="libPoem"/>
            </w:pPr>
            <w:r>
              <w:rPr>
                <w:rtl/>
                <w:lang w:bidi="fa-IR"/>
              </w:rPr>
              <w:t>شايل البريق والهواشم حوله إتحوم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3532" w14:paraId="5591F215" w14:textId="77777777" w:rsidTr="003C35D5">
        <w:trPr>
          <w:trHeight w:val="350"/>
        </w:trPr>
        <w:tc>
          <w:tcPr>
            <w:tcW w:w="3920" w:type="dxa"/>
          </w:tcPr>
          <w:p w14:paraId="26F31EA7" w14:textId="77777777" w:rsidR="00BA3532" w:rsidRDefault="00BA3532" w:rsidP="003C35D5">
            <w:pPr>
              <w:pStyle w:val="libPoem"/>
            </w:pPr>
            <w:r>
              <w:rPr>
                <w:rtl/>
                <w:lang w:bidi="fa-IR"/>
              </w:rPr>
              <w:t>محلا علي لكبر يماشي ولد عمّه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EBC2FC" w14:textId="77777777" w:rsidR="00BA3532" w:rsidRDefault="00BA3532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A420FB" w14:textId="77777777" w:rsidR="00BA3532" w:rsidRDefault="00BA3532" w:rsidP="003C35D5">
            <w:pPr>
              <w:pStyle w:val="libPoem"/>
            </w:pPr>
            <w:r>
              <w:rPr>
                <w:rtl/>
                <w:lang w:bidi="fa-IR"/>
              </w:rPr>
              <w:t>يمشي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اِبهمّه اُوهوّه قايد هودج اُمّه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3532" w14:paraId="73DDC3AE" w14:textId="77777777" w:rsidTr="003C35D5">
        <w:trPr>
          <w:trHeight w:val="350"/>
        </w:trPr>
        <w:tc>
          <w:tcPr>
            <w:tcW w:w="3920" w:type="dxa"/>
          </w:tcPr>
          <w:p w14:paraId="5B00F29C" w14:textId="77777777" w:rsidR="00BA3532" w:rsidRDefault="00BA3532" w:rsidP="003C35D5">
            <w:pPr>
              <w:pStyle w:val="libPoem"/>
            </w:pPr>
            <w:r>
              <w:rPr>
                <w:rtl/>
                <w:lang w:bidi="fa-IR"/>
              </w:rPr>
              <w:t>اِتصير المدينة عقب طلعتهم امظلمَه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68227D" w14:textId="77777777" w:rsidR="00BA3532" w:rsidRDefault="00BA3532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FFEAC2" w14:textId="77777777" w:rsidR="00BA3532" w:rsidRDefault="00BA3532" w:rsidP="003C35D5">
            <w:pPr>
              <w:pStyle w:val="libPoem"/>
            </w:pPr>
            <w:r>
              <w:rPr>
                <w:rtl/>
                <w:lang w:bidi="fa-IR"/>
              </w:rPr>
              <w:t>اُو يبقى محمّد من بعدهم شارب اُهموم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DA8D4B0" w14:textId="77777777" w:rsidR="00EE7C84" w:rsidRDefault="00EE7C84" w:rsidP="00BA3532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774" w:type="pct"/>
        <w:tblInd w:w="164" w:type="dxa"/>
        <w:tblLook w:val="01E0" w:firstRow="1" w:lastRow="1" w:firstColumn="1" w:lastColumn="1" w:noHBand="0" w:noVBand="0"/>
      </w:tblPr>
      <w:tblGrid>
        <w:gridCol w:w="4162"/>
        <w:gridCol w:w="303"/>
        <w:gridCol w:w="4085"/>
      </w:tblGrid>
      <w:tr w:rsidR="00B97D32" w14:paraId="40E4AC6E" w14:textId="77777777" w:rsidTr="00B97D32">
        <w:trPr>
          <w:trHeight w:val="350"/>
        </w:trPr>
        <w:tc>
          <w:tcPr>
            <w:tcW w:w="3724" w:type="dxa"/>
            <w:shd w:val="clear" w:color="auto" w:fill="auto"/>
          </w:tcPr>
          <w:p w14:paraId="70F41BC2" w14:textId="77777777" w:rsidR="00B97D32" w:rsidRDefault="00B97D32" w:rsidP="003C35D5">
            <w:pPr>
              <w:pStyle w:val="libPoem"/>
            </w:pPr>
            <w:r>
              <w:rPr>
                <w:rtl/>
                <w:lang w:bidi="fa-IR"/>
              </w:rPr>
              <w:t>يَمّ الحسن مأجورة يَمّ الحسن مأجوره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  <w:shd w:val="clear" w:color="auto" w:fill="auto"/>
          </w:tcPr>
          <w:p w14:paraId="5FD9C7AD" w14:textId="77777777" w:rsidR="00B97D32" w:rsidRDefault="00B97D32" w:rsidP="003C35D5">
            <w:pPr>
              <w:pStyle w:val="libPoem"/>
              <w:rPr>
                <w:rtl/>
              </w:rPr>
            </w:pPr>
          </w:p>
        </w:tc>
        <w:tc>
          <w:tcPr>
            <w:tcW w:w="3655" w:type="dxa"/>
            <w:shd w:val="clear" w:color="auto" w:fill="auto"/>
          </w:tcPr>
          <w:p w14:paraId="40CE2EC2" w14:textId="77777777" w:rsidR="00B97D32" w:rsidRDefault="00B97D32" w:rsidP="003C35D5">
            <w:pPr>
              <w:pStyle w:val="libPoem"/>
            </w:pPr>
            <w:r>
              <w:rPr>
                <w:rtl/>
                <w:lang w:bidi="fa-IR"/>
              </w:rPr>
              <w:t>غمّض عزيزك عينه يَمّ الحسن مأجوره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7D32" w14:paraId="21BCFCB8" w14:textId="77777777" w:rsidTr="00B97D32">
        <w:trPr>
          <w:trHeight w:val="350"/>
        </w:trPr>
        <w:tc>
          <w:tcPr>
            <w:tcW w:w="3724" w:type="dxa"/>
          </w:tcPr>
          <w:p w14:paraId="1FB7DDA4" w14:textId="77777777" w:rsidR="00B97D32" w:rsidRDefault="00B97D32" w:rsidP="003C35D5">
            <w:pPr>
              <w:pStyle w:val="libPoem"/>
            </w:pPr>
            <w:r>
              <w:rPr>
                <w:rtl/>
                <w:lang w:bidi="fa-IR"/>
              </w:rPr>
              <w:t>بدر طلع من برجه اُو عجّل عليه اِمغيبه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6BBEA2B5" w14:textId="77777777" w:rsidR="00B97D32" w:rsidRDefault="00B97D32" w:rsidP="003C35D5">
            <w:pPr>
              <w:pStyle w:val="libPoem"/>
              <w:rPr>
                <w:rtl/>
              </w:rPr>
            </w:pPr>
          </w:p>
        </w:tc>
        <w:tc>
          <w:tcPr>
            <w:tcW w:w="3655" w:type="dxa"/>
          </w:tcPr>
          <w:p w14:paraId="0B74FA8F" w14:textId="77777777" w:rsidR="00B97D32" w:rsidRDefault="00B97D32" w:rsidP="003C35D5">
            <w:pPr>
              <w:pStyle w:val="libPoem"/>
            </w:pPr>
            <w:r>
              <w:rPr>
                <w:rtl/>
                <w:lang w:bidi="fa-IR"/>
              </w:rPr>
              <w:t>اُو هالوا عليه اِترابه يَمّ الحسن في طَيبه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7D32" w14:paraId="43903771" w14:textId="77777777" w:rsidTr="00B97D32">
        <w:trPr>
          <w:trHeight w:val="350"/>
        </w:trPr>
        <w:tc>
          <w:tcPr>
            <w:tcW w:w="3724" w:type="dxa"/>
          </w:tcPr>
          <w:p w14:paraId="6A37DE3B" w14:textId="77777777" w:rsidR="00B97D32" w:rsidRDefault="00B97D32" w:rsidP="003C35D5">
            <w:pPr>
              <w:pStyle w:val="libPoem"/>
            </w:pPr>
            <w:r>
              <w:rPr>
                <w:rtl/>
                <w:lang w:bidi="fa-IR"/>
              </w:rPr>
              <w:t>ياهي عليكم فجعة اُوياهي عليك اِمصيبه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C5570E5" w14:textId="77777777" w:rsidR="00B97D32" w:rsidRDefault="00B97D32" w:rsidP="003C35D5">
            <w:pPr>
              <w:pStyle w:val="libPoem"/>
              <w:rPr>
                <w:rtl/>
              </w:rPr>
            </w:pPr>
          </w:p>
        </w:tc>
        <w:tc>
          <w:tcPr>
            <w:tcW w:w="3655" w:type="dxa"/>
          </w:tcPr>
          <w:p w14:paraId="74D8FDDF" w14:textId="77777777" w:rsidR="00B97D32" w:rsidRDefault="00B97D32" w:rsidP="003C35D5">
            <w:pPr>
              <w:pStyle w:val="libPoem"/>
            </w:pPr>
            <w:r>
              <w:rPr>
                <w:rtl/>
                <w:lang w:bidi="fa-IR"/>
              </w:rPr>
              <w:t>غمّض عزيزك عينه يَمّ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الحسن مأجوره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7D32" w14:paraId="3774732F" w14:textId="77777777" w:rsidTr="00B97D32">
        <w:trPr>
          <w:trHeight w:val="350"/>
        </w:trPr>
        <w:tc>
          <w:tcPr>
            <w:tcW w:w="3724" w:type="dxa"/>
          </w:tcPr>
          <w:p w14:paraId="0EABC564" w14:textId="77777777" w:rsidR="00B97D32" w:rsidRDefault="00B97D32" w:rsidP="003C35D5">
            <w:pPr>
              <w:pStyle w:val="libPoem"/>
            </w:pPr>
            <w:r>
              <w:rPr>
                <w:rtl/>
                <w:lang w:bidi="fa-IR"/>
              </w:rPr>
              <w:t>طرّي اللحد يا زهرا اُو شوفي العزيز الغالي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6EC050E9" w14:textId="77777777" w:rsidR="00B97D32" w:rsidRDefault="00B97D32" w:rsidP="003C35D5">
            <w:pPr>
              <w:pStyle w:val="libPoem"/>
              <w:rPr>
                <w:rtl/>
              </w:rPr>
            </w:pPr>
          </w:p>
        </w:tc>
        <w:tc>
          <w:tcPr>
            <w:tcW w:w="3655" w:type="dxa"/>
          </w:tcPr>
          <w:p w14:paraId="62ECF4B3" w14:textId="77777777" w:rsidR="00B97D32" w:rsidRDefault="00B97D32" w:rsidP="00B97D32">
            <w:pPr>
              <w:pStyle w:val="libPoem"/>
            </w:pPr>
            <w:r>
              <w:rPr>
                <w:rtl/>
                <w:lang w:bidi="fa-IR"/>
              </w:rPr>
              <w:t>اُوشوفي عضيده بعده ينعى اِبصوتٍ 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7D32" w14:paraId="6954F4F0" w14:textId="77777777" w:rsidTr="00B97D32">
        <w:trPr>
          <w:trHeight w:val="350"/>
        </w:trPr>
        <w:tc>
          <w:tcPr>
            <w:tcW w:w="3724" w:type="dxa"/>
          </w:tcPr>
          <w:p w14:paraId="0973AB18" w14:textId="77777777" w:rsidR="00B97D32" w:rsidRDefault="00B97D32" w:rsidP="003C35D5">
            <w:pPr>
              <w:pStyle w:val="libPoem"/>
            </w:pPr>
            <w:r>
              <w:rPr>
                <w:rtl/>
                <w:lang w:bidi="fa-IR"/>
              </w:rPr>
              <w:t>ظهري اِنكسر من بعدك يا يميني واِشمالي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3577631A" w14:textId="77777777" w:rsidR="00B97D32" w:rsidRDefault="00B97D32" w:rsidP="003C35D5">
            <w:pPr>
              <w:pStyle w:val="libPoem"/>
              <w:rPr>
                <w:rtl/>
              </w:rPr>
            </w:pPr>
          </w:p>
        </w:tc>
        <w:tc>
          <w:tcPr>
            <w:tcW w:w="3655" w:type="dxa"/>
          </w:tcPr>
          <w:p w14:paraId="4021BCCE" w14:textId="77777777" w:rsidR="00B97D32" w:rsidRDefault="00B97D32" w:rsidP="003C35D5">
            <w:pPr>
              <w:pStyle w:val="libPoem"/>
            </w:pPr>
            <w:r>
              <w:rPr>
                <w:rtl/>
                <w:lang w:bidi="fa-IR"/>
              </w:rPr>
              <w:t>هذا عزيز اُفّادك يَمّ الحسن مأجوره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7D32" w14:paraId="07D0EF52" w14:textId="77777777" w:rsidTr="00B97D3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24" w:type="dxa"/>
          </w:tcPr>
          <w:p w14:paraId="7B458DAD" w14:textId="77777777" w:rsidR="00B97D32" w:rsidRDefault="00B97D32" w:rsidP="003C35D5">
            <w:pPr>
              <w:pStyle w:val="libPoem"/>
            </w:pPr>
            <w:r>
              <w:rPr>
                <w:rtl/>
                <w:lang w:bidi="fa-IR"/>
              </w:rPr>
              <w:t>والْلي اِبرباه إسهرتي وابفمه إتشمّينه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365914AB" w14:textId="77777777" w:rsidR="00B97D32" w:rsidRDefault="00B97D32" w:rsidP="003C35D5">
            <w:pPr>
              <w:pStyle w:val="libPoem"/>
              <w:rPr>
                <w:rtl/>
              </w:rPr>
            </w:pPr>
          </w:p>
        </w:tc>
        <w:tc>
          <w:tcPr>
            <w:tcW w:w="3655" w:type="dxa"/>
          </w:tcPr>
          <w:p w14:paraId="127AB07A" w14:textId="77777777" w:rsidR="00B97D32" w:rsidRDefault="00B97D32" w:rsidP="003C35D5">
            <w:pPr>
              <w:pStyle w:val="libPoem"/>
            </w:pPr>
            <w:r>
              <w:rPr>
                <w:rtl/>
                <w:lang w:bidi="fa-IR"/>
              </w:rPr>
              <w:t>إيفجّر اِصخور الجلمد زهرا اِبكثر اُونينه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7D32" w14:paraId="47CB6E96" w14:textId="77777777" w:rsidTr="00B97D3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24" w:type="dxa"/>
          </w:tcPr>
          <w:p w14:paraId="7579DCB3" w14:textId="77777777" w:rsidR="00B97D32" w:rsidRDefault="00B97D32" w:rsidP="003C35D5">
            <w:pPr>
              <w:pStyle w:val="libPoem"/>
            </w:pPr>
            <w:r>
              <w:rPr>
                <w:rtl/>
                <w:lang w:bidi="fa-IR"/>
              </w:rPr>
              <w:t>في الطشت تايح كبده يا ليتك تشوفينه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F14BCE8" w14:textId="77777777" w:rsidR="00B97D32" w:rsidRDefault="00B97D32" w:rsidP="003C35D5">
            <w:pPr>
              <w:pStyle w:val="libPoem"/>
              <w:rPr>
                <w:rtl/>
              </w:rPr>
            </w:pPr>
          </w:p>
        </w:tc>
        <w:tc>
          <w:tcPr>
            <w:tcW w:w="3655" w:type="dxa"/>
          </w:tcPr>
          <w:p w14:paraId="399FF01E" w14:textId="77777777" w:rsidR="00B97D32" w:rsidRDefault="00B97D32" w:rsidP="003C35D5">
            <w:pPr>
              <w:pStyle w:val="libPoem"/>
            </w:pPr>
            <w:r>
              <w:rPr>
                <w:rtl/>
                <w:lang w:bidi="fa-IR"/>
              </w:rPr>
              <w:t>هذا عزيز اُفادك يَمّ الحسن مأجوره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7D32" w14:paraId="465D6038" w14:textId="77777777" w:rsidTr="00B97D3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24" w:type="dxa"/>
          </w:tcPr>
          <w:p w14:paraId="625E5977" w14:textId="77777777" w:rsidR="00B97D32" w:rsidRDefault="00B97D32" w:rsidP="003C35D5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تسمعين الصيحة والزلزلة والنادي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89B166D" w14:textId="77777777" w:rsidR="00B97D32" w:rsidRDefault="00B97D32" w:rsidP="003C35D5">
            <w:pPr>
              <w:pStyle w:val="libPoem"/>
              <w:rPr>
                <w:rtl/>
              </w:rPr>
            </w:pPr>
          </w:p>
        </w:tc>
        <w:tc>
          <w:tcPr>
            <w:tcW w:w="3655" w:type="dxa"/>
          </w:tcPr>
          <w:p w14:paraId="50B83886" w14:textId="77777777" w:rsidR="00B97D32" w:rsidRDefault="00B97D32" w:rsidP="00B97D32">
            <w:pPr>
              <w:pStyle w:val="libPoem"/>
            </w:pPr>
            <w:r>
              <w:rPr>
                <w:rtl/>
                <w:lang w:bidi="fa-IR"/>
              </w:rPr>
              <w:t>واِحسين عنده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يبكي ظهري اِنكسرياسنادي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7D32" w14:paraId="067AF3D9" w14:textId="77777777" w:rsidTr="00B97D3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24" w:type="dxa"/>
          </w:tcPr>
          <w:p w14:paraId="074121A2" w14:textId="77777777" w:rsidR="00B97D32" w:rsidRDefault="00B97D32" w:rsidP="003C35D5">
            <w:pPr>
              <w:pStyle w:val="libPoem"/>
            </w:pPr>
            <w:r>
              <w:rPr>
                <w:rtl/>
                <w:lang w:bidi="fa-IR"/>
              </w:rPr>
              <w:t>وأمّا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الحزينة زينب تبكي اُوتحن واتنادي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68B3FCCB" w14:textId="77777777" w:rsidR="00B97D32" w:rsidRDefault="00B97D32" w:rsidP="003C35D5">
            <w:pPr>
              <w:pStyle w:val="libPoem"/>
              <w:rPr>
                <w:rtl/>
              </w:rPr>
            </w:pPr>
          </w:p>
        </w:tc>
        <w:tc>
          <w:tcPr>
            <w:tcW w:w="3655" w:type="dxa"/>
          </w:tcPr>
          <w:p w14:paraId="5BF5F9BF" w14:textId="77777777" w:rsidR="00B97D32" w:rsidRDefault="00B97D32" w:rsidP="003C35D5">
            <w:pPr>
              <w:pStyle w:val="libPoem"/>
            </w:pPr>
            <w:r>
              <w:rPr>
                <w:rtl/>
                <w:lang w:bidi="fa-IR"/>
              </w:rPr>
              <w:t>غمّض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عزيزك عينه يَمّ الحسن مأجوره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7D32" w14:paraId="25E93ABA" w14:textId="77777777" w:rsidTr="00B97D3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24" w:type="dxa"/>
          </w:tcPr>
          <w:p w14:paraId="35E98F0B" w14:textId="77777777" w:rsidR="00B97D32" w:rsidRDefault="00B97D32" w:rsidP="00B97D32">
            <w:pPr>
              <w:pStyle w:val="libPoem"/>
            </w:pPr>
            <w:r>
              <w:rPr>
                <w:rtl/>
                <w:lang w:bidi="fa-IR"/>
              </w:rPr>
              <w:t>سمّه حرق لفاده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اُوفي الطشت تايح كبده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C217036" w14:textId="77777777" w:rsidR="00B97D32" w:rsidRDefault="00B97D32" w:rsidP="003C35D5">
            <w:pPr>
              <w:pStyle w:val="libPoem"/>
              <w:rPr>
                <w:rtl/>
              </w:rPr>
            </w:pPr>
          </w:p>
        </w:tc>
        <w:tc>
          <w:tcPr>
            <w:tcW w:w="3655" w:type="dxa"/>
          </w:tcPr>
          <w:p w14:paraId="09DAB1F2" w14:textId="77777777" w:rsidR="00B97D32" w:rsidRDefault="00B97D32" w:rsidP="00B97D32">
            <w:pPr>
              <w:pStyle w:val="libPoem"/>
            </w:pPr>
            <w:r>
              <w:rPr>
                <w:rtl/>
                <w:lang w:bidi="fa-IR"/>
              </w:rPr>
              <w:t>واِحسين ينعي عنده ظهري اِنكسرمن بعده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7D32" w14:paraId="35BCD9BD" w14:textId="77777777" w:rsidTr="00B97D3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24" w:type="dxa"/>
          </w:tcPr>
          <w:p w14:paraId="7F7EB2AE" w14:textId="77777777" w:rsidR="00B97D32" w:rsidRDefault="00B97D32" w:rsidP="003C35D5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لليت شفتي حاله زهرا اُو حضرتي عنده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3A99B77F" w14:textId="77777777" w:rsidR="00B97D32" w:rsidRDefault="00B97D32" w:rsidP="003C35D5">
            <w:pPr>
              <w:pStyle w:val="libPoem"/>
              <w:rPr>
                <w:rtl/>
              </w:rPr>
            </w:pPr>
          </w:p>
        </w:tc>
        <w:tc>
          <w:tcPr>
            <w:tcW w:w="3655" w:type="dxa"/>
          </w:tcPr>
          <w:p w14:paraId="36214766" w14:textId="77777777" w:rsidR="00B97D32" w:rsidRDefault="00B97D32" w:rsidP="003C35D5">
            <w:pPr>
              <w:pStyle w:val="libPoem"/>
            </w:pPr>
            <w:r>
              <w:rPr>
                <w:rtl/>
                <w:lang w:bidi="fa-IR"/>
              </w:rPr>
              <w:t>غمّض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عزيزك عينه يَمّ الحسن مأجوره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7D32" w14:paraId="33675B65" w14:textId="77777777" w:rsidTr="00B97D3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24" w:type="dxa"/>
          </w:tcPr>
          <w:p w14:paraId="28F9FEA7" w14:textId="77777777" w:rsidR="00B97D32" w:rsidRDefault="00B97D32" w:rsidP="003C35D5">
            <w:pPr>
              <w:pStyle w:val="libPoem"/>
            </w:pPr>
            <w:r>
              <w:rPr>
                <w:rtl/>
                <w:lang w:bidi="fa-IR"/>
              </w:rPr>
              <w:t>شيلي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الصفايح قومي يَمّ الحسن نظري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9AB2217" w14:textId="77777777" w:rsidR="00B97D32" w:rsidRDefault="00B97D32" w:rsidP="003C35D5">
            <w:pPr>
              <w:pStyle w:val="libPoem"/>
              <w:rPr>
                <w:rtl/>
              </w:rPr>
            </w:pPr>
          </w:p>
        </w:tc>
        <w:tc>
          <w:tcPr>
            <w:tcW w:w="3655" w:type="dxa"/>
          </w:tcPr>
          <w:p w14:paraId="55478287" w14:textId="77777777" w:rsidR="00B97D32" w:rsidRDefault="00B97D32" w:rsidP="003C35D5">
            <w:pPr>
              <w:pStyle w:val="libPoem"/>
            </w:pPr>
            <w:r>
              <w:rPr>
                <w:rtl/>
                <w:lang w:bidi="fa-IR"/>
              </w:rPr>
              <w:t>نصبي العزا في داره طول الدّهر وابكي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F2A102E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A0C82" w14:paraId="0C3F999C" w14:textId="77777777" w:rsidTr="003C35D5">
        <w:trPr>
          <w:trHeight w:val="350"/>
        </w:trPr>
        <w:tc>
          <w:tcPr>
            <w:tcW w:w="3920" w:type="dxa"/>
            <w:shd w:val="clear" w:color="auto" w:fill="auto"/>
          </w:tcPr>
          <w:p w14:paraId="2BBB6A10" w14:textId="77777777" w:rsidR="008A0C82" w:rsidRDefault="00A845F3" w:rsidP="003C35D5">
            <w:pPr>
              <w:pStyle w:val="libPoem"/>
            </w:pPr>
            <w:r>
              <w:rPr>
                <w:rtl/>
                <w:lang w:bidi="fa-IR"/>
              </w:rPr>
              <w:lastRenderedPageBreak/>
              <w:t>إبنك يزهرا اِبشدّة وانتين ما جيتي له</w:t>
            </w:r>
            <w:r w:rsidR="008A0C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FE0A7E0" w14:textId="77777777" w:rsidR="008A0C82" w:rsidRDefault="008A0C82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89521D3" w14:textId="77777777" w:rsidR="008A0C82" w:rsidRDefault="00A845F3" w:rsidP="003C35D5">
            <w:pPr>
              <w:pStyle w:val="libPoem"/>
            </w:pPr>
            <w:r>
              <w:rPr>
                <w:rtl/>
                <w:lang w:bidi="fa-IR"/>
              </w:rPr>
              <w:t>غمّض عزيزك عينه يَمّ الحسن مأجوره</w:t>
            </w:r>
            <w:r w:rsidR="008A0C8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EF4B62E" w14:textId="77777777" w:rsidR="00EE7C84" w:rsidRDefault="00E21949" w:rsidP="008A0C82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3"/>
        <w:gridCol w:w="304"/>
        <w:gridCol w:w="3914"/>
      </w:tblGrid>
      <w:tr w:rsidR="0063621F" w14:paraId="7F3312EC" w14:textId="77777777" w:rsidTr="003E5FAF">
        <w:trPr>
          <w:trHeight w:val="350"/>
        </w:trPr>
        <w:tc>
          <w:tcPr>
            <w:tcW w:w="3536" w:type="dxa"/>
            <w:shd w:val="clear" w:color="auto" w:fill="auto"/>
          </w:tcPr>
          <w:p w14:paraId="0CFE11FA" w14:textId="77777777" w:rsidR="0063621F" w:rsidRDefault="0063621F" w:rsidP="003C35D5">
            <w:pPr>
              <w:pStyle w:val="libPoem"/>
            </w:pPr>
            <w:r>
              <w:rPr>
                <w:rtl/>
                <w:lang w:bidi="fa-IR"/>
              </w:rPr>
              <w:t>جبريل نادى في السما اُوهل الدمع دَم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0A0462B0" w14:textId="77777777" w:rsidR="0063621F" w:rsidRDefault="0063621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14:paraId="654ABC9F" w14:textId="77777777" w:rsidR="0063621F" w:rsidRDefault="0063621F" w:rsidP="003C35D5">
            <w:pPr>
              <w:pStyle w:val="libPoem"/>
            </w:pPr>
            <w:r>
              <w:rPr>
                <w:rtl/>
                <w:lang w:bidi="fa-IR"/>
              </w:rPr>
              <w:t>يهل المدينة للزكي نصبوا المآتم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621F" w14:paraId="2BFB6625" w14:textId="77777777" w:rsidTr="003E5FAF">
        <w:trPr>
          <w:trHeight w:val="350"/>
        </w:trPr>
        <w:tc>
          <w:tcPr>
            <w:tcW w:w="3536" w:type="dxa"/>
          </w:tcPr>
          <w:p w14:paraId="6569EEE7" w14:textId="77777777" w:rsidR="0063621F" w:rsidRDefault="0063621F" w:rsidP="003C35D5">
            <w:pPr>
              <w:pStyle w:val="libPoem"/>
            </w:pPr>
            <w:r>
              <w:rPr>
                <w:rtl/>
                <w:lang w:bidi="fa-IR"/>
              </w:rPr>
              <w:t>ثار السبط لمّن سمع صوت لمنادي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BFF07D5" w14:textId="77777777" w:rsidR="0063621F" w:rsidRDefault="0063621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1DC5024" w14:textId="77777777" w:rsidR="0063621F" w:rsidRDefault="0063621F" w:rsidP="003C35D5">
            <w:pPr>
              <w:pStyle w:val="libPoem"/>
            </w:pPr>
            <w:r>
              <w:rPr>
                <w:rtl/>
                <w:lang w:bidi="fa-IR"/>
              </w:rPr>
              <w:t>لَحّد يخويه اِنكسر ظهري يا سنادي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621F" w14:paraId="0A316626" w14:textId="77777777" w:rsidTr="003E5FAF">
        <w:trPr>
          <w:trHeight w:val="350"/>
        </w:trPr>
        <w:tc>
          <w:tcPr>
            <w:tcW w:w="3536" w:type="dxa"/>
          </w:tcPr>
          <w:p w14:paraId="668A7706" w14:textId="77777777" w:rsidR="0063621F" w:rsidRDefault="0063621F" w:rsidP="003C35D5">
            <w:pPr>
              <w:pStyle w:val="libPoem"/>
            </w:pPr>
            <w:r>
              <w:rPr>
                <w:rtl/>
                <w:lang w:bidi="fa-IR"/>
              </w:rPr>
              <w:t>اِبفقدك يخويه شمْتت اِعلينا الأعادي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9051C5C" w14:textId="77777777" w:rsidR="0063621F" w:rsidRDefault="0063621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41DE6F1" w14:textId="77777777" w:rsidR="0063621F" w:rsidRDefault="0063621F" w:rsidP="003C35D5">
            <w:pPr>
              <w:pStyle w:val="libPoem"/>
            </w:pPr>
            <w:r>
              <w:rPr>
                <w:rtl/>
                <w:lang w:bidi="fa-IR"/>
              </w:rPr>
              <w:t>جاروا عليك اُوقطّعوا كبدك من السّم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621F" w14:paraId="51EEA077" w14:textId="77777777" w:rsidTr="003E5FAF">
        <w:trPr>
          <w:trHeight w:val="350"/>
        </w:trPr>
        <w:tc>
          <w:tcPr>
            <w:tcW w:w="3536" w:type="dxa"/>
          </w:tcPr>
          <w:p w14:paraId="242874EE" w14:textId="77777777" w:rsidR="0063621F" w:rsidRDefault="0063621F" w:rsidP="003C35D5">
            <w:pPr>
              <w:pStyle w:val="libPoem"/>
            </w:pPr>
            <w:r>
              <w:rPr>
                <w:rtl/>
                <w:lang w:bidi="fa-IR"/>
              </w:rPr>
              <w:t>ولا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فتاة في خدرها اِمن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F1A9FFC" w14:textId="77777777" w:rsidR="0063621F" w:rsidRDefault="0063621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B7851FF" w14:textId="77777777" w:rsidR="0063621F" w:rsidRDefault="0063621F" w:rsidP="003C35D5">
            <w:pPr>
              <w:pStyle w:val="libPoem"/>
            </w:pPr>
            <w:r>
              <w:rPr>
                <w:rtl/>
                <w:lang w:bidi="fa-IR"/>
              </w:rPr>
              <w:t>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اُوطلعتْ تلطم الهامة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621F" w14:paraId="72C65706" w14:textId="77777777" w:rsidTr="003E5FAF">
        <w:trPr>
          <w:trHeight w:val="350"/>
        </w:trPr>
        <w:tc>
          <w:tcPr>
            <w:tcW w:w="3536" w:type="dxa"/>
          </w:tcPr>
          <w:p w14:paraId="4A8EE6BF" w14:textId="77777777" w:rsidR="0063621F" w:rsidRDefault="0063621F" w:rsidP="003C35D5">
            <w:pPr>
              <w:pStyle w:val="libPoem"/>
            </w:pPr>
            <w:r>
              <w:rPr>
                <w:rtl/>
                <w:lang w:bidi="fa-IR"/>
              </w:rPr>
              <w:t>واِحسين حوله ما يبطّل من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7370E58" w14:textId="77777777" w:rsidR="0063621F" w:rsidRDefault="0063621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62E2175" w14:textId="77777777" w:rsidR="0063621F" w:rsidRDefault="0063621F" w:rsidP="003C35D5">
            <w:pPr>
              <w:pStyle w:val="libPoem"/>
            </w:pPr>
            <w:r>
              <w:rPr>
                <w:rtl/>
                <w:lang w:bidi="fa-IR"/>
              </w:rPr>
              <w:t>اينادي انفصم ظهري يخويه يا غشمشم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621F" w14:paraId="0A2D95A1" w14:textId="77777777" w:rsidTr="003E5F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E0572FF" w14:textId="77777777" w:rsidR="0063621F" w:rsidRDefault="0063621F" w:rsidP="003C35D5">
            <w:pPr>
              <w:pStyle w:val="libPoem"/>
            </w:pPr>
            <w:r>
              <w:rPr>
                <w:rtl/>
                <w:lang w:bidi="fa-IR"/>
              </w:rPr>
              <w:t>كبدي قبل كبدك يخويه قطّعوها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219772D" w14:textId="77777777" w:rsidR="0063621F" w:rsidRDefault="0063621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5FDF1AE" w14:textId="77777777" w:rsidR="0063621F" w:rsidRDefault="0063621F" w:rsidP="003C35D5">
            <w:pPr>
              <w:pStyle w:val="libPoem"/>
            </w:pPr>
            <w:r>
              <w:rPr>
                <w:rtl/>
                <w:lang w:bidi="fa-IR"/>
              </w:rPr>
              <w:t>اُوروحي قبل روحك يخويه ذوّبوها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621F" w14:paraId="42E5C61A" w14:textId="77777777" w:rsidTr="003E5F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1D1E6CE" w14:textId="77777777" w:rsidR="0063621F" w:rsidRDefault="0063621F" w:rsidP="003C35D5">
            <w:pPr>
              <w:pStyle w:val="libPoem"/>
            </w:pPr>
            <w:r>
              <w:rPr>
                <w:rtl/>
                <w:lang w:bidi="fa-IR"/>
              </w:rPr>
              <w:t>اُوزينب اِبفقدك يا خليصي روّعوها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C9031D8" w14:textId="77777777" w:rsidR="0063621F" w:rsidRDefault="0063621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2D5107A" w14:textId="77777777" w:rsidR="0063621F" w:rsidRDefault="0063621F" w:rsidP="003C35D5">
            <w:pPr>
              <w:pStyle w:val="libPoem"/>
            </w:pPr>
            <w:r>
              <w:rPr>
                <w:rtl/>
                <w:lang w:bidi="fa-IR"/>
              </w:rPr>
              <w:t>بالأمس اَبوها غاله الطاغي ابن ملجم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621F" w14:paraId="791FD0A2" w14:textId="77777777" w:rsidTr="003E5F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3EDAC9E" w14:textId="77777777" w:rsidR="0063621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واَهل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المدينة سمعوا الزهرا تنادي</w:t>
            </w:r>
            <w:r w:rsidR="006362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003D35C" w14:textId="77777777" w:rsidR="0063621F" w:rsidRDefault="0063621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DD03F79" w14:textId="77777777" w:rsidR="0063621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ما جرمتي حتّى اتقاضوا من اُولادي</w:t>
            </w:r>
            <w:r w:rsidR="006362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621F" w14:paraId="3F04B065" w14:textId="77777777" w:rsidTr="003E5F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493C239" w14:textId="77777777" w:rsidR="0063621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سُمّ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أصاب ابني الحسن فتت اُفادي</w:t>
            </w:r>
            <w:r w:rsidR="006362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38EE9C9" w14:textId="77777777" w:rsidR="0063621F" w:rsidRDefault="0063621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CAB9F22" w14:textId="77777777" w:rsidR="0063621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اِيحق لي لزيد الحزن لبني واَبكي اِبدم</w:t>
            </w:r>
            <w:r w:rsidR="006362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621F" w14:paraId="267D1B16" w14:textId="77777777" w:rsidTr="003E5F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1EFF2C0" w14:textId="77777777" w:rsidR="0063621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اُو زينب تلمّه في صدرها اُو تهمل ادموع</w:t>
            </w:r>
            <w:r w:rsidR="006362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D408458" w14:textId="77777777" w:rsidR="0063621F" w:rsidRDefault="0063621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F220095" w14:textId="77777777" w:rsidR="0063621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واتقول جسمي من اِفراقك صار موجوع</w:t>
            </w:r>
            <w:r w:rsidR="006362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621F" w14:paraId="5EB19D2E" w14:textId="77777777" w:rsidTr="003E5F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884F55C" w14:textId="77777777" w:rsidR="0063621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اُوجسّام منّه يا عضيدي إحتنت لضلوع</w:t>
            </w:r>
            <w:r w:rsidR="006362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FC58026" w14:textId="77777777" w:rsidR="0063621F" w:rsidRDefault="0063621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6D1EE59" w14:textId="77777777" w:rsidR="0063621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يصفق اِبراحة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 على الخدّين يلطم</w:t>
            </w:r>
            <w:r w:rsidR="006362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621F" w14:paraId="4953B857" w14:textId="77777777" w:rsidTr="003E5F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EE7C72C" w14:textId="77777777" w:rsidR="0063621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والله أنا قاسيت كُلْ اِمصاب أهلي</w:t>
            </w:r>
            <w:r w:rsidR="006362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CD0DE8A" w14:textId="77777777" w:rsidR="0063621F" w:rsidRDefault="0063621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3F64220" w14:textId="77777777" w:rsidR="0063621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جدّي وبويه انقتل في فرضه يصلّي</w:t>
            </w:r>
            <w:r w:rsidR="006362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621F" w14:paraId="1105FEA3" w14:textId="77777777" w:rsidTr="003E5F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BD3BF0B" w14:textId="77777777" w:rsidR="0063621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ولا بقى غير السبط من جملة أهلي</w:t>
            </w:r>
            <w:r w:rsidR="006362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554CFE0" w14:textId="77777777" w:rsidR="0063621F" w:rsidRDefault="0063621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1B7BE22" w14:textId="77777777" w:rsidR="0063621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في كربلا موعود جسمه ينخضب دم</w:t>
            </w:r>
            <w:r w:rsidR="006362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621F" w14:paraId="5DB7FF6F" w14:textId="77777777" w:rsidTr="003E5F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E06765A" w14:textId="77777777" w:rsidR="0063621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وعبّاس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نادى اُوشاهر السيف ابيمينه</w:t>
            </w:r>
            <w:r w:rsidR="006362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8F72AF1" w14:textId="77777777" w:rsidR="0063621F" w:rsidRDefault="0063621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D374DFF" w14:textId="77777777" w:rsidR="0063621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اُوصوّت ثلاث أصوات في أرض المدينه</w:t>
            </w:r>
            <w:r w:rsidR="006362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621F" w14:paraId="137645BA" w14:textId="77777777" w:rsidTr="003E5F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6CF3052" w14:textId="77777777" w:rsidR="0063621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يا أهل الغيرة ثوروا الثارات أخونه</w:t>
            </w:r>
            <w:r w:rsidR="006362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57DA251" w14:textId="77777777" w:rsidR="0063621F" w:rsidRDefault="0063621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FC8BFE3" w14:textId="77777777" w:rsidR="0063621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اُوخلّوا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خيول العاديات اِتخوض بالدّم</w:t>
            </w:r>
            <w:r w:rsidR="006362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621F" w14:paraId="3FF7A426" w14:textId="77777777" w:rsidTr="003E5F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B5DB761" w14:textId="77777777" w:rsidR="0063621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نادى الحسن يحسين دنِّ الطشت منّي</w:t>
            </w:r>
            <w:r w:rsidR="006362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550D0AB" w14:textId="77777777" w:rsidR="0063621F" w:rsidRDefault="0063621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861EE16" w14:textId="77777777" w:rsidR="0063621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ترى يخويه الكبد منّي فارقتني</w:t>
            </w:r>
            <w:r w:rsidR="006362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621F" w14:paraId="360A9C8D" w14:textId="77777777" w:rsidTr="003E5F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A611DB3" w14:textId="77777777" w:rsidR="0063621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والله ابهذا السم جعدةذوّبتني</w:t>
            </w:r>
            <w:r w:rsidR="006362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ABD11FA" w14:textId="77777777" w:rsidR="0063621F" w:rsidRDefault="0063621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2677544" w14:textId="77777777" w:rsidR="0063621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كبدي تلظّت يا خليصي اِبوجة السّم</w:t>
            </w:r>
            <w:r w:rsidR="006362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621F" w14:paraId="1C9420F1" w14:textId="77777777" w:rsidTr="003E5F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024A7CF" w14:textId="77777777" w:rsidR="0063621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من حين راسه يا خلق للطشت دنّاه</w:t>
            </w:r>
            <w:r w:rsidR="006362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946A131" w14:textId="77777777" w:rsidR="0063621F" w:rsidRDefault="0063621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5A2AB59" w14:textId="77777777" w:rsidR="0063621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كبده مع السم اِنزلت حين تقيّاه</w:t>
            </w:r>
            <w:r w:rsidR="006362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5FAF" w14:paraId="431C9306" w14:textId="77777777" w:rsidTr="003E5F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9C08C72" w14:textId="77777777" w:rsidR="003E5FA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صاح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السبط لجْله اُوصرخ ويلاه ويلاه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AD8FBE1" w14:textId="77777777" w:rsidR="003E5FAF" w:rsidRDefault="003E5FAF" w:rsidP="003C35D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143DA5B" w14:textId="77777777" w:rsidR="003E5FAF" w:rsidRDefault="003E5FAF" w:rsidP="003C35D5">
            <w:pPr>
              <w:pStyle w:val="libPoem"/>
            </w:pPr>
            <w:r>
              <w:rPr>
                <w:rtl/>
                <w:lang w:bidi="fa-IR"/>
              </w:rPr>
              <w:t>يا ليت يومك قبل يومي ما تقدّم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A412F56" w14:textId="77777777" w:rsidR="00EE7C84" w:rsidRDefault="00E21949" w:rsidP="008A0C82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A0C82" w14:paraId="21158EBE" w14:textId="77777777" w:rsidTr="003C35D5">
        <w:trPr>
          <w:trHeight w:val="350"/>
        </w:trPr>
        <w:tc>
          <w:tcPr>
            <w:tcW w:w="3920" w:type="dxa"/>
            <w:shd w:val="clear" w:color="auto" w:fill="auto"/>
          </w:tcPr>
          <w:p w14:paraId="71C1CE21" w14:textId="77777777" w:rsidR="008A0C82" w:rsidRDefault="008A0C82" w:rsidP="003C35D5">
            <w:pPr>
              <w:pStyle w:val="libPoem"/>
            </w:pPr>
            <w:r>
              <w:rPr>
                <w:rtl/>
                <w:lang w:bidi="fa-IR"/>
              </w:rPr>
              <w:t>جبريل نادى في السما يا زينب المحزونه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30DCAAA" w14:textId="77777777" w:rsidR="008A0C82" w:rsidRDefault="008A0C82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324AD35" w14:textId="77777777" w:rsidR="008A0C82" w:rsidRDefault="008A0C82" w:rsidP="008A0C82">
            <w:pPr>
              <w:pStyle w:val="libPoem"/>
            </w:pPr>
            <w:r>
              <w:rPr>
                <w:rtl/>
                <w:lang w:bidi="fa-IR"/>
              </w:rPr>
              <w:t>قومي إلى اُوداع الحسن من قبل ماتفقدونه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311C33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D5A21" w14:paraId="6960E2C2" w14:textId="77777777" w:rsidTr="003C35D5">
        <w:trPr>
          <w:trHeight w:val="350"/>
        </w:trPr>
        <w:tc>
          <w:tcPr>
            <w:tcW w:w="3920" w:type="dxa"/>
            <w:shd w:val="clear" w:color="auto" w:fill="auto"/>
          </w:tcPr>
          <w:p w14:paraId="6B7C38E0" w14:textId="77777777" w:rsidR="00ED5A21" w:rsidRDefault="00ED5A21" w:rsidP="00ED5A21">
            <w:pPr>
              <w:pStyle w:val="libPoem"/>
            </w:pPr>
            <w:r>
              <w:rPr>
                <w:rtl/>
                <w:lang w:bidi="fa-IR"/>
              </w:rPr>
              <w:lastRenderedPageBreak/>
              <w:t>صارت صوايح في السماوالأرض في زلزالَه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79EE649" w14:textId="77777777" w:rsidR="00ED5A21" w:rsidRDefault="00ED5A21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5F52A34" w14:textId="77777777" w:rsidR="00ED5A21" w:rsidRDefault="00ED5A21" w:rsidP="003C35D5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زينب لفت في ضجّه واُدموعها همّاله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A21" w14:paraId="02D953D0" w14:textId="77777777" w:rsidTr="003C35D5">
        <w:trPr>
          <w:trHeight w:val="350"/>
        </w:trPr>
        <w:tc>
          <w:tcPr>
            <w:tcW w:w="3920" w:type="dxa"/>
          </w:tcPr>
          <w:p w14:paraId="44E80C76" w14:textId="77777777" w:rsidR="00ED5A21" w:rsidRDefault="00ED5A21" w:rsidP="00ED5A21">
            <w:pPr>
              <w:pStyle w:val="libPoem"/>
            </w:pPr>
            <w:r>
              <w:rPr>
                <w:rtl/>
                <w:lang w:bidi="fa-IR"/>
              </w:rPr>
              <w:t>بحسين أخوهانادت خُوك الحسن ماحالَه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32D87F" w14:textId="77777777" w:rsidR="00ED5A21" w:rsidRDefault="00ED5A21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AA83A81" w14:textId="77777777" w:rsidR="00ED5A21" w:rsidRDefault="00ED5A21" w:rsidP="003C35D5">
            <w:pPr>
              <w:pStyle w:val="libPoem"/>
            </w:pPr>
            <w:r>
              <w:rPr>
                <w:rtl/>
                <w:lang w:bidi="fa-IR"/>
              </w:rPr>
              <w:t>قلها يزينب خونا وجهه تغيّر لونه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A21" w14:paraId="4AE38D0B" w14:textId="77777777" w:rsidTr="003C35D5">
        <w:trPr>
          <w:trHeight w:val="350"/>
        </w:trPr>
        <w:tc>
          <w:tcPr>
            <w:tcW w:w="3920" w:type="dxa"/>
          </w:tcPr>
          <w:p w14:paraId="66710A15" w14:textId="77777777" w:rsidR="00ED5A21" w:rsidRDefault="00ED5A21" w:rsidP="003C35D5">
            <w:pPr>
              <w:pStyle w:val="libPoem"/>
            </w:pPr>
            <w:r>
              <w:rPr>
                <w:rtl/>
                <w:lang w:bidi="fa-IR"/>
              </w:rPr>
              <w:t>طاحت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عليه اِتقبْله تبكي اِبصوتٍ 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99CB853" w14:textId="77777777" w:rsidR="00ED5A21" w:rsidRDefault="00ED5A21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5819D3" w14:textId="77777777" w:rsidR="00ED5A21" w:rsidRDefault="00ED5A21" w:rsidP="003C35D5">
            <w:pPr>
              <w:pStyle w:val="libPoem"/>
            </w:pPr>
            <w:r>
              <w:rPr>
                <w:rtl/>
                <w:lang w:bidi="fa-IR"/>
              </w:rPr>
              <w:t>يا خويه يا صيوانّه يا شيخ كُلْ اِرجالي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A21" w14:paraId="69037859" w14:textId="77777777" w:rsidTr="003C35D5">
        <w:trPr>
          <w:trHeight w:val="350"/>
        </w:trPr>
        <w:tc>
          <w:tcPr>
            <w:tcW w:w="3920" w:type="dxa"/>
          </w:tcPr>
          <w:p w14:paraId="16A6AD39" w14:textId="77777777" w:rsidR="00ED5A21" w:rsidRDefault="00ED5A21" w:rsidP="003C35D5">
            <w:pPr>
              <w:pStyle w:val="libPoem"/>
            </w:pPr>
            <w:r>
              <w:rPr>
                <w:rtl/>
                <w:lang w:bidi="fa-IR"/>
              </w:rPr>
              <w:t>ضيعْتني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يابن اُمّي الله اُو لَحْد يا لوالي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3502F76" w14:textId="77777777" w:rsidR="00ED5A21" w:rsidRDefault="00ED5A21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398DD9" w14:textId="77777777" w:rsidR="00ED5A21" w:rsidRDefault="00ED5A21" w:rsidP="003C35D5">
            <w:pPr>
              <w:pStyle w:val="libPoem"/>
            </w:pPr>
            <w:r>
              <w:rPr>
                <w:rtl/>
                <w:lang w:bidi="fa-IR"/>
              </w:rPr>
              <w:t>يا ليتني في قبرك قبلك أنا مدفونَه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A21" w14:paraId="6729ADE1" w14:textId="77777777" w:rsidTr="003C35D5">
        <w:trPr>
          <w:trHeight w:val="350"/>
        </w:trPr>
        <w:tc>
          <w:tcPr>
            <w:tcW w:w="3920" w:type="dxa"/>
          </w:tcPr>
          <w:p w14:paraId="452CE937" w14:textId="77777777" w:rsidR="00ED5A21" w:rsidRDefault="00ED5A21" w:rsidP="003C35D5">
            <w:pPr>
              <w:pStyle w:val="libPoem"/>
            </w:pPr>
            <w:r>
              <w:rPr>
                <w:rtl/>
                <w:lang w:bidi="fa-IR"/>
              </w:rPr>
              <w:t>فتّح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اِعيونه اُونادى يحسين غمّض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FBB89F" w14:textId="77777777" w:rsidR="00ED5A21" w:rsidRDefault="00ED5A21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E69D34" w14:textId="77777777" w:rsidR="00ED5A21" w:rsidRDefault="00ED5A21" w:rsidP="003C35D5">
            <w:pPr>
              <w:pStyle w:val="libPoem"/>
            </w:pPr>
            <w:r>
              <w:rPr>
                <w:rtl/>
                <w:lang w:bidi="fa-IR"/>
              </w:rPr>
              <w:t>وقت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المنيّة يالاُخو اُوصيك مد اِيديني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A21" w14:paraId="4863101B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5007059" w14:textId="77777777" w:rsidR="00ED5A21" w:rsidRDefault="00ED5A21" w:rsidP="003C35D5">
            <w:pPr>
              <w:pStyle w:val="libPoem"/>
            </w:pPr>
            <w:r>
              <w:rPr>
                <w:rtl/>
                <w:lang w:bidi="fa-IR"/>
              </w:rPr>
              <w:t>ليت الدهر ما فرّق ما بينك اُوما 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E2D77B" w14:textId="77777777" w:rsidR="00ED5A21" w:rsidRDefault="00ED5A21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7158A8" w14:textId="77777777" w:rsidR="00ED5A21" w:rsidRDefault="00ED5A21" w:rsidP="00ED5A21">
            <w:pPr>
              <w:pStyle w:val="libPoem"/>
            </w:pPr>
            <w:r>
              <w:rPr>
                <w:rtl/>
                <w:lang w:bidi="fa-IR"/>
              </w:rPr>
              <w:t>صوتي عقب هالساعةيحسين مااتسمعُونه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A21" w14:paraId="35939AA0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B6DA4F1" w14:textId="77777777" w:rsidR="00ED5A21" w:rsidRDefault="00ED5A21" w:rsidP="003C35D5">
            <w:pPr>
              <w:pStyle w:val="libPoem"/>
            </w:pPr>
            <w:r>
              <w:rPr>
                <w:rtl/>
                <w:lang w:bidi="fa-IR"/>
              </w:rPr>
              <w:t>غمّض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اِعيونه اِبروحه في حال نزعة روحه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5D6FD1" w14:textId="77777777" w:rsidR="00ED5A21" w:rsidRDefault="00ED5A21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977C98" w14:textId="77777777" w:rsidR="00ED5A21" w:rsidRDefault="00ED5A21" w:rsidP="003C35D5">
            <w:pPr>
              <w:pStyle w:val="libPoem"/>
            </w:pPr>
            <w:r>
              <w:rPr>
                <w:rtl/>
                <w:lang w:bidi="fa-IR"/>
              </w:rPr>
              <w:t>من اِخوتَه واِعياله كثرة عليه الصّيحه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A21" w14:paraId="7B598C0A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A9FC9EF" w14:textId="77777777" w:rsidR="00ED5A21" w:rsidRDefault="00ED5A21" w:rsidP="00ED5A21">
            <w:pPr>
              <w:pStyle w:val="libPoem"/>
            </w:pPr>
            <w:r>
              <w:rPr>
                <w:rtl/>
                <w:lang w:bidi="fa-IR"/>
              </w:rPr>
              <w:t>اُو زينب حزينة اِتنادي واِدموعهامسفوحه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12BF8C" w14:textId="77777777" w:rsidR="00ED5A21" w:rsidRDefault="00ED5A21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4B4316" w14:textId="77777777" w:rsidR="00ED5A21" w:rsidRDefault="00ED5A21" w:rsidP="003C35D5">
            <w:pPr>
              <w:pStyle w:val="libPoem"/>
            </w:pPr>
            <w:r>
              <w:rPr>
                <w:rtl/>
                <w:lang w:bidi="fa-IR"/>
              </w:rPr>
              <w:t>هاليوم راح اسنادي اُو ظلّيت أنا محزونَه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A21" w14:paraId="0926BDF3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55E4EF3" w14:textId="77777777" w:rsidR="00ED5A21" w:rsidRDefault="00ED5A21" w:rsidP="003C35D5">
            <w:pPr>
              <w:pStyle w:val="libPoem"/>
            </w:pPr>
            <w:r>
              <w:rPr>
                <w:rtl/>
                <w:lang w:bidi="fa-IR"/>
              </w:rPr>
              <w:t>وَوحش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عليّه المنزل ووحش عليّه النادي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0788BB" w14:textId="77777777" w:rsidR="00ED5A21" w:rsidRDefault="00ED5A21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156094" w14:textId="77777777" w:rsidR="00ED5A21" w:rsidRDefault="00ED5A21" w:rsidP="003C35D5">
            <w:pPr>
              <w:pStyle w:val="libPoem"/>
            </w:pPr>
            <w:r>
              <w:rPr>
                <w:rtl/>
                <w:lang w:bidi="fa-IR"/>
              </w:rPr>
              <w:t>والبست ثوب الذله من يوم ارح اسنادي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A21" w14:paraId="547B8B42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E51BEE4" w14:textId="77777777" w:rsidR="00ED5A21" w:rsidRDefault="00ED5A21" w:rsidP="003C35D5">
            <w:pPr>
              <w:pStyle w:val="libPoem"/>
            </w:pPr>
            <w:r>
              <w:rPr>
                <w:rtl/>
                <w:lang w:bidi="fa-IR"/>
              </w:rPr>
              <w:t>في داعة الله رايح عنا يسبط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14F05C" w14:textId="77777777" w:rsidR="00ED5A21" w:rsidRDefault="00ED5A21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55C536" w14:textId="77777777" w:rsidR="00ED5A21" w:rsidRDefault="00ED5A21" w:rsidP="003C35D5">
            <w:pPr>
              <w:pStyle w:val="libPoem"/>
            </w:pPr>
            <w:r>
              <w:rPr>
                <w:rtl/>
                <w:lang w:bidi="fa-IR"/>
              </w:rPr>
              <w:t>بالله يشيّال النعش خلّه هَله اِيودعونه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A21" w14:paraId="1B8C3562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29A5518" w14:textId="77777777" w:rsidR="00ED5A21" w:rsidRDefault="00ED5A21" w:rsidP="003C35D5">
            <w:pPr>
              <w:pStyle w:val="libPoem"/>
            </w:pPr>
            <w:r>
              <w:rPr>
                <w:rtl/>
                <w:lang w:bidi="fa-IR"/>
              </w:rPr>
              <w:t>واِحسين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ظل اِينادي والدمع منّه جاري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BF45B3" w14:textId="77777777" w:rsidR="00ED5A21" w:rsidRDefault="00ED5A21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E19E8B" w14:textId="77777777" w:rsidR="00ED5A21" w:rsidRDefault="00ED5A21" w:rsidP="003C35D5">
            <w:pPr>
              <w:pStyle w:val="libPoem"/>
            </w:pPr>
            <w:r>
              <w:rPr>
                <w:rtl/>
                <w:lang w:bidi="fa-IR"/>
              </w:rPr>
              <w:t>اِنته الضّمد يا خويه واِنته الهزبر الضّاري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A21" w14:paraId="2AB84461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CE89FE1" w14:textId="77777777" w:rsidR="00ED5A21" w:rsidRDefault="00ED5A21" w:rsidP="003C35D5">
            <w:pPr>
              <w:pStyle w:val="libPoem"/>
            </w:pPr>
            <w:r>
              <w:rPr>
                <w:rtl/>
                <w:lang w:bidi="fa-IR"/>
              </w:rPr>
              <w:t>اِنته تموت اِبسمّك وآنا الْلي أبقى عاري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4A6C2E" w14:textId="77777777" w:rsidR="00ED5A21" w:rsidRDefault="00ED5A21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24FAD9" w14:textId="77777777" w:rsidR="00ED5A21" w:rsidRDefault="00ED5A21" w:rsidP="003C35D5">
            <w:pPr>
              <w:pStyle w:val="libPoem"/>
            </w:pPr>
            <w:r>
              <w:rPr>
                <w:rtl/>
                <w:lang w:bidi="fa-IR"/>
              </w:rPr>
              <w:t>في كربلا اِيذبحوني اُوراسي أنا ايشيلونه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A21" w14:paraId="7706812A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A240624" w14:textId="77777777" w:rsidR="00ED5A21" w:rsidRDefault="00ED5A21" w:rsidP="00ED5A21">
            <w:pPr>
              <w:pStyle w:val="libPoem"/>
            </w:pPr>
            <w:r>
              <w:rPr>
                <w:rtl/>
                <w:lang w:bidi="fa-IR"/>
              </w:rPr>
              <w:t>أنا بغسل جسمك واَنا فلا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لي غاسل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0C892A" w14:textId="77777777" w:rsidR="00ED5A21" w:rsidRDefault="00ED5A21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F6F44A" w14:textId="77777777" w:rsidR="00ED5A21" w:rsidRDefault="00ED5A21" w:rsidP="003C35D5">
            <w:pPr>
              <w:pStyle w:val="libPoem"/>
            </w:pPr>
            <w:r>
              <w:rPr>
                <w:rtl/>
                <w:lang w:bidi="fa-IR"/>
              </w:rPr>
              <w:t>اُوجسمي يظل اِمجدّل والدم منّه سايل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A21" w14:paraId="6A74FF50" w14:textId="77777777" w:rsidTr="003C35D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F9610A2" w14:textId="77777777" w:rsidR="00ED5A21" w:rsidRDefault="00ED5A21" w:rsidP="00ED5A21">
            <w:pPr>
              <w:pStyle w:val="libPoem"/>
            </w:pPr>
            <w:r>
              <w:rPr>
                <w:rtl/>
                <w:lang w:bidi="fa-IR"/>
              </w:rPr>
              <w:t>نعشك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أنا شيّاله اُونعشي فلا له شايل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B08F1BD" w14:textId="77777777" w:rsidR="00ED5A21" w:rsidRDefault="00ED5A21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2EC62A" w14:textId="77777777" w:rsidR="00ED5A21" w:rsidRDefault="00ED5A21" w:rsidP="003C35D5">
            <w:pPr>
              <w:pStyle w:val="libPoem"/>
            </w:pPr>
            <w:r>
              <w:rPr>
                <w:rtl/>
                <w:lang w:bidi="fa-IR"/>
              </w:rPr>
              <w:t>ليتك ترى صيواني يوم العدى اِيحرقونه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57399E6" w14:textId="77777777" w:rsidR="00EE7C84" w:rsidRDefault="00EE7C84" w:rsidP="00ED5A21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02310" w14:paraId="104DFFDA" w14:textId="77777777" w:rsidTr="003C35D5">
        <w:trPr>
          <w:trHeight w:val="350"/>
        </w:trPr>
        <w:tc>
          <w:tcPr>
            <w:tcW w:w="3920" w:type="dxa"/>
            <w:shd w:val="clear" w:color="auto" w:fill="auto"/>
          </w:tcPr>
          <w:p w14:paraId="5EE3CD5E" w14:textId="77777777" w:rsidR="00802310" w:rsidRDefault="00802310" w:rsidP="003C35D5">
            <w:pPr>
              <w:pStyle w:val="libPoem"/>
            </w:pPr>
            <w:r>
              <w:rPr>
                <w:rtl/>
                <w:lang w:bidi="fa-IR"/>
              </w:rPr>
              <w:t>مات الحسن يا زهرا ليتك حضرتي موتَه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44A6D8E" w14:textId="77777777" w:rsidR="00802310" w:rsidRDefault="00802310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659DBB2" w14:textId="77777777" w:rsidR="00802310" w:rsidRDefault="00802310" w:rsidP="003C35D5">
            <w:pPr>
              <w:pStyle w:val="libPoem"/>
            </w:pPr>
            <w:r>
              <w:rPr>
                <w:rtl/>
                <w:lang w:bidi="fa-IR"/>
              </w:rPr>
              <w:t>ليتك حضرتي بدرك يوم أبلعتّه الحوتَه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2310" w14:paraId="67C7A25F" w14:textId="77777777" w:rsidTr="003C35D5">
        <w:trPr>
          <w:trHeight w:val="350"/>
        </w:trPr>
        <w:tc>
          <w:tcPr>
            <w:tcW w:w="3920" w:type="dxa"/>
          </w:tcPr>
          <w:p w14:paraId="1B5D0CEA" w14:textId="77777777" w:rsidR="00802310" w:rsidRDefault="00802310" w:rsidP="003C35D5">
            <w:pPr>
              <w:pStyle w:val="libPoem"/>
            </w:pPr>
            <w:r>
              <w:rPr>
                <w:rtl/>
                <w:lang w:bidi="fa-IR"/>
              </w:rPr>
              <w:t>ليتك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حضرتي بدرك واِمنازعه واعلاجه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C521C2" w14:textId="77777777" w:rsidR="00802310" w:rsidRDefault="00802310" w:rsidP="003C35D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ACE485" w14:textId="77777777" w:rsidR="00802310" w:rsidRDefault="00802310" w:rsidP="003C35D5">
            <w:pPr>
              <w:pStyle w:val="libPoem"/>
            </w:pPr>
            <w:r>
              <w:rPr>
                <w:rtl/>
                <w:lang w:bidi="fa-IR"/>
              </w:rPr>
              <w:t>وامن الحشا طفّيتي نيرانه الوهّاجه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0AD117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660" w:type="pct"/>
        <w:tblInd w:w="384" w:type="dxa"/>
        <w:tblLook w:val="01E0" w:firstRow="1" w:lastRow="1" w:firstColumn="1" w:lastColumn="1" w:noHBand="0" w:noVBand="0"/>
      </w:tblPr>
      <w:tblGrid>
        <w:gridCol w:w="3932"/>
        <w:gridCol w:w="303"/>
        <w:gridCol w:w="4111"/>
      </w:tblGrid>
      <w:tr w:rsidR="00AB4D03" w14:paraId="4C2C976B" w14:textId="77777777" w:rsidTr="00AB4D03">
        <w:trPr>
          <w:trHeight w:val="350"/>
        </w:trPr>
        <w:tc>
          <w:tcPr>
            <w:tcW w:w="3518" w:type="dxa"/>
            <w:shd w:val="clear" w:color="auto" w:fill="auto"/>
          </w:tcPr>
          <w:p w14:paraId="3A840535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lastRenderedPageBreak/>
              <w:t>واَهل السما في ضجّة والنّاس في نزعاجه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  <w:shd w:val="clear" w:color="auto" w:fill="auto"/>
          </w:tcPr>
          <w:p w14:paraId="75C88935" w14:textId="77777777" w:rsidR="00AB4D03" w:rsidRDefault="00AB4D03" w:rsidP="003C35D5">
            <w:pPr>
              <w:pStyle w:val="libPoem"/>
              <w:rPr>
                <w:rtl/>
              </w:rPr>
            </w:pPr>
          </w:p>
        </w:tc>
        <w:tc>
          <w:tcPr>
            <w:tcW w:w="3678" w:type="dxa"/>
            <w:shd w:val="clear" w:color="auto" w:fill="auto"/>
          </w:tcPr>
          <w:p w14:paraId="2944B6FC" w14:textId="77777777" w:rsidR="00AB4D03" w:rsidRDefault="00AB4D03" w:rsidP="00AB4D03">
            <w:pPr>
              <w:pStyle w:val="libPoem"/>
            </w:pPr>
            <w:r>
              <w:rPr>
                <w:rtl/>
                <w:lang w:bidi="fa-IR"/>
              </w:rPr>
              <w:t>والكُل يصيح اُويبكي ردّي القمر يا حوتَه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D03" w14:paraId="488A4E67" w14:textId="77777777" w:rsidTr="00AB4D03">
        <w:trPr>
          <w:trHeight w:val="350"/>
        </w:trPr>
        <w:tc>
          <w:tcPr>
            <w:tcW w:w="3518" w:type="dxa"/>
          </w:tcPr>
          <w:p w14:paraId="65B9D4B6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ليتك حضرتي بدر نور البدر من نُوره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25223917" w14:textId="77777777" w:rsidR="00AB4D03" w:rsidRDefault="00AB4D03" w:rsidP="003C35D5">
            <w:pPr>
              <w:pStyle w:val="libPoem"/>
              <w:rPr>
                <w:rtl/>
              </w:rPr>
            </w:pPr>
          </w:p>
        </w:tc>
        <w:tc>
          <w:tcPr>
            <w:tcW w:w="3678" w:type="dxa"/>
          </w:tcPr>
          <w:p w14:paraId="2CF4DB35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حَوله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جميع اُولاده وادموعهم منثوره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D03" w14:paraId="088726AD" w14:textId="77777777" w:rsidTr="00AB4D03">
        <w:trPr>
          <w:trHeight w:val="350"/>
        </w:trPr>
        <w:tc>
          <w:tcPr>
            <w:tcW w:w="3518" w:type="dxa"/>
          </w:tcPr>
          <w:p w14:paraId="7CEEB090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اُو بنت اجعيدة جذلانة مسروره</w:t>
            </w:r>
            <w:r w:rsidRPr="009712FA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6BF87AC6" w14:textId="77777777" w:rsidR="00AB4D03" w:rsidRDefault="00AB4D03" w:rsidP="003C35D5">
            <w:pPr>
              <w:pStyle w:val="libPoem"/>
              <w:rPr>
                <w:rtl/>
              </w:rPr>
            </w:pPr>
          </w:p>
        </w:tc>
        <w:tc>
          <w:tcPr>
            <w:tcW w:w="3678" w:type="dxa"/>
          </w:tcPr>
          <w:p w14:paraId="368ADE83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اُو زينب تقوم اُو تقعد واِمن الحزن مبهوته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D03" w14:paraId="79D4BF54" w14:textId="77777777" w:rsidTr="00AB4D03">
        <w:trPr>
          <w:trHeight w:val="350"/>
        </w:trPr>
        <w:tc>
          <w:tcPr>
            <w:tcW w:w="3518" w:type="dxa"/>
          </w:tcPr>
          <w:p w14:paraId="43E38194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يا حور يهل الجنّة تنشدكم المحزونَه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9EEF697" w14:textId="77777777" w:rsidR="00AB4D03" w:rsidRDefault="00AB4D03" w:rsidP="003C35D5">
            <w:pPr>
              <w:pStyle w:val="libPoem"/>
              <w:rPr>
                <w:rtl/>
              </w:rPr>
            </w:pPr>
          </w:p>
        </w:tc>
        <w:tc>
          <w:tcPr>
            <w:tcW w:w="3678" w:type="dxa"/>
          </w:tcPr>
          <w:p w14:paraId="2F76C0F2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قصر الزبرجَد لخضر لا منهوا تزينونه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D03" w14:paraId="69E35065" w14:textId="77777777" w:rsidTr="00AB4D03">
        <w:trPr>
          <w:trHeight w:val="350"/>
        </w:trPr>
        <w:tc>
          <w:tcPr>
            <w:tcW w:w="3518" w:type="dxa"/>
          </w:tcPr>
          <w:p w14:paraId="71BCFB4A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قالوا الكبير اُولادك الحسن ما حَد دونه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A0136CC" w14:textId="77777777" w:rsidR="00AB4D03" w:rsidRDefault="00AB4D03" w:rsidP="003C35D5">
            <w:pPr>
              <w:pStyle w:val="libPoem"/>
              <w:rPr>
                <w:rtl/>
              </w:rPr>
            </w:pPr>
          </w:p>
        </w:tc>
        <w:tc>
          <w:tcPr>
            <w:tcW w:w="3678" w:type="dxa"/>
          </w:tcPr>
          <w:p w14:paraId="1BA02620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تنظرين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نسا راحت اِتعاين موته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D03" w14:paraId="4AD0BB29" w14:textId="77777777" w:rsidTr="00AB4D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18" w:type="dxa"/>
          </w:tcPr>
          <w:p w14:paraId="50902A6D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طاحت يخويه كبدي واَلزم عليها بيدك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45B87B7A" w14:textId="77777777" w:rsidR="00AB4D03" w:rsidRDefault="00AB4D03" w:rsidP="003C35D5">
            <w:pPr>
              <w:pStyle w:val="libPoem"/>
              <w:rPr>
                <w:rtl/>
              </w:rPr>
            </w:pPr>
          </w:p>
        </w:tc>
        <w:tc>
          <w:tcPr>
            <w:tcW w:w="3678" w:type="dxa"/>
          </w:tcPr>
          <w:p w14:paraId="5165D607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اِنته يخويه اِعضيدي واَنا يخويه اِعضيدك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D03" w14:paraId="730DB0E1" w14:textId="77777777" w:rsidTr="00AB4D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18" w:type="dxa"/>
          </w:tcPr>
          <w:p w14:paraId="44A8EDF5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آنا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يخويه اشبيدي واِنته عليّ اشبيدك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FBDB695" w14:textId="77777777" w:rsidR="00AB4D03" w:rsidRDefault="00AB4D03" w:rsidP="003C35D5">
            <w:pPr>
              <w:pStyle w:val="libPoem"/>
              <w:rPr>
                <w:rtl/>
              </w:rPr>
            </w:pPr>
          </w:p>
        </w:tc>
        <w:tc>
          <w:tcPr>
            <w:tcW w:w="3678" w:type="dxa"/>
          </w:tcPr>
          <w:p w14:paraId="4C123F28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كبدي أنا المتقطعة لو كبدك عليْ مفتوته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D03" w14:paraId="54E76C40" w14:textId="77777777" w:rsidTr="00AB4D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18" w:type="dxa"/>
          </w:tcPr>
          <w:p w14:paraId="6F478F49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يحسين آنا وياكم باقي سواد الليله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2750E4EC" w14:textId="77777777" w:rsidR="00AB4D03" w:rsidRDefault="00AB4D03" w:rsidP="003C35D5">
            <w:pPr>
              <w:pStyle w:val="libPoem"/>
              <w:rPr>
                <w:rtl/>
              </w:rPr>
            </w:pPr>
          </w:p>
        </w:tc>
        <w:tc>
          <w:tcPr>
            <w:tcW w:w="3678" w:type="dxa"/>
          </w:tcPr>
          <w:p w14:paraId="656AFFE2" w14:textId="77777777" w:rsidR="00AB4D03" w:rsidRDefault="00AB4D03" w:rsidP="00AB4D03">
            <w:pPr>
              <w:pStyle w:val="libPoem"/>
            </w:pPr>
            <w:r>
              <w:rPr>
                <w:rtl/>
                <w:lang w:bidi="fa-IR"/>
              </w:rPr>
              <w:t>واِمن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الصبح يابن اُمّي نعش الاُخوباتشيله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D03" w14:paraId="708EDAB0" w14:textId="77777777" w:rsidTr="00AB4D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18" w:type="dxa"/>
          </w:tcPr>
          <w:p w14:paraId="4D30A359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نالوا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المطالب فينا أهل الغدر والحيله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DF76DD7" w14:textId="77777777" w:rsidR="00AB4D03" w:rsidRDefault="00AB4D03" w:rsidP="003C35D5">
            <w:pPr>
              <w:pStyle w:val="libPoem"/>
              <w:rPr>
                <w:rtl/>
              </w:rPr>
            </w:pPr>
          </w:p>
        </w:tc>
        <w:tc>
          <w:tcPr>
            <w:tcW w:w="3678" w:type="dxa"/>
          </w:tcPr>
          <w:p w14:paraId="783DA925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والموت لازم منّه مَن له سهم ما يفوته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D03" w14:paraId="45C1B396" w14:textId="77777777" w:rsidTr="00AB4D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18" w:type="dxa"/>
          </w:tcPr>
          <w:p w14:paraId="336881A8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آنا قضيت النوبة في الشربةِ المسمومه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4B42DD47" w14:textId="77777777" w:rsidR="00AB4D03" w:rsidRDefault="00AB4D03" w:rsidP="003C35D5">
            <w:pPr>
              <w:pStyle w:val="libPoem"/>
              <w:rPr>
                <w:rtl/>
              </w:rPr>
            </w:pPr>
          </w:p>
        </w:tc>
        <w:tc>
          <w:tcPr>
            <w:tcW w:w="3678" w:type="dxa"/>
          </w:tcPr>
          <w:p w14:paraId="5F2FBF10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واسّبِّبت في قتلي هالرجسة الميشومه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D03" w14:paraId="26396B6F" w14:textId="77777777" w:rsidTr="00AB4D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18" w:type="dxa"/>
          </w:tcPr>
          <w:p w14:paraId="3313551D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واقصورنا في الجنّة مبنيّة اُو معلومَه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7B5084A" w14:textId="77777777" w:rsidR="00AB4D03" w:rsidRDefault="00AB4D03" w:rsidP="003C35D5">
            <w:pPr>
              <w:pStyle w:val="libPoem"/>
              <w:rPr>
                <w:rtl/>
              </w:rPr>
            </w:pPr>
          </w:p>
        </w:tc>
        <w:tc>
          <w:tcPr>
            <w:tcW w:w="3678" w:type="dxa"/>
          </w:tcPr>
          <w:p w14:paraId="470BAEB0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قصري زبرجَد أخضر وقصرك إنتْ ياقوته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D03" w14:paraId="7520D5C2" w14:textId="77777777" w:rsidTr="00AB4D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18" w:type="dxa"/>
          </w:tcPr>
          <w:p w14:paraId="03DB3E78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هذا قضى الله جاري والْلي وعدني جدّي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CF83D77" w14:textId="77777777" w:rsidR="00AB4D03" w:rsidRDefault="00AB4D03" w:rsidP="003C35D5">
            <w:pPr>
              <w:pStyle w:val="libPoem"/>
              <w:rPr>
                <w:rtl/>
              </w:rPr>
            </w:pPr>
          </w:p>
        </w:tc>
        <w:tc>
          <w:tcPr>
            <w:tcW w:w="3678" w:type="dxa"/>
          </w:tcPr>
          <w:p w14:paraId="2A5AB6BA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معلوم ثابت عندي بالسّم تقطّع كبدي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D03" w14:paraId="5E9CE84D" w14:textId="77777777" w:rsidTr="00AB4D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18" w:type="dxa"/>
          </w:tcPr>
          <w:p w14:paraId="07B56BAA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اُو هذا عليّه هيّن من حيث لنّك عندي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5F019B8" w14:textId="77777777" w:rsidR="00AB4D03" w:rsidRDefault="00AB4D03" w:rsidP="003C35D5">
            <w:pPr>
              <w:pStyle w:val="libPoem"/>
              <w:rPr>
                <w:rtl/>
              </w:rPr>
            </w:pPr>
          </w:p>
        </w:tc>
        <w:tc>
          <w:tcPr>
            <w:tcW w:w="3678" w:type="dxa"/>
          </w:tcPr>
          <w:p w14:paraId="77179430" w14:textId="77777777" w:rsidR="00AB4D03" w:rsidRDefault="00AB4D03" w:rsidP="00AB4D03">
            <w:pPr>
              <w:pStyle w:val="libPoem"/>
            </w:pPr>
            <w:r>
              <w:rPr>
                <w:rtl/>
                <w:lang w:bidi="fa-IR"/>
              </w:rPr>
              <w:t>لكن مصابك يالاُخويدعي الكبد مفتوته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D03" w14:paraId="5344661C" w14:textId="77777777" w:rsidTr="00AB4D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18" w:type="dxa"/>
          </w:tcPr>
          <w:p w14:paraId="4488BD58" w14:textId="77777777" w:rsidR="00AB4D03" w:rsidRDefault="00AB4D03" w:rsidP="00AB4D03">
            <w:pPr>
              <w:pStyle w:val="libPoem"/>
            </w:pPr>
            <w:r>
              <w:rPr>
                <w:rtl/>
                <w:lang w:bidi="fa-IR"/>
              </w:rPr>
              <w:t>واِحسين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ظلّ إينادي ابحرقة قلب وابلوعه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4CD4BDF9" w14:textId="77777777" w:rsidR="00AB4D03" w:rsidRDefault="00AB4D03" w:rsidP="003C35D5">
            <w:pPr>
              <w:pStyle w:val="libPoem"/>
              <w:rPr>
                <w:rtl/>
              </w:rPr>
            </w:pPr>
          </w:p>
        </w:tc>
        <w:tc>
          <w:tcPr>
            <w:tcW w:w="3678" w:type="dxa"/>
          </w:tcPr>
          <w:p w14:paraId="1888CD9B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اِفراقك بعد يعضيدي خلا الكبد موجوعه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D03" w14:paraId="7A7F9C79" w14:textId="77777777" w:rsidTr="00AB4D0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18" w:type="dxa"/>
          </w:tcPr>
          <w:p w14:paraId="020E1FDC" w14:textId="77777777" w:rsidR="00AB4D03" w:rsidRDefault="00AB4D03" w:rsidP="003C35D5">
            <w:pPr>
              <w:pStyle w:val="libPoem"/>
            </w:pPr>
            <w:r>
              <w:rPr>
                <w:rtl/>
                <w:lang w:bidi="fa-IR"/>
              </w:rPr>
              <w:t>ياخوي بتخلّيني أحمل مذلّة اُوضيعه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2E8ECAC" w14:textId="77777777" w:rsidR="00AB4D03" w:rsidRDefault="00AB4D03" w:rsidP="003C35D5">
            <w:pPr>
              <w:pStyle w:val="libPoem"/>
              <w:rPr>
                <w:rtl/>
              </w:rPr>
            </w:pPr>
          </w:p>
        </w:tc>
        <w:tc>
          <w:tcPr>
            <w:tcW w:w="3678" w:type="dxa"/>
          </w:tcPr>
          <w:p w14:paraId="6CCC73B3" w14:textId="77777777" w:rsidR="00AB4D03" w:rsidRDefault="00AB4D03" w:rsidP="00AB4D03">
            <w:pPr>
              <w:pStyle w:val="libPoem"/>
            </w:pPr>
            <w:r>
              <w:rPr>
                <w:rtl/>
                <w:lang w:bidi="fa-IR"/>
              </w:rPr>
              <w:t>اُوحزنك سطابافّادي اُوكبدي غدتْ مفتوته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CA2D74E" w14:textId="77777777" w:rsidR="00EE7C84" w:rsidRDefault="00E21949" w:rsidP="009712FA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p w14:paraId="5E2A7CDD" w14:textId="77777777" w:rsidR="00EE7C84" w:rsidRDefault="00C74E58" w:rsidP="009712FA">
      <w:pPr>
        <w:pStyle w:val="libLine"/>
        <w:rPr>
          <w:lang w:bidi="fa-IR"/>
        </w:rPr>
      </w:pPr>
      <w:r>
        <w:rPr>
          <w:rtl/>
          <w:lang w:bidi="fa-IR"/>
        </w:rPr>
        <w:t>____________________</w:t>
      </w:r>
    </w:p>
    <w:p w14:paraId="1F050699" w14:textId="77777777" w:rsidR="00EE7C84" w:rsidRDefault="00EE7C84" w:rsidP="009712FA">
      <w:pPr>
        <w:pStyle w:val="libFootnote0"/>
        <w:rPr>
          <w:lang w:bidi="fa-IR"/>
        </w:rPr>
      </w:pPr>
      <w:r>
        <w:rPr>
          <w:rtl/>
          <w:lang w:bidi="fa-IR"/>
        </w:rPr>
        <w:t>(1) لا يخفى سقوط مفردة من أصل الشطر أدّت إلى اختلال الوزن والمعنى</w:t>
      </w:r>
      <w:r w:rsidR="00FB110A">
        <w:rPr>
          <w:rtl/>
          <w:lang w:bidi="fa-IR"/>
        </w:rPr>
        <w:t>.</w:t>
      </w:r>
      <w:r>
        <w:rPr>
          <w:rtl/>
          <w:lang w:bidi="fa-IR"/>
        </w:rPr>
        <w:t xml:space="preserve"> ( موقع معهد الإمامين الحسنَين)</w:t>
      </w:r>
    </w:p>
    <w:p w14:paraId="1EDAED08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943" w:type="pct"/>
        <w:tblInd w:w="-16" w:type="dxa"/>
        <w:tblLook w:val="01E0" w:firstRow="1" w:lastRow="1" w:firstColumn="1" w:lastColumn="1" w:noHBand="0" w:noVBand="0"/>
      </w:tblPr>
      <w:tblGrid>
        <w:gridCol w:w="6"/>
        <w:gridCol w:w="4394"/>
        <w:gridCol w:w="304"/>
        <w:gridCol w:w="3913"/>
        <w:gridCol w:w="236"/>
      </w:tblGrid>
      <w:tr w:rsidR="003C35D5" w14:paraId="06F6E68C" w14:textId="77777777" w:rsidTr="00356E36">
        <w:trPr>
          <w:trHeight w:val="350"/>
        </w:trPr>
        <w:tc>
          <w:tcPr>
            <w:tcW w:w="3937" w:type="dxa"/>
            <w:gridSpan w:val="2"/>
            <w:shd w:val="clear" w:color="auto" w:fill="auto"/>
          </w:tcPr>
          <w:p w14:paraId="4FC41064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lastRenderedPageBreak/>
              <w:t>حرّة عليك اُولوعة حرّة عليك اُولوعه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2FB5A6EB" w14:textId="77777777" w:rsidR="003C35D5" w:rsidRDefault="003C35D5" w:rsidP="003C35D5">
            <w:pPr>
              <w:pStyle w:val="libPoem"/>
              <w:rPr>
                <w:rtl/>
              </w:rPr>
            </w:pPr>
          </w:p>
        </w:tc>
        <w:tc>
          <w:tcPr>
            <w:tcW w:w="3712" w:type="dxa"/>
            <w:gridSpan w:val="2"/>
            <w:shd w:val="clear" w:color="auto" w:fill="auto"/>
          </w:tcPr>
          <w:p w14:paraId="66D14FFF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يا بني الحسن في قلبي حرّة عليك اُولوعه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5D5" w14:paraId="52B9B3FD" w14:textId="77777777" w:rsidTr="00356E36">
        <w:trPr>
          <w:trHeight w:val="350"/>
        </w:trPr>
        <w:tc>
          <w:tcPr>
            <w:tcW w:w="3937" w:type="dxa"/>
            <w:gridSpan w:val="2"/>
          </w:tcPr>
          <w:p w14:paraId="48F73478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حوّى أنا شافتني وآنا اشتكي واتلوّه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EA4AE7E" w14:textId="77777777" w:rsidR="003C35D5" w:rsidRDefault="003C35D5" w:rsidP="003C35D5">
            <w:pPr>
              <w:pStyle w:val="libPoem"/>
              <w:rPr>
                <w:rtl/>
              </w:rPr>
            </w:pPr>
          </w:p>
        </w:tc>
        <w:tc>
          <w:tcPr>
            <w:tcW w:w="3712" w:type="dxa"/>
            <w:gridSpan w:val="2"/>
          </w:tcPr>
          <w:p w14:paraId="1EC6FBE1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يابني بكى لك آدم يابني اُوبكتْ لكْ حوّى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5D5" w14:paraId="4968BD89" w14:textId="77777777" w:rsidTr="00356E36">
        <w:trPr>
          <w:trHeight w:val="350"/>
        </w:trPr>
        <w:tc>
          <w:tcPr>
            <w:tcW w:w="3937" w:type="dxa"/>
            <w:gridSpan w:val="2"/>
          </w:tcPr>
          <w:p w14:paraId="393AD52A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كلما بغيت أتصبّر في اُوجوهم واتقوّى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1108773" w14:textId="77777777" w:rsidR="003C35D5" w:rsidRDefault="003C35D5" w:rsidP="003C35D5">
            <w:pPr>
              <w:pStyle w:val="libPoem"/>
              <w:rPr>
                <w:rtl/>
              </w:rPr>
            </w:pPr>
          </w:p>
        </w:tc>
        <w:tc>
          <w:tcPr>
            <w:tcW w:w="3712" w:type="dxa"/>
            <w:gridSpan w:val="2"/>
          </w:tcPr>
          <w:p w14:paraId="1228FC6E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حلّت عليك اِبقلبي حرّة عليك اُولوعه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5D5" w14:paraId="11D6F378" w14:textId="77777777" w:rsidTr="00356E36">
        <w:trPr>
          <w:trHeight w:val="350"/>
        </w:trPr>
        <w:tc>
          <w:tcPr>
            <w:tcW w:w="3937" w:type="dxa"/>
            <w:gridSpan w:val="2"/>
          </w:tcPr>
          <w:p w14:paraId="523C05BD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أهلك كستها الرنّة وآنا كستني الرنّه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3B4FCBF" w14:textId="77777777" w:rsidR="003C35D5" w:rsidRDefault="003C35D5" w:rsidP="003C35D5">
            <w:pPr>
              <w:pStyle w:val="libPoem"/>
              <w:rPr>
                <w:rtl/>
              </w:rPr>
            </w:pPr>
          </w:p>
        </w:tc>
        <w:tc>
          <w:tcPr>
            <w:tcW w:w="3712" w:type="dxa"/>
            <w:gridSpan w:val="2"/>
          </w:tcPr>
          <w:p w14:paraId="31512A77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معتاد لن الفاقد النُّوح شغله اُوفنّه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5D5" w14:paraId="5B2B2812" w14:textId="77777777" w:rsidTr="00356E36">
        <w:trPr>
          <w:trHeight w:val="350"/>
        </w:trPr>
        <w:tc>
          <w:tcPr>
            <w:tcW w:w="3937" w:type="dxa"/>
            <w:gridSpan w:val="2"/>
          </w:tcPr>
          <w:p w14:paraId="7E470D12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وآنا هجست اِمصابك يابني ابوسطِ الجنّه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6CD5A83" w14:textId="77777777" w:rsidR="003C35D5" w:rsidRDefault="003C35D5" w:rsidP="003C35D5">
            <w:pPr>
              <w:pStyle w:val="libPoem"/>
              <w:rPr>
                <w:rtl/>
              </w:rPr>
            </w:pPr>
          </w:p>
        </w:tc>
        <w:tc>
          <w:tcPr>
            <w:tcW w:w="3712" w:type="dxa"/>
            <w:gridSpan w:val="2"/>
          </w:tcPr>
          <w:p w14:paraId="0F160785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يابني الحسن صابتني حرّة عليك اُولوعه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5D5" w14:paraId="52E48D2E" w14:textId="77777777" w:rsidTr="00356E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37" w:type="dxa"/>
            <w:gridSpan w:val="2"/>
          </w:tcPr>
          <w:p w14:paraId="21AD2191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وآنا كستني الرُّوعة واَهلك كستها الرُّوعه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9ED8827" w14:textId="77777777" w:rsidR="003C35D5" w:rsidRDefault="003C35D5" w:rsidP="003C35D5">
            <w:pPr>
              <w:pStyle w:val="libPoem"/>
              <w:rPr>
                <w:rtl/>
              </w:rPr>
            </w:pPr>
          </w:p>
        </w:tc>
        <w:tc>
          <w:tcPr>
            <w:tcW w:w="3712" w:type="dxa"/>
            <w:gridSpan w:val="2"/>
          </w:tcPr>
          <w:p w14:paraId="788CF6CA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معتاد لن الفاقد الحزن يحني اِضلوعه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5D5" w14:paraId="5AB3AAD4" w14:textId="77777777" w:rsidTr="00356E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37" w:type="dxa"/>
            <w:gridSpan w:val="2"/>
          </w:tcPr>
          <w:p w14:paraId="250909D6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وآنا اَصبحت في الجنّة يابني بك المفجوعه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6CB0E56" w14:textId="77777777" w:rsidR="003C35D5" w:rsidRDefault="003C35D5" w:rsidP="003C35D5">
            <w:pPr>
              <w:pStyle w:val="libPoem"/>
              <w:rPr>
                <w:rtl/>
              </w:rPr>
            </w:pPr>
          </w:p>
        </w:tc>
        <w:tc>
          <w:tcPr>
            <w:tcW w:w="3712" w:type="dxa"/>
            <w:gridSpan w:val="2"/>
          </w:tcPr>
          <w:p w14:paraId="16F1F0E8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حلّت عليك ابقلبي حرّة عليك اُولوعه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5D5" w14:paraId="0E81D036" w14:textId="77777777" w:rsidTr="00356E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37" w:type="dxa"/>
            <w:gridSpan w:val="2"/>
          </w:tcPr>
          <w:p w14:paraId="39AD69D9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اِتمنّيت لني حاضرة يوم الكبد تقذفها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CC273B6" w14:textId="77777777" w:rsidR="003C35D5" w:rsidRDefault="003C35D5" w:rsidP="003C35D5">
            <w:pPr>
              <w:pStyle w:val="libPoem"/>
              <w:rPr>
                <w:rtl/>
              </w:rPr>
            </w:pPr>
          </w:p>
        </w:tc>
        <w:tc>
          <w:tcPr>
            <w:tcW w:w="3712" w:type="dxa"/>
            <w:gridSpan w:val="2"/>
          </w:tcPr>
          <w:p w14:paraId="5ADDEAB4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وآني أصك اِبكفّي اُو زينب تصكْ ابكفها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5D5" w14:paraId="45E5C338" w14:textId="77777777" w:rsidTr="00356E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37" w:type="dxa"/>
            <w:gridSpan w:val="2"/>
          </w:tcPr>
          <w:p w14:paraId="251D72C6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لَحد يراية عزّي دار الزمان اُولفْها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5C8D085" w14:textId="77777777" w:rsidR="003C35D5" w:rsidRDefault="003C35D5" w:rsidP="003C35D5">
            <w:pPr>
              <w:pStyle w:val="libPoem"/>
              <w:rPr>
                <w:rtl/>
              </w:rPr>
            </w:pPr>
          </w:p>
        </w:tc>
        <w:tc>
          <w:tcPr>
            <w:tcW w:w="3712" w:type="dxa"/>
            <w:gridSpan w:val="2"/>
          </w:tcPr>
          <w:p w14:paraId="33F4802B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يا بني آنا صابتني حرّة عليك اُولوعه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5D5" w14:paraId="066F5973" w14:textId="77777777" w:rsidTr="00356E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37" w:type="dxa"/>
            <w:gridSpan w:val="2"/>
          </w:tcPr>
          <w:p w14:paraId="1A7F0DC4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هالدهر دون الاُمّة في عثرتي اِتقصّدني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73FEA8D" w14:textId="77777777" w:rsidR="003C35D5" w:rsidRDefault="003C35D5" w:rsidP="003C35D5">
            <w:pPr>
              <w:pStyle w:val="libPoem"/>
              <w:rPr>
                <w:rtl/>
              </w:rPr>
            </w:pPr>
          </w:p>
        </w:tc>
        <w:tc>
          <w:tcPr>
            <w:tcW w:w="3712" w:type="dxa"/>
            <w:gridSpan w:val="2"/>
          </w:tcPr>
          <w:p w14:paraId="0A15EE9B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ما صار مثلي فاقد ما حّد أصابه حزني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5D5" w14:paraId="55596BBE" w14:textId="77777777" w:rsidTr="00356E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37" w:type="dxa"/>
            <w:gridSpan w:val="2"/>
          </w:tcPr>
          <w:p w14:paraId="78C73989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غالوا لشبلي الزاكي وامصيبته صابتني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DF735C8" w14:textId="77777777" w:rsidR="003C35D5" w:rsidRDefault="003C35D5" w:rsidP="003C35D5">
            <w:pPr>
              <w:pStyle w:val="libPoem"/>
              <w:rPr>
                <w:rtl/>
              </w:rPr>
            </w:pPr>
          </w:p>
        </w:tc>
        <w:tc>
          <w:tcPr>
            <w:tcW w:w="3712" w:type="dxa"/>
            <w:gridSpan w:val="2"/>
          </w:tcPr>
          <w:p w14:paraId="5FD6FA9E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في وسط لحدي حلّت حرّة عليك اُولوعه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5D5" w14:paraId="247D80B8" w14:textId="77777777" w:rsidTr="00356E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37" w:type="dxa"/>
            <w:gridSpan w:val="2"/>
          </w:tcPr>
          <w:p w14:paraId="62874AE3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يا حورماتخبروني باللي جرى اِعلى اُولادي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B50D1C2" w14:textId="77777777" w:rsidR="003C35D5" w:rsidRDefault="003C35D5" w:rsidP="003C35D5">
            <w:pPr>
              <w:pStyle w:val="libPoem"/>
              <w:rPr>
                <w:rtl/>
              </w:rPr>
            </w:pPr>
          </w:p>
        </w:tc>
        <w:tc>
          <w:tcPr>
            <w:tcW w:w="3712" w:type="dxa"/>
            <w:gridSpan w:val="2"/>
          </w:tcPr>
          <w:p w14:paraId="668C03DF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أصبحت أنا موجوعه من حرقةٍ بافّادي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5D5" w14:paraId="7001CB17" w14:textId="77777777" w:rsidTr="00356E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37" w:type="dxa"/>
            <w:gridSpan w:val="2"/>
          </w:tcPr>
          <w:p w14:paraId="7DBFCC3C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واشوف دمع اعيوني يجري اعلى خدَي غادي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20B1F3F" w14:textId="77777777" w:rsidR="003C35D5" w:rsidRDefault="003C35D5" w:rsidP="003C35D5">
            <w:pPr>
              <w:pStyle w:val="libPoem"/>
              <w:rPr>
                <w:rtl/>
              </w:rPr>
            </w:pPr>
          </w:p>
        </w:tc>
        <w:tc>
          <w:tcPr>
            <w:tcW w:w="3712" w:type="dxa"/>
            <w:gridSpan w:val="2"/>
          </w:tcPr>
          <w:p w14:paraId="3FBA7AB2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في وسط قلبي حلّت حرّة معاها 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5D5" w14:paraId="0461C9DC" w14:textId="77777777" w:rsidTr="00356E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37" w:type="dxa"/>
            <w:gridSpan w:val="2"/>
          </w:tcPr>
          <w:p w14:paraId="0FD915B0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أصبحت اَنا مهمومة ولا عرفت السبّه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621BCCF" w14:textId="77777777" w:rsidR="003C35D5" w:rsidRDefault="003C35D5" w:rsidP="003C35D5">
            <w:pPr>
              <w:pStyle w:val="libPoem"/>
              <w:rPr>
                <w:rtl/>
              </w:rPr>
            </w:pPr>
          </w:p>
        </w:tc>
        <w:tc>
          <w:tcPr>
            <w:tcW w:w="3712" w:type="dxa"/>
            <w:gridSpan w:val="2"/>
          </w:tcPr>
          <w:p w14:paraId="275509B2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في وسط قلبي صارت نار غدتْ مشْتبّه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5D5" w14:paraId="43D9D7E5" w14:textId="77777777" w:rsidTr="00356E36">
        <w:trPr>
          <w:gridBefore w:val="1"/>
          <w:gridAfter w:val="1"/>
          <w:wBefore w:w="6" w:type="dxa"/>
          <w:wAfter w:w="211" w:type="dxa"/>
          <w:trHeight w:val="350"/>
        </w:trPr>
        <w:tc>
          <w:tcPr>
            <w:tcW w:w="3931" w:type="dxa"/>
            <w:shd w:val="clear" w:color="auto" w:fill="auto"/>
          </w:tcPr>
          <w:p w14:paraId="3689A862" w14:textId="77777777" w:rsidR="003C35D5" w:rsidRDefault="003C35D5" w:rsidP="003C35D5">
            <w:pPr>
              <w:pStyle w:val="libPoem"/>
            </w:pPr>
            <w:r>
              <w:rPr>
                <w:rtl/>
                <w:lang w:bidi="fa-IR"/>
              </w:rPr>
              <w:t>قالوا يزهرا سبطك نحبه قضاه اِبشربَه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5A0D7890" w14:textId="77777777" w:rsidR="003C35D5" w:rsidRDefault="003C35D5" w:rsidP="003C35D5">
            <w:pPr>
              <w:pStyle w:val="libPoem"/>
              <w:rPr>
                <w:rtl/>
              </w:rPr>
            </w:pPr>
          </w:p>
        </w:tc>
        <w:tc>
          <w:tcPr>
            <w:tcW w:w="3501" w:type="dxa"/>
            <w:shd w:val="clear" w:color="auto" w:fill="auto"/>
          </w:tcPr>
          <w:p w14:paraId="51D718A8" w14:textId="77777777" w:rsidR="003C35D5" w:rsidRDefault="00356E36" w:rsidP="003C35D5">
            <w:pPr>
              <w:pStyle w:val="libPoem"/>
            </w:pPr>
            <w:r>
              <w:rPr>
                <w:rtl/>
                <w:lang w:bidi="fa-IR"/>
              </w:rPr>
              <w:t>بالسم تايح كبده وانتِ به المفجوعَه</w:t>
            </w:r>
            <w:r w:rsidR="003C35D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73C577E" w14:textId="77777777" w:rsidR="00EE7C84" w:rsidRDefault="00EE7C84" w:rsidP="003C35D5">
      <w:pPr>
        <w:pStyle w:val="libCenter"/>
        <w:rPr>
          <w:lang w:bidi="fa-IR"/>
        </w:rPr>
      </w:pPr>
      <w:r>
        <w:rPr>
          <w:rtl/>
          <w:lang w:bidi="fa-IR"/>
        </w:rPr>
        <w:t>تمّت في 7 صفر سنة 1386 ه</w:t>
      </w:r>
    </w:p>
    <w:tbl>
      <w:tblPr>
        <w:tblStyle w:val="TableGrid"/>
        <w:bidiVisual/>
        <w:tblW w:w="4812" w:type="pct"/>
        <w:tblInd w:w="-16" w:type="dxa"/>
        <w:tblLook w:val="01E0" w:firstRow="1" w:lastRow="1" w:firstColumn="1" w:lastColumn="1" w:noHBand="0" w:noVBand="0"/>
      </w:tblPr>
      <w:tblGrid>
        <w:gridCol w:w="4386"/>
        <w:gridCol w:w="304"/>
        <w:gridCol w:w="3928"/>
      </w:tblGrid>
      <w:tr w:rsidR="003C35D5" w14:paraId="661AC3AB" w14:textId="77777777" w:rsidTr="00356E36">
        <w:trPr>
          <w:trHeight w:val="350"/>
        </w:trPr>
        <w:tc>
          <w:tcPr>
            <w:tcW w:w="3924" w:type="dxa"/>
            <w:shd w:val="clear" w:color="auto" w:fill="auto"/>
          </w:tcPr>
          <w:p w14:paraId="00F53473" w14:textId="77777777" w:rsidR="003C35D5" w:rsidRDefault="00356E36" w:rsidP="003C35D5">
            <w:pPr>
              <w:pStyle w:val="libPoem"/>
            </w:pPr>
            <w:r>
              <w:rPr>
                <w:rtl/>
                <w:lang w:bidi="fa-IR"/>
              </w:rPr>
              <w:t>نعش الحسن ريضوا به نعش الحسن ريضوا به</w:t>
            </w:r>
            <w:r w:rsidR="003C35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59E9D1AE" w14:textId="77777777" w:rsidR="003C35D5" w:rsidRDefault="003C35D5" w:rsidP="003C35D5">
            <w:pPr>
              <w:pStyle w:val="libPoem"/>
              <w:rPr>
                <w:rtl/>
              </w:rPr>
            </w:pPr>
          </w:p>
        </w:tc>
        <w:tc>
          <w:tcPr>
            <w:tcW w:w="3514" w:type="dxa"/>
            <w:shd w:val="clear" w:color="auto" w:fill="auto"/>
          </w:tcPr>
          <w:p w14:paraId="7A1DD900" w14:textId="77777777" w:rsidR="003C35D5" w:rsidRDefault="00356E36" w:rsidP="003C35D5">
            <w:pPr>
              <w:pStyle w:val="libPoem"/>
            </w:pPr>
            <w:r>
              <w:rPr>
                <w:rtl/>
                <w:lang w:bidi="fa-IR"/>
              </w:rPr>
              <w:t>لجل الحزينة زينب نعش الحسن ريضوا به</w:t>
            </w:r>
            <w:r w:rsidR="003C35D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BD15BE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87717" w14:paraId="0F453569" w14:textId="77777777" w:rsidTr="00663DE5">
        <w:trPr>
          <w:trHeight w:val="350"/>
        </w:trPr>
        <w:tc>
          <w:tcPr>
            <w:tcW w:w="3920" w:type="dxa"/>
            <w:shd w:val="clear" w:color="auto" w:fill="auto"/>
          </w:tcPr>
          <w:p w14:paraId="19BF6C29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lastRenderedPageBreak/>
              <w:t>بالهون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في شيلتكُم بالهون في تنزيلَه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FA5200F" w14:textId="77777777" w:rsidR="00787717" w:rsidRDefault="00787717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CCBBE02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اِمشوا على مشيتنا والله اِطرحوه اِنشيله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7717" w14:paraId="6D822D7D" w14:textId="77777777" w:rsidTr="00663DE5">
        <w:trPr>
          <w:trHeight w:val="350"/>
        </w:trPr>
        <w:tc>
          <w:tcPr>
            <w:tcW w:w="3920" w:type="dxa"/>
          </w:tcPr>
          <w:p w14:paraId="6D1EB916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طرحوا نعش والينا خلّو اليتامى اِتجي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AF66D2" w14:textId="77777777" w:rsidR="00787717" w:rsidRDefault="00787717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085A6F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تتزود اِمن اُوداعه نعش الحسن ريضوا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7717" w14:paraId="650DBC8E" w14:textId="77777777" w:rsidTr="00663DE5">
        <w:trPr>
          <w:trHeight w:val="350"/>
        </w:trPr>
        <w:tc>
          <w:tcPr>
            <w:tcW w:w="3920" w:type="dxa"/>
          </w:tcPr>
          <w:p w14:paraId="3617F418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زينب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تريد اِتشوفه اُو زينب تريد اِتْشمّه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FC14E9" w14:textId="77777777" w:rsidR="00787717" w:rsidRDefault="00787717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BB0078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اُو باتودّعه أيتامه قبل الْلحد ميضمّه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7717" w14:paraId="6647E8CF" w14:textId="77777777" w:rsidTr="00663DE5">
        <w:trPr>
          <w:trHeight w:val="350"/>
        </w:trPr>
        <w:tc>
          <w:tcPr>
            <w:tcW w:w="3920" w:type="dxa"/>
          </w:tcPr>
          <w:p w14:paraId="5B077FEE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طرحوا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نعش والينا باتجي العزيزة يمّه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C3C053" w14:textId="77777777" w:rsidR="00787717" w:rsidRDefault="00787717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B61B72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لجل الحزينة زينب نعش الحسن ريضوا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7717" w14:paraId="3742B260" w14:textId="77777777" w:rsidTr="00663DE5">
        <w:trPr>
          <w:trHeight w:val="350"/>
        </w:trPr>
        <w:tc>
          <w:tcPr>
            <w:tcW w:w="3920" w:type="dxa"/>
          </w:tcPr>
          <w:p w14:paraId="6FBB4BE6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يا شايلي شيّاله اِمشوا على ممشانا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5BBCAC" w14:textId="77777777" w:rsidR="00787717" w:rsidRDefault="00787717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621814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لا تزعجون الممشى واِمشو ابمهل ويّانا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7717" w14:paraId="41307AC7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4C1D123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ترب البقيع استبشر واحنا حرق لحشانا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80F165" w14:textId="77777777" w:rsidR="00787717" w:rsidRDefault="00787717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B9AD0B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لجل الحزينة زينب نعش الحسن ريضوا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7717" w14:paraId="1CEDC94F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BE300D3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لا تسرعون الممشى بالهون با لشلتونه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A3AB5E" w14:textId="77777777" w:rsidR="00787717" w:rsidRDefault="00787717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F213C8" w14:textId="77777777" w:rsidR="00787717" w:rsidRDefault="00787717" w:rsidP="00787717">
            <w:pPr>
              <w:pStyle w:val="libPoem"/>
            </w:pPr>
            <w:r>
              <w:rPr>
                <w:rtl/>
                <w:lang w:bidi="fa-IR"/>
              </w:rPr>
              <w:t>اِمشواعلى مشي النّساحتّى اِنهم اِيحضرونه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7717" w14:paraId="3894FBA5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95093AB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ويودّعون اِجنازته من قبل ما تدفنونه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3DFB42" w14:textId="77777777" w:rsidR="00787717" w:rsidRDefault="00787717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DD01A6" w14:textId="77777777" w:rsidR="00787717" w:rsidRDefault="00787717" w:rsidP="00787717">
            <w:pPr>
              <w:pStyle w:val="libPoem"/>
            </w:pPr>
            <w:r>
              <w:rPr>
                <w:rtl/>
                <w:lang w:bidi="fa-IR"/>
              </w:rPr>
              <w:t>اُولجل الحزينة زينب نعش الحسن ريضوابه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7717" w14:paraId="3CE7567C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686C793" w14:textId="77777777" w:rsidR="00787717" w:rsidRDefault="00787717" w:rsidP="00787717">
            <w:pPr>
              <w:pStyle w:val="libPoem"/>
            </w:pPr>
            <w:r>
              <w:rPr>
                <w:rtl/>
                <w:lang w:bidi="fa-IR"/>
              </w:rPr>
              <w:t>اُوزينب ابحسرةاِتنادي بيك العدى صابوني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A33C0D" w14:textId="77777777" w:rsidR="00787717" w:rsidRDefault="00787717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439CE9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لَحد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يسوري العالي خويه ويا نُور اِعيوني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7717" w14:paraId="1DD485E7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1EDA399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اِتمنّيت أنا ياخويه من قبلك اِيدفنوني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A9F08F" w14:textId="77777777" w:rsidR="00787717" w:rsidRDefault="00787717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7E7ED4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لجلي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اُولجل أيتامه نعش الحسن ريضوا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7717" w14:paraId="6B4783F5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D219E32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يحسين اُخونا رايح بالعجل صَك اِمضيفَه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BED59C" w14:textId="77777777" w:rsidR="00787717" w:rsidRDefault="00787717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157572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وامدارسه غلقوها اُوياه دفنوا سيفَه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7717" w14:paraId="788D671A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19E3D6C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اُوخلّوا دعي سفيانها يبطر اُو يعمل كيفَه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A735F9" w14:textId="77777777" w:rsidR="00787717" w:rsidRDefault="00787717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CE4DDA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الإسلام ما طب قلبه الكفر لابس ثوبه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3B95883" w14:textId="77777777" w:rsidR="00EE7C84" w:rsidRDefault="00EE7C84" w:rsidP="00787717">
      <w:pPr>
        <w:pStyle w:val="libCenter"/>
        <w:rPr>
          <w:lang w:bidi="fa-IR"/>
        </w:rPr>
      </w:pPr>
      <w:r>
        <w:rPr>
          <w:rtl/>
          <w:lang w:bidi="fa-IR"/>
        </w:rPr>
        <w:t>تمّت في 7 صفر سنة 1386 ه</w:t>
      </w:r>
    </w:p>
    <w:p w14:paraId="58859465" w14:textId="77777777" w:rsidR="00EE7C84" w:rsidRDefault="00EE7C84" w:rsidP="00787717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179ADBB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هذا فصل يشتمل على ذكر كربلاء وفخرها مع الكعبة ، وما الله أولاها من الفضل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87717" w14:paraId="243398AD" w14:textId="77777777" w:rsidTr="00663DE5">
        <w:trPr>
          <w:trHeight w:val="350"/>
        </w:trPr>
        <w:tc>
          <w:tcPr>
            <w:tcW w:w="3920" w:type="dxa"/>
            <w:shd w:val="clear" w:color="auto" w:fill="auto"/>
          </w:tcPr>
          <w:p w14:paraId="2AEC6422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الغاضريّة ما مثلها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9CA45F7" w14:textId="77777777" w:rsidR="00787717" w:rsidRDefault="00787717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FEAF7DC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فازت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على الكعبة اُو سماوات العليّه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7717" w14:paraId="526B12F9" w14:textId="77777777" w:rsidTr="00663DE5">
        <w:trPr>
          <w:trHeight w:val="350"/>
        </w:trPr>
        <w:tc>
          <w:tcPr>
            <w:tcW w:w="3920" w:type="dxa"/>
          </w:tcPr>
          <w:p w14:paraId="6A74F219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الغاضريّة اِتقول للكعبة اِنحطّي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788D57" w14:textId="77777777" w:rsidR="00787717" w:rsidRDefault="00787717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D2F76E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عن شرفي بالْلي ثووا في جنب شطِّي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7717" w14:paraId="75DDA680" w14:textId="77777777" w:rsidTr="00663DE5">
        <w:trPr>
          <w:trHeight w:val="350"/>
        </w:trPr>
        <w:tc>
          <w:tcPr>
            <w:tcW w:w="3920" w:type="dxa"/>
          </w:tcPr>
          <w:p w14:paraId="70C3B664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لجساد عندي اُوروسهم بالقنا الخطّي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3915AA" w14:textId="77777777" w:rsidR="00787717" w:rsidRDefault="00787717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00CDA2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واَرواحهم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في حضرة القدس العليّه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7717" w14:paraId="0C03E59A" w14:textId="77777777" w:rsidTr="00663DE5">
        <w:trPr>
          <w:trHeight w:val="350"/>
        </w:trPr>
        <w:tc>
          <w:tcPr>
            <w:tcW w:w="3920" w:type="dxa"/>
          </w:tcPr>
          <w:p w14:paraId="53497702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قالت بدا منّك على المظلوم تقصير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6760F7" w14:textId="77777777" w:rsidR="00787717" w:rsidRDefault="00787717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FFCA62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ليتك نبعتي ماي يوم أنّه حفر بير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7717" w14:paraId="3CE05E52" w14:textId="77777777" w:rsidTr="00663DE5">
        <w:trPr>
          <w:trHeight w:val="350"/>
        </w:trPr>
        <w:tc>
          <w:tcPr>
            <w:tcW w:w="3920" w:type="dxa"/>
          </w:tcPr>
          <w:p w14:paraId="0C8BE9D0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لو لم يكنْ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رويتي الطفل لصغير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95921F" w14:textId="77777777" w:rsidR="00787717" w:rsidRDefault="00787717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13ACFD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اُومنّه الشرف نلتي يأرض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7717" w14:paraId="78B22933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68F45BC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نزلوا على أرضك وانهتك بيها اِحماهُم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72FDE3" w14:textId="77777777" w:rsidR="00787717" w:rsidRDefault="00787717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82B6F7" w14:textId="77777777" w:rsidR="00787717" w:rsidRDefault="00787717" w:rsidP="00663DE5">
            <w:pPr>
              <w:pStyle w:val="libPoem"/>
            </w:pPr>
            <w:r>
              <w:rPr>
                <w:rtl/>
                <w:lang w:bidi="fa-IR"/>
              </w:rPr>
              <w:t>اُوماتوا عطاشى واِرتويتي من دماهم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5E372F3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3"/>
        <w:gridCol w:w="304"/>
        <w:gridCol w:w="3914"/>
      </w:tblGrid>
      <w:tr w:rsidR="005C52B2" w14:paraId="1CAE8D65" w14:textId="77777777" w:rsidTr="005C52B2">
        <w:trPr>
          <w:trHeight w:val="350"/>
        </w:trPr>
        <w:tc>
          <w:tcPr>
            <w:tcW w:w="3536" w:type="dxa"/>
            <w:shd w:val="clear" w:color="auto" w:fill="auto"/>
          </w:tcPr>
          <w:p w14:paraId="61BDC3FE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lastRenderedPageBreak/>
              <w:t>لاويش فيك أطفالهم ماتوا اِبظماهم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4814E0CF" w14:textId="77777777" w:rsidR="005C52B2" w:rsidRDefault="005C52B2" w:rsidP="00663DE5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14:paraId="64013080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والماي من شطّك تشربه بني اُميّه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2B2" w14:paraId="6221B527" w14:textId="77777777" w:rsidTr="005C52B2">
        <w:trPr>
          <w:trHeight w:val="350"/>
        </w:trPr>
        <w:tc>
          <w:tcPr>
            <w:tcW w:w="3536" w:type="dxa"/>
          </w:tcPr>
          <w:p w14:paraId="6F732EEF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قالت إليها ابهالحكي لا تخاطبيني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0DC7F76" w14:textId="77777777" w:rsidR="005C52B2" w:rsidRDefault="005C52B2" w:rsidP="00663DE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612966E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قصّري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اِعتابك والعتب لا تعاتبيني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2B2" w14:paraId="5B519E24" w14:textId="77777777" w:rsidTr="005C52B2">
        <w:trPr>
          <w:trHeight w:val="350"/>
        </w:trPr>
        <w:tc>
          <w:tcPr>
            <w:tcW w:w="3536" w:type="dxa"/>
          </w:tcPr>
          <w:p w14:paraId="422F860A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آثرني الله بالشرف ما تنظريني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436048D" w14:textId="77777777" w:rsidR="005C52B2" w:rsidRDefault="005C52B2" w:rsidP="00663DE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75963AD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عافك اُوطيبة عافها اُوجا قصد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2B2" w14:paraId="38DFCD1D" w14:textId="77777777" w:rsidTr="005C52B2">
        <w:trPr>
          <w:trHeight w:val="350"/>
        </w:trPr>
        <w:tc>
          <w:tcPr>
            <w:tcW w:w="3536" w:type="dxa"/>
          </w:tcPr>
          <w:p w14:paraId="652CB10E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آنا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أرض ما سكن بيَّ الساكنْ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E914817" w14:textId="77777777" w:rsidR="005C52B2" w:rsidRDefault="005C52B2" w:rsidP="00663DE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6878AAD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مالي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اِسم معروف بين الناس لكنْ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2B2" w14:paraId="0C8D5E78" w14:textId="77777777" w:rsidTr="005C52B2">
        <w:trPr>
          <w:trHeight w:val="350"/>
        </w:trPr>
        <w:tc>
          <w:tcPr>
            <w:tcW w:w="3536" w:type="dxa"/>
          </w:tcPr>
          <w:p w14:paraId="7CCCA933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لمّن نزلني اِحسين طابت بي الأماكنْ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283F74C" w14:textId="77777777" w:rsidR="005C52B2" w:rsidRDefault="005C52B2" w:rsidP="00663DE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BB2FC7F" w14:textId="77777777" w:rsidR="005C52B2" w:rsidRDefault="005C52B2" w:rsidP="005C52B2">
            <w:pPr>
              <w:pStyle w:val="libPoem"/>
            </w:pPr>
            <w:r>
              <w:rPr>
                <w:rtl/>
                <w:lang w:bidi="fa-IR"/>
              </w:rPr>
              <w:t>فضلٌ من الله اُو فضل ذرّيّة نبيّه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2B2" w14:paraId="173C886C" w14:textId="77777777" w:rsidTr="005C52B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66DDC44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وآنا الخلايق ما تفارقني ولا ساع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FA7D8CB" w14:textId="77777777" w:rsidR="005C52B2" w:rsidRDefault="005C52B2" w:rsidP="00663DE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534D783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ترجى الجزا اِمن الله اُومن مكسور لضلاع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2B2" w14:paraId="76940E7F" w14:textId="77777777" w:rsidTr="005C52B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84A43D2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اُو تربي جعله الله شفا اِمن اِجميع لوجاع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41885B0" w14:textId="77777777" w:rsidR="005C52B2" w:rsidRDefault="005C52B2" w:rsidP="00663DE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BCD85D4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من رحمةِ الباري اُومن جوده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2B2" w14:paraId="6ABABD4C" w14:textId="77777777" w:rsidTr="005C52B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8FD2157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ولا نبيّ ولا ملك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أتاني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1F4BC2F" w14:textId="77777777" w:rsidR="005C52B2" w:rsidRDefault="005C52B2" w:rsidP="00663DE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4E405AD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اُودون الأراضي بوعلي خصني اُوجاني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2B2" w14:paraId="266498D3" w14:textId="77777777" w:rsidTr="005C52B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8FD0BC4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تعنّالي الزوّار من قاصي اُوداني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EB91B0C" w14:textId="77777777" w:rsidR="005C52B2" w:rsidRDefault="005C52B2" w:rsidP="00663DE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E4F61B7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نلتْ الفخر من حلْ أبو السجّاد 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2B2" w14:paraId="1ACAF58C" w14:textId="77777777" w:rsidTr="005C52B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C47AD57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يا كربلا كَم من مصايب فيكِ صارتْ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4D1E8E0" w14:textId="77777777" w:rsidR="005C52B2" w:rsidRDefault="005C52B2" w:rsidP="00663DE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3DFC665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كربلا كم من مصونة فيكِ حارتْ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2B2" w14:paraId="47B62AF9" w14:textId="77777777" w:rsidTr="005C52B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73AC210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اِبحور العلم يا كربلا بارضِك توارتْ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433E796" w14:textId="77777777" w:rsidR="005C52B2" w:rsidRDefault="005C52B2" w:rsidP="00663DE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6481E0F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باقي البقية بوعلي شمس المضيّه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2B2" w14:paraId="02C398A5" w14:textId="77777777" w:rsidTr="005C52B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29B604F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يا كربلا نلتي فخر دون الأراضين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DCA85FA" w14:textId="77777777" w:rsidR="005C52B2" w:rsidRDefault="005C52B2" w:rsidP="00663DE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D82820B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اُو نلتي الشرف يا غاضريّة اِبذبحة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2B2" w14:paraId="62C1E83E" w14:textId="77777777" w:rsidTr="005C52B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4C3B1B5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تعنى لك الزوّار من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كُلّ البلادين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2853657" w14:textId="77777777" w:rsidR="005C52B2" w:rsidRDefault="005C52B2" w:rsidP="00663DE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B8259F5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لا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وين يا زوّار قالوا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2B2" w14:paraId="73B9F619" w14:textId="77777777" w:rsidTr="005C52B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43F77401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لا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وين يا زوّار قالوا أرض 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72A3045" w14:textId="77777777" w:rsidR="005C52B2" w:rsidRDefault="005C52B2" w:rsidP="00663DE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88A7BBD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اِنزور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الذي ظلوا بلا روسٍ ولا اِكفوف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2B2" w14:paraId="384AB47D" w14:textId="77777777" w:rsidTr="005C52B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40230169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واِحسين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مرمي والعوادي فوقَه اِتْطوف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9F9FB61" w14:textId="77777777" w:rsidR="005C52B2" w:rsidRDefault="005C52B2" w:rsidP="00663DE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62D70BC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شالوا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اِبراسه اُوظلّت الجثّة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2B2" w14:paraId="30A89428" w14:textId="77777777" w:rsidTr="005C52B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4FAF13C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اُو يوم القيامة اِيزلزل الباري الأراضين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A054BC2" w14:textId="77777777" w:rsidR="005C52B2" w:rsidRDefault="005C52B2" w:rsidP="00663DE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8383DD3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واِنتي أمينة اِمن البلا ماشي تشوفين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2B2" w14:paraId="55E418E2" w14:textId="77777777" w:rsidTr="005C52B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4E488777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كرامة للي ابتربكِ اِمعفّر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F81BE44" w14:textId="77777777" w:rsidR="005C52B2" w:rsidRDefault="005C52B2" w:rsidP="00663DE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F6D0EF8" w14:textId="77777777" w:rsidR="005C52B2" w:rsidRDefault="005C52B2" w:rsidP="00663DE5">
            <w:pPr>
              <w:pStyle w:val="libPoem"/>
            </w:pPr>
            <w:r>
              <w:rPr>
                <w:rtl/>
                <w:lang w:bidi="fa-IR"/>
              </w:rPr>
              <w:t>والراس منّه اِنشال فوق السمهريّه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A9B794F" w14:textId="77777777" w:rsidR="00EE7C84" w:rsidRDefault="00EE7C84" w:rsidP="005C52B2">
      <w:pPr>
        <w:pStyle w:val="libCenter"/>
        <w:rPr>
          <w:lang w:bidi="fa-IR"/>
        </w:rPr>
      </w:pPr>
      <w:r>
        <w:rPr>
          <w:rtl/>
          <w:lang w:bidi="fa-IR"/>
        </w:rPr>
        <w:t>تمّت في 29 جمادى الاُوّلى سنة 1382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74921" w14:paraId="3E6DD294" w14:textId="77777777" w:rsidTr="00663DE5">
        <w:trPr>
          <w:trHeight w:val="350"/>
        </w:trPr>
        <w:tc>
          <w:tcPr>
            <w:tcW w:w="3920" w:type="dxa"/>
            <w:shd w:val="clear" w:color="auto" w:fill="auto"/>
          </w:tcPr>
          <w:p w14:paraId="2989920F" w14:textId="77777777" w:rsidR="00874921" w:rsidRDefault="00874921" w:rsidP="00663DE5">
            <w:pPr>
              <w:pStyle w:val="libPoem"/>
            </w:pPr>
            <w:r>
              <w:rPr>
                <w:rtl/>
                <w:lang w:bidi="fa-IR"/>
              </w:rPr>
              <w:t>كُلْ الفخر نلتين ياَرض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DB5126F" w14:textId="77777777" w:rsidR="00874921" w:rsidRDefault="00874921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690DCA7" w14:textId="77777777" w:rsidR="00874921" w:rsidRDefault="00874921" w:rsidP="00663DE5">
            <w:pPr>
              <w:pStyle w:val="libPoem"/>
            </w:pPr>
            <w:r>
              <w:rPr>
                <w:rtl/>
                <w:lang w:bidi="fa-IR"/>
              </w:rPr>
              <w:t>أرضك حوت لَقمار واشموس المضيّه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921" w14:paraId="5F64B7CB" w14:textId="77777777" w:rsidTr="00663DE5">
        <w:trPr>
          <w:trHeight w:val="350"/>
        </w:trPr>
        <w:tc>
          <w:tcPr>
            <w:tcW w:w="3920" w:type="dxa"/>
          </w:tcPr>
          <w:p w14:paraId="16343E6D" w14:textId="77777777" w:rsidR="00874921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نلتي الثُّريا اُو بالأمس كنتي ثراها</w:t>
            </w:r>
            <w:r w:rsidR="008749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4B9A16" w14:textId="77777777" w:rsidR="00874921" w:rsidRDefault="00874921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632A91" w14:textId="77777777" w:rsidR="00874921" w:rsidRDefault="00491A22" w:rsidP="00663DE5">
            <w:pPr>
              <w:pStyle w:val="libPoem"/>
            </w:pPr>
            <w:r>
              <w:rPr>
                <w:rtl/>
                <w:lang w:bidi="fa-IR"/>
              </w:rPr>
              <w:t>اِباي وسيلة كربلا واِباي وجاها</w:t>
            </w:r>
            <w:r w:rsidR="008749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921" w14:paraId="68DD9F2C" w14:textId="77777777" w:rsidTr="00663DE5">
        <w:trPr>
          <w:trHeight w:val="350"/>
        </w:trPr>
        <w:tc>
          <w:tcPr>
            <w:tcW w:w="3920" w:type="dxa"/>
          </w:tcPr>
          <w:p w14:paraId="35EBCCA6" w14:textId="77777777" w:rsidR="00874921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قالت اِبدم سال في أرضي اُورواها</w:t>
            </w:r>
            <w:r w:rsidR="008749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16D758" w14:textId="77777777" w:rsidR="00874921" w:rsidRDefault="00874921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50190C" w14:textId="77777777" w:rsidR="00874921" w:rsidRDefault="00491A22" w:rsidP="00663DE5">
            <w:pPr>
              <w:pStyle w:val="libPoem"/>
            </w:pPr>
            <w:r>
              <w:rPr>
                <w:rtl/>
                <w:lang w:bidi="fa-IR"/>
              </w:rPr>
              <w:t>دم الشهيد اِحسين وارجال الحميّه</w:t>
            </w:r>
            <w:r w:rsidR="0087492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930559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91A22" w14:paraId="3265B807" w14:textId="77777777" w:rsidTr="00663DE5">
        <w:trPr>
          <w:trHeight w:val="350"/>
        </w:trPr>
        <w:tc>
          <w:tcPr>
            <w:tcW w:w="3920" w:type="dxa"/>
            <w:shd w:val="clear" w:color="auto" w:fill="auto"/>
          </w:tcPr>
          <w:p w14:paraId="6E4F7BCE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lastRenderedPageBreak/>
              <w:t>بالأمس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انتي اتراب اُوصرتي اليوم تربه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A4D8FC2" w14:textId="77777777" w:rsidR="00491A22" w:rsidRDefault="00491A22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C91047C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تربك شفا المرضى عن اِعلاج الأطبّه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1A22" w14:paraId="0A4ABF0A" w14:textId="77777777" w:rsidTr="00663DE5">
        <w:trPr>
          <w:trHeight w:val="350"/>
        </w:trPr>
        <w:tc>
          <w:tcPr>
            <w:tcW w:w="3920" w:type="dxa"/>
          </w:tcPr>
          <w:p w14:paraId="0351BA1D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قالت اِبدم اِحسين وادموم الأحبّه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5DAEA4" w14:textId="77777777" w:rsidR="00491A22" w:rsidRDefault="00491A22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01CE0E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عمرت اقفاري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اُودورهم ظلّت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1A22" w14:paraId="7F6D8659" w14:textId="77777777" w:rsidTr="00663DE5">
        <w:trPr>
          <w:trHeight w:val="350"/>
        </w:trPr>
        <w:tc>
          <w:tcPr>
            <w:tcW w:w="3920" w:type="dxa"/>
          </w:tcPr>
          <w:p w14:paraId="708F8ED6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آنا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تربة من قبل ما كنت أنزار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67AE63" w14:textId="77777777" w:rsidR="00491A22" w:rsidRDefault="00491A22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99F589" w14:textId="77777777" w:rsidR="00491A22" w:rsidRDefault="00491A22" w:rsidP="00491A22">
            <w:pPr>
              <w:pStyle w:val="libPoem"/>
            </w:pPr>
            <w:r>
              <w:rPr>
                <w:rtl/>
                <w:lang w:bidi="fa-IR"/>
              </w:rPr>
              <w:t>أرض خليّه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 ساكنيني اُوحوش لقفار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1A22" w14:paraId="34C648F6" w14:textId="77777777" w:rsidTr="00663DE5">
        <w:trPr>
          <w:trHeight w:val="350"/>
        </w:trPr>
        <w:tc>
          <w:tcPr>
            <w:tcW w:w="3920" w:type="dxa"/>
          </w:tcPr>
          <w:p w14:paraId="27C7EEA8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واليوم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ارضي بالمشاهد تسطع أنوار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1B7348" w14:textId="77777777" w:rsidR="00491A22" w:rsidRDefault="00491A22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22593E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من كُلّ فجٍّ تعتني الزوّار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1A22" w14:paraId="69725640" w14:textId="77777777" w:rsidTr="00663DE5">
        <w:trPr>
          <w:trHeight w:val="350"/>
        </w:trPr>
        <w:tc>
          <w:tcPr>
            <w:tcW w:w="3920" w:type="dxa"/>
          </w:tcPr>
          <w:p w14:paraId="35E9CA01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متهنيّة يا كربلا اِبما ربِّي أعطاك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F74A86" w14:textId="77777777" w:rsidR="00491A22" w:rsidRDefault="00491A22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F2DF6D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نلتي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فخر به تفتخر جملة الأملاك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1A22" w14:paraId="1278FEB9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263C69D" w14:textId="77777777" w:rsidR="00491A22" w:rsidRDefault="00491A22" w:rsidP="00491A22">
            <w:pPr>
              <w:pStyle w:val="libPoem"/>
            </w:pPr>
            <w:r>
              <w:rPr>
                <w:rtl/>
                <w:lang w:bidi="fa-IR"/>
              </w:rPr>
              <w:t>لجل الذي بارضك قضى اُوعطّل الأفلاك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C76E6C" w14:textId="77777777" w:rsidR="00491A22" w:rsidRDefault="00491A22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E3E29B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سبط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النّبي اُو شمامة الزهرا الزكيّه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1A22" w14:paraId="7ADFBD25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6D0AB57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نلتين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فخر كربلا ما اَحد ناله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4A01EB" w14:textId="77777777" w:rsidR="00491A22" w:rsidRDefault="00491A22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3881FF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ما نالته الكعبة ولا عرش الجلاله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1A22" w14:paraId="20FBEE10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4682668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اِحسين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ظامي اُو بالعطش ماتت اَطفاله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964842" w14:textId="77777777" w:rsidR="00491A22" w:rsidRDefault="00491A22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5EFC25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والماي من شطِّك تشربه بنو اُميّه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1A22" w14:paraId="5C19D55A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BE88E63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أرضك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ثوت أثمار فيها اُوغابت اِشموس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AB5D1C" w14:textId="77777777" w:rsidR="00491A22" w:rsidRDefault="00491A22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1FB971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ياما جثث فوق الثّرى ظلّت بلا روس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1A22" w14:paraId="081B9A39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61ACB77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واَرواحهم راحت إلى جنّة الفردوس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FC806E" w14:textId="77777777" w:rsidR="00491A22" w:rsidRDefault="00491A22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D7BA86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بانوارهم يا كربلا صرتي امضيّه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1A22" w14:paraId="02B6EE41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5F833C8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كربلا كم فيك صاحتْ من صوايح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E7468A" w14:textId="77777777" w:rsidR="00491A22" w:rsidRDefault="00491A22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89EF87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يا كربلا كم فيك ناحتْ من نوايح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1A22" w14:paraId="430D86DE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EDEEFC8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على غريب في اِترابك ظلّ طايح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A1A008" w14:textId="77777777" w:rsidR="00491A22" w:rsidRDefault="00491A22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850B41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وا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حسرتي رضّت اِضلوعه الأعوجيّه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8FBCCB6" w14:textId="77777777" w:rsidR="00EE7C84" w:rsidRDefault="00E21949" w:rsidP="00491A22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91A22" w14:paraId="3D785B9E" w14:textId="77777777" w:rsidTr="00663DE5">
        <w:trPr>
          <w:trHeight w:val="350"/>
        </w:trPr>
        <w:tc>
          <w:tcPr>
            <w:tcW w:w="3920" w:type="dxa"/>
            <w:shd w:val="clear" w:color="auto" w:fill="auto"/>
          </w:tcPr>
          <w:p w14:paraId="6EE948B1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كُل الفخر نلتينه كُل الفخر نلتينه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696A1C5" w14:textId="77777777" w:rsidR="00491A22" w:rsidRDefault="00491A22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BC8B298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يا كربلا من حظّك كُل الفخر نلتينه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1A22" w14:paraId="3FF68B7E" w14:textId="77777777" w:rsidTr="00663DE5">
        <w:trPr>
          <w:trHeight w:val="350"/>
        </w:trPr>
        <w:tc>
          <w:tcPr>
            <w:tcW w:w="3920" w:type="dxa"/>
          </w:tcPr>
          <w:p w14:paraId="4D5F938A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أرض المدينة روضة اُو بغداد اَرضها روضه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ABF87C" w14:textId="77777777" w:rsidR="00491A22" w:rsidRDefault="00491A22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E68A7B4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ولا بلد نزلوها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أرضها روضه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1A22" w14:paraId="0775C1EC" w14:textId="77777777" w:rsidTr="00663DE5">
        <w:trPr>
          <w:trHeight w:val="350"/>
        </w:trPr>
        <w:tc>
          <w:tcPr>
            <w:tcW w:w="3920" w:type="dxa"/>
          </w:tcPr>
          <w:p w14:paraId="70523836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وانتي عليهم فزتي بالجثة الموضوضه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436ED9" w14:textId="77777777" w:rsidR="00491A22" w:rsidRDefault="00491A22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003ECB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واِنتي عليهم فزتي ابجسم تضمنينه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1A22" w14:paraId="131C5790" w14:textId="77777777" w:rsidTr="00663DE5">
        <w:trPr>
          <w:trHeight w:val="350"/>
        </w:trPr>
        <w:tc>
          <w:tcPr>
            <w:tcW w:w="3920" w:type="dxa"/>
          </w:tcPr>
          <w:p w14:paraId="4B9D3BD9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طوبى إلك من تربة يالساطعة بانوارك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0DC7C0" w14:textId="77777777" w:rsidR="00491A22" w:rsidRDefault="00491A22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B4FB60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يوم القيامة الجنّة مكتوبه الزوّارك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1A22" w14:paraId="2D3C91D8" w14:textId="77777777" w:rsidTr="00663DE5">
        <w:trPr>
          <w:trHeight w:val="350"/>
        </w:trPr>
        <w:tc>
          <w:tcPr>
            <w:tcW w:w="3920" w:type="dxa"/>
          </w:tcPr>
          <w:p w14:paraId="4157DFF1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هيهات ما يتحاسب من يندفن باِجوارك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36F5F8" w14:textId="77777777" w:rsidR="00491A22" w:rsidRDefault="00491A22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8707A1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اَكرام للي اتعفرت في تربتك خدّينه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1A22" w14:paraId="6FCE72E5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7B3C398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وازيارتِك قال النّبي سبعين حجّة اِتعادل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635392" w14:textId="77777777" w:rsidR="00491A22" w:rsidRDefault="00491A22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89C819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ما تنقطع زوّارك منهم امقيم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 شايل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1A22" w14:paraId="514670C9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E1AB94B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يرجو الشفاعة من غريبٍ ظل دمه سايل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43670F" w14:textId="77777777" w:rsidR="00491A22" w:rsidRDefault="00491A22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D58B1C" w14:textId="77777777" w:rsidR="00491A22" w:rsidRDefault="00491A22" w:rsidP="00663DE5">
            <w:pPr>
              <w:pStyle w:val="libPoem"/>
            </w:pPr>
            <w:r>
              <w:rPr>
                <w:rtl/>
                <w:lang w:bidi="fa-IR"/>
              </w:rPr>
              <w:t>طوبى لهم لا مَن أتوا يوم الحشر يرجونه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661B10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755" w:type="pct"/>
        <w:tblInd w:w="74" w:type="dxa"/>
        <w:tblLook w:val="01E0" w:firstRow="1" w:lastRow="1" w:firstColumn="1" w:lastColumn="1" w:noHBand="0" w:noVBand="0"/>
      </w:tblPr>
      <w:tblGrid>
        <w:gridCol w:w="4295"/>
        <w:gridCol w:w="304"/>
        <w:gridCol w:w="3917"/>
      </w:tblGrid>
      <w:tr w:rsidR="00147EAA" w14:paraId="2CFB6187" w14:textId="77777777" w:rsidTr="00147EAA">
        <w:trPr>
          <w:trHeight w:val="350"/>
        </w:trPr>
        <w:tc>
          <w:tcPr>
            <w:tcW w:w="3843" w:type="dxa"/>
            <w:shd w:val="clear" w:color="auto" w:fill="auto"/>
          </w:tcPr>
          <w:p w14:paraId="3CD1237F" w14:textId="77777777" w:rsidR="00147EAA" w:rsidRDefault="00147EAA" w:rsidP="00663DE5">
            <w:pPr>
              <w:pStyle w:val="libPoem"/>
            </w:pPr>
            <w:r>
              <w:rPr>
                <w:rtl/>
                <w:lang w:bidi="fa-IR"/>
              </w:rPr>
              <w:lastRenderedPageBreak/>
              <w:t>لا بدّ ما يأتونه واِمن الجزا يجزيهم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3E4BA3B1" w14:textId="77777777" w:rsidR="00147EAA" w:rsidRDefault="00147EAA" w:rsidP="00663DE5">
            <w:pPr>
              <w:pStyle w:val="libPoem"/>
              <w:rPr>
                <w:rtl/>
              </w:rPr>
            </w:pPr>
          </w:p>
        </w:tc>
        <w:tc>
          <w:tcPr>
            <w:tcW w:w="3505" w:type="dxa"/>
            <w:shd w:val="clear" w:color="auto" w:fill="auto"/>
          </w:tcPr>
          <w:p w14:paraId="76D38DFF" w14:textId="77777777" w:rsidR="00147EAA" w:rsidRDefault="00147EAA" w:rsidP="00663DE5">
            <w:pPr>
              <w:pStyle w:val="libPoem"/>
            </w:pPr>
            <w:r>
              <w:rPr>
                <w:rtl/>
                <w:lang w:bidi="fa-IR"/>
              </w:rPr>
              <w:t>من كُلّ هول اُوشدّة واِمن الفزع ينجيهم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7EAA" w14:paraId="1FF96EC0" w14:textId="77777777" w:rsidTr="00147EAA">
        <w:trPr>
          <w:trHeight w:val="350"/>
        </w:trPr>
        <w:tc>
          <w:tcPr>
            <w:tcW w:w="3843" w:type="dxa"/>
          </w:tcPr>
          <w:p w14:paraId="42D9557B" w14:textId="77777777" w:rsidR="00147EAA" w:rsidRDefault="00147EAA" w:rsidP="00147EAA">
            <w:pPr>
              <w:pStyle w:val="libPoem"/>
            </w:pPr>
            <w:r>
              <w:rPr>
                <w:rtl/>
                <w:lang w:bidi="fa-IR"/>
              </w:rPr>
              <w:t>حاشى على ابن المرتضى بالضّيق مايخلّيهم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6B11691" w14:textId="77777777" w:rsidR="00147EAA" w:rsidRDefault="00147EAA" w:rsidP="00663DE5">
            <w:pPr>
              <w:pStyle w:val="libPoem"/>
              <w:rPr>
                <w:rtl/>
              </w:rPr>
            </w:pPr>
          </w:p>
        </w:tc>
        <w:tc>
          <w:tcPr>
            <w:tcW w:w="3505" w:type="dxa"/>
          </w:tcPr>
          <w:p w14:paraId="72BB8C11" w14:textId="77777777" w:rsidR="00147EAA" w:rsidRDefault="00147EAA" w:rsidP="00663DE5">
            <w:pPr>
              <w:pStyle w:val="libPoem"/>
            </w:pPr>
            <w:r>
              <w:rPr>
                <w:rtl/>
                <w:lang w:bidi="fa-IR"/>
              </w:rPr>
              <w:t>كيف أنّهُ اِيخلّيهم اُوهم لهُ ايقصدونه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F1A77EB" w14:textId="77777777" w:rsidR="00EE7C84" w:rsidRDefault="00E21949" w:rsidP="00147EAA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47EAA" w14:paraId="3CCDE9CD" w14:textId="77777777" w:rsidTr="00663DE5">
        <w:trPr>
          <w:trHeight w:val="350"/>
        </w:trPr>
        <w:tc>
          <w:tcPr>
            <w:tcW w:w="3920" w:type="dxa"/>
            <w:shd w:val="clear" w:color="auto" w:fill="auto"/>
          </w:tcPr>
          <w:p w14:paraId="757746BD" w14:textId="77777777" w:rsidR="00147EAA" w:rsidRDefault="00147EAA" w:rsidP="00663DE5">
            <w:pPr>
              <w:pStyle w:val="libPoem"/>
            </w:pPr>
            <w:r>
              <w:rPr>
                <w:rtl/>
                <w:lang w:bidi="fa-IR"/>
              </w:rPr>
              <w:t>أمّا الألف آل النّبي اُو خير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BE1AEBA" w14:textId="77777777" w:rsidR="00147EAA" w:rsidRDefault="00147EAA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BF90F55" w14:textId="77777777" w:rsidR="00147EAA" w:rsidRDefault="00147EAA" w:rsidP="00663DE5">
            <w:pPr>
              <w:pStyle w:val="libPoem"/>
            </w:pPr>
            <w:r>
              <w:rPr>
                <w:rtl/>
                <w:lang w:bidi="fa-IR"/>
              </w:rPr>
              <w:t>والبا اِبعرصَت كربلا ذبحوا 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7EAA" w14:paraId="75CCE2B9" w14:textId="77777777" w:rsidTr="00663DE5">
        <w:trPr>
          <w:trHeight w:val="350"/>
        </w:trPr>
        <w:tc>
          <w:tcPr>
            <w:tcW w:w="3920" w:type="dxa"/>
          </w:tcPr>
          <w:p w14:paraId="428F209C" w14:textId="77777777" w:rsidR="00147EAA" w:rsidRDefault="00147EAA" w:rsidP="00663DE5">
            <w:pPr>
              <w:pStyle w:val="libPoem"/>
            </w:pPr>
            <w:r>
              <w:rPr>
                <w:rtl/>
                <w:lang w:bidi="fa-IR"/>
              </w:rPr>
              <w:t>والتا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تفانت بالثرى اَنصار الحسين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E2D0EC" w14:textId="77777777" w:rsidR="00147EAA" w:rsidRDefault="00147EAA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75B5D1" w14:textId="77777777" w:rsidR="00147EAA" w:rsidRDefault="00147EAA" w:rsidP="00663DE5">
            <w:pPr>
              <w:pStyle w:val="libPoem"/>
            </w:pPr>
            <w:r>
              <w:rPr>
                <w:rtl/>
                <w:lang w:bidi="fa-IR"/>
              </w:rPr>
              <w:t>والثا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ثووا من غير تغسيل اُو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7EAA" w14:paraId="2233BB45" w14:textId="77777777" w:rsidTr="00663DE5">
        <w:trPr>
          <w:trHeight w:val="350"/>
        </w:trPr>
        <w:tc>
          <w:tcPr>
            <w:tcW w:w="3920" w:type="dxa"/>
          </w:tcPr>
          <w:p w14:paraId="5022BE34" w14:textId="77777777" w:rsidR="00147EAA" w:rsidRDefault="00147EAA" w:rsidP="00147EAA">
            <w:pPr>
              <w:pStyle w:val="libPoem"/>
            </w:pPr>
            <w:r>
              <w:rPr>
                <w:rtl/>
                <w:lang w:bidi="fa-IR"/>
              </w:rPr>
              <w:t>والجيم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جدّد حزن باقلوب 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E7B96A" w14:textId="77777777" w:rsidR="00147EAA" w:rsidRDefault="00147EAA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C10042" w14:textId="77777777" w:rsidR="00147EAA" w:rsidRDefault="00147EAA" w:rsidP="00663DE5">
            <w:pPr>
              <w:pStyle w:val="libPoem"/>
            </w:pPr>
            <w:r>
              <w:rPr>
                <w:rtl/>
                <w:lang w:bidi="fa-IR"/>
              </w:rPr>
              <w:t>والحاء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حوى شبان وادي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7EAA" w14:paraId="3734C2EE" w14:textId="77777777" w:rsidTr="00663DE5">
        <w:trPr>
          <w:trHeight w:val="350"/>
        </w:trPr>
        <w:tc>
          <w:tcPr>
            <w:tcW w:w="3920" w:type="dxa"/>
          </w:tcPr>
          <w:p w14:paraId="35A410FF" w14:textId="77777777" w:rsidR="00147EAA" w:rsidRDefault="00147EAA" w:rsidP="00663DE5">
            <w:pPr>
              <w:pStyle w:val="libPoem"/>
            </w:pPr>
            <w:r>
              <w:rPr>
                <w:rtl/>
                <w:lang w:bidi="fa-IR"/>
              </w:rPr>
              <w:t>والخا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خوافر بارزة من ذيك لخدور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2CD2B0" w14:textId="77777777" w:rsidR="00147EAA" w:rsidRDefault="00147EAA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9B91CA" w14:textId="77777777" w:rsidR="00147EAA" w:rsidRDefault="00147EAA" w:rsidP="00663DE5">
            <w:pPr>
              <w:pStyle w:val="libPoem"/>
            </w:pPr>
            <w:r>
              <w:rPr>
                <w:rtl/>
                <w:lang w:bidi="fa-IR"/>
              </w:rPr>
              <w:t>والدال دكّت بالثرى شبّان واصقور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7EAA" w14:paraId="36548659" w14:textId="77777777" w:rsidTr="00663DE5">
        <w:trPr>
          <w:trHeight w:val="350"/>
        </w:trPr>
        <w:tc>
          <w:tcPr>
            <w:tcW w:w="3920" w:type="dxa"/>
          </w:tcPr>
          <w:p w14:paraId="7E270869" w14:textId="77777777" w:rsidR="00147EAA" w:rsidRDefault="00147EAA" w:rsidP="00663DE5">
            <w:pPr>
              <w:pStyle w:val="libPoem"/>
            </w:pPr>
            <w:r>
              <w:rPr>
                <w:rtl/>
                <w:lang w:bidi="fa-IR"/>
              </w:rPr>
              <w:t>والذال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ذوّب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كبدَهم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فقدان البدور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7AB030" w14:textId="77777777" w:rsidR="00147EAA" w:rsidRDefault="00147EAA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C5E7A6" w14:textId="77777777" w:rsidR="00147EAA" w:rsidRDefault="00147EAA" w:rsidP="00663DE5">
            <w:pPr>
              <w:pStyle w:val="libPoem"/>
            </w:pPr>
            <w:r>
              <w:rPr>
                <w:rtl/>
                <w:lang w:bidi="fa-IR"/>
              </w:rPr>
              <w:t>والرا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رأتْ زينب إلى فقد الشفيّه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7EAA" w14:paraId="14C74040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3B2E344" w14:textId="77777777" w:rsidR="00147EAA" w:rsidRDefault="00147EAA" w:rsidP="00663DE5">
            <w:pPr>
              <w:pStyle w:val="libPoem"/>
            </w:pPr>
            <w:r>
              <w:rPr>
                <w:rtl/>
                <w:lang w:bidi="fa-IR"/>
              </w:rPr>
              <w:t>والزاي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زيّد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حزنهم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نوح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اليتامى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C586DC" w14:textId="77777777" w:rsidR="00147EAA" w:rsidRDefault="00147EAA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D399FD" w14:textId="77777777" w:rsidR="00147EAA" w:rsidRDefault="00147EAA" w:rsidP="00663DE5">
            <w:pPr>
              <w:pStyle w:val="libPoem"/>
            </w:pPr>
            <w:r>
              <w:rPr>
                <w:rtl/>
                <w:lang w:bidi="fa-IR"/>
              </w:rPr>
              <w:t>والسين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ساقوا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مخدّراته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كالأيامى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7EAA" w14:paraId="4C55E9DC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AF899B6" w14:textId="77777777" w:rsidR="00147EAA" w:rsidRDefault="00147EAA" w:rsidP="00663DE5">
            <w:pPr>
              <w:pStyle w:val="libPoem"/>
            </w:pPr>
            <w:r>
              <w:rPr>
                <w:rtl/>
                <w:lang w:bidi="fa-IR"/>
              </w:rPr>
              <w:t>والشين شبّوا نارهم وسطت اخيامهم!!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2DB960" w14:textId="77777777" w:rsidR="00147EAA" w:rsidRDefault="00147EAA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2D850B" w14:textId="77777777" w:rsidR="00147EAA" w:rsidRDefault="00147EAA" w:rsidP="00663DE5">
            <w:pPr>
              <w:pStyle w:val="libPoem"/>
            </w:pPr>
            <w:r>
              <w:rPr>
                <w:rtl/>
                <w:lang w:bidi="fa-IR"/>
              </w:rPr>
              <w:t>والصاد صبر اِحسين بارض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7EAA" w14:paraId="384F34EF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6F9884C" w14:textId="77777777" w:rsidR="00147EAA" w:rsidRDefault="00147EAA" w:rsidP="00663DE5">
            <w:pPr>
              <w:pStyle w:val="libPoem"/>
            </w:pPr>
            <w:r>
              <w:rPr>
                <w:rtl/>
                <w:lang w:bidi="fa-IR"/>
              </w:rPr>
              <w:t>والضاد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ضاقت في فسحها ذيك لوهّاد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EE8A3F" w14:textId="77777777" w:rsidR="00147EAA" w:rsidRDefault="00147EAA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3A8D65" w14:textId="77777777" w:rsidR="00147EAA" w:rsidRDefault="00F42825" w:rsidP="00F42825">
            <w:pPr>
              <w:pStyle w:val="libPoem"/>
            </w:pPr>
            <w:r>
              <w:rPr>
                <w:rtl/>
                <w:lang w:bidi="fa-IR"/>
              </w:rPr>
              <w:t>والطا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طمّت وقعة كموج البحر مدّاد</w:t>
            </w:r>
            <w:r w:rsidR="00147E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7EAA" w14:paraId="7781FFC6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1AE751D" w14:textId="77777777" w:rsidR="00147EAA" w:rsidRDefault="00F42825" w:rsidP="00663DE5">
            <w:pPr>
              <w:pStyle w:val="libPoem"/>
            </w:pPr>
            <w:r>
              <w:rPr>
                <w:rtl/>
                <w:lang w:bidi="fa-IR"/>
              </w:rPr>
              <w:t>والظا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ظلّوا اِتدوسهم عسكر ابن زياد</w:t>
            </w:r>
            <w:r w:rsidR="00147E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CFAD88" w14:textId="77777777" w:rsidR="00147EAA" w:rsidRDefault="00147EAA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4105A3" w14:textId="77777777" w:rsidR="00147EAA" w:rsidRDefault="00F42825" w:rsidP="00663DE5">
            <w:pPr>
              <w:pStyle w:val="libPoem"/>
            </w:pPr>
            <w:r>
              <w:rPr>
                <w:rtl/>
                <w:lang w:bidi="fa-IR"/>
              </w:rPr>
              <w:t>والعين عرّيس اِنذبح في الغاضريّه</w:t>
            </w:r>
            <w:r w:rsidR="00147E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7EAA" w14:paraId="5AF3D45A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13E4CA9" w14:textId="77777777" w:rsidR="00147EAA" w:rsidRDefault="00F42825" w:rsidP="00663DE5">
            <w:pPr>
              <w:pStyle w:val="libPoem"/>
            </w:pPr>
            <w:r>
              <w:rPr>
                <w:rtl/>
                <w:lang w:bidi="fa-IR"/>
              </w:rPr>
              <w:t>والغين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غابت بالثرى أقمار غالب</w:t>
            </w:r>
            <w:r w:rsidR="00147E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0FC171" w14:textId="77777777" w:rsidR="00147EAA" w:rsidRDefault="00147EAA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7CE1EC" w14:textId="77777777" w:rsidR="00147EAA" w:rsidRDefault="00F42825" w:rsidP="00663DE5">
            <w:pPr>
              <w:pStyle w:val="libPoem"/>
            </w:pPr>
            <w:r>
              <w:rPr>
                <w:rtl/>
                <w:lang w:bidi="fa-IR"/>
              </w:rPr>
              <w:t>والفاء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فقد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اِحسين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شيّب للذوايب</w:t>
            </w:r>
            <w:r w:rsidR="00147E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7EAA" w14:paraId="0A9C5F32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72674AF" w14:textId="77777777" w:rsidR="00147EAA" w:rsidRDefault="00F42825" w:rsidP="00663DE5">
            <w:pPr>
              <w:pStyle w:val="libPoem"/>
            </w:pPr>
            <w:r>
              <w:rPr>
                <w:rtl/>
                <w:lang w:bidi="fa-IR"/>
              </w:rPr>
              <w:t>والقاف قبل اِمسيرهم قاسوا مصايب</w:t>
            </w:r>
            <w:r w:rsidR="00147E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573E4E" w14:textId="77777777" w:rsidR="00147EAA" w:rsidRDefault="00147EAA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FE2349" w14:textId="77777777" w:rsidR="00147EAA" w:rsidRDefault="00F42825" w:rsidP="00663DE5">
            <w:pPr>
              <w:pStyle w:val="libPoem"/>
            </w:pPr>
            <w:r>
              <w:rPr>
                <w:rtl/>
                <w:lang w:bidi="fa-IR"/>
              </w:rPr>
              <w:t>والكاف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كافلهم على الغبرة رميّه</w:t>
            </w:r>
            <w:r w:rsidR="00147E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7EAA" w14:paraId="6D264E8B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BFCB311" w14:textId="77777777" w:rsidR="00147EAA" w:rsidRDefault="00F42825" w:rsidP="00F42825">
            <w:pPr>
              <w:pStyle w:val="libPoem"/>
            </w:pPr>
            <w:r>
              <w:rPr>
                <w:rtl/>
                <w:lang w:bidi="fa-IR"/>
              </w:rPr>
              <w:t>واللام لوعوا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لليتامى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قوم لنذال</w:t>
            </w:r>
            <w:r w:rsidR="00147E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6E6BF8" w14:textId="77777777" w:rsidR="00147EAA" w:rsidRDefault="00147EAA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30C5EF" w14:textId="77777777" w:rsidR="00147EAA" w:rsidRDefault="00F42825" w:rsidP="00663DE5">
            <w:pPr>
              <w:pStyle w:val="libPoem"/>
            </w:pPr>
            <w:r>
              <w:rPr>
                <w:rtl/>
                <w:lang w:bidi="fa-IR"/>
              </w:rPr>
              <w:t>والميم ماتوا من الظما واركوب لجمال</w:t>
            </w:r>
            <w:r w:rsidR="00147E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7EAA" w14:paraId="3BB01F20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1A019D6" w14:textId="77777777" w:rsidR="00147EAA" w:rsidRDefault="00F42825" w:rsidP="00663DE5">
            <w:pPr>
              <w:pStyle w:val="libPoem"/>
            </w:pPr>
            <w:r>
              <w:rPr>
                <w:rtl/>
                <w:lang w:bidi="fa-IR"/>
              </w:rPr>
              <w:t>والنون نسوانٌ بقت من غير اِرجال</w:t>
            </w:r>
            <w:r w:rsidR="00147E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0C23F3" w14:textId="77777777" w:rsidR="00147EAA" w:rsidRDefault="00147EAA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CBE8D6" w14:textId="77777777" w:rsidR="00147EAA" w:rsidRDefault="00F42825" w:rsidP="00663DE5">
            <w:pPr>
              <w:pStyle w:val="libPoem"/>
            </w:pPr>
            <w:r>
              <w:rPr>
                <w:rtl/>
                <w:lang w:bidi="fa-IR"/>
              </w:rPr>
              <w:t>والواو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والي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الحرم كبده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منفريّه</w:t>
            </w:r>
            <w:r w:rsidR="00147E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7EAA" w14:paraId="6389B29B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EA6F01B" w14:textId="77777777" w:rsidR="00147EAA" w:rsidRDefault="00F42825" w:rsidP="00663DE5">
            <w:pPr>
              <w:pStyle w:val="libPoem"/>
            </w:pPr>
            <w:r>
              <w:rPr>
                <w:rtl/>
                <w:lang w:bidi="fa-IR"/>
              </w:rPr>
              <w:t>والها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هواتف بالسما تبكي اُو تنادي</w:t>
            </w:r>
            <w:r w:rsidR="00147E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5621B7" w14:textId="77777777" w:rsidR="00147EAA" w:rsidRDefault="00147EAA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581E28" w14:textId="77777777" w:rsidR="00147EAA" w:rsidRDefault="00F42825" w:rsidP="00663DE5">
            <w:pPr>
              <w:pStyle w:val="libPoem"/>
            </w:pPr>
            <w:r>
              <w:rPr>
                <w:rtl/>
                <w:lang w:bidi="fa-IR"/>
              </w:rPr>
              <w:t>اُولام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الألف لبنِ النّبي تبكي الشدادي</w:t>
            </w:r>
            <w:r w:rsidR="00147E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7EAA" w14:paraId="221CDE67" w14:textId="77777777" w:rsidTr="00663D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495C87D" w14:textId="77777777" w:rsidR="00147EAA" w:rsidRDefault="00F42825" w:rsidP="00663DE5">
            <w:pPr>
              <w:pStyle w:val="libPoem"/>
            </w:pPr>
            <w:r>
              <w:rPr>
                <w:rtl/>
                <w:lang w:bidi="fa-IR"/>
              </w:rPr>
              <w:t>الله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يدنيا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كيف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جازيتي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الهادي</w:t>
            </w:r>
            <w:r w:rsidR="00147E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3937A0" w14:textId="77777777" w:rsidR="00147EAA" w:rsidRDefault="00147EAA" w:rsidP="00663D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17FB9F" w14:textId="77777777" w:rsidR="00147EAA" w:rsidRDefault="00F42825" w:rsidP="00663DE5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باوقعة صارت إبارض الغاضريّه</w:t>
            </w:r>
            <w:r w:rsidR="00147EA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88CCE83" w14:textId="77777777" w:rsidR="00EE7C84" w:rsidRDefault="00EE7C84" w:rsidP="00F42825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5CDB612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672B5F79" w14:textId="77777777" w:rsidR="00EE7C84" w:rsidRDefault="00EE7C84" w:rsidP="000F4539">
      <w:pPr>
        <w:pStyle w:val="Heading1Center"/>
        <w:rPr>
          <w:lang w:bidi="fa-IR"/>
        </w:rPr>
      </w:pPr>
      <w:bookmarkStart w:id="8" w:name="_Toc17226567"/>
      <w:r>
        <w:rPr>
          <w:rtl/>
          <w:lang w:bidi="fa-IR"/>
        </w:rPr>
        <w:lastRenderedPageBreak/>
        <w:t>الرحلة الثانية ، وفيها فصول</w:t>
      </w:r>
      <w:bookmarkEnd w:id="8"/>
    </w:p>
    <w:p w14:paraId="05FA8F49" w14:textId="77777777" w:rsidR="00EE7C84" w:rsidRDefault="00EE7C84" w:rsidP="000F4539">
      <w:pPr>
        <w:pStyle w:val="Heading2"/>
        <w:rPr>
          <w:lang w:bidi="fa-IR"/>
        </w:rPr>
      </w:pPr>
      <w:bookmarkStart w:id="9" w:name="_Toc17226568"/>
      <w:r>
        <w:rPr>
          <w:rtl/>
          <w:lang w:bidi="fa-IR"/>
        </w:rPr>
        <w:t>الفصل الأوّل ابتداءً في الهلال ومحمّد :</w:t>
      </w:r>
      <w:bookmarkEnd w:id="9"/>
    </w:p>
    <w:tbl>
      <w:tblPr>
        <w:tblStyle w:val="TableGrid"/>
        <w:bidiVisual/>
        <w:tblW w:w="5327" w:type="pct"/>
        <w:tblInd w:w="-513" w:type="dxa"/>
        <w:tblLook w:val="01E0" w:firstRow="1" w:lastRow="1" w:firstColumn="1" w:lastColumn="1" w:noHBand="0" w:noVBand="0"/>
      </w:tblPr>
      <w:tblGrid>
        <w:gridCol w:w="4771"/>
        <w:gridCol w:w="304"/>
        <w:gridCol w:w="4466"/>
      </w:tblGrid>
      <w:tr w:rsidR="004F0A43" w14:paraId="5C95DC4B" w14:textId="77777777" w:rsidTr="00F01E55">
        <w:trPr>
          <w:trHeight w:val="350"/>
        </w:trPr>
        <w:tc>
          <w:tcPr>
            <w:tcW w:w="4770" w:type="dxa"/>
            <w:shd w:val="clear" w:color="auto" w:fill="auto"/>
          </w:tcPr>
          <w:p w14:paraId="78578D54" w14:textId="77777777" w:rsidR="004F0A43" w:rsidRDefault="004F0A43" w:rsidP="00663DE5">
            <w:pPr>
              <w:pStyle w:val="libPoem"/>
            </w:pPr>
            <w:r>
              <w:rPr>
                <w:rtl/>
                <w:lang w:bidi="fa-IR"/>
              </w:rPr>
              <w:t>عاشور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هَلّ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اِهلالَه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عاشور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هَلّ اِهلالَه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4" w:type="dxa"/>
            <w:shd w:val="clear" w:color="auto" w:fill="auto"/>
          </w:tcPr>
          <w:p w14:paraId="51D5B6FE" w14:textId="77777777" w:rsidR="004F0A43" w:rsidRDefault="004F0A43" w:rsidP="00663DE5">
            <w:pPr>
              <w:pStyle w:val="libPoem"/>
              <w:rPr>
                <w:rtl/>
              </w:rPr>
            </w:pPr>
          </w:p>
        </w:tc>
        <w:tc>
          <w:tcPr>
            <w:tcW w:w="4466" w:type="dxa"/>
            <w:shd w:val="clear" w:color="auto" w:fill="auto"/>
          </w:tcPr>
          <w:p w14:paraId="0EDA0245" w14:textId="77777777" w:rsidR="004F0A43" w:rsidRDefault="004F0A43" w:rsidP="004F0A43">
            <w:pPr>
              <w:pStyle w:val="libPoem"/>
            </w:pPr>
            <w:r>
              <w:rPr>
                <w:rtl/>
                <w:lang w:bidi="fa-IR"/>
              </w:rPr>
              <w:t>هلّت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ادموع محمّدمن شاف هلّ اِهلالَه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0A43" w14:paraId="0CBE20E5" w14:textId="77777777" w:rsidTr="00F01E55">
        <w:trPr>
          <w:trHeight w:val="350"/>
        </w:trPr>
        <w:tc>
          <w:tcPr>
            <w:tcW w:w="4770" w:type="dxa"/>
          </w:tcPr>
          <w:p w14:paraId="7C31112B" w14:textId="77777777" w:rsidR="004F0A43" w:rsidRDefault="004F0A43" w:rsidP="00663DE5">
            <w:pPr>
              <w:pStyle w:val="libPoem"/>
            </w:pPr>
            <w:r>
              <w:rPr>
                <w:rtl/>
                <w:lang w:bidi="fa-IR"/>
              </w:rPr>
              <w:t>إيقولون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هلّ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اِمحرّم واقبل لنا باحزانه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4" w:type="dxa"/>
          </w:tcPr>
          <w:p w14:paraId="016C9C5B" w14:textId="77777777" w:rsidR="004F0A43" w:rsidRDefault="004F0A43" w:rsidP="00663DE5">
            <w:pPr>
              <w:pStyle w:val="libPoem"/>
              <w:rPr>
                <w:rtl/>
              </w:rPr>
            </w:pPr>
          </w:p>
        </w:tc>
        <w:tc>
          <w:tcPr>
            <w:tcW w:w="4466" w:type="dxa"/>
          </w:tcPr>
          <w:p w14:paraId="3EB6FABE" w14:textId="77777777" w:rsidR="004F0A43" w:rsidRDefault="004F0A43" w:rsidP="004F0A43">
            <w:pPr>
              <w:pStyle w:val="libPoem"/>
            </w:pPr>
            <w:r>
              <w:rPr>
                <w:rtl/>
                <w:lang w:bidi="fa-IR"/>
              </w:rPr>
              <w:t>حزني على سلطان شال اُومشى ابشبانه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0A43" w14:paraId="63D78A75" w14:textId="77777777" w:rsidTr="00F01E55">
        <w:trPr>
          <w:trHeight w:val="350"/>
        </w:trPr>
        <w:tc>
          <w:tcPr>
            <w:tcW w:w="4770" w:type="dxa"/>
          </w:tcPr>
          <w:p w14:paraId="7500B646" w14:textId="77777777" w:rsidR="004F0A43" w:rsidRDefault="004F0A43" w:rsidP="00663DE5">
            <w:pPr>
              <w:pStyle w:val="libPoem"/>
            </w:pPr>
            <w:r>
              <w:rPr>
                <w:rtl/>
                <w:lang w:bidi="fa-IR"/>
              </w:rPr>
              <w:t>قاصد أراضي الغربة واَوحش علينا اَوطانه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4" w:type="dxa"/>
          </w:tcPr>
          <w:p w14:paraId="375D8767" w14:textId="77777777" w:rsidR="004F0A43" w:rsidRDefault="004F0A43" w:rsidP="00663DE5">
            <w:pPr>
              <w:pStyle w:val="libPoem"/>
              <w:rPr>
                <w:rtl/>
              </w:rPr>
            </w:pPr>
          </w:p>
        </w:tc>
        <w:tc>
          <w:tcPr>
            <w:tcW w:w="4466" w:type="dxa"/>
          </w:tcPr>
          <w:p w14:paraId="1A204A85" w14:textId="77777777" w:rsidR="004F0A43" w:rsidRDefault="004F0A43" w:rsidP="004F0A43">
            <w:pPr>
              <w:pStyle w:val="libPoem"/>
            </w:pPr>
            <w:r>
              <w:rPr>
                <w:rtl/>
                <w:lang w:bidi="fa-IR"/>
              </w:rPr>
              <w:t>وابقيت أحن اِبداري اُوعاشور هلّ اِهلاله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0A43" w14:paraId="0E187459" w14:textId="77777777" w:rsidTr="00F01E55">
        <w:trPr>
          <w:trHeight w:val="350"/>
        </w:trPr>
        <w:tc>
          <w:tcPr>
            <w:tcW w:w="4770" w:type="dxa"/>
          </w:tcPr>
          <w:p w14:paraId="5EE7A8E8" w14:textId="77777777" w:rsidR="004F0A43" w:rsidRDefault="004F0A43" w:rsidP="00663DE5">
            <w:pPr>
              <w:pStyle w:val="libPoem"/>
            </w:pPr>
            <w:r>
              <w:rPr>
                <w:rtl/>
                <w:lang w:bidi="fa-IR"/>
              </w:rPr>
              <w:t>قالوا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إليّه اتصبّروا إنته بعد تسليهم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4" w:type="dxa"/>
          </w:tcPr>
          <w:p w14:paraId="7847B687" w14:textId="77777777" w:rsidR="004F0A43" w:rsidRDefault="004F0A43" w:rsidP="00663DE5">
            <w:pPr>
              <w:pStyle w:val="libPoem"/>
              <w:rPr>
                <w:rtl/>
              </w:rPr>
            </w:pPr>
          </w:p>
        </w:tc>
        <w:tc>
          <w:tcPr>
            <w:tcW w:w="4466" w:type="dxa"/>
          </w:tcPr>
          <w:p w14:paraId="7232489C" w14:textId="77777777" w:rsidR="004F0A43" w:rsidRDefault="004F0A43" w:rsidP="00663DE5">
            <w:pPr>
              <w:pStyle w:val="libPoem"/>
            </w:pPr>
            <w:r>
              <w:rPr>
                <w:rtl/>
                <w:lang w:bidi="fa-IR"/>
              </w:rPr>
              <w:t>قلهم فلا اتصبّر وبانصب مآتم ليهم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0A43" w14:paraId="7893FABE" w14:textId="77777777" w:rsidTr="00F01E55">
        <w:trPr>
          <w:trHeight w:val="350"/>
        </w:trPr>
        <w:tc>
          <w:tcPr>
            <w:tcW w:w="4770" w:type="dxa"/>
          </w:tcPr>
          <w:p w14:paraId="5B342E8E" w14:textId="77777777" w:rsidR="004F0A43" w:rsidRDefault="004F0A43" w:rsidP="00663DE5">
            <w:pPr>
              <w:pStyle w:val="libPoem"/>
            </w:pPr>
            <w:r>
              <w:rPr>
                <w:rtl/>
                <w:lang w:bidi="fa-IR"/>
              </w:rPr>
              <w:t>شبّان طلعوا عنّي هيهات أنا أسليهم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4" w:type="dxa"/>
          </w:tcPr>
          <w:p w14:paraId="7BEAEE93" w14:textId="77777777" w:rsidR="004F0A43" w:rsidRDefault="004F0A43" w:rsidP="00663DE5">
            <w:pPr>
              <w:pStyle w:val="libPoem"/>
              <w:rPr>
                <w:rtl/>
              </w:rPr>
            </w:pPr>
          </w:p>
        </w:tc>
        <w:tc>
          <w:tcPr>
            <w:tcW w:w="4466" w:type="dxa"/>
          </w:tcPr>
          <w:p w14:paraId="7ECF7A4E" w14:textId="77777777" w:rsidR="004F0A43" w:rsidRDefault="004F0A43" w:rsidP="00663DE5">
            <w:pPr>
              <w:pStyle w:val="libPoem"/>
            </w:pPr>
            <w:r>
              <w:rPr>
                <w:rtl/>
                <w:lang w:bidi="fa-IR"/>
              </w:rPr>
              <w:t>واعظم عليّه الليلة عاشور هلّ اِهلاله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0A43" w14:paraId="64AB2314" w14:textId="77777777" w:rsidTr="00F01E5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770" w:type="dxa"/>
          </w:tcPr>
          <w:p w14:paraId="60074754" w14:textId="77777777" w:rsidR="004F0A43" w:rsidRDefault="004F0A43" w:rsidP="00663DE5">
            <w:pPr>
              <w:pStyle w:val="libPoem"/>
            </w:pPr>
            <w:r>
              <w:rPr>
                <w:rtl/>
                <w:lang w:bidi="fa-IR"/>
              </w:rPr>
              <w:t>قالوا إليّه تسلا إمن هالبكا واللوعه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4" w:type="dxa"/>
          </w:tcPr>
          <w:p w14:paraId="1248488C" w14:textId="77777777" w:rsidR="004F0A43" w:rsidRDefault="004F0A43" w:rsidP="00663DE5">
            <w:pPr>
              <w:pStyle w:val="libPoem"/>
              <w:rPr>
                <w:rtl/>
              </w:rPr>
            </w:pPr>
          </w:p>
        </w:tc>
        <w:tc>
          <w:tcPr>
            <w:tcW w:w="4466" w:type="dxa"/>
          </w:tcPr>
          <w:p w14:paraId="7A13CCF7" w14:textId="77777777" w:rsidR="004F0A43" w:rsidRDefault="004F0A43" w:rsidP="004F0A43">
            <w:pPr>
              <w:pStyle w:val="libPoem"/>
            </w:pPr>
            <w:r>
              <w:rPr>
                <w:rtl/>
                <w:lang w:bidi="fa-IR"/>
              </w:rPr>
              <w:t>واطلب عسى الله ايعوده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واطلب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من الله رجوعه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0A43" w14:paraId="20F22F86" w14:textId="77777777" w:rsidTr="00F01E5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770" w:type="dxa"/>
          </w:tcPr>
          <w:p w14:paraId="146DA024" w14:textId="77777777" w:rsidR="004F0A43" w:rsidRDefault="004F0A43" w:rsidP="00663DE5">
            <w:pPr>
              <w:pStyle w:val="libPoem"/>
            </w:pPr>
            <w:r>
              <w:rPr>
                <w:rtl/>
                <w:lang w:bidi="fa-IR"/>
              </w:rPr>
              <w:t>قلهم أبد والينا هيهات لينا اِرجوعه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4" w:type="dxa"/>
          </w:tcPr>
          <w:p w14:paraId="4CA551CE" w14:textId="77777777" w:rsidR="004F0A43" w:rsidRDefault="004F0A43" w:rsidP="00663DE5">
            <w:pPr>
              <w:pStyle w:val="libPoem"/>
              <w:rPr>
                <w:rtl/>
              </w:rPr>
            </w:pPr>
          </w:p>
        </w:tc>
        <w:tc>
          <w:tcPr>
            <w:tcW w:w="4466" w:type="dxa"/>
          </w:tcPr>
          <w:p w14:paraId="7D4025AC" w14:textId="77777777" w:rsidR="004F0A43" w:rsidRDefault="004F0A43" w:rsidP="00663DE5">
            <w:pPr>
              <w:pStyle w:val="libPoem"/>
            </w:pPr>
            <w:r>
              <w:rPr>
                <w:rtl/>
                <w:lang w:bidi="fa-IR"/>
              </w:rPr>
              <w:t>هذي المدارس موحشة اُو عاشور هلّ اِهلاله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0A43" w14:paraId="7C988291" w14:textId="77777777" w:rsidTr="00F01E5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770" w:type="dxa"/>
          </w:tcPr>
          <w:p w14:paraId="0615DADC" w14:textId="77777777" w:rsidR="004F0A43" w:rsidRDefault="004F0A43" w:rsidP="00663DE5">
            <w:pPr>
              <w:pStyle w:val="libPoem"/>
            </w:pPr>
            <w:r>
              <w:rPr>
                <w:rtl/>
                <w:lang w:bidi="fa-IR"/>
              </w:rPr>
              <w:t>يا هي بقلبي امصيبة اُوياهي ابقلبي حسره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4" w:type="dxa"/>
          </w:tcPr>
          <w:p w14:paraId="0F79DFB9" w14:textId="77777777" w:rsidR="004F0A43" w:rsidRDefault="004F0A43" w:rsidP="00663DE5">
            <w:pPr>
              <w:pStyle w:val="libPoem"/>
              <w:rPr>
                <w:rtl/>
              </w:rPr>
            </w:pPr>
          </w:p>
        </w:tc>
        <w:tc>
          <w:tcPr>
            <w:tcW w:w="4466" w:type="dxa"/>
          </w:tcPr>
          <w:p w14:paraId="51887FB7" w14:textId="77777777" w:rsidR="004F0A43" w:rsidRDefault="004F0A43" w:rsidP="00663DE5">
            <w:pPr>
              <w:pStyle w:val="libPoem"/>
            </w:pPr>
            <w:r>
              <w:rPr>
                <w:rtl/>
                <w:lang w:bidi="fa-IR"/>
              </w:rPr>
              <w:t>اتمنّيت أنا ويّاهم يوم الحرب والنّصره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0A43" w14:paraId="56644CE1" w14:textId="77777777" w:rsidTr="00F01E5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770" w:type="dxa"/>
          </w:tcPr>
          <w:p w14:paraId="01D5F4E2" w14:textId="77777777" w:rsidR="004F0A43" w:rsidRDefault="004F0A43" w:rsidP="00663DE5">
            <w:pPr>
              <w:pStyle w:val="libPoem"/>
            </w:pPr>
            <w:r>
              <w:rPr>
                <w:rtl/>
                <w:lang w:bidi="fa-IR"/>
              </w:rPr>
              <w:t>ياما خليت اِسروجها يوم الجمل بالبصره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4" w:type="dxa"/>
          </w:tcPr>
          <w:p w14:paraId="08202D7D" w14:textId="77777777" w:rsidR="004F0A43" w:rsidRDefault="004F0A43" w:rsidP="00663DE5">
            <w:pPr>
              <w:pStyle w:val="libPoem"/>
              <w:rPr>
                <w:rtl/>
              </w:rPr>
            </w:pPr>
          </w:p>
        </w:tc>
        <w:tc>
          <w:tcPr>
            <w:tcW w:w="4466" w:type="dxa"/>
          </w:tcPr>
          <w:p w14:paraId="557DCE68" w14:textId="77777777" w:rsidR="004F0A43" w:rsidRDefault="004F0A43" w:rsidP="00663DE5">
            <w:pPr>
              <w:pStyle w:val="libPoem"/>
            </w:pPr>
            <w:r>
              <w:rPr>
                <w:rtl/>
                <w:lang w:bidi="fa-IR"/>
              </w:rPr>
              <w:t>لكنْ قضى الله عاقني اُو عاشور هلّ اِهلاله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0E62DE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774" w:type="pct"/>
        <w:tblInd w:w="164" w:type="dxa"/>
        <w:tblLook w:val="01E0" w:firstRow="1" w:lastRow="1" w:firstColumn="1" w:lastColumn="1" w:noHBand="0" w:noVBand="0"/>
      </w:tblPr>
      <w:tblGrid>
        <w:gridCol w:w="4211"/>
        <w:gridCol w:w="303"/>
        <w:gridCol w:w="4036"/>
      </w:tblGrid>
      <w:tr w:rsidR="00663DE5" w14:paraId="4F9C4DF2" w14:textId="77777777" w:rsidTr="0041057B">
        <w:trPr>
          <w:trHeight w:val="350"/>
        </w:trPr>
        <w:tc>
          <w:tcPr>
            <w:tcW w:w="3768" w:type="dxa"/>
            <w:shd w:val="clear" w:color="auto" w:fill="auto"/>
          </w:tcPr>
          <w:p w14:paraId="797AD7EB" w14:textId="77777777" w:rsidR="00663DE5" w:rsidRDefault="00663DE5" w:rsidP="00663DE5">
            <w:pPr>
              <w:pStyle w:val="libPoem"/>
            </w:pPr>
            <w:r>
              <w:rPr>
                <w:rtl/>
                <w:lang w:bidi="fa-IR"/>
              </w:rPr>
              <w:lastRenderedPageBreak/>
              <w:t>قالوا تسلا قلهم هيهات وين السلوه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  <w:shd w:val="clear" w:color="auto" w:fill="auto"/>
          </w:tcPr>
          <w:p w14:paraId="78BA41A3" w14:textId="77777777" w:rsidR="00663DE5" w:rsidRDefault="00663DE5" w:rsidP="00663DE5">
            <w:pPr>
              <w:pStyle w:val="libPoem"/>
              <w:rPr>
                <w:rtl/>
              </w:rPr>
            </w:pPr>
          </w:p>
        </w:tc>
        <w:tc>
          <w:tcPr>
            <w:tcW w:w="3611" w:type="dxa"/>
            <w:shd w:val="clear" w:color="auto" w:fill="auto"/>
          </w:tcPr>
          <w:p w14:paraId="1C750061" w14:textId="77777777" w:rsidR="00663DE5" w:rsidRDefault="00663DE5" w:rsidP="00663DE5">
            <w:pPr>
              <w:pStyle w:val="libPoem"/>
            </w:pPr>
            <w:r>
              <w:rPr>
                <w:rtl/>
                <w:lang w:bidi="fa-IR"/>
              </w:rPr>
              <w:t>أسلي وخويه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منطرد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عن دار جدّه قوّه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3DE5" w14:paraId="0A30FFF9" w14:textId="77777777" w:rsidTr="0041057B">
        <w:trPr>
          <w:trHeight w:val="350"/>
        </w:trPr>
        <w:tc>
          <w:tcPr>
            <w:tcW w:w="3768" w:type="dxa"/>
          </w:tcPr>
          <w:p w14:paraId="3A672C68" w14:textId="77777777" w:rsidR="00663DE5" w:rsidRDefault="00663DE5" w:rsidP="0041057B">
            <w:pPr>
              <w:pStyle w:val="libPoem"/>
            </w:pPr>
            <w:r>
              <w:rPr>
                <w:rtl/>
                <w:lang w:bidi="fa-IR"/>
              </w:rPr>
              <w:t>مادري اشصابهامن العدى والدهربيه اشسوى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231F7669" w14:textId="77777777" w:rsidR="00663DE5" w:rsidRDefault="00663DE5" w:rsidP="00663DE5">
            <w:pPr>
              <w:pStyle w:val="libPoem"/>
              <w:rPr>
                <w:rtl/>
              </w:rPr>
            </w:pPr>
          </w:p>
        </w:tc>
        <w:tc>
          <w:tcPr>
            <w:tcW w:w="3611" w:type="dxa"/>
          </w:tcPr>
          <w:p w14:paraId="090E71D0" w14:textId="77777777" w:rsidR="00663DE5" w:rsidRDefault="0041057B" w:rsidP="0041057B">
            <w:pPr>
              <w:pStyle w:val="libPoem"/>
            </w:pPr>
            <w:r>
              <w:rPr>
                <w:rtl/>
                <w:lang w:bidi="fa-IR"/>
              </w:rPr>
              <w:t>شال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ابحريمه واِخوته حتّى رضيعه شاله</w:t>
            </w:r>
            <w:r w:rsidR="00663D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3DE5" w14:paraId="7A9CD103" w14:textId="77777777" w:rsidTr="0041057B">
        <w:trPr>
          <w:trHeight w:val="350"/>
        </w:trPr>
        <w:tc>
          <w:tcPr>
            <w:tcW w:w="3768" w:type="dxa"/>
          </w:tcPr>
          <w:p w14:paraId="14D8AAE8" w14:textId="77777777" w:rsidR="00663DE5" w:rsidRDefault="0041057B" w:rsidP="00663DE5">
            <w:pPr>
              <w:pStyle w:val="libPoem"/>
            </w:pPr>
            <w:r>
              <w:rPr>
                <w:rtl/>
                <w:lang w:bidi="fa-IR"/>
              </w:rPr>
              <w:t>واَنا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الذي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باحروبي كُلّ العدى ايعرفوني</w:t>
            </w:r>
            <w:r w:rsidR="00663D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72149A4" w14:textId="77777777" w:rsidR="00663DE5" w:rsidRDefault="00663DE5" w:rsidP="00663DE5">
            <w:pPr>
              <w:pStyle w:val="libPoem"/>
              <w:rPr>
                <w:rtl/>
              </w:rPr>
            </w:pPr>
          </w:p>
        </w:tc>
        <w:tc>
          <w:tcPr>
            <w:tcW w:w="3611" w:type="dxa"/>
          </w:tcPr>
          <w:p w14:paraId="3312FDBC" w14:textId="77777777" w:rsidR="00663DE5" w:rsidRDefault="0041057B" w:rsidP="00663DE5">
            <w:pPr>
              <w:pStyle w:val="libPoem"/>
            </w:pPr>
            <w:r>
              <w:rPr>
                <w:rtl/>
                <w:lang w:bidi="fa-IR"/>
              </w:rPr>
              <w:t>يوم الجمل بالبصرة اُوصفّين ما ينكروني</w:t>
            </w:r>
            <w:r w:rsidR="00663D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3DE5" w14:paraId="33FB4CCF" w14:textId="77777777" w:rsidTr="0041057B">
        <w:trPr>
          <w:trHeight w:val="350"/>
        </w:trPr>
        <w:tc>
          <w:tcPr>
            <w:tcW w:w="3768" w:type="dxa"/>
          </w:tcPr>
          <w:p w14:paraId="6D0B5760" w14:textId="77777777" w:rsidR="00663DE5" w:rsidRDefault="0041057B" w:rsidP="00663DE5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ليت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اَنا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ويّاهم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لازم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ظهر ميموني</w:t>
            </w:r>
            <w:r w:rsidR="00663D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6723DE4E" w14:textId="77777777" w:rsidR="00663DE5" w:rsidRDefault="00663DE5" w:rsidP="00663DE5">
            <w:pPr>
              <w:pStyle w:val="libPoem"/>
              <w:rPr>
                <w:rtl/>
              </w:rPr>
            </w:pPr>
          </w:p>
        </w:tc>
        <w:tc>
          <w:tcPr>
            <w:tcW w:w="3611" w:type="dxa"/>
          </w:tcPr>
          <w:p w14:paraId="66144DD8" w14:textId="77777777" w:rsidR="00663DE5" w:rsidRDefault="0041057B" w:rsidP="00663DE5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كاتب الله اُورايد أصير اَنا من اِرجاله</w:t>
            </w:r>
            <w:r w:rsidR="00663D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3DE5" w14:paraId="5B33199D" w14:textId="77777777" w:rsidTr="0041057B">
        <w:trPr>
          <w:trHeight w:val="350"/>
        </w:trPr>
        <w:tc>
          <w:tcPr>
            <w:tcW w:w="3768" w:type="dxa"/>
          </w:tcPr>
          <w:p w14:paraId="4ABE65E8" w14:textId="77777777" w:rsidR="00663DE5" w:rsidRDefault="0041057B" w:rsidP="00663DE5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ليتني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الوقعة يوم الحرب ويّاهم</w:t>
            </w:r>
            <w:r w:rsidR="00663D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55864C7" w14:textId="77777777" w:rsidR="00663DE5" w:rsidRDefault="00663DE5" w:rsidP="00663DE5">
            <w:pPr>
              <w:pStyle w:val="libPoem"/>
              <w:rPr>
                <w:rtl/>
              </w:rPr>
            </w:pPr>
          </w:p>
        </w:tc>
        <w:tc>
          <w:tcPr>
            <w:tcW w:w="3611" w:type="dxa"/>
          </w:tcPr>
          <w:p w14:paraId="2B1EE48F" w14:textId="77777777" w:rsidR="00663DE5" w:rsidRDefault="0041057B" w:rsidP="0041057B">
            <w:pPr>
              <w:pStyle w:val="libPoem"/>
            </w:pPr>
            <w:r>
              <w:rPr>
                <w:rtl/>
                <w:lang w:bidi="fa-IR"/>
              </w:rPr>
              <w:t>لَفعل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فعايل ماجرت وافني ابسيفي اَعداهم</w:t>
            </w:r>
            <w:r w:rsidR="00663D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3DE5" w14:paraId="3343DEE9" w14:textId="77777777" w:rsidTr="0041057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68" w:type="dxa"/>
          </w:tcPr>
          <w:p w14:paraId="526A89CE" w14:textId="77777777" w:rsidR="00663DE5" w:rsidRDefault="0041057B" w:rsidP="00663DE5">
            <w:pPr>
              <w:pStyle w:val="libPoem"/>
            </w:pPr>
            <w:r>
              <w:rPr>
                <w:rtl/>
                <w:lang w:bidi="fa-IR"/>
              </w:rPr>
              <w:t>بالحرب أواسى اِخواني واتصبر روحي افداهم</w:t>
            </w:r>
            <w:r w:rsidR="00663D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C3581A5" w14:textId="77777777" w:rsidR="00663DE5" w:rsidRDefault="00663DE5" w:rsidP="00663DE5">
            <w:pPr>
              <w:pStyle w:val="libPoem"/>
              <w:rPr>
                <w:rtl/>
              </w:rPr>
            </w:pPr>
          </w:p>
        </w:tc>
        <w:tc>
          <w:tcPr>
            <w:tcW w:w="3611" w:type="dxa"/>
          </w:tcPr>
          <w:p w14:paraId="0BBB80AB" w14:textId="77777777" w:rsidR="00663DE5" w:rsidRDefault="0041057B" w:rsidP="00663DE5">
            <w:pPr>
              <w:pStyle w:val="libPoem"/>
            </w:pPr>
            <w:r>
              <w:rPr>
                <w:rtl/>
                <w:lang w:bidi="fa-IR"/>
              </w:rPr>
              <w:t>لو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كنت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انا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ويّاهم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كنت العلم شيّاله</w:t>
            </w:r>
            <w:r w:rsidR="00663D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3DE5" w14:paraId="4555A654" w14:textId="77777777" w:rsidTr="0041057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68" w:type="dxa"/>
          </w:tcPr>
          <w:p w14:paraId="4DCB72BA" w14:textId="77777777" w:rsidR="00663DE5" w:rsidRDefault="0041057B" w:rsidP="00663DE5">
            <w:pPr>
              <w:pStyle w:val="libPoem"/>
            </w:pPr>
            <w:r>
              <w:rPr>
                <w:rtl/>
                <w:lang w:bidi="fa-IR"/>
              </w:rPr>
              <w:t>وانا الذي متهولني اِصفوف العدى اُوفرسانها</w:t>
            </w:r>
            <w:r w:rsidR="00663D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0FD1A7F" w14:textId="77777777" w:rsidR="00663DE5" w:rsidRDefault="00663DE5" w:rsidP="00663DE5">
            <w:pPr>
              <w:pStyle w:val="libPoem"/>
              <w:rPr>
                <w:rtl/>
              </w:rPr>
            </w:pPr>
          </w:p>
        </w:tc>
        <w:tc>
          <w:tcPr>
            <w:tcW w:w="3611" w:type="dxa"/>
          </w:tcPr>
          <w:p w14:paraId="58EE3434" w14:textId="77777777" w:rsidR="00663DE5" w:rsidRDefault="0041057B" w:rsidP="0041057B">
            <w:pPr>
              <w:pStyle w:val="libPoem"/>
            </w:pPr>
            <w:r>
              <w:rPr>
                <w:rtl/>
                <w:lang w:bidi="fa-IR"/>
              </w:rPr>
              <w:t>اُونفسي أبدما تكترث بابطالها اُو شجعانها</w:t>
            </w:r>
            <w:r w:rsidR="00663D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3DE5" w14:paraId="5C38921F" w14:textId="77777777" w:rsidTr="0041057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68" w:type="dxa"/>
          </w:tcPr>
          <w:p w14:paraId="01DAAC87" w14:textId="77777777" w:rsidR="00663DE5" w:rsidRDefault="0041057B" w:rsidP="0041057B">
            <w:pPr>
              <w:pStyle w:val="libPoem"/>
            </w:pPr>
            <w:r>
              <w:rPr>
                <w:rtl/>
                <w:lang w:bidi="fa-IR"/>
              </w:rPr>
              <w:t>واَنا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لهب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بالغارة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لو مَن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ورث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نيرانها</w:t>
            </w:r>
            <w:r w:rsidR="00663D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3D195983" w14:textId="77777777" w:rsidR="00663DE5" w:rsidRDefault="00663DE5" w:rsidP="00663DE5">
            <w:pPr>
              <w:pStyle w:val="libPoem"/>
              <w:rPr>
                <w:rtl/>
              </w:rPr>
            </w:pPr>
          </w:p>
        </w:tc>
        <w:tc>
          <w:tcPr>
            <w:tcW w:w="3611" w:type="dxa"/>
          </w:tcPr>
          <w:p w14:paraId="108BBF5A" w14:textId="77777777" w:rsidR="00663DE5" w:rsidRDefault="0041057B" w:rsidP="00663DE5">
            <w:pPr>
              <w:pStyle w:val="libPoem"/>
            </w:pPr>
            <w:r>
              <w:rPr>
                <w:rtl/>
                <w:lang w:bidi="fa-IR"/>
              </w:rPr>
              <w:t>اُومنّي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الفوارس تجفل في ملتقى الخيّاله</w:t>
            </w:r>
            <w:r w:rsidR="00663DE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14A9279" w14:textId="77777777" w:rsidR="00EE7C84" w:rsidRDefault="00EE7C84" w:rsidP="00663DE5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1057B" w14:paraId="09DA1833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24E1CBF4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يبكي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محمّد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يوم قالوا هل لهلال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55A18A0" w14:textId="77777777" w:rsidR="0041057B" w:rsidRDefault="004105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C6F6DF4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حنّ اُوتزفّر واصفك ليمنه بالشمال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57B" w14:paraId="01F668C0" w14:textId="77777777" w:rsidTr="00DE721D">
        <w:trPr>
          <w:trHeight w:val="350"/>
        </w:trPr>
        <w:tc>
          <w:tcPr>
            <w:tcW w:w="3920" w:type="dxa"/>
          </w:tcPr>
          <w:p w14:paraId="0EDF23A3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قالوا تسل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قال حاشا اَسلّي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66E627" w14:textId="77777777" w:rsidR="0041057B" w:rsidRDefault="004105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983A04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واسلّي إخواني الأربعة من اُم للبنين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57B" w14:paraId="672A3EA3" w14:textId="77777777" w:rsidTr="00DE721D">
        <w:trPr>
          <w:trHeight w:val="350"/>
        </w:trPr>
        <w:tc>
          <w:tcPr>
            <w:tcW w:w="3920" w:type="dxa"/>
          </w:tcPr>
          <w:p w14:paraId="651D3130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واسلّي الجاسم واِخوته واسلّي العليّين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F4FB6C" w14:textId="77777777" w:rsidR="0041057B" w:rsidRDefault="004105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5E27D0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لَحّد يسلّيني ولا حدْ يطلب اِمحال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57B" w14:paraId="2A4B6C2D" w14:textId="77777777" w:rsidTr="00DE721D">
        <w:trPr>
          <w:trHeight w:val="350"/>
        </w:trPr>
        <w:tc>
          <w:tcPr>
            <w:tcW w:w="3920" w:type="dxa"/>
          </w:tcPr>
          <w:p w14:paraId="5AB1D897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عندي خبر مثل الوحي ما فيه تكذيب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3CF0FD7" w14:textId="77777777" w:rsidR="0041057B" w:rsidRDefault="004105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9F9607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عندي من المعلوم لا شكّ ولا ريب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57B" w14:paraId="1BDC2F15" w14:textId="77777777" w:rsidTr="00DE721D">
        <w:trPr>
          <w:trHeight w:val="350"/>
        </w:trPr>
        <w:tc>
          <w:tcPr>
            <w:tcW w:w="3920" w:type="dxa"/>
          </w:tcPr>
          <w:p w14:paraId="2A81C7D3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أنهُ يموت اُو ينذبح في كربلا اِغريب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DBBC73" w14:textId="77777777" w:rsidR="0041057B" w:rsidRDefault="004105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D9569A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كني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اِبراسه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شايلينه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فوق عسّال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57B" w14:paraId="4DF6F108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9070A00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عونة الله اِعلى هضم تشتيتِ ليتام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1785E1" w14:textId="77777777" w:rsidR="0041057B" w:rsidRDefault="004105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77E772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غيرة الله ايسيّرون الحرم للشام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57B" w14:paraId="7B98B523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5899A0C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والله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لا أفرح ولا اسلّي ولا اَنام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E7858A" w14:textId="77777777" w:rsidR="0041057B" w:rsidRDefault="004105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FAEE66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إشلون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أنام الليل وانسى الدهر ميّال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57B" w14:paraId="25B0D8CF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C6A0A1C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راحت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الدولة وانطوى الشاهر علمنا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129A87" w14:textId="77777777" w:rsidR="0041057B" w:rsidRDefault="004105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BF1C64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لَحّد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يخويه اُوفاتت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الأعدا ابدمنا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57B" w14:paraId="35C5FD1E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C7A44AF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مدري يخويه مِن بقي يرجع حرمنا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A9ABFD" w14:textId="77777777" w:rsidR="0041057B" w:rsidRDefault="004105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37EE84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لهفي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الخواتي ايركّبوها فوق لجمال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57B" w14:paraId="69D4E910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78C4676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وانكان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تبغون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الخبر يهل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77D930" w14:textId="77777777" w:rsidR="0041057B" w:rsidRDefault="004105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D3C262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روحوا إلى قبر النّبي اُوسمعوا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57B" w14:paraId="5D167310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7FE053F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تسمعونه اِيصيح سبطي ذابحينه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1C1415" w14:textId="77777777" w:rsidR="0041057B" w:rsidRDefault="004105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3B4D6E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في كربلا اُو جملة اِخوانه اُو كُلّ لعيال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14921A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1057B" w14:paraId="712ECAE0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2D9BD7C9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lastRenderedPageBreak/>
              <w:t>لا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تنكروني تعرفوني ما انا اِردود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EB1F9A2" w14:textId="77777777" w:rsidR="0041057B" w:rsidRDefault="004105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CC29DDC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آنا محمّد والذي في الحرب معدود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57B" w14:paraId="42D3D69A" w14:textId="77777777" w:rsidTr="00DE721D">
        <w:trPr>
          <w:trHeight w:val="350"/>
        </w:trPr>
        <w:tc>
          <w:tcPr>
            <w:tcW w:w="3920" w:type="dxa"/>
          </w:tcPr>
          <w:p w14:paraId="2B29D7EE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لو كُنت حاضر كربلا كنت اروي العود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4D964E" w14:textId="77777777" w:rsidR="0041057B" w:rsidRDefault="004105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8C2E29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وافعل فعايل ما فعلها أوّل اُو تال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57B" w14:paraId="265EC2F8" w14:textId="77777777" w:rsidTr="00DE721D">
        <w:trPr>
          <w:trHeight w:val="350"/>
        </w:trPr>
        <w:tc>
          <w:tcPr>
            <w:tcW w:w="3920" w:type="dxa"/>
          </w:tcPr>
          <w:p w14:paraId="53DCA783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حملت العلَم قدّام السريّه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133710" w14:textId="77777777" w:rsidR="0041057B" w:rsidRDefault="004105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343EED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اُوياما بعد دارت دوايرها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57B" w14:paraId="330FCB47" w14:textId="77777777" w:rsidTr="00DE721D">
        <w:trPr>
          <w:trHeight w:val="350"/>
        </w:trPr>
        <w:tc>
          <w:tcPr>
            <w:tcW w:w="3920" w:type="dxa"/>
          </w:tcPr>
          <w:p w14:paraId="1C6A78C4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فاتني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الحرب بالغاضريّه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A7B46C" w14:textId="77777777" w:rsidR="0041057B" w:rsidRDefault="004105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C15612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الله ياهى نصرة فازت اِبها اِرجال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57B" w14:paraId="0ED28731" w14:textId="77777777" w:rsidTr="00DE721D">
        <w:trPr>
          <w:trHeight w:val="350"/>
        </w:trPr>
        <w:tc>
          <w:tcPr>
            <w:tcW w:w="3920" w:type="dxa"/>
          </w:tcPr>
          <w:p w14:paraId="7FF63B5B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إتمنّيت حاضر يوم تصطك الأسنّه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5006B9" w14:textId="77777777" w:rsidR="0041057B" w:rsidRDefault="004105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1EBA01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وارخت فوارسها لدى الهيجا الاعنّه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57B" w14:paraId="6534EBE8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D991993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لا تحسبوني اِمن المرض جرّيت 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76EDC7" w14:textId="77777777" w:rsidR="0041057B" w:rsidRDefault="004105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8CA8CF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لكن ذكرت الحال زينب ويا لطفال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57B" w14:paraId="0E90A2ED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A4B13E6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يمتى يجي المندوب ويصيح البشاره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47389E" w14:textId="77777777" w:rsidR="0041057B" w:rsidRDefault="004105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53EBF9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يهل المدينة زيّنوا الحسين داره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57B" w14:paraId="75F1B1F0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DC70E0D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نذرٌ عليّه لعطي الطارش اِبشاره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72EC27" w14:textId="77777777" w:rsidR="0041057B" w:rsidRDefault="004105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DA6F6F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وانشر بيارق في المدينة ايمين واشمال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57B" w14:paraId="06503C15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444425E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لاحّد يسلّيني ترى مانا ابسالي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B2E57E" w14:textId="77777777" w:rsidR="0041057B" w:rsidRDefault="004105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1AE858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آنا مريض اِمن المرض مانا اِمبالي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57B" w14:paraId="1FFD68B0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F1DA960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واشوف منزل بوعلي يا ناس خالي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F7A71C" w14:textId="77777777" w:rsidR="0041057B" w:rsidRDefault="004105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D2B1D8" w14:textId="77777777" w:rsidR="0041057B" w:rsidRDefault="0041057B" w:rsidP="00DE721D">
            <w:pPr>
              <w:pStyle w:val="libPoem"/>
            </w:pPr>
            <w:r>
              <w:rPr>
                <w:rtl/>
                <w:lang w:bidi="fa-IR"/>
              </w:rPr>
              <w:t>لَحّد يسلّيني ولا حدْ يطلب اِمحال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7A5EAC6" w14:textId="77777777" w:rsidR="00EE7C84" w:rsidRDefault="00E21949" w:rsidP="0041057B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C16D4" w14:paraId="4B108CE1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132C88AC" w14:textId="77777777" w:rsidR="004C16D4" w:rsidRDefault="004C16D4" w:rsidP="00DE721D">
            <w:pPr>
              <w:pStyle w:val="libPoem"/>
            </w:pPr>
            <w:r>
              <w:rPr>
                <w:rtl/>
                <w:lang w:bidi="fa-IR"/>
              </w:rPr>
              <w:t>يبكي محمّد حين شاف اِهلال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E83E0B0" w14:textId="77777777" w:rsidR="004C16D4" w:rsidRDefault="004C16D4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44F8E3E" w14:textId="77777777" w:rsidR="004C16D4" w:rsidRDefault="004C16D4" w:rsidP="004C16D4">
            <w:pPr>
              <w:pStyle w:val="libPoem"/>
            </w:pPr>
            <w:r>
              <w:rPr>
                <w:rtl/>
                <w:lang w:bidi="fa-IR"/>
              </w:rPr>
              <w:t>حَنّ اُوتزفّر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والدمع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بالخد منثور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16D4" w14:paraId="1EB936A6" w14:textId="77777777" w:rsidTr="00DE721D">
        <w:trPr>
          <w:trHeight w:val="350"/>
        </w:trPr>
        <w:tc>
          <w:tcPr>
            <w:tcW w:w="3920" w:type="dxa"/>
          </w:tcPr>
          <w:p w14:paraId="54F981F5" w14:textId="77777777" w:rsidR="004C16D4" w:rsidRDefault="004C16D4" w:rsidP="00DE721D">
            <w:pPr>
              <w:pStyle w:val="libPoem"/>
            </w:pPr>
            <w:r>
              <w:rPr>
                <w:rtl/>
                <w:lang w:bidi="fa-IR"/>
              </w:rPr>
              <w:t>حينٍ تنظّر للهلال هل اِدموع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FB7544" w14:textId="77777777" w:rsidR="004C16D4" w:rsidRDefault="004C16D4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CE5C57" w14:textId="77777777" w:rsidR="004C16D4" w:rsidRDefault="004C16D4" w:rsidP="00DE721D">
            <w:pPr>
              <w:pStyle w:val="libPoem"/>
            </w:pPr>
            <w:r>
              <w:rPr>
                <w:rtl/>
                <w:lang w:bidi="fa-IR"/>
              </w:rPr>
              <w:t>حنّ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اُوتزفّر واصفق اشمالَه ابيمينه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16D4" w14:paraId="3BC09328" w14:textId="77777777" w:rsidTr="00DE721D">
        <w:trPr>
          <w:trHeight w:val="350"/>
        </w:trPr>
        <w:tc>
          <w:tcPr>
            <w:tcW w:w="3920" w:type="dxa"/>
          </w:tcPr>
          <w:p w14:paraId="42723BE3" w14:textId="77777777" w:rsidR="004C16D4" w:rsidRDefault="004C16D4" w:rsidP="00DE721D">
            <w:pPr>
              <w:pStyle w:val="libPoem"/>
            </w:pPr>
            <w:r>
              <w:rPr>
                <w:rtl/>
                <w:lang w:bidi="fa-IR"/>
              </w:rPr>
              <w:t>اينادي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متى يحسين بتعودوا علينه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7049E5" w14:textId="77777777" w:rsidR="004C16D4" w:rsidRDefault="004C16D4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CFB0DA" w14:textId="77777777" w:rsidR="004C16D4" w:rsidRDefault="004C16D4" w:rsidP="00DE721D">
            <w:pPr>
              <w:pStyle w:val="libPoem"/>
            </w:pPr>
            <w:r>
              <w:rPr>
                <w:rtl/>
                <w:lang w:bidi="fa-IR"/>
              </w:rPr>
              <w:t>هذا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قضى الله والذي سوّى المقدور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16D4" w14:paraId="4108FCA9" w14:textId="77777777" w:rsidTr="00DE721D">
        <w:trPr>
          <w:trHeight w:val="350"/>
        </w:trPr>
        <w:tc>
          <w:tcPr>
            <w:tcW w:w="3920" w:type="dxa"/>
          </w:tcPr>
          <w:p w14:paraId="65DA3806" w14:textId="77777777" w:rsidR="004C16D4" w:rsidRDefault="004C16D4" w:rsidP="00DE721D">
            <w:pPr>
              <w:pStyle w:val="libPoem"/>
            </w:pPr>
            <w:r>
              <w:rPr>
                <w:rtl/>
                <w:lang w:bidi="fa-IR"/>
              </w:rPr>
              <w:t>هذا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قضى الله ما أحد يقدر يردّه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A43DDB" w14:textId="77777777" w:rsidR="004C16D4" w:rsidRDefault="004C16D4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AE5E82D" w14:textId="77777777" w:rsidR="004C16D4" w:rsidRDefault="004C16D4" w:rsidP="00DE721D">
            <w:pPr>
              <w:pStyle w:val="libPoem"/>
            </w:pPr>
            <w:r>
              <w:rPr>
                <w:rtl/>
                <w:lang w:bidi="fa-IR"/>
              </w:rPr>
              <w:t>عندي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خبر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بالغاضريّة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ما تعدّى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16D4" w14:paraId="3F86561B" w14:textId="77777777" w:rsidTr="00DE721D">
        <w:trPr>
          <w:trHeight w:val="350"/>
        </w:trPr>
        <w:tc>
          <w:tcPr>
            <w:tcW w:w="3920" w:type="dxa"/>
          </w:tcPr>
          <w:p w14:paraId="10D1B1F8" w14:textId="77777777" w:rsidR="004C16D4" w:rsidRDefault="004C16D4" w:rsidP="00DE721D">
            <w:pPr>
              <w:pStyle w:val="libPoem"/>
            </w:pPr>
            <w:r>
              <w:rPr>
                <w:rtl/>
                <w:lang w:bidi="fa-IR"/>
              </w:rPr>
              <w:t>اُوضعن الحرم مِن يرجعه يا ناس بعدّه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A53103" w14:textId="77777777" w:rsidR="004C16D4" w:rsidRDefault="004C16D4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562996" w14:textId="77777777" w:rsidR="004C16D4" w:rsidRDefault="004C16D4" w:rsidP="004C16D4">
            <w:pPr>
              <w:pStyle w:val="libPoem"/>
            </w:pPr>
            <w:r>
              <w:rPr>
                <w:rtl/>
                <w:lang w:bidi="fa-IR"/>
              </w:rPr>
              <w:t>مأجور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يا حيدر علي باِحسين مأجور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16D4" w14:paraId="3FA9ADFD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FA211F8" w14:textId="77777777" w:rsidR="004C16D4" w:rsidRDefault="004C16D4" w:rsidP="00DE721D">
            <w:pPr>
              <w:pStyle w:val="libPoem"/>
            </w:pPr>
            <w:r>
              <w:rPr>
                <w:rtl/>
                <w:lang w:bidi="fa-IR"/>
              </w:rPr>
              <w:t>الله يثيبك يا علي اُويحسن لك اِعزاك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980780" w14:textId="77777777" w:rsidR="004C16D4" w:rsidRDefault="004C16D4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647A04" w14:textId="77777777" w:rsidR="004C16D4" w:rsidRDefault="004C16D4" w:rsidP="00DE721D">
            <w:pPr>
              <w:pStyle w:val="libPoem"/>
            </w:pPr>
            <w:r>
              <w:rPr>
                <w:rtl/>
                <w:lang w:bidi="fa-IR"/>
              </w:rPr>
              <w:t>باخبّرك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حيدر ما بقي واحد من اَبناك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16D4" w14:paraId="31CFA9EA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B84A823" w14:textId="77777777" w:rsidR="004C16D4" w:rsidRDefault="004C16D4" w:rsidP="00DE721D">
            <w:pPr>
              <w:pStyle w:val="libPoem"/>
            </w:pPr>
            <w:r>
              <w:rPr>
                <w:rtl/>
                <w:lang w:bidi="fa-IR"/>
              </w:rPr>
              <w:t>إتمنّيت روحي يا عزيزي راحت اِفداك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332FC3" w14:textId="77777777" w:rsidR="004C16D4" w:rsidRDefault="004C16D4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BC3F27" w14:textId="77777777" w:rsidR="004C16D4" w:rsidRDefault="004C16D4" w:rsidP="00DE721D">
            <w:pPr>
              <w:pStyle w:val="libPoem"/>
            </w:pPr>
            <w:r>
              <w:rPr>
                <w:rtl/>
                <w:lang w:bidi="fa-IR"/>
              </w:rPr>
              <w:t>ويا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بني عمّي اُوخوتي ذيك البدور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16D4" w14:paraId="5A4B7B47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6B63B52" w14:textId="77777777" w:rsidR="004C16D4" w:rsidRDefault="004C16D4" w:rsidP="00DE721D">
            <w:pPr>
              <w:pStyle w:val="libPoem"/>
            </w:pPr>
            <w:r>
              <w:rPr>
                <w:rtl/>
                <w:lang w:bidi="fa-IR"/>
              </w:rPr>
              <w:t>إيحق لي عقب عينك لخلّي النوح دأبي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0E6CF1" w14:textId="77777777" w:rsidR="004C16D4" w:rsidRDefault="004C16D4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761D35" w14:textId="77777777" w:rsidR="004C16D4" w:rsidRDefault="004C16D4" w:rsidP="00DE721D">
            <w:pPr>
              <w:pStyle w:val="libPoem"/>
            </w:pPr>
            <w:r>
              <w:rPr>
                <w:rtl/>
                <w:lang w:bidi="fa-IR"/>
              </w:rPr>
              <w:t>والمرض موذيني واَنا ما انا اِمئابي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16D4" w14:paraId="06DA3CB0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CC54AE8" w14:textId="77777777" w:rsidR="004C16D4" w:rsidRDefault="004C16D4" w:rsidP="00DE721D">
            <w:pPr>
              <w:pStyle w:val="libPoem"/>
            </w:pPr>
            <w:r>
              <w:rPr>
                <w:rtl/>
                <w:lang w:bidi="fa-IR"/>
              </w:rPr>
              <w:t>هذا قضى الباري علَي واللي جرى 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D76046" w14:textId="77777777" w:rsidR="004C16D4" w:rsidRDefault="004C16D4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954DE5" w14:textId="77777777" w:rsidR="004C16D4" w:rsidRDefault="004C16D4" w:rsidP="00DE721D">
            <w:pPr>
              <w:pStyle w:val="libPoem"/>
            </w:pPr>
            <w:r>
              <w:rPr>
                <w:rtl/>
                <w:lang w:bidi="fa-IR"/>
              </w:rPr>
              <w:t>أجذب الحسرة اُو مدمعي بالخدِّ منثور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D56CE0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92BCE" w14:paraId="552E0069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062AD530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lastRenderedPageBreak/>
              <w:t>اُو عندي الكبرى تنتحب واتقول عمّي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441429E" w14:textId="77777777" w:rsidR="00992BCE" w:rsidRDefault="00992BC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6A5795F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هلّ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للمحرم يا شفيّه اُو زاد همّي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BCE" w14:paraId="7201F54C" w14:textId="77777777" w:rsidTr="00DE721D">
        <w:trPr>
          <w:trHeight w:val="350"/>
        </w:trPr>
        <w:tc>
          <w:tcPr>
            <w:tcW w:w="3920" w:type="dxa"/>
          </w:tcPr>
          <w:p w14:paraId="60D2A03F" w14:textId="77777777" w:rsidR="00992BCE" w:rsidRDefault="00992BCE" w:rsidP="00992BCE">
            <w:pPr>
              <w:pStyle w:val="libPoem"/>
            </w:pPr>
            <w:r>
              <w:rPr>
                <w:rtl/>
                <w:lang w:bidi="fa-IR"/>
              </w:rPr>
              <w:t>بس من نظرته جلب حسراتي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 غمّي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5A8481" w14:textId="77777777" w:rsidR="00992BCE" w:rsidRDefault="00992BC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9A06C1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اُو جاءتني الأحزان اُوعني راح لسرور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BCE" w14:paraId="4CE2C98B" w14:textId="77777777" w:rsidTr="00DE721D">
        <w:trPr>
          <w:trHeight w:val="350"/>
        </w:trPr>
        <w:tc>
          <w:tcPr>
            <w:tcW w:w="3920" w:type="dxa"/>
          </w:tcPr>
          <w:p w14:paraId="502C66FC" w14:textId="77777777" w:rsidR="00992BCE" w:rsidRDefault="00992BCE" w:rsidP="00992BCE">
            <w:pPr>
              <w:pStyle w:val="libPoem"/>
            </w:pPr>
            <w:r>
              <w:rPr>
                <w:rtl/>
                <w:lang w:bidi="fa-IR"/>
              </w:rPr>
              <w:t>أقلها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تسكّني من البكا لا تهيجيني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77AD7C" w14:textId="77777777" w:rsidR="00992BCE" w:rsidRDefault="00992BC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474304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تدرين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منّه زادت أحزاني اُوأنيني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BCE" w14:paraId="5977393D" w14:textId="77777777" w:rsidTr="00DE721D">
        <w:trPr>
          <w:trHeight w:val="350"/>
        </w:trPr>
        <w:tc>
          <w:tcPr>
            <w:tcW w:w="3920" w:type="dxa"/>
          </w:tcPr>
          <w:p w14:paraId="335AB236" w14:textId="77777777" w:rsidR="00992BCE" w:rsidRDefault="00992BCE" w:rsidP="00992BCE">
            <w:pPr>
              <w:pStyle w:val="libPoem"/>
            </w:pPr>
            <w:r>
              <w:rPr>
                <w:rtl/>
                <w:lang w:bidi="fa-IR"/>
              </w:rPr>
              <w:t>مدري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متى الأخبار عن خويه تجيني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739DDB" w14:textId="77777777" w:rsidR="00992BCE" w:rsidRDefault="00992BC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7BA50A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يمتى يجيني خبر خوك اِحسين منصور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DDBB360" w14:textId="77777777" w:rsidR="00EE7C84" w:rsidRDefault="00E21949" w:rsidP="00992BCE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92BCE" w14:paraId="16DAB202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007D3808" w14:textId="77777777" w:rsidR="00992BCE" w:rsidRDefault="00992BCE" w:rsidP="00992BCE">
            <w:pPr>
              <w:pStyle w:val="libPoem"/>
            </w:pPr>
            <w:r>
              <w:rPr>
                <w:rtl/>
                <w:lang w:bidi="fa-IR"/>
              </w:rPr>
              <w:t>يبكي محمّد والدمع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بالخدِّ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منثور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EDB2953" w14:textId="77777777" w:rsidR="00992BCE" w:rsidRDefault="00992BC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8CD4B9E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يحسين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ريّض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الضّعن باودّع هلبدور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BCE" w14:paraId="6F2F8BDE" w14:textId="77777777" w:rsidTr="00DE721D">
        <w:trPr>
          <w:trHeight w:val="350"/>
        </w:trPr>
        <w:tc>
          <w:tcPr>
            <w:tcW w:w="3920" w:type="dxa"/>
          </w:tcPr>
          <w:p w14:paraId="5EEBC6C0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اِينادي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يخويه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والدمع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بالخدِّ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غدران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348D4B" w14:textId="77777777" w:rsidR="00992BCE" w:rsidRDefault="00992BC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91D2C0B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ريّض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لضعن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يحسين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باودّع الشبّان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BCE" w14:paraId="72B24577" w14:textId="77777777" w:rsidTr="00DE721D">
        <w:trPr>
          <w:trHeight w:val="350"/>
        </w:trPr>
        <w:tc>
          <w:tcPr>
            <w:tcW w:w="3920" w:type="dxa"/>
          </w:tcPr>
          <w:p w14:paraId="0E15B6D1" w14:textId="77777777" w:rsidR="00992BCE" w:rsidRDefault="00992BCE" w:rsidP="00992BCE">
            <w:pPr>
              <w:pStyle w:val="libPoem"/>
            </w:pPr>
            <w:r>
              <w:rPr>
                <w:rtl/>
                <w:lang w:bidi="fa-IR"/>
              </w:rPr>
              <w:t>لاوين شايل يا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بقيّة آل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132A71" w14:textId="77777777" w:rsidR="00992BCE" w:rsidRDefault="00992BC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502BEE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يحسين من بعدك علينا موحشة الدور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BCE" w14:paraId="63238F9A" w14:textId="77777777" w:rsidTr="00DE721D">
        <w:trPr>
          <w:trHeight w:val="350"/>
        </w:trPr>
        <w:tc>
          <w:tcPr>
            <w:tcW w:w="3920" w:type="dxa"/>
          </w:tcPr>
          <w:p w14:paraId="3C1FD7AC" w14:textId="77777777" w:rsidR="00992BCE" w:rsidRDefault="00992BCE" w:rsidP="00992BCE">
            <w:pPr>
              <w:pStyle w:val="libPoem"/>
            </w:pPr>
            <w:r>
              <w:rPr>
                <w:rtl/>
                <w:lang w:bidi="fa-IR"/>
              </w:rPr>
              <w:t>اِتزفّر محمّد وانتحب واَهمل العبره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A1BBA0" w14:textId="77777777" w:rsidR="00992BCE" w:rsidRDefault="00992BC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A7B04E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اُوضمّه ابصدر اُوحبّ راسه اُوشمّ نحره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BCE" w14:paraId="5243C3F8" w14:textId="77777777" w:rsidTr="00DE721D">
        <w:trPr>
          <w:trHeight w:val="350"/>
        </w:trPr>
        <w:tc>
          <w:tcPr>
            <w:tcW w:w="3920" w:type="dxa"/>
          </w:tcPr>
          <w:p w14:paraId="6648FD08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اُونادي على اَخوانه اُوهو يجدب الحسره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91FFFF0" w14:textId="77777777" w:rsidR="00992BCE" w:rsidRDefault="00992BC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AA6078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دوروا على ايميني اُوعلى اِشمالي يلبدور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BCE" w14:paraId="5E2A9D1B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CC1DBFC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يا حسين اُوصيكم ترى هو علّة الكون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2112B1" w14:textId="77777777" w:rsidR="00992BCE" w:rsidRDefault="00992BC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D6B000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لَيكون يا نجوم السعد والعزِّ لا يكون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BCE" w14:paraId="11C25903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3D9FBFD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لو ضاقت احلفها عن الوالي تحيدون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A4D0F4" w14:textId="77777777" w:rsidR="00992BCE" w:rsidRDefault="00992BC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9F11BBF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جولوا على الأعداء اُوحوموا حوم للصقور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BCE" w14:paraId="2BFD0EB5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7DD8DC5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اِتزفّر أبو فاضل اُوصب الدمع هتّان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94BBEC" w14:textId="77777777" w:rsidR="00992BCE" w:rsidRDefault="00992BC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FA2228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يحوج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توصينا يخويه يوم لطعان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BCE" w14:paraId="799E339C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629F5BF" w14:textId="77777777" w:rsidR="00992BCE" w:rsidRDefault="00992BCE" w:rsidP="00992BCE">
            <w:pPr>
              <w:pStyle w:val="libPoem"/>
            </w:pPr>
            <w:r>
              <w:rPr>
                <w:rtl/>
                <w:lang w:bidi="fa-IR"/>
              </w:rPr>
              <w:t>لازم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يجيك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الخب</w:t>
            </w:r>
            <w:r>
              <w:rPr>
                <w:rFonts w:hint="cs"/>
                <w:rtl/>
                <w:lang w:bidi="fa-IR"/>
              </w:rPr>
              <w:t xml:space="preserve">ر </w:t>
            </w:r>
            <w:r>
              <w:rPr>
                <w:rtl/>
                <w:lang w:bidi="fa-IR"/>
              </w:rPr>
              <w:t>طيبة بالذي كان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C55882" w14:textId="77777777" w:rsidR="00992BCE" w:rsidRDefault="00992BC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E14EF0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واتقر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عينك من فعلنا اُو قلبك اينور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BCE" w14:paraId="4EA0262F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52EF37D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واِتزفّر العرّيس عنده اُو جدب 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3FDA27" w14:textId="77777777" w:rsidR="00992BCE" w:rsidRDefault="00992BC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A0D88A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اُو ناداه ما يحتاج توصينا يعمنَه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BCE" w14:paraId="3C4AD660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0E5C33F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هذا خلف بونا اُو هذا خلف جدّنه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80307D" w14:textId="77777777" w:rsidR="00992BCE" w:rsidRDefault="00992BC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D0F4C5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والكُلّ قلبه بالفدا لحسين مسرور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BCE" w14:paraId="595751D6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E0EEC2E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واِتزفّر الأكبر اُوصب الدمع همّال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87693E" w14:textId="77777777" w:rsidR="00992BCE" w:rsidRDefault="00992BC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DD42C6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اُوناداه ما يحتاج توصينا يمفضال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BCE" w14:paraId="39282C56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5EB6985" w14:textId="77777777" w:rsidR="00992BCE" w:rsidRDefault="00992BCE" w:rsidP="00992BCE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تشوف مشيتنا عن اِيمينه اُو لشمال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3BC093" w14:textId="77777777" w:rsidR="00992BCE" w:rsidRDefault="00992BC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579628" w14:textId="77777777" w:rsidR="00992BCE" w:rsidRDefault="00992BCE" w:rsidP="00DE721D">
            <w:pPr>
              <w:pStyle w:val="libPoem"/>
            </w:pPr>
            <w:r>
              <w:rPr>
                <w:rtl/>
                <w:lang w:bidi="fa-IR"/>
              </w:rPr>
              <w:t>سلّ القمر حفّت حوالي نوره اِبدور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539B4B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82C9D" w14:paraId="129B1072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21D773CE" w14:textId="77777777" w:rsidR="00A82C9D" w:rsidRDefault="00A82C9D" w:rsidP="00DE721D">
            <w:pPr>
              <w:pStyle w:val="libPoem"/>
            </w:pPr>
            <w:r>
              <w:rPr>
                <w:rtl/>
                <w:lang w:bidi="fa-IR"/>
              </w:rPr>
              <w:lastRenderedPageBreak/>
              <w:t>واتواثبت اُولاد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حيدر ترعد اِرعيد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18261B4" w14:textId="77777777" w:rsidR="00A82C9D" w:rsidRDefault="00A82C9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1EB1540" w14:textId="77777777" w:rsidR="00A82C9D" w:rsidRDefault="00A82C9D" w:rsidP="00A82C9D">
            <w:pPr>
              <w:pStyle w:val="libPoem"/>
            </w:pPr>
            <w:r>
              <w:rPr>
                <w:rtl/>
                <w:lang w:bidi="fa-IR"/>
              </w:rPr>
              <w:t>اُونادوه</w:t>
            </w:r>
            <w:r w:rsidR="0095067B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يحتاج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توصينا يصنديد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2C9D" w14:paraId="19C2D25C" w14:textId="77777777" w:rsidTr="00DE721D">
        <w:trPr>
          <w:trHeight w:val="350"/>
        </w:trPr>
        <w:tc>
          <w:tcPr>
            <w:tcW w:w="3920" w:type="dxa"/>
          </w:tcPr>
          <w:p w14:paraId="61D290DF" w14:textId="77777777" w:rsidR="00A82C9D" w:rsidRDefault="00A82C9D" w:rsidP="00DE721D">
            <w:pPr>
              <w:pStyle w:val="libPoem"/>
            </w:pPr>
            <w:r>
              <w:rPr>
                <w:rtl/>
                <w:lang w:bidi="fa-IR"/>
              </w:rPr>
              <w:t>لا تخاف يوم الزعرعة عن عزّنا انحيد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0CA256" w14:textId="77777777" w:rsidR="00A82C9D" w:rsidRDefault="00A82C9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BCA998" w14:textId="77777777" w:rsidR="00A82C9D" w:rsidRDefault="00A82C9D" w:rsidP="00DE721D">
            <w:pPr>
              <w:pStyle w:val="libPoem"/>
            </w:pPr>
            <w:r>
              <w:rPr>
                <w:rtl/>
                <w:lang w:bidi="fa-IR"/>
              </w:rPr>
              <w:t>تخسى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العِدى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تدناه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يمحمّد يمبرور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2C9D" w14:paraId="73D7CD56" w14:textId="77777777" w:rsidTr="00DE721D">
        <w:trPr>
          <w:trHeight w:val="350"/>
        </w:trPr>
        <w:tc>
          <w:tcPr>
            <w:tcW w:w="3920" w:type="dxa"/>
          </w:tcPr>
          <w:p w14:paraId="620CD85B" w14:textId="77777777" w:rsidR="00A82C9D" w:rsidRDefault="00A82C9D" w:rsidP="00DE721D">
            <w:pPr>
              <w:pStyle w:val="libPoem"/>
            </w:pPr>
            <w:r>
              <w:rPr>
                <w:rtl/>
                <w:lang w:bidi="fa-IR"/>
              </w:rPr>
              <w:t>اُو هذا الخبر عندك يبن حيدر يقيدوم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D4F919" w14:textId="77777777" w:rsidR="00A82C9D" w:rsidRDefault="00A82C9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64E5FD" w14:textId="77777777" w:rsidR="00A82C9D" w:rsidRDefault="00A82C9D" w:rsidP="00DE721D">
            <w:pPr>
              <w:pStyle w:val="libPoem"/>
            </w:pPr>
            <w:r>
              <w:rPr>
                <w:rtl/>
                <w:lang w:bidi="fa-IR"/>
              </w:rPr>
              <w:t>باتجى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لك الأخبار باللي ايصير معلوم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2C9D" w14:paraId="1D5941AF" w14:textId="77777777" w:rsidTr="00DE721D">
        <w:trPr>
          <w:trHeight w:val="350"/>
        </w:trPr>
        <w:tc>
          <w:tcPr>
            <w:tcW w:w="3920" w:type="dxa"/>
          </w:tcPr>
          <w:p w14:paraId="38ED3F73" w14:textId="77777777" w:rsidR="00A82C9D" w:rsidRDefault="00A82C9D" w:rsidP="00DE721D">
            <w:pPr>
              <w:pStyle w:val="libPoem"/>
            </w:pPr>
            <w:r>
              <w:rPr>
                <w:rtl/>
                <w:lang w:bidi="fa-IR"/>
              </w:rPr>
              <w:t>مثل الصقور اِنحوم من فوق العدى حوم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A7FC38" w14:textId="77777777" w:rsidR="00A82C9D" w:rsidRDefault="00A82C9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78390DD" w14:textId="77777777" w:rsidR="00A82C9D" w:rsidRDefault="00A82C9D" w:rsidP="00DE721D">
            <w:pPr>
              <w:pStyle w:val="libPoem"/>
            </w:pPr>
            <w:r>
              <w:rPr>
                <w:rtl/>
                <w:lang w:bidi="fa-IR"/>
              </w:rPr>
              <w:t>بانزلزل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الدّنيا اُوحتى الفلك ما يدور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2C9D" w14:paraId="54D0A61D" w14:textId="77777777" w:rsidTr="00DE721D">
        <w:trPr>
          <w:trHeight w:val="350"/>
        </w:trPr>
        <w:tc>
          <w:tcPr>
            <w:tcW w:w="3920" w:type="dxa"/>
          </w:tcPr>
          <w:p w14:paraId="04399BE3" w14:textId="77777777" w:rsidR="00A82C9D" w:rsidRDefault="00A82C9D" w:rsidP="00DE721D">
            <w:pPr>
              <w:pStyle w:val="libPoem"/>
            </w:pPr>
            <w:r>
              <w:rPr>
                <w:rtl/>
                <w:lang w:bidi="fa-IR"/>
              </w:rPr>
              <w:t>ويش هالنخاوي يا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محمّد ويش هلرجاف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1E079E" w14:textId="77777777" w:rsidR="00A82C9D" w:rsidRDefault="00A82C9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16FC0E" w14:textId="77777777" w:rsidR="00A82C9D" w:rsidRDefault="00A82C9D" w:rsidP="00DE721D">
            <w:pPr>
              <w:pStyle w:val="libPoem"/>
            </w:pPr>
            <w:r>
              <w:rPr>
                <w:rtl/>
                <w:lang w:bidi="fa-IR"/>
              </w:rPr>
              <w:t>لا يحتزنْ قلبك على اِعضيدك ولا يخاف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2C9D" w14:paraId="5855473F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3817821" w14:textId="77777777" w:rsidR="00A82C9D" w:rsidRDefault="00A82C9D" w:rsidP="00A82C9D">
            <w:pPr>
              <w:pStyle w:val="libPoem"/>
            </w:pPr>
            <w:r>
              <w:rPr>
                <w:rtl/>
                <w:lang w:bidi="fa-IR"/>
              </w:rPr>
              <w:t>لو</w:t>
            </w:r>
            <w:r w:rsidR="0095067B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تبلغ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الجيمان حدْها لا جبل قاف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EA82C5" w14:textId="77777777" w:rsidR="00A82C9D" w:rsidRDefault="00A82C9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A7B846" w14:textId="77777777" w:rsidR="00A82C9D" w:rsidRDefault="00A82C9D" w:rsidP="00DE721D">
            <w:pPr>
              <w:pStyle w:val="libPoem"/>
            </w:pPr>
            <w:r>
              <w:rPr>
                <w:rtl/>
                <w:lang w:bidi="fa-IR"/>
              </w:rPr>
              <w:t>ابعونة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الله اِنخلي اِدماهم كما لبحور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A9B125A" w14:textId="77777777" w:rsidR="00EE7C84" w:rsidRDefault="00E21949" w:rsidP="00A82C9D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253C5" w14:paraId="58A90605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0A1BF811" w14:textId="77777777" w:rsidR="00C253C5" w:rsidRDefault="00C253C5" w:rsidP="00817EC2">
            <w:pPr>
              <w:pStyle w:val="libPoem"/>
            </w:pPr>
            <w:r>
              <w:rPr>
                <w:rtl/>
                <w:lang w:bidi="fa-IR"/>
              </w:rPr>
              <w:t>حِطّ</w:t>
            </w:r>
            <w:r w:rsidR="00817EC2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العزية اُو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نوح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يابن الحنفيّه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E0850D5" w14:textId="77777777" w:rsidR="00C253C5" w:rsidRDefault="00C253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011DF1C" w14:textId="77777777" w:rsidR="00C253C5" w:rsidRDefault="00C253C5" w:rsidP="00817EC2">
            <w:pPr>
              <w:pStyle w:val="libPoem"/>
            </w:pPr>
            <w:r>
              <w:rPr>
                <w:rtl/>
                <w:lang w:bidi="fa-IR"/>
              </w:rPr>
              <w:t>سافر</w:t>
            </w:r>
            <w:r w:rsidR="00817EC2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عضيدك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بو علي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3C5" w14:paraId="15DED0DF" w14:textId="77777777" w:rsidTr="00DE721D">
        <w:trPr>
          <w:trHeight w:val="350"/>
        </w:trPr>
        <w:tc>
          <w:tcPr>
            <w:tcW w:w="3920" w:type="dxa"/>
          </w:tcPr>
          <w:p w14:paraId="6758C747" w14:textId="77777777" w:rsidR="00C253C5" w:rsidRDefault="00C253C5" w:rsidP="00DE721D">
            <w:pPr>
              <w:pStyle w:val="libPoem"/>
            </w:pPr>
            <w:r>
              <w:rPr>
                <w:rtl/>
                <w:lang w:bidi="fa-IR"/>
              </w:rPr>
              <w:t>أوحشت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يا لوالي منازلنا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E1EA59" w14:textId="77777777" w:rsidR="00C253C5" w:rsidRDefault="00C253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E84654" w14:textId="77777777" w:rsidR="00C253C5" w:rsidRDefault="00C253C5" w:rsidP="00DE721D">
            <w:pPr>
              <w:pStyle w:val="libPoem"/>
            </w:pPr>
            <w:r>
              <w:rPr>
                <w:rtl/>
                <w:lang w:bidi="fa-IR"/>
              </w:rPr>
              <w:t>يا عزّنا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العالي اُو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ريحانة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نبينا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3C5" w14:paraId="7E870591" w14:textId="77777777" w:rsidTr="00DE721D">
        <w:trPr>
          <w:trHeight w:val="350"/>
        </w:trPr>
        <w:tc>
          <w:tcPr>
            <w:tcW w:w="3920" w:type="dxa"/>
          </w:tcPr>
          <w:p w14:paraId="1FFFB203" w14:textId="77777777" w:rsidR="00C253C5" w:rsidRDefault="00C253C5" w:rsidP="00DE721D">
            <w:pPr>
              <w:pStyle w:val="libPoem"/>
            </w:pPr>
            <w:r>
              <w:rPr>
                <w:rtl/>
                <w:lang w:bidi="fa-IR"/>
              </w:rPr>
              <w:t>الله يعودك يا ولينا للمدينه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5CDD01" w14:textId="77777777" w:rsidR="00C253C5" w:rsidRDefault="00C253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9746E2" w14:textId="77777777" w:rsidR="00C253C5" w:rsidRDefault="00C253C5" w:rsidP="00817EC2">
            <w:pPr>
              <w:pStyle w:val="libPoem"/>
            </w:pPr>
            <w:r>
              <w:rPr>
                <w:rtl/>
                <w:lang w:bidi="fa-IR"/>
              </w:rPr>
              <w:t>اِسأل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عسى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ما تستوي الغَيبة بطيّه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3C5" w14:paraId="48AFA3D4" w14:textId="77777777" w:rsidTr="00DE721D">
        <w:trPr>
          <w:trHeight w:val="350"/>
        </w:trPr>
        <w:tc>
          <w:tcPr>
            <w:tcW w:w="3920" w:type="dxa"/>
          </w:tcPr>
          <w:p w14:paraId="1CED9818" w14:textId="77777777" w:rsidR="00C253C5" w:rsidRDefault="00C253C5" w:rsidP="00DE721D">
            <w:pPr>
              <w:pStyle w:val="libPoem"/>
            </w:pPr>
            <w:r>
              <w:rPr>
                <w:rtl/>
                <w:lang w:bidi="fa-IR"/>
              </w:rPr>
              <w:t>الله يعودك للمنابر والمدارس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F0937A" w14:textId="77777777" w:rsidR="00C253C5" w:rsidRDefault="00C253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56A974" w14:textId="77777777" w:rsidR="00C253C5" w:rsidRDefault="00C253C5" w:rsidP="00DE721D">
            <w:pPr>
              <w:pStyle w:val="libPoem"/>
            </w:pPr>
            <w:r>
              <w:rPr>
                <w:rtl/>
                <w:lang w:bidi="fa-IR"/>
              </w:rPr>
              <w:t>خلّيت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ابيوتك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والمساجد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والمجالس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3C5" w14:paraId="423BB0CA" w14:textId="77777777" w:rsidTr="00DE721D">
        <w:trPr>
          <w:trHeight w:val="350"/>
        </w:trPr>
        <w:tc>
          <w:tcPr>
            <w:tcW w:w="3920" w:type="dxa"/>
          </w:tcPr>
          <w:p w14:paraId="152CC9F2" w14:textId="77777777" w:rsidR="00C253C5" w:rsidRDefault="00C253C5" w:rsidP="00DE721D">
            <w:pPr>
              <w:pStyle w:val="libPoem"/>
            </w:pPr>
            <w:r>
              <w:rPr>
                <w:rtl/>
                <w:lang w:bidi="fa-IR"/>
              </w:rPr>
              <w:t>بعدك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يبو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السجّاد مَن للدين حارس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4BF8CA" w14:textId="77777777" w:rsidR="00C253C5" w:rsidRDefault="00C253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946035" w14:textId="77777777" w:rsidR="00C253C5" w:rsidRDefault="00C253C5" w:rsidP="00C253C5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حامي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الإسلام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يا راعي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3C5" w14:paraId="5BA19555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6F9FF91" w14:textId="77777777" w:rsidR="00C253C5" w:rsidRDefault="00C253C5" w:rsidP="00DE721D">
            <w:pPr>
              <w:pStyle w:val="libPoem"/>
            </w:pPr>
            <w:r>
              <w:rPr>
                <w:rtl/>
                <w:lang w:bidi="fa-IR"/>
              </w:rPr>
              <w:t>خلّيت قلبي اِمن الحزن يحسين طاير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CE0A69" w14:textId="77777777" w:rsidR="00C253C5" w:rsidRDefault="00C253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72227A" w14:textId="77777777" w:rsidR="00C253C5" w:rsidRDefault="00C253C5" w:rsidP="00DE721D">
            <w:pPr>
              <w:pStyle w:val="libPoem"/>
            </w:pPr>
            <w:r>
              <w:rPr>
                <w:rtl/>
                <w:lang w:bidi="fa-IR"/>
              </w:rPr>
              <w:t>يمتى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تجي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للدار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يا شيخ العشاير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3C5" w14:paraId="0CD9D728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0EAD71C" w14:textId="77777777" w:rsidR="00C253C5" w:rsidRDefault="00C253C5" w:rsidP="00DE721D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ظنتي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سيفك عن العدوان قاصر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4B4954" w14:textId="77777777" w:rsidR="00C253C5" w:rsidRDefault="00C253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48F487" w14:textId="77777777" w:rsidR="00C253C5" w:rsidRDefault="00C253C5" w:rsidP="00C253C5">
            <w:pPr>
              <w:pStyle w:val="libPoem"/>
            </w:pPr>
            <w:r>
              <w:rPr>
                <w:rtl/>
                <w:lang w:bidi="fa-IR"/>
              </w:rPr>
              <w:t>كان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القضاء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بيحول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دونك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3C5" w14:paraId="6A8B0E47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C1FD387" w14:textId="77777777" w:rsidR="00C253C5" w:rsidRDefault="00C253C5" w:rsidP="00DE721D">
            <w:pPr>
              <w:pStyle w:val="libPoem"/>
            </w:pPr>
            <w:r>
              <w:rPr>
                <w:rtl/>
                <w:lang w:bidi="fa-IR"/>
              </w:rPr>
              <w:t>خذني معك يحسين من جملة اِرجالك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02AC27" w14:textId="77777777" w:rsidR="00C253C5" w:rsidRDefault="00C253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92F9EE" w14:textId="77777777" w:rsidR="00C253C5" w:rsidRDefault="00C253C5" w:rsidP="00DE721D">
            <w:pPr>
              <w:pStyle w:val="libPoem"/>
            </w:pPr>
            <w:r>
              <w:rPr>
                <w:rtl/>
                <w:lang w:bidi="fa-IR"/>
              </w:rPr>
              <w:t>روحي اُو نفسي اُو عزوتي كُلّها فدا 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3C5" w14:paraId="4E2640C0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3AFAC6E" w14:textId="77777777" w:rsidR="00C253C5" w:rsidRDefault="00C253C5" w:rsidP="00DE721D">
            <w:pPr>
              <w:pStyle w:val="libPoem"/>
            </w:pPr>
            <w:r>
              <w:rPr>
                <w:rtl/>
                <w:lang w:bidi="fa-IR"/>
              </w:rPr>
              <w:t>خذني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اِيمينك يخويه لو شمالك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76F4B8" w14:textId="77777777" w:rsidR="00C253C5" w:rsidRDefault="00C253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96FAF4" w14:textId="77777777" w:rsidR="00C253C5" w:rsidRDefault="00C253C5" w:rsidP="00DE721D">
            <w:pPr>
              <w:pStyle w:val="libPoem"/>
            </w:pPr>
            <w:r>
              <w:rPr>
                <w:rtl/>
                <w:lang w:bidi="fa-IR"/>
              </w:rPr>
              <w:t>قدّام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عينك يا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ولينا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السريّه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3C5" w14:paraId="1E912027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C8EE4FC" w14:textId="77777777" w:rsidR="00C253C5" w:rsidRDefault="00C253C5" w:rsidP="00DE721D">
            <w:pPr>
              <w:pStyle w:val="libPoem"/>
            </w:pPr>
            <w:r>
              <w:rPr>
                <w:rtl/>
                <w:lang w:bidi="fa-IR"/>
              </w:rPr>
              <w:t>لا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خير في الدنيا عقب فرقاك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F36C38" w14:textId="77777777" w:rsidR="00C253C5" w:rsidRDefault="00C253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8B5D90" w14:textId="77777777" w:rsidR="00C253C5" w:rsidRDefault="00C253C5" w:rsidP="00DE721D">
            <w:pPr>
              <w:pStyle w:val="libPoem"/>
            </w:pPr>
            <w:r>
              <w:rPr>
                <w:rtl/>
                <w:lang w:bidi="fa-IR"/>
              </w:rPr>
              <w:t>اِشبيدي على دهري قصرني عَنَك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3C5" w14:paraId="69D16771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08B380B" w14:textId="77777777" w:rsidR="00C253C5" w:rsidRDefault="00C253C5" w:rsidP="00DE721D">
            <w:pPr>
              <w:pStyle w:val="libPoem"/>
            </w:pPr>
            <w:r>
              <w:rPr>
                <w:rtl/>
                <w:lang w:bidi="fa-IR"/>
              </w:rPr>
              <w:t>من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عين صابتني عماها الله من 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F1E536" w14:textId="77777777" w:rsidR="00C253C5" w:rsidRDefault="00C253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F3174A" w14:textId="77777777" w:rsidR="00C253C5" w:rsidRDefault="00C253C5" w:rsidP="00DE721D">
            <w:pPr>
              <w:pStyle w:val="libPoem"/>
            </w:pPr>
            <w:r>
              <w:rPr>
                <w:rtl/>
                <w:lang w:bidi="fa-IR"/>
              </w:rPr>
              <w:t>الله يعودك للمنازل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17A5A08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253C5" w14:paraId="1C4B5E67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6DDCA1AC" w14:textId="77777777" w:rsidR="00C253C5" w:rsidRDefault="00C253C5" w:rsidP="00DE721D">
            <w:pPr>
              <w:pStyle w:val="libPoem"/>
            </w:pPr>
            <w:r>
              <w:rPr>
                <w:rtl/>
                <w:lang w:bidi="fa-IR"/>
              </w:rPr>
              <w:lastRenderedPageBreak/>
              <w:t>اِمع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السلامة يا سنادي الله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433293D" w14:textId="77777777" w:rsidR="00C253C5" w:rsidRDefault="00C253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9C1D668" w14:textId="77777777" w:rsidR="00C253C5" w:rsidRDefault="00C253C5" w:rsidP="00DE721D">
            <w:pPr>
              <w:pStyle w:val="libPoem"/>
            </w:pPr>
            <w:r>
              <w:rPr>
                <w:rtl/>
                <w:lang w:bidi="fa-IR"/>
              </w:rPr>
              <w:t>قلبي فلا يسلي ولا يصبر بليّاك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3C5" w14:paraId="460BD421" w14:textId="77777777" w:rsidTr="00DE721D">
        <w:trPr>
          <w:trHeight w:val="350"/>
        </w:trPr>
        <w:tc>
          <w:tcPr>
            <w:tcW w:w="3920" w:type="dxa"/>
          </w:tcPr>
          <w:p w14:paraId="12714A65" w14:textId="77777777" w:rsidR="00C253C5" w:rsidRDefault="00C253C5" w:rsidP="00DE721D">
            <w:pPr>
              <w:pStyle w:val="libPoem"/>
            </w:pPr>
            <w:r>
              <w:rPr>
                <w:rtl/>
                <w:lang w:bidi="fa-IR"/>
              </w:rPr>
              <w:t>تخلِي المنابر يا لولي واتعوف مرْباك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3FC847" w14:textId="77777777" w:rsidR="00C253C5" w:rsidRDefault="00C253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F31F7C" w14:textId="77777777" w:rsidR="00C253C5" w:rsidRDefault="00C253C5" w:rsidP="00DE721D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بتروح اُو تخلي منابرنا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ED5C809" w14:textId="77777777" w:rsidR="00EE7C84" w:rsidRDefault="00E21949" w:rsidP="00C253C5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3"/>
        <w:gridCol w:w="304"/>
        <w:gridCol w:w="3914"/>
      </w:tblGrid>
      <w:tr w:rsidR="00486A20" w14:paraId="16ACA859" w14:textId="77777777" w:rsidTr="00486A20">
        <w:trPr>
          <w:trHeight w:val="350"/>
        </w:trPr>
        <w:tc>
          <w:tcPr>
            <w:tcW w:w="3536" w:type="dxa"/>
            <w:shd w:val="clear" w:color="auto" w:fill="auto"/>
          </w:tcPr>
          <w:p w14:paraId="7A67D722" w14:textId="77777777" w:rsidR="00486A20" w:rsidRDefault="00486A20" w:rsidP="00DE721D">
            <w:pPr>
              <w:pStyle w:val="libPoem"/>
            </w:pPr>
            <w:r>
              <w:rPr>
                <w:rtl/>
                <w:lang w:bidi="fa-IR"/>
              </w:rPr>
              <w:t>صبح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محمّد ناصب المآتم على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7CB539B2" w14:textId="77777777" w:rsidR="00486A20" w:rsidRDefault="00486A20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14:paraId="4F7355BA" w14:textId="77777777" w:rsidR="00486A20" w:rsidRDefault="00486A20" w:rsidP="00486A20">
            <w:pPr>
              <w:pStyle w:val="libPoem"/>
            </w:pPr>
            <w:r>
              <w:rPr>
                <w:rtl/>
                <w:lang w:bidi="fa-IR"/>
              </w:rPr>
              <w:t>يصفق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اِبراحاته اُو منّه تذرف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6A20" w14:paraId="3FDDF800" w14:textId="77777777" w:rsidTr="00486A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8C327C2" w14:textId="77777777" w:rsidR="00486A20" w:rsidRDefault="00486A20" w:rsidP="00DE721D">
            <w:pPr>
              <w:pStyle w:val="libPoem"/>
            </w:pPr>
            <w:r>
              <w:rPr>
                <w:rtl/>
                <w:lang w:bidi="fa-IR"/>
              </w:rPr>
              <w:t>اِمن النُّوح بطّل قال ما بطِّل مناحي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1D93DFA" w14:textId="77777777" w:rsidR="00486A20" w:rsidRDefault="00486A20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62B8D71" w14:textId="77777777" w:rsidR="00486A20" w:rsidRDefault="00486A20" w:rsidP="00DE721D">
            <w:pPr>
              <w:pStyle w:val="libPoem"/>
            </w:pPr>
            <w:r>
              <w:rPr>
                <w:rtl/>
                <w:lang w:bidi="fa-IR"/>
              </w:rPr>
              <w:t>واَعمي اِعيوني اِمن البكى واصفق لراحى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6A20" w14:paraId="3AE78922" w14:textId="77777777" w:rsidTr="00486A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417FEA92" w14:textId="77777777" w:rsidR="00486A20" w:rsidRDefault="00486A20" w:rsidP="00DE721D">
            <w:pPr>
              <w:pStyle w:val="libPoem"/>
            </w:pPr>
            <w:r>
              <w:rPr>
                <w:rtl/>
                <w:lang w:bidi="fa-IR"/>
              </w:rPr>
              <w:t>واَنصب المآتم في مسائي وفي صباحي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356C352" w14:textId="77777777" w:rsidR="00486A20" w:rsidRDefault="00486A20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2900A4B" w14:textId="77777777" w:rsidR="00486A20" w:rsidRDefault="00486A20" w:rsidP="00DE721D">
            <w:pPr>
              <w:pStyle w:val="libPoem"/>
            </w:pPr>
            <w:r>
              <w:rPr>
                <w:rtl/>
                <w:lang w:bidi="fa-IR"/>
              </w:rPr>
              <w:t>معذور لو أنتلف من حزني على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6A20" w14:paraId="1E9FD781" w14:textId="77777777" w:rsidTr="00486A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F84A56E" w14:textId="77777777" w:rsidR="00486A20" w:rsidRDefault="002F13F9" w:rsidP="002F13F9">
            <w:pPr>
              <w:pStyle w:val="libPoem"/>
            </w:pPr>
            <w:r>
              <w:rPr>
                <w:rtl/>
                <w:lang w:bidi="fa-IR"/>
              </w:rPr>
              <w:t>معذور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أنا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أصب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الدمع سكّاب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ECB631F" w14:textId="77777777" w:rsidR="00486A20" w:rsidRDefault="00486A20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BA68742" w14:textId="77777777" w:rsidR="00486A20" w:rsidRDefault="002F13F9" w:rsidP="00DE721D">
            <w:pPr>
              <w:pStyle w:val="libPoem"/>
            </w:pPr>
            <w:r>
              <w:rPr>
                <w:rtl/>
                <w:lang w:bidi="fa-IR"/>
              </w:rPr>
              <w:t>والجيب أشقّه اُوفوق راسي أحثي اِتراب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6A20" w14:paraId="185B1C86" w14:textId="77777777" w:rsidTr="00486A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51B323F" w14:textId="77777777" w:rsidR="00486A20" w:rsidRDefault="002F13F9" w:rsidP="00DE721D">
            <w:pPr>
              <w:pStyle w:val="libPoem"/>
            </w:pPr>
            <w:r>
              <w:rPr>
                <w:rtl/>
                <w:lang w:bidi="fa-IR"/>
              </w:rPr>
              <w:t>متفطّرة كبدي ترى اِمن افراق لحباب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F63988B" w14:textId="77777777" w:rsidR="00486A20" w:rsidRDefault="00486A20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ADFD780" w14:textId="77777777" w:rsidR="00486A20" w:rsidRDefault="002F13F9" w:rsidP="00DE721D">
            <w:pPr>
              <w:pStyle w:val="libPoem"/>
            </w:pPr>
            <w:r>
              <w:rPr>
                <w:rtl/>
                <w:lang w:bidi="fa-IR"/>
              </w:rPr>
              <w:t>واَعظم على قلبي اِفراقي اِسنادي احسين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6A20" w14:paraId="112D5AE4" w14:textId="77777777" w:rsidTr="00486A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A61FE0B" w14:textId="77777777" w:rsidR="00486A20" w:rsidRDefault="002F13F9" w:rsidP="002F13F9">
            <w:pPr>
              <w:pStyle w:val="libPoem"/>
            </w:pPr>
            <w:r>
              <w:rPr>
                <w:rtl/>
                <w:lang w:bidi="fa-IR"/>
              </w:rPr>
              <w:t>اِمن اَهلي ثمنتعشر بدر غابوا بساعه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C5BE322" w14:textId="77777777" w:rsidR="00486A20" w:rsidRDefault="00486A20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C256200" w14:textId="77777777" w:rsidR="00486A20" w:rsidRDefault="002F13F9" w:rsidP="002F13F9">
            <w:pPr>
              <w:pStyle w:val="libPoem"/>
            </w:pPr>
            <w:r>
              <w:rPr>
                <w:rtl/>
                <w:lang w:bidi="fa-IR"/>
              </w:rPr>
              <w:t>والقمر هاللي تزهو الدنيا اِبشعاعه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6A20" w14:paraId="5F333C59" w14:textId="77777777" w:rsidTr="00486A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4049BD9" w14:textId="77777777" w:rsidR="00486A20" w:rsidRDefault="005B6BBD" w:rsidP="00DE721D">
            <w:pPr>
              <w:pStyle w:val="libPoem"/>
            </w:pPr>
            <w:r>
              <w:rPr>
                <w:rtl/>
                <w:lang w:bidi="fa-IR"/>
              </w:rPr>
              <w:t>راعي الحميّة والرّياسة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والشجاعه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FDB7E18" w14:textId="77777777" w:rsidR="00486A20" w:rsidRDefault="00486A20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2812346" w14:textId="77777777" w:rsidR="00486A20" w:rsidRDefault="005B6BBD" w:rsidP="005B6BBD">
            <w:pPr>
              <w:pStyle w:val="libPoem"/>
            </w:pPr>
            <w:r>
              <w:rPr>
                <w:rtl/>
                <w:lang w:bidi="fa-IR"/>
              </w:rPr>
              <w:t>اُوحاوي الكرم والفخر واِخصال الحميدين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6A20" w14:paraId="39DEBC5E" w14:textId="77777777" w:rsidTr="00486A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4B9F0F5A" w14:textId="77777777" w:rsidR="00486A20" w:rsidRDefault="005B6BBD" w:rsidP="005B6BBD">
            <w:pPr>
              <w:pStyle w:val="libPoem"/>
            </w:pPr>
            <w:r>
              <w:rPr>
                <w:rtl/>
                <w:lang w:bidi="fa-IR"/>
              </w:rPr>
              <w:t>كُلهم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اِبليل دامس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ساقوا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الضعينه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01CD48D" w14:textId="77777777" w:rsidR="00486A20" w:rsidRDefault="00486A20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D12EB6E" w14:textId="77777777" w:rsidR="00486A20" w:rsidRDefault="005B6BBD" w:rsidP="00DE721D">
            <w:pPr>
              <w:pStyle w:val="libPoem"/>
            </w:pPr>
            <w:r>
              <w:rPr>
                <w:rtl/>
                <w:lang w:bidi="fa-IR"/>
              </w:rPr>
              <w:t>اُوعافوا جواري اُو صحبتي اُوعافوا المدينه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6A20" w14:paraId="4F795D54" w14:textId="77777777" w:rsidTr="00486A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0ED4115" w14:textId="77777777" w:rsidR="00486A20" w:rsidRDefault="005B6BBD" w:rsidP="00DE721D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ليتني في الضعن أمشي عنْ يمينه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8E6A1CA" w14:textId="77777777" w:rsidR="00486A20" w:rsidRDefault="00486A20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2D99015" w14:textId="77777777" w:rsidR="00486A20" w:rsidRDefault="005B6BBD" w:rsidP="00817EC2">
            <w:pPr>
              <w:pStyle w:val="libPoem"/>
            </w:pPr>
            <w:r>
              <w:rPr>
                <w:rtl/>
                <w:lang w:bidi="fa-IR"/>
              </w:rPr>
              <w:t>واَصير</w:t>
            </w:r>
            <w:r w:rsidR="00817EC2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منهم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وألزم اِركابات لحسين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6A20" w14:paraId="0698DAAD" w14:textId="77777777" w:rsidTr="00486A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DFE4856" w14:textId="77777777" w:rsidR="00486A20" w:rsidRDefault="005B6BBD" w:rsidP="00DE721D">
            <w:pPr>
              <w:pStyle w:val="libPoem"/>
            </w:pPr>
            <w:r>
              <w:rPr>
                <w:rtl/>
                <w:lang w:bidi="fa-IR"/>
              </w:rPr>
              <w:t>ألزم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اِركابه حين يركب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للمطيّه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F2A0FDE" w14:textId="77777777" w:rsidR="00486A20" w:rsidRDefault="00486A20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BAF7E9B" w14:textId="77777777" w:rsidR="00486A20" w:rsidRDefault="005B6BBD" w:rsidP="00817EC2">
            <w:pPr>
              <w:pStyle w:val="libPoem"/>
            </w:pPr>
            <w:r>
              <w:rPr>
                <w:rtl/>
                <w:lang w:bidi="fa-IR"/>
              </w:rPr>
              <w:t>واَخدم</w:t>
            </w:r>
            <w:r w:rsidR="00817EC2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عضيدي في صباحي والعشيّه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6A20" w14:paraId="1909954F" w14:textId="77777777" w:rsidTr="00486A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109D493" w14:textId="77777777" w:rsidR="00486A20" w:rsidRDefault="005B6BBD" w:rsidP="00DE721D">
            <w:pPr>
              <w:pStyle w:val="libPoem"/>
            </w:pPr>
            <w:r>
              <w:rPr>
                <w:rtl/>
                <w:lang w:bidi="fa-IR"/>
              </w:rPr>
              <w:t>واَصير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منهم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اِذباح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الغاضريّه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12CC7F1" w14:textId="77777777" w:rsidR="00486A20" w:rsidRDefault="00486A20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DFF5FC4" w14:textId="77777777" w:rsidR="00486A20" w:rsidRDefault="005B6BBD" w:rsidP="00DE721D">
            <w:pPr>
              <w:pStyle w:val="libPoem"/>
            </w:pPr>
            <w:r>
              <w:rPr>
                <w:rtl/>
                <w:lang w:bidi="fa-IR"/>
              </w:rPr>
              <w:t>وافوز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معهم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بالشهادة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عندِ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لحسين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6A20" w14:paraId="27FC4EFC" w14:textId="77777777" w:rsidTr="00486A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FB1A688" w14:textId="77777777" w:rsidR="00486A20" w:rsidRDefault="005B6BBD" w:rsidP="00DE721D">
            <w:pPr>
              <w:pStyle w:val="libPoem"/>
            </w:pPr>
            <w:r>
              <w:rPr>
                <w:rtl/>
                <w:lang w:bidi="fa-IR"/>
              </w:rPr>
              <w:t>واَفوز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مَعْهم بالشهادة يومُ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لطرادْ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D4E7709" w14:textId="77777777" w:rsidR="00486A20" w:rsidRDefault="00486A20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63986FC" w14:textId="77777777" w:rsidR="00486A20" w:rsidRDefault="005B6BBD" w:rsidP="00DE721D">
            <w:pPr>
              <w:pStyle w:val="libPoem"/>
            </w:pPr>
            <w:r>
              <w:rPr>
                <w:rtl/>
                <w:lang w:bidi="fa-IR"/>
              </w:rPr>
              <w:t>مثل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البطل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عبّاس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والأكبر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ولمجادْ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6A20" w14:paraId="6BAB113B" w14:textId="77777777" w:rsidTr="00486A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56EE06F" w14:textId="77777777" w:rsidR="00486A20" w:rsidRDefault="005B6BBD" w:rsidP="00DE721D">
            <w:pPr>
              <w:pStyle w:val="libPoem"/>
            </w:pPr>
            <w:r>
              <w:rPr>
                <w:rtl/>
                <w:lang w:bidi="fa-IR"/>
              </w:rPr>
              <w:t>واِتصير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معهم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جثّتي من فوق لوهادْ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9A4AF5B" w14:textId="77777777" w:rsidR="00486A20" w:rsidRDefault="00486A20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DE81645" w14:textId="77777777" w:rsidR="00486A20" w:rsidRDefault="005B6BBD" w:rsidP="00DE721D">
            <w:pPr>
              <w:pStyle w:val="libPoem"/>
            </w:pPr>
            <w:r>
              <w:rPr>
                <w:rtl/>
                <w:lang w:bidi="fa-IR"/>
              </w:rPr>
              <w:t>فوق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الثرى من غير تغسيلٍ اُو تكفين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6A20" w14:paraId="13B49FC4" w14:textId="77777777" w:rsidTr="00486A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CC0FF2B" w14:textId="77777777" w:rsidR="00486A20" w:rsidRDefault="005B6BBD" w:rsidP="00817EC2">
            <w:pPr>
              <w:pStyle w:val="libPoem"/>
            </w:pPr>
            <w:r>
              <w:rPr>
                <w:rtl/>
                <w:lang w:bidi="fa-IR"/>
              </w:rPr>
              <w:t>واِتدوس</w:t>
            </w:r>
            <w:r w:rsidR="00817EC2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صدري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مثلهُم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خيل الدعيّه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309DC7A" w14:textId="77777777" w:rsidR="00486A20" w:rsidRDefault="00486A20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C5C1594" w14:textId="77777777" w:rsidR="00486A20" w:rsidRDefault="005B6BBD" w:rsidP="00DE721D">
            <w:pPr>
              <w:pStyle w:val="libPoem"/>
            </w:pPr>
            <w:r>
              <w:rPr>
                <w:rtl/>
                <w:lang w:bidi="fa-IR"/>
              </w:rPr>
              <w:t>اُوينشال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راسي مثلهُم بالسمهريّه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6A20" w14:paraId="41650CB3" w14:textId="77777777" w:rsidTr="00486A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361E33E" w14:textId="77777777" w:rsidR="00486A20" w:rsidRDefault="005B6BBD" w:rsidP="00817EC2">
            <w:pPr>
              <w:pStyle w:val="libPoem"/>
            </w:pPr>
            <w:r>
              <w:rPr>
                <w:rtl/>
                <w:lang w:bidi="fa-IR"/>
              </w:rPr>
              <w:t>والشمس</w:t>
            </w:r>
            <w:r w:rsidR="00817EC2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تصهر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جثّتي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اشوى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عليّه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D578E7A" w14:textId="77777777" w:rsidR="00486A20" w:rsidRDefault="00486A20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301A6B4" w14:textId="77777777" w:rsidR="00486A20" w:rsidRDefault="005B6BBD" w:rsidP="00DE721D">
            <w:pPr>
              <w:pStyle w:val="libPoem"/>
            </w:pPr>
            <w:r>
              <w:rPr>
                <w:rtl/>
                <w:lang w:bidi="fa-IR"/>
              </w:rPr>
              <w:t>أهون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علَيْ من أسمع النّاعي على اِحسين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6A20" w14:paraId="68FCA9C2" w14:textId="77777777" w:rsidTr="00486A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CA5098A" w14:textId="77777777" w:rsidR="00486A20" w:rsidRDefault="005B6BBD" w:rsidP="00DE721D">
            <w:pPr>
              <w:pStyle w:val="libPoem"/>
            </w:pPr>
            <w:r>
              <w:rPr>
                <w:rtl/>
                <w:lang w:bidi="fa-IR"/>
              </w:rPr>
              <w:t>ويلاه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ما ليّه قبر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ذيك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لقبور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26BDD28" w14:textId="77777777" w:rsidR="00486A20" w:rsidRDefault="00486A20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F102232" w14:textId="77777777" w:rsidR="00486A20" w:rsidRDefault="005B6BBD" w:rsidP="00DE721D">
            <w:pPr>
              <w:pStyle w:val="libPoem"/>
            </w:pPr>
            <w:r>
              <w:rPr>
                <w:rtl/>
                <w:lang w:bidi="fa-IR"/>
              </w:rPr>
              <w:t>ويلاه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ما ليَّه صدر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بالخيل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مكسور</w:t>
            </w:r>
            <w:r w:rsidR="00486A2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0097043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E334E" w14:paraId="43C2BC39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45248CB0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lastRenderedPageBreak/>
              <w:t>اُويلاه مانا من ضحايا يوم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6360751" w14:textId="77777777" w:rsidR="000E334E" w:rsidRDefault="000E334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1C37DEE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ويلي على اِخواني اُوا حزني على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0BBA95C" w14:textId="77777777" w:rsidR="00EE7C84" w:rsidRDefault="00E21949" w:rsidP="000E334E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E334E" w14:paraId="4D4B2FD2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5A5CDFF3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يحسين ردْ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اِبها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الضعينة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8084997" w14:textId="77777777" w:rsidR="000E334E" w:rsidRDefault="000E334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0FBF74E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لا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تروح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وادي الغاضريّة با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34E" w14:paraId="16AD1F46" w14:textId="77777777" w:rsidTr="00DE721D">
        <w:trPr>
          <w:trHeight w:val="350"/>
        </w:trPr>
        <w:tc>
          <w:tcPr>
            <w:tcW w:w="3920" w:type="dxa"/>
          </w:tcPr>
          <w:p w14:paraId="587665E0" w14:textId="77777777" w:rsidR="000E334E" w:rsidRDefault="000E334E" w:rsidP="00817EC2">
            <w:pPr>
              <w:pStyle w:val="libPoem"/>
            </w:pPr>
            <w:r>
              <w:rPr>
                <w:rtl/>
                <w:lang w:bidi="fa-IR"/>
              </w:rPr>
              <w:t>شالوا</w:t>
            </w:r>
            <w:r w:rsidR="00817EC2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بني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عدنان من مكّة اُوطيبَه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2F335E" w14:textId="77777777" w:rsidR="000E334E" w:rsidRDefault="000E334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D273B1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مثل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الاُسود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النازلة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اِبيوم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الحريبَه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34E" w14:paraId="6CF86957" w14:textId="77777777" w:rsidTr="00DE721D">
        <w:trPr>
          <w:trHeight w:val="350"/>
        </w:trPr>
        <w:tc>
          <w:tcPr>
            <w:tcW w:w="3920" w:type="dxa"/>
          </w:tcPr>
          <w:p w14:paraId="0A958F55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واِحسين قدّام الضَّعن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الله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يجيبَه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A86D9F" w14:textId="77777777" w:rsidR="000E334E" w:rsidRDefault="000E334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823A04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يمتى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ترد يحسين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ياخويه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34E" w14:paraId="31A6EB2F" w14:textId="77777777" w:rsidTr="00DE721D">
        <w:trPr>
          <w:trHeight w:val="350"/>
        </w:trPr>
        <w:tc>
          <w:tcPr>
            <w:tcW w:w="3920" w:type="dxa"/>
          </w:tcPr>
          <w:p w14:paraId="10EE3029" w14:textId="77777777" w:rsidR="000E334E" w:rsidRDefault="000E334E" w:rsidP="000E334E">
            <w:pPr>
              <w:pStyle w:val="libPoem"/>
            </w:pPr>
            <w:r>
              <w:rPr>
                <w:rtl/>
                <w:lang w:bidi="fa-IR"/>
              </w:rPr>
              <w:t>يحسين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بعدك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دوركُم ظلّت خرايب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BA4A9F" w14:textId="77777777" w:rsidR="000E334E" w:rsidRDefault="000E334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CD724E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قلبي ينور العين ذاب اِمن المصايب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34E" w14:paraId="0E9DAE1B" w14:textId="77777777" w:rsidTr="00DE721D">
        <w:trPr>
          <w:trHeight w:val="350"/>
        </w:trPr>
        <w:tc>
          <w:tcPr>
            <w:tcW w:w="3920" w:type="dxa"/>
          </w:tcPr>
          <w:p w14:paraId="6B994389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يمتى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تجي يحسين يا سبع الحرايب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C0DA53" w14:textId="77777777" w:rsidR="000E334E" w:rsidRDefault="000E334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84903A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يوم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السّعد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يلفيِ المندوب 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34E" w14:paraId="4030AF43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22CFBA7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يمتى يجي المندوب قوموا وصل الحسين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BF1833" w14:textId="77777777" w:rsidR="000E334E" w:rsidRDefault="000E334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1030E6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أقبل ابقومه اُو عزّوته اُوكُلّ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34E" w14:paraId="39063DDC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6C070A9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سالم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عسى الله يرجعَك يا قرّة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AEDCA2" w14:textId="77777777" w:rsidR="000E334E" w:rsidRDefault="000E334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531981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يا ليتني ويّاك قدّام الضعينَه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34E" w14:paraId="5F2D61DE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F7FEC26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يحسين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بعدك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منزلي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ظلْمه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نواديه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9355BB" w14:textId="77777777" w:rsidR="000E334E" w:rsidRDefault="000E334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4CBE4E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لو من لفانا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الليل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واَبدانا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اِبهواديه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34E" w14:paraId="7D641457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B106FF1" w14:textId="77777777" w:rsidR="000E334E" w:rsidRDefault="000E334E" w:rsidP="00817EC2">
            <w:pPr>
              <w:pStyle w:val="libPoem"/>
            </w:pPr>
            <w:r>
              <w:rPr>
                <w:rtl/>
                <w:lang w:bidi="fa-IR"/>
              </w:rPr>
              <w:t>أذكر</w:t>
            </w:r>
            <w:r w:rsidR="00817EC2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مزايا بوعلي خويه اُو نواديه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A358C6" w14:textId="77777777" w:rsidR="000E334E" w:rsidRDefault="000E334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91973F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يهل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الحميّة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والشّيم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عُودوا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34E" w14:paraId="294E97BA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36D4040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ما حد غدرْ بيِه الدّهر مثلي ولا خان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46876F" w14:textId="77777777" w:rsidR="000E334E" w:rsidRDefault="000E334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9C658EE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في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يوم واحد فارقتْ شيباً اُوشبّان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34E" w14:paraId="4F7EAD9D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71F7850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عبّاس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والجاسم اُوعون اُوكُل لخوان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576251" w14:textId="77777777" w:rsidR="000E334E" w:rsidRDefault="000E334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637B51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اُوكُل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الحمولة فارقت أرض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34E" w14:paraId="7FDD72DA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9D73C0C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واَعظم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عليّه يوم هل اِهلال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27744B" w14:textId="77777777" w:rsidR="000E334E" w:rsidRDefault="000E334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A55C94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يومٌ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نظرته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سال دمع العين منثور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34E" w14:paraId="243D836C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D8C1445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عندي عِلم مثل الوحي في اللوح مسطور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F29DAB" w14:textId="77777777" w:rsidR="000E334E" w:rsidRDefault="000E334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9773AD" w14:textId="77777777" w:rsidR="000E334E" w:rsidRDefault="000E334E" w:rsidP="00DE721D">
            <w:pPr>
              <w:pStyle w:val="libPoem"/>
            </w:pPr>
            <w:r>
              <w:rPr>
                <w:rtl/>
                <w:lang w:bidi="fa-IR"/>
              </w:rPr>
              <w:t>أبداً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ولا غيّابنا ترجع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6E79C53" w14:textId="77777777" w:rsidR="00EE7C84" w:rsidRDefault="00E21949" w:rsidP="000E334E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A1343" w14:paraId="5D4B92C2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5E65110A" w14:textId="77777777" w:rsidR="000A1343" w:rsidRDefault="000A1343" w:rsidP="00DE721D">
            <w:pPr>
              <w:pStyle w:val="libPoem"/>
            </w:pPr>
            <w:r>
              <w:rPr>
                <w:rtl/>
                <w:lang w:bidi="fa-IR"/>
              </w:rPr>
              <w:t>لَحَد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يخويه ما طلعنا لك اِبمفزاع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64B9442" w14:textId="77777777" w:rsidR="000A1343" w:rsidRDefault="000A1343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C8389D4" w14:textId="77777777" w:rsidR="000A1343" w:rsidRDefault="000A1343" w:rsidP="00DE721D">
            <w:pPr>
              <w:pStyle w:val="libPoem"/>
            </w:pPr>
            <w:r>
              <w:rPr>
                <w:rtl/>
                <w:lang w:bidi="fa-IR"/>
              </w:rPr>
              <w:t>ولا حضرنا اِطرادكم خويه يمنّاع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1343" w14:paraId="4988E6AF" w14:textId="77777777" w:rsidTr="00DE721D">
        <w:trPr>
          <w:trHeight w:val="350"/>
        </w:trPr>
        <w:tc>
          <w:tcPr>
            <w:tcW w:w="3920" w:type="dxa"/>
          </w:tcPr>
          <w:p w14:paraId="374A0959" w14:textId="77777777" w:rsidR="000A1343" w:rsidRDefault="000A1343" w:rsidP="00DE721D">
            <w:pPr>
              <w:pStyle w:val="libPoem"/>
            </w:pPr>
            <w:r>
              <w:rPr>
                <w:rtl/>
                <w:lang w:bidi="fa-IR"/>
              </w:rPr>
              <w:t>شدّوا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جَوادي والمطيّة باَلحق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557240" w14:textId="77777777" w:rsidR="000A1343" w:rsidRDefault="000A1343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0CCFB4" w14:textId="77777777" w:rsidR="000A1343" w:rsidRDefault="000A1343" w:rsidP="00DE721D">
            <w:pPr>
              <w:pStyle w:val="libPoem"/>
            </w:pPr>
            <w:r>
              <w:rPr>
                <w:rtl/>
                <w:lang w:bidi="fa-IR"/>
              </w:rPr>
              <w:t>ويلي على ذاك الاُخو مدري نزلْ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1343" w14:paraId="5111F385" w14:textId="77777777" w:rsidTr="00DE721D">
        <w:trPr>
          <w:trHeight w:val="350"/>
        </w:trPr>
        <w:tc>
          <w:tcPr>
            <w:tcW w:w="3920" w:type="dxa"/>
          </w:tcPr>
          <w:p w14:paraId="2406AD8E" w14:textId="77777777" w:rsidR="000A1343" w:rsidRDefault="000A1343" w:rsidP="00DE721D">
            <w:pPr>
              <w:pStyle w:val="libPoem"/>
            </w:pPr>
            <w:r>
              <w:rPr>
                <w:rtl/>
                <w:lang w:bidi="fa-IR"/>
              </w:rPr>
              <w:t>مادري الكوفة لو خْلفَت الدرب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3CDC3B" w14:textId="77777777" w:rsidR="000A1343" w:rsidRDefault="000A1343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D98D63" w14:textId="77777777" w:rsidR="000A1343" w:rsidRDefault="000A1343" w:rsidP="00DE721D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هي الكوفة كربلا عندي اِستطلاعْ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1343" w14:paraId="09368EA6" w14:textId="77777777" w:rsidTr="00DE721D">
        <w:trPr>
          <w:trHeight w:val="350"/>
        </w:trPr>
        <w:tc>
          <w:tcPr>
            <w:tcW w:w="3920" w:type="dxa"/>
          </w:tcPr>
          <w:p w14:paraId="38B80604" w14:textId="77777777" w:rsidR="000A1343" w:rsidRDefault="000A1343" w:rsidP="00DE721D">
            <w:pPr>
              <w:pStyle w:val="libPoem"/>
            </w:pPr>
            <w:r>
              <w:rPr>
                <w:rtl/>
                <w:lang w:bidi="fa-IR"/>
              </w:rPr>
              <w:t>يحسين ما هي بالحميّة والمفازيع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CB92FC" w14:textId="77777777" w:rsidR="000A1343" w:rsidRDefault="000A1343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D2849E" w14:textId="77777777" w:rsidR="000A1343" w:rsidRDefault="000A1343" w:rsidP="00DE721D">
            <w:pPr>
              <w:pStyle w:val="libPoem"/>
            </w:pPr>
            <w:r>
              <w:rPr>
                <w:rtl/>
                <w:lang w:bidi="fa-IR"/>
              </w:rPr>
              <w:t>والأسد ما يصبر اُوهو يسمع زعازِيع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1343" w14:paraId="043E5B26" w14:textId="77777777" w:rsidTr="00DE721D">
        <w:trPr>
          <w:trHeight w:val="350"/>
        </w:trPr>
        <w:tc>
          <w:tcPr>
            <w:tcW w:w="3920" w:type="dxa"/>
          </w:tcPr>
          <w:p w14:paraId="0D0B2357" w14:textId="77777777" w:rsidR="000A1343" w:rsidRDefault="000A1343" w:rsidP="00DE721D">
            <w:pPr>
              <w:pStyle w:val="libPoem"/>
            </w:pPr>
            <w:r>
              <w:rPr>
                <w:rtl/>
                <w:lang w:bidi="fa-IR"/>
              </w:rPr>
              <w:t>لولا القضا واللهِ ما نرضى ولا نطيع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577A72" w14:textId="77777777" w:rsidR="000A1343" w:rsidRDefault="000A1343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A01704F" w14:textId="77777777" w:rsidR="000A1343" w:rsidRDefault="000A1343" w:rsidP="00DE721D">
            <w:pPr>
              <w:pStyle w:val="libPoem"/>
            </w:pPr>
            <w:r>
              <w:rPr>
                <w:rtl/>
                <w:lang w:bidi="fa-IR"/>
              </w:rPr>
              <w:t>وآنا غرامي نازلة بساعة المفزاع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1343" w14:paraId="191C12CC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73B691D" w14:textId="77777777" w:rsidR="000A1343" w:rsidRDefault="000A1343" w:rsidP="00DE721D">
            <w:pPr>
              <w:pStyle w:val="libPoem"/>
            </w:pPr>
            <w:r>
              <w:rPr>
                <w:rtl/>
                <w:lang w:bidi="fa-IR"/>
              </w:rPr>
              <w:t>بالأمس يوم المرتضى والعلَم منشور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3C7318" w14:textId="77777777" w:rsidR="000A1343" w:rsidRDefault="000A1343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185FB2" w14:textId="77777777" w:rsidR="000A1343" w:rsidRDefault="000A1343" w:rsidP="00DE721D">
            <w:pPr>
              <w:pStyle w:val="libPoem"/>
            </w:pPr>
            <w:r>
              <w:rPr>
                <w:rtl/>
                <w:lang w:bidi="fa-IR"/>
              </w:rPr>
              <w:t>يا ما على العدوان حمنا حوم لصقور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509DB7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306F6" w14:paraId="7B81E5D3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46368A9A" w14:textId="77777777" w:rsidR="006306F6" w:rsidRDefault="006306F6" w:rsidP="00DE721D">
            <w:pPr>
              <w:pStyle w:val="libPoem"/>
            </w:pPr>
            <w:r>
              <w:rPr>
                <w:rtl/>
                <w:lang w:bidi="fa-IR"/>
              </w:rPr>
              <w:lastRenderedPageBreak/>
              <w:t>يا ما هدمنا اِصفوف أعظم من بنا السّور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5700C44" w14:textId="77777777" w:rsidR="006306F6" w:rsidRDefault="006306F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69349C6" w14:textId="77777777" w:rsidR="006306F6" w:rsidRDefault="006306F6" w:rsidP="00DE721D">
            <w:pPr>
              <w:pStyle w:val="libPoem"/>
            </w:pPr>
            <w:r>
              <w:rPr>
                <w:rtl/>
                <w:lang w:bidi="fa-IR"/>
              </w:rPr>
              <w:t>والأرض ما نشفت ولا طير الفلا جاع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06F6" w14:paraId="257C0582" w14:textId="77777777" w:rsidTr="00DE721D">
        <w:trPr>
          <w:trHeight w:val="350"/>
        </w:trPr>
        <w:tc>
          <w:tcPr>
            <w:tcW w:w="3920" w:type="dxa"/>
          </w:tcPr>
          <w:p w14:paraId="415AD8FF" w14:textId="77777777" w:rsidR="006306F6" w:rsidRDefault="006306F6" w:rsidP="00DE721D">
            <w:pPr>
              <w:pStyle w:val="libPoem"/>
            </w:pPr>
            <w:r>
              <w:rPr>
                <w:rtl/>
                <w:lang w:bidi="fa-IR"/>
              </w:rPr>
              <w:t>يحسين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متفيد التماني والتزافير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438687" w14:textId="77777777" w:rsidR="006306F6" w:rsidRDefault="006306F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8CC55B" w14:textId="77777777" w:rsidR="006306F6" w:rsidRDefault="006306F6" w:rsidP="00DE721D">
            <w:pPr>
              <w:pStyle w:val="libPoem"/>
            </w:pPr>
            <w:r>
              <w:rPr>
                <w:rtl/>
                <w:lang w:bidi="fa-IR"/>
              </w:rPr>
              <w:t>طيرٌ بلا جنحان ما له مقْدَرة اِيطير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06F6" w14:paraId="7D94F824" w14:textId="77777777" w:rsidTr="00DE721D">
        <w:trPr>
          <w:trHeight w:val="350"/>
        </w:trPr>
        <w:tc>
          <w:tcPr>
            <w:tcW w:w="3920" w:type="dxa"/>
          </w:tcPr>
          <w:p w14:paraId="21EC10B7" w14:textId="77777777" w:rsidR="006306F6" w:rsidRDefault="006306F6" w:rsidP="00DE721D">
            <w:pPr>
              <w:pStyle w:val="libPoem"/>
            </w:pPr>
            <w:r>
              <w:rPr>
                <w:rtl/>
                <w:lang w:bidi="fa-IR"/>
              </w:rPr>
              <w:t>بيني اُو بين ابن النّبي حالت مقادير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49F0B4" w14:textId="77777777" w:rsidR="006306F6" w:rsidRDefault="006306F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7A41A62" w14:textId="77777777" w:rsidR="006306F6" w:rsidRDefault="006306F6" w:rsidP="00DE721D">
            <w:pPr>
              <w:pStyle w:val="libPoem"/>
            </w:pPr>
            <w:r>
              <w:rPr>
                <w:rtl/>
                <w:lang w:bidi="fa-IR"/>
              </w:rPr>
              <w:t>وآنا الذي بالزلزلة ما قلبي ارتاع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06F6" w14:paraId="0FA7DC80" w14:textId="77777777" w:rsidTr="00DE721D">
        <w:trPr>
          <w:trHeight w:val="350"/>
        </w:trPr>
        <w:tc>
          <w:tcPr>
            <w:tcW w:w="3920" w:type="dxa"/>
          </w:tcPr>
          <w:p w14:paraId="57007569" w14:textId="77777777" w:rsidR="006306F6" w:rsidRDefault="006306F6" w:rsidP="00DE721D">
            <w:pPr>
              <w:pStyle w:val="libPoem"/>
            </w:pPr>
            <w:r>
              <w:rPr>
                <w:rtl/>
                <w:lang w:bidi="fa-IR"/>
              </w:rPr>
              <w:t>نصرك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علينا يا لولي معلوم واجب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A5328F" w14:textId="77777777" w:rsidR="006306F6" w:rsidRDefault="006306F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9163A1" w14:textId="77777777" w:rsidR="006306F6" w:rsidRDefault="006306F6" w:rsidP="00DE721D">
            <w:pPr>
              <w:pStyle w:val="libPoem"/>
            </w:pPr>
            <w:r>
              <w:rPr>
                <w:rtl/>
                <w:lang w:bidi="fa-IR"/>
              </w:rPr>
              <w:t>وابنصْرتك يحسين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أولى امن الأجانب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06F6" w14:paraId="7C5F3FB1" w14:textId="77777777" w:rsidTr="00DE721D">
        <w:trPr>
          <w:trHeight w:val="350"/>
        </w:trPr>
        <w:tc>
          <w:tcPr>
            <w:tcW w:w="3920" w:type="dxa"/>
          </w:tcPr>
          <w:p w14:paraId="35C2D924" w14:textId="77777777" w:rsidR="006306F6" w:rsidRDefault="006306F6" w:rsidP="00DE721D">
            <w:pPr>
              <w:pStyle w:val="libPoem"/>
            </w:pPr>
            <w:r>
              <w:rPr>
                <w:rtl/>
                <w:lang w:bidi="fa-IR"/>
              </w:rPr>
              <w:t>وآنا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الذي معروف في كُلّ الحرايب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110E3A" w14:textId="77777777" w:rsidR="006306F6" w:rsidRDefault="006306F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5B79E0" w14:textId="77777777" w:rsidR="006306F6" w:rsidRDefault="006306F6" w:rsidP="00DE721D">
            <w:pPr>
              <w:pStyle w:val="libPoem"/>
            </w:pPr>
            <w:r>
              <w:rPr>
                <w:rtl/>
                <w:lang w:bidi="fa-IR"/>
              </w:rPr>
              <w:t>معروف فعلي أبد ما يقربني اِشجاع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06F6" w14:paraId="179DBE54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D1B67C7" w14:textId="77777777" w:rsidR="006306F6" w:rsidRDefault="006306F6" w:rsidP="00DE721D">
            <w:pPr>
              <w:pStyle w:val="libPoem"/>
            </w:pPr>
            <w:r>
              <w:rPr>
                <w:rtl/>
                <w:lang w:bidi="fa-IR"/>
              </w:rPr>
              <w:t>خلّوا البكى والنوح لي يَهلِ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692E82" w14:textId="77777777" w:rsidR="006306F6" w:rsidRDefault="006306F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2A1CC0" w14:textId="77777777" w:rsidR="006306F6" w:rsidRDefault="006306F6" w:rsidP="00DE721D">
            <w:pPr>
              <w:pStyle w:val="libPoem"/>
            </w:pPr>
            <w:r>
              <w:rPr>
                <w:rtl/>
                <w:lang w:bidi="fa-IR"/>
              </w:rPr>
              <w:t>كُلْ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حين أزور المصطفى واَسمع ونينَه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06F6" w14:paraId="363C5DBD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99B686C" w14:textId="77777777" w:rsidR="006306F6" w:rsidRDefault="006306F6" w:rsidP="00DE721D">
            <w:pPr>
              <w:pStyle w:val="libPoem"/>
            </w:pPr>
            <w:r>
              <w:rPr>
                <w:rtl/>
                <w:lang w:bidi="fa-IR"/>
              </w:rPr>
              <w:t>في وسط قبره ِيصيح سبطي ذابحينه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01AAC8" w14:textId="77777777" w:rsidR="006306F6" w:rsidRDefault="006306F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01B9A9" w14:textId="77777777" w:rsidR="006306F6" w:rsidRDefault="006306F6" w:rsidP="00DE721D">
            <w:pPr>
              <w:pStyle w:val="libPoem"/>
            </w:pPr>
            <w:r>
              <w:rPr>
                <w:rtl/>
                <w:lang w:bidi="fa-IR"/>
              </w:rPr>
              <w:t>في كربلا مذبوح واِمْكسّر الأضلاع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06F6" w14:paraId="2AF42B8B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4E4F13A" w14:textId="77777777" w:rsidR="006306F6" w:rsidRDefault="006306F6" w:rsidP="00DE721D">
            <w:pPr>
              <w:pStyle w:val="libPoem"/>
            </w:pPr>
            <w:r>
              <w:rPr>
                <w:rtl/>
                <w:lang w:bidi="fa-IR"/>
              </w:rPr>
              <w:t>في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داعَة الله اُوفي أمان اللهِ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07288C" w14:textId="77777777" w:rsidR="006306F6" w:rsidRDefault="006306F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AB3A9C" w14:textId="77777777" w:rsidR="006306F6" w:rsidRDefault="006306F6" w:rsidP="00DE721D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هيّه شيلة سفر هذي شيلة البين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06F6" w14:paraId="32003029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437482A" w14:textId="77777777" w:rsidR="006306F6" w:rsidRDefault="006306F6" w:rsidP="00DE721D">
            <w:pPr>
              <w:pStyle w:val="libPoem"/>
            </w:pPr>
            <w:r>
              <w:rPr>
                <w:rtl/>
                <w:lang w:bidi="fa-IR"/>
              </w:rPr>
              <w:t>واِنْ سايلوني اَهل المدينة قاصد الوين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D856D7" w14:textId="77777777" w:rsidR="006306F6" w:rsidRDefault="006306F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883905" w14:textId="77777777" w:rsidR="006306F6" w:rsidRDefault="006306F6" w:rsidP="00DE721D">
            <w:pPr>
              <w:pStyle w:val="libPoem"/>
            </w:pPr>
            <w:r>
              <w:rPr>
                <w:rtl/>
                <w:lang w:bidi="fa-IR"/>
              </w:rPr>
              <w:t>شاقول يا ذخري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 يا عزّي يمنّاع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C446957" w14:textId="77777777" w:rsidR="00EE7C84" w:rsidRDefault="00E21949" w:rsidP="006306F6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52E47" w14:paraId="6506A77C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7789FD47" w14:textId="77777777" w:rsidR="00452E47" w:rsidRDefault="00452E47" w:rsidP="00DE721D">
            <w:pPr>
              <w:pStyle w:val="libPoem"/>
            </w:pPr>
            <w:r>
              <w:rPr>
                <w:rtl/>
                <w:lang w:bidi="fa-IR"/>
              </w:rPr>
              <w:t>طول الغيبة اِحسين باَراض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3C6825C" w14:textId="77777777" w:rsidR="00452E47" w:rsidRDefault="00452E47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183B6BF" w14:textId="77777777" w:rsidR="00452E47" w:rsidRDefault="00452E47" w:rsidP="00DE721D">
            <w:pPr>
              <w:pStyle w:val="libPoem"/>
            </w:pPr>
            <w:r>
              <w:rPr>
                <w:rtl/>
                <w:lang w:bidi="fa-IR"/>
              </w:rPr>
              <w:t>يمتى يجى المرسول منّك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2E47" w14:paraId="5424AA32" w14:textId="77777777" w:rsidTr="00DE721D">
        <w:trPr>
          <w:trHeight w:val="350"/>
        </w:trPr>
        <w:tc>
          <w:tcPr>
            <w:tcW w:w="3920" w:type="dxa"/>
          </w:tcPr>
          <w:p w14:paraId="4B5421AE" w14:textId="77777777" w:rsidR="00452E47" w:rsidRDefault="00452E47" w:rsidP="00DE721D">
            <w:pPr>
              <w:pStyle w:val="libPoem"/>
            </w:pPr>
            <w:r>
              <w:rPr>
                <w:rtl/>
                <w:lang w:bidi="fa-IR"/>
              </w:rPr>
              <w:t>والله اِفراقك يا عضيدي فتّت اِحشاي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9CDDAF" w14:textId="77777777" w:rsidR="00452E47" w:rsidRDefault="00452E47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F17BBC" w14:textId="77777777" w:rsidR="00452E47" w:rsidRDefault="00452E47" w:rsidP="00DE721D">
            <w:pPr>
              <w:pStyle w:val="libPoem"/>
            </w:pPr>
            <w:r>
              <w:rPr>
                <w:rtl/>
                <w:lang w:bidi="fa-IR"/>
              </w:rPr>
              <w:t>من يوم وفّادك لفت يا حامي اِحماي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2E47" w14:paraId="4D52718C" w14:textId="77777777" w:rsidTr="00DE721D">
        <w:trPr>
          <w:trHeight w:val="350"/>
        </w:trPr>
        <w:tc>
          <w:tcPr>
            <w:tcW w:w="3920" w:type="dxa"/>
          </w:tcPr>
          <w:p w14:paraId="1DA22445" w14:textId="77777777" w:rsidR="00452E47" w:rsidRDefault="00452E47" w:rsidP="00DE721D">
            <w:pPr>
              <w:pStyle w:val="libPoem"/>
            </w:pPr>
            <w:r>
              <w:rPr>
                <w:rtl/>
                <w:lang w:bidi="fa-IR"/>
              </w:rPr>
              <w:t>عيشي تكدّر يا عضيدي وازاد بلواي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563851" w14:textId="77777777" w:rsidR="00452E47" w:rsidRDefault="00452E47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BB5FAE" w14:textId="77777777" w:rsidR="00452E47" w:rsidRDefault="00452E47" w:rsidP="00DE721D">
            <w:pPr>
              <w:pStyle w:val="libPoem"/>
            </w:pPr>
            <w:r>
              <w:rPr>
                <w:rtl/>
                <w:lang w:bidi="fa-IR"/>
              </w:rPr>
              <w:t>دابي أنوح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اُوأجدب الونّة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2E47" w14:paraId="306AB790" w14:textId="77777777" w:rsidTr="00DE721D">
        <w:trPr>
          <w:trHeight w:val="350"/>
        </w:trPr>
        <w:tc>
          <w:tcPr>
            <w:tcW w:w="3920" w:type="dxa"/>
          </w:tcPr>
          <w:p w14:paraId="6EDAF1CE" w14:textId="77777777" w:rsidR="00452E47" w:rsidRDefault="00452E47" w:rsidP="00DE721D">
            <w:pPr>
              <w:pStyle w:val="libPoem"/>
            </w:pPr>
            <w:r>
              <w:rPr>
                <w:rtl/>
                <w:lang w:bidi="fa-IR"/>
              </w:rPr>
              <w:t>من شِلت عنّي ما هنا عيشى اُوزادي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7B65E4" w14:textId="77777777" w:rsidR="00452E47" w:rsidRDefault="00452E47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900D7FB" w14:textId="77777777" w:rsidR="00452E47" w:rsidRDefault="00452E47" w:rsidP="00DE721D">
            <w:pPr>
              <w:pStyle w:val="libPoem"/>
            </w:pPr>
            <w:r>
              <w:rPr>
                <w:rtl/>
                <w:lang w:bidi="fa-IR"/>
              </w:rPr>
              <w:t>اُو كثْر الحنين امن النّسا ذوّب اُفّادي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2E47" w14:paraId="549B6B76" w14:textId="77777777" w:rsidTr="00DE721D">
        <w:trPr>
          <w:trHeight w:val="350"/>
        </w:trPr>
        <w:tc>
          <w:tcPr>
            <w:tcW w:w="3920" w:type="dxa"/>
          </w:tcPr>
          <w:p w14:paraId="0910E110" w14:textId="77777777" w:rsidR="00452E47" w:rsidRDefault="00452E47" w:rsidP="00DE721D">
            <w:pPr>
              <w:pStyle w:val="libPoem"/>
            </w:pPr>
            <w:r>
              <w:rPr>
                <w:rtl/>
                <w:lang w:bidi="fa-IR"/>
              </w:rPr>
              <w:t>اُو هذي الوفد يحسين جت من كُلِّ 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96DCCE" w14:textId="77777777" w:rsidR="00452E47" w:rsidRDefault="00452E47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A1BB4E" w14:textId="77777777" w:rsidR="00452E47" w:rsidRDefault="00452E47" w:rsidP="00DE721D">
            <w:pPr>
              <w:pStyle w:val="libPoem"/>
            </w:pPr>
            <w:r>
              <w:rPr>
                <w:rtl/>
                <w:lang w:bidi="fa-IR"/>
              </w:rPr>
              <w:t>جتْ لك على المُعتاد يبغون العطيّه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2E47" w14:paraId="782962E8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9767CAF" w14:textId="77777777" w:rsidR="00452E47" w:rsidRDefault="00452E47" w:rsidP="00DE721D">
            <w:pPr>
              <w:pStyle w:val="libPoem"/>
            </w:pPr>
            <w:r>
              <w:rPr>
                <w:rtl/>
                <w:lang w:bidi="fa-IR"/>
              </w:rPr>
              <w:t>بعدك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يخويه اليوم ينعى في المنازل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9A3838" w14:textId="77777777" w:rsidR="00452E47" w:rsidRDefault="00452E47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6B6C60" w14:textId="77777777" w:rsidR="00452E47" w:rsidRDefault="00452E47" w:rsidP="00DE721D">
            <w:pPr>
              <w:pStyle w:val="libPoem"/>
            </w:pPr>
            <w:r>
              <w:rPr>
                <w:rtl/>
                <w:lang w:bidi="fa-IR"/>
              </w:rPr>
              <w:t>اُوجوفي نحيل اِمن المرض والدّمع سايل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2E47" w14:paraId="5AF862AF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6C46749" w14:textId="77777777" w:rsidR="00452E47" w:rsidRDefault="00452E47" w:rsidP="00DE721D">
            <w:pPr>
              <w:pStyle w:val="libPoem"/>
            </w:pPr>
            <w:r>
              <w:rPr>
                <w:rtl/>
                <w:lang w:bidi="fa-IR"/>
              </w:rPr>
              <w:t>وا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ضيعة الوفّاد بعدَك والأرامل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BB4DA3" w14:textId="77777777" w:rsidR="00452E47" w:rsidRDefault="00452E47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9E3232" w14:textId="77777777" w:rsidR="00452E47" w:rsidRDefault="00452E47" w:rsidP="00DE721D">
            <w:pPr>
              <w:pStyle w:val="libPoem"/>
            </w:pPr>
            <w:r>
              <w:rPr>
                <w:rtl/>
                <w:lang w:bidi="fa-IR"/>
              </w:rPr>
              <w:t>الله يعود اِحسين للدّور الخليّه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2E47" w14:paraId="67853046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5EEA819" w14:textId="77777777" w:rsidR="00452E47" w:rsidRDefault="00452E47" w:rsidP="00DE721D">
            <w:pPr>
              <w:pStyle w:val="libPoem"/>
            </w:pPr>
            <w:r>
              <w:rPr>
                <w:rtl/>
                <w:lang w:bidi="fa-IR"/>
              </w:rPr>
              <w:t>يمتى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يخويه تلتقي عيني اِبعينَك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B3765D" w14:textId="77777777" w:rsidR="00452E47" w:rsidRDefault="00452E47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D098DE" w14:textId="77777777" w:rsidR="00452E47" w:rsidRDefault="00452E47" w:rsidP="00DE721D">
            <w:pPr>
              <w:pStyle w:val="libPoem"/>
            </w:pPr>
            <w:r>
              <w:rPr>
                <w:rtl/>
                <w:lang w:bidi="fa-IR"/>
              </w:rPr>
              <w:t>ويّاك قومي اُو عزوتي اُو جملة بنيّك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2E47" w14:paraId="5BB2076E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B99CD09" w14:textId="77777777" w:rsidR="00452E47" w:rsidRDefault="00452E47" w:rsidP="00DE721D">
            <w:pPr>
              <w:pStyle w:val="libPoem"/>
            </w:pPr>
            <w:r>
              <w:rPr>
                <w:rtl/>
                <w:lang w:bidi="fa-IR"/>
              </w:rPr>
              <w:t>اِتمنّيت أشيل العَلَم قدّامك وَعينَك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5BC9C7" w14:textId="77777777" w:rsidR="00452E47" w:rsidRDefault="00452E47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58CCB5" w14:textId="77777777" w:rsidR="00452E47" w:rsidRDefault="00452E47" w:rsidP="00DE721D">
            <w:pPr>
              <w:pStyle w:val="libPoem"/>
            </w:pPr>
            <w:r>
              <w:rPr>
                <w:rtl/>
                <w:lang w:bidi="fa-IR"/>
              </w:rPr>
              <w:t>يا حَيِّ ذاك الوجه منّك ياشفيّه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2E47" w14:paraId="7DA9171F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7D3F255" w14:textId="77777777" w:rsidR="00452E47" w:rsidRDefault="00452E47" w:rsidP="00DE721D">
            <w:pPr>
              <w:pStyle w:val="libPoem"/>
            </w:pPr>
            <w:r>
              <w:rPr>
                <w:rtl/>
                <w:lang w:bidi="fa-IR"/>
              </w:rPr>
              <w:t>يمتى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تجي يحسين يا نور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048BE1" w14:textId="77777777" w:rsidR="00452E47" w:rsidRDefault="00452E47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77313F" w14:textId="77777777" w:rsidR="00452E47" w:rsidRDefault="00452E47" w:rsidP="00DE721D">
            <w:pPr>
              <w:pStyle w:val="libPoem"/>
            </w:pPr>
            <w:r>
              <w:rPr>
                <w:rtl/>
                <w:lang w:bidi="fa-IR"/>
              </w:rPr>
              <w:t>حتّى يزول الضيم عنّا يا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AE90D4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1319F" w14:paraId="7E260D5A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39AF30F0" w14:textId="77777777" w:rsidR="0021319F" w:rsidRDefault="0021319F" w:rsidP="00DE721D">
            <w:pPr>
              <w:pStyle w:val="libPoem"/>
            </w:pPr>
            <w:r>
              <w:rPr>
                <w:rtl/>
                <w:lang w:bidi="fa-IR"/>
              </w:rPr>
              <w:lastRenderedPageBreak/>
              <w:t>هذي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المنازل خاليه اُوبنْتك حزينَه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0F5405B" w14:textId="77777777" w:rsidR="0021319F" w:rsidRDefault="0021319F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BB29C61" w14:textId="77777777" w:rsidR="0021319F" w:rsidRDefault="0021319F" w:rsidP="00DE721D">
            <w:pPr>
              <w:pStyle w:val="libPoem"/>
            </w:pPr>
            <w:r>
              <w:rPr>
                <w:rtl/>
                <w:lang w:bidi="fa-IR"/>
              </w:rPr>
              <w:t>بعدك يخويه أظلم المنزل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1319F" w14:paraId="0FCABA6F" w14:textId="77777777" w:rsidTr="00DE721D">
        <w:trPr>
          <w:trHeight w:val="350"/>
        </w:trPr>
        <w:tc>
          <w:tcPr>
            <w:tcW w:w="3920" w:type="dxa"/>
          </w:tcPr>
          <w:p w14:paraId="14DB26EA" w14:textId="77777777" w:rsidR="0021319F" w:rsidRDefault="0021319F" w:rsidP="00DE721D">
            <w:pPr>
              <w:pStyle w:val="libPoem"/>
            </w:pPr>
            <w:r>
              <w:rPr>
                <w:rtl/>
                <w:lang w:bidi="fa-IR"/>
              </w:rPr>
              <w:t>إربيت بظلالك اُوزال اليوم عنّي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70A42B" w14:textId="77777777" w:rsidR="0021319F" w:rsidRDefault="0021319F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56D233" w14:textId="77777777" w:rsidR="0021319F" w:rsidRDefault="0021319F" w:rsidP="00DE721D">
            <w:pPr>
              <w:pStyle w:val="libPoem"/>
            </w:pPr>
            <w:r>
              <w:rPr>
                <w:rtl/>
                <w:lang w:bidi="fa-IR"/>
              </w:rPr>
              <w:t>واليوم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بعدك ما بِسَم بالفرح سنّي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1319F" w14:paraId="55661AAD" w14:textId="77777777" w:rsidTr="00DE721D">
        <w:trPr>
          <w:trHeight w:val="350"/>
        </w:trPr>
        <w:tc>
          <w:tcPr>
            <w:tcW w:w="3920" w:type="dxa"/>
          </w:tcPr>
          <w:p w14:paraId="6F5EE7DF" w14:textId="77777777" w:rsidR="0021319F" w:rsidRDefault="0021319F" w:rsidP="00DE721D">
            <w:pPr>
              <w:pStyle w:val="libPoem"/>
            </w:pPr>
            <w:r>
              <w:rPr>
                <w:rtl/>
                <w:lang w:bidi="fa-IR"/>
              </w:rPr>
              <w:t>اُو لديار بعدك يا عضيدي توحّشني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F25504" w14:textId="77777777" w:rsidR="0021319F" w:rsidRDefault="0021319F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B44FCC" w14:textId="77777777" w:rsidR="0021319F" w:rsidRDefault="0021319F" w:rsidP="00DE721D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أوحش الدّنيا عقب عينك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91A4952" w14:textId="77777777" w:rsidR="00EE7C84" w:rsidRDefault="00E21949" w:rsidP="0021319F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p w14:paraId="107BACE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73A4D2C9" w14:textId="77777777" w:rsidR="00EE7C84" w:rsidRDefault="00EE7C84" w:rsidP="00AD47E7">
      <w:pPr>
        <w:pStyle w:val="Heading2Center"/>
        <w:rPr>
          <w:lang w:bidi="fa-IR"/>
        </w:rPr>
      </w:pPr>
      <w:bookmarkStart w:id="10" w:name="_Toc17226569"/>
      <w:r>
        <w:rPr>
          <w:rtl/>
          <w:lang w:bidi="fa-IR"/>
        </w:rPr>
        <w:lastRenderedPageBreak/>
        <w:t>الفصل الثاني</w:t>
      </w:r>
      <w:bookmarkEnd w:id="10"/>
    </w:p>
    <w:p w14:paraId="1537640E" w14:textId="77777777" w:rsidR="00EE7C84" w:rsidRDefault="00EE7C84" w:rsidP="00AD47E7">
      <w:pPr>
        <w:pStyle w:val="Heading2Center"/>
        <w:rPr>
          <w:lang w:bidi="fa-IR"/>
        </w:rPr>
      </w:pPr>
      <w:bookmarkStart w:id="11" w:name="_Toc17226570"/>
      <w:r>
        <w:rPr>
          <w:rtl/>
          <w:lang w:bidi="fa-IR"/>
        </w:rPr>
        <w:t>في وداع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لجدّه (</w:t>
      </w:r>
      <w:r w:rsidR="002A105B" w:rsidRPr="002A105B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</w:t>
      </w:r>
      <w:bookmarkEnd w:id="11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3"/>
        <w:gridCol w:w="304"/>
        <w:gridCol w:w="3914"/>
      </w:tblGrid>
      <w:tr w:rsidR="00E9007D" w14:paraId="16C5B92E" w14:textId="77777777" w:rsidTr="00E9007D">
        <w:trPr>
          <w:trHeight w:val="350"/>
        </w:trPr>
        <w:tc>
          <w:tcPr>
            <w:tcW w:w="3536" w:type="dxa"/>
            <w:shd w:val="clear" w:color="auto" w:fill="auto"/>
          </w:tcPr>
          <w:p w14:paraId="09062A75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في داعَة الله يا قبر جدّي يمبرور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4C9774EA" w14:textId="77777777" w:rsidR="00E9007D" w:rsidRDefault="00E9007D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14:paraId="696D0780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عنّك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اِمسافر بالحمولة اُو غالق الدُّور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007D" w14:paraId="07927312" w14:textId="77777777" w:rsidTr="00E9007D">
        <w:trPr>
          <w:trHeight w:val="350"/>
        </w:trPr>
        <w:tc>
          <w:tcPr>
            <w:tcW w:w="3536" w:type="dxa"/>
          </w:tcPr>
          <w:p w14:paraId="3A5DE0F8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هو اِبطيبي سفرتي غصباً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E8C59F8" w14:textId="77777777" w:rsidR="00E9007D" w:rsidRDefault="00E9007D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9644AB3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طيبة أخلّيها واَروح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007D" w14:paraId="461E260B" w14:textId="77777777" w:rsidTr="00E9007D">
        <w:trPr>
          <w:trHeight w:val="350"/>
        </w:trPr>
        <w:tc>
          <w:tcPr>
            <w:tcW w:w="3536" w:type="dxa"/>
          </w:tcPr>
          <w:p w14:paraId="18553C4E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تبقى مدارسنا اُو منابرنا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8F729BF" w14:textId="77777777" w:rsidR="00E9007D" w:rsidRDefault="00E9007D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D093AB5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من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عقب ما هي مزهوة اِبزهرة هلبدور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007D" w14:paraId="184EE70D" w14:textId="77777777" w:rsidTr="00E9007D">
        <w:trPr>
          <w:trHeight w:val="350"/>
        </w:trPr>
        <w:tc>
          <w:tcPr>
            <w:tcW w:w="3536" w:type="dxa"/>
          </w:tcPr>
          <w:p w14:paraId="0DA64A3E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أوّل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تبدَّ بالظلم حبتر يمختار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F7AE29F" w14:textId="77777777" w:rsidR="00E9007D" w:rsidRDefault="00E9007D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854CD25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للدار جانا بالحطبْ والجزل والنّار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007D" w14:paraId="68A92DA6" w14:textId="77777777" w:rsidTr="00E9007D">
        <w:trPr>
          <w:trHeight w:val="350"/>
        </w:trPr>
        <w:tc>
          <w:tcPr>
            <w:tcW w:w="3536" w:type="dxa"/>
          </w:tcPr>
          <w:p w14:paraId="260292B3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حرقوا يجدّي دارنا اُوقادَوا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BC2A09D" w14:textId="77777777" w:rsidR="00E9007D" w:rsidRDefault="00E9007D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4987ABC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يا ليت عينك تنظره بالحبل مجرور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007D" w14:paraId="64AE560D" w14:textId="77777777" w:rsidTr="00E900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D4931B7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واِتواثبوا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الشنّين يا جدّي علينه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C050F59" w14:textId="77777777" w:rsidR="00E9007D" w:rsidRDefault="00E9007D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92AA951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إقطام بالكوفة اُوجعدة في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007D" w14:paraId="0E52C312" w14:textId="77777777" w:rsidTr="00E900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F281175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اُونالوا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مناهم والذي راموه فينه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F327C17" w14:textId="77777777" w:rsidR="00E9007D" w:rsidRDefault="00E9007D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ECF35E1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اُوخلّوا علينا يبتهج جوّاب لحمور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007D" w14:paraId="451DA025" w14:textId="77777777" w:rsidTr="00E900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8124436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والْلي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وصّيت ابها البتولة روّعوها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FCF87B7" w14:textId="77777777" w:rsidR="00E9007D" w:rsidRDefault="00E9007D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7961E85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بالباب والحايط يجدّي اَعصروها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007D" w14:paraId="4024435A" w14:textId="77777777" w:rsidTr="00E900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C957E64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اُومنْ شدّة العصْرة يجدّي اَسقطوها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E1E78BA" w14:textId="77777777" w:rsidR="00E9007D" w:rsidRDefault="00E9007D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20A4C76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ليتك تراها والضلع بالباب مكسور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007D" w14:paraId="08B32F77" w14:textId="77777777" w:rsidTr="00E900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4A38B088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واِبقيت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أنا حاير وصب اِدموع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BD92D44" w14:textId="77777777" w:rsidR="00E9007D" w:rsidRDefault="00E9007D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5AA7E11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واشوف ميراثي الأعادي غاصبيني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007D" w14:paraId="64B78CEF" w14:textId="77777777" w:rsidTr="00E900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D30A12D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أبكي على ذيكِ الحمولة اِمفارقيني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DA416FD" w14:textId="77777777" w:rsidR="00E9007D" w:rsidRDefault="00E9007D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B12A102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ضمني اِبقبرك يا رسول الله يمبرور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007D" w14:paraId="3DF4FD83" w14:textId="77777777" w:rsidTr="00E900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0A6AA67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اِقعد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يجدّي شوف من باِبنك فديته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4E41BBE" w14:textId="77777777" w:rsidR="00E9007D" w:rsidRDefault="00E9007D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E091845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خارج من اِجوارك بجملة أهل بيتَه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007D" w14:paraId="356186BA" w14:textId="77777777" w:rsidTr="00E900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AAE5A89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لأرض المنايا والقدر حانتْ منيته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DD432B5" w14:textId="77777777" w:rsidR="00E9007D" w:rsidRDefault="00E9007D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0AA03D3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ضاقت بنا البلدان اُوضاقت كُل البرور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007D" w14:paraId="6CF3B864" w14:textId="77777777" w:rsidTr="00E900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97A5593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قلّه اِتروح إلكربلا واتِخْذَّها 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531D798" w14:textId="77777777" w:rsidR="00E9007D" w:rsidRDefault="00E9007D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428D156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حتّى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لشيعنا تنجّيهم من النار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007D" w14:paraId="4217B636" w14:textId="77777777" w:rsidTr="00E900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CF5C099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اُوكُل مِن بكا ابحسرة اُو تعنّى اِلقبرك اُوزار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AEA998D" w14:textId="77777777" w:rsidR="00E9007D" w:rsidRDefault="00E9007D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511AC9B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الزاير إله حقٌّ على مِن جاله اِيزور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007D" w14:paraId="62C7F75F" w14:textId="77777777" w:rsidTr="00E900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2B611DB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يوم الحشر يا بني تجي جثّه بلا رأس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DD7C90A" w14:textId="77777777" w:rsidR="00E9007D" w:rsidRDefault="00E9007D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A484D3E" w14:textId="77777777" w:rsidR="00E9007D" w:rsidRDefault="00E9007D" w:rsidP="00DE721D">
            <w:pPr>
              <w:pStyle w:val="libPoem"/>
            </w:pPr>
            <w:r>
              <w:rPr>
                <w:rtl/>
                <w:lang w:bidi="fa-IR"/>
              </w:rPr>
              <w:t>والدّم من نحْرك يثور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 حولك الناس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C69EC0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F20DE" w14:paraId="75E1CE68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76908D53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lastRenderedPageBreak/>
              <w:t>واِتجي البتولة اُوفي يديها اِكفوف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28A9F9E" w14:textId="77777777" w:rsidR="006F20DE" w:rsidRDefault="006F20D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B1A2A9E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واتصيح وا حزني الذبايح يوم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2B851E8" w14:textId="77777777" w:rsidR="00EE7C84" w:rsidRDefault="00E21949" w:rsidP="006F20DE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F20DE" w14:paraId="08C4D11E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242B214D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إنصدع قلب المُصطفى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اُوناداه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5A94FBB" w14:textId="77777777" w:rsidR="006F20DE" w:rsidRDefault="006F20D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B647AB8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خفّ البواكي يالولد يا قرّة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20DE" w14:paraId="68E7B50B" w14:textId="77777777" w:rsidTr="00DE721D">
        <w:trPr>
          <w:trHeight w:val="350"/>
        </w:trPr>
        <w:tc>
          <w:tcPr>
            <w:tcW w:w="3920" w:type="dxa"/>
          </w:tcPr>
          <w:p w14:paraId="01973183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إنصدع قلب المُصطفى قلّه يمظلوم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531841" w14:textId="77777777" w:rsidR="006F20DE" w:rsidRDefault="006F20D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D628CB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خلّيت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دمعي يالولد بالخدِّ مسجوم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20DE" w14:paraId="536A2FC2" w14:textId="77777777" w:rsidTr="00DE721D">
        <w:trPr>
          <w:trHeight w:val="350"/>
        </w:trPr>
        <w:tc>
          <w:tcPr>
            <w:tcW w:w="3920" w:type="dxa"/>
          </w:tcPr>
          <w:p w14:paraId="1C195F85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كنّي أشوفك بالثرى عاري بلا هدوم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723E7F" w14:textId="77777777" w:rsidR="006F20DE" w:rsidRDefault="006F20D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D4450E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والنّحر مبري اِمن القفا اُو مقطوع 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20DE" w14:paraId="3322050D" w14:textId="77777777" w:rsidTr="00DE721D">
        <w:trPr>
          <w:trHeight w:val="350"/>
        </w:trPr>
        <w:tc>
          <w:tcPr>
            <w:tcW w:w="3920" w:type="dxa"/>
          </w:tcPr>
          <w:p w14:paraId="2BB7011E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كنّي أشوفك في فيافي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B294FF" w14:textId="77777777" w:rsidR="006F20DE" w:rsidRDefault="006F20D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0ABDD9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مرمي على الرمضا تدوسَك لعوجيّه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20DE" w14:paraId="13B55435" w14:textId="77777777" w:rsidTr="00DE721D">
        <w:trPr>
          <w:trHeight w:val="350"/>
        </w:trPr>
        <w:tc>
          <w:tcPr>
            <w:tcW w:w="3920" w:type="dxa"/>
          </w:tcPr>
          <w:p w14:paraId="3B2887AF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والراس منّك فوق راس اِلسّمهريّه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EA14C0" w14:textId="77777777" w:rsidR="006F20DE" w:rsidRDefault="006F20D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2ACADD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اُوجثتك تظلْ من غير تغسيلٍ اُو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20DE" w14:paraId="77034CAB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E6C3984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كنّي أعاين صحبتَك صرعى 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E742A4" w14:textId="77777777" w:rsidR="006F20DE" w:rsidRDefault="006F20D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F43E35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واُولاد اُخوك الحسن واِخوانك ولبْنين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20DE" w14:paraId="75DEF269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4A13F05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حتّى رضعيك يذبحونَه يا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FB893E" w14:textId="77777777" w:rsidR="006F20DE" w:rsidRDefault="006F20D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CCF4F9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محسوب منْكم يا لولد يا قرّة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20DE" w14:paraId="7C2388B1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5068D06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اُوكنّي أشوف اِمخيّمك محروق بالنّار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5CE1CA" w14:textId="77777777" w:rsidR="006F20DE" w:rsidRDefault="006F20D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4EEE94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اُوكنّي أشوف اِمخدّراتك فوق لكوار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20DE" w14:paraId="104953E5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A3FE1E9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من غير أقنعه يالولد في أيد الفجار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CAB255" w14:textId="77777777" w:rsidR="006F20DE" w:rsidRDefault="006F20D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286F7A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من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بعد عزّوتها تظلْ بيد الملاعين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20DE" w14:paraId="0D1AEC57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82430FC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وأمّا العليل اِيركّبونه فوق ناقه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78279C" w14:textId="77777777" w:rsidR="006F20DE" w:rsidRDefault="006F20D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94735F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مكشوف رأسه والحبل يجرح لساقه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20DE" w14:paraId="183A7CFA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CE97D80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تبكي صخور الصُّم من شدّة وثاقه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8084AD" w14:textId="77777777" w:rsidR="006F20DE" w:rsidRDefault="006F20D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6E86E9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وجعان فاقد عزّوته ما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تم له اِمعين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20DE" w14:paraId="39917198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6D93E9E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يا بني لوادي كربلا شدّ الضعينه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43E4EE" w14:textId="77777777" w:rsidR="006F20DE" w:rsidRDefault="006F20D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B23468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ما لك قبر يحسين في أرض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20DE" w14:paraId="229B604F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BBF98C8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قبرك باَراضي الغاضريّة حافرينه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54EBDA" w14:textId="77777777" w:rsidR="006F20DE" w:rsidRDefault="006F20D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E8D0B3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مكتوب تُدفن يا لولد من غير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20DE" w14:paraId="707C3F79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DCA8526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في داعَة الله يا غريب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62E377" w14:textId="77777777" w:rsidR="006F20DE" w:rsidRDefault="006F20D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BD0BD7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والله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اِفراقك يا لولد يصعَب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20DE" w14:paraId="2A205C4F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99BF546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لَنصب إلك يحسين في قبري 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1D6310" w14:textId="77777777" w:rsidR="006F20DE" w:rsidRDefault="006F20DE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6E0E1E" w14:textId="77777777" w:rsidR="006F20DE" w:rsidRDefault="006F20DE" w:rsidP="00DE721D">
            <w:pPr>
              <w:pStyle w:val="libPoem"/>
            </w:pPr>
            <w:r>
              <w:rPr>
                <w:rtl/>
                <w:lang w:bidi="fa-IR"/>
              </w:rPr>
              <w:t>واَبكي ونادي يا شهيد الطفِّ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681FA26" w14:textId="77777777" w:rsidR="00EE7C84" w:rsidRDefault="00EE7C84" w:rsidP="006F20DE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95836" w14:paraId="5DE6FB11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3366472B" w14:textId="77777777" w:rsidR="00C95836" w:rsidRDefault="00C95836" w:rsidP="00DE721D">
            <w:pPr>
              <w:pStyle w:val="libPoem"/>
            </w:pPr>
            <w:r>
              <w:rPr>
                <w:rtl/>
                <w:lang w:bidi="fa-IR"/>
              </w:rPr>
              <w:t>إقعد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يهادي الاُمّة لحسين عاين 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5C4FB68" w14:textId="77777777" w:rsidR="00C95836" w:rsidRDefault="00C9583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0EDCD3A" w14:textId="77777777" w:rsidR="00C95836" w:rsidRDefault="00C95836" w:rsidP="00DE721D">
            <w:pPr>
              <w:pStyle w:val="libPoem"/>
            </w:pPr>
            <w:r>
              <w:rPr>
                <w:rtl/>
                <w:lang w:bidi="fa-IR"/>
              </w:rPr>
              <w:t>إمن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المدينة شايل ويّا هَله واِرجال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5836" w14:paraId="77FE04D7" w14:textId="77777777" w:rsidTr="00DE721D">
        <w:trPr>
          <w:trHeight w:val="350"/>
        </w:trPr>
        <w:tc>
          <w:tcPr>
            <w:tcW w:w="3920" w:type="dxa"/>
          </w:tcPr>
          <w:p w14:paraId="013AA295" w14:textId="77777777" w:rsidR="00C95836" w:rsidRDefault="00C95836" w:rsidP="00DE721D">
            <w:pPr>
              <w:pStyle w:val="libPoem"/>
            </w:pPr>
            <w:r>
              <w:rPr>
                <w:rtl/>
                <w:lang w:bidi="fa-IR"/>
              </w:rPr>
              <w:t>وسْطِ اللحد ضمّوني يا مصطفى ويّاكُم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7BD4B8" w14:textId="77777777" w:rsidR="00C95836" w:rsidRDefault="00C9583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9C5F3A" w14:textId="77777777" w:rsidR="00C95836" w:rsidRDefault="00C95836" w:rsidP="00C95836">
            <w:pPr>
              <w:pStyle w:val="libPoem"/>
            </w:pPr>
            <w:r>
              <w:rPr>
                <w:rtl/>
                <w:lang w:bidi="fa-IR"/>
              </w:rPr>
              <w:t>لا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حاجة لي في البقا يا جدّ بين اِعداكُم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5836" w14:paraId="2437072A" w14:textId="77777777" w:rsidTr="00DE721D">
        <w:trPr>
          <w:trHeight w:val="350"/>
        </w:trPr>
        <w:tc>
          <w:tcPr>
            <w:tcW w:w="3920" w:type="dxa"/>
          </w:tcPr>
          <w:p w14:paraId="670CA4F6" w14:textId="77777777" w:rsidR="00C95836" w:rsidRDefault="00C95836" w:rsidP="00DE721D">
            <w:pPr>
              <w:pStyle w:val="libPoem"/>
            </w:pPr>
            <w:r>
              <w:rPr>
                <w:rtl/>
                <w:lang w:bidi="fa-IR"/>
              </w:rPr>
              <w:t>يا جدْ أنا يَردوني أشيل من ملجاكُم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21711E" w14:textId="77777777" w:rsidR="00C95836" w:rsidRDefault="00C9583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FD807C" w14:textId="77777777" w:rsidR="00C95836" w:rsidRDefault="00C95836" w:rsidP="00DE721D">
            <w:pPr>
              <w:pStyle w:val="libPoem"/>
            </w:pPr>
            <w:r>
              <w:rPr>
                <w:rtl/>
                <w:lang w:bidi="fa-IR"/>
              </w:rPr>
              <w:t>هذي كتبهُم بيدي أهل الغدر محتالَه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5836" w14:paraId="480D4E85" w14:textId="77777777" w:rsidTr="00DE721D">
        <w:trPr>
          <w:trHeight w:val="350"/>
        </w:trPr>
        <w:tc>
          <w:tcPr>
            <w:tcW w:w="3920" w:type="dxa"/>
          </w:tcPr>
          <w:p w14:paraId="6E1AA24F" w14:textId="77777777" w:rsidR="00C95836" w:rsidRDefault="00C95836" w:rsidP="00DE721D">
            <w:pPr>
              <w:pStyle w:val="libPoem"/>
            </w:pPr>
            <w:r>
              <w:rPr>
                <w:rtl/>
                <w:lang w:bidi="fa-IR"/>
              </w:rPr>
              <w:t>بس غاب عنّا شخصك ثارت علينا الاُمّه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D1988E" w14:textId="77777777" w:rsidR="00C95836" w:rsidRDefault="00C9583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D629C6" w14:textId="77777777" w:rsidR="00C95836" w:rsidRDefault="00C95836" w:rsidP="00DE721D">
            <w:pPr>
              <w:pStyle w:val="libPoem"/>
            </w:pPr>
            <w:r>
              <w:rPr>
                <w:rtl/>
                <w:lang w:bidi="fa-IR"/>
              </w:rPr>
              <w:t>اُو غصبوا الخلافة منّا والكُلّ يطلب دمّه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18A29F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775" w:type="pct"/>
        <w:tblInd w:w="164" w:type="dxa"/>
        <w:tblLook w:val="01E0" w:firstRow="1" w:lastRow="1" w:firstColumn="1" w:lastColumn="1" w:noHBand="0" w:noVBand="0"/>
      </w:tblPr>
      <w:tblGrid>
        <w:gridCol w:w="4181"/>
        <w:gridCol w:w="303"/>
        <w:gridCol w:w="4068"/>
      </w:tblGrid>
      <w:tr w:rsidR="00663AD1" w14:paraId="6480D186" w14:textId="77777777" w:rsidTr="00663AD1">
        <w:trPr>
          <w:trHeight w:val="350"/>
        </w:trPr>
        <w:tc>
          <w:tcPr>
            <w:tcW w:w="3741" w:type="dxa"/>
            <w:shd w:val="clear" w:color="auto" w:fill="auto"/>
          </w:tcPr>
          <w:p w14:paraId="6C79E1C4" w14:textId="77777777" w:rsidR="00663AD1" w:rsidRDefault="00663AD1" w:rsidP="00DE721D">
            <w:pPr>
              <w:pStyle w:val="libPoem"/>
            </w:pPr>
            <w:r>
              <w:rPr>
                <w:rtl/>
                <w:lang w:bidi="fa-IR"/>
              </w:rPr>
              <w:lastRenderedPageBreak/>
              <w:t>واِتفرّقت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لمّتنا من عقب ذيك اللمّه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  <w:shd w:val="clear" w:color="auto" w:fill="auto"/>
          </w:tcPr>
          <w:p w14:paraId="1AD71D02" w14:textId="77777777" w:rsidR="00663AD1" w:rsidRDefault="00663AD1" w:rsidP="00DE721D">
            <w:pPr>
              <w:pStyle w:val="libPoem"/>
              <w:rPr>
                <w:rtl/>
              </w:rPr>
            </w:pPr>
          </w:p>
        </w:tc>
        <w:tc>
          <w:tcPr>
            <w:tcW w:w="3640" w:type="dxa"/>
            <w:shd w:val="clear" w:color="auto" w:fill="auto"/>
          </w:tcPr>
          <w:p w14:paraId="4980927E" w14:textId="77777777" w:rsidR="00663AD1" w:rsidRDefault="00663AD1" w:rsidP="00DE721D">
            <w:pPr>
              <w:pStyle w:val="libPoem"/>
            </w:pPr>
            <w:r>
              <w:rPr>
                <w:rtl/>
                <w:lang w:bidi="fa-IR"/>
              </w:rPr>
              <w:t>من بعد ذيك العزّة صرنا اِبأسوء 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3AD1" w14:paraId="54FD928B" w14:textId="77777777" w:rsidTr="00663AD1">
        <w:trPr>
          <w:trHeight w:val="350"/>
        </w:trPr>
        <w:tc>
          <w:tcPr>
            <w:tcW w:w="3741" w:type="dxa"/>
          </w:tcPr>
          <w:p w14:paraId="3CF2F525" w14:textId="77777777" w:rsidR="00663AD1" w:rsidRDefault="00663AD1" w:rsidP="00DE721D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جدّ اُمّي الزهرا باِسياطهم ضربوها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4FB362C2" w14:textId="77777777" w:rsidR="00663AD1" w:rsidRDefault="00663AD1" w:rsidP="00DE721D">
            <w:pPr>
              <w:pStyle w:val="libPoem"/>
              <w:rPr>
                <w:rtl/>
              </w:rPr>
            </w:pPr>
          </w:p>
        </w:tc>
        <w:tc>
          <w:tcPr>
            <w:tcW w:w="3640" w:type="dxa"/>
          </w:tcPr>
          <w:p w14:paraId="2FE08FE8" w14:textId="77777777" w:rsidR="00663AD1" w:rsidRDefault="00663AD1" w:rsidP="00663AD1">
            <w:pPr>
              <w:pStyle w:val="libPoem"/>
            </w:pPr>
            <w:r>
              <w:rPr>
                <w:rtl/>
                <w:lang w:bidi="fa-IR"/>
              </w:rPr>
              <w:t>لضلوع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منهااِتكسّرت اُومن الإرث غصبوها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3AD1" w14:paraId="220B3E05" w14:textId="77777777" w:rsidTr="00663AD1">
        <w:trPr>
          <w:trHeight w:val="350"/>
        </w:trPr>
        <w:tc>
          <w:tcPr>
            <w:tcW w:w="3741" w:type="dxa"/>
          </w:tcPr>
          <w:p w14:paraId="1EEBC17B" w14:textId="77777777" w:rsidR="00663AD1" w:rsidRDefault="00663AD1" w:rsidP="00663AD1">
            <w:pPr>
              <w:pStyle w:val="libPoem"/>
            </w:pPr>
            <w:r>
              <w:rPr>
                <w:rtl/>
                <w:lang w:bidi="fa-IR"/>
              </w:rPr>
              <w:t>اُوشيبةأبويه المرتضى اِبفيض الدماخضبوها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56A3D23" w14:textId="77777777" w:rsidR="00663AD1" w:rsidRDefault="00663AD1" w:rsidP="00DE721D">
            <w:pPr>
              <w:pStyle w:val="libPoem"/>
              <w:rPr>
                <w:rtl/>
              </w:rPr>
            </w:pPr>
          </w:p>
        </w:tc>
        <w:tc>
          <w:tcPr>
            <w:tcW w:w="3640" w:type="dxa"/>
          </w:tcPr>
          <w:p w14:paraId="67B83D0E" w14:textId="77777777" w:rsidR="00663AD1" w:rsidRDefault="00663AD1" w:rsidP="00DE721D">
            <w:pPr>
              <w:pStyle w:val="libPoem"/>
            </w:pPr>
            <w:r>
              <w:rPr>
                <w:rtl/>
                <w:lang w:bidi="fa-IR"/>
              </w:rPr>
              <w:t>في وسط فرضه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اُوفرّقوا بينه اُوبين اِعياله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3AD1" w14:paraId="57A13F14" w14:textId="77777777" w:rsidTr="00663AD1">
        <w:trPr>
          <w:trHeight w:val="350"/>
        </w:trPr>
        <w:tc>
          <w:tcPr>
            <w:tcW w:w="3741" w:type="dxa"/>
          </w:tcPr>
          <w:p w14:paraId="245709EE" w14:textId="77777777" w:rsidR="00663AD1" w:rsidRDefault="00663AD1" w:rsidP="00663AD1">
            <w:pPr>
              <w:pStyle w:val="libPoem"/>
            </w:pPr>
            <w:r>
              <w:rPr>
                <w:rtl/>
                <w:lang w:bidi="fa-IR"/>
              </w:rPr>
              <w:t>واِبقيت أناواعضيدي من عِقب ذيك الدّولَه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3A24A735" w14:textId="77777777" w:rsidR="00663AD1" w:rsidRDefault="00663AD1" w:rsidP="00DE721D">
            <w:pPr>
              <w:pStyle w:val="libPoem"/>
              <w:rPr>
                <w:rtl/>
              </w:rPr>
            </w:pPr>
          </w:p>
        </w:tc>
        <w:tc>
          <w:tcPr>
            <w:tcW w:w="3640" w:type="dxa"/>
          </w:tcPr>
          <w:p w14:paraId="2B2F7B7D" w14:textId="77777777" w:rsidR="00663AD1" w:rsidRDefault="00663AD1" w:rsidP="00DE721D">
            <w:pPr>
              <w:pStyle w:val="libPoem"/>
            </w:pPr>
            <w:r>
              <w:rPr>
                <w:rtl/>
                <w:lang w:bidi="fa-IR"/>
              </w:rPr>
              <w:t>بين العدى واِسيوفهم باِرقابنا مسلولَه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3AD1" w14:paraId="6C18BA7C" w14:textId="77777777" w:rsidTr="00663AD1">
        <w:trPr>
          <w:trHeight w:val="350"/>
        </w:trPr>
        <w:tc>
          <w:tcPr>
            <w:tcW w:w="3741" w:type="dxa"/>
          </w:tcPr>
          <w:p w14:paraId="5FFDC5D8" w14:textId="77777777" w:rsidR="00663AD1" w:rsidRDefault="00663AD1" w:rsidP="00DE721D">
            <w:pPr>
              <w:pStyle w:val="libPoem"/>
            </w:pPr>
            <w:r>
              <w:rPr>
                <w:rtl/>
                <w:lang w:bidi="fa-IR"/>
              </w:rPr>
              <w:t>اُودسّوا اللعينة اِجعيدة اُوسمّت عضيدي غيلَه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259BD8AC" w14:textId="77777777" w:rsidR="00663AD1" w:rsidRDefault="00663AD1" w:rsidP="00DE721D">
            <w:pPr>
              <w:pStyle w:val="libPoem"/>
              <w:rPr>
                <w:rtl/>
              </w:rPr>
            </w:pPr>
          </w:p>
        </w:tc>
        <w:tc>
          <w:tcPr>
            <w:tcW w:w="3640" w:type="dxa"/>
          </w:tcPr>
          <w:p w14:paraId="66D3F2DB" w14:textId="77777777" w:rsidR="00663AD1" w:rsidRDefault="00663AD1" w:rsidP="00DE721D">
            <w:pPr>
              <w:pStyle w:val="libPoem"/>
            </w:pPr>
            <w:r>
              <w:rPr>
                <w:rtl/>
                <w:lang w:bidi="fa-IR"/>
              </w:rPr>
              <w:t>واِبقيت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ما لي ناصر ألوذ تحت اِظلاله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3AD1" w14:paraId="73892A83" w14:textId="77777777" w:rsidTr="00663A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41" w:type="dxa"/>
          </w:tcPr>
          <w:p w14:paraId="0BB71BB7" w14:textId="77777777" w:rsidR="00663AD1" w:rsidRDefault="005B5DD3" w:rsidP="00DE721D">
            <w:pPr>
              <w:pStyle w:val="libPoem"/>
            </w:pPr>
            <w:r>
              <w:rPr>
                <w:rtl/>
                <w:lang w:bidi="fa-IR"/>
              </w:rPr>
              <w:t>ولا صديقٌ جاني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عدوٌّ جاير</w:t>
            </w:r>
            <w:r w:rsidR="00663A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AAEE7EB" w14:textId="77777777" w:rsidR="00663AD1" w:rsidRDefault="00663AD1" w:rsidP="00DE721D">
            <w:pPr>
              <w:pStyle w:val="libPoem"/>
              <w:rPr>
                <w:rtl/>
              </w:rPr>
            </w:pPr>
          </w:p>
        </w:tc>
        <w:tc>
          <w:tcPr>
            <w:tcW w:w="3640" w:type="dxa"/>
          </w:tcPr>
          <w:p w14:paraId="7303CAD4" w14:textId="77777777" w:rsidR="00663AD1" w:rsidRDefault="005B5DD3" w:rsidP="00DE721D">
            <w:pPr>
              <w:pStyle w:val="libPoem"/>
            </w:pPr>
            <w:r>
              <w:rPr>
                <w:rtl/>
                <w:lang w:bidi="fa-IR"/>
              </w:rPr>
              <w:t>متحيّر يا جدّي والله دليل الحاير</w:t>
            </w:r>
            <w:r w:rsidR="00663A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3AD1" w14:paraId="7A4F799D" w14:textId="77777777" w:rsidTr="00663A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41" w:type="dxa"/>
          </w:tcPr>
          <w:p w14:paraId="7030DB66" w14:textId="77777777" w:rsidR="00663AD1" w:rsidRDefault="005B5DD3" w:rsidP="00DE721D">
            <w:pPr>
              <w:pStyle w:val="libPoem"/>
            </w:pPr>
            <w:r>
              <w:rPr>
                <w:rtl/>
                <w:lang w:bidi="fa-IR"/>
              </w:rPr>
              <w:t>خُذني يجدّي عندك وسط القبر بالحاير</w:t>
            </w:r>
            <w:r w:rsidR="00663A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D5DC2FB" w14:textId="77777777" w:rsidR="00663AD1" w:rsidRDefault="00663AD1" w:rsidP="00DE721D">
            <w:pPr>
              <w:pStyle w:val="libPoem"/>
              <w:rPr>
                <w:rtl/>
              </w:rPr>
            </w:pPr>
          </w:p>
        </w:tc>
        <w:tc>
          <w:tcPr>
            <w:tcW w:w="3640" w:type="dxa"/>
          </w:tcPr>
          <w:p w14:paraId="310DD274" w14:textId="77777777" w:rsidR="00663AD1" w:rsidRDefault="005B5DD3" w:rsidP="00DE721D">
            <w:pPr>
              <w:pStyle w:val="libPoem"/>
            </w:pPr>
            <w:r>
              <w:rPr>
                <w:rtl/>
                <w:lang w:bidi="fa-IR"/>
              </w:rPr>
              <w:t>لا حاجة لي أنْ أبقى في دنيةٍ ميّاله</w:t>
            </w:r>
            <w:r w:rsidR="00663A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3AD1" w14:paraId="67A4479F" w14:textId="77777777" w:rsidTr="00663A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41" w:type="dxa"/>
          </w:tcPr>
          <w:p w14:paraId="55F97531" w14:textId="77777777" w:rsidR="00663AD1" w:rsidRDefault="005B5DD3" w:rsidP="00DE721D">
            <w:pPr>
              <w:pStyle w:val="libPoem"/>
            </w:pPr>
            <w:r>
              <w:rPr>
                <w:rtl/>
                <w:lang w:bidi="fa-IR"/>
              </w:rPr>
              <w:t>ما زال يبكي الجدّه ممّا جنته الاُمّه</w:t>
            </w:r>
            <w:r w:rsidR="00663A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E11CE10" w14:textId="77777777" w:rsidR="00663AD1" w:rsidRDefault="00663AD1" w:rsidP="00DE721D">
            <w:pPr>
              <w:pStyle w:val="libPoem"/>
              <w:rPr>
                <w:rtl/>
              </w:rPr>
            </w:pPr>
          </w:p>
        </w:tc>
        <w:tc>
          <w:tcPr>
            <w:tcW w:w="3640" w:type="dxa"/>
          </w:tcPr>
          <w:p w14:paraId="6C1B1FEA" w14:textId="77777777" w:rsidR="00663AD1" w:rsidRDefault="005B5DD3" w:rsidP="00DE721D">
            <w:pPr>
              <w:pStyle w:val="libPoem"/>
            </w:pPr>
            <w:r>
              <w:rPr>
                <w:rtl/>
                <w:lang w:bidi="fa-IR"/>
              </w:rPr>
              <w:t>واَلا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اِبجدّه جا له واَحنا عليه اُوضمّه</w:t>
            </w:r>
            <w:r w:rsidR="00663A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3AD1" w14:paraId="36DDC2FF" w14:textId="77777777" w:rsidTr="00663A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41" w:type="dxa"/>
          </w:tcPr>
          <w:p w14:paraId="245C8318" w14:textId="77777777" w:rsidR="00663AD1" w:rsidRDefault="005B5DD3" w:rsidP="00DE721D">
            <w:pPr>
              <w:pStyle w:val="libPoem"/>
            </w:pPr>
            <w:r>
              <w:rPr>
                <w:rtl/>
                <w:lang w:bidi="fa-IR"/>
              </w:rPr>
              <w:t>قبّل جبينه اُو نحره اُو ظلّ الأمين اِيشمّه</w:t>
            </w:r>
            <w:r w:rsidR="00663A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C1DEB84" w14:textId="77777777" w:rsidR="00663AD1" w:rsidRDefault="00663AD1" w:rsidP="00DE721D">
            <w:pPr>
              <w:pStyle w:val="libPoem"/>
              <w:rPr>
                <w:rtl/>
              </w:rPr>
            </w:pPr>
          </w:p>
        </w:tc>
        <w:tc>
          <w:tcPr>
            <w:tcW w:w="3640" w:type="dxa"/>
          </w:tcPr>
          <w:p w14:paraId="72E0D87A" w14:textId="77777777" w:rsidR="00663AD1" w:rsidRDefault="005B5DD3" w:rsidP="00DE721D">
            <w:pPr>
              <w:pStyle w:val="libPoem"/>
            </w:pPr>
            <w:r>
              <w:rPr>
                <w:rtl/>
                <w:lang w:bidi="fa-IR"/>
              </w:rPr>
              <w:t>ويخاطبه واِدموعه مثل المطر همّاله</w:t>
            </w:r>
            <w:r w:rsidR="00663A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3AD1" w14:paraId="6255E903" w14:textId="77777777" w:rsidTr="00663A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41" w:type="dxa"/>
          </w:tcPr>
          <w:p w14:paraId="748E8215" w14:textId="77777777" w:rsidR="00663AD1" w:rsidRDefault="005B5DD3" w:rsidP="00DE721D">
            <w:pPr>
              <w:pStyle w:val="libPoem"/>
            </w:pPr>
            <w:r>
              <w:rPr>
                <w:rtl/>
                <w:lang w:bidi="fa-IR"/>
              </w:rPr>
              <w:t>اُو قال الشهادة يا بني ما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لك مناصٌ منها</w:t>
            </w:r>
            <w:r w:rsidR="00663A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A214A7B" w14:textId="77777777" w:rsidR="00663AD1" w:rsidRDefault="00663AD1" w:rsidP="00DE721D">
            <w:pPr>
              <w:pStyle w:val="libPoem"/>
              <w:rPr>
                <w:rtl/>
              </w:rPr>
            </w:pPr>
          </w:p>
        </w:tc>
        <w:tc>
          <w:tcPr>
            <w:tcW w:w="3640" w:type="dxa"/>
          </w:tcPr>
          <w:p w14:paraId="0A330510" w14:textId="77777777" w:rsidR="00663AD1" w:rsidRDefault="005B5DD3" w:rsidP="00DE721D">
            <w:pPr>
              <w:pStyle w:val="libPoem"/>
            </w:pPr>
            <w:r>
              <w:rPr>
                <w:rtl/>
                <w:lang w:bidi="fa-IR"/>
              </w:rPr>
              <w:t>واَرض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البلا والكربه لا بدّ ما تسْكنها</w:t>
            </w:r>
            <w:r w:rsidR="00663A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3AD1" w14:paraId="674E0DD6" w14:textId="77777777" w:rsidTr="00663A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41" w:type="dxa"/>
          </w:tcPr>
          <w:p w14:paraId="14D90CC2" w14:textId="77777777" w:rsidR="00663AD1" w:rsidRDefault="005B5DD3" w:rsidP="00DE721D">
            <w:pPr>
              <w:pStyle w:val="libPoem"/>
            </w:pPr>
            <w:r>
              <w:rPr>
                <w:rtl/>
                <w:lang w:bidi="fa-IR"/>
              </w:rPr>
              <w:t>اُوجثّة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رببتها</w:t>
            </w:r>
            <w:r w:rsidRPr="00645EFF">
              <w:rPr>
                <w:rStyle w:val="libFootnotenumChar"/>
                <w:rtl/>
              </w:rPr>
              <w:t>(1)</w:t>
            </w:r>
            <w:r>
              <w:rPr>
                <w:rtl/>
                <w:lang w:bidi="fa-IR"/>
              </w:rPr>
              <w:t xml:space="preserve"> كفّ العدى تطعنها</w:t>
            </w:r>
            <w:r w:rsidR="00663A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65CB1AD5" w14:textId="77777777" w:rsidR="00663AD1" w:rsidRDefault="00663AD1" w:rsidP="00DE721D">
            <w:pPr>
              <w:pStyle w:val="libPoem"/>
              <w:rPr>
                <w:rtl/>
              </w:rPr>
            </w:pPr>
          </w:p>
        </w:tc>
        <w:tc>
          <w:tcPr>
            <w:tcW w:w="3640" w:type="dxa"/>
          </w:tcPr>
          <w:p w14:paraId="3BD14B99" w14:textId="77777777" w:rsidR="00663AD1" w:rsidRDefault="005B5DD3" w:rsidP="00DE721D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تبقى رميّه اِعلى الثرى واِتدوسها الخيّاله</w:t>
            </w:r>
            <w:r w:rsidR="00663A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3AD1" w14:paraId="0F504A67" w14:textId="77777777" w:rsidTr="00663A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41" w:type="dxa"/>
          </w:tcPr>
          <w:p w14:paraId="3875C21B" w14:textId="77777777" w:rsidR="00663AD1" w:rsidRDefault="005B5DD3" w:rsidP="00DE721D">
            <w:pPr>
              <w:pStyle w:val="libPoem"/>
            </w:pPr>
            <w:r>
              <w:rPr>
                <w:rtl/>
                <w:lang w:bidi="fa-IR"/>
              </w:rPr>
              <w:t>ويجيك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سهمٌ نافذ واِنته على ميمونك</w:t>
            </w:r>
            <w:r w:rsidR="00663A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8A446D9" w14:textId="77777777" w:rsidR="00663AD1" w:rsidRDefault="00663AD1" w:rsidP="00DE721D">
            <w:pPr>
              <w:pStyle w:val="libPoem"/>
              <w:rPr>
                <w:rtl/>
              </w:rPr>
            </w:pPr>
          </w:p>
        </w:tc>
        <w:tc>
          <w:tcPr>
            <w:tcW w:w="3640" w:type="dxa"/>
          </w:tcPr>
          <w:p w14:paraId="713EBFC8" w14:textId="77777777" w:rsidR="00663AD1" w:rsidRDefault="005B5DD3" w:rsidP="00DE721D">
            <w:pPr>
              <w:pStyle w:val="libPoem"/>
            </w:pPr>
            <w:r>
              <w:rPr>
                <w:rtl/>
                <w:lang w:bidi="fa-IR"/>
              </w:rPr>
              <w:t>من كفِّ رجس ماردٍ فوق الثرى يرمونك</w:t>
            </w:r>
            <w:r w:rsidR="00663A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3AD1" w14:paraId="7D996CBC" w14:textId="77777777" w:rsidTr="00663A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41" w:type="dxa"/>
          </w:tcPr>
          <w:p w14:paraId="164316E1" w14:textId="77777777" w:rsidR="00663AD1" w:rsidRDefault="005B5DD3" w:rsidP="00DE721D">
            <w:pPr>
              <w:pStyle w:val="libPoem"/>
            </w:pPr>
            <w:r>
              <w:rPr>
                <w:rtl/>
                <w:lang w:bidi="fa-IR"/>
              </w:rPr>
              <w:t>واتحوط بيك العسكر يبغون باينحرونك</w:t>
            </w:r>
            <w:r w:rsidR="00663A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26D177D4" w14:textId="77777777" w:rsidR="00663AD1" w:rsidRDefault="00663AD1" w:rsidP="00DE721D">
            <w:pPr>
              <w:pStyle w:val="libPoem"/>
              <w:rPr>
                <w:rtl/>
              </w:rPr>
            </w:pPr>
          </w:p>
        </w:tc>
        <w:tc>
          <w:tcPr>
            <w:tcW w:w="3640" w:type="dxa"/>
          </w:tcPr>
          <w:p w14:paraId="4CEEBB6F" w14:textId="77777777" w:rsidR="00663AD1" w:rsidRDefault="005B5DD3" w:rsidP="00DE721D">
            <w:pPr>
              <w:pStyle w:val="libPoem"/>
            </w:pPr>
            <w:r>
              <w:rPr>
                <w:rtl/>
                <w:lang w:bidi="fa-IR"/>
              </w:rPr>
              <w:t>واتفر منّك خيفة واِتصير في زلزاله</w:t>
            </w:r>
            <w:r w:rsidR="00663A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3AD1" w14:paraId="486ADD9F" w14:textId="77777777" w:rsidTr="00663A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41" w:type="dxa"/>
          </w:tcPr>
          <w:p w14:paraId="01ED5938" w14:textId="77777777" w:rsidR="00663AD1" w:rsidRDefault="005B5DD3" w:rsidP="00DE721D">
            <w:pPr>
              <w:pStyle w:val="libPoem"/>
            </w:pPr>
            <w:r>
              <w:rPr>
                <w:rtl/>
                <w:lang w:bidi="fa-IR"/>
              </w:rPr>
              <w:t>ويجيك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شمر الطاغي اُو يُوطي اِبنعله صدرك</w:t>
            </w:r>
            <w:r w:rsidR="00663A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98462A2" w14:textId="77777777" w:rsidR="00663AD1" w:rsidRDefault="00663AD1" w:rsidP="00DE721D">
            <w:pPr>
              <w:pStyle w:val="libPoem"/>
              <w:rPr>
                <w:rtl/>
              </w:rPr>
            </w:pPr>
          </w:p>
        </w:tc>
        <w:tc>
          <w:tcPr>
            <w:tcW w:w="3640" w:type="dxa"/>
          </w:tcPr>
          <w:p w14:paraId="36C8978D" w14:textId="77777777" w:rsidR="00663AD1" w:rsidRDefault="005B5DD3" w:rsidP="00DE721D">
            <w:pPr>
              <w:pStyle w:val="libPoem"/>
            </w:pPr>
            <w:r>
              <w:rPr>
                <w:rtl/>
                <w:lang w:bidi="fa-IR"/>
              </w:rPr>
              <w:t>ويسل سيفه ابغيّه ويمكّنه في نحرك</w:t>
            </w:r>
            <w:r w:rsidR="00663A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3AD1" w14:paraId="5111C108" w14:textId="77777777" w:rsidTr="00663A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41" w:type="dxa"/>
          </w:tcPr>
          <w:p w14:paraId="46C4EC69" w14:textId="77777777" w:rsidR="00663AD1" w:rsidRDefault="005B5DD3" w:rsidP="00DE721D">
            <w:pPr>
              <w:pStyle w:val="libPoem"/>
            </w:pPr>
            <w:r>
              <w:rPr>
                <w:rtl/>
                <w:lang w:bidi="fa-IR"/>
              </w:rPr>
              <w:t>ويحزّ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رأسك منّك ويصير أخر عمرك</w:t>
            </w:r>
            <w:r w:rsidR="00663A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BAE5536" w14:textId="77777777" w:rsidR="00663AD1" w:rsidRDefault="00663AD1" w:rsidP="00DE721D">
            <w:pPr>
              <w:pStyle w:val="libPoem"/>
              <w:rPr>
                <w:rtl/>
              </w:rPr>
            </w:pPr>
          </w:p>
        </w:tc>
        <w:tc>
          <w:tcPr>
            <w:tcW w:w="3640" w:type="dxa"/>
          </w:tcPr>
          <w:p w14:paraId="3A079CA9" w14:textId="77777777" w:rsidR="00663AD1" w:rsidRDefault="005B5DD3" w:rsidP="00DE721D">
            <w:pPr>
              <w:pStyle w:val="libPoem"/>
            </w:pPr>
            <w:r>
              <w:rPr>
                <w:rtl/>
                <w:lang w:bidi="fa-IR"/>
              </w:rPr>
              <w:t>اُوينشال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راسك بالرمح واِسنان اِله شيّاله</w:t>
            </w:r>
            <w:r w:rsidR="00663AD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1272E3E" w14:textId="77777777" w:rsidR="00EE7C84" w:rsidRDefault="00EE7C84" w:rsidP="00645EFF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4725CE4D" w14:textId="77777777" w:rsidR="00EE7C84" w:rsidRDefault="00C74E58" w:rsidP="00645EFF">
      <w:pPr>
        <w:pStyle w:val="libLine"/>
        <w:rPr>
          <w:lang w:bidi="fa-IR"/>
        </w:rPr>
      </w:pPr>
      <w:r>
        <w:rPr>
          <w:rtl/>
          <w:lang w:bidi="fa-IR"/>
        </w:rPr>
        <w:t>____________________</w:t>
      </w:r>
    </w:p>
    <w:p w14:paraId="10682848" w14:textId="77777777" w:rsidR="00EE7C84" w:rsidRDefault="00EE7C84" w:rsidP="00645EFF">
      <w:pPr>
        <w:pStyle w:val="libFootnote0"/>
        <w:rPr>
          <w:lang w:bidi="fa-IR"/>
        </w:rPr>
      </w:pPr>
      <w:r>
        <w:rPr>
          <w:rtl/>
          <w:lang w:bidi="fa-IR"/>
        </w:rPr>
        <w:t>(1) هكذا وردت المفردة في أصل المصدر وفيها تصحيف واضح</w:t>
      </w:r>
      <w:r w:rsidR="00FB110A">
        <w:rPr>
          <w:rtl/>
          <w:lang w:bidi="fa-IR"/>
        </w:rPr>
        <w:t>.</w:t>
      </w:r>
      <w:r>
        <w:rPr>
          <w:rtl/>
          <w:lang w:bidi="fa-IR"/>
        </w:rPr>
        <w:t xml:space="preserve"> ( موقع معهد الإمامين الحسنَين)</w:t>
      </w:r>
      <w:r w:rsidR="0095067B">
        <w:rPr>
          <w:rtl/>
          <w:lang w:bidi="fa-IR"/>
        </w:rPr>
        <w:t xml:space="preserve"> </w:t>
      </w:r>
    </w:p>
    <w:p w14:paraId="06DE108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118B6" w14:paraId="0635128A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102BB6C6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lastRenderedPageBreak/>
              <w:t>يحسين روح الغاضريّة اُو غلّق الدور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80F8D36" w14:textId="77777777" w:rsidR="006118B6" w:rsidRDefault="006118B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7A9552B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يحسين ما لك في المدينة قبر محفور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8B6" w14:paraId="7AFDFF5C" w14:textId="77777777" w:rsidTr="00DE721D">
        <w:trPr>
          <w:trHeight w:val="350"/>
        </w:trPr>
        <w:tc>
          <w:tcPr>
            <w:tcW w:w="3920" w:type="dxa"/>
          </w:tcPr>
          <w:p w14:paraId="3D14E949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غلِّق منازلنا اُوروح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46755A" w14:textId="77777777" w:rsidR="006118B6" w:rsidRDefault="006118B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10E3C0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ولا تْخلّي إبطيبة اِمن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اُولادك بقيّه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8B6" w14:paraId="04799476" w14:textId="77777777" w:rsidTr="00DE721D">
        <w:trPr>
          <w:trHeight w:val="350"/>
        </w:trPr>
        <w:tc>
          <w:tcPr>
            <w:tcW w:w="3920" w:type="dxa"/>
          </w:tcPr>
          <w:p w14:paraId="7D3A589D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وآنا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عليكُم في القبر بانصب 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668A54" w14:textId="77777777" w:rsidR="006118B6" w:rsidRDefault="006118B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D585C4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اُو باصيح وا سبطي بأرض الطفِّ منحور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8B6" w14:paraId="1CE5FF60" w14:textId="77777777" w:rsidTr="00DE721D">
        <w:trPr>
          <w:trHeight w:val="350"/>
        </w:trPr>
        <w:tc>
          <w:tcPr>
            <w:tcW w:w="3920" w:type="dxa"/>
          </w:tcPr>
          <w:p w14:paraId="474127D7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غلِّق منازلكُم اُوشيل اِمن المدينَه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A24D0E" w14:textId="77777777" w:rsidR="006118B6" w:rsidRDefault="006118B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72E5C8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يحسين هذي شيلتَك غصبَن علينه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8B6" w14:paraId="6E56FD16" w14:textId="77777777" w:rsidTr="00DE721D">
        <w:trPr>
          <w:trHeight w:val="350"/>
        </w:trPr>
        <w:tc>
          <w:tcPr>
            <w:tcW w:w="3920" w:type="dxa"/>
          </w:tcPr>
          <w:p w14:paraId="3E82D7EC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قبرك بأرض الغاضريّة حافرينه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A24E9A" w14:textId="77777777" w:rsidR="006118B6" w:rsidRDefault="006118B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AE49EE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يوم انّجي لك بعد ذبحك يا بني اِنزور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8B6" w14:paraId="781E2A74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A3815BA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ضمّه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لحتّى لصق صدر اِحسين صدره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A6473A" w14:textId="77777777" w:rsidR="006118B6" w:rsidRDefault="006118B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0760ED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واَحنى عليه اُو قبّله اُو شمّه اِبنحره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8B6" w14:paraId="3322877B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84F937C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اُونادى على المظلوم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اُوهو يجذب الزَّفره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D9D2E3" w14:textId="77777777" w:rsidR="006118B6" w:rsidRDefault="006118B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7C3C4F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يبني ترى اَنّك تنذبح في شهر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8B6" w14:paraId="4D925562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EB438EC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يحسين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كُلنا نجتمع بالحشر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F89B42" w14:textId="77777777" w:rsidR="006118B6" w:rsidRDefault="006118B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6937E6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واِنته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بليّا رأس من حولك الأملاك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8B6" w14:paraId="24065B70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1E280D9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اُو تبدي الشكاية اِمن النَّحر يا بني لمولاك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75BC0D" w14:textId="77777777" w:rsidR="006118B6" w:rsidRDefault="006118B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BC39E8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ربِّ خلّونا بنو اُميّة بلا اقبور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8B6" w14:paraId="500D05F7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2EEAF95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واُمّك تنادي في الحشر في وين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D29D14" w14:textId="77777777" w:rsidR="006118B6" w:rsidRDefault="006118B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E0D9B6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اِيجيها الندا اِمن الله يزهرا دنظري 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8B6" w14:paraId="2335D67B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EAAAF52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هاللي تشوفينه بلا رأسٍ ولا اِيدين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14A76C" w14:textId="77777777" w:rsidR="006118B6" w:rsidRDefault="006118B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678A6A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هذا الشهيد اِللي اِنذبح بالطفِّ منحور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8B6" w14:paraId="236C4E9E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371FB95" w14:textId="77777777" w:rsidR="006118B6" w:rsidRDefault="006118B6" w:rsidP="006118B6">
            <w:pPr>
              <w:pStyle w:val="libPoem"/>
            </w:pPr>
            <w:r>
              <w:rPr>
                <w:rtl/>
                <w:lang w:bidi="fa-IR"/>
              </w:rPr>
              <w:t>واِتجي لك اتظمّك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اُومنهاالقلب ملهوفْ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CD673C" w14:textId="77777777" w:rsidR="006118B6" w:rsidRDefault="006118B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FE360D" w14:textId="77777777" w:rsidR="006118B6" w:rsidRDefault="006118B6" w:rsidP="006118B6">
            <w:pPr>
              <w:pStyle w:val="libPoem"/>
            </w:pPr>
            <w:r>
              <w:rPr>
                <w:rtl/>
                <w:lang w:bidi="fa-IR"/>
              </w:rPr>
              <w:t>واِتشمّك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اِبنحرك اُومنها الدَّمع مَذروفْ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8B6" w14:paraId="1C5D71A1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D10B83A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يا نور عيني منْ قطع منّك هلكفوفْ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783EB8" w14:textId="77777777" w:rsidR="006118B6" w:rsidRDefault="006118B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0AF4C9" w14:textId="77777777" w:rsidR="006118B6" w:rsidRDefault="006118B6" w:rsidP="006118B6">
            <w:pPr>
              <w:pStyle w:val="libPoem"/>
            </w:pPr>
            <w:r>
              <w:rPr>
                <w:rtl/>
                <w:lang w:bidi="fa-IR"/>
              </w:rPr>
              <w:t>يحسين ميّت بالظّما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 بالسيف منحور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8B6" w14:paraId="4B0F84D4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7DCE037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اُو تصرخ لحتى الحشر يرتج من بكُاها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928232" w14:textId="77777777" w:rsidR="006118B6" w:rsidRDefault="006118B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99A303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اُو تصرخ العالم بالحشر كُلهم معاها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8B6" w14:paraId="3A5DDE6E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D679195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تلطم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على الهامة ولا تْبطّل نعاها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48CF6D" w14:textId="77777777" w:rsidR="006118B6" w:rsidRDefault="006118B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94A81AE" w14:textId="77777777" w:rsidR="006118B6" w:rsidRDefault="006118B6" w:rsidP="00DE721D">
            <w:pPr>
              <w:pStyle w:val="libPoem"/>
            </w:pPr>
            <w:r>
              <w:rPr>
                <w:rtl/>
                <w:lang w:bidi="fa-IR"/>
              </w:rPr>
              <w:t>اُولادي يربِّي ذبِّحوهم يوم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E2B034B" w14:textId="77777777" w:rsidR="00EE7C84" w:rsidRDefault="00EE7C84" w:rsidP="006118B6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132A2C3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53EEF6E5" w14:textId="77777777" w:rsidR="00EE7C84" w:rsidRDefault="00EE7C84" w:rsidP="00967B1F">
      <w:pPr>
        <w:pStyle w:val="Heading2Center"/>
        <w:rPr>
          <w:lang w:bidi="fa-IR"/>
        </w:rPr>
      </w:pPr>
      <w:bookmarkStart w:id="12" w:name="_Toc17226571"/>
      <w:r>
        <w:rPr>
          <w:rtl/>
          <w:lang w:bidi="fa-IR"/>
        </w:rPr>
        <w:lastRenderedPageBreak/>
        <w:t>الفصل الثالث</w:t>
      </w:r>
      <w:bookmarkEnd w:id="12"/>
    </w:p>
    <w:p w14:paraId="1182A2E2" w14:textId="77777777" w:rsidR="00EE7C84" w:rsidRDefault="00EE7C84" w:rsidP="00967B1F">
      <w:pPr>
        <w:pStyle w:val="Heading2Center"/>
        <w:rPr>
          <w:lang w:bidi="fa-IR"/>
        </w:rPr>
      </w:pPr>
      <w:bookmarkStart w:id="13" w:name="_Toc17226572"/>
      <w:r>
        <w:rPr>
          <w:rtl/>
          <w:lang w:bidi="fa-IR"/>
        </w:rPr>
        <w:t>في وداع الحسين لقبر اُمّه الزهراء (</w:t>
      </w:r>
      <w:r w:rsidR="00204F6E" w:rsidRPr="00204F6E">
        <w:rPr>
          <w:rStyle w:val="libAlaemChar"/>
          <w:rtl/>
        </w:rPr>
        <w:t>عليهما‌السلام</w:t>
      </w:r>
      <w:r>
        <w:rPr>
          <w:rtl/>
          <w:lang w:bidi="fa-IR"/>
        </w:rPr>
        <w:t>) :</w:t>
      </w:r>
      <w:bookmarkEnd w:id="13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A6FC5" w14:paraId="44CAA49C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5BAF7CF6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ودّع قبر جدّه اُومنّه تهمل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659C06E" w14:textId="77777777" w:rsidR="005A6FC5" w:rsidRDefault="005A6F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C383EB5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واَقبل الرّوضة إلى قبر ستِّ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6FC5" w14:paraId="0FA88A48" w14:textId="77777777" w:rsidTr="00DE721D">
        <w:trPr>
          <w:trHeight w:val="350"/>
        </w:trPr>
        <w:tc>
          <w:tcPr>
            <w:tcW w:w="3920" w:type="dxa"/>
          </w:tcPr>
          <w:p w14:paraId="2D19BC14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روّى ضريح الهاشميّة منِ دموعه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512913" w14:textId="77777777" w:rsidR="005A6FC5" w:rsidRDefault="005A6F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A1A7A0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واِمن الحزن والهم ِّمحنيّة اِضلوعه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6FC5" w14:paraId="25D1007A" w14:textId="77777777" w:rsidTr="00DE721D">
        <w:trPr>
          <w:trHeight w:val="350"/>
        </w:trPr>
        <w:tc>
          <w:tcPr>
            <w:tcW w:w="3920" w:type="dxa"/>
          </w:tcPr>
          <w:p w14:paraId="4FCDA806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اُومِن جور عدْوانه نفى عنّه اِهجوعه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B3CD0B" w14:textId="77777777" w:rsidR="005A6FC5" w:rsidRDefault="005A6F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CDD0D3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اُو كُلّ زفرته اُو نوحه على ما حلّ بالدِّين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6FC5" w14:paraId="73ECEB14" w14:textId="77777777" w:rsidTr="00DE721D">
        <w:trPr>
          <w:trHeight w:val="350"/>
        </w:trPr>
        <w:tc>
          <w:tcPr>
            <w:tcW w:w="3920" w:type="dxa"/>
          </w:tcPr>
          <w:p w14:paraId="5E0C0948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نادى دقعدي يا زكيّة ودّعيني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CCFB82" w14:textId="77777777" w:rsidR="005A6FC5" w:rsidRDefault="005A6F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D9505D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عنّك يزهرا شايل بجملة بنيني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6FC5" w14:paraId="0AEBC931" w14:textId="77777777" w:rsidTr="00DE721D">
        <w:trPr>
          <w:trHeight w:val="350"/>
        </w:trPr>
        <w:tc>
          <w:tcPr>
            <w:tcW w:w="3920" w:type="dxa"/>
          </w:tcPr>
          <w:p w14:paraId="630362A9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اُولاد الجنا</w:t>
            </w:r>
            <w:r w:rsidRPr="00BE621C">
              <w:rPr>
                <w:rStyle w:val="libFootnotenumChar"/>
                <w:rtl/>
              </w:rPr>
              <w:t>(1)</w:t>
            </w:r>
            <w:r>
              <w:rPr>
                <w:rtl/>
                <w:lang w:bidi="fa-IR"/>
              </w:rPr>
              <w:t xml:space="preserve"> عن دار جدّي طارديني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3ECEC1A" w14:textId="77777777" w:rsidR="005A6FC5" w:rsidRDefault="005A6F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2A5AD8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اِيريدون منّي اِمبايعة نسل الدعيِّين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6FC5" w14:paraId="0E891448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292238A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قعدي من الحودِك يزهرا يا 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6A1B3A" w14:textId="77777777" w:rsidR="005A6FC5" w:rsidRDefault="005A6F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A329D9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ماشي عن جوارِك لأرض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6FC5" w14:paraId="62F32385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BDBD0F5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شايل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اِرجالي اُو عزوتي كُلهم 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EC1693" w14:textId="77777777" w:rsidR="005A6FC5" w:rsidRDefault="005A6F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2B01DC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ليتِك ترينا في ظلام الليلِ ماشين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6FC5" w14:paraId="604FBF8C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4A693EA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هو اِبطيبي سفرتي يا 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852F62" w14:textId="77777777" w:rsidR="005A6FC5" w:rsidRDefault="005A6F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777EFF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إفراق طاها المُصطفى غصبن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6FC5" w14:paraId="58E158BB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E743F91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الله كاتب حفرتي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B77D95" w14:textId="77777777" w:rsidR="005A6FC5" w:rsidRDefault="005A6F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59AA27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نُذبح عطاشى اُو نندفن من غير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6FC5" w14:paraId="2A9E9805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815F179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من بعدكم قوم الضلالة اِستوحدوني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DD8C3E" w14:textId="77777777" w:rsidR="005A6FC5" w:rsidRDefault="005A6F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5A05D5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اُوسمّوا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خليصي والأرث منّه اِغصبوني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6FC5" w14:paraId="7C51AB45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13AB0EA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اِيريدون يا زهرا عقيبه يذبحوني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A1C437" w14:textId="77777777" w:rsidR="005A6FC5" w:rsidRDefault="005A6F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F16F8F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ليهم أحقادٌ من بدر واَيّام صفّين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6FC5" w14:paraId="3140DC93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4246C9A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جاروا عليّه من بعدكُم والدَّهر خان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673792" w14:textId="77777777" w:rsidR="005A6FC5" w:rsidRDefault="005A6F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CBBDE5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واِستوحدوني من بعدكُم آلُ سفيان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6FC5" w14:paraId="2430894C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05AB9D6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خويه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قضى مسموم وآنا اِبقيت حيران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9816B1" w14:textId="77777777" w:rsidR="005A6FC5" w:rsidRDefault="005A6FC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AB56E0" w14:textId="77777777" w:rsidR="005A6FC5" w:rsidRDefault="005A6FC5" w:rsidP="00DE721D">
            <w:pPr>
              <w:pStyle w:val="libPoem"/>
            </w:pPr>
            <w:r>
              <w:rPr>
                <w:rtl/>
                <w:lang w:bidi="fa-IR"/>
              </w:rPr>
              <w:t>أصفق اِكفوفي واَجدب الحسرة ولحنين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50FEBBE" w14:textId="77777777" w:rsidR="00EE7C84" w:rsidRDefault="00C74E58" w:rsidP="00BE621C">
      <w:pPr>
        <w:pStyle w:val="libLine"/>
        <w:rPr>
          <w:lang w:bidi="fa-IR"/>
        </w:rPr>
      </w:pPr>
      <w:r>
        <w:rPr>
          <w:rtl/>
          <w:lang w:bidi="fa-IR"/>
        </w:rPr>
        <w:t>____________________</w:t>
      </w:r>
    </w:p>
    <w:p w14:paraId="7ED3CEA2" w14:textId="77777777" w:rsidR="00EE7C84" w:rsidRDefault="00EE7C84" w:rsidP="00BE621C">
      <w:pPr>
        <w:pStyle w:val="libFootnote0"/>
        <w:rPr>
          <w:lang w:bidi="fa-IR"/>
        </w:rPr>
      </w:pPr>
      <w:r>
        <w:rPr>
          <w:rtl/>
          <w:lang w:bidi="fa-IR"/>
        </w:rPr>
        <w:t>(1) هكذا وردت المفردة ولعلّها ( الزّنا )</w:t>
      </w:r>
      <w:r w:rsidR="00FB110A">
        <w:rPr>
          <w:rtl/>
          <w:lang w:bidi="fa-IR"/>
        </w:rPr>
        <w:t>.</w:t>
      </w:r>
      <w:r>
        <w:rPr>
          <w:rtl/>
          <w:lang w:bidi="fa-IR"/>
        </w:rPr>
        <w:t xml:space="preserve"> ( موقع معهد الإمامين الحسنَين)</w:t>
      </w:r>
      <w:r w:rsidR="0095067B">
        <w:rPr>
          <w:rtl/>
          <w:lang w:bidi="fa-IR"/>
        </w:rPr>
        <w:t xml:space="preserve"> </w:t>
      </w:r>
    </w:p>
    <w:p w14:paraId="1EAB0B6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660" w:type="pct"/>
        <w:tblInd w:w="384" w:type="dxa"/>
        <w:tblLook w:val="01E0" w:firstRow="1" w:lastRow="1" w:firstColumn="1" w:lastColumn="1" w:noHBand="0" w:noVBand="0"/>
      </w:tblPr>
      <w:tblGrid>
        <w:gridCol w:w="3952"/>
        <w:gridCol w:w="304"/>
        <w:gridCol w:w="4090"/>
      </w:tblGrid>
      <w:tr w:rsidR="00EE1DA7" w14:paraId="627D6E3F" w14:textId="77777777" w:rsidTr="00EE1DA7">
        <w:trPr>
          <w:trHeight w:val="350"/>
        </w:trPr>
        <w:tc>
          <w:tcPr>
            <w:tcW w:w="3536" w:type="dxa"/>
            <w:shd w:val="clear" w:color="auto" w:fill="auto"/>
          </w:tcPr>
          <w:p w14:paraId="22E0125B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lastRenderedPageBreak/>
              <w:t>بلْغي سلامي جدّي الهادي اُو حيدر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092CF48B" w14:textId="77777777" w:rsidR="00EE1DA7" w:rsidRDefault="00EE1DA7" w:rsidP="00DE721D">
            <w:pPr>
              <w:pStyle w:val="libPoem"/>
              <w:rPr>
                <w:rtl/>
              </w:rPr>
            </w:pPr>
          </w:p>
        </w:tc>
        <w:tc>
          <w:tcPr>
            <w:tcW w:w="3659" w:type="dxa"/>
            <w:shd w:val="clear" w:color="auto" w:fill="auto"/>
          </w:tcPr>
          <w:p w14:paraId="1CAE36EA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اُو قولي ولدكُم من بلا دهره تمرمَر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1DA7" w14:paraId="3975BA54" w14:textId="77777777" w:rsidTr="00EE1DA7">
        <w:trPr>
          <w:trHeight w:val="350"/>
        </w:trPr>
        <w:tc>
          <w:tcPr>
            <w:tcW w:w="3536" w:type="dxa"/>
          </w:tcPr>
          <w:p w14:paraId="00FB4C6B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جسمه اِنتحل والقلب من همّه تفطّر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3AF5D11" w14:textId="77777777" w:rsidR="00EE1DA7" w:rsidRDefault="00EE1DA7" w:rsidP="00DE721D">
            <w:pPr>
              <w:pStyle w:val="libPoem"/>
              <w:rPr>
                <w:rtl/>
              </w:rPr>
            </w:pPr>
          </w:p>
        </w:tc>
        <w:tc>
          <w:tcPr>
            <w:tcW w:w="3659" w:type="dxa"/>
          </w:tcPr>
          <w:p w14:paraId="399237DC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جار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الدهر فينا اُو خل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انا طريدين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1DA7" w14:paraId="5236D9FE" w14:textId="77777777" w:rsidTr="00EE1DA7">
        <w:trPr>
          <w:trHeight w:val="350"/>
        </w:trPr>
        <w:tc>
          <w:tcPr>
            <w:tcW w:w="3536" w:type="dxa"/>
          </w:tcPr>
          <w:p w14:paraId="747A0653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أمست الزهرا في قبرها زايدة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85187E1" w14:textId="77777777" w:rsidR="00EE1DA7" w:rsidRDefault="00EE1DA7" w:rsidP="00DE721D">
            <w:pPr>
              <w:pStyle w:val="libPoem"/>
              <w:rPr>
                <w:rtl/>
              </w:rPr>
            </w:pPr>
          </w:p>
        </w:tc>
        <w:tc>
          <w:tcPr>
            <w:tcW w:w="3659" w:type="dxa"/>
          </w:tcPr>
          <w:p w14:paraId="3AD6819B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واِتقول وا حزني على اِفراق اِبني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1DA7" w14:paraId="21D183B4" w14:textId="77777777" w:rsidTr="00EE1DA7">
        <w:trPr>
          <w:trHeight w:val="350"/>
        </w:trPr>
        <w:tc>
          <w:tcPr>
            <w:tcW w:w="3536" w:type="dxa"/>
          </w:tcPr>
          <w:p w14:paraId="1D55D871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يحسين يا بني هيَّجت حزني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15D2180" w14:textId="77777777" w:rsidR="00EE1DA7" w:rsidRDefault="00EE1DA7" w:rsidP="00DE721D">
            <w:pPr>
              <w:pStyle w:val="libPoem"/>
              <w:rPr>
                <w:rtl/>
              </w:rPr>
            </w:pPr>
          </w:p>
        </w:tc>
        <w:tc>
          <w:tcPr>
            <w:tcW w:w="3659" w:type="dxa"/>
          </w:tcPr>
          <w:p w14:paraId="6CDAD2AF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لجلك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اِبقبري لابِسه ثوب الرزيّه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1DA7" w14:paraId="02131CC4" w14:textId="77777777" w:rsidTr="00EE1DA7">
        <w:trPr>
          <w:trHeight w:val="350"/>
        </w:trPr>
        <w:tc>
          <w:tcPr>
            <w:tcW w:w="3536" w:type="dxa"/>
          </w:tcPr>
          <w:p w14:paraId="7DB666A1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أبكي عليكُم يا ضحايا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98C3150" w14:textId="77777777" w:rsidR="00EE1DA7" w:rsidRDefault="00EE1DA7" w:rsidP="00DE721D">
            <w:pPr>
              <w:pStyle w:val="libPoem"/>
              <w:rPr>
                <w:rtl/>
              </w:rPr>
            </w:pPr>
          </w:p>
        </w:tc>
        <w:tc>
          <w:tcPr>
            <w:tcW w:w="3659" w:type="dxa"/>
          </w:tcPr>
          <w:p w14:paraId="724CA998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الله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كاتب كربلا تحويك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1DA7" w14:paraId="0D164B75" w14:textId="77777777" w:rsidTr="00EE1DA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2433816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فطّرت كبدي من اُوداعك يا حبيبي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7CB7644" w14:textId="77777777" w:rsidR="00EE1DA7" w:rsidRDefault="00EE1DA7" w:rsidP="00DE721D">
            <w:pPr>
              <w:pStyle w:val="libPoem"/>
              <w:rPr>
                <w:rtl/>
              </w:rPr>
            </w:pPr>
          </w:p>
        </w:tc>
        <w:tc>
          <w:tcPr>
            <w:tcW w:w="3659" w:type="dxa"/>
          </w:tcPr>
          <w:p w14:paraId="3384EA1E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يحسين هذي طلعتَك من غير طِيبي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1DA7" w14:paraId="740ACEB8" w14:textId="77777777" w:rsidTr="00EE1DA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B5970B7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لَعمي اِعيوني بالبكا واشقّ جيبي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145F293" w14:textId="77777777" w:rsidR="00EE1DA7" w:rsidRDefault="00EE1DA7" w:rsidP="00DE721D">
            <w:pPr>
              <w:pStyle w:val="libPoem"/>
              <w:rPr>
                <w:rtl/>
              </w:rPr>
            </w:pPr>
          </w:p>
        </w:tc>
        <w:tc>
          <w:tcPr>
            <w:tcW w:w="3659" w:type="dxa"/>
          </w:tcPr>
          <w:p w14:paraId="1377BFEE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واَلطم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على راسي ونادي يا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1DA7" w14:paraId="66E4024F" w14:textId="77777777" w:rsidTr="00EE1DA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DA97110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حزني عليكُم يا ذبايح شهر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8635558" w14:textId="77777777" w:rsidR="00EE1DA7" w:rsidRDefault="00EE1DA7" w:rsidP="00DE721D">
            <w:pPr>
              <w:pStyle w:val="libPoem"/>
              <w:rPr>
                <w:rtl/>
              </w:rPr>
            </w:pPr>
          </w:p>
        </w:tc>
        <w:tc>
          <w:tcPr>
            <w:tcW w:w="3659" w:type="dxa"/>
          </w:tcPr>
          <w:p w14:paraId="25CDE557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اُو حزني على أجساد تبقى ما لها اِقبور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1DA7" w14:paraId="17F74679" w14:textId="77777777" w:rsidTr="00EE1DA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4398A62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بانصب المأتم ليك يا بني طول الدّهور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E7EAAD7" w14:textId="77777777" w:rsidR="00EE1DA7" w:rsidRDefault="00EE1DA7" w:rsidP="00DE721D">
            <w:pPr>
              <w:pStyle w:val="libPoem"/>
              <w:rPr>
                <w:rtl/>
              </w:rPr>
            </w:pPr>
          </w:p>
        </w:tc>
        <w:tc>
          <w:tcPr>
            <w:tcW w:w="3659" w:type="dxa"/>
          </w:tcPr>
          <w:p w14:paraId="1C6CE0C2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ليلي اُو نهاري واَنتحب واَصيح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1DA7" w14:paraId="768C950B" w14:textId="77777777" w:rsidTr="00EE1DA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4575B30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والله مصايب من عظمّه اِتضيق لنفاس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6520200" w14:textId="77777777" w:rsidR="00EE1DA7" w:rsidRDefault="00EE1DA7" w:rsidP="00DE721D">
            <w:pPr>
              <w:pStyle w:val="libPoem"/>
              <w:rPr>
                <w:rtl/>
              </w:rPr>
            </w:pPr>
          </w:p>
        </w:tc>
        <w:tc>
          <w:tcPr>
            <w:tcW w:w="3659" w:type="dxa"/>
          </w:tcPr>
          <w:p w14:paraId="3323915E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مادري على مَن أنتحب واَلطم على الرّاس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1DA7" w14:paraId="13D11723" w14:textId="77777777" w:rsidTr="00EE1DA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A3EB54B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لبنَك علي لو حقّ أبو فاضل العبّاس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2BDC01C" w14:textId="77777777" w:rsidR="00EE1DA7" w:rsidRDefault="00EE1DA7" w:rsidP="00DE721D">
            <w:pPr>
              <w:pStyle w:val="libPoem"/>
              <w:rPr>
                <w:rtl/>
              </w:rPr>
            </w:pPr>
          </w:p>
        </w:tc>
        <w:tc>
          <w:tcPr>
            <w:tcW w:w="3659" w:type="dxa"/>
          </w:tcPr>
          <w:p w14:paraId="647FBF0C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يبقى على لمسنّات جثّة ما لهه اِيدين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1DA7" w14:paraId="416CD0F8" w14:textId="77777777" w:rsidTr="00EE1DA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7716325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لو للذي بالغاضريّة اتعرّسونه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3F55C95" w14:textId="77777777" w:rsidR="00EE1DA7" w:rsidRDefault="00EE1DA7" w:rsidP="00DE721D">
            <w:pPr>
              <w:pStyle w:val="libPoem"/>
              <w:rPr>
                <w:rtl/>
              </w:rPr>
            </w:pPr>
          </w:p>
        </w:tc>
        <w:tc>
          <w:tcPr>
            <w:tcW w:w="3659" w:type="dxa"/>
          </w:tcPr>
          <w:p w14:paraId="66ED874F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عرس لَكشر يوم عرسه يذْبحونَه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1DA7" w14:paraId="577E8BE5" w14:textId="77777777" w:rsidTr="00EE1DA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69989D2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عرّيس ما شفنا إبدمّه اِيخضّبونه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B48FAF4" w14:textId="77777777" w:rsidR="00EE1DA7" w:rsidRDefault="00EE1DA7" w:rsidP="00DE721D">
            <w:pPr>
              <w:pStyle w:val="libPoem"/>
              <w:rPr>
                <w:rtl/>
              </w:rPr>
            </w:pPr>
          </w:p>
        </w:tc>
        <w:tc>
          <w:tcPr>
            <w:tcW w:w="3659" w:type="dxa"/>
          </w:tcPr>
          <w:p w14:paraId="49D04F49" w14:textId="77777777" w:rsidR="00EE1DA7" w:rsidRDefault="00EE1DA7" w:rsidP="00DE721D">
            <w:pPr>
              <w:pStyle w:val="libPoem"/>
            </w:pPr>
            <w:r>
              <w:rPr>
                <w:rtl/>
                <w:lang w:bidi="fa-IR"/>
              </w:rPr>
              <w:t>اُو يبقى جنازة بالعرا من غير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CC9AB02" w14:textId="77777777" w:rsidR="00EE7C84" w:rsidRDefault="00E21949" w:rsidP="00EE1DA7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p w14:paraId="4FB224E5" w14:textId="77777777" w:rsidR="00EE7C84" w:rsidRDefault="00EE7C84" w:rsidP="00EE1DA7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003E55B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726BE064" w14:textId="77777777" w:rsidR="00EE7C84" w:rsidRDefault="00EE7C84" w:rsidP="00CA0DA0">
      <w:pPr>
        <w:pStyle w:val="Heading2Center"/>
        <w:rPr>
          <w:lang w:bidi="fa-IR"/>
        </w:rPr>
      </w:pPr>
      <w:bookmarkStart w:id="14" w:name="_Toc17226573"/>
      <w:r>
        <w:rPr>
          <w:rtl/>
          <w:lang w:bidi="fa-IR"/>
        </w:rPr>
        <w:lastRenderedPageBreak/>
        <w:t>الفصل الرابع</w:t>
      </w:r>
      <w:bookmarkEnd w:id="14"/>
    </w:p>
    <w:p w14:paraId="2F8C4707" w14:textId="77777777" w:rsidR="00EE7C84" w:rsidRDefault="00EE7C84" w:rsidP="00CA0DA0">
      <w:pPr>
        <w:pStyle w:val="Heading2Center"/>
        <w:rPr>
          <w:lang w:bidi="fa-IR"/>
        </w:rPr>
      </w:pPr>
      <w:bookmarkStart w:id="15" w:name="_Toc17226574"/>
      <w:r>
        <w:rPr>
          <w:rtl/>
          <w:lang w:bidi="fa-IR"/>
        </w:rPr>
        <w:t>في وداع الحسين لقبر أخيه الحسن (</w:t>
      </w:r>
      <w:r w:rsidR="00204F6E" w:rsidRPr="00204F6E">
        <w:rPr>
          <w:rStyle w:val="libAlaemChar"/>
          <w:rtl/>
        </w:rPr>
        <w:t>عليهما‌السلام</w:t>
      </w:r>
      <w:r>
        <w:rPr>
          <w:rtl/>
          <w:lang w:bidi="fa-IR"/>
        </w:rPr>
        <w:t>) :</w:t>
      </w:r>
      <w:bookmarkEnd w:id="15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521F6" w14:paraId="0B1145C3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338DB295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ودّع الزهرا وقام حاوي المفخر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E08CC34" w14:textId="77777777" w:rsidR="00C521F6" w:rsidRDefault="00C521F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28ECB13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واَقبل إلى قبر الحسن يصفق الكفّين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21F6" w14:paraId="6247C736" w14:textId="77777777" w:rsidTr="00DE721D">
        <w:trPr>
          <w:trHeight w:val="350"/>
        </w:trPr>
        <w:tc>
          <w:tcPr>
            <w:tcW w:w="3920" w:type="dxa"/>
          </w:tcPr>
          <w:p w14:paraId="30AE039C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واَنكب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على قبر الحسن والدَّمع يجريه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CD533D" w14:textId="77777777" w:rsidR="00C521F6" w:rsidRDefault="00C521F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FEFD4A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اُوروّى ضريح اِخليصه من دمع عينيه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21F6" w14:paraId="4C0C7155" w14:textId="77777777" w:rsidTr="00DE721D">
        <w:trPr>
          <w:trHeight w:val="350"/>
        </w:trPr>
        <w:tc>
          <w:tcPr>
            <w:tcW w:w="3920" w:type="dxa"/>
          </w:tcPr>
          <w:p w14:paraId="76B25FD2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اُو زعْزع ضريح الحسن من كثرة بواكيه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12E923" w14:textId="77777777" w:rsidR="00C521F6" w:rsidRDefault="00C521F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86A247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خوي من بعدك علَيْ جاروا الملاعين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21F6" w14:paraId="046A979A" w14:textId="77777777" w:rsidTr="00DE721D">
        <w:trPr>
          <w:trHeight w:val="350"/>
        </w:trPr>
        <w:tc>
          <w:tcPr>
            <w:tcW w:w="3920" w:type="dxa"/>
          </w:tcPr>
          <w:p w14:paraId="1464A72B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اُو نادى بصوت اِيفتّ قلب اللي يسمعَه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6DD590" w14:textId="77777777" w:rsidR="00C521F6" w:rsidRDefault="00C521F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A6F750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إيدٍ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على راسه اُوإيدٍ فوق ضلعَه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21F6" w14:paraId="6C294D54" w14:textId="77777777" w:rsidTr="00DE721D">
        <w:trPr>
          <w:trHeight w:val="350"/>
        </w:trPr>
        <w:tc>
          <w:tcPr>
            <w:tcW w:w="3920" w:type="dxa"/>
          </w:tcPr>
          <w:p w14:paraId="084692C4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في داعَة الله ما أظن يا خوي رجعَه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7915F0" w14:textId="77777777" w:rsidR="00C521F6" w:rsidRDefault="00C521F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4B5C86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لرض المدينة في جمعنا يحدِي البين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21F6" w14:paraId="6A9B7B1E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78888C1" w14:textId="77777777" w:rsidR="00C521F6" w:rsidRDefault="00C521F6" w:rsidP="00C521F6">
            <w:pPr>
              <w:pStyle w:val="libPoem"/>
            </w:pPr>
            <w:r>
              <w:rPr>
                <w:rtl/>
                <w:lang w:bidi="fa-IR"/>
              </w:rPr>
              <w:t>[فرضك]</w:t>
            </w:r>
            <w:r w:rsidRPr="002F3497">
              <w:rPr>
                <w:rStyle w:val="libFootnotenumChar"/>
                <w:rtl/>
              </w:rPr>
              <w:t>(1)</w:t>
            </w:r>
            <w:r>
              <w:rPr>
                <w:rtl/>
                <w:lang w:bidi="fa-IR"/>
              </w:rPr>
              <w:t xml:space="preserve"> قضيته يا خليصي ابسمِّ قتّال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F303B2" w14:textId="77777777" w:rsidR="00C521F6" w:rsidRDefault="00C521F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E18440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واِبقيت من بعدك أقاسي اِهموم واَهوال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21F6" w14:paraId="21F56DF6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9CF0F01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وعن وطن جدِّي زاعجيني قوم لنذال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7F82CA" w14:textId="77777777" w:rsidR="00C521F6" w:rsidRDefault="00C521F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C948AB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ثاروا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عليّه اُو طالبوني اِبثار صفّين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21F6" w14:paraId="3E30A4E3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F8845CB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ودّي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أجاوركم ولا حاصل بديّه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EA5BE9" w14:textId="77777777" w:rsidR="00C521F6" w:rsidRDefault="00C521F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D4A0FA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جدّي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محمّد قال روح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21F6" w14:paraId="30C4679A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B325AED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موضع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ضريحك والأهل كُلهم 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D7145D" w14:textId="77777777" w:rsidR="00C521F6" w:rsidRDefault="00C521F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34D461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واليوم عنّك بالأهل ياخوي ماشين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21F6" w14:paraId="710B65AE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9C75B07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بلّغ سلامي اُمّي الزهرا يمسموم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FC24CF" w14:textId="77777777" w:rsidR="00C521F6" w:rsidRDefault="00C521F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1D1069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قلها تركتْ اِخليصي في الدهر مغموم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21F6" w14:paraId="20346BBD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D48C6BC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يبكي على فرقه هَله والدمع مسجوم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BFD0452" w14:textId="77777777" w:rsidR="00C521F6" w:rsidRDefault="00C521F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49B9874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محتار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وحده ظلّ ما بين الملاعين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21F6" w14:paraId="31947107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6160416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قاصد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أراضي كربلا باَهلي ولولادْ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A76BF9" w14:textId="77777777" w:rsidR="00C521F6" w:rsidRDefault="00C521F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E62132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حاشا لمثلي يختلف منّه الميعاد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21F6" w14:paraId="303BBF85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6C0E8AB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اُو عندي الخبر أبقى رميّه فوق لوهادْ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AABAC4" w14:textId="77777777" w:rsidR="00C521F6" w:rsidRDefault="00C521F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CBD875" w14:textId="77777777" w:rsidR="00C521F6" w:rsidRDefault="00C521F6" w:rsidP="00DE721D">
            <w:pPr>
              <w:pStyle w:val="libPoem"/>
            </w:pPr>
            <w:r>
              <w:rPr>
                <w:rtl/>
                <w:lang w:bidi="fa-IR"/>
              </w:rPr>
              <w:t>واَبقى ثلاثتيّام لا غسلٌ اُو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F2F21F0" w14:textId="77777777" w:rsidR="00EE7C84" w:rsidRDefault="00EE7C84" w:rsidP="002F3497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4E35DF1C" w14:textId="77777777" w:rsidR="00EE7C84" w:rsidRDefault="00C74E58" w:rsidP="002F3497">
      <w:pPr>
        <w:pStyle w:val="libFootnote0"/>
        <w:rPr>
          <w:lang w:bidi="fa-IR"/>
        </w:rPr>
      </w:pPr>
      <w:r>
        <w:rPr>
          <w:rtl/>
          <w:lang w:bidi="fa-IR"/>
        </w:rPr>
        <w:t>____________________</w:t>
      </w:r>
    </w:p>
    <w:p w14:paraId="03BD16CF" w14:textId="77777777" w:rsidR="00EE7C84" w:rsidRDefault="00EE7C84" w:rsidP="002F3497">
      <w:pPr>
        <w:pStyle w:val="libFootnote0"/>
        <w:rPr>
          <w:lang w:bidi="fa-IR"/>
        </w:rPr>
      </w:pPr>
      <w:r>
        <w:rPr>
          <w:rtl/>
          <w:lang w:bidi="fa-IR"/>
        </w:rPr>
        <w:t>(1) لم تكن المفردة واضحة في الطبعة التي اعتمدناها ، ولعلّ ما أثبتناه موافقاً للأصل</w:t>
      </w:r>
      <w:r w:rsidR="00FB110A">
        <w:rPr>
          <w:rtl/>
          <w:lang w:bidi="fa-IR"/>
        </w:rPr>
        <w:t>.</w:t>
      </w:r>
      <w:r>
        <w:rPr>
          <w:rtl/>
          <w:lang w:bidi="fa-IR"/>
        </w:rPr>
        <w:t xml:space="preserve"> ( موقع معهد الإمامين الحسنَين)</w:t>
      </w:r>
      <w:r w:rsidR="0095067B">
        <w:rPr>
          <w:rtl/>
          <w:lang w:bidi="fa-IR"/>
        </w:rPr>
        <w:t xml:space="preserve"> </w:t>
      </w:r>
    </w:p>
    <w:p w14:paraId="0820AA5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F3C40" w14:paraId="0AFE3D21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683291DB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lastRenderedPageBreak/>
              <w:t>اِتزعزع ضريح الحسن لجل اُوداع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71273BE" w14:textId="77777777" w:rsidR="00AF3C40" w:rsidRDefault="00AF3C40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9EF4386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واتزعزعتْ لاملاك من نوح الميامين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C40" w14:paraId="6CA559F3" w14:textId="77777777" w:rsidTr="00DE721D">
        <w:trPr>
          <w:trHeight w:val="350"/>
        </w:trPr>
        <w:tc>
          <w:tcPr>
            <w:tcW w:w="3920" w:type="dxa"/>
          </w:tcPr>
          <w:p w14:paraId="567BDF79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اُوماج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البقيع اِبساكنه مثل السفينه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38FF8B" w14:textId="77777777" w:rsidR="00AF3C40" w:rsidRDefault="00AF3C40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B0687D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والجوّ أظلم والحسن زايد ونينَه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C40" w14:paraId="5CC1FF7E" w14:textId="77777777" w:rsidTr="00DE721D">
        <w:trPr>
          <w:trHeight w:val="350"/>
        </w:trPr>
        <w:tc>
          <w:tcPr>
            <w:tcW w:w="3920" w:type="dxa"/>
          </w:tcPr>
          <w:p w14:paraId="1E78B79D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نسِّيتني تقطيع كبدي يبو اِسكينه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28D116" w14:textId="77777777" w:rsidR="00AF3C40" w:rsidRDefault="00AF3C40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EA04AB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إلى وين ها لسفرة يبو سكْنة إلى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C40" w14:paraId="3D76BB28" w14:textId="77777777" w:rsidTr="00DE721D">
        <w:trPr>
          <w:trHeight w:val="350"/>
        </w:trPr>
        <w:tc>
          <w:tcPr>
            <w:tcW w:w="3920" w:type="dxa"/>
          </w:tcPr>
          <w:p w14:paraId="197369DB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قلي تعود وبالاُخو لو ما تُعودون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B0AB4E" w14:textId="77777777" w:rsidR="00AF3C40" w:rsidRDefault="00AF3C40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A8CABE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يا ليت ما تسري بكُم يحسين الظعون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C40" w14:paraId="7FE98D1E" w14:textId="77777777" w:rsidTr="00DE721D">
        <w:trPr>
          <w:trHeight w:val="350"/>
        </w:trPr>
        <w:tc>
          <w:tcPr>
            <w:tcW w:w="3920" w:type="dxa"/>
          </w:tcPr>
          <w:p w14:paraId="0EF6C919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بعدك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يخويه [ الوفد ] بالخيبة يردّون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8D7636" w14:textId="77777777" w:rsidR="00AF3C40" w:rsidRDefault="00AF3C40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FCBCF3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منهو إلى الوفّاد بعدك والمساكين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C40" w14:paraId="3D2A3636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DD7A5BE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إتفطّرت كبدي من اُوداعك يا عضيدي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FE4EF4" w14:textId="77777777" w:rsidR="00AF3C40" w:rsidRDefault="00AF3C40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27B3D0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دفع القضا يابن الوصي ما هو ابئيدي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C40" w14:paraId="58E79FE4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76E9501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ليتني ويّاك في يوم الوعيدي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57039C" w14:textId="77777777" w:rsidR="00AF3C40" w:rsidRDefault="00AF3C40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322CA6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يوم اِبوادي كربلا اِتحطّون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C40" w14:paraId="0E4F0951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8EDC186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اِتمنّيت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أنا ويّاك يوم الحرب قدّام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260765" w14:textId="77777777" w:rsidR="00AF3C40" w:rsidRDefault="00AF3C40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F6A61A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يومٌ تجيك الخيل بالرّايات ولعلام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C40" w14:paraId="6389EFD0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925220D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يا هو يومٌ ما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جرى مثله بليّام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97F3FC" w14:textId="77777777" w:rsidR="00AF3C40" w:rsidRDefault="00AF3C40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77EB48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يوم مشوم فيه يحدي حادي البين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C40" w14:paraId="11BDFB6C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DC1E36B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عندي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وصيّة لك يبن طاها المبرور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3E4614" w14:textId="77777777" w:rsidR="00AF3C40" w:rsidRDefault="00AF3C40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134EAC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لامّن نزلتْ الغاضريّة ابذاك لبدور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C40" w14:paraId="091F028E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0631708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زوّج اِسكينة بالولَد جاسم يمشكور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775B9C" w14:textId="77777777" w:rsidR="00AF3C40" w:rsidRDefault="00AF3C40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023102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قبل يخون الدهر بيكُم يا 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C40" w14:paraId="06E0C0E1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5B1B97D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لبسه اِثياب العرس في صورة الأكفان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2590DC" w14:textId="77777777" w:rsidR="00AF3C40" w:rsidRDefault="00AF3C40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32EDFC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واُخضبوه من دمّه اُودم خوته الشبّان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C40" w14:paraId="0D03B221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7543387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يا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يوم عرسه يوم أهوال اُو أحزان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49C04B" w14:textId="77777777" w:rsidR="00AF3C40" w:rsidRDefault="00AF3C40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62FFFF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واِتزيد ضجّات النسا وسط الصواوين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C40" w14:paraId="6280C6A8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1D56351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ويصير عرْسه للقيامة يُوصفونَه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5017A1" w14:textId="77777777" w:rsidR="00AF3C40" w:rsidRDefault="00AF3C40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A76955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اِمْعرس شباب اِبدمِّ نحره ايخضبونَه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C40" w14:paraId="31AF7741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15200A3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اُوفي ساعة اِزفافه للحده اِيشيعونه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EF2C61" w14:textId="77777777" w:rsidR="00AF3C40" w:rsidRDefault="00AF3C40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8663CD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الله يثيبك يا شهيد الطفِّ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37ED2E7" w14:textId="77777777" w:rsidR="00EE7C84" w:rsidRDefault="00EE7C84" w:rsidP="00AF3C40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F3C40" w14:paraId="41CFD79D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236DBD0A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ودَّع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أخوه اُو جمع اِخواته ولبنين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3F9E94C" w14:textId="77777777" w:rsidR="00AF3C40" w:rsidRDefault="00AF3C40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577D915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اُونادى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اِعليهم زيّنو اِخدور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C40" w14:paraId="1AE0622B" w14:textId="77777777" w:rsidTr="00DE721D">
        <w:trPr>
          <w:trHeight w:val="350"/>
        </w:trPr>
        <w:tc>
          <w:tcPr>
            <w:tcW w:w="3920" w:type="dxa"/>
          </w:tcPr>
          <w:p w14:paraId="5D8F8BD5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نادى على العبّاس خويه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F45680" w14:textId="77777777" w:rsidR="00AF3C40" w:rsidRDefault="00AF3C40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A74A76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ستّر هوادج للحريم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C40" w14:paraId="11FA5768" w14:textId="77777777" w:rsidTr="00DE721D">
        <w:trPr>
          <w:trHeight w:val="350"/>
        </w:trPr>
        <w:tc>
          <w:tcPr>
            <w:tcW w:w="3920" w:type="dxa"/>
          </w:tcPr>
          <w:p w14:paraId="2D22C22C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الله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يدومَك يا لاُخو ليهم تكيّه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7FCE74" w14:textId="77777777" w:rsidR="00AF3C40" w:rsidRDefault="00AF3C40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200206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يا سيفي المشهور يا عَمِّ العليِّين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C40" w14:paraId="59C54374" w14:textId="77777777" w:rsidTr="00DE721D">
        <w:trPr>
          <w:trHeight w:val="350"/>
        </w:trPr>
        <w:tc>
          <w:tcPr>
            <w:tcW w:w="3920" w:type="dxa"/>
          </w:tcPr>
          <w:p w14:paraId="4BF7DF3D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اُوعينك على هودج عزيزَتنا يعبّاس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3BF24F" w14:textId="77777777" w:rsidR="00AF3C40" w:rsidRDefault="00AF3C40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CBC805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خلّوه في وسط الظعينَه يا قوي الباس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C40" w14:paraId="2FE09195" w14:textId="77777777" w:rsidTr="00DE721D">
        <w:trPr>
          <w:trHeight w:val="350"/>
        </w:trPr>
        <w:tc>
          <w:tcPr>
            <w:tcW w:w="3920" w:type="dxa"/>
          </w:tcPr>
          <w:p w14:paraId="7FB99899" w14:textId="77777777" w:rsidR="00AF3C40" w:rsidRDefault="00AF3C40" w:rsidP="00AF3C40">
            <w:pPr>
              <w:pStyle w:val="libPoem"/>
            </w:pPr>
            <w:r>
              <w:rPr>
                <w:rtl/>
                <w:lang w:bidi="fa-IR"/>
              </w:rPr>
              <w:t>خوفي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على هودج الحوري تنظره النّاس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200F29" w14:textId="77777777" w:rsidR="00AF3C40" w:rsidRDefault="00AF3C40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F248D2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ما تقبل الغيرة تراه الأجنبيين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C40" w14:paraId="0F029D23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53DCD2E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يا ولاد حيدر حطّوا الهودج يشجعان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F54590" w14:textId="77777777" w:rsidR="00AF3C40" w:rsidRDefault="00AF3C40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7A75B5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تدرون هذي اِمخدّرة خيّال لحصان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C40" w14:paraId="2F5721B7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2530F45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أخشى على الحوري تراها أطفال رضعان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7DB5CF" w14:textId="77777777" w:rsidR="00AF3C40" w:rsidRDefault="00AF3C40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B4CE32" w14:textId="77777777" w:rsidR="00AF3C40" w:rsidRDefault="00AF3C40" w:rsidP="00DE721D">
            <w:pPr>
              <w:pStyle w:val="libPoem"/>
            </w:pPr>
            <w:r>
              <w:rPr>
                <w:rtl/>
                <w:lang w:bidi="fa-IR"/>
              </w:rPr>
              <w:t>خلّوا مطيّتها وسط هذي البعارين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CB5433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70F5D" w14:paraId="5B056B46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10E19298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lastRenderedPageBreak/>
              <w:t>يولاد حيدر حوّطوا حول الظعينه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8C1885E" w14:textId="77777777" w:rsidR="00F70F5D" w:rsidRDefault="00F70F5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3994BFF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اُوكُل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من يخلّي السيف مشهور اِبيمينه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0F5D" w14:paraId="509AC558" w14:textId="77777777" w:rsidTr="00DE721D">
        <w:trPr>
          <w:trHeight w:val="350"/>
        </w:trPr>
        <w:tc>
          <w:tcPr>
            <w:tcW w:w="3920" w:type="dxa"/>
          </w:tcPr>
          <w:p w14:paraId="79F13D29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اُوكلنا بِنطلع فرد طلعة اِمن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C43AD7" w14:textId="77777777" w:rsidR="00F70F5D" w:rsidRDefault="00F70F5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122825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ما نترك اِبطيبة لنا نسوة ولا اِبنين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0F5D" w14:paraId="046796CF" w14:textId="77777777" w:rsidTr="00DE721D">
        <w:trPr>
          <w:trHeight w:val="350"/>
        </w:trPr>
        <w:tc>
          <w:tcPr>
            <w:tcW w:w="3920" w:type="dxa"/>
          </w:tcPr>
          <w:p w14:paraId="5C9199C2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أعلامكم يولاد هاشم نشّروها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C48AAE" w14:textId="77777777" w:rsidR="00F70F5D" w:rsidRDefault="00F70F5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0921F0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واُسيوفكم حول الظعينة شهّروها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0F5D" w14:paraId="544C4C76" w14:textId="77777777" w:rsidTr="00DE721D">
        <w:trPr>
          <w:trHeight w:val="350"/>
        </w:trPr>
        <w:tc>
          <w:tcPr>
            <w:tcW w:w="3920" w:type="dxa"/>
          </w:tcPr>
          <w:p w14:paraId="15113388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اُوهَيدوا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المطايا بالسُّرى لا تزْجعوها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F2A1F3" w14:textId="77777777" w:rsidR="00F70F5D" w:rsidRDefault="00F70F5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3BD44D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خوفي اِتروّع في السّري اِقلوب الخواتين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0F5D" w14:paraId="1F26ADD4" w14:textId="77777777" w:rsidTr="00DE721D">
        <w:trPr>
          <w:trHeight w:val="350"/>
        </w:trPr>
        <w:tc>
          <w:tcPr>
            <w:tcW w:w="3920" w:type="dxa"/>
          </w:tcPr>
          <w:p w14:paraId="0E1E3771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إمشوا اشويّة اُوريّض اِشويّة يجسّام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41A518" w14:textId="77777777" w:rsidR="00F70F5D" w:rsidRDefault="00F70F5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6768A7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خلف الظعينة اِمشوا وبعض اِيصير قدّام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0F5D" w14:paraId="748BEA07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9E76BB8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اُو لسيوف مسلولة اُو منشورة الأعلام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1C332F" w14:textId="77777777" w:rsidR="00F70F5D" w:rsidRDefault="00F70F5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E4548A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حُوطوا ظعينتكم يَخوتي يا شياهين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0F5D" w14:paraId="26C493B8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69DFBB7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حواطوا ظعينتكُم اُومشّوها على هون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CE67FB" w14:textId="77777777" w:rsidR="00F70F5D" w:rsidRDefault="00F70F5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77F37B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يسيوف حربي عن حرمكُم لا تغفلون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0F5D" w14:paraId="137B81C3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E63D21C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خُوفي الهوادج يا بني هاشم يميلون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8054F6" w14:textId="77777777" w:rsidR="00F70F5D" w:rsidRDefault="00F70F5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484492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اُو ترتاع من ميل الهوادع هالنساوين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42DDEE6" w14:textId="77777777" w:rsidR="00EE7C84" w:rsidRDefault="00EE7C84" w:rsidP="00F70F5D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70F5D" w14:paraId="554A6AF8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6ECCD4D9" w14:textId="77777777" w:rsidR="00F70F5D" w:rsidRDefault="00F70F5D" w:rsidP="00F70F5D">
            <w:pPr>
              <w:pStyle w:val="libPoem"/>
            </w:pPr>
            <w:r>
              <w:rPr>
                <w:rtl/>
                <w:lang w:bidi="fa-IR"/>
              </w:rPr>
              <w:t>إتقدّم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أبو فاضل اُونادى اِبصوت يحسينْ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30E8AFC" w14:textId="77777777" w:rsidR="00F70F5D" w:rsidRDefault="00F70F5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FF6ACA8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آمر علينا كُلّنا الأمرك مُطيعينْ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0F5D" w14:paraId="2DC4810C" w14:textId="77777777" w:rsidTr="00DE721D">
        <w:trPr>
          <w:trHeight w:val="350"/>
        </w:trPr>
        <w:tc>
          <w:tcPr>
            <w:tcW w:w="3920" w:type="dxa"/>
          </w:tcPr>
          <w:p w14:paraId="22F67FF1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آمر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علينا كُلّنا في طوع آمرك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96FDD7" w14:textId="77777777" w:rsidR="00F70F5D" w:rsidRDefault="00F70F5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951145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أعمارنا فدوة يبو سكنة لعُمرك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0F5D" w14:paraId="1517E12A" w14:textId="77777777" w:rsidTr="00DE721D">
        <w:trPr>
          <w:trHeight w:val="350"/>
        </w:trPr>
        <w:tc>
          <w:tcPr>
            <w:tcW w:w="3920" w:type="dxa"/>
          </w:tcPr>
          <w:p w14:paraId="6697824C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واِحنا الذخيرة اِمن الوصي ليّام نصرك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D6E8EC0" w14:textId="77777777" w:rsidR="00F70F5D" w:rsidRDefault="00F70F5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67403A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باتشوفنا يوماً نثور اِعلى المُضلّينْ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0F5D" w14:paraId="459E9283" w14:textId="77777777" w:rsidTr="00DE721D">
        <w:trPr>
          <w:trHeight w:val="350"/>
        </w:trPr>
        <w:tc>
          <w:tcPr>
            <w:tcW w:w="3920" w:type="dxa"/>
          </w:tcPr>
          <w:p w14:paraId="5025D7E8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إنْ خضتْ بحراً يا لولي خضناه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D8BC57" w14:textId="77777777" w:rsidR="00F70F5D" w:rsidRDefault="00F70F5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BE465F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واِجبال إنْ تصعد صعدنا أرواحنا اِفداك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0F5D" w14:paraId="4B0352BB" w14:textId="77777777" w:rsidTr="00DE721D">
        <w:trPr>
          <w:trHeight w:val="350"/>
        </w:trPr>
        <w:tc>
          <w:tcPr>
            <w:tcW w:w="3920" w:type="dxa"/>
          </w:tcPr>
          <w:p w14:paraId="6F6789EC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في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الدهر عِيشتنا مَهي حلوة بليّاك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2316DF" w14:textId="77777777" w:rsidR="00F70F5D" w:rsidRDefault="00F70F5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73157D5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إنته حمانا والرّجا يابن الميامينْ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0F5D" w14:paraId="73B4F5FF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989AD4B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واِتقدّمت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اُولاد حيدر من حواليه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C9FC87" w14:textId="77777777" w:rsidR="00F70F5D" w:rsidRDefault="00F70F5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E97833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هذا يحبْ إيده اُو هذا يحبْ رجليه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0F5D" w14:paraId="6B0CD633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04E1DB1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اُو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هذا بترجّى العلم منه اليوم ينطيه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D5D210" w14:textId="77777777" w:rsidR="00F70F5D" w:rsidRDefault="00F70F5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E88395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اُو نشرَوا ذوايبهم على الأكتاف في الحينْ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0F5D" w14:paraId="78826408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6825205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واِتلامعت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بانوارها اُوجوه العشيره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916E72" w14:textId="77777777" w:rsidR="00F70F5D" w:rsidRDefault="00F70F5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46E314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واِحسين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مولاهم مثل شمسِ المنيره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0F5D" w14:paraId="6CF259E4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D448B15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إسم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الله على ذيك لوجوه المستنيره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9867FE" w14:textId="77777777" w:rsidR="00F70F5D" w:rsidRDefault="00F70F5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DA3A10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الله اُولحّد تبقى على الغبرة مَطاعينْ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0F5D" w14:paraId="1A7FB3A1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86F771E" w14:textId="77777777" w:rsidR="00F70F5D" w:rsidRDefault="00F70F5D" w:rsidP="00F70F5D">
            <w:pPr>
              <w:pStyle w:val="libPoem"/>
            </w:pPr>
            <w:r>
              <w:rPr>
                <w:rtl/>
                <w:lang w:bidi="fa-IR"/>
              </w:rPr>
              <w:t>واِتقدّم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العرّيس والأكبر ابجنبَه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3973F7" w14:textId="77777777" w:rsidR="00F70F5D" w:rsidRDefault="00F70F5D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22C22A" w14:textId="77777777" w:rsidR="00F70F5D" w:rsidRDefault="00F70F5D" w:rsidP="00DE721D">
            <w:pPr>
              <w:pStyle w:val="libPoem"/>
            </w:pPr>
            <w:r>
              <w:rPr>
                <w:rtl/>
                <w:lang w:bidi="fa-IR"/>
              </w:rPr>
              <w:t>اُوطاحوا على المولى السّبط كُلٌّ يحبّه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01AF05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865A9" w14:paraId="17CA3784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1482428C" w14:textId="77777777" w:rsidR="009865A9" w:rsidRDefault="009865A9" w:rsidP="009865A9">
            <w:pPr>
              <w:pStyle w:val="libPoem"/>
            </w:pPr>
            <w:r>
              <w:rPr>
                <w:rtl/>
                <w:lang w:bidi="fa-IR"/>
              </w:rPr>
              <w:lastRenderedPageBreak/>
              <w:t>من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شافهم شيخ العشيرة زاد نحْبه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43FB6A5" w14:textId="77777777" w:rsidR="009865A9" w:rsidRDefault="009865A9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B4EC436" w14:textId="77777777" w:rsidR="009865A9" w:rsidRDefault="009865A9" w:rsidP="00DE721D">
            <w:pPr>
              <w:pStyle w:val="libPoem"/>
            </w:pPr>
            <w:r>
              <w:rPr>
                <w:rtl/>
                <w:lang w:bidi="fa-IR"/>
              </w:rPr>
              <w:t>اُوهلّت اِدموعه واَصفق اليسرى بليمينْ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65A9" w14:paraId="7FF9B624" w14:textId="77777777" w:rsidTr="00DE721D">
        <w:trPr>
          <w:trHeight w:val="350"/>
        </w:trPr>
        <w:tc>
          <w:tcPr>
            <w:tcW w:w="3920" w:type="dxa"/>
          </w:tcPr>
          <w:p w14:paraId="43C08C02" w14:textId="77777777" w:rsidR="009865A9" w:rsidRDefault="009865A9" w:rsidP="009865A9">
            <w:pPr>
              <w:pStyle w:val="libPoem"/>
            </w:pPr>
            <w:r>
              <w:rPr>
                <w:rtl/>
                <w:lang w:bidi="fa-IR"/>
              </w:rPr>
              <w:t>واِتذكّر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المظلوم ما يجري عليهم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C80663" w14:textId="77777777" w:rsidR="009865A9" w:rsidRDefault="009865A9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A9DFC1" w14:textId="77777777" w:rsidR="009865A9" w:rsidRDefault="009865A9" w:rsidP="00DE721D">
            <w:pPr>
              <w:pStyle w:val="libPoem"/>
            </w:pPr>
            <w:r>
              <w:rPr>
                <w:rtl/>
                <w:lang w:bidi="fa-IR"/>
              </w:rPr>
              <w:t>في يوم عاشر والذي اِيفعلون بيهم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65A9" w14:paraId="022ECA2E" w14:textId="77777777" w:rsidTr="00DE721D">
        <w:trPr>
          <w:trHeight w:val="350"/>
        </w:trPr>
        <w:tc>
          <w:tcPr>
            <w:tcW w:w="3920" w:type="dxa"/>
          </w:tcPr>
          <w:p w14:paraId="29CD8AC6" w14:textId="77777777" w:rsidR="009865A9" w:rsidRDefault="009865A9" w:rsidP="00DE721D">
            <w:pPr>
              <w:pStyle w:val="libPoem"/>
            </w:pPr>
            <w:r>
              <w:rPr>
                <w:rtl/>
                <w:lang w:bidi="fa-IR"/>
              </w:rPr>
              <w:t>يومٌ تجول الخيل في العركة عليهم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51A5F8" w14:textId="77777777" w:rsidR="009865A9" w:rsidRDefault="009865A9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590557" w14:textId="77777777" w:rsidR="009865A9" w:rsidRDefault="009865A9" w:rsidP="00DE721D">
            <w:pPr>
              <w:pStyle w:val="libPoem"/>
            </w:pPr>
            <w:r>
              <w:rPr>
                <w:rtl/>
                <w:lang w:bidi="fa-IR"/>
              </w:rPr>
              <w:t>يبقوا ثلاثتيّام في الغبرة مطاعينْ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65A9" w14:paraId="2FF5EF13" w14:textId="77777777" w:rsidTr="00DE721D">
        <w:trPr>
          <w:trHeight w:val="350"/>
        </w:trPr>
        <w:tc>
          <w:tcPr>
            <w:tcW w:w="3920" w:type="dxa"/>
          </w:tcPr>
          <w:p w14:paraId="580EE595" w14:textId="77777777" w:rsidR="009865A9" w:rsidRDefault="009865A9" w:rsidP="00DE721D">
            <w:pPr>
              <w:pStyle w:val="libPoem"/>
            </w:pPr>
            <w:r>
              <w:rPr>
                <w:rtl/>
                <w:lang w:bidi="fa-IR"/>
              </w:rPr>
              <w:t>اُوهلّت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اِدموع السبط لمَّن شاف لوالادْ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8A58AD" w14:textId="77777777" w:rsidR="009865A9" w:rsidRDefault="009865A9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78C3A2" w14:textId="77777777" w:rsidR="009865A9" w:rsidRDefault="009865A9" w:rsidP="00DE721D">
            <w:pPr>
              <w:pStyle w:val="libPoem"/>
            </w:pPr>
            <w:r>
              <w:rPr>
                <w:rtl/>
                <w:lang w:bidi="fa-IR"/>
              </w:rPr>
              <w:t>واِتجدِّدتْ له زفرته محروق لفّادْ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65A9" w14:paraId="2B2AFDC5" w14:textId="77777777" w:rsidTr="00DE721D">
        <w:trPr>
          <w:trHeight w:val="350"/>
        </w:trPr>
        <w:tc>
          <w:tcPr>
            <w:tcW w:w="3920" w:type="dxa"/>
          </w:tcPr>
          <w:p w14:paraId="08E181D9" w14:textId="77777777" w:rsidR="009865A9" w:rsidRDefault="009865A9" w:rsidP="00DE721D">
            <w:pPr>
              <w:pStyle w:val="libPoem"/>
            </w:pPr>
            <w:r>
              <w:rPr>
                <w:rtl/>
                <w:lang w:bidi="fa-IR"/>
              </w:rPr>
              <w:t>عنده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الخبر لنهُم يظلّوا فوق لوهادْ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3F226B" w14:textId="77777777" w:rsidR="009865A9" w:rsidRDefault="009865A9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1852BD" w14:textId="77777777" w:rsidR="009865A9" w:rsidRDefault="009865A9" w:rsidP="00DE721D">
            <w:pPr>
              <w:pStyle w:val="libPoem"/>
            </w:pPr>
            <w:r>
              <w:rPr>
                <w:rtl/>
                <w:lang w:bidi="fa-IR"/>
              </w:rPr>
              <w:t>يا عين هلّي الدمع لفراقِ الميامينْ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B5631A1" w14:textId="77777777" w:rsidR="00EE7C84" w:rsidRDefault="00E21949" w:rsidP="009865A9">
      <w:pPr>
        <w:pStyle w:val="libCenter"/>
        <w:rPr>
          <w:lang w:bidi="fa-IR"/>
        </w:rPr>
      </w:pPr>
      <w:r>
        <w:rPr>
          <w:rtl/>
          <w:lang w:bidi="fa-IR"/>
        </w:rPr>
        <w:t>- تمّت -</w:t>
      </w:r>
    </w:p>
    <w:p w14:paraId="24BAB6C5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2A026FC5" w14:textId="77777777" w:rsidR="00EE7C84" w:rsidRDefault="00EE7C84" w:rsidP="0076114F">
      <w:pPr>
        <w:pStyle w:val="libCenterBold1"/>
        <w:rPr>
          <w:lang w:bidi="fa-IR"/>
        </w:rPr>
      </w:pPr>
      <w:r>
        <w:rPr>
          <w:rtl/>
          <w:lang w:bidi="fa-IR"/>
        </w:rPr>
        <w:lastRenderedPageBreak/>
        <w:t>اُمّ سلمة زوج النّبيِّ (</w:t>
      </w:r>
      <w:r w:rsidR="002A105B" w:rsidRPr="002A105B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12C78" w14:paraId="57786B72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3A86A7FE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لا وين تمضي يا عديل الرُّوح يحسينْ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AE7836E" w14:textId="77777777" w:rsidR="00912C78" w:rsidRDefault="00912C78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EA9E9B9" w14:textId="77777777" w:rsidR="00912C78" w:rsidRDefault="00912C78" w:rsidP="00912C78">
            <w:pPr>
              <w:pStyle w:val="libPoem"/>
            </w:pPr>
            <w:r>
              <w:rPr>
                <w:rtl/>
                <w:lang w:bidi="fa-IR"/>
              </w:rPr>
              <w:t>لا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تروح وادي كربلا يابن الميامينْ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2C78" w14:paraId="55D453D4" w14:textId="77777777" w:rsidTr="00DE721D">
        <w:trPr>
          <w:trHeight w:val="350"/>
        </w:trPr>
        <w:tc>
          <w:tcPr>
            <w:tcW w:w="3920" w:type="dxa"/>
          </w:tcPr>
          <w:p w14:paraId="41BEDD64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يحسين يابني لا تروح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400B29" w14:textId="77777777" w:rsidR="00912C78" w:rsidRDefault="00912C78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F908D2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غيِّر النيّة يا عزيز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2C78" w14:paraId="6AB43A9C" w14:textId="77777777" w:rsidTr="00DE721D">
        <w:trPr>
          <w:trHeight w:val="350"/>
        </w:trPr>
        <w:tc>
          <w:tcPr>
            <w:tcW w:w="3920" w:type="dxa"/>
          </w:tcPr>
          <w:p w14:paraId="4DA0C973" w14:textId="77777777" w:rsidR="00912C78" w:rsidRDefault="00912C78" w:rsidP="00912C78">
            <w:pPr>
              <w:pStyle w:val="libPoem"/>
            </w:pPr>
            <w:r>
              <w:rPr>
                <w:rtl/>
                <w:lang w:bidi="fa-IR"/>
              </w:rPr>
              <w:t>إنْ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رحتْ وادي كربلا ما ليك 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5D2E06" w14:textId="77777777" w:rsidR="00912C78" w:rsidRDefault="00912C78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BB6F94" w14:textId="77777777" w:rsidR="00912C78" w:rsidRDefault="00912C78" w:rsidP="00912C78">
            <w:pPr>
              <w:pStyle w:val="libPoem"/>
            </w:pPr>
            <w:r>
              <w:rPr>
                <w:rtl/>
                <w:lang w:bidi="fa-IR"/>
              </w:rPr>
              <w:t>عندي خبرمن جدّك الهادي اِبني اِحسينْ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2C78" w14:paraId="689F69C1" w14:textId="77777777" w:rsidTr="00DE721D">
        <w:trPr>
          <w:trHeight w:val="350"/>
        </w:trPr>
        <w:tc>
          <w:tcPr>
            <w:tcW w:w="3920" w:type="dxa"/>
          </w:tcPr>
          <w:p w14:paraId="1F395534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لا تروح وادي كربلا يا نور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868042" w14:textId="77777777" w:rsidR="00912C78" w:rsidRDefault="00912C78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F3520C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خُوفي يُطول السّفر يا بني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 لا تجيني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2C78" w14:paraId="5E7B1399" w14:textId="77777777" w:rsidTr="00DE721D">
        <w:trPr>
          <w:trHeight w:val="350"/>
        </w:trPr>
        <w:tc>
          <w:tcPr>
            <w:tcW w:w="3920" w:type="dxa"/>
          </w:tcPr>
          <w:p w14:paraId="46A8F152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اِسمعتْ الخبر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اُوجيت ليك أمشي اِبحيني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3EB952" w14:textId="77777777" w:rsidR="00912C78" w:rsidRDefault="00912C78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585329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لا تروح واِتخلّي منابركُم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2C78" w14:paraId="408129E3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2ABCE44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عندي اِترابٌ منْ عهد جدّك يمظلومْ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14DFF2" w14:textId="77777777" w:rsidR="00912C78" w:rsidRDefault="00912C78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E00734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أوصى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اُوقلّي هالترب ينفطرْ بادمومْ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2C78" w14:paraId="1BDEE496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630B4B2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يومٌ تسافر كربلا يا بحر العلومْ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90D23B" w14:textId="77777777" w:rsidR="00912C78" w:rsidRDefault="00912C78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DDD270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تنذبح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فيها اُو تندفن من غير تكفينْ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2C78" w14:paraId="50448CCC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0F4166C" w14:textId="77777777" w:rsidR="00912C78" w:rsidRDefault="00912C78" w:rsidP="00912C78">
            <w:pPr>
              <w:pStyle w:val="libPoem"/>
            </w:pPr>
            <w:r>
              <w:rPr>
                <w:rtl/>
                <w:lang w:bidi="fa-IR"/>
              </w:rPr>
              <w:t>قلها مثلْ ما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أوعدك آنا اَوعدوني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0D1576" w14:textId="77777777" w:rsidR="00912C78" w:rsidRDefault="00912C78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FD1CBE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لازم ابوادي الغاضريّة يذبحوني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2C78" w14:paraId="0D9396F7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0DA5DFA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أعرف محلّي والذي هم ينصروني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5420EE" w14:textId="77777777" w:rsidR="00912C78" w:rsidRDefault="00912C78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800D86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عندي اَسماهم بالعَدد نيف اُو سبّعينْ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2C78" w14:paraId="108CA8BC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2132791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عندي اَخبار الغاضريّة يا حزينَه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E1DB76" w14:textId="77777777" w:rsidR="00912C78" w:rsidRDefault="00912C78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AD2C62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واِنكان ودّك لا محالة تنظرينَه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2C78" w14:paraId="5D49F5BF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F31F4CE" w14:textId="77777777" w:rsidR="00912C78" w:rsidRDefault="00912C78" w:rsidP="00912C78">
            <w:pPr>
              <w:pStyle w:val="libPoem"/>
            </w:pPr>
            <w:r>
              <w:rPr>
                <w:rtl/>
                <w:lang w:bidi="fa-IR"/>
              </w:rPr>
              <w:t>يومٌ أراها الطفّ صاحتْ وا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899219" w14:textId="77777777" w:rsidR="00912C78" w:rsidRDefault="00912C78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B6AE4F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وا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ضيعة الإسلام بعدَك يا حمى الدِّينْ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2C78" w14:paraId="4D35D344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965938C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لا تروح وادي الغاضريّة يا حبيبي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DA6908" w14:textId="77777777" w:rsidR="00912C78" w:rsidRDefault="00912C78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FC2574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غيّر النيّة لو ترى باشقِّ جيبي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2C78" w14:paraId="28460A94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4F6C8EC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والله يا بني سفرتَك من غير طيبي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86CAD2" w14:textId="77777777" w:rsidR="00912C78" w:rsidRDefault="00912C78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1F9FE7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غصباً علينا سفرتك يا نور كُلْ عينْ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2C78" w14:paraId="069162E5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210A94F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لَتروح وادي الغاضريّة يذبحونك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3BF17F" w14:textId="77777777" w:rsidR="00912C78" w:rsidRDefault="00912C78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AC7F03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عندي خبر لن هل الكوفة اِيكاتبونك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2C78" w14:paraId="44870FCC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28BA5A3" w14:textId="77777777" w:rsidR="00912C78" w:rsidRDefault="00912C78" w:rsidP="00DE721D">
            <w:pPr>
              <w:pStyle w:val="libPoem"/>
            </w:pPr>
            <w:r>
              <w:rPr>
                <w:rtl/>
                <w:lang w:bidi="fa-IR"/>
              </w:rPr>
              <w:t>لو من وصلتْ إلهم يعيني يغدرونَك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5E2BC5" w14:textId="77777777" w:rsidR="00912C78" w:rsidRDefault="00912C78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C1D7F8" w14:textId="77777777" w:rsidR="00912C78" w:rsidRDefault="00912C78" w:rsidP="00912C78">
            <w:pPr>
              <w:pStyle w:val="libPoem"/>
            </w:pPr>
            <w:r>
              <w:rPr>
                <w:rtl/>
                <w:lang w:bidi="fa-IR"/>
              </w:rPr>
              <w:t>واِتروح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من بعدك سبايا ها لخواتينْ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C75E2A0" w14:textId="77777777" w:rsidR="00EE7C84" w:rsidRDefault="00EE7C84" w:rsidP="00912C78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2183BB9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66E75" w14:paraId="0DF29E63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55C1454F" w14:textId="77777777" w:rsidR="00166E75" w:rsidRDefault="00166E75" w:rsidP="00DE721D">
            <w:pPr>
              <w:pStyle w:val="libPoem"/>
            </w:pPr>
            <w:r>
              <w:rPr>
                <w:rtl/>
                <w:lang w:bidi="fa-IR"/>
              </w:rPr>
              <w:lastRenderedPageBreak/>
              <w:t>من دار جدّه بو علي حثّ الظعينه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28CC847" w14:textId="77777777" w:rsidR="00166E75" w:rsidRDefault="00166E7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DEC512B" w14:textId="77777777" w:rsidR="00166E75" w:rsidRDefault="00166E75" w:rsidP="00DE721D">
            <w:pPr>
              <w:pStyle w:val="libPoem"/>
            </w:pPr>
            <w:r>
              <w:rPr>
                <w:rtl/>
                <w:lang w:bidi="fa-IR"/>
              </w:rPr>
              <w:t>شال اِبحريمه واِخوته من اَرض المدينَه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6E75" w14:paraId="02CF9CA1" w14:textId="77777777" w:rsidTr="00DE721D">
        <w:trPr>
          <w:trHeight w:val="350"/>
        </w:trPr>
        <w:tc>
          <w:tcPr>
            <w:tcW w:w="3920" w:type="dxa"/>
          </w:tcPr>
          <w:p w14:paraId="2FB3058C" w14:textId="77777777" w:rsidR="00166E75" w:rsidRDefault="00166E75" w:rsidP="00DE721D">
            <w:pPr>
              <w:pStyle w:val="libPoem"/>
            </w:pPr>
            <w:r>
              <w:rPr>
                <w:rtl/>
                <w:lang w:bidi="fa-IR"/>
              </w:rPr>
              <w:t>شبّان طلعوا من المدينة بالسويّه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E88D93" w14:textId="77777777" w:rsidR="00166E75" w:rsidRDefault="00166E7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8BFF57" w14:textId="77777777" w:rsidR="00166E75" w:rsidRDefault="00166E75" w:rsidP="00DE721D">
            <w:pPr>
              <w:pStyle w:val="libPoem"/>
            </w:pPr>
            <w:r>
              <w:rPr>
                <w:rtl/>
                <w:lang w:bidi="fa-IR"/>
              </w:rPr>
              <w:t>شالوا اُوخلّوا دُورهم تنعى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6E75" w14:paraId="440B7B68" w14:textId="77777777" w:rsidTr="00DE721D">
        <w:trPr>
          <w:trHeight w:val="350"/>
        </w:trPr>
        <w:tc>
          <w:tcPr>
            <w:tcW w:w="3920" w:type="dxa"/>
          </w:tcPr>
          <w:p w14:paraId="71B885CE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ما خلّفوا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محمّد اِبن الحنفيّه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F22E51" w14:textId="77777777" w:rsidR="00166E75" w:rsidRDefault="00166E7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E7BB5C" w14:textId="77777777" w:rsidR="00166E75" w:rsidRDefault="002A5AF2" w:rsidP="002A5AF2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فنّه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النوح واِمجاذب ونينَه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6E75" w14:paraId="21DF14DB" w14:textId="77777777" w:rsidTr="00DE721D">
        <w:trPr>
          <w:trHeight w:val="350"/>
        </w:trPr>
        <w:tc>
          <w:tcPr>
            <w:tcW w:w="3920" w:type="dxa"/>
          </w:tcPr>
          <w:p w14:paraId="078A2D76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ما يبرح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اِيقول شيلوني يغلمانْ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FEB1D3" w14:textId="77777777" w:rsidR="00166E75" w:rsidRDefault="00166E7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F8E110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قوموا طرحوني في الدّرب باسأل الرّكبانْ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6E75" w14:paraId="72F020B3" w14:textId="77777777" w:rsidTr="00DE721D">
        <w:trPr>
          <w:trHeight w:val="350"/>
        </w:trPr>
        <w:tc>
          <w:tcPr>
            <w:tcW w:w="3920" w:type="dxa"/>
          </w:tcPr>
          <w:p w14:paraId="062FDAB9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باسأل عن اِخواني بقيّة آل عدنانْ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E6916B" w14:textId="77777777" w:rsidR="00166E75" w:rsidRDefault="00166E7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65A823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من شال عنّه بوعلي متْنام عينَه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6E75" w14:paraId="4979BED4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1237901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باسأل عن اِخواني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اُوقوم الْلي جفوني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E5C626" w14:textId="77777777" w:rsidR="00166E75" w:rsidRDefault="00166E7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EF6EC8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من سافروا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للغاضريّة ما اَذكروني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6E75" w14:paraId="7CBF90DA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E9AB27D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ما عوّدوني بالجفا ما عوّدوني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BE5FB1" w14:textId="77777777" w:rsidR="00166E75" w:rsidRDefault="00166E7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69F3EC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إتمنّيت أخويه تلتقي عيني اِبعينه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6E75" w14:paraId="2B57C9D7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C24FF98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شبّان محلاهُم اُو رَكْبتهُم على الخيل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6E4290" w14:textId="77777777" w:rsidR="00166E75" w:rsidRDefault="00166E7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FC47B6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يومَن طلعوا من المدينة تالي اللّيل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6E75" w14:paraId="420FDAC5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1E703D6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اُوساروا بجمعهُم بين تكبيرٍ اُو تهليل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8B1490" w14:textId="77777777" w:rsidR="00166E75" w:rsidRDefault="00166E7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A0C0C3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مثل الصقور اِتحوم من حول الظعينَه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6E75" w14:paraId="35A10C8D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548A0EA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ويلي لزينب تنتحبْ والدَّمع همّال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5219AE" w14:textId="77777777" w:rsidR="00166E75" w:rsidRDefault="00166E7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B01EF9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تبكي على ذِيك الحمولة اُوذيك لرجال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6E75" w14:paraId="3A7A003E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E6B4BBE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اِتمنّيت أرجع للمدينة مَعْ هلبطال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45C602" w14:textId="77777777" w:rsidR="00166E75" w:rsidRDefault="00166E7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CA4306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ما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ظنّتي اِرجالي يعودون المدينَه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6E75" w14:paraId="79673C79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56813CD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ويلي العبّاس يقدم ظعن لحسينْ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CC920A" w14:textId="77777777" w:rsidR="00166E75" w:rsidRDefault="00166E7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0B5922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ويقول يا زينب يخيّه لا تخافينْ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6E75" w14:paraId="1C5840D4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887E6F8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تخسى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الأعادي ما يقربون الصواوين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B4790E" w14:textId="77777777" w:rsidR="00166E75" w:rsidRDefault="00166E7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94FA70" w14:textId="77777777" w:rsidR="00166E75" w:rsidRDefault="002A5AF2" w:rsidP="002A5AF2">
            <w:pPr>
              <w:pStyle w:val="libPoem"/>
            </w:pPr>
            <w:r>
              <w:rPr>
                <w:rtl/>
                <w:lang w:bidi="fa-IR"/>
              </w:rPr>
              <w:t>واُخوك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عبّاس البطل ما ينكرونَه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6E75" w14:paraId="7A4950C4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0BBC9F4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قالت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يخويه اليوم في اِحصونٍ مشيدَه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3F4D50" w14:textId="77777777" w:rsidR="00166E75" w:rsidRDefault="00166E7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85CE53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وأبطال من حولي اُو فرسانٍ عديدَه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6E75" w14:paraId="00895695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9AC70E7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بس خايفة أبقى مع النّسوة وحيدَه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7437F2" w14:textId="77777777" w:rsidR="00166E75" w:rsidRDefault="00166E75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92F336" w14:textId="77777777" w:rsidR="00166E75" w:rsidRDefault="002A5AF2" w:rsidP="00DE721D">
            <w:pPr>
              <w:pStyle w:val="libPoem"/>
            </w:pPr>
            <w:r>
              <w:rPr>
                <w:rtl/>
                <w:lang w:bidi="fa-IR"/>
              </w:rPr>
              <w:t>واَرجع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بليّا اِرجال يا خويه المدينه</w:t>
            </w:r>
            <w:r w:rsidR="00166E7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FCB3E30" w14:textId="77777777" w:rsidR="00EE7C84" w:rsidRDefault="00EE7C84" w:rsidP="00264C60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A2546" w14:paraId="062EB3F8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231D89C9" w14:textId="77777777" w:rsidR="005A2546" w:rsidRDefault="005A2546" w:rsidP="00DE721D">
            <w:pPr>
              <w:pStyle w:val="libPoem"/>
            </w:pPr>
            <w:r>
              <w:rPr>
                <w:rtl/>
                <w:lang w:bidi="fa-IR"/>
              </w:rPr>
              <w:t>إمن المدينة شالت اِظعون الميامينْ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F3BBAE6" w14:textId="77777777" w:rsidR="005A2546" w:rsidRDefault="005A254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17DE7B3" w14:textId="77777777" w:rsidR="005A2546" w:rsidRDefault="005A2546" w:rsidP="00DE721D">
            <w:pPr>
              <w:pStyle w:val="libPoem"/>
            </w:pPr>
            <w:r>
              <w:rPr>
                <w:rtl/>
                <w:lang w:bidi="fa-IR"/>
              </w:rPr>
              <w:t>والدُّور ظلّت موحشة من سافر اِحسينْ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2546" w14:paraId="626CB8B8" w14:textId="77777777" w:rsidTr="00DE721D">
        <w:trPr>
          <w:trHeight w:val="350"/>
        </w:trPr>
        <w:tc>
          <w:tcPr>
            <w:tcW w:w="3920" w:type="dxa"/>
          </w:tcPr>
          <w:p w14:paraId="48BAE0F9" w14:textId="77777777" w:rsidR="005A2546" w:rsidRDefault="005A2546" w:rsidP="00DE721D">
            <w:pPr>
              <w:pStyle w:val="libPoem"/>
            </w:pPr>
            <w:r>
              <w:rPr>
                <w:rtl/>
                <w:lang w:bidi="fa-IR"/>
              </w:rPr>
              <w:t>ظلمَه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المدارس والمجالس بعد لبدور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558CEB" w14:textId="77777777" w:rsidR="005A2546" w:rsidRDefault="005A254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0BF2C2" w14:textId="77777777" w:rsidR="005A2546" w:rsidRDefault="005A2546" w:rsidP="00DE721D">
            <w:pPr>
              <w:pStyle w:val="libPoem"/>
            </w:pPr>
            <w:r>
              <w:rPr>
                <w:rtl/>
                <w:lang w:bidi="fa-IR"/>
              </w:rPr>
              <w:t>يا حيف غابوا باللّحود اِبيوم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2546" w14:paraId="15E34ED1" w14:textId="77777777" w:rsidTr="00DE721D">
        <w:trPr>
          <w:trHeight w:val="350"/>
        </w:trPr>
        <w:tc>
          <w:tcPr>
            <w:tcW w:w="3920" w:type="dxa"/>
          </w:tcPr>
          <w:p w14:paraId="7FF7462E" w14:textId="77777777" w:rsidR="005A2546" w:rsidRDefault="005A2546" w:rsidP="00DE721D">
            <w:pPr>
              <w:pStyle w:val="libPoem"/>
            </w:pPr>
            <w:r>
              <w:rPr>
                <w:rtl/>
                <w:lang w:bidi="fa-IR"/>
              </w:rPr>
              <w:t>واَهل الكرم شالوا طبقْهم واَغلقوا الدُّور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4C3CA9" w14:textId="77777777" w:rsidR="005A2546" w:rsidRDefault="005A254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BFF33E" w14:textId="77777777" w:rsidR="005A2546" w:rsidRDefault="005A2546" w:rsidP="00DE721D">
            <w:pPr>
              <w:pStyle w:val="libPoem"/>
            </w:pPr>
            <w:r>
              <w:rPr>
                <w:rtl/>
                <w:lang w:bidi="fa-IR"/>
              </w:rPr>
              <w:t>اُو لفراقهم تنعى العلوم اُو يصرخ الدِّينْ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2546" w14:paraId="73F0D909" w14:textId="77777777" w:rsidTr="00DE721D">
        <w:trPr>
          <w:trHeight w:val="350"/>
        </w:trPr>
        <w:tc>
          <w:tcPr>
            <w:tcW w:w="3920" w:type="dxa"/>
          </w:tcPr>
          <w:p w14:paraId="4C5371BB" w14:textId="77777777" w:rsidR="005A2546" w:rsidRDefault="005A2546" w:rsidP="00DE721D">
            <w:pPr>
              <w:pStyle w:val="libPoem"/>
            </w:pPr>
            <w:r>
              <w:rPr>
                <w:rtl/>
                <w:lang w:bidi="fa-IR"/>
              </w:rPr>
              <w:t>والدُّور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والدّنيا اِمظلمة منْ فَقدهُمْ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3EE98D" w14:textId="77777777" w:rsidR="005A2546" w:rsidRDefault="005A254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929F29" w14:textId="77777777" w:rsidR="005A2546" w:rsidRDefault="005A2546" w:rsidP="00DE721D">
            <w:pPr>
              <w:pStyle w:val="libPoem"/>
            </w:pPr>
            <w:r>
              <w:rPr>
                <w:rtl/>
                <w:lang w:bidi="fa-IR"/>
              </w:rPr>
              <w:t>والدِّين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والتدريس دارسْ من بعدهُمْ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2546" w14:paraId="57040AB3" w14:textId="77777777" w:rsidTr="00DE721D">
        <w:trPr>
          <w:trHeight w:val="350"/>
        </w:trPr>
        <w:tc>
          <w:tcPr>
            <w:tcW w:w="3920" w:type="dxa"/>
          </w:tcPr>
          <w:p w14:paraId="79C312BF" w14:textId="77777777" w:rsidR="005A2546" w:rsidRDefault="005A2546" w:rsidP="00DE721D">
            <w:pPr>
              <w:pStyle w:val="libPoem"/>
            </w:pPr>
            <w:r>
              <w:rPr>
                <w:rtl/>
                <w:lang w:bidi="fa-IR"/>
              </w:rPr>
              <w:t>اُودحّاي المنايا ساقْ لظعون اُوحداهُمْ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BB3198E" w14:textId="77777777" w:rsidR="005A2546" w:rsidRDefault="005A254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E83347" w14:textId="77777777" w:rsidR="005A2546" w:rsidRDefault="005A2546" w:rsidP="00DE721D">
            <w:pPr>
              <w:pStyle w:val="libPoem"/>
            </w:pPr>
            <w:r>
              <w:rPr>
                <w:rtl/>
                <w:lang w:bidi="fa-IR"/>
              </w:rPr>
              <w:t>لاَرض المنايا كربلا سافر لها اِحسينْ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2546" w14:paraId="769D69D7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11B620C" w14:textId="77777777" w:rsidR="005A2546" w:rsidRDefault="005A2546" w:rsidP="00DE721D">
            <w:pPr>
              <w:pStyle w:val="libPoem"/>
            </w:pPr>
            <w:r>
              <w:rPr>
                <w:rtl/>
                <w:lang w:bidi="fa-IR"/>
              </w:rPr>
              <w:t>اُوحامي الظعينة والعرينة البطل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8D4B37" w14:textId="77777777" w:rsidR="005A2546" w:rsidRDefault="005A2546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8B4331" w14:textId="77777777" w:rsidR="005A2546" w:rsidRDefault="005A2546" w:rsidP="00DE721D">
            <w:pPr>
              <w:pStyle w:val="libPoem"/>
            </w:pPr>
            <w:r>
              <w:rPr>
                <w:rtl/>
                <w:lang w:bidi="fa-IR"/>
              </w:rPr>
              <w:t>بيده العَلم قدّام وجهه اِشديد لمراس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FF26268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81" w:type="pct"/>
        <w:tblInd w:w="384" w:type="dxa"/>
        <w:tblLook w:val="01E0" w:firstRow="1" w:lastRow="1" w:firstColumn="1" w:lastColumn="1" w:noHBand="0" w:noVBand="0"/>
      </w:tblPr>
      <w:tblGrid>
        <w:gridCol w:w="3951"/>
        <w:gridCol w:w="304"/>
        <w:gridCol w:w="3950"/>
      </w:tblGrid>
      <w:tr w:rsidR="00FD3CD3" w14:paraId="2822CA7D" w14:textId="77777777" w:rsidTr="00FD3CD3">
        <w:trPr>
          <w:trHeight w:val="350"/>
        </w:trPr>
        <w:tc>
          <w:tcPr>
            <w:tcW w:w="3534" w:type="dxa"/>
            <w:shd w:val="clear" w:color="auto" w:fill="auto"/>
          </w:tcPr>
          <w:p w14:paraId="60B5E8A6" w14:textId="77777777" w:rsidR="00FD3CD3" w:rsidRDefault="00FD3CD3" w:rsidP="00DE721D">
            <w:pPr>
              <w:pStyle w:val="libPoem"/>
            </w:pPr>
            <w:r>
              <w:rPr>
                <w:rtl/>
                <w:lang w:bidi="fa-IR"/>
              </w:rPr>
              <w:lastRenderedPageBreak/>
              <w:t>يبرى الظعينة اِيذود عنها مفرّع الرّاس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3DAB2356" w14:textId="77777777" w:rsidR="00FD3CD3" w:rsidRDefault="00FD3CD3" w:rsidP="00DE721D">
            <w:pPr>
              <w:pStyle w:val="libPoem"/>
              <w:rPr>
                <w:rtl/>
              </w:rPr>
            </w:pPr>
          </w:p>
        </w:tc>
        <w:tc>
          <w:tcPr>
            <w:tcW w:w="3534" w:type="dxa"/>
            <w:shd w:val="clear" w:color="auto" w:fill="auto"/>
          </w:tcPr>
          <w:p w14:paraId="69777DD2" w14:textId="77777777" w:rsidR="00FD3CD3" w:rsidRDefault="00FD3CD3" w:rsidP="00FD3CD3">
            <w:pPr>
              <w:pStyle w:val="libPoem"/>
            </w:pPr>
            <w:r>
              <w:rPr>
                <w:rtl/>
                <w:lang w:bidi="fa-IR"/>
              </w:rPr>
              <w:t>اُومن حول زينب كُل بني هاشم اِمسلحينْ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3CD3" w14:paraId="3965D249" w14:textId="77777777" w:rsidTr="00FD3CD3">
        <w:trPr>
          <w:trHeight w:val="350"/>
        </w:trPr>
        <w:tc>
          <w:tcPr>
            <w:tcW w:w="3534" w:type="dxa"/>
          </w:tcPr>
          <w:p w14:paraId="59BEF826" w14:textId="77777777" w:rsidR="00FD3CD3" w:rsidRDefault="00FD3CD3" w:rsidP="00DE721D">
            <w:pPr>
              <w:pStyle w:val="libPoem"/>
            </w:pPr>
            <w:r>
              <w:rPr>
                <w:rtl/>
                <w:lang w:bidi="fa-IR"/>
              </w:rPr>
              <w:t>محلا بني عدنان لطلعتهم ابفزعها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E42A260" w14:textId="77777777" w:rsidR="00FD3CD3" w:rsidRDefault="00FD3CD3" w:rsidP="00DE721D">
            <w:pPr>
              <w:pStyle w:val="libPoem"/>
              <w:rPr>
                <w:rtl/>
              </w:rPr>
            </w:pPr>
          </w:p>
        </w:tc>
        <w:tc>
          <w:tcPr>
            <w:tcW w:w="3534" w:type="dxa"/>
          </w:tcPr>
          <w:p w14:paraId="2D5BE4D0" w14:textId="77777777" w:rsidR="00FD3CD3" w:rsidRDefault="00FD3CD3" w:rsidP="00FD3CD3">
            <w:pPr>
              <w:pStyle w:val="libPoem"/>
            </w:pPr>
            <w:r>
              <w:rPr>
                <w:rtl/>
                <w:lang w:bidi="fa-IR"/>
              </w:rPr>
              <w:t>لو صاح صايحهُم اُولعمامة نزعها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3CD3" w14:paraId="09A350BD" w14:textId="77777777" w:rsidTr="00FD3CD3">
        <w:trPr>
          <w:trHeight w:val="350"/>
        </w:trPr>
        <w:tc>
          <w:tcPr>
            <w:tcW w:w="3534" w:type="dxa"/>
          </w:tcPr>
          <w:p w14:paraId="12410261" w14:textId="77777777" w:rsidR="00FD3CD3" w:rsidRDefault="00FD3CD3" w:rsidP="00FD3CD3">
            <w:pPr>
              <w:pStyle w:val="libPoem"/>
            </w:pPr>
            <w:r>
              <w:rPr>
                <w:rtl/>
                <w:lang w:bidi="fa-IR"/>
              </w:rPr>
              <w:t>صوته اِيزلْزل للعدا اُو يكثر جمعها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304FE21" w14:textId="77777777" w:rsidR="00FD3CD3" w:rsidRDefault="00FD3CD3" w:rsidP="00DE721D">
            <w:pPr>
              <w:pStyle w:val="libPoem"/>
              <w:rPr>
                <w:rtl/>
              </w:rPr>
            </w:pPr>
          </w:p>
        </w:tc>
        <w:tc>
          <w:tcPr>
            <w:tcW w:w="3534" w:type="dxa"/>
          </w:tcPr>
          <w:p w14:paraId="51962F59" w14:textId="77777777" w:rsidR="00FD3CD3" w:rsidRDefault="00FD3CD3" w:rsidP="00DE721D">
            <w:pPr>
              <w:pStyle w:val="libPoem"/>
            </w:pPr>
            <w:r>
              <w:rPr>
                <w:rtl/>
                <w:lang w:bidi="fa-IR"/>
              </w:rPr>
              <w:t>خصّه علي لكبر اُوعمّه فادي الدينْ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3CD3" w14:paraId="79DD1F68" w14:textId="77777777" w:rsidTr="00FD3CD3">
        <w:trPr>
          <w:trHeight w:val="350"/>
        </w:trPr>
        <w:tc>
          <w:tcPr>
            <w:tcW w:w="3534" w:type="dxa"/>
          </w:tcPr>
          <w:p w14:paraId="595D093F" w14:textId="77777777" w:rsidR="00FD3CD3" w:rsidRDefault="00FD3CD3" w:rsidP="00FD3CD3">
            <w:pPr>
              <w:pStyle w:val="libPoem"/>
            </w:pPr>
            <w:r>
              <w:rPr>
                <w:rtl/>
                <w:lang w:bidi="fa-IR"/>
              </w:rPr>
              <w:t>شبّان ويلي بعد ما نبتتْ اِلحاهُم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138A4A1" w14:textId="77777777" w:rsidR="00FD3CD3" w:rsidRDefault="00FD3CD3" w:rsidP="00DE721D">
            <w:pPr>
              <w:pStyle w:val="libPoem"/>
              <w:rPr>
                <w:rtl/>
              </w:rPr>
            </w:pPr>
          </w:p>
        </w:tc>
        <w:tc>
          <w:tcPr>
            <w:tcW w:w="3534" w:type="dxa"/>
          </w:tcPr>
          <w:p w14:paraId="5510A029" w14:textId="77777777" w:rsidR="00FD3CD3" w:rsidRDefault="00FD3CD3" w:rsidP="00DE721D">
            <w:pPr>
              <w:pStyle w:val="libPoem"/>
            </w:pPr>
            <w:r>
              <w:rPr>
                <w:rtl/>
                <w:lang w:bidi="fa-IR"/>
              </w:rPr>
              <w:t>بالغاضريّة اِيزيد باجيوشه رماهُم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3CD3" w14:paraId="14A60666" w14:textId="77777777" w:rsidTr="00FD3CD3">
        <w:trPr>
          <w:trHeight w:val="350"/>
        </w:trPr>
        <w:tc>
          <w:tcPr>
            <w:tcW w:w="3534" w:type="dxa"/>
          </w:tcPr>
          <w:p w14:paraId="330AC2CE" w14:textId="77777777" w:rsidR="00FD3CD3" w:rsidRDefault="00FD3CD3" w:rsidP="00DE721D">
            <w:pPr>
              <w:pStyle w:val="libPoem"/>
            </w:pPr>
            <w:r>
              <w:rPr>
                <w:rtl/>
                <w:lang w:bidi="fa-IR"/>
              </w:rPr>
              <w:t>اُو بالسّيف لَحد كُل بني هاشم محاهُم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EE03393" w14:textId="77777777" w:rsidR="00FD3CD3" w:rsidRDefault="00FD3CD3" w:rsidP="00DE721D">
            <w:pPr>
              <w:pStyle w:val="libPoem"/>
              <w:rPr>
                <w:rtl/>
              </w:rPr>
            </w:pPr>
          </w:p>
        </w:tc>
        <w:tc>
          <w:tcPr>
            <w:tcW w:w="3534" w:type="dxa"/>
          </w:tcPr>
          <w:p w14:paraId="3A2766F8" w14:textId="77777777" w:rsidR="00FD3CD3" w:rsidRDefault="00FD3CD3" w:rsidP="00DE721D">
            <w:pPr>
              <w:pStyle w:val="libPoem"/>
            </w:pPr>
            <w:r>
              <w:rPr>
                <w:rtl/>
                <w:lang w:bidi="fa-IR"/>
              </w:rPr>
              <w:t>اُوخدّامهم من عقبهم صاروا سلاطينْ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3CD3" w14:paraId="6DBE8CFE" w14:textId="77777777" w:rsidTr="00FD3CD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4" w:type="dxa"/>
          </w:tcPr>
          <w:p w14:paraId="4050236A" w14:textId="77777777" w:rsidR="00FD3CD3" w:rsidRDefault="00FD3CD3" w:rsidP="00DE721D">
            <w:pPr>
              <w:pStyle w:val="libPoem"/>
            </w:pPr>
            <w:r>
              <w:rPr>
                <w:rtl/>
                <w:lang w:bidi="fa-IR"/>
              </w:rPr>
              <w:t>يا حيف راحت ذيكِ لوجوه المزهْراتْ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D6B615D" w14:textId="77777777" w:rsidR="00FD3CD3" w:rsidRDefault="00FD3CD3" w:rsidP="00DE721D">
            <w:pPr>
              <w:pStyle w:val="libPoem"/>
              <w:rPr>
                <w:rtl/>
              </w:rPr>
            </w:pPr>
          </w:p>
        </w:tc>
        <w:tc>
          <w:tcPr>
            <w:tcW w:w="3534" w:type="dxa"/>
          </w:tcPr>
          <w:p w14:paraId="7B830E0A" w14:textId="77777777" w:rsidR="00FD3CD3" w:rsidRDefault="00FD3CD3" w:rsidP="00DE721D">
            <w:pPr>
              <w:pStyle w:val="libPoem"/>
            </w:pPr>
            <w:r>
              <w:rPr>
                <w:rtl/>
                <w:lang w:bidi="fa-IR"/>
              </w:rPr>
              <w:t>كانت مصابيح الورى واَمستْ مُظلماتْ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3CD3" w14:paraId="006530F7" w14:textId="77777777" w:rsidTr="00FD3CD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4" w:type="dxa"/>
          </w:tcPr>
          <w:p w14:paraId="4233D3C0" w14:textId="77777777" w:rsidR="00FD3CD3" w:rsidRDefault="00FD3CD3" w:rsidP="00DE721D">
            <w:pPr>
              <w:pStyle w:val="libPoem"/>
            </w:pPr>
            <w:r>
              <w:rPr>
                <w:rtl/>
                <w:lang w:bidi="fa-IR"/>
              </w:rPr>
              <w:t>ركبتْ الخيل الشفايا اِبجنب لفراتْ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94F40BE" w14:textId="77777777" w:rsidR="00FD3CD3" w:rsidRDefault="00FD3CD3" w:rsidP="00DE721D">
            <w:pPr>
              <w:pStyle w:val="libPoem"/>
              <w:rPr>
                <w:rtl/>
              </w:rPr>
            </w:pPr>
          </w:p>
        </w:tc>
        <w:tc>
          <w:tcPr>
            <w:tcW w:w="3534" w:type="dxa"/>
          </w:tcPr>
          <w:p w14:paraId="5073AA9D" w14:textId="77777777" w:rsidR="00FD3CD3" w:rsidRDefault="00FD3CD3" w:rsidP="00DE721D">
            <w:pPr>
              <w:pStyle w:val="libPoem"/>
            </w:pPr>
            <w:r>
              <w:rPr>
                <w:rtl/>
                <w:lang w:bidi="fa-IR"/>
              </w:rPr>
              <w:t>مثل الضحايا اِمطرّحة حول الولي اِحسينْ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51424BC" w14:textId="77777777" w:rsidR="00EE7C84" w:rsidRDefault="00EE7C84" w:rsidP="00FD3CD3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693" w:type="pct"/>
        <w:tblInd w:w="384" w:type="dxa"/>
        <w:tblLook w:val="01E0" w:firstRow="1" w:lastRow="1" w:firstColumn="1" w:lastColumn="1" w:noHBand="0" w:noVBand="0"/>
      </w:tblPr>
      <w:tblGrid>
        <w:gridCol w:w="3952"/>
        <w:gridCol w:w="304"/>
        <w:gridCol w:w="4149"/>
      </w:tblGrid>
      <w:tr w:rsidR="0042779A" w14:paraId="74C24BCB" w14:textId="77777777" w:rsidTr="0042779A">
        <w:trPr>
          <w:trHeight w:val="350"/>
        </w:trPr>
        <w:tc>
          <w:tcPr>
            <w:tcW w:w="3536" w:type="dxa"/>
            <w:shd w:val="clear" w:color="auto" w:fill="auto"/>
          </w:tcPr>
          <w:p w14:paraId="30D21232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ساقوا ظعنهم من أرض طيبة السلاطينْ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0610DE7C" w14:textId="77777777" w:rsidR="0042779A" w:rsidRDefault="0042779A" w:rsidP="00DE721D">
            <w:pPr>
              <w:pStyle w:val="libPoem"/>
              <w:rPr>
                <w:rtl/>
              </w:rPr>
            </w:pPr>
          </w:p>
        </w:tc>
        <w:tc>
          <w:tcPr>
            <w:tcW w:w="3712" w:type="dxa"/>
            <w:shd w:val="clear" w:color="auto" w:fill="auto"/>
          </w:tcPr>
          <w:p w14:paraId="5033F81D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واَضحتْ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منازلهُم مُظلماتٍ خليّينْ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79A" w14:paraId="07160CFB" w14:textId="77777777" w:rsidTr="0042779A">
        <w:trPr>
          <w:trHeight w:val="350"/>
        </w:trPr>
        <w:tc>
          <w:tcPr>
            <w:tcW w:w="3536" w:type="dxa"/>
          </w:tcPr>
          <w:p w14:paraId="5CE2B417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شالوا فرد شيلة بني هاشم جمعهُم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023AE40" w14:textId="77777777" w:rsidR="0042779A" w:rsidRDefault="0042779A" w:rsidP="00DE721D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73E08332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ساقوا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مطاياهم اُو عرفوا وطن جدهُم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79A" w14:paraId="0CE48FFE" w14:textId="77777777" w:rsidTr="0042779A">
        <w:trPr>
          <w:trHeight w:val="350"/>
        </w:trPr>
        <w:tc>
          <w:tcPr>
            <w:tcW w:w="3536" w:type="dxa"/>
          </w:tcPr>
          <w:p w14:paraId="73FCA5C3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الله يعينِك يا منازلهُم بعدهُم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E702CF7" w14:textId="77777777" w:rsidR="0042779A" w:rsidRDefault="0042779A" w:rsidP="00DE721D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7079D4C5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صرتين وحش مُظلمة بعد السلاطينْ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79A" w14:paraId="5A357F90" w14:textId="77777777" w:rsidTr="0042779A">
        <w:trPr>
          <w:trHeight w:val="350"/>
        </w:trPr>
        <w:tc>
          <w:tcPr>
            <w:tcW w:w="3536" w:type="dxa"/>
          </w:tcPr>
          <w:p w14:paraId="3774B1A8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شالوا بني هاشم جمعهُم فرد 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2D03E38" w14:textId="77777777" w:rsidR="0042779A" w:rsidRDefault="0042779A" w:rsidP="00DE721D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59EFA90F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ما خلّفوا في دُورهم غير العليلَه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79A" w14:paraId="1ABE7C63" w14:textId="77777777" w:rsidTr="0042779A">
        <w:trPr>
          <w:trHeight w:val="350"/>
        </w:trPr>
        <w:tc>
          <w:tcPr>
            <w:tcW w:w="3536" w:type="dxa"/>
          </w:tcPr>
          <w:p w14:paraId="516B8C5B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أضحت تحن في الدّار والمدمعْ تسيلَه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5F45F1E" w14:textId="77777777" w:rsidR="0042779A" w:rsidRDefault="0042779A" w:rsidP="00DE721D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2AF1D67E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واِتقول خبروني مشى من اَي صوب لحسينْ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79A" w14:paraId="4822E387" w14:textId="77777777" w:rsidTr="0042779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8B6A8ED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طلعتْ معاها اِتصيح والنسوة معاها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27B4019" w14:textId="77777777" w:rsidR="0042779A" w:rsidRDefault="0042779A" w:rsidP="00DE721D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3D56DB2B" w14:textId="77777777" w:rsidR="0042779A" w:rsidRDefault="0042779A" w:rsidP="0042779A">
            <w:pPr>
              <w:pStyle w:val="libPoem"/>
            </w:pPr>
            <w:r>
              <w:rPr>
                <w:rtl/>
                <w:lang w:bidi="fa-IR"/>
              </w:rPr>
              <w:t>نوبٌ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تطيح اُونوب تسرع في خُطاها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79A" w14:paraId="4679AE6C" w14:textId="77777777" w:rsidTr="0042779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D7F82E3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تكثر الحسرة والبُكا الشيلتْ أباها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FCD3E4B" w14:textId="77777777" w:rsidR="0042779A" w:rsidRDefault="0042779A" w:rsidP="00DE721D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1FDB9897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أضحت غريبة والأهل عنها اِبعيدينْ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79A" w14:paraId="0604DBFD" w14:textId="77777777" w:rsidTr="0042779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45254FB5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أضحتْ غريبة بعد عزوتها الجليله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36FB0DD" w14:textId="77777777" w:rsidR="0042779A" w:rsidRDefault="0042779A" w:rsidP="00DE721D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2EE0ED85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من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بعد عزوتها بقتْ حرمة ذليلَه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79A" w14:paraId="308D2BE5" w14:textId="77777777" w:rsidTr="0042779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3783621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وصلت أبوها اِتعلّقت باَطراف ذيلَه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5C152D3" w14:textId="77777777" w:rsidR="0042779A" w:rsidRDefault="0042779A" w:rsidP="00DE721D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54934364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اُوطاحتْ على راسه تقلّه بوي يحسينْ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79A" w14:paraId="62F42E87" w14:textId="77777777" w:rsidTr="0042779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2D9BE7E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اِخذوني معاكُم يا بني هاشم خذوني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66DBA7E" w14:textId="77777777" w:rsidR="0042779A" w:rsidRDefault="0042779A" w:rsidP="00DE721D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1A9861FF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حرمة غريبة اِبدوركُم لا تتركوني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79A" w14:paraId="5FB831E7" w14:textId="77777777" w:rsidTr="0042779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4CA9E867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من دون</w:t>
            </w:r>
            <w:r w:rsidR="0095067B"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كُلّ الحرم بويه اِتخلفوني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D459ED2" w14:textId="77777777" w:rsidR="0042779A" w:rsidRDefault="0042779A" w:rsidP="00DE721D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62EAAB3D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يا بوي خذني بالظعن ويّاك يحسينْ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79A" w14:paraId="3299B3A6" w14:textId="77777777" w:rsidTr="0042779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85F5697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والله يبويَه عيشتي كشرة بليّاك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C89B95F" w14:textId="77777777" w:rsidR="0042779A" w:rsidRDefault="0042779A" w:rsidP="00DE721D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0A99352D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والله ما أسلو ولا أهجع ولا انْساك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79A" w14:paraId="1B8B7305" w14:textId="77777777" w:rsidTr="0042779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4D8DB8E7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يا بوي خذني في السفر يحسين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0FB4857" w14:textId="77777777" w:rsidR="0042779A" w:rsidRDefault="0042779A" w:rsidP="00DE721D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531303F3" w14:textId="77777777" w:rsidR="0042779A" w:rsidRDefault="0042779A" w:rsidP="00DE721D">
            <w:pPr>
              <w:pStyle w:val="libPoem"/>
            </w:pPr>
            <w:r>
              <w:rPr>
                <w:rtl/>
                <w:lang w:bidi="fa-IR"/>
              </w:rPr>
              <w:t>ما [ تنسني ] يحسين يا نور المسلمينْ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FC8565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5067B" w14:paraId="781AB6EE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53A4308D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lastRenderedPageBreak/>
              <w:t>والله يبو السجّاد ما بطِّل من النّوح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CE763DE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3EF22E7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ليلي اُو نهاري مدمعي بالخدِّ مسفوح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7CF16DFB" w14:textId="77777777" w:rsidTr="00DE721D">
        <w:trPr>
          <w:trHeight w:val="350"/>
        </w:trPr>
        <w:tc>
          <w:tcPr>
            <w:tcW w:w="3920" w:type="dxa"/>
          </w:tcPr>
          <w:p w14:paraId="33E8BF73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قلبي اِتقطّع من رأيت اِلظعنك اِيلوح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056357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C0BBCE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من حولَه العبّاس واِخواني العليّينْ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5152419" w14:textId="77777777" w:rsidR="00EE7C84" w:rsidRDefault="00EE7C84" w:rsidP="0095067B">
      <w:pPr>
        <w:pStyle w:val="libCenter"/>
        <w:rPr>
          <w:rtl/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5"/>
        <w:gridCol w:w="304"/>
        <w:gridCol w:w="3912"/>
      </w:tblGrid>
      <w:tr w:rsidR="0095067B" w14:paraId="3275F8F7" w14:textId="77777777" w:rsidTr="0095067B">
        <w:trPr>
          <w:trHeight w:val="350"/>
        </w:trPr>
        <w:tc>
          <w:tcPr>
            <w:tcW w:w="3538" w:type="dxa"/>
            <w:shd w:val="clear" w:color="auto" w:fill="auto"/>
          </w:tcPr>
          <w:p w14:paraId="2716ABB9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فاطم اِتنادي في أمان اللهِ يحسينْ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2BC6AD7A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0" w:type="dxa"/>
            <w:shd w:val="clear" w:color="auto" w:fill="auto"/>
          </w:tcPr>
          <w:p w14:paraId="7FF9EFEB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باتروح وآني أتم في الدّور الخليّينْ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1F3421BD" w14:textId="77777777" w:rsidTr="0095067B">
        <w:trPr>
          <w:trHeight w:val="350"/>
        </w:trPr>
        <w:tc>
          <w:tcPr>
            <w:tcW w:w="3538" w:type="dxa"/>
          </w:tcPr>
          <w:p w14:paraId="72DCF977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قلها اِرجعي دارك ولا يصفّر لونك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25B2CFD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0" w:type="dxa"/>
          </w:tcPr>
          <w:p w14:paraId="1ED9A8F9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لو من نزلنا في بلد أهلك يجونك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70D40632" w14:textId="77777777" w:rsidTr="0095067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8" w:type="dxa"/>
          </w:tcPr>
          <w:p w14:paraId="2DFF1BDD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لكْبر مع العرّيس إنخلّيهم يجونك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EDCBCB6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0" w:type="dxa"/>
          </w:tcPr>
          <w:p w14:paraId="65405A45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إنتي اِبعيده والأهلْ عنّك بعيدينْ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2ECE8ECB" w14:textId="77777777" w:rsidTr="0095067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8" w:type="dxa"/>
          </w:tcPr>
          <w:p w14:paraId="10FE930B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تبقى خليّة دُورنا يا بنتِ لطهار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15BCF9C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0" w:type="dxa"/>
          </w:tcPr>
          <w:p w14:paraId="0A385982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بانعوف طيبة اُو قاصدين أوحش الأوعار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7367C342" w14:textId="77777777" w:rsidTr="0095067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8" w:type="dxa"/>
          </w:tcPr>
          <w:p w14:paraId="4548CEEC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بلغِي سلامي جدِّي الهادي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5371106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0" w:type="dxa"/>
          </w:tcPr>
          <w:p w14:paraId="7C94CC1F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اُو قولي عزيزَك شال باِخوانه ولبنينْ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39E9ECAC" w14:textId="77777777" w:rsidTr="0095067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8" w:type="dxa"/>
          </w:tcPr>
          <w:p w14:paraId="6EBAC0DF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اُو ردّتْ إلى طيبة اُولبست ثوب لسواد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D861BA2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0" w:type="dxa"/>
          </w:tcPr>
          <w:p w14:paraId="6CDEC9A0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واِتقول وا حزني على السافر ولا 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16BFB3E1" w14:textId="77777777" w:rsidTr="0095067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8" w:type="dxa"/>
          </w:tcPr>
          <w:p w14:paraId="5E294B8A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يمتى تجي يحسين باِخوانك ولُولاد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143CACA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0" w:type="dxa"/>
          </w:tcPr>
          <w:p w14:paraId="50C7A988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واَسمع مُنادي اِيقول قوموا جاكُم اِحسينْ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243BE5CF" w14:textId="77777777" w:rsidTr="0095067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8" w:type="dxa"/>
          </w:tcPr>
          <w:p w14:paraId="536480AD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وصلّى أبوك اِحسين يا فاطم ولعمام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1A940B1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0" w:type="dxa"/>
          </w:tcPr>
          <w:p w14:paraId="6523A9F4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اُوصلّتِ اِخوانك واَقبل العبّاس قدّام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31BDE314" w14:textId="77777777" w:rsidTr="0095067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8" w:type="dxa"/>
          </w:tcPr>
          <w:p w14:paraId="28EC0CD1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اِنكان أنشر في المدينة سبعة اَعلام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2B486DF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0" w:type="dxa"/>
          </w:tcPr>
          <w:p w14:paraId="62A6BD6D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واَقول جوا اِمن السفر أهلي السلاطينْ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0622B6C9" w14:textId="77777777" w:rsidTr="0095067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8" w:type="dxa"/>
          </w:tcPr>
          <w:p w14:paraId="5CBD56FF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يا دُورهم لَحلف يمين الشرع ما جيك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6BF6195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0" w:type="dxa"/>
          </w:tcPr>
          <w:p w14:paraId="570F6F03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حتّى يُعودوا من السّفر يا دار واليك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3B57F94A" w14:textId="77777777" w:rsidTr="0095067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8" w:type="dxa"/>
          </w:tcPr>
          <w:p w14:paraId="7CCAF7AF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واَترك مناحي مِن يرد والِك أهاليك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18CFD65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0" w:type="dxa"/>
          </w:tcPr>
          <w:p w14:paraId="68E1D93D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يا هوّة يوم اِيصير عيداً للمسلمينْ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03FA7742" w14:textId="77777777" w:rsidTr="0095067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8" w:type="dxa"/>
          </w:tcPr>
          <w:p w14:paraId="39035696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يا دار ما لك موحشة صرتي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01D9601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0" w:type="dxa"/>
          </w:tcPr>
          <w:p w14:paraId="1A107237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في وين اَبويه اِحسين أبو نفس الأبيّه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56BD2A1D" w14:textId="77777777" w:rsidTr="0095067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8" w:type="dxa"/>
          </w:tcPr>
          <w:p w14:paraId="3ABDD932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قالت يفاطمْ سافروا للغاضريّه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042322D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0" w:type="dxa"/>
          </w:tcPr>
          <w:p w14:paraId="268BA81D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واَصبحت وحشة مُظلمة من سافراِحسينْ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205829D" w14:textId="77777777" w:rsidR="00EE7C84" w:rsidRDefault="00EE7C84" w:rsidP="0095067B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5067B" w14:paraId="4FFAC92E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18707FFA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يا راحلين اِمن المدينة تسيرونْ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EEA637A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0F70800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ريضوا سويعة من قبل ما تبعدونْ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2B48D297" w14:textId="77777777" w:rsidTr="00DE721D">
        <w:trPr>
          <w:trHeight w:val="350"/>
        </w:trPr>
        <w:tc>
          <w:tcPr>
            <w:tcW w:w="3920" w:type="dxa"/>
          </w:tcPr>
          <w:p w14:paraId="6304DA2D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رحتوا اُوخلّفتوا وراكُم يتيمَه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32E2D6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351A8F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والْلي بلا والي ينال الهضيمَه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59AAB9C0" w14:textId="77777777" w:rsidTr="00DE721D">
        <w:trPr>
          <w:trHeight w:val="350"/>
        </w:trPr>
        <w:tc>
          <w:tcPr>
            <w:tcW w:w="3920" w:type="dxa"/>
          </w:tcPr>
          <w:p w14:paraId="23C3C140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وبعيش في ذلّة ولا ليّه قيمَه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D97849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E85FA9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وآنا أناديكُم ولا لي تسمعونْ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10E12B8C" w14:textId="77777777" w:rsidTr="00DE721D">
        <w:trPr>
          <w:trHeight w:val="350"/>
        </w:trPr>
        <w:tc>
          <w:tcPr>
            <w:tcW w:w="3920" w:type="dxa"/>
          </w:tcPr>
          <w:p w14:paraId="05A4CF0C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ظلّتْ تنادي واَسمع الصوت أبوها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A7C01A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815686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نادى على نسوانه اُواَهله تعرفوها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76083A7B" w14:textId="77777777" w:rsidTr="00DE721D">
        <w:trPr>
          <w:trHeight w:val="350"/>
        </w:trPr>
        <w:tc>
          <w:tcPr>
            <w:tcW w:w="3920" w:type="dxa"/>
          </w:tcPr>
          <w:p w14:paraId="29505DAC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قالوا له الكبرى اُو قال اِلتقوها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2651B9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19EF90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وآمر أبو فاضل يريّض بلظعونْ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4B8725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5"/>
        <w:gridCol w:w="303"/>
        <w:gridCol w:w="3913"/>
      </w:tblGrid>
      <w:tr w:rsidR="0095067B" w14:paraId="3A19F7B7" w14:textId="77777777" w:rsidTr="00DB702D">
        <w:trPr>
          <w:trHeight w:val="350"/>
        </w:trPr>
        <w:tc>
          <w:tcPr>
            <w:tcW w:w="3538" w:type="dxa"/>
            <w:shd w:val="clear" w:color="auto" w:fill="auto"/>
          </w:tcPr>
          <w:p w14:paraId="2307AF4E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lastRenderedPageBreak/>
              <w:t>في الحال أبو فاضل أناخ الركايب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  <w:shd w:val="clear" w:color="auto" w:fill="auto"/>
          </w:tcPr>
          <w:p w14:paraId="78DCF72F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  <w:shd w:val="clear" w:color="auto" w:fill="auto"/>
          </w:tcPr>
          <w:p w14:paraId="5003BA96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من حين ما وصلتْ دعت بالمصايب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6A08BAB2" w14:textId="77777777" w:rsidTr="00DB702D">
        <w:trPr>
          <w:trHeight w:val="350"/>
        </w:trPr>
        <w:tc>
          <w:tcPr>
            <w:tcW w:w="3538" w:type="dxa"/>
          </w:tcPr>
          <w:p w14:paraId="1140FE8D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فرقة الأحبّة اِيصيّر الطفل شايب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5721D40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05D8D24E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راسه اُو يجري الدمع من جفن لعيونْ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456C78D9" w14:textId="77777777" w:rsidTr="00DB702D">
        <w:trPr>
          <w:trHeight w:val="350"/>
        </w:trPr>
        <w:tc>
          <w:tcPr>
            <w:tcW w:w="3538" w:type="dxa"/>
          </w:tcPr>
          <w:p w14:paraId="6BEF3FFD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دارتْ عليهم قبلّتْ منهم الرُّوس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476BA61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69D9039C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اُو صار التحسّر والتلهّف بلنفوس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344DFC1D" w14:textId="77777777" w:rsidTr="00DB702D">
        <w:trPr>
          <w:trHeight w:val="350"/>
        </w:trPr>
        <w:tc>
          <w:tcPr>
            <w:tcW w:w="3538" w:type="dxa"/>
          </w:tcPr>
          <w:p w14:paraId="6D64FC5D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من شافت الشبّان تزهر كلشموس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6326C54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6772A5C2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واَنوارهم تاضي اُو عليها اِيدورون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36CB597C" w14:textId="77777777" w:rsidTr="00DB702D">
        <w:trPr>
          <w:trHeight w:val="350"/>
        </w:trPr>
        <w:tc>
          <w:tcPr>
            <w:tcW w:w="3538" w:type="dxa"/>
          </w:tcPr>
          <w:p w14:paraId="2ECDA8F2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من عاينتهم طاحت اُو وقعت اِتصيح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22D71F89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31E19985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واَنوارهم تاضي كمثلِ المصابيح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630D3B45" w14:textId="77777777" w:rsidTr="00DB70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8" w:type="dxa"/>
          </w:tcPr>
          <w:p w14:paraId="3234BF8B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صاحت اُوهي حسرى تروحوا مذابيح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2CA4F4A4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4F49F372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لَنذر عليكُم صوم عام اِللي تلفونْ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0BAA1E91" w14:textId="77777777" w:rsidTr="00DB70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8" w:type="dxa"/>
          </w:tcPr>
          <w:p w14:paraId="0DA7C4A0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واِحسين ناداها اِسكتي يا حزينَه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82ED995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385E1075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قومي اِرجعي للبيت وسط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01AAB721" w14:textId="77777777" w:rsidTr="00DB70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8" w:type="dxa"/>
          </w:tcPr>
          <w:p w14:paraId="18634DC9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لو من وصلنا للخبر تسمعينَه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34ABD8D5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3FAA41CA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ما قدّر الباري لنا لازم اِيكونْ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6ACBCF80" w14:textId="77777777" w:rsidTr="00DB70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8" w:type="dxa"/>
          </w:tcPr>
          <w:p w14:paraId="0D40312D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دارتْ على النّسوان اُومدّت بصرها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2AB4A10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304539EC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مقصودها التوديع تقضي وطرها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51A60078" w14:textId="77777777" w:rsidTr="00DB70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8" w:type="dxa"/>
          </w:tcPr>
          <w:p w14:paraId="27E44741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شافتْ رباب والطفل في حجرها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B8E55DC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1E80E38B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واَهوت عليه اُوشالتَه فوق لمتونْ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4AA07A5D" w14:textId="77777777" w:rsidTr="00DB70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8" w:type="dxa"/>
          </w:tcPr>
          <w:p w14:paraId="686CE58A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اُونادتْ ينور العين يا بدر سعدي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34AED931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32CF0285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إنكان تامر اِرجع البيت وحدي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09652AFB" w14:textId="77777777" w:rsidTr="00DB70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8" w:type="dxa"/>
          </w:tcPr>
          <w:p w14:paraId="098317A8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بارجع ولكنْ بآخذ الطفل عندي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52F41A8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00F6714C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ما قدر على الرجعة واِنتوا تشيلونْ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1C3182CA" w14:textId="77777777" w:rsidTr="00DB70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8" w:type="dxa"/>
          </w:tcPr>
          <w:p w14:paraId="092EA5C5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نادى عليها اِحسين والدمع همّال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D9A3997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00A02ED6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هذا الطفل ما بيننا شبه لهلال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67B" w14:paraId="0CFAE5E8" w14:textId="77777777" w:rsidTr="00DB70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8" w:type="dxa"/>
          </w:tcPr>
          <w:p w14:paraId="327337F5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في كربلا معدود من عدّ الرجال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936764E" w14:textId="77777777" w:rsidR="0095067B" w:rsidRDefault="0095067B" w:rsidP="00DE72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09654453" w14:textId="77777777" w:rsidR="0095067B" w:rsidRDefault="0095067B" w:rsidP="00DE721D">
            <w:pPr>
              <w:pStyle w:val="libPoem"/>
            </w:pPr>
            <w:r>
              <w:rPr>
                <w:rtl/>
                <w:lang w:bidi="fa-IR"/>
              </w:rPr>
              <w:t>من حرملة ايموت اِبسهم كان مسنونْ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02D" w14:paraId="713063F8" w14:textId="77777777" w:rsidTr="00DB70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8" w:type="dxa"/>
          </w:tcPr>
          <w:p w14:paraId="1052A487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قالت عَجل كُلكم تروحوا مهو 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4D7E8374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0985E860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واَهل البلد يدرون آنا بنت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02D" w14:paraId="466D0EBD" w14:textId="77777777" w:rsidTr="00DB70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8" w:type="dxa"/>
          </w:tcPr>
          <w:p w14:paraId="68780AAA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شاَقول لو جو يطلبون المساكين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603E1969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4961C270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وفّادكم هاللي على الباب يلفونْ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0DB5082" w14:textId="77777777" w:rsidR="00EE7C84" w:rsidRDefault="00EE7C84" w:rsidP="00DB702D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0"/>
        <w:gridCol w:w="304"/>
        <w:gridCol w:w="3917"/>
      </w:tblGrid>
      <w:tr w:rsidR="00DB702D" w14:paraId="52946B46" w14:textId="77777777" w:rsidTr="00DB702D">
        <w:trPr>
          <w:trHeight w:val="350"/>
        </w:trPr>
        <w:tc>
          <w:tcPr>
            <w:tcW w:w="3534" w:type="dxa"/>
            <w:shd w:val="clear" w:color="auto" w:fill="auto"/>
          </w:tcPr>
          <w:p w14:paraId="58AC81FD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بدر الدجى جسام يا ضنوة المسمومْ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6D039CED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504" w:type="dxa"/>
            <w:shd w:val="clear" w:color="auto" w:fill="auto"/>
          </w:tcPr>
          <w:p w14:paraId="3EA81E05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إنته اِبكفالة هودجي يا شاب ملزومْ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02D" w14:paraId="49084A7D" w14:textId="77777777" w:rsidTr="00DB702D">
        <w:trPr>
          <w:trHeight w:val="350"/>
        </w:trPr>
        <w:tc>
          <w:tcPr>
            <w:tcW w:w="3534" w:type="dxa"/>
          </w:tcPr>
          <w:p w14:paraId="22E444E2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لا تصدْ عنِّي يا ضيا عيني يضرغام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A334D85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504" w:type="dxa"/>
          </w:tcPr>
          <w:p w14:paraId="0D31C2BB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يسرور قلب المجتبى يا بني يجسّام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02D" w14:paraId="7FD8A411" w14:textId="77777777" w:rsidTr="00DB702D">
        <w:trPr>
          <w:trHeight w:val="350"/>
        </w:trPr>
        <w:tc>
          <w:tcPr>
            <w:tcW w:w="3534" w:type="dxa"/>
          </w:tcPr>
          <w:p w14:paraId="5E1E6CFC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حصّن الهودج يا عزيزي اُوقود لزمام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047D5A4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504" w:type="dxa"/>
          </w:tcPr>
          <w:p w14:paraId="6EDBC31A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لتشوف شخصي النّاس يا مدلّل يقيدومْ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02D" w14:paraId="1F6BE570" w14:textId="77777777" w:rsidTr="00DB702D">
        <w:trPr>
          <w:trHeight w:val="350"/>
        </w:trPr>
        <w:tc>
          <w:tcPr>
            <w:tcW w:w="3534" w:type="dxa"/>
          </w:tcPr>
          <w:p w14:paraId="351B2879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إنتخى الشاب اُوصارمه اِمن الغمد سلّه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DEC6D04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504" w:type="dxa"/>
          </w:tcPr>
          <w:p w14:paraId="221F2219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اُوشال العمامة والشَّعر على المتن فلّه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02D" w14:paraId="009B26F4" w14:textId="77777777" w:rsidTr="00DB702D">
        <w:trPr>
          <w:trHeight w:val="350"/>
        </w:trPr>
        <w:tc>
          <w:tcPr>
            <w:tcW w:w="3534" w:type="dxa"/>
          </w:tcPr>
          <w:p w14:paraId="094DB0B0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اُوقلها ييمّه لا تخافين المذلّه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4800FDB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504" w:type="dxa"/>
          </w:tcPr>
          <w:p w14:paraId="3FECF5B6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عندك بطل ترتاع من حملاته القومْ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02D" w14:paraId="2E57E374" w14:textId="77777777" w:rsidTr="00DB70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4" w:type="dxa"/>
          </w:tcPr>
          <w:p w14:paraId="5B321E54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ما دام أنا موجود خلّي الخوف عنّك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CC2657E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504" w:type="dxa"/>
          </w:tcPr>
          <w:p w14:paraId="38BC6412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بالسيف والخطِّي لزيل الضّيم عنّك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02D" w14:paraId="35C1C2C3" w14:textId="77777777" w:rsidTr="00DB70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4" w:type="dxa"/>
          </w:tcPr>
          <w:p w14:paraId="7CBD959B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لكنْ عقب ذبحي يصير النّوح فنّك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0214B8E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504" w:type="dxa"/>
          </w:tcPr>
          <w:p w14:paraId="685C3DF5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من تنظريني بالعرا اِمخضّب بلدمومْ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55975C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8"/>
        <w:gridCol w:w="304"/>
        <w:gridCol w:w="3909"/>
      </w:tblGrid>
      <w:tr w:rsidR="00DB702D" w14:paraId="3688BBD7" w14:textId="77777777" w:rsidTr="00DB702D">
        <w:trPr>
          <w:trHeight w:val="350"/>
        </w:trPr>
        <w:tc>
          <w:tcPr>
            <w:tcW w:w="3541" w:type="dxa"/>
            <w:shd w:val="clear" w:color="auto" w:fill="auto"/>
          </w:tcPr>
          <w:p w14:paraId="34072875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lastRenderedPageBreak/>
              <w:t>صاحتْ يراعي المرجلة يا نور عِيناي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11A7E4F4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497" w:type="dxa"/>
            <w:shd w:val="clear" w:color="auto" w:fill="auto"/>
          </w:tcPr>
          <w:p w14:paraId="71070CF3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دهري اِبحياتي في فَرح يا مهجة اِحشاي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02D" w14:paraId="18CEB000" w14:textId="77777777" w:rsidTr="00DB702D">
        <w:trPr>
          <w:trHeight w:val="350"/>
        </w:trPr>
        <w:tc>
          <w:tcPr>
            <w:tcW w:w="3541" w:type="dxa"/>
          </w:tcPr>
          <w:p w14:paraId="369B00CC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كُلما شفتْ شخصك ينور العين ويّاي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37A55D7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497" w:type="dxa"/>
          </w:tcPr>
          <w:p w14:paraId="373C211A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زالتْ اَتراحي واِنجلى قلبي اِمن لهمومْ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02D" w14:paraId="55736CC7" w14:textId="77777777" w:rsidTr="00DB702D">
        <w:trPr>
          <w:trHeight w:val="350"/>
        </w:trPr>
        <w:tc>
          <w:tcPr>
            <w:tcW w:w="3541" w:type="dxa"/>
          </w:tcPr>
          <w:p w14:paraId="4C42A366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نُورك يزيح اِمن القلب همّه ولحزان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383711F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497" w:type="dxa"/>
          </w:tcPr>
          <w:p w14:paraId="54978FC5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محلاك تفتَر بالظعن كنّك غصن 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02D" w14:paraId="27CA8F7E" w14:textId="77777777" w:rsidTr="00DB702D">
        <w:trPr>
          <w:trHeight w:val="350"/>
        </w:trPr>
        <w:tc>
          <w:tcPr>
            <w:tcW w:w="3541" w:type="dxa"/>
          </w:tcPr>
          <w:p w14:paraId="482103EE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خوفِي على هالنّور يا شمعة الشبّان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5A0A20B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497" w:type="dxa"/>
          </w:tcPr>
          <w:p w14:paraId="6E755F01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ينحمل كنّه اِهلال فوق الرّمح مزمومْ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02D" w14:paraId="3A49A0DF" w14:textId="77777777" w:rsidTr="00DB702D">
        <w:trPr>
          <w:trHeight w:val="350"/>
        </w:trPr>
        <w:tc>
          <w:tcPr>
            <w:tcW w:w="3541" w:type="dxa"/>
          </w:tcPr>
          <w:p w14:paraId="20EF9E6E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غرّد اِبصوته اُوصاح يا ناس اغمضوا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39DAAA5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497" w:type="dxa"/>
          </w:tcPr>
          <w:p w14:paraId="72A836C2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لمَّن تجوز اِمخدّرات الطّهر ياسين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02D" w14:paraId="22C20BE6" w14:textId="77777777" w:rsidTr="00DB70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1" w:type="dxa"/>
          </w:tcPr>
          <w:p w14:paraId="35AD502C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ذولا الودايع من عليْ خير الوصيّين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4E9748F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497" w:type="dxa"/>
          </w:tcPr>
          <w:p w14:paraId="1B298438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واحنا فدى حرّات حيدر بحر العلومْ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02D" w14:paraId="2D624A83" w14:textId="77777777" w:rsidTr="00DB70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1" w:type="dxa"/>
          </w:tcPr>
          <w:p w14:paraId="094F28D6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نادتْ به اُمّه وين هالسفرة يلبدور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CDE48A6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497" w:type="dxa"/>
          </w:tcPr>
          <w:p w14:paraId="3695D6E8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قلها لأرض الغاضريّة يمّ لخدور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02D" w14:paraId="266C494B" w14:textId="77777777" w:rsidTr="00DB70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1" w:type="dxa"/>
          </w:tcPr>
          <w:p w14:paraId="2ED16154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صِبري اُوتشوفين العجايب يوم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18F8FE9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497" w:type="dxa"/>
          </w:tcPr>
          <w:p w14:paraId="6B90A08E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حرب اُو ضرب واِحنا انتذبّح في فردْ يومْ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02D" w14:paraId="6120E96E" w14:textId="77777777" w:rsidTr="00DB70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1" w:type="dxa"/>
          </w:tcPr>
          <w:p w14:paraId="234496B1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في يوم واحد تنذبح جملة هلبطال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955D2FA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497" w:type="dxa"/>
          </w:tcPr>
          <w:p w14:paraId="0C8B9006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ميظلّ ويّاكم اِبذيك الخيم 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02D" w14:paraId="5F5322BF" w14:textId="77777777" w:rsidTr="00DB70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1" w:type="dxa"/>
          </w:tcPr>
          <w:p w14:paraId="46A80417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عليلٌ لو مبتلي باِقياد واَغلال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6B1CC1C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497" w:type="dxa"/>
          </w:tcPr>
          <w:p w14:paraId="5DF01B46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إتشيلون وبالرّوس واِعلى التُّرب لجسومْ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368DCD2" w14:textId="77777777" w:rsidR="00EE7C84" w:rsidRDefault="00EE7C84" w:rsidP="00DB702D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42"/>
        <w:gridCol w:w="303"/>
        <w:gridCol w:w="3926"/>
      </w:tblGrid>
      <w:tr w:rsidR="00DB702D" w14:paraId="6A90C647" w14:textId="77777777" w:rsidTr="00A070A3">
        <w:trPr>
          <w:trHeight w:val="350"/>
        </w:trPr>
        <w:tc>
          <w:tcPr>
            <w:tcW w:w="3527" w:type="dxa"/>
            <w:shd w:val="clear" w:color="auto" w:fill="auto"/>
          </w:tcPr>
          <w:p w14:paraId="38EC1930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زينب اِبهودجها تصيح اُو تهمل العينْ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  <w:shd w:val="clear" w:color="auto" w:fill="auto"/>
          </w:tcPr>
          <w:p w14:paraId="548F296B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512" w:type="dxa"/>
            <w:shd w:val="clear" w:color="auto" w:fill="auto"/>
          </w:tcPr>
          <w:p w14:paraId="1334C5B1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واِتخاطب الدُّور اِللي ظلّت خليّينْ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02D" w14:paraId="38CD7206" w14:textId="77777777" w:rsidTr="00A070A3">
        <w:trPr>
          <w:trHeight w:val="350"/>
        </w:trPr>
        <w:tc>
          <w:tcPr>
            <w:tcW w:w="3527" w:type="dxa"/>
          </w:tcPr>
          <w:p w14:paraId="4F138DB9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تبكي اِبهودجها اُوتصبْ الدمع همّال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3C30DCAE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512" w:type="dxa"/>
          </w:tcPr>
          <w:p w14:paraId="398EDD52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في داعة الله يا منازل داحِي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02D" w14:paraId="009B57B6" w14:textId="77777777" w:rsidTr="00A070A3">
        <w:trPr>
          <w:trHeight w:val="350"/>
        </w:trPr>
        <w:tc>
          <w:tcPr>
            <w:tcW w:w="3527" w:type="dxa"/>
          </w:tcPr>
          <w:p w14:paraId="3C9C24D9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عنّك مشيتْ اِبعزوتي واِجميع لحباب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4D3E7C69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512" w:type="dxa"/>
          </w:tcPr>
          <w:p w14:paraId="7137B157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الله [ اِيعينك ] من اِفراقك هالسلاطينْ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02D" w14:paraId="1D01ABB1" w14:textId="77777777" w:rsidTr="00A070A3">
        <w:trPr>
          <w:trHeight w:val="350"/>
        </w:trPr>
        <w:tc>
          <w:tcPr>
            <w:tcW w:w="3527" w:type="dxa"/>
          </w:tcPr>
          <w:p w14:paraId="62809364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في داعة الله يا منازلنا مشينه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9A35EF5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512" w:type="dxa"/>
          </w:tcPr>
          <w:p w14:paraId="0B7EDD6F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غصبن علينا اِنروح من أرض المدينَه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02D" w14:paraId="61BC2287" w14:textId="77777777" w:rsidTr="00A070A3">
        <w:trPr>
          <w:trHeight w:val="350"/>
        </w:trPr>
        <w:tc>
          <w:tcPr>
            <w:tcW w:w="3527" w:type="dxa"/>
          </w:tcPr>
          <w:p w14:paraId="642459E6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بانروح وادي كربلا ويّا ولينه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6199BA06" w14:textId="77777777" w:rsidR="00DB702D" w:rsidRDefault="00DB702D" w:rsidP="00DE721D">
            <w:pPr>
              <w:pStyle w:val="libPoem"/>
              <w:rPr>
                <w:rtl/>
              </w:rPr>
            </w:pPr>
          </w:p>
        </w:tc>
        <w:tc>
          <w:tcPr>
            <w:tcW w:w="3512" w:type="dxa"/>
          </w:tcPr>
          <w:p w14:paraId="6182607A" w14:textId="77777777" w:rsidR="00DB702D" w:rsidRDefault="00DB702D" w:rsidP="00DE721D">
            <w:pPr>
              <w:pStyle w:val="libPoem"/>
            </w:pPr>
            <w:r>
              <w:rPr>
                <w:rtl/>
                <w:lang w:bidi="fa-IR"/>
              </w:rPr>
              <w:t>بانعمّر اِبرور!! اُو منازلنا خليّينْ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70A3" w14:paraId="70BC0093" w14:textId="77777777" w:rsidTr="00A070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27" w:type="dxa"/>
          </w:tcPr>
          <w:p w14:paraId="098578B4" w14:textId="77777777" w:rsidR="00A070A3" w:rsidRDefault="00A070A3" w:rsidP="00DE721D">
            <w:pPr>
              <w:pStyle w:val="libPoem"/>
            </w:pPr>
            <w:r>
              <w:rPr>
                <w:rtl/>
                <w:lang w:bidi="fa-IR"/>
              </w:rPr>
              <w:t>يا دورنَا عنّك مشينا اِبليل دامس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607434D4" w14:textId="77777777" w:rsidR="00A070A3" w:rsidRDefault="00A070A3" w:rsidP="00DE721D">
            <w:pPr>
              <w:pStyle w:val="libPoem"/>
              <w:rPr>
                <w:rtl/>
              </w:rPr>
            </w:pPr>
          </w:p>
        </w:tc>
        <w:tc>
          <w:tcPr>
            <w:tcW w:w="3512" w:type="dxa"/>
          </w:tcPr>
          <w:p w14:paraId="651BA5FE" w14:textId="77777777" w:rsidR="00A070A3" w:rsidRDefault="00A070A3" w:rsidP="00DE721D">
            <w:pPr>
              <w:pStyle w:val="libPoem"/>
            </w:pPr>
            <w:r>
              <w:rPr>
                <w:rtl/>
                <w:lang w:bidi="fa-IR"/>
              </w:rPr>
              <w:t>صرتين قفرة ما إلك منّا موانس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70A3" w14:paraId="37AF3499" w14:textId="77777777" w:rsidTr="00A070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27" w:type="dxa"/>
          </w:tcPr>
          <w:p w14:paraId="776EF88B" w14:textId="77777777" w:rsidR="00A070A3" w:rsidRDefault="00A070A3" w:rsidP="00DE721D">
            <w:pPr>
              <w:pStyle w:val="libPoem"/>
            </w:pPr>
            <w:r>
              <w:rPr>
                <w:rtl/>
                <w:lang w:bidi="fa-IR"/>
              </w:rPr>
              <w:t>حتّى المدارس أصبحت قفرة دوارس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741D11F" w14:textId="77777777" w:rsidR="00A070A3" w:rsidRDefault="00A070A3" w:rsidP="00DE721D">
            <w:pPr>
              <w:pStyle w:val="libPoem"/>
              <w:rPr>
                <w:rtl/>
              </w:rPr>
            </w:pPr>
          </w:p>
        </w:tc>
        <w:tc>
          <w:tcPr>
            <w:tcW w:w="3512" w:type="dxa"/>
          </w:tcPr>
          <w:p w14:paraId="3300905E" w14:textId="77777777" w:rsidR="00A070A3" w:rsidRDefault="00A070A3" w:rsidP="00DE721D">
            <w:pPr>
              <w:pStyle w:val="libPoem"/>
            </w:pPr>
            <w:r>
              <w:rPr>
                <w:rtl/>
                <w:lang w:bidi="fa-IR"/>
              </w:rPr>
              <w:t>ما أوحشك يا دار بعد الطاهر اِحسينْ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70A3" w14:paraId="5FC67729" w14:textId="77777777" w:rsidTr="00A070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27" w:type="dxa"/>
          </w:tcPr>
          <w:p w14:paraId="5781B23D" w14:textId="77777777" w:rsidR="00A070A3" w:rsidRDefault="00A070A3" w:rsidP="00DE721D">
            <w:pPr>
              <w:pStyle w:val="libPoem"/>
            </w:pPr>
            <w:r>
              <w:rPr>
                <w:rtl/>
                <w:lang w:bidi="fa-IR"/>
              </w:rPr>
              <w:t>ما أوحشك يا دار من بعد العشيره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259FB424" w14:textId="77777777" w:rsidR="00A070A3" w:rsidRDefault="00A070A3" w:rsidP="00DE721D">
            <w:pPr>
              <w:pStyle w:val="libPoem"/>
              <w:rPr>
                <w:rtl/>
              </w:rPr>
            </w:pPr>
          </w:p>
        </w:tc>
        <w:tc>
          <w:tcPr>
            <w:tcW w:w="3512" w:type="dxa"/>
          </w:tcPr>
          <w:p w14:paraId="7ACE84B8" w14:textId="77777777" w:rsidR="00A070A3" w:rsidRDefault="00A070A3" w:rsidP="00DE721D">
            <w:pPr>
              <w:pStyle w:val="libPoem"/>
            </w:pPr>
            <w:r>
              <w:rPr>
                <w:rtl/>
                <w:lang w:bidi="fa-IR"/>
              </w:rPr>
              <w:t>يا دورنا صرتين في أعظم كسيره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70A3" w14:paraId="3F585979" w14:textId="77777777" w:rsidTr="00A070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27" w:type="dxa"/>
          </w:tcPr>
          <w:p w14:paraId="5BD64486" w14:textId="77777777" w:rsidR="00A070A3" w:rsidRDefault="00A070A3" w:rsidP="00A070A3">
            <w:pPr>
              <w:pStyle w:val="libPoem"/>
            </w:pPr>
            <w:r>
              <w:rPr>
                <w:rtl/>
                <w:lang w:bidi="fa-IR"/>
              </w:rPr>
              <w:t>الله يعوّد ليك هلبدور المنيره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460FA059" w14:textId="77777777" w:rsidR="00A070A3" w:rsidRDefault="00A070A3" w:rsidP="00DE721D">
            <w:pPr>
              <w:pStyle w:val="libPoem"/>
              <w:rPr>
                <w:rtl/>
              </w:rPr>
            </w:pPr>
          </w:p>
        </w:tc>
        <w:tc>
          <w:tcPr>
            <w:tcW w:w="3512" w:type="dxa"/>
          </w:tcPr>
          <w:p w14:paraId="60873DBD" w14:textId="77777777" w:rsidR="00A070A3" w:rsidRDefault="00A070A3" w:rsidP="00DE721D">
            <w:pPr>
              <w:pStyle w:val="libPoem"/>
            </w:pPr>
            <w:r>
              <w:rPr>
                <w:rtl/>
                <w:lang w:bidi="fa-IR"/>
              </w:rPr>
              <w:t>ويعود أخويه اِحسين عزّ لهاشميِّينْ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70A3" w14:paraId="312532C1" w14:textId="77777777" w:rsidTr="00A070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27" w:type="dxa"/>
          </w:tcPr>
          <w:p w14:paraId="3B6D3A51" w14:textId="77777777" w:rsidR="00A070A3" w:rsidRDefault="00A070A3" w:rsidP="00DE721D">
            <w:pPr>
              <w:pStyle w:val="libPoem"/>
            </w:pPr>
            <w:r>
              <w:rPr>
                <w:rtl/>
                <w:lang w:bidi="fa-IR"/>
              </w:rPr>
              <w:t>في داعة الله يا منازلنا ولديار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68631A94" w14:textId="77777777" w:rsidR="00A070A3" w:rsidRDefault="00A070A3" w:rsidP="00DE721D">
            <w:pPr>
              <w:pStyle w:val="libPoem"/>
              <w:rPr>
                <w:rtl/>
              </w:rPr>
            </w:pPr>
          </w:p>
        </w:tc>
        <w:tc>
          <w:tcPr>
            <w:tcW w:w="3512" w:type="dxa"/>
          </w:tcPr>
          <w:p w14:paraId="3CFF81D9" w14:textId="77777777" w:rsidR="00A070A3" w:rsidRDefault="00A070A3" w:rsidP="00DE721D">
            <w:pPr>
              <w:pStyle w:val="libPoem"/>
            </w:pPr>
            <w:r>
              <w:rPr>
                <w:rtl/>
                <w:lang w:bidi="fa-IR"/>
              </w:rPr>
              <w:t>بلغي سلامي للنَّبي جدِّي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70A3" w14:paraId="117DDCF4" w14:textId="77777777" w:rsidTr="00A070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27" w:type="dxa"/>
          </w:tcPr>
          <w:p w14:paraId="7B18F68B" w14:textId="77777777" w:rsidR="00A070A3" w:rsidRDefault="00A070A3" w:rsidP="00DE721D">
            <w:pPr>
              <w:pStyle w:val="libPoem"/>
            </w:pPr>
            <w:r>
              <w:rPr>
                <w:rtl/>
                <w:lang w:bidi="fa-IR"/>
              </w:rPr>
              <w:t>اُوقولي اُولادك ضاقت بيهم كُلّ الاَمصار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7B729F0" w14:textId="77777777" w:rsidR="00A070A3" w:rsidRDefault="00A070A3" w:rsidP="00DE721D">
            <w:pPr>
              <w:pStyle w:val="libPoem"/>
              <w:rPr>
                <w:rtl/>
              </w:rPr>
            </w:pPr>
          </w:p>
        </w:tc>
        <w:tc>
          <w:tcPr>
            <w:tcW w:w="3512" w:type="dxa"/>
          </w:tcPr>
          <w:p w14:paraId="18D07DFC" w14:textId="77777777" w:rsidR="00A070A3" w:rsidRDefault="00A070A3" w:rsidP="00DE721D">
            <w:pPr>
              <w:pStyle w:val="libPoem"/>
            </w:pPr>
            <w:r>
              <w:rPr>
                <w:rtl/>
                <w:lang w:bidi="fa-IR"/>
              </w:rPr>
              <w:t>في داعة الله يا منازل آل ياسينْ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70A3" w14:paraId="11381F78" w14:textId="77777777" w:rsidTr="00A070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27" w:type="dxa"/>
          </w:tcPr>
          <w:p w14:paraId="24923D28" w14:textId="77777777" w:rsidR="00A070A3" w:rsidRDefault="00A070A3" w:rsidP="00DE721D">
            <w:pPr>
              <w:pStyle w:val="libPoem"/>
            </w:pPr>
            <w:r>
              <w:rPr>
                <w:rtl/>
                <w:lang w:bidi="fa-IR"/>
              </w:rPr>
              <w:t>أشوف هالسفرة مشومة دون لسفار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940EA12" w14:textId="77777777" w:rsidR="00A070A3" w:rsidRDefault="00A070A3" w:rsidP="00DE721D">
            <w:pPr>
              <w:pStyle w:val="libPoem"/>
              <w:rPr>
                <w:rtl/>
              </w:rPr>
            </w:pPr>
          </w:p>
        </w:tc>
        <w:tc>
          <w:tcPr>
            <w:tcW w:w="3512" w:type="dxa"/>
          </w:tcPr>
          <w:p w14:paraId="6A607367" w14:textId="77777777" w:rsidR="00A070A3" w:rsidRDefault="00A070A3" w:rsidP="00DE721D">
            <w:pPr>
              <w:pStyle w:val="libPoem"/>
            </w:pPr>
            <w:r>
              <w:rPr>
                <w:rtl/>
                <w:lang w:bidi="fa-IR"/>
              </w:rPr>
              <w:t>القلب يرجف والدمع بالخدِّ همّال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11C0B6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733EA" w14:paraId="3226881D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1BEE0280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lastRenderedPageBreak/>
              <w:t>واَشوف اُخويه اِبها السفر يضرب الأفكار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4E2B60E" w14:textId="77777777" w:rsidR="003733EA" w:rsidRDefault="003733EA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86EEA7C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واِدموع عينه غرّقت منه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33EA" w14:paraId="65C69969" w14:textId="77777777" w:rsidTr="00DE721D">
        <w:trPr>
          <w:trHeight w:val="350"/>
        </w:trPr>
        <w:tc>
          <w:tcPr>
            <w:tcW w:w="3920" w:type="dxa"/>
          </w:tcPr>
          <w:p w14:paraId="0B409E0D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من هالسفر قلبي أنا اِمن الحزن مملي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FC0036" w14:textId="77777777" w:rsidR="003733EA" w:rsidRDefault="003733EA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A0E6E5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مدري اِبهذا السفر ما يجري على اَهلي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33EA" w14:paraId="23E09084" w14:textId="77777777" w:rsidTr="00DE721D">
        <w:trPr>
          <w:trHeight w:val="350"/>
        </w:trPr>
        <w:tc>
          <w:tcPr>
            <w:tcW w:w="3920" w:type="dxa"/>
          </w:tcPr>
          <w:p w14:paraId="0EF83028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خوفي على اِرجالي الشفا يا نور عقلي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25C2E4B" w14:textId="77777777" w:rsidR="003733EA" w:rsidRDefault="003733EA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68E331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الله يرد يا دار لك هذي الشياهينْ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914D6E4" w14:textId="77777777" w:rsidR="00EE7C84" w:rsidRDefault="00EE7C84" w:rsidP="003733EA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3"/>
        <w:gridCol w:w="304"/>
        <w:gridCol w:w="3914"/>
      </w:tblGrid>
      <w:tr w:rsidR="003733EA" w14:paraId="314EC6DA" w14:textId="77777777" w:rsidTr="003733EA">
        <w:trPr>
          <w:trHeight w:val="350"/>
        </w:trPr>
        <w:tc>
          <w:tcPr>
            <w:tcW w:w="3536" w:type="dxa"/>
            <w:shd w:val="clear" w:color="auto" w:fill="auto"/>
          </w:tcPr>
          <w:p w14:paraId="2F84D8D9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الكون أظلم من طلع من طيبة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167FC597" w14:textId="77777777" w:rsidR="003733EA" w:rsidRDefault="003733EA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14:paraId="3ECBF3A5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شال ابحريمه اُو عزوته من آل ياسين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33EA" w14:paraId="359B9BD4" w14:textId="77777777" w:rsidTr="003733EA">
        <w:trPr>
          <w:trHeight w:val="350"/>
        </w:trPr>
        <w:tc>
          <w:tcPr>
            <w:tcW w:w="3536" w:type="dxa"/>
          </w:tcPr>
          <w:p w14:paraId="362F5EBB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من عقب ما ودع الزهرا للحسن 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251F4FD" w14:textId="77777777" w:rsidR="003733EA" w:rsidRDefault="003733EA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D306B92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يجذب الونّة اُو يصفق اِبراحٍ على 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33EA" w14:paraId="703C55FB" w14:textId="77777777" w:rsidTr="003733EA">
        <w:trPr>
          <w:trHeight w:val="350"/>
        </w:trPr>
        <w:tc>
          <w:tcPr>
            <w:tcW w:w="3536" w:type="dxa"/>
          </w:tcPr>
          <w:p w14:paraId="2DB5DB0D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ناداه تجلس يا عضيدي ابدمع سفّاح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4A13CB1" w14:textId="77777777" w:rsidR="003733EA" w:rsidRDefault="003733EA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8A22A45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اِجلس يبو محمّد ترى عنّك اِمشيلين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33EA" w14:paraId="2664B9AC" w14:textId="77777777" w:rsidTr="003733EA">
        <w:trPr>
          <w:trHeight w:val="350"/>
        </w:trPr>
        <w:tc>
          <w:tcPr>
            <w:tcW w:w="3536" w:type="dxa"/>
          </w:tcPr>
          <w:p w14:paraId="55BB71DF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تقعد اُودّع عزوتك ويا بنينك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30C633D" w14:textId="77777777" w:rsidR="003733EA" w:rsidRDefault="003733EA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D47CBDD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واِحنا ينور العين كُلْنا اِمفارقينك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33EA" w14:paraId="539855D5" w14:textId="77777777" w:rsidTr="003733EA">
        <w:trPr>
          <w:trHeight w:val="350"/>
        </w:trPr>
        <w:tc>
          <w:tcPr>
            <w:tcW w:w="3536" w:type="dxa"/>
          </w:tcPr>
          <w:p w14:paraId="0133D3E7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اِجلس اُودّع جاسم المعرّس ضنينك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C550548" w14:textId="77777777" w:rsidR="003733EA" w:rsidRDefault="003733EA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4B8761F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واُولاد عمّك واخوتك ويا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33EA" w14:paraId="4A7C2C22" w14:textId="77777777" w:rsidTr="003733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621ACAA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من قبر اَبو محمّد بدت ونّه قويّه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4E9B8E5" w14:textId="77777777" w:rsidR="003733EA" w:rsidRDefault="003733EA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566F971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يحسين سفرتكُم ترى غصبن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33EA" w14:paraId="58422F63" w14:textId="77777777" w:rsidTr="003733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8B5E427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لابدّ ما باجيك وادي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4FE70CE" w14:textId="77777777" w:rsidR="003733EA" w:rsidRDefault="003733EA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03A5100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اُو الأملاك ويّانا مع كُل النبيِّين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33EA" w14:paraId="6178BDBC" w14:textId="77777777" w:rsidTr="003733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E20C041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يا ليتني ويّاك حاضر يوم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97C7D4A" w14:textId="77777777" w:rsidR="003733EA" w:rsidRDefault="003733EA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7DF6D81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يوم تقف يحسين بالميدان حاير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33EA" w14:paraId="0B38E094" w14:textId="77777777" w:rsidTr="003733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013C743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واِنته بلا فادي ولا اِمحامي اُو ناصر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1D039BE" w14:textId="77777777" w:rsidR="003733EA" w:rsidRDefault="003733EA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C441725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يا ليتني شلتْ العلم ويّاك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33EA" w14:paraId="3B6979EC" w14:textId="77777777" w:rsidTr="003733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00C443E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اُونوى على الشيلة اُوسمعوا اَهل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1A2B407" w14:textId="77777777" w:rsidR="003733EA" w:rsidRDefault="003733EA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9E1182F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والكُل أقبل يصفق اِشماله بيمينه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33EA" w14:paraId="0A86AE7F" w14:textId="77777777" w:rsidTr="003733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8772B13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اِينادون يا لوالي متى الأوبه علينه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EBC57A8" w14:textId="77777777" w:rsidR="003733EA" w:rsidRDefault="003733EA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A7BCD7A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خلّيتنا كُلنا على اِفراقك حزينين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33EA" w14:paraId="6062673E" w14:textId="77777777" w:rsidTr="003733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BE0E433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نادى عليهم موعدي عاشور محرّم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D9F5CDC" w14:textId="77777777" w:rsidR="003733EA" w:rsidRDefault="003733EA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5BA1FCA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واِنكان منّي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العمر حان اُو تصرّم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33EA" w14:paraId="5DE3CBF4" w14:textId="77777777" w:rsidTr="003733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A1F8DB7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باتجيكم اِطيورٌ تحنْ واِملطّخة اِبدم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78C774D" w14:textId="77777777" w:rsidR="003733EA" w:rsidRDefault="003733EA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2C9AC4D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باتجيكم اِطيورٌ تنادي اِتصيح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33EA" w14:paraId="7BEBC6B9" w14:textId="77777777" w:rsidTr="003733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7144282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اُوجتّه الحزينة اُم سلمة تبكي اُوتنعه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F483A29" w14:textId="77777777" w:rsidR="003733EA" w:rsidRDefault="003733EA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0EC14EF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واِتقول وا بدرٍ غرب ما ليه رجعه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33EA" w14:paraId="4AFA42DD" w14:textId="77777777" w:rsidTr="003733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F33A65D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هاتف نعاكُم بالسما والكُل يسمعه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B82063E" w14:textId="77777777" w:rsidR="003733EA" w:rsidRDefault="003733EA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63644CC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ذلّت بني هاشم اِبقتله والمسلمين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33EA" w14:paraId="4A0E12E8" w14:textId="77777777" w:rsidTr="003733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DE402AE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اُوجاه ابن عبّاس الحزين اُو بالعجل قال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F47CAB8" w14:textId="77777777" w:rsidR="003733EA" w:rsidRDefault="003733EA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038B1E8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خلِّ الحرم في وطن جدّك ويّالطفال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33EA" w14:paraId="50E21559" w14:textId="77777777" w:rsidTr="003733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8F8316A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اُوسمع من وسط الخبا صيحة اُو زلزال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48C6EE7" w14:textId="77777777" w:rsidR="003733EA" w:rsidRDefault="003733EA" w:rsidP="00DE721D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A873AA9" w14:textId="77777777" w:rsidR="003733EA" w:rsidRDefault="003733EA" w:rsidP="00DE721D">
            <w:pPr>
              <w:pStyle w:val="libPoem"/>
            </w:pPr>
            <w:r>
              <w:rPr>
                <w:rtl/>
                <w:lang w:bidi="fa-IR"/>
              </w:rPr>
              <w:t>اِمخدّرة حيدر تحنْ اُوتهمل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C59DAC4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96424" w14:paraId="04BF56BA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6E2A461A" w14:textId="77777777" w:rsidR="00296424" w:rsidRDefault="00296424" w:rsidP="00DE721D">
            <w:pPr>
              <w:pStyle w:val="libPoem"/>
            </w:pPr>
            <w:r>
              <w:rPr>
                <w:rtl/>
                <w:lang w:bidi="fa-IR"/>
              </w:rPr>
              <w:lastRenderedPageBreak/>
              <w:t>واِتقول منهو اِللي على خونا الولي شار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6D0366C" w14:textId="77777777" w:rsidR="00296424" w:rsidRDefault="00296424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CC4CB7D" w14:textId="77777777" w:rsidR="00296424" w:rsidRDefault="00296424" w:rsidP="00DE721D">
            <w:pPr>
              <w:pStyle w:val="libPoem"/>
            </w:pPr>
            <w:r>
              <w:rPr>
                <w:rtl/>
                <w:lang w:bidi="fa-IR"/>
              </w:rPr>
              <w:t>اِيسافر اُو يتركنا حيارى في هلديار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424" w14:paraId="7E299A1F" w14:textId="77777777" w:rsidTr="00DE721D">
        <w:trPr>
          <w:trHeight w:val="350"/>
        </w:trPr>
        <w:tc>
          <w:tcPr>
            <w:tcW w:w="3920" w:type="dxa"/>
          </w:tcPr>
          <w:p w14:paraId="3B6EC8A8" w14:textId="77777777" w:rsidR="00296424" w:rsidRDefault="00296424" w:rsidP="00DE721D">
            <w:pPr>
              <w:pStyle w:val="libPoem"/>
            </w:pPr>
            <w:r>
              <w:rPr>
                <w:rtl/>
                <w:lang w:bidi="fa-IR"/>
              </w:rPr>
              <w:t>والله ما فارق عزيزي ضحوة اِنهار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149985" w14:textId="77777777" w:rsidR="00296424" w:rsidRDefault="00296424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52378B" w14:textId="77777777" w:rsidR="00296424" w:rsidRDefault="00296424" w:rsidP="00DE721D">
            <w:pPr>
              <w:pStyle w:val="libPoem"/>
            </w:pPr>
            <w:r>
              <w:rPr>
                <w:rtl/>
                <w:lang w:bidi="fa-IR"/>
              </w:rPr>
              <w:t>واِحنا معاهم وين ما هُم عاد ناوين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424" w14:paraId="75F4C9E4" w14:textId="77777777" w:rsidTr="00DE721D">
        <w:trPr>
          <w:trHeight w:val="350"/>
        </w:trPr>
        <w:tc>
          <w:tcPr>
            <w:tcW w:w="3920" w:type="dxa"/>
          </w:tcPr>
          <w:p w14:paraId="1D0A942B" w14:textId="77777777" w:rsidR="00296424" w:rsidRDefault="00296424" w:rsidP="00DE721D">
            <w:pPr>
              <w:pStyle w:val="libPoem"/>
            </w:pPr>
            <w:r>
              <w:rPr>
                <w:rtl/>
                <w:lang w:bidi="fa-IR"/>
              </w:rPr>
              <w:t>اُوجات عمّاته اُمّ هاني واُمّ لقمان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E307AB" w14:textId="77777777" w:rsidR="00296424" w:rsidRDefault="00296424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AA00FD" w14:textId="77777777" w:rsidR="00296424" w:rsidRDefault="00296424" w:rsidP="00DE721D">
            <w:pPr>
              <w:pStyle w:val="libPoem"/>
            </w:pPr>
            <w:r>
              <w:rPr>
                <w:rtl/>
                <w:lang w:bidi="fa-IR"/>
              </w:rPr>
              <w:t>واتصيح يا سبط النّبي يا شيخ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424" w14:paraId="5F6F5AB4" w14:textId="77777777" w:rsidTr="00DE721D">
        <w:trPr>
          <w:trHeight w:val="350"/>
        </w:trPr>
        <w:tc>
          <w:tcPr>
            <w:tcW w:w="3920" w:type="dxa"/>
          </w:tcPr>
          <w:p w14:paraId="4AF223D1" w14:textId="77777777" w:rsidR="00296424" w:rsidRDefault="00296424" w:rsidP="00DE721D">
            <w:pPr>
              <w:pStyle w:val="libPoem"/>
            </w:pPr>
            <w:r>
              <w:rPr>
                <w:rtl/>
                <w:lang w:bidi="fa-IR"/>
              </w:rPr>
              <w:t>خليت منا يا ولينا الكل حيران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54E9A8" w14:textId="77777777" w:rsidR="00296424" w:rsidRDefault="00296424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94BEFA" w14:textId="77777777" w:rsidR="00296424" w:rsidRDefault="00296424" w:rsidP="00DE721D">
            <w:pPr>
              <w:pStyle w:val="libPoem"/>
            </w:pPr>
            <w:r>
              <w:rPr>
                <w:rtl/>
                <w:lang w:bidi="fa-IR"/>
              </w:rPr>
              <w:t>نسمع هواتف بالسما يابن الميامين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424" w14:paraId="3DA57B99" w14:textId="77777777" w:rsidTr="00DE721D">
        <w:trPr>
          <w:trHeight w:val="350"/>
        </w:trPr>
        <w:tc>
          <w:tcPr>
            <w:tcW w:w="3920" w:type="dxa"/>
          </w:tcPr>
          <w:p w14:paraId="4DF79C15" w14:textId="77777777" w:rsidR="00296424" w:rsidRDefault="00296424" w:rsidP="00DE721D">
            <w:pPr>
              <w:pStyle w:val="libPoem"/>
            </w:pPr>
            <w:r>
              <w:rPr>
                <w:rtl/>
                <w:lang w:bidi="fa-IR"/>
              </w:rPr>
              <w:t>راح اُومشى فيهم اُونادى ابدمع مهتون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2BB2AA" w14:textId="77777777" w:rsidR="00296424" w:rsidRDefault="00296424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71DFDA" w14:textId="77777777" w:rsidR="00296424" w:rsidRDefault="00296424" w:rsidP="00DE721D">
            <w:pPr>
              <w:pStyle w:val="libPoem"/>
            </w:pPr>
            <w:r>
              <w:rPr>
                <w:rtl/>
                <w:lang w:bidi="fa-IR"/>
              </w:rPr>
              <w:t>هالنوح ما يرضى الباري لا تنوحون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424" w14:paraId="1F8855CB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083686A" w14:textId="77777777" w:rsidR="00296424" w:rsidRDefault="00296424" w:rsidP="00DE721D">
            <w:pPr>
              <w:pStyle w:val="libPoem"/>
            </w:pPr>
            <w:r>
              <w:rPr>
                <w:rtl/>
                <w:lang w:bidi="fa-IR"/>
              </w:rPr>
              <w:t>ها لهاتف اللّي يا حزينة له سمعتون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495718" w14:textId="77777777" w:rsidR="00296424" w:rsidRDefault="00296424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49EEA1E" w14:textId="77777777" w:rsidR="00296424" w:rsidRDefault="00296424" w:rsidP="00DE721D">
            <w:pPr>
              <w:pStyle w:val="libPoem"/>
            </w:pPr>
            <w:r>
              <w:rPr>
                <w:rtl/>
                <w:lang w:bidi="fa-IR"/>
              </w:rPr>
              <w:t>ينعى على ابيوتٍ عقب فقدي خليّين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C501EDE" w14:textId="77777777" w:rsidR="00EE7C84" w:rsidRDefault="00EE7C84" w:rsidP="00296424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27C72" w14:paraId="30538227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38BD077C" w14:textId="77777777" w:rsidR="00327C72" w:rsidRDefault="00327C72" w:rsidP="00DE721D">
            <w:pPr>
              <w:pStyle w:val="libPoem"/>
            </w:pPr>
            <w:r>
              <w:rPr>
                <w:rtl/>
                <w:lang w:bidi="fa-IR"/>
              </w:rPr>
              <w:t>مات الحسن واستوحدوا من بعده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6D4FBE9" w14:textId="77777777" w:rsidR="00327C72" w:rsidRDefault="00327C72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3D0E7A4" w14:textId="77777777" w:rsidR="00327C72" w:rsidRDefault="00327C72" w:rsidP="00DE721D">
            <w:pPr>
              <w:pStyle w:val="libPoem"/>
            </w:pPr>
            <w:r>
              <w:rPr>
                <w:rtl/>
                <w:lang w:bidi="fa-IR"/>
              </w:rPr>
              <w:t>اُونالت بني اُميّة الفرصة ابآل ياسين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7C72" w14:paraId="53C72395" w14:textId="77777777" w:rsidTr="00DE721D">
        <w:trPr>
          <w:trHeight w:val="350"/>
        </w:trPr>
        <w:tc>
          <w:tcPr>
            <w:tcW w:w="3920" w:type="dxa"/>
          </w:tcPr>
          <w:p w14:paraId="0EB4EA83" w14:textId="77777777" w:rsidR="00327C72" w:rsidRDefault="00327C72" w:rsidP="00DE721D">
            <w:pPr>
              <w:pStyle w:val="libPoem"/>
            </w:pPr>
            <w:r>
              <w:rPr>
                <w:rtl/>
                <w:lang w:bidi="fa-IR"/>
              </w:rPr>
              <w:t>واجب على كُل من توالى اِباحمد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955CFC" w14:textId="77777777" w:rsidR="00327C72" w:rsidRDefault="00327C72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1D0EA1" w14:textId="77777777" w:rsidR="00327C72" w:rsidRDefault="00327C72" w:rsidP="00DE721D">
            <w:pPr>
              <w:pStyle w:val="libPoem"/>
            </w:pPr>
            <w:r>
              <w:rPr>
                <w:rtl/>
                <w:lang w:bidi="fa-IR"/>
              </w:rPr>
              <w:t>حزنه على آل النّبي كُل يوم يزدادِ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7C72" w14:paraId="5962A51B" w14:textId="77777777" w:rsidTr="00DE721D">
        <w:trPr>
          <w:trHeight w:val="350"/>
        </w:trPr>
        <w:tc>
          <w:tcPr>
            <w:tcW w:w="3920" w:type="dxa"/>
          </w:tcPr>
          <w:p w14:paraId="19ACF6F4" w14:textId="77777777" w:rsidR="00327C72" w:rsidRDefault="00327C72" w:rsidP="00327C72">
            <w:pPr>
              <w:pStyle w:val="libPoem"/>
            </w:pPr>
            <w:r>
              <w:rPr>
                <w:rtl/>
                <w:lang w:bidi="fa-IR"/>
              </w:rPr>
              <w:t>اُويذكرمصاب اِللي اِنذكر في كاف اُوصاد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8AB0BB" w14:textId="77777777" w:rsidR="00327C72" w:rsidRDefault="00327C72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AAB15A" w14:textId="77777777" w:rsidR="00327C72" w:rsidRDefault="00327C72" w:rsidP="00DE721D">
            <w:pPr>
              <w:pStyle w:val="libPoem"/>
            </w:pPr>
            <w:r>
              <w:rPr>
                <w:rtl/>
                <w:lang w:bidi="fa-IR"/>
              </w:rPr>
              <w:t>وآنا على اِمصابه حزينة طول لسنين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7C72" w14:paraId="62799B4B" w14:textId="77777777" w:rsidTr="00DE721D">
        <w:trPr>
          <w:trHeight w:val="350"/>
        </w:trPr>
        <w:tc>
          <w:tcPr>
            <w:tcW w:w="3920" w:type="dxa"/>
          </w:tcPr>
          <w:p w14:paraId="3864EDBA" w14:textId="77777777" w:rsidR="00327C72" w:rsidRDefault="00327C72" w:rsidP="00DE721D">
            <w:pPr>
              <w:pStyle w:val="libPoem"/>
            </w:pPr>
            <w:r>
              <w:rPr>
                <w:rtl/>
                <w:lang w:bidi="fa-IR"/>
              </w:rPr>
              <w:t>وآنا اِمحرم لذّتي بعده اُو شرابي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300C826" w14:textId="77777777" w:rsidR="00327C72" w:rsidRDefault="00327C72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0B0989" w14:textId="77777777" w:rsidR="00327C72" w:rsidRDefault="00327C72" w:rsidP="00DE721D">
            <w:pPr>
              <w:pStyle w:val="libPoem"/>
            </w:pPr>
            <w:r>
              <w:rPr>
                <w:rtl/>
                <w:lang w:bidi="fa-IR"/>
              </w:rPr>
              <w:t>ما بي مصيبة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على فرقة مصابي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7C72" w14:paraId="5054CF14" w14:textId="77777777" w:rsidTr="00DE721D">
        <w:trPr>
          <w:trHeight w:val="350"/>
        </w:trPr>
        <w:tc>
          <w:tcPr>
            <w:tcW w:w="3920" w:type="dxa"/>
          </w:tcPr>
          <w:p w14:paraId="6E4773DF" w14:textId="77777777" w:rsidR="00327C72" w:rsidRDefault="00327C72" w:rsidP="00DE721D">
            <w:pPr>
              <w:pStyle w:val="libPoem"/>
            </w:pPr>
            <w:r>
              <w:rPr>
                <w:rtl/>
                <w:lang w:bidi="fa-IR"/>
              </w:rPr>
              <w:t>من يوم عيس الحاج من طيبة حدابي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3513DE" w14:textId="77777777" w:rsidR="00327C72" w:rsidRDefault="00327C72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480E2D" w14:textId="77777777" w:rsidR="00327C72" w:rsidRDefault="00327C72" w:rsidP="00DE721D">
            <w:pPr>
              <w:pStyle w:val="libPoem"/>
            </w:pPr>
            <w:r>
              <w:rPr>
                <w:rtl/>
                <w:lang w:bidi="fa-IR"/>
              </w:rPr>
              <w:t>اِبعيني رأيت الحاج للعمرة محرمِين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7C72" w14:paraId="09F5C75C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099207C" w14:textId="77777777" w:rsidR="00327C72" w:rsidRDefault="00327C72" w:rsidP="00DE721D">
            <w:pPr>
              <w:pStyle w:val="libPoem"/>
            </w:pPr>
            <w:r>
              <w:rPr>
                <w:rtl/>
                <w:lang w:bidi="fa-IR"/>
              </w:rPr>
              <w:t>اُو نزعوا لملابس والبسَوا للحجِّ اِحرام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80164D" w14:textId="77777777" w:rsidR="00327C72" w:rsidRDefault="00327C72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E47F55" w14:textId="77777777" w:rsidR="00327C72" w:rsidRDefault="00327C72" w:rsidP="00DE721D">
            <w:pPr>
              <w:pStyle w:val="libPoem"/>
            </w:pPr>
            <w:r>
              <w:rPr>
                <w:rtl/>
                <w:lang w:bidi="fa-IR"/>
              </w:rPr>
              <w:t>اُو خلعوا الزينة واتركوها بعض ليّام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7C72" w14:paraId="29031313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4EDC1FB" w14:textId="77777777" w:rsidR="00327C72" w:rsidRDefault="00327C72" w:rsidP="00DE721D">
            <w:pPr>
              <w:pStyle w:val="libPoem"/>
            </w:pPr>
            <w:r>
              <w:rPr>
                <w:rtl/>
                <w:lang w:bidi="fa-IR"/>
              </w:rPr>
              <w:t>وآنا خلعتْ اِسرور قلبي طول لعوام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377E72" w14:textId="77777777" w:rsidR="00327C72" w:rsidRDefault="00327C72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FAA11A" w14:textId="77777777" w:rsidR="00327C72" w:rsidRDefault="00327C72" w:rsidP="00327C72">
            <w:pPr>
              <w:pStyle w:val="libPoem"/>
            </w:pPr>
            <w:r>
              <w:rPr>
                <w:rtl/>
                <w:lang w:bidi="fa-IR"/>
              </w:rPr>
              <w:t>هل كيف مخْلَعْهاوآنا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الناعي على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7C72" w14:paraId="314E1038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5FF9551" w14:textId="77777777" w:rsidR="00327C72" w:rsidRDefault="00327C72" w:rsidP="00DE721D">
            <w:pPr>
              <w:pStyle w:val="libPoem"/>
            </w:pPr>
            <w:r>
              <w:rPr>
                <w:rtl/>
                <w:lang w:bidi="fa-IR"/>
              </w:rPr>
              <w:t>ما ينّسى مولاي يومٌ راح مطرود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104753" w14:textId="77777777" w:rsidR="00327C72" w:rsidRDefault="00327C72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8D2195" w14:textId="77777777" w:rsidR="00327C72" w:rsidRDefault="00327C72" w:rsidP="00DE721D">
            <w:pPr>
              <w:pStyle w:val="libPoem"/>
            </w:pPr>
            <w:r>
              <w:rPr>
                <w:rtl/>
                <w:lang w:bidi="fa-IR"/>
              </w:rPr>
              <w:t>لايذ اِبقبر اُمّه اُوجدّه خيرُ لجدود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7C72" w14:paraId="3122D470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AD10BF0" w14:textId="77777777" w:rsidR="00327C72" w:rsidRDefault="00327C72" w:rsidP="00327C72">
            <w:pPr>
              <w:pStyle w:val="libPoem"/>
            </w:pPr>
            <w:r>
              <w:rPr>
                <w:rtl/>
                <w:lang w:bidi="fa-IR"/>
              </w:rPr>
              <w:t>يبكي اُو يشكي اُومدمعَه جاري بلخدود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C3B6A0" w14:textId="77777777" w:rsidR="00327C72" w:rsidRDefault="00327C72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41FA0E" w14:textId="77777777" w:rsidR="00327C72" w:rsidRDefault="00327C72" w:rsidP="00DE721D">
            <w:pPr>
              <w:pStyle w:val="libPoem"/>
            </w:pPr>
            <w:r>
              <w:rPr>
                <w:rtl/>
                <w:lang w:bidi="fa-IR"/>
              </w:rPr>
              <w:t>قايل يجدّي شيّبوا راسي الملاعين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7C72" w14:paraId="63209491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03C8F00" w14:textId="77777777" w:rsidR="00327C72" w:rsidRDefault="00327C72" w:rsidP="00DE721D">
            <w:pPr>
              <w:pStyle w:val="libPoem"/>
            </w:pPr>
            <w:r>
              <w:rPr>
                <w:rtl/>
                <w:lang w:bidi="fa-IR"/>
              </w:rPr>
              <w:t>يا جدُّ راسي شيبو بعدك الأرجاس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46C353" w14:textId="77777777" w:rsidR="00327C72" w:rsidRDefault="00327C72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C01635" w14:textId="77777777" w:rsidR="00327C72" w:rsidRDefault="00327C72" w:rsidP="00DE721D">
            <w:pPr>
              <w:pStyle w:val="libPoem"/>
            </w:pPr>
            <w:r>
              <w:rPr>
                <w:rtl/>
                <w:lang w:bidi="fa-IR"/>
              </w:rPr>
              <w:t>واِتكدّرت لذّات أفراحي من النّاس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7C72" w14:paraId="079365A1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3F06A0C" w14:textId="77777777" w:rsidR="00327C72" w:rsidRDefault="00327C72" w:rsidP="00DE721D">
            <w:pPr>
              <w:pStyle w:val="libPoem"/>
            </w:pPr>
            <w:r>
              <w:rPr>
                <w:rtl/>
                <w:lang w:bidi="fa-IR"/>
              </w:rPr>
              <w:t>واَسمع ونين اِمن القبر تصعيد لنفاس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21335C" w14:textId="77777777" w:rsidR="00327C72" w:rsidRDefault="00327C72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BC4AEE" w14:textId="77777777" w:rsidR="00327C72" w:rsidRDefault="00327C72" w:rsidP="00DE721D">
            <w:pPr>
              <w:pStyle w:val="libPoem"/>
            </w:pPr>
            <w:r>
              <w:rPr>
                <w:rtl/>
                <w:lang w:bidi="fa-IR"/>
              </w:rPr>
              <w:t>يا نور عيني يا حبيبي يا بني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7C72" w14:paraId="0A4C3C3E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CAE8ACF" w14:textId="77777777" w:rsidR="00327C72" w:rsidRDefault="00327C72" w:rsidP="00DE721D">
            <w:pPr>
              <w:pStyle w:val="libPoem"/>
            </w:pPr>
            <w:r>
              <w:rPr>
                <w:rtl/>
                <w:lang w:bidi="fa-IR"/>
              </w:rPr>
              <w:t>إنته الصّبور اِعلى البلا يا مهجة اِحشاي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0FFF51" w14:textId="77777777" w:rsidR="00327C72" w:rsidRDefault="00327C72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C29147" w14:textId="77777777" w:rsidR="00327C72" w:rsidRDefault="00327C72" w:rsidP="00DE721D">
            <w:pPr>
              <w:pStyle w:val="libPoem"/>
            </w:pPr>
            <w:r>
              <w:rPr>
                <w:rtl/>
                <w:lang w:bidi="fa-IR"/>
              </w:rPr>
              <w:t>واِنته حقيقٌ بالبلا يا نور عيناي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9AFDC49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00473" w14:paraId="746B7EBB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5AA2941D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lastRenderedPageBreak/>
              <w:t>اِلبس اِثياباً للبلا لنْ البلا جاي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A191433" w14:textId="77777777" w:rsidR="00200473" w:rsidRDefault="00200473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F289F14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واِمن الصّبر درعين يا نسل الميامين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0473" w14:paraId="4720A8E0" w14:textId="77777777" w:rsidTr="00DE721D">
        <w:trPr>
          <w:trHeight w:val="350"/>
        </w:trPr>
        <w:tc>
          <w:tcPr>
            <w:tcW w:w="3920" w:type="dxa"/>
          </w:tcPr>
          <w:p w14:paraId="5AE9BC2D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في كربلا يابن النبوّة اِتموت ظامي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E4E815" w14:textId="77777777" w:rsidR="00200473" w:rsidRDefault="00200473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A85063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عطشان تقضي والنّهر بالماي طامي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0473" w14:paraId="23BB58F8" w14:textId="77777777" w:rsidTr="00DE721D">
        <w:trPr>
          <w:trHeight w:val="350"/>
        </w:trPr>
        <w:tc>
          <w:tcPr>
            <w:tcW w:w="3920" w:type="dxa"/>
          </w:tcPr>
          <w:p w14:paraId="4AFB7B15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اُو نسوانكم تغدي حيارى بلا محامي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ADA913" w14:textId="77777777" w:rsidR="00200473" w:rsidRDefault="00200473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3C0C94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واِنته بلا تغسيل مرمي اُو غير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0473" w14:paraId="4D0C86D8" w14:textId="77777777" w:rsidTr="00DE721D">
        <w:trPr>
          <w:trHeight w:val="350"/>
        </w:trPr>
        <w:tc>
          <w:tcPr>
            <w:tcW w:w="3920" w:type="dxa"/>
          </w:tcPr>
          <w:p w14:paraId="6550D558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يا بني اُوكنّي بالحريم اِتنوح يمّك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157419" w14:textId="77777777" w:rsidR="00200473" w:rsidRDefault="00200473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13C8D5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تبغي الحماية يا أبو السجّاد منّك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0473" w14:paraId="689709D0" w14:textId="77777777" w:rsidTr="00DE721D">
        <w:trPr>
          <w:trHeight w:val="350"/>
        </w:trPr>
        <w:tc>
          <w:tcPr>
            <w:tcW w:w="3920" w:type="dxa"/>
          </w:tcPr>
          <w:p w14:paraId="749DE2DC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واِنته ينور العين متخضب اِبدمك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14FC51" w14:textId="77777777" w:rsidR="00200473" w:rsidRDefault="00200473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20ACEF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طايح رميّة اِعلى الثرى يا قرّة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0473" w14:paraId="76A5606C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5606B39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واِبنك علي يحسين يستعطف من 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FE2A72" w14:textId="77777777" w:rsidR="00200473" w:rsidRDefault="00200473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AF2EDB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واِنته على وجه الثرى ما تقدر اِتقوم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0473" w14:paraId="0F645711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170F968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اُوكنّي اِبزينب واليتامى واُمِّ كلثوم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1CF375" w14:textId="77777777" w:rsidR="00200473" w:rsidRDefault="00200473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B49FD4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شالوهم العدوان للطاغي أسيرين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0473" w14:paraId="0B0E2A5C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76CF2DB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هلّتْ اِعيون اِحسين لمّن سمع جدّه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AD8091" w14:textId="77777777" w:rsidR="00200473" w:rsidRDefault="00200473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2A1FAE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منّه مقاله واِنفرت بالحزن كبده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0473" w14:paraId="249ED445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97BBE39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واِحسين راد ايضمّه الهادي اِبلحده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3D7064" w14:textId="77777777" w:rsidR="00200473" w:rsidRDefault="00200473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0D8471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ويّاك خذني للقبر يا حامي الدين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0473" w14:paraId="66759BD5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C422026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خذني يجدّي باللحد هالساع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D83DC8" w14:textId="77777777" w:rsidR="00200473" w:rsidRDefault="00200473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C6CB63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اِمصيبتي كشرة يجدّي بين إعداك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0473" w14:paraId="262243A5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8E838C8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قلّه اُودمع العين فوق الخدِّ سفّاك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D73AE8" w14:textId="77777777" w:rsidR="00200473" w:rsidRDefault="00200473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FB9F7C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لا بدّ ما ترجع إليها ياضيا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0473" w14:paraId="1D18C07A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B89E47D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حتّى يبو سجادنا اِتنال الشهاده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0F5731" w14:textId="77777777" w:rsidR="00200473" w:rsidRDefault="00200473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90CD18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بيها تنال الفوز يا بني والسعاده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0473" w14:paraId="268F6A59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99CC8FB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يومٌ وعى خبَّر بني هاشم السّاده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D73C04" w14:textId="77777777" w:rsidR="00200473" w:rsidRDefault="00200473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2668CD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صاروا من اَقوال النّبي لجلَه حزينِين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0473" w14:paraId="452742FA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6EFA50E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ودّع قبر جدّه اُوغدى لمّه الحزينه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9C0A4B" w14:textId="77777777" w:rsidR="00200473" w:rsidRDefault="00200473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438A8F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حنّ اُوجدب ونّه اُوهل اِدموع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0473" w14:paraId="15DE29A0" w14:textId="77777777" w:rsidTr="00DE72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E413F0C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يمكسّرة لضلاع قعدي ودّعينه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1C7B1C" w14:textId="77777777" w:rsidR="00200473" w:rsidRDefault="00200473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ABD382" w14:textId="77777777" w:rsidR="00200473" w:rsidRDefault="00200473" w:rsidP="00DE721D">
            <w:pPr>
              <w:pStyle w:val="libPoem"/>
            </w:pPr>
            <w:r>
              <w:rPr>
                <w:rtl/>
                <w:lang w:bidi="fa-IR"/>
              </w:rPr>
              <w:t>يمّ الحسن اِحنا عن اِجوارك طريدين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6EF9B4C" w14:textId="77777777" w:rsidR="00EE7C84" w:rsidRDefault="00EE7C84" w:rsidP="00200473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C2F79" w14:paraId="3F088B3B" w14:textId="77777777" w:rsidTr="00DE721D">
        <w:trPr>
          <w:trHeight w:val="350"/>
        </w:trPr>
        <w:tc>
          <w:tcPr>
            <w:tcW w:w="3920" w:type="dxa"/>
            <w:shd w:val="clear" w:color="auto" w:fill="auto"/>
          </w:tcPr>
          <w:p w14:paraId="3125609E" w14:textId="77777777" w:rsidR="00CC2F79" w:rsidRDefault="00CC2F79" w:rsidP="00DE721D">
            <w:pPr>
              <w:pStyle w:val="libPoem"/>
            </w:pPr>
            <w:r>
              <w:rPr>
                <w:rtl/>
                <w:lang w:bidi="fa-IR"/>
              </w:rPr>
              <w:t>شال اُومشى بالدولة شال اُومشى بالدُّوله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1F8551C" w14:textId="77777777" w:rsidR="00CC2F79" w:rsidRDefault="00CC2F79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EE5C021" w14:textId="77777777" w:rsidR="00CC2F79" w:rsidRDefault="00CC2F79" w:rsidP="00DE721D">
            <w:pPr>
              <w:pStyle w:val="libPoem"/>
            </w:pPr>
            <w:r>
              <w:rPr>
                <w:rtl/>
                <w:lang w:bidi="fa-IR"/>
              </w:rPr>
              <w:t>دار العلم واليها شال اُومشى بالدُّوله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2F79" w14:paraId="0A8E3614" w14:textId="77777777" w:rsidTr="00DE721D">
        <w:trPr>
          <w:trHeight w:val="350"/>
        </w:trPr>
        <w:tc>
          <w:tcPr>
            <w:tcW w:w="3920" w:type="dxa"/>
          </w:tcPr>
          <w:p w14:paraId="45D22DBA" w14:textId="77777777" w:rsidR="00CC2F79" w:rsidRDefault="00CC2F79" w:rsidP="00DE721D">
            <w:pPr>
              <w:pStyle w:val="libPoem"/>
            </w:pPr>
            <w:r>
              <w:rPr>
                <w:rtl/>
                <w:lang w:bidi="fa-IR"/>
              </w:rPr>
              <w:t>يحسين اُخويه اِخذوني في كربلا ويّاكُم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310380" w14:textId="77777777" w:rsidR="00CC2F79" w:rsidRDefault="00CC2F79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60118E" w14:textId="77777777" w:rsidR="00CC2F79" w:rsidRDefault="00CC2F79" w:rsidP="00DE721D">
            <w:pPr>
              <w:pStyle w:val="libPoem"/>
            </w:pPr>
            <w:r>
              <w:rPr>
                <w:rtl/>
                <w:lang w:bidi="fa-IR"/>
              </w:rPr>
              <w:t>وانته يخويه تدري مقدر على فرقاكُم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2F79" w14:paraId="51FEC5C3" w14:textId="77777777" w:rsidTr="00DE721D">
        <w:trPr>
          <w:trHeight w:val="350"/>
        </w:trPr>
        <w:tc>
          <w:tcPr>
            <w:tcW w:w="3920" w:type="dxa"/>
          </w:tcPr>
          <w:p w14:paraId="0CBD474E" w14:textId="77777777" w:rsidR="00CC2F79" w:rsidRDefault="00CC2F79" w:rsidP="00DE721D">
            <w:pPr>
              <w:pStyle w:val="libPoem"/>
            </w:pPr>
            <w:r>
              <w:rPr>
                <w:rtl/>
                <w:lang w:bidi="fa-IR"/>
              </w:rPr>
              <w:t>خوفي يخويه تنذبح من قبل ما ألقاكُم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652AFD" w14:textId="77777777" w:rsidR="00CC2F79" w:rsidRDefault="00CC2F79" w:rsidP="00DE7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82F19D4" w14:textId="77777777" w:rsidR="00CC2F79" w:rsidRDefault="00CC2F79" w:rsidP="00DE721D">
            <w:pPr>
              <w:pStyle w:val="libPoem"/>
            </w:pPr>
            <w:r>
              <w:rPr>
                <w:rtl/>
                <w:lang w:bidi="fa-IR"/>
              </w:rPr>
              <w:t>وا حسرتي من شيخٍ شال اُومشى بالدُّوله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5F5AB53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604" w:type="pct"/>
        <w:tblInd w:w="384" w:type="dxa"/>
        <w:tblLook w:val="01E0" w:firstRow="1" w:lastRow="1" w:firstColumn="1" w:lastColumn="1" w:noHBand="0" w:noVBand="0"/>
      </w:tblPr>
      <w:tblGrid>
        <w:gridCol w:w="3958"/>
        <w:gridCol w:w="304"/>
        <w:gridCol w:w="3984"/>
      </w:tblGrid>
      <w:tr w:rsidR="00DE721D" w14:paraId="438FC164" w14:textId="77777777" w:rsidTr="002054F4">
        <w:trPr>
          <w:trHeight w:val="350"/>
        </w:trPr>
        <w:tc>
          <w:tcPr>
            <w:tcW w:w="3541" w:type="dxa"/>
            <w:shd w:val="clear" w:color="auto" w:fill="auto"/>
          </w:tcPr>
          <w:p w14:paraId="2CBA4EB1" w14:textId="77777777" w:rsidR="00DE721D" w:rsidRDefault="00DE721D" w:rsidP="00DE721D">
            <w:pPr>
              <w:pStyle w:val="libPoem"/>
            </w:pPr>
            <w:r>
              <w:rPr>
                <w:rtl/>
                <w:lang w:bidi="fa-IR"/>
              </w:rPr>
              <w:lastRenderedPageBreak/>
              <w:t>يا ما ضربت ابسيفي اُويا مطعنتْ باسناني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0269B758" w14:textId="77777777" w:rsidR="00DE721D" w:rsidRDefault="00DE721D" w:rsidP="00DE721D">
            <w:pPr>
              <w:pStyle w:val="libPoem"/>
              <w:rPr>
                <w:rtl/>
              </w:rPr>
            </w:pPr>
          </w:p>
        </w:tc>
        <w:tc>
          <w:tcPr>
            <w:tcW w:w="3564" w:type="dxa"/>
            <w:shd w:val="clear" w:color="auto" w:fill="auto"/>
          </w:tcPr>
          <w:p w14:paraId="2CAB52AF" w14:textId="77777777" w:rsidR="00DE721D" w:rsidRDefault="00DE721D" w:rsidP="00DE721D">
            <w:pPr>
              <w:pStyle w:val="libPoem"/>
            </w:pPr>
            <w:r>
              <w:rPr>
                <w:rtl/>
                <w:lang w:bidi="fa-IR"/>
              </w:rPr>
              <w:t>يا ما بطل أصرعته واَضربت بيه الثاني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21D" w14:paraId="42AD0239" w14:textId="77777777" w:rsidTr="002054F4">
        <w:trPr>
          <w:trHeight w:val="350"/>
        </w:trPr>
        <w:tc>
          <w:tcPr>
            <w:tcW w:w="3541" w:type="dxa"/>
          </w:tcPr>
          <w:p w14:paraId="7CFB048C" w14:textId="77777777" w:rsidR="00DE721D" w:rsidRDefault="00DE721D" w:rsidP="00DE721D">
            <w:pPr>
              <w:pStyle w:val="libPoem"/>
            </w:pPr>
            <w:r>
              <w:rPr>
                <w:rtl/>
                <w:lang w:bidi="fa-IR"/>
              </w:rPr>
              <w:t>يا ما اِبحورٍ من دما خوّضت فيها اِحصاني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4EA6C4A" w14:textId="77777777" w:rsidR="00DE721D" w:rsidRDefault="00DE721D" w:rsidP="00DE721D">
            <w:pPr>
              <w:pStyle w:val="libPoem"/>
              <w:rPr>
                <w:rtl/>
              </w:rPr>
            </w:pPr>
          </w:p>
        </w:tc>
        <w:tc>
          <w:tcPr>
            <w:tcW w:w="3564" w:type="dxa"/>
          </w:tcPr>
          <w:p w14:paraId="70492F6B" w14:textId="77777777" w:rsidR="00DE721D" w:rsidRDefault="00DE721D" w:rsidP="00DE721D">
            <w:pPr>
              <w:pStyle w:val="libPoem"/>
            </w:pPr>
            <w:r>
              <w:rPr>
                <w:rtl/>
                <w:lang w:bidi="fa-IR"/>
              </w:rPr>
              <w:t>في منزلي خل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اني شال اُومشى بالدُّوله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21D" w14:paraId="21AA5851" w14:textId="77777777" w:rsidTr="002054F4">
        <w:trPr>
          <w:trHeight w:val="350"/>
        </w:trPr>
        <w:tc>
          <w:tcPr>
            <w:tcW w:w="3541" w:type="dxa"/>
          </w:tcPr>
          <w:p w14:paraId="023B2358" w14:textId="77777777" w:rsidR="00DE721D" w:rsidRDefault="00DE721D" w:rsidP="00DE721D">
            <w:pPr>
              <w:pStyle w:val="libPoem"/>
            </w:pPr>
            <w:r>
              <w:rPr>
                <w:rtl/>
                <w:lang w:bidi="fa-IR"/>
              </w:rPr>
              <w:t>يا ما علم لفّيته والعلم بيدي شايع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1C7AA41" w14:textId="77777777" w:rsidR="00DE721D" w:rsidRDefault="00DE721D" w:rsidP="00DE721D">
            <w:pPr>
              <w:pStyle w:val="libPoem"/>
              <w:rPr>
                <w:rtl/>
              </w:rPr>
            </w:pPr>
          </w:p>
        </w:tc>
        <w:tc>
          <w:tcPr>
            <w:tcW w:w="3564" w:type="dxa"/>
          </w:tcPr>
          <w:p w14:paraId="53DB5DCD" w14:textId="77777777" w:rsidR="00DE721D" w:rsidRDefault="00DE721D" w:rsidP="00DE721D">
            <w:pPr>
              <w:pStyle w:val="libPoem"/>
            </w:pPr>
            <w:r>
              <w:rPr>
                <w:rtl/>
                <w:lang w:bidi="fa-IR"/>
              </w:rPr>
              <w:t>يا ما بطل في حربي خلّيت راسه تاسع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21D" w14:paraId="30046440" w14:textId="77777777" w:rsidTr="002054F4">
        <w:trPr>
          <w:trHeight w:val="350"/>
        </w:trPr>
        <w:tc>
          <w:tcPr>
            <w:tcW w:w="3541" w:type="dxa"/>
          </w:tcPr>
          <w:p w14:paraId="1F0AE2E9" w14:textId="77777777" w:rsidR="00DE721D" w:rsidRDefault="00DE721D" w:rsidP="00DE721D">
            <w:pPr>
              <w:pStyle w:val="libPoem"/>
            </w:pPr>
            <w:r>
              <w:rPr>
                <w:rtl/>
                <w:lang w:bidi="fa-IR"/>
              </w:rPr>
              <w:t>وآنا الحرب مدشّه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بنفسي بايع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FAFC30E" w14:textId="77777777" w:rsidR="00DE721D" w:rsidRDefault="00DE721D" w:rsidP="00DE721D">
            <w:pPr>
              <w:pStyle w:val="libPoem"/>
              <w:rPr>
                <w:rtl/>
              </w:rPr>
            </w:pPr>
          </w:p>
        </w:tc>
        <w:tc>
          <w:tcPr>
            <w:tcW w:w="3564" w:type="dxa"/>
          </w:tcPr>
          <w:p w14:paraId="14DAFC0E" w14:textId="77777777" w:rsidR="00DE721D" w:rsidRDefault="00DE721D" w:rsidP="00DE721D">
            <w:pPr>
              <w:pStyle w:val="libPoem"/>
            </w:pPr>
            <w:r>
              <w:rPr>
                <w:rtl/>
                <w:lang w:bidi="fa-IR"/>
              </w:rPr>
              <w:t>واليوم اُخويه عافني شال اُومشى بالدُّوله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21D" w14:paraId="7785C9D2" w14:textId="77777777" w:rsidTr="002054F4">
        <w:trPr>
          <w:trHeight w:val="350"/>
        </w:trPr>
        <w:tc>
          <w:tcPr>
            <w:tcW w:w="3541" w:type="dxa"/>
          </w:tcPr>
          <w:p w14:paraId="3386C9D0" w14:textId="77777777" w:rsidR="00DE721D" w:rsidRDefault="00DE721D" w:rsidP="00DE721D">
            <w:pPr>
              <w:pStyle w:val="libPoem"/>
            </w:pPr>
            <w:r>
              <w:rPr>
                <w:rtl/>
                <w:lang w:bidi="fa-IR"/>
              </w:rPr>
              <w:t>قاصد أراضي بيها عازم على استشهاده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4F8ECE1" w14:textId="77777777" w:rsidR="00DE721D" w:rsidRDefault="00DE721D" w:rsidP="00DE721D">
            <w:pPr>
              <w:pStyle w:val="libPoem"/>
              <w:rPr>
                <w:rtl/>
              </w:rPr>
            </w:pPr>
          </w:p>
        </w:tc>
        <w:tc>
          <w:tcPr>
            <w:tcW w:w="3564" w:type="dxa"/>
          </w:tcPr>
          <w:p w14:paraId="6CA4560B" w14:textId="77777777" w:rsidR="00DE721D" w:rsidRDefault="00DE721D" w:rsidP="00DE721D">
            <w:pPr>
              <w:pStyle w:val="libPoem"/>
            </w:pPr>
            <w:r>
              <w:rPr>
                <w:rtl/>
                <w:lang w:bidi="fa-IR"/>
              </w:rPr>
              <w:t>باهله اُوكُل اِخوانه اُوجملة جميع اُولاده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21D" w14:paraId="4FBEB98A" w14:textId="77777777" w:rsidTr="002054F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1" w:type="dxa"/>
          </w:tcPr>
          <w:p w14:paraId="629C77CC" w14:textId="77777777" w:rsidR="00DE721D" w:rsidRDefault="00DE721D" w:rsidP="00DE721D">
            <w:pPr>
              <w:pStyle w:val="libPoem"/>
            </w:pPr>
            <w:r>
              <w:rPr>
                <w:rtl/>
                <w:lang w:bidi="fa-IR"/>
              </w:rPr>
              <w:t>اُوحاشا على من مثله ما يختلف ميعاده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7ACA65A" w14:textId="77777777" w:rsidR="00DE721D" w:rsidRDefault="00DE721D" w:rsidP="00DE721D">
            <w:pPr>
              <w:pStyle w:val="libPoem"/>
              <w:rPr>
                <w:rtl/>
              </w:rPr>
            </w:pPr>
          </w:p>
        </w:tc>
        <w:tc>
          <w:tcPr>
            <w:tcW w:w="3564" w:type="dxa"/>
          </w:tcPr>
          <w:p w14:paraId="25768AFC" w14:textId="77777777" w:rsidR="00DE721D" w:rsidRDefault="00DE721D" w:rsidP="00DE721D">
            <w:pPr>
              <w:pStyle w:val="libPoem"/>
            </w:pPr>
            <w:r>
              <w:rPr>
                <w:rtl/>
                <w:lang w:bidi="fa-IR"/>
              </w:rPr>
              <w:t>خل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اني عرضه للبلا شال اُومشى بالدُّوله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21D" w14:paraId="5AEDC4BD" w14:textId="77777777" w:rsidTr="002054F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1" w:type="dxa"/>
          </w:tcPr>
          <w:p w14:paraId="62E0D4B9" w14:textId="77777777" w:rsidR="00DE721D" w:rsidRDefault="00DE721D" w:rsidP="00DE721D">
            <w:pPr>
              <w:pStyle w:val="libPoem"/>
            </w:pPr>
            <w:r>
              <w:rPr>
                <w:rtl/>
                <w:lang w:bidi="fa-IR"/>
              </w:rPr>
              <w:t>ليت القضا ما عاقني والمرض ما آذاني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64DA521" w14:textId="77777777" w:rsidR="00DE721D" w:rsidRDefault="00DE721D" w:rsidP="00DE721D">
            <w:pPr>
              <w:pStyle w:val="libPoem"/>
              <w:rPr>
                <w:rtl/>
              </w:rPr>
            </w:pPr>
          </w:p>
        </w:tc>
        <w:tc>
          <w:tcPr>
            <w:tcW w:w="3564" w:type="dxa"/>
          </w:tcPr>
          <w:p w14:paraId="4BC4E0B8" w14:textId="77777777" w:rsidR="00DE721D" w:rsidRDefault="00DE721D" w:rsidP="00DE721D">
            <w:pPr>
              <w:pStyle w:val="libPoem"/>
            </w:pPr>
            <w:r>
              <w:rPr>
                <w:rtl/>
                <w:lang w:bidi="fa-IR"/>
              </w:rPr>
              <w:t>اِتمنّيتْ آنا وياهم لازم لظهر اِحصاني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21D" w14:paraId="209C8554" w14:textId="77777777" w:rsidTr="002054F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1" w:type="dxa"/>
          </w:tcPr>
          <w:p w14:paraId="6EA174F4" w14:textId="77777777" w:rsidR="00DE721D" w:rsidRDefault="00DE721D" w:rsidP="00DE721D">
            <w:pPr>
              <w:pStyle w:val="libPoem"/>
            </w:pPr>
            <w:r>
              <w:rPr>
                <w:rtl/>
                <w:lang w:bidi="fa-IR"/>
              </w:rPr>
              <w:t>وآنا الحرب من سابق ياخوي فنّي اُوشاني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3109CDE" w14:textId="77777777" w:rsidR="00DE721D" w:rsidRDefault="00DE721D" w:rsidP="00DE721D">
            <w:pPr>
              <w:pStyle w:val="libPoem"/>
              <w:rPr>
                <w:rtl/>
              </w:rPr>
            </w:pPr>
          </w:p>
        </w:tc>
        <w:tc>
          <w:tcPr>
            <w:tcW w:w="3564" w:type="dxa"/>
          </w:tcPr>
          <w:p w14:paraId="6F5EBD99" w14:textId="77777777" w:rsidR="00DE721D" w:rsidRDefault="00DE721D" w:rsidP="00DE721D">
            <w:pPr>
              <w:pStyle w:val="libPoem"/>
            </w:pPr>
            <w:r>
              <w:rPr>
                <w:rtl/>
                <w:lang w:bidi="fa-IR"/>
              </w:rPr>
              <w:t>واليوم اُخويه عافني شال اُومشى بالدُّوله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21D" w14:paraId="54AAE339" w14:textId="77777777" w:rsidTr="002054F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1" w:type="dxa"/>
          </w:tcPr>
          <w:p w14:paraId="2FB3ACFA" w14:textId="77777777" w:rsidR="00DE721D" w:rsidRDefault="00DE721D" w:rsidP="00DE721D">
            <w:pPr>
              <w:pStyle w:val="libPoem"/>
            </w:pPr>
            <w:r>
              <w:rPr>
                <w:rtl/>
                <w:lang w:bidi="fa-IR"/>
              </w:rPr>
              <w:t>قولوا لَخويه محمّد اِيسلم عليك اِسنادك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AFFB4E9" w14:textId="77777777" w:rsidR="00DE721D" w:rsidRDefault="00DE721D" w:rsidP="00DE721D">
            <w:pPr>
              <w:pStyle w:val="libPoem"/>
              <w:rPr>
                <w:rtl/>
              </w:rPr>
            </w:pPr>
          </w:p>
        </w:tc>
        <w:tc>
          <w:tcPr>
            <w:tcW w:w="3564" w:type="dxa"/>
          </w:tcPr>
          <w:p w14:paraId="5ECC0A10" w14:textId="77777777" w:rsidR="00DE721D" w:rsidRDefault="00DE721D" w:rsidP="00DE721D">
            <w:pPr>
              <w:pStyle w:val="libPoem"/>
            </w:pPr>
            <w:r>
              <w:rPr>
                <w:rtl/>
                <w:lang w:bidi="fa-IR"/>
              </w:rPr>
              <w:t>ويقول لك يمحمّد لا تنقطع وفّادك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21D" w14:paraId="3C3263CA" w14:textId="77777777" w:rsidTr="002054F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1" w:type="dxa"/>
          </w:tcPr>
          <w:p w14:paraId="3ADBF2A0" w14:textId="77777777" w:rsidR="00DE721D" w:rsidRDefault="00DE721D" w:rsidP="00DE721D">
            <w:pPr>
              <w:pStyle w:val="libPoem"/>
            </w:pPr>
            <w:r>
              <w:rPr>
                <w:rtl/>
                <w:lang w:bidi="fa-IR"/>
              </w:rPr>
              <w:t>واِنته على ما تعهد واِنته على معتادك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2F7B3B3" w14:textId="77777777" w:rsidR="00DE721D" w:rsidRDefault="00DE721D" w:rsidP="00DE721D">
            <w:pPr>
              <w:pStyle w:val="libPoem"/>
              <w:rPr>
                <w:rtl/>
              </w:rPr>
            </w:pPr>
          </w:p>
        </w:tc>
        <w:tc>
          <w:tcPr>
            <w:tcW w:w="3564" w:type="dxa"/>
          </w:tcPr>
          <w:p w14:paraId="13B5B01F" w14:textId="77777777" w:rsidR="00DE721D" w:rsidRDefault="00DE721D" w:rsidP="00DE721D">
            <w:pPr>
              <w:pStyle w:val="libPoem"/>
            </w:pPr>
            <w:r>
              <w:rPr>
                <w:rtl/>
                <w:lang w:bidi="fa-IR"/>
              </w:rPr>
              <w:t>اُولتقول اُخويه عافني شال اُومشى بالدُّوله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21D" w14:paraId="079B2FF3" w14:textId="77777777" w:rsidTr="002054F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1" w:type="dxa"/>
          </w:tcPr>
          <w:p w14:paraId="742AFDA4" w14:textId="77777777" w:rsidR="00DE721D" w:rsidRDefault="002054F4" w:rsidP="00DE721D">
            <w:pPr>
              <w:pStyle w:val="libPoem"/>
            </w:pPr>
            <w:r>
              <w:rPr>
                <w:rtl/>
                <w:lang w:bidi="fa-IR"/>
              </w:rPr>
              <w:t>إلزم يخويه اِمضيفي اُوعينك على وفّادي</w:t>
            </w:r>
            <w:r w:rsidR="00DE721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05184CD" w14:textId="77777777" w:rsidR="00DE721D" w:rsidRDefault="00DE721D" w:rsidP="00DE721D">
            <w:pPr>
              <w:pStyle w:val="libPoem"/>
              <w:rPr>
                <w:rtl/>
              </w:rPr>
            </w:pPr>
          </w:p>
        </w:tc>
        <w:tc>
          <w:tcPr>
            <w:tcW w:w="3564" w:type="dxa"/>
          </w:tcPr>
          <w:p w14:paraId="426068A4" w14:textId="77777777" w:rsidR="00DE721D" w:rsidRDefault="002054F4" w:rsidP="00DE721D">
            <w:pPr>
              <w:pStyle w:val="libPoem"/>
            </w:pPr>
            <w:r>
              <w:rPr>
                <w:rtl/>
                <w:lang w:bidi="fa-IR"/>
              </w:rPr>
              <w:t>واِظهر لهم من طيبي واِظهر لهم من زادي</w:t>
            </w:r>
            <w:r w:rsidR="00DE721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21D" w14:paraId="4F8B8E1E" w14:textId="77777777" w:rsidTr="002054F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1" w:type="dxa"/>
          </w:tcPr>
          <w:p w14:paraId="678B44FB" w14:textId="77777777" w:rsidR="00DE721D" w:rsidRDefault="002054F4" w:rsidP="00DE721D">
            <w:pPr>
              <w:pStyle w:val="libPoem"/>
            </w:pPr>
            <w:r>
              <w:rPr>
                <w:rtl/>
                <w:lang w:bidi="fa-IR"/>
              </w:rPr>
              <w:t>واَمّا أنا باسافر بهلي اُو جميع اُولادي</w:t>
            </w:r>
            <w:r w:rsidR="00DE721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4E24ADD" w14:textId="77777777" w:rsidR="00DE721D" w:rsidRDefault="00DE721D" w:rsidP="00DE721D">
            <w:pPr>
              <w:pStyle w:val="libPoem"/>
              <w:rPr>
                <w:rtl/>
              </w:rPr>
            </w:pPr>
          </w:p>
        </w:tc>
        <w:tc>
          <w:tcPr>
            <w:tcW w:w="3564" w:type="dxa"/>
          </w:tcPr>
          <w:p w14:paraId="585EFFE3" w14:textId="77777777" w:rsidR="00DE721D" w:rsidRDefault="002054F4" w:rsidP="002054F4">
            <w:pPr>
              <w:pStyle w:val="libPoem"/>
            </w:pPr>
            <w:r>
              <w:rPr>
                <w:rtl/>
                <w:lang w:bidi="fa-IR"/>
              </w:rPr>
              <w:t>اُولتقول اُخويه عافني شال اُومشى بالدُّوله</w:t>
            </w:r>
            <w:r w:rsidR="00DE721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21D" w14:paraId="406F1D8D" w14:textId="77777777" w:rsidTr="002054F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1" w:type="dxa"/>
          </w:tcPr>
          <w:p w14:paraId="37D7E8E5" w14:textId="77777777" w:rsidR="00DE721D" w:rsidRDefault="002054F4" w:rsidP="00DE721D">
            <w:pPr>
              <w:pStyle w:val="libPoem"/>
            </w:pPr>
            <w:r>
              <w:rPr>
                <w:rtl/>
                <w:lang w:bidi="fa-IR"/>
              </w:rPr>
              <w:t>إلزم يخويه اِمضيفي اُو حافظ على أطباعي</w:t>
            </w:r>
            <w:r w:rsidR="00DE721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10E646B" w14:textId="77777777" w:rsidR="00DE721D" w:rsidRDefault="00DE721D" w:rsidP="00DE721D">
            <w:pPr>
              <w:pStyle w:val="libPoem"/>
              <w:rPr>
                <w:rtl/>
              </w:rPr>
            </w:pPr>
          </w:p>
        </w:tc>
        <w:tc>
          <w:tcPr>
            <w:tcW w:w="3564" w:type="dxa"/>
          </w:tcPr>
          <w:p w14:paraId="502F44CC" w14:textId="77777777" w:rsidR="00DE721D" w:rsidRDefault="002054F4" w:rsidP="00DE721D">
            <w:pPr>
              <w:pStyle w:val="libPoem"/>
            </w:pPr>
            <w:r>
              <w:rPr>
                <w:rtl/>
                <w:lang w:bidi="fa-IR"/>
              </w:rPr>
              <w:t>والي الرعيّة إنته اُو نعم الوليْ والرّاعي</w:t>
            </w:r>
            <w:r w:rsidR="00DE721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21D" w14:paraId="5CAD5447" w14:textId="77777777" w:rsidTr="002054F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1" w:type="dxa"/>
          </w:tcPr>
          <w:p w14:paraId="01CD8317" w14:textId="77777777" w:rsidR="00DE721D" w:rsidRDefault="002054F4" w:rsidP="00DE721D">
            <w:pPr>
              <w:pStyle w:val="libPoem"/>
            </w:pPr>
            <w:r>
              <w:rPr>
                <w:rtl/>
                <w:lang w:bidi="fa-IR"/>
              </w:rPr>
              <w:t>وامّا لك اِحنا جينا وإل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يجيك الناعي</w:t>
            </w:r>
            <w:r w:rsidR="00DE721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42ACD2A" w14:textId="77777777" w:rsidR="00DE721D" w:rsidRDefault="00DE721D" w:rsidP="00DE721D">
            <w:pPr>
              <w:pStyle w:val="libPoem"/>
              <w:rPr>
                <w:rtl/>
              </w:rPr>
            </w:pPr>
          </w:p>
        </w:tc>
        <w:tc>
          <w:tcPr>
            <w:tcW w:w="3564" w:type="dxa"/>
          </w:tcPr>
          <w:p w14:paraId="390DACDC" w14:textId="77777777" w:rsidR="00DE721D" w:rsidRDefault="002054F4" w:rsidP="00DE721D">
            <w:pPr>
              <w:pStyle w:val="libPoem"/>
            </w:pPr>
            <w:r>
              <w:rPr>
                <w:rtl/>
                <w:lang w:bidi="fa-IR"/>
              </w:rPr>
              <w:t>واِنته خَلف سلطان شال اُومشى بالدُّوله</w:t>
            </w:r>
            <w:r w:rsidR="00DE721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21D" w14:paraId="26A37C77" w14:textId="77777777" w:rsidTr="002054F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1" w:type="dxa"/>
          </w:tcPr>
          <w:p w14:paraId="00871844" w14:textId="77777777" w:rsidR="00DE721D" w:rsidRDefault="002054F4" w:rsidP="00DE721D">
            <w:pPr>
              <w:pStyle w:val="libPoem"/>
            </w:pPr>
            <w:r>
              <w:rPr>
                <w:rtl/>
                <w:lang w:bidi="fa-IR"/>
              </w:rPr>
              <w:t>والحُرّة اللي عندك عينك عليها زينه!!</w:t>
            </w:r>
            <w:r w:rsidR="00DE721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9BA8E77" w14:textId="77777777" w:rsidR="00DE721D" w:rsidRDefault="00DE721D" w:rsidP="00DE721D">
            <w:pPr>
              <w:pStyle w:val="libPoem"/>
              <w:rPr>
                <w:rtl/>
              </w:rPr>
            </w:pPr>
          </w:p>
        </w:tc>
        <w:tc>
          <w:tcPr>
            <w:tcW w:w="3564" w:type="dxa"/>
          </w:tcPr>
          <w:p w14:paraId="64F85A0C" w14:textId="77777777" w:rsidR="00DE721D" w:rsidRDefault="002054F4" w:rsidP="00DE721D">
            <w:pPr>
              <w:pStyle w:val="libPoem"/>
            </w:pPr>
            <w:r>
              <w:rPr>
                <w:rtl/>
                <w:lang w:bidi="fa-IR"/>
              </w:rPr>
              <w:t>بلّغ سلامي ليها اُوعمّاتها واسكينه</w:t>
            </w:r>
            <w:r w:rsidR="00DE721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8EAAF9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F69DD" w14:paraId="5E5A8EEF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0E5FA700" w14:textId="77777777" w:rsidR="00FF69DD" w:rsidRDefault="00FF69DD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وامّا لك اِحنا جينا وإل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بعد ما جينه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6966EBD" w14:textId="77777777" w:rsidR="00FF69DD" w:rsidRDefault="00FF69D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42303ED" w14:textId="77777777" w:rsidR="00FF69DD" w:rsidRDefault="00FF69DD" w:rsidP="00C25BB6">
            <w:pPr>
              <w:pStyle w:val="libPoem"/>
            </w:pPr>
            <w:r>
              <w:rPr>
                <w:rtl/>
                <w:lang w:bidi="fa-IR"/>
              </w:rPr>
              <w:t>والي الرعيّة إنته اُوشال اُومشى بالدُّوله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32A5FFB" w14:textId="77777777" w:rsidR="00EE7C84" w:rsidRDefault="00EE7C84" w:rsidP="00FF69DD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F69DD" w14:paraId="32B727E1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1BB11560" w14:textId="77777777" w:rsidR="00FF69DD" w:rsidRDefault="00FF69DD" w:rsidP="00C25BB6">
            <w:pPr>
              <w:pStyle w:val="libPoem"/>
            </w:pPr>
            <w:r>
              <w:rPr>
                <w:rtl/>
                <w:lang w:bidi="fa-IR"/>
              </w:rPr>
              <w:t>لاَرض المدينة يا ركايب ردّي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38DBAA5" w14:textId="77777777" w:rsidR="00FF69DD" w:rsidRDefault="00FF69D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F3E43AE" w14:textId="77777777" w:rsidR="00FF69DD" w:rsidRDefault="00FF69DD" w:rsidP="00C25BB6">
            <w:pPr>
              <w:pStyle w:val="libPoem"/>
            </w:pPr>
            <w:r>
              <w:rPr>
                <w:rtl/>
                <w:lang w:bidi="fa-IR"/>
              </w:rPr>
              <w:t>إلْكربلا اِبّاقي البقيّة لا تروحين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9DD" w14:paraId="4837C592" w14:textId="77777777" w:rsidTr="00C25BB6">
        <w:trPr>
          <w:trHeight w:val="350"/>
        </w:trPr>
        <w:tc>
          <w:tcPr>
            <w:tcW w:w="3920" w:type="dxa"/>
          </w:tcPr>
          <w:p w14:paraId="3781A906" w14:textId="77777777" w:rsidR="00FF69DD" w:rsidRDefault="00FF69DD" w:rsidP="00C25BB6">
            <w:pPr>
              <w:pStyle w:val="libPoem"/>
            </w:pPr>
            <w:r>
              <w:rPr>
                <w:rtl/>
                <w:lang w:bidi="fa-IR"/>
              </w:rPr>
              <w:t>بحسين ردّي يا ركايب للمدينه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3E0D32" w14:textId="77777777" w:rsidR="00FF69DD" w:rsidRDefault="00FF69D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8CEB9D" w14:textId="77777777" w:rsidR="00FF69DD" w:rsidRDefault="00FF69DD" w:rsidP="00C25BB6">
            <w:pPr>
              <w:pStyle w:val="libPoem"/>
            </w:pPr>
            <w:r>
              <w:rPr>
                <w:rtl/>
                <w:lang w:bidi="fa-IR"/>
              </w:rPr>
              <w:t>وإل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اِعطينا اِعهود لنِّك ترجعينه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9DD" w14:paraId="67CB049D" w14:textId="77777777" w:rsidTr="00C25BB6">
        <w:trPr>
          <w:trHeight w:val="350"/>
        </w:trPr>
        <w:tc>
          <w:tcPr>
            <w:tcW w:w="3920" w:type="dxa"/>
          </w:tcPr>
          <w:p w14:paraId="1EA33C38" w14:textId="77777777" w:rsidR="00FF69DD" w:rsidRDefault="00FF69DD" w:rsidP="00C25BB6">
            <w:pPr>
              <w:pStyle w:val="libPoem"/>
            </w:pPr>
            <w:r>
              <w:rPr>
                <w:rtl/>
                <w:lang w:bidi="fa-IR"/>
              </w:rPr>
              <w:t>لا ترحلي به تربة ما هي أمينه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4A0370" w14:textId="77777777" w:rsidR="00FF69DD" w:rsidRDefault="00FF69D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72CA62" w14:textId="77777777" w:rsidR="00FF69DD" w:rsidRDefault="00FF69DD" w:rsidP="00C25BB6">
            <w:pPr>
              <w:pStyle w:val="libPoem"/>
            </w:pPr>
            <w:r>
              <w:rPr>
                <w:rtl/>
                <w:lang w:bidi="fa-IR"/>
              </w:rPr>
              <w:t>فيها اِنصابت لأنبيا ويّا الوصيِّين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9DD" w14:paraId="76C5B8E0" w14:textId="77777777" w:rsidTr="00C25BB6">
        <w:trPr>
          <w:trHeight w:val="350"/>
        </w:trPr>
        <w:tc>
          <w:tcPr>
            <w:tcW w:w="3920" w:type="dxa"/>
          </w:tcPr>
          <w:p w14:paraId="727CF457" w14:textId="77777777" w:rsidR="00FF69DD" w:rsidRDefault="00FF69DD" w:rsidP="00C25BB6">
            <w:pPr>
              <w:pStyle w:val="libPoem"/>
            </w:pPr>
            <w:r>
              <w:rPr>
                <w:rtl/>
                <w:lang w:bidi="fa-IR"/>
              </w:rPr>
              <w:t>بحسين ردّي للمدينة يا مطايا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B6B0BB" w14:textId="77777777" w:rsidR="00FF69DD" w:rsidRDefault="00FF69D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A6CAFB" w14:textId="77777777" w:rsidR="00FF69DD" w:rsidRDefault="00FF69DD" w:rsidP="00C25BB6">
            <w:pPr>
              <w:pStyle w:val="libPoem"/>
            </w:pPr>
            <w:r>
              <w:rPr>
                <w:rtl/>
                <w:lang w:bidi="fa-IR"/>
              </w:rPr>
              <w:t>لا توصلينه كربلا اُمّ البلايا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9DD" w14:paraId="0F051A5A" w14:textId="77777777" w:rsidTr="00C25BB6">
        <w:trPr>
          <w:trHeight w:val="350"/>
        </w:trPr>
        <w:tc>
          <w:tcPr>
            <w:tcW w:w="3920" w:type="dxa"/>
          </w:tcPr>
          <w:p w14:paraId="1A526456" w14:textId="77777777" w:rsidR="00FF69DD" w:rsidRDefault="00FF69DD" w:rsidP="00C25BB6">
            <w:pPr>
              <w:pStyle w:val="libPoem"/>
            </w:pPr>
            <w:r>
              <w:rPr>
                <w:rtl/>
                <w:lang w:bidi="fa-IR"/>
              </w:rPr>
              <w:t>خوفي يموت اُو نسوته تغدي سبايا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DFF91A" w14:textId="77777777" w:rsidR="00FF69DD" w:rsidRDefault="00FF69D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644DAF" w14:textId="77777777" w:rsidR="00FF69DD" w:rsidRDefault="00FF69DD" w:rsidP="00C25BB6">
            <w:pPr>
              <w:pStyle w:val="libPoem"/>
            </w:pPr>
            <w:r>
              <w:rPr>
                <w:rtl/>
                <w:lang w:bidi="fa-IR"/>
              </w:rPr>
              <w:t>تُسبى اُو تتشهر على اَكوار البعارين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9DD" w14:paraId="6E8E91DE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1D0B820" w14:textId="77777777" w:rsidR="00FF69DD" w:rsidRDefault="00FF69DD" w:rsidP="00C25BB6">
            <w:pPr>
              <w:pStyle w:val="libPoem"/>
            </w:pPr>
            <w:r>
              <w:rPr>
                <w:rtl/>
                <w:lang w:bidi="fa-IR"/>
              </w:rPr>
              <w:t>يحسين بعدك اُوحشت أوطان طيبه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347DC3" w14:textId="77777777" w:rsidR="00FF69DD" w:rsidRDefault="00FF69D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C98F63" w14:textId="77777777" w:rsidR="00FF69DD" w:rsidRDefault="00FF69DD" w:rsidP="00C25BB6">
            <w:pPr>
              <w:pStyle w:val="libPoem"/>
            </w:pPr>
            <w:r>
              <w:rPr>
                <w:rtl/>
                <w:lang w:bidi="fa-IR"/>
              </w:rPr>
              <w:t>وافتجع قلبٌ كان للباري حبيبه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9DD" w14:paraId="7D0CD95A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E7EE7BC" w14:textId="77777777" w:rsidR="00FF69DD" w:rsidRDefault="00FF69DD" w:rsidP="00C25BB6">
            <w:pPr>
              <w:pStyle w:val="libPoem"/>
            </w:pPr>
            <w:r>
              <w:rPr>
                <w:rtl/>
                <w:lang w:bidi="fa-IR"/>
              </w:rPr>
              <w:t>والنّاس محزونة اُو تدعي الله يجيبه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8CFB54" w14:textId="77777777" w:rsidR="00FF69DD" w:rsidRDefault="00FF69D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928BDF" w14:textId="77777777" w:rsidR="00FF69DD" w:rsidRDefault="00FF69DD" w:rsidP="00C25BB6">
            <w:pPr>
              <w:pStyle w:val="libPoem"/>
            </w:pPr>
            <w:r>
              <w:rPr>
                <w:rtl/>
                <w:lang w:bidi="fa-IR"/>
              </w:rPr>
              <w:t>اللهْ يعود اِحسين للدور الخليِّين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9DD" w14:paraId="0F67A66A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0FB4EBF" w14:textId="77777777" w:rsidR="00FF69DD" w:rsidRDefault="00FF69DD" w:rsidP="00C25BB6">
            <w:pPr>
              <w:pStyle w:val="libPoem"/>
            </w:pPr>
            <w:r>
              <w:rPr>
                <w:rtl/>
                <w:lang w:bidi="fa-IR"/>
              </w:rPr>
              <w:t>شال السبط ابعزوته اِمن اَرض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08FBBB" w14:textId="77777777" w:rsidR="00FF69DD" w:rsidRDefault="00FF69D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AE2900" w14:textId="77777777" w:rsidR="00FF69DD" w:rsidRDefault="00FF69DD" w:rsidP="00C25BB6">
            <w:pPr>
              <w:pStyle w:val="libPoem"/>
            </w:pPr>
            <w:r>
              <w:rPr>
                <w:rtl/>
                <w:lang w:bidi="fa-IR"/>
              </w:rPr>
              <w:t>اُوخل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الخلق تبكي على اِفراقه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9DD" w14:paraId="6F5D5AEE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667F9F1" w14:textId="77777777" w:rsidR="00FF69DD" w:rsidRDefault="00FF69DD" w:rsidP="00C25BB6">
            <w:pPr>
              <w:pStyle w:val="libPoem"/>
            </w:pPr>
            <w:r>
              <w:rPr>
                <w:rtl/>
                <w:lang w:bidi="fa-IR"/>
              </w:rPr>
              <w:t>واُمّ البنين اِتصيح شال اِحسين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EC4654" w14:textId="77777777" w:rsidR="00FF69DD" w:rsidRDefault="00FF69D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52CBB2" w14:textId="77777777" w:rsidR="00FF69DD" w:rsidRDefault="00FF69DD" w:rsidP="00C25BB6">
            <w:pPr>
              <w:pStyle w:val="libPoem"/>
            </w:pPr>
            <w:r>
              <w:rPr>
                <w:rtl/>
                <w:lang w:bidi="fa-IR"/>
              </w:rPr>
              <w:t>يمتى يجي الصّايح ينادي جاكُم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B76528C" w14:textId="77777777" w:rsidR="00EE7C84" w:rsidRDefault="00EE7C84" w:rsidP="00FF69DD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95E40" w14:paraId="44F33290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3549A8E4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أضحت منازل بيت أبوطالب خليِّين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5E0F92F" w14:textId="77777777" w:rsidR="00A95E40" w:rsidRDefault="00A95E4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2C46F6C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والوفد تنهى وين من يأوي المساكين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5E40" w14:paraId="0F4D0939" w14:textId="77777777" w:rsidTr="00C25BB6">
        <w:trPr>
          <w:trHeight w:val="350"/>
        </w:trPr>
        <w:tc>
          <w:tcPr>
            <w:tcW w:w="3920" w:type="dxa"/>
          </w:tcPr>
          <w:p w14:paraId="40E79E39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باسايلك يا دار وين أهل العطايا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ADCE5F" w14:textId="77777777" w:rsidR="00A95E40" w:rsidRDefault="00A95E4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D2C7EF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جينا على العادة اُوحثّينا المطايا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5E40" w14:paraId="513BD7CB" w14:textId="77777777" w:rsidTr="00C25BB6">
        <w:trPr>
          <w:trHeight w:val="350"/>
        </w:trPr>
        <w:tc>
          <w:tcPr>
            <w:tcW w:w="3920" w:type="dxa"/>
          </w:tcPr>
          <w:p w14:paraId="19678AAE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ما عوّدونا الردّ بالخيبة خلايا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3FE6D1" w14:textId="77777777" w:rsidR="00A95E40" w:rsidRDefault="00A95E4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869CD8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في وين مُعطي العطايا والسلاطين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5E40" w14:paraId="518EBD50" w14:textId="77777777" w:rsidTr="00C25BB6">
        <w:trPr>
          <w:trHeight w:val="350"/>
        </w:trPr>
        <w:tc>
          <w:tcPr>
            <w:tcW w:w="3920" w:type="dxa"/>
          </w:tcPr>
          <w:p w14:paraId="7FD271F7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بالله اِخبرينا وين أصحاب العطيّاتْ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6B0E29" w14:textId="77777777" w:rsidR="00A95E40" w:rsidRDefault="00A95E4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0B176E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قالت يوافدْ سافروا للغاضريّاتْ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5E40" w14:paraId="309FFFD5" w14:textId="77777777" w:rsidTr="00C25BB6">
        <w:trPr>
          <w:trHeight w:val="350"/>
        </w:trPr>
        <w:tc>
          <w:tcPr>
            <w:tcW w:w="3920" w:type="dxa"/>
          </w:tcPr>
          <w:p w14:paraId="6C0184B2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من هالسفر ما يرجعونْ الدار هيهاتْ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4C8A51" w14:textId="77777777" w:rsidR="00A95E40" w:rsidRDefault="00A95E4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62FD66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هيهات يرجع داره المظلوم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5E40" w14:paraId="73BFB53E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52656B0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إنكان يلوفّاد تبغون العطيّه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D85C48" w14:textId="77777777" w:rsidR="00A95E40" w:rsidRDefault="00A95E4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58EE6D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حثوا مطاياكُم صُبحكُم والمسيّه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5E40" w14:paraId="06325BE3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C991013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رُوحوا لَبو السجّاد وادي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0A68D1" w14:textId="77777777" w:rsidR="00A95E40" w:rsidRDefault="00A95E4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63F172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تلقون وادي كربلا مزهر بلحسين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5E40" w14:paraId="10BE775C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4FBD327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حنّ اُوتأوّه واجدب الونّة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E06824" w14:textId="77777777" w:rsidR="00A95E40" w:rsidRDefault="00A95E4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081946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منهو الذي في الدار ناصب للعزيّه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5E40" w14:paraId="6179D896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5F5D198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قالت اُخوه محمّد ابن الحنفيّه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76B7DD" w14:textId="77777777" w:rsidR="00A95E40" w:rsidRDefault="00A95E4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789F08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لابس ثياب السود اِينادي آه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5E40" w14:paraId="04E0082D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A76D4CD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من راح عنّه بوعلي زايد مناحه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CE7BF0" w14:textId="77777777" w:rsidR="00A95E40" w:rsidRDefault="00A95E4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757A42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ناصب المأتم في مساه اُوفي صباحه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5E40" w14:paraId="18287FB1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1A663CB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غالق عليه الدار يصفق أسف راحه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4F1421" w14:textId="77777777" w:rsidR="00A95E40" w:rsidRDefault="00A95E4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FC3DDFF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زايد حنينه اُوناصب المأتم على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5E40" w14:paraId="293ECFC4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4B76D1C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ويقول دار اِحسين قفره توحّشني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E1B3C5" w14:textId="77777777" w:rsidR="00A95E40" w:rsidRDefault="00A95E4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BA7C49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لَحد يخويه للشهادة رحتْ عنّي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5E40" w14:paraId="67164B55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9B56479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واِنكان بعتون السّهم يحسين منّي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DC60BA" w14:textId="77777777" w:rsidR="00A95E40" w:rsidRDefault="00A95E4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77B98E" w14:textId="77777777" w:rsidR="00A95E40" w:rsidRDefault="00A95E40" w:rsidP="00C25BB6">
            <w:pPr>
              <w:pStyle w:val="libPoem"/>
            </w:pPr>
            <w:r>
              <w:rPr>
                <w:rtl/>
                <w:lang w:bidi="fa-IR"/>
              </w:rPr>
              <w:t>حافظ عليك الله يامُؤوي المساكين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D54F869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57E66" w14:paraId="447955C3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1FCAA9A4" w14:textId="77777777" w:rsidR="00E57E66" w:rsidRDefault="00E57E66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كُل يوم أزور المصطفى واسمع حنينه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CDAB5B8" w14:textId="77777777" w:rsidR="00E57E66" w:rsidRDefault="00E57E6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D7A3614" w14:textId="77777777" w:rsidR="00E57E66" w:rsidRDefault="00E57E66" w:rsidP="00C25BB6">
            <w:pPr>
              <w:pStyle w:val="libPoem"/>
            </w:pPr>
            <w:r>
              <w:rPr>
                <w:rtl/>
                <w:lang w:bidi="fa-IR"/>
              </w:rPr>
              <w:t>يغشى عليّه اِمن البكى اِمن اسمع أنينه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E66" w14:paraId="59B4099D" w14:textId="77777777" w:rsidTr="00C25BB6">
        <w:trPr>
          <w:trHeight w:val="350"/>
        </w:trPr>
        <w:tc>
          <w:tcPr>
            <w:tcW w:w="3920" w:type="dxa"/>
          </w:tcPr>
          <w:p w14:paraId="7DDBF207" w14:textId="77777777" w:rsidR="00E57E66" w:rsidRDefault="00E57E66" w:rsidP="00C25BB6">
            <w:pPr>
              <w:pStyle w:val="libPoem"/>
            </w:pPr>
            <w:r>
              <w:rPr>
                <w:rtl/>
                <w:lang w:bidi="fa-IR"/>
              </w:rPr>
              <w:t>ويصيح في قبره عزيزي ذابحينه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E0EEBA" w14:textId="77777777" w:rsidR="00E57E66" w:rsidRDefault="00E57E6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333CE5" w14:textId="77777777" w:rsidR="00E57E66" w:rsidRDefault="00E57E66" w:rsidP="00C25BB6">
            <w:pPr>
              <w:pStyle w:val="libPoem"/>
            </w:pPr>
            <w:r>
              <w:rPr>
                <w:rtl/>
                <w:lang w:bidi="fa-IR"/>
              </w:rPr>
              <w:t>في كربلا ويّاه أصحابه السَّبعين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AE19F81" w14:textId="77777777" w:rsidR="00EE7C84" w:rsidRDefault="00EE7C84" w:rsidP="00E57E66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13176" w14:paraId="132BA1F9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6CB0FF0A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يا مقلبين اِعلى المطايا اِنتون من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D35011E" w14:textId="77777777" w:rsidR="00913176" w:rsidRDefault="0091317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578B7AF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قالوا لها وفّاد جينا نقصد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3176" w14:paraId="016BCC8D" w14:textId="77777777" w:rsidTr="00C25BB6">
        <w:trPr>
          <w:trHeight w:val="350"/>
        </w:trPr>
        <w:tc>
          <w:tcPr>
            <w:tcW w:w="3920" w:type="dxa"/>
          </w:tcPr>
          <w:p w14:paraId="0BF1886E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نادت عليهم والدمع بالخدِّ مدفوق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0B9590" w14:textId="77777777" w:rsidR="00913176" w:rsidRDefault="0091317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759897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سمعوا جوابي يا لذي اِتحثّون لنوق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3176" w14:paraId="6DE24A81" w14:textId="77777777" w:rsidTr="00C25BB6">
        <w:trPr>
          <w:trHeight w:val="350"/>
        </w:trPr>
        <w:tc>
          <w:tcPr>
            <w:tcW w:w="3920" w:type="dxa"/>
          </w:tcPr>
          <w:p w14:paraId="1F92DBB9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إنكان تبغوا اِحسين بيت اِحسين مغلوق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03F8E9" w14:textId="77777777" w:rsidR="00913176" w:rsidRDefault="0091317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70EA89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غلّق اِبيوته اُوشال يارجال اُونساوين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3176" w14:paraId="0F87FA56" w14:textId="77777777" w:rsidTr="00C25BB6">
        <w:trPr>
          <w:trHeight w:val="350"/>
        </w:trPr>
        <w:tc>
          <w:tcPr>
            <w:tcW w:w="3920" w:type="dxa"/>
          </w:tcPr>
          <w:p w14:paraId="1D5134AC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نادت عليهم والدمع بالخدِّ سكّاب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5E5D0F" w14:textId="77777777" w:rsidR="00913176" w:rsidRDefault="0091317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24F997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شوفوا المنازل خالية ردُّوا يطل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3176" w14:paraId="2F83639F" w14:textId="77777777" w:rsidTr="00C25BB6">
        <w:trPr>
          <w:trHeight w:val="350"/>
        </w:trPr>
        <w:tc>
          <w:tcPr>
            <w:tcW w:w="3920" w:type="dxa"/>
          </w:tcPr>
          <w:p w14:paraId="6E9B7F0B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راعي الكرم شال اِبحريمه اُوغلّق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65C5FA" w14:textId="77777777" w:rsidR="00913176" w:rsidRDefault="0091317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68E0C4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هذي المنازل خالية من سافر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3176" w14:paraId="3576E5DE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E9188E0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سمعَوا حكيها اُوريّضوا بالنوق ساعه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3CF4F9" w14:textId="77777777" w:rsidR="00913176" w:rsidRDefault="0091317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8EAC5B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والكُلّ منهم صاح واتحنّتْ اَضلاعه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3176" w14:paraId="30C45CE6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D5D4214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يمخدّرة رحنا عقب عينه اِضياعه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BCB73B" w14:textId="77777777" w:rsidR="00913176" w:rsidRDefault="0091317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CE3496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بانسايلك من هالسفر يمتى يجي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3176" w14:paraId="363D1B1B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82CA783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ردّوا ابخيبتكُم اُوحثّوا للركايب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234320" w14:textId="77777777" w:rsidR="00913176" w:rsidRDefault="0091317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D30A40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قلبي على شيخ العشيرة اِحسين ذايب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3176" w14:paraId="567929F5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145BD30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نازل اِطفوف الغاضريّة اُمّ المصايب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B77C73C" w14:textId="77777777" w:rsidR="00913176" w:rsidRDefault="0091317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2318BF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حطّ الظعينة ابكربلا واَبني الصياوين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3176" w14:paraId="2D6245B9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14B7C4A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قالوا لها يمتى يجي راعي العوايد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EBE605" w14:textId="77777777" w:rsidR="00913176" w:rsidRDefault="0091317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E41E11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اُوتزهر من اَنواره المنازل والمساجد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3176" w14:paraId="6FE34EF7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E1991FD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سور اليتامى بوعلي اُو مقصد الوافد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027133" w14:textId="77777777" w:rsidR="00913176" w:rsidRDefault="0091317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BD86A5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يمتى يجي اُو ناخذ عوايدنا من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3176" w14:paraId="30783F93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E595090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طلبوا من الله يرجع الوالي يوفّاد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74A7D0" w14:textId="77777777" w:rsidR="00913176" w:rsidRDefault="0091317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56A802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ويعود طيبة حوله اِخوانه ولولاد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3176" w14:paraId="27064352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02BC525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يوم لمبارك من يجي بو زين العباد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36CEA4" w14:textId="77777777" w:rsidR="00913176" w:rsidRDefault="0091317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A25E3E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واسمع النادي اِيقول قوموا جاكُم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3176" w14:paraId="47735B16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6516F9D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وَصَّل أبوك اليوم يا فاطم ولعمام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33B72B" w14:textId="77777777" w:rsidR="00913176" w:rsidRDefault="0091317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06E45B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اُووصلت اِخوانك واَقبل العبّاس قدّام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3176" w14:paraId="03849EDD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F7A47B7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إنكان في أرض المدينة [ اِنشرتْ ] اَعلام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1E0077" w14:textId="77777777" w:rsidR="00913176" w:rsidRDefault="0091317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04858E" w14:textId="77777777" w:rsidR="00913176" w:rsidRDefault="00913176" w:rsidP="00C25BB6">
            <w:pPr>
              <w:pStyle w:val="libPoem"/>
            </w:pPr>
            <w:r>
              <w:rPr>
                <w:rtl/>
                <w:lang w:bidi="fa-IR"/>
              </w:rPr>
              <w:t>واَقول جوني اِمن السفر ذيك السلاطين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1CF301F" w14:textId="77777777" w:rsidR="00EE7C84" w:rsidRDefault="00EE7C84" w:rsidP="00E57E66">
      <w:pPr>
        <w:pStyle w:val="libCenter"/>
        <w:rPr>
          <w:lang w:bidi="fa-IR"/>
        </w:rPr>
      </w:pPr>
      <w:r>
        <w:rPr>
          <w:rtl/>
          <w:lang w:bidi="fa-IR"/>
        </w:rPr>
        <w:t xml:space="preserve">* * * 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57E66" w14:paraId="07BA7A43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5475D2B4" w14:textId="77777777" w:rsidR="00E57E66" w:rsidRDefault="006462F0" w:rsidP="00C25BB6">
            <w:pPr>
              <w:pStyle w:val="libPoem"/>
            </w:pPr>
            <w:r>
              <w:rPr>
                <w:rtl/>
                <w:lang w:bidi="fa-IR"/>
              </w:rPr>
              <w:t>أرض المدينة لا تروحوا لها يوفّاد</w:t>
            </w:r>
            <w:r w:rsidR="00E57E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7211B22" w14:textId="77777777" w:rsidR="00E57E66" w:rsidRDefault="00E57E6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C1AB5BA" w14:textId="77777777" w:rsidR="00E57E66" w:rsidRDefault="006462F0" w:rsidP="00C25BB6">
            <w:pPr>
              <w:pStyle w:val="libPoem"/>
            </w:pPr>
            <w:r>
              <w:rPr>
                <w:rtl/>
                <w:lang w:bidi="fa-IR"/>
              </w:rPr>
              <w:t>راعي الكرم منها طلع باهلَه ولا عاد</w:t>
            </w:r>
            <w:r w:rsidR="00E57E6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7F12014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43F62" w14:paraId="4275DE79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18685A89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آنا قبلكُم جيت ليه أبغي العطايا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666073E" w14:textId="77777777" w:rsidR="00443F62" w:rsidRDefault="00443F6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330CEAF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شفت المنازل موحشة ظلّت خلايا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F62" w14:paraId="5E06B05D" w14:textId="77777777" w:rsidTr="00C25BB6">
        <w:trPr>
          <w:trHeight w:val="350"/>
        </w:trPr>
        <w:tc>
          <w:tcPr>
            <w:tcW w:w="3920" w:type="dxa"/>
          </w:tcPr>
          <w:p w14:paraId="3EE4AC10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والنّاس كُلّها لابسة اِثياب الرزايا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A9AF10" w14:textId="77777777" w:rsidR="00443F62" w:rsidRDefault="00443F6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ADDD11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اُواَمّا المدينة شوفها اِيفتّت الأكباد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F62" w14:paraId="4E02F19B" w14:textId="77777777" w:rsidTr="00C25BB6">
        <w:trPr>
          <w:trHeight w:val="350"/>
        </w:trPr>
        <w:tc>
          <w:tcPr>
            <w:tcW w:w="3920" w:type="dxa"/>
          </w:tcPr>
          <w:p w14:paraId="41A8BBCC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ما شفت فيها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حزين اِيصيح بالويل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395D0D" w14:textId="77777777" w:rsidR="00443F62" w:rsidRDefault="00443F6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B36A55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ويّا حزينة صارخة واِدموعها اِتسيل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F62" w14:paraId="41F5407B" w14:textId="77777777" w:rsidTr="00C25BB6">
        <w:trPr>
          <w:trHeight w:val="350"/>
        </w:trPr>
        <w:tc>
          <w:tcPr>
            <w:tcW w:w="3920" w:type="dxa"/>
          </w:tcPr>
          <w:p w14:paraId="61FBAB86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اُواَمّا النّهار أظلم عليهم واستوى 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F01E88" w14:textId="77777777" w:rsidR="00443F62" w:rsidRDefault="00443F6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CFFBA2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ذابت حشاهُم واصطلتْ منهمْ الأجساد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F62" w14:paraId="51C58D09" w14:textId="77777777" w:rsidTr="00C25BB6">
        <w:trPr>
          <w:trHeight w:val="350"/>
        </w:trPr>
        <w:tc>
          <w:tcPr>
            <w:tcW w:w="3920" w:type="dxa"/>
          </w:tcPr>
          <w:p w14:paraId="78B78539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والمجلس اللي نقصده وامضيفنا فيه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7ED40B" w14:textId="77777777" w:rsidR="00443F62" w:rsidRDefault="00443F6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99790C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واليوم خالي من هَلَه ما حدْ بقى فيه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F62" w14:paraId="473A8798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2C07DA5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ما شفت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اليوم ينعى اِفراق واليه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A0E195" w14:textId="77777777" w:rsidR="00443F62" w:rsidRDefault="00443F6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FAE546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اُواَمّا بني هاشم اُو غالب لبسوا سواد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F62" w14:paraId="3B69BFB6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B70B1E7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هذيك تلطم راسها اُو هذي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65C309" w14:textId="77777777" w:rsidR="00443F62" w:rsidRDefault="00443F6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F7FB1F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اُوهذي تنادي مِن بقى إلنا يا ولينه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F62" w14:paraId="7C8D9BA3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2EC6EB9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اُوهذي تنادي الله يعوده للمدينه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60A599" w14:textId="77777777" w:rsidR="00443F62" w:rsidRDefault="00443F6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BD91C2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اُوتزهر مرابعنا على جاري المعتاد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F62" w14:paraId="6EFE8F27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F98A616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سايلت عنّه وين راح ابن الشفيّه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288D27" w14:textId="77777777" w:rsidR="00443F62" w:rsidRDefault="00443F6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BC1856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قالوا مشى باهله يريد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F62" w14:paraId="3884D659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6C6CB5F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كُلهم مضوا ولا بقتْ منهم بقيّه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74CD43" w14:textId="77777777" w:rsidR="00443F62" w:rsidRDefault="00443F6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F33D56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شال ابحريمه واِخوته وجميع الولاد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F62" w14:paraId="1295ED82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B1FE075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راح الذي هو تقصد الوفّاد جودَه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F2D752" w14:textId="77777777" w:rsidR="00443F62" w:rsidRDefault="00443F6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3B576E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سافر ولادري إلى متى الله يعوده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F62" w14:paraId="351B5CD4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CC53FD6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بدرٌ تُحجّب لو بطتْ عنّا اِسعوده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2EC3A4" w14:textId="77777777" w:rsidR="00443F62" w:rsidRDefault="00443F6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144EAE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الله يعوده للمنازل نسل لمجاد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F62" w14:paraId="7BD48E1D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5C4EEE7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إلى منزله شيخ العشيرة ليته اِيعود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0E1579" w14:textId="77777777" w:rsidR="00443F62" w:rsidRDefault="00443F6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5A78AD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لفراح تقبل والنّحس يتبدل اِسعود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F62" w14:paraId="2AC95EDA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45CE5C0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والله حسافَه اِمن المدينة طلع مطرود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E6A9EE" w14:textId="77777777" w:rsidR="00443F62" w:rsidRDefault="00443F6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11C543" w14:textId="77777777" w:rsidR="00443F62" w:rsidRDefault="00443F62" w:rsidP="00C25BB6">
            <w:pPr>
              <w:pStyle w:val="libPoem"/>
            </w:pPr>
            <w:r>
              <w:rPr>
                <w:rtl/>
                <w:lang w:bidi="fa-IR"/>
              </w:rPr>
              <w:t>ضاعت يبو السجّاد من بعدك الوفّاد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A489DED" w14:textId="77777777" w:rsidR="00EE7C84" w:rsidRDefault="00EE7C84" w:rsidP="00443F62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F5F0C" w14:paraId="7825568B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1EDF4093" w14:textId="77777777" w:rsidR="003F5F0C" w:rsidRDefault="003F5F0C" w:rsidP="00C25BB6">
            <w:pPr>
              <w:pStyle w:val="libPoem"/>
            </w:pPr>
            <w:r>
              <w:rPr>
                <w:rtl/>
                <w:lang w:bidi="fa-IR"/>
              </w:rPr>
              <w:t>يا عين هلّي الدمع لفراق الميامين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5BD1912" w14:textId="77777777" w:rsidR="003F5F0C" w:rsidRDefault="003F5F0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277C74A" w14:textId="77777777" w:rsidR="003F5F0C" w:rsidRDefault="003F5F0C" w:rsidP="00C25BB6">
            <w:pPr>
              <w:pStyle w:val="libPoem"/>
            </w:pPr>
            <w:r>
              <w:rPr>
                <w:rtl/>
                <w:lang w:bidi="fa-IR"/>
              </w:rPr>
              <w:t>ساقوا ظعينتهم ولا دري قصدهُم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F0C" w14:paraId="13E167EE" w14:textId="77777777" w:rsidTr="00C25BB6">
        <w:trPr>
          <w:trHeight w:val="350"/>
        </w:trPr>
        <w:tc>
          <w:tcPr>
            <w:tcW w:w="3920" w:type="dxa"/>
          </w:tcPr>
          <w:p w14:paraId="4B760BA8" w14:textId="77777777" w:rsidR="003F5F0C" w:rsidRDefault="003F5F0C" w:rsidP="00C25BB6">
            <w:pPr>
              <w:pStyle w:val="libPoem"/>
            </w:pPr>
            <w:r>
              <w:rPr>
                <w:rtl/>
                <w:lang w:bidi="fa-IR"/>
              </w:rPr>
              <w:t>حاطوا حوالي الظعن باسيوفٍ مساليل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A9FAEF" w14:textId="77777777" w:rsidR="003F5F0C" w:rsidRDefault="003F5F0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0C6091" w14:textId="77777777" w:rsidR="003F5F0C" w:rsidRDefault="003F5F0C" w:rsidP="00C25BB6">
            <w:pPr>
              <w:pStyle w:val="libPoem"/>
            </w:pPr>
            <w:r>
              <w:rPr>
                <w:rtl/>
                <w:lang w:bidi="fa-IR"/>
              </w:rPr>
              <w:t>من وطن جدهُم قوّضوا في ظلمة 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F0C" w14:paraId="6A383478" w14:textId="77777777" w:rsidTr="00C25BB6">
        <w:trPr>
          <w:trHeight w:val="350"/>
        </w:trPr>
        <w:tc>
          <w:tcPr>
            <w:tcW w:w="3920" w:type="dxa"/>
          </w:tcPr>
          <w:p w14:paraId="495CD35A" w14:textId="77777777" w:rsidR="003F5F0C" w:rsidRDefault="003F5F0C" w:rsidP="00C25BB6">
            <w:pPr>
              <w:pStyle w:val="libPoem"/>
            </w:pPr>
            <w:r>
              <w:rPr>
                <w:rtl/>
                <w:lang w:bidi="fa-IR"/>
              </w:rPr>
              <w:t>اُوظلّت منازلهُم تحن واُدموعها اِتسيل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24FEE3" w14:textId="77777777" w:rsidR="003F5F0C" w:rsidRDefault="003F5F0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53001C" w14:textId="77777777" w:rsidR="003F5F0C" w:rsidRDefault="003F5F0C" w:rsidP="00C25BB6">
            <w:pPr>
              <w:pStyle w:val="libPoem"/>
            </w:pPr>
            <w:r>
              <w:rPr>
                <w:rtl/>
                <w:lang w:bidi="fa-IR"/>
              </w:rPr>
              <w:t>اِيحقّ للمنازل لو بكتْ لفراق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F0C" w14:paraId="2D5DED9C" w14:textId="77777777" w:rsidTr="00C25BB6">
        <w:trPr>
          <w:trHeight w:val="350"/>
        </w:trPr>
        <w:tc>
          <w:tcPr>
            <w:tcW w:w="3920" w:type="dxa"/>
          </w:tcPr>
          <w:p w14:paraId="0941DB01" w14:textId="77777777" w:rsidR="003F5F0C" w:rsidRDefault="003F5F0C" w:rsidP="00C25BB6">
            <w:pPr>
              <w:pStyle w:val="libPoem"/>
            </w:pPr>
            <w:r>
              <w:rPr>
                <w:rtl/>
                <w:lang w:bidi="fa-IR"/>
              </w:rPr>
              <w:t>ظلّت منازلهُم خليّة من بعدهُم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7B6F0F" w14:textId="77777777" w:rsidR="003F5F0C" w:rsidRDefault="003F5F0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60670C" w14:textId="77777777" w:rsidR="003F5F0C" w:rsidRDefault="003F5F0C" w:rsidP="00C25BB6">
            <w:pPr>
              <w:pStyle w:val="libPoem"/>
            </w:pPr>
            <w:r>
              <w:rPr>
                <w:rtl/>
                <w:lang w:bidi="fa-IR"/>
              </w:rPr>
              <w:t>ما هو طِيب اِمفارقين الوطن جدْهُم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F0C" w14:paraId="3E7C4210" w14:textId="77777777" w:rsidTr="00C25BB6">
        <w:trPr>
          <w:trHeight w:val="350"/>
        </w:trPr>
        <w:tc>
          <w:tcPr>
            <w:tcW w:w="3920" w:type="dxa"/>
          </w:tcPr>
          <w:p w14:paraId="077140A2" w14:textId="77777777" w:rsidR="003F5F0C" w:rsidRDefault="003F5F0C" w:rsidP="00C25BB6">
            <w:pPr>
              <w:pStyle w:val="libPoem"/>
            </w:pPr>
            <w:r>
              <w:rPr>
                <w:rtl/>
                <w:lang w:bidi="fa-IR"/>
              </w:rPr>
              <w:t>من بعد جدْهُم خانت الأعدا عهدهُم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C93ADB" w14:textId="77777777" w:rsidR="003F5F0C" w:rsidRDefault="003F5F0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E39949" w14:textId="77777777" w:rsidR="003F5F0C" w:rsidRDefault="003F5F0C" w:rsidP="00C25BB6">
            <w:pPr>
              <w:pStyle w:val="libPoem"/>
            </w:pPr>
            <w:r>
              <w:rPr>
                <w:rtl/>
                <w:lang w:bidi="fa-IR"/>
              </w:rPr>
              <w:t>اُو خانوا مواعيد القديمة اِبيعة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F0C" w14:paraId="48133B88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FFF30A9" w14:textId="77777777" w:rsidR="003F5F0C" w:rsidRDefault="003F5F0C" w:rsidP="00C25BB6">
            <w:pPr>
              <w:pStyle w:val="libPoem"/>
            </w:pPr>
            <w:r>
              <w:rPr>
                <w:rtl/>
                <w:lang w:bidi="fa-IR"/>
              </w:rPr>
              <w:t>ما تسمع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بدورهُم ضجّة اُوصيحه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FA9CDC" w14:textId="77777777" w:rsidR="003F5F0C" w:rsidRDefault="003F5F0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60791E" w14:textId="77777777" w:rsidR="003F5F0C" w:rsidRDefault="003F5F0C" w:rsidP="00C25BB6">
            <w:pPr>
              <w:pStyle w:val="libPoem"/>
            </w:pPr>
            <w:r>
              <w:rPr>
                <w:rtl/>
                <w:lang w:bidi="fa-IR"/>
              </w:rPr>
              <w:t>والمصطفى زايد حنينه في ضريحه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F0C" w14:paraId="3FD16255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4DF9CC3" w14:textId="77777777" w:rsidR="003F5F0C" w:rsidRDefault="003F5F0C" w:rsidP="00C25BB6">
            <w:pPr>
              <w:pStyle w:val="libPoem"/>
            </w:pPr>
            <w:r>
              <w:rPr>
                <w:rtl/>
                <w:lang w:bidi="fa-IR"/>
              </w:rPr>
              <w:t>والانبيا حولَه مدامعهُم سفوحه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8D9BD7" w14:textId="77777777" w:rsidR="003F5F0C" w:rsidRDefault="003F5F0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A04706" w14:textId="77777777" w:rsidR="003F5F0C" w:rsidRDefault="003F5F0C" w:rsidP="00C25BB6">
            <w:pPr>
              <w:pStyle w:val="libPoem"/>
            </w:pPr>
            <w:r>
              <w:rPr>
                <w:rtl/>
                <w:lang w:bidi="fa-IR"/>
              </w:rPr>
              <w:t>والكُلّ في ضجّة ينادي آه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F0C" w14:paraId="554CFF6A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EB636B6" w14:textId="77777777" w:rsidR="003F5F0C" w:rsidRDefault="003F5F0C" w:rsidP="00C25BB6">
            <w:pPr>
              <w:pStyle w:val="libPoem"/>
            </w:pPr>
            <w:r>
              <w:rPr>
                <w:rtl/>
                <w:lang w:bidi="fa-IR"/>
              </w:rPr>
              <w:t>واَمست خليّة بعدهم ذيك المدارس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5DCA2C" w14:textId="77777777" w:rsidR="003F5F0C" w:rsidRDefault="003F5F0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21BC99" w14:textId="77777777" w:rsidR="003F5F0C" w:rsidRDefault="003F5F0C" w:rsidP="00C25BB6">
            <w:pPr>
              <w:pStyle w:val="libPoem"/>
            </w:pPr>
            <w:r>
              <w:rPr>
                <w:rtl/>
                <w:lang w:bidi="fa-IR"/>
              </w:rPr>
              <w:t>من بعدهم أمست خليّة اِبغير حارس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5EF6A7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42E10" w14:paraId="0CBA77F9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4CD317DD" w14:textId="77777777" w:rsidR="00642E10" w:rsidRDefault="00642E10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قفرا خليّة ما بها منهم موانس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9475692" w14:textId="77777777" w:rsidR="00642E10" w:rsidRDefault="00642E1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0D0FE5A" w14:textId="77777777" w:rsidR="00642E10" w:rsidRDefault="00642E10" w:rsidP="00C25BB6">
            <w:pPr>
              <w:pStyle w:val="libPoem"/>
            </w:pPr>
            <w:r>
              <w:rPr>
                <w:rtl/>
                <w:lang w:bidi="fa-IR"/>
              </w:rPr>
              <w:t>راح الذي فيها يدرّس للمسلمين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E10" w14:paraId="24AEAD7A" w14:textId="77777777" w:rsidTr="00C25BB6">
        <w:trPr>
          <w:trHeight w:val="350"/>
        </w:trPr>
        <w:tc>
          <w:tcPr>
            <w:tcW w:w="3920" w:type="dxa"/>
          </w:tcPr>
          <w:p w14:paraId="6899448D" w14:textId="77777777" w:rsidR="00642E10" w:rsidRDefault="00642E10" w:rsidP="00C25BB6">
            <w:pPr>
              <w:pStyle w:val="libPoem"/>
            </w:pPr>
            <w:r>
              <w:rPr>
                <w:rtl/>
                <w:lang w:bidi="fa-IR"/>
              </w:rPr>
              <w:t>والدور تندبهم اُوتبكيهم اُوتنعى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E7BECC" w14:textId="77777777" w:rsidR="00642E10" w:rsidRDefault="00642E1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8F6F54" w14:textId="77777777" w:rsidR="00642E10" w:rsidRDefault="00642E10" w:rsidP="00C25BB6">
            <w:pPr>
              <w:pStyle w:val="libPoem"/>
            </w:pPr>
            <w:r>
              <w:rPr>
                <w:rtl/>
                <w:lang w:bidi="fa-IR"/>
              </w:rPr>
              <w:t>اِتفتّتْ كبد من شافها اُويسيل دمعه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E10" w14:paraId="7505C13E" w14:textId="77777777" w:rsidTr="00C25BB6">
        <w:trPr>
          <w:trHeight w:val="350"/>
        </w:trPr>
        <w:tc>
          <w:tcPr>
            <w:tcW w:w="3920" w:type="dxa"/>
          </w:tcPr>
          <w:p w14:paraId="5C41F17E" w14:textId="77777777" w:rsidR="00642E10" w:rsidRDefault="00642E10" w:rsidP="00C25BB6">
            <w:pPr>
              <w:pStyle w:val="libPoem"/>
            </w:pPr>
            <w:r>
              <w:rPr>
                <w:rtl/>
                <w:lang w:bidi="fa-IR"/>
              </w:rPr>
              <w:t>واِتقول ما ظنّي لبو السجّاد رجعه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DA563F" w14:textId="77777777" w:rsidR="00642E10" w:rsidRDefault="00642E1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2BA92C" w14:textId="77777777" w:rsidR="00642E10" w:rsidRDefault="00642E10" w:rsidP="00C25BB6">
            <w:pPr>
              <w:pStyle w:val="libPoem"/>
            </w:pPr>
            <w:r>
              <w:rPr>
                <w:rtl/>
                <w:lang w:bidi="fa-IR"/>
              </w:rPr>
              <w:t>واشّوف من حوله الظعينة يحدي البين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E10" w14:paraId="7704FF56" w14:textId="77777777" w:rsidTr="00C25BB6">
        <w:trPr>
          <w:trHeight w:val="350"/>
        </w:trPr>
        <w:tc>
          <w:tcPr>
            <w:tcW w:w="3920" w:type="dxa"/>
          </w:tcPr>
          <w:p w14:paraId="78D35391" w14:textId="77777777" w:rsidR="00642E10" w:rsidRDefault="00642E10" w:rsidP="00C25BB6">
            <w:pPr>
              <w:pStyle w:val="libPoem"/>
            </w:pPr>
            <w:r>
              <w:rPr>
                <w:rtl/>
                <w:lang w:bidi="fa-IR"/>
              </w:rPr>
              <w:t>طلعوا اُو طلعتهُم عجل من غير تمهيل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39DF2E" w14:textId="77777777" w:rsidR="00642E10" w:rsidRDefault="00642E1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33CB23" w14:textId="77777777" w:rsidR="00642E10" w:rsidRDefault="00642E10" w:rsidP="00C25BB6">
            <w:pPr>
              <w:pStyle w:val="libPoem"/>
            </w:pPr>
            <w:r>
              <w:rPr>
                <w:rtl/>
                <w:lang w:bidi="fa-IR"/>
              </w:rPr>
              <w:t>ساقوا المطايا اِمن الوطن في ظلمة 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E10" w14:paraId="7B402EDB" w14:textId="77777777" w:rsidTr="00C25BB6">
        <w:trPr>
          <w:trHeight w:val="350"/>
        </w:trPr>
        <w:tc>
          <w:tcPr>
            <w:tcW w:w="3920" w:type="dxa"/>
          </w:tcPr>
          <w:p w14:paraId="15C48FBD" w14:textId="77777777" w:rsidR="00642E10" w:rsidRDefault="00642E10" w:rsidP="00C25BB6">
            <w:pPr>
              <w:pStyle w:val="libPoem"/>
            </w:pPr>
            <w:r>
              <w:rPr>
                <w:rtl/>
                <w:lang w:bidi="fa-IR"/>
              </w:rPr>
              <w:t>تحدي ظعينتهُم اِبتكبيرٍ اُو تهليل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CB0520" w14:textId="77777777" w:rsidR="00642E10" w:rsidRDefault="00642E1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9070B1" w14:textId="77777777" w:rsidR="00642E10" w:rsidRDefault="00642E10" w:rsidP="00C25BB6">
            <w:pPr>
              <w:pStyle w:val="libPoem"/>
            </w:pPr>
            <w:r>
              <w:rPr>
                <w:rtl/>
                <w:lang w:bidi="fa-IR"/>
              </w:rPr>
              <w:t>اِنهدّت اَركاني واَنحلتني شيلة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E10" w14:paraId="0BCB9F79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85291CD" w14:textId="77777777" w:rsidR="00642E10" w:rsidRDefault="00642E10" w:rsidP="00C25BB6">
            <w:pPr>
              <w:pStyle w:val="libPoem"/>
            </w:pPr>
            <w:r>
              <w:rPr>
                <w:rtl/>
                <w:lang w:bidi="fa-IR"/>
              </w:rPr>
              <w:t>إنهدّت أركاني من إفراق العشيره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B04442" w14:textId="77777777" w:rsidR="00642E10" w:rsidRDefault="00642E1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F376932" w14:textId="77777777" w:rsidR="00642E10" w:rsidRDefault="00642E10" w:rsidP="00C25BB6">
            <w:pPr>
              <w:pStyle w:val="libPoem"/>
            </w:pPr>
            <w:r>
              <w:rPr>
                <w:rtl/>
                <w:lang w:bidi="fa-IR"/>
              </w:rPr>
              <w:t>ما كان مثلي اِمفارق اِبدورٍ مُنيره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E10" w14:paraId="45B01174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DB1A59F" w14:textId="77777777" w:rsidR="00642E10" w:rsidRDefault="00642E10" w:rsidP="00C25BB6">
            <w:pPr>
              <w:pStyle w:val="libPoem"/>
            </w:pPr>
            <w:r>
              <w:rPr>
                <w:rtl/>
                <w:lang w:bidi="fa-IR"/>
              </w:rPr>
              <w:t>واِفراق أبو السجّاد خل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اني اِبحيره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2B953C" w14:textId="77777777" w:rsidR="00642E10" w:rsidRDefault="00642E1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08FBC8" w14:textId="77777777" w:rsidR="00642E10" w:rsidRDefault="00642E10" w:rsidP="00C25BB6">
            <w:pPr>
              <w:pStyle w:val="libPoem"/>
            </w:pPr>
            <w:r>
              <w:rPr>
                <w:rtl/>
                <w:lang w:bidi="fa-IR"/>
              </w:rPr>
              <w:t>أبكي ونادي آه وا حزني على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E9A7B44" w14:textId="77777777" w:rsidR="00EE7C84" w:rsidRDefault="00EE7C84" w:rsidP="00642E10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233EB" w14:paraId="22CE46A7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5777974C" w14:textId="77777777" w:rsidR="001233EB" w:rsidRDefault="001233EB" w:rsidP="00C25BB6">
            <w:pPr>
              <w:pStyle w:val="libPoem"/>
            </w:pPr>
            <w:r>
              <w:rPr>
                <w:rtl/>
                <w:lang w:bidi="fa-IR"/>
              </w:rPr>
              <w:t>نُوحي عليه اُوعدّدي بالحزن يا 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1F43646" w14:textId="77777777" w:rsidR="001233EB" w:rsidRDefault="001233E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0D2D1FB" w14:textId="77777777" w:rsidR="001233EB" w:rsidRDefault="001233EB" w:rsidP="00C25BB6">
            <w:pPr>
              <w:pStyle w:val="libPoem"/>
            </w:pPr>
            <w:r>
              <w:rPr>
                <w:rtl/>
                <w:lang w:bidi="fa-IR"/>
              </w:rPr>
              <w:t>حتّى ترد اِسلالة الهادي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33EB" w14:paraId="028898F4" w14:textId="77777777" w:rsidTr="00C25BB6">
        <w:trPr>
          <w:trHeight w:val="350"/>
        </w:trPr>
        <w:tc>
          <w:tcPr>
            <w:tcW w:w="3920" w:type="dxa"/>
          </w:tcPr>
          <w:p w14:paraId="5E793E8C" w14:textId="77777777" w:rsidR="001233EB" w:rsidRDefault="001233EB" w:rsidP="00C25BB6">
            <w:pPr>
              <w:pStyle w:val="libPoem"/>
            </w:pPr>
            <w:r>
              <w:rPr>
                <w:rtl/>
                <w:lang w:bidi="fa-IR"/>
              </w:rPr>
              <w:t>اِيحق لكْ إذا نحتي اُو ندبتي يا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615E71" w14:textId="77777777" w:rsidR="001233EB" w:rsidRDefault="001233E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E71103B" w14:textId="77777777" w:rsidR="001233EB" w:rsidRDefault="001233EB" w:rsidP="00C25BB6">
            <w:pPr>
              <w:pStyle w:val="libPoem"/>
            </w:pPr>
            <w:r>
              <w:rPr>
                <w:rtl/>
                <w:lang w:bidi="fa-IR"/>
              </w:rPr>
              <w:t>ماحَد بقى سلطان غيره في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33EB" w14:paraId="2ED1A3F3" w14:textId="77777777" w:rsidTr="00C25BB6">
        <w:trPr>
          <w:trHeight w:val="350"/>
        </w:trPr>
        <w:tc>
          <w:tcPr>
            <w:tcW w:w="3920" w:type="dxa"/>
          </w:tcPr>
          <w:p w14:paraId="4D60834F" w14:textId="77777777" w:rsidR="001233EB" w:rsidRDefault="001233EB" w:rsidP="00C25BB6">
            <w:pPr>
              <w:pStyle w:val="libPoem"/>
            </w:pPr>
            <w:r>
              <w:rPr>
                <w:rtl/>
                <w:lang w:bidi="fa-IR"/>
              </w:rPr>
              <w:t>اُوقولي عسى الله يرجعَك يحسين 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9A5029" w14:textId="77777777" w:rsidR="001233EB" w:rsidRDefault="001233E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01F2EF" w14:textId="77777777" w:rsidR="001233EB" w:rsidRDefault="001233EB" w:rsidP="00C25BB6">
            <w:pPr>
              <w:pStyle w:val="libPoem"/>
            </w:pPr>
            <w:r>
              <w:rPr>
                <w:rtl/>
                <w:lang w:bidi="fa-IR"/>
              </w:rPr>
              <w:t>تزهر إبأرضي والمدينة تسطع أنوار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33EB" w14:paraId="4EAAB2C3" w14:textId="77777777" w:rsidTr="00C25BB6">
        <w:trPr>
          <w:trHeight w:val="350"/>
        </w:trPr>
        <w:tc>
          <w:tcPr>
            <w:tcW w:w="3920" w:type="dxa"/>
          </w:tcPr>
          <w:p w14:paraId="3B8B750C" w14:textId="77777777" w:rsidR="001233EB" w:rsidRDefault="001233EB" w:rsidP="00C25BB6">
            <w:pPr>
              <w:pStyle w:val="libPoem"/>
            </w:pPr>
            <w:r>
              <w:rPr>
                <w:rtl/>
                <w:lang w:bidi="fa-IR"/>
              </w:rPr>
              <w:t>ولا بقى باَرض المدينة اليوم سلطان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162A0B" w14:textId="77777777" w:rsidR="001233EB" w:rsidRDefault="001233E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57DC4A" w14:textId="77777777" w:rsidR="001233EB" w:rsidRDefault="001233EB" w:rsidP="00C25BB6">
            <w:pPr>
              <w:pStyle w:val="libPoem"/>
            </w:pPr>
            <w:r>
              <w:rPr>
                <w:rtl/>
                <w:lang w:bidi="fa-IR"/>
              </w:rPr>
              <w:t>سافر إباولاده اُوهلَه اُوكُل الخوان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33EB" w14:paraId="6469D218" w14:textId="77777777" w:rsidTr="00C25BB6">
        <w:trPr>
          <w:trHeight w:val="350"/>
        </w:trPr>
        <w:tc>
          <w:tcPr>
            <w:tcW w:w="3920" w:type="dxa"/>
          </w:tcPr>
          <w:p w14:paraId="0598BF4E" w14:textId="77777777" w:rsidR="001233EB" w:rsidRDefault="001233EB" w:rsidP="00C25BB6">
            <w:pPr>
              <w:pStyle w:val="libPoem"/>
            </w:pPr>
            <w:r>
              <w:rPr>
                <w:rtl/>
                <w:lang w:bidi="fa-IR"/>
              </w:rPr>
              <w:t>الله يعوده اُو يرجعه سالم للوطان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EFCC5B" w14:textId="77777777" w:rsidR="001233EB" w:rsidRDefault="001233E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7FA1AA" w14:textId="77777777" w:rsidR="001233EB" w:rsidRDefault="001233EB" w:rsidP="00C25BB6">
            <w:pPr>
              <w:pStyle w:val="libPoem"/>
            </w:pPr>
            <w:r>
              <w:rPr>
                <w:rtl/>
                <w:lang w:bidi="fa-IR"/>
              </w:rPr>
              <w:t>هو البقيّة والخلف من آلِ لطهار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33EB" w14:paraId="69D5FDFC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AADCCAB" w14:textId="77777777" w:rsidR="001233EB" w:rsidRDefault="001233EB" w:rsidP="00C25BB6">
            <w:pPr>
              <w:pStyle w:val="libPoem"/>
            </w:pPr>
            <w:r>
              <w:rPr>
                <w:rtl/>
                <w:lang w:bidi="fa-IR"/>
              </w:rPr>
              <w:t>حطّوا مآتم في المدينة واِلبسوا اِسواد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918FD2" w14:textId="77777777" w:rsidR="001233EB" w:rsidRDefault="001233E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471AA5" w14:textId="77777777" w:rsidR="001233EB" w:rsidRDefault="001233EB" w:rsidP="00C25BB6">
            <w:pPr>
              <w:pStyle w:val="libPoem"/>
            </w:pPr>
            <w:r>
              <w:rPr>
                <w:rtl/>
                <w:lang w:bidi="fa-IR"/>
              </w:rPr>
              <w:t>واِنكان ترجوا جيّته ليكُم مهو راد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33EB" w14:paraId="500B009A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17DA8C7" w14:textId="77777777" w:rsidR="001233EB" w:rsidRDefault="001233EB" w:rsidP="00C25BB6">
            <w:pPr>
              <w:pStyle w:val="libPoem"/>
            </w:pPr>
            <w:r>
              <w:rPr>
                <w:rtl/>
                <w:lang w:bidi="fa-IR"/>
              </w:rPr>
              <w:t>ساق الظعن واَبعد بأهله اُوكُل الولاد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C0BA46" w14:textId="77777777" w:rsidR="001233EB" w:rsidRDefault="001233E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B7036B" w14:textId="77777777" w:rsidR="001233EB" w:rsidRDefault="001233EB" w:rsidP="00C25BB6">
            <w:pPr>
              <w:pStyle w:val="libPoem"/>
            </w:pPr>
            <w:r>
              <w:rPr>
                <w:rtl/>
                <w:lang w:bidi="fa-IR"/>
              </w:rPr>
              <w:t>اُوخيّم بأرض الغاضريّة واتّخذ 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33EB" w14:paraId="674FCC3B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12300E4" w14:textId="77777777" w:rsidR="001233EB" w:rsidRDefault="001233EB" w:rsidP="00C25BB6">
            <w:pPr>
              <w:pStyle w:val="libPoem"/>
            </w:pPr>
            <w:r>
              <w:rPr>
                <w:rtl/>
                <w:lang w:bidi="fa-IR"/>
              </w:rPr>
              <w:t>يهل المدينة بوعلي ما ظنّتي اِيعود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E608B7" w14:textId="77777777" w:rsidR="001233EB" w:rsidRDefault="001233E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E91ED0" w14:textId="77777777" w:rsidR="001233EB" w:rsidRDefault="001233EB" w:rsidP="00C25BB6">
            <w:pPr>
              <w:pStyle w:val="libPoem"/>
            </w:pPr>
            <w:r>
              <w:rPr>
                <w:rtl/>
                <w:lang w:bidi="fa-IR"/>
              </w:rPr>
              <w:t>قوّض اِظعونه اُوخل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باب الكرم مسدود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33EB" w14:paraId="61BCF1B8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B5AD5E3" w14:textId="77777777" w:rsidR="001233EB" w:rsidRDefault="001233EB" w:rsidP="00C25BB6">
            <w:pPr>
              <w:pStyle w:val="libPoem"/>
            </w:pPr>
            <w:r>
              <w:rPr>
                <w:rtl/>
                <w:lang w:bidi="fa-IR"/>
              </w:rPr>
              <w:t>ضاع الكرم والجود من بعده وليفود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CC703B" w14:textId="77777777" w:rsidR="001233EB" w:rsidRDefault="001233E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FA708F" w14:textId="77777777" w:rsidR="001233EB" w:rsidRDefault="001233EB" w:rsidP="00C25BB6">
            <w:pPr>
              <w:pStyle w:val="libPoem"/>
            </w:pPr>
            <w:r>
              <w:rPr>
                <w:rtl/>
                <w:lang w:bidi="fa-IR"/>
              </w:rPr>
              <w:t>اُوكُل من لفى بيتَه اُوشافه ظلّ محتار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33EB" w14:paraId="28A8BBBA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891FC88" w14:textId="77777777" w:rsidR="001233EB" w:rsidRDefault="001233EB" w:rsidP="00C25BB6">
            <w:pPr>
              <w:pStyle w:val="libPoem"/>
            </w:pPr>
            <w:r>
              <w:rPr>
                <w:rtl/>
                <w:lang w:bidi="fa-IR"/>
              </w:rPr>
              <w:t>شوفوا المدينة موحشة من سافر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91BB56" w14:textId="77777777" w:rsidR="001233EB" w:rsidRDefault="001233E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CC8220" w14:textId="77777777" w:rsidR="001233EB" w:rsidRDefault="001233EB" w:rsidP="00C25BB6">
            <w:pPr>
              <w:pStyle w:val="libPoem"/>
            </w:pPr>
            <w:r>
              <w:rPr>
                <w:rtl/>
                <w:lang w:bidi="fa-IR"/>
              </w:rPr>
              <w:t>اُوهذي المدينة خالية ويّا الدواوين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33EB" w14:paraId="3CCA54D8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C368797" w14:textId="77777777" w:rsidR="001233EB" w:rsidRDefault="001233EB" w:rsidP="00C25BB6">
            <w:pPr>
              <w:pStyle w:val="libPoem"/>
            </w:pPr>
            <w:r>
              <w:rPr>
                <w:rtl/>
                <w:lang w:bidi="fa-IR"/>
              </w:rPr>
              <w:t>اُوكُل الهواشم أصبحوا بحالة مهو 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FC8E77" w14:textId="77777777" w:rsidR="001233EB" w:rsidRDefault="001233E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F22035" w14:textId="77777777" w:rsidR="001233EB" w:rsidRDefault="001233EB" w:rsidP="00C25BB6">
            <w:pPr>
              <w:pStyle w:val="libPoem"/>
            </w:pPr>
            <w:r>
              <w:rPr>
                <w:rtl/>
                <w:lang w:bidi="fa-IR"/>
              </w:rPr>
              <w:t>كُلٌّ اِيصيح اُو ينتحب والدمع نثّار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925A6CE" w14:textId="77777777" w:rsidR="00EE7C84" w:rsidRDefault="00EE7C84" w:rsidP="00642E10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2413D" w14:paraId="21FB211C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747CF97C" w14:textId="77777777" w:rsidR="00F2413D" w:rsidRDefault="00F2413D" w:rsidP="00C25BB6">
            <w:pPr>
              <w:pStyle w:val="libPoem"/>
            </w:pPr>
            <w:r>
              <w:rPr>
                <w:rtl/>
                <w:lang w:bidi="fa-IR"/>
              </w:rPr>
              <w:t>سمعوا صوايح في السما يهل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97C0347" w14:textId="77777777" w:rsidR="00F2413D" w:rsidRDefault="00F2413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596B71A" w14:textId="77777777" w:rsidR="00F2413D" w:rsidRDefault="00F2413D" w:rsidP="00C25BB6">
            <w:pPr>
              <w:pStyle w:val="libPoem"/>
            </w:pPr>
            <w:r>
              <w:rPr>
                <w:rtl/>
                <w:lang w:bidi="fa-IR"/>
              </w:rPr>
              <w:t>طلعوا وكُل يصفق اِشماله اِبيمينه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413D" w14:paraId="05679751" w14:textId="77777777" w:rsidTr="00C25BB6">
        <w:trPr>
          <w:trHeight w:val="350"/>
        </w:trPr>
        <w:tc>
          <w:tcPr>
            <w:tcW w:w="3920" w:type="dxa"/>
          </w:tcPr>
          <w:p w14:paraId="3A31FFA5" w14:textId="77777777" w:rsidR="00F2413D" w:rsidRDefault="00F2413D" w:rsidP="00C25BB6">
            <w:pPr>
              <w:pStyle w:val="libPoem"/>
            </w:pPr>
            <w:r>
              <w:rPr>
                <w:rtl/>
                <w:lang w:bidi="fa-IR"/>
              </w:rPr>
              <w:t>شيّل اِظعونه اُوظلّت اِدياره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2939EE" w14:textId="77777777" w:rsidR="00F2413D" w:rsidRDefault="00F2413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A022E5" w14:textId="77777777" w:rsidR="00F2413D" w:rsidRDefault="00F2413D" w:rsidP="00C25BB6">
            <w:pPr>
              <w:pStyle w:val="libPoem"/>
            </w:pPr>
            <w:r>
              <w:rPr>
                <w:rtl/>
                <w:lang w:bidi="fa-IR"/>
              </w:rPr>
              <w:t>اُوجد السُّرى يبغي اِطفوف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224B605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80E16" w14:paraId="47122C79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0567D57B" w14:textId="77777777" w:rsidR="00E80E16" w:rsidRDefault="00E80E16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نُوحي على اِفراقه يفاطم يا 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B75864E" w14:textId="77777777" w:rsidR="00E80E16" w:rsidRDefault="00E80E1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6AE4822" w14:textId="77777777" w:rsidR="00E80E16" w:rsidRDefault="00E80E16" w:rsidP="00C25BB6">
            <w:pPr>
              <w:pStyle w:val="libPoem"/>
            </w:pPr>
            <w:r>
              <w:rPr>
                <w:rtl/>
                <w:lang w:bidi="fa-IR"/>
              </w:rPr>
              <w:t>اُوقولي عسى الله اِيعود والينه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E16" w14:paraId="3692ADBD" w14:textId="77777777" w:rsidTr="00C25BB6">
        <w:trPr>
          <w:trHeight w:val="350"/>
        </w:trPr>
        <w:tc>
          <w:tcPr>
            <w:tcW w:w="3920" w:type="dxa"/>
          </w:tcPr>
          <w:p w14:paraId="1F40FBEB" w14:textId="77777777" w:rsidR="00E80E16" w:rsidRDefault="00E80E16" w:rsidP="00C25BB6">
            <w:pPr>
              <w:pStyle w:val="libPoem"/>
            </w:pPr>
            <w:r>
              <w:rPr>
                <w:rtl/>
                <w:lang w:bidi="fa-IR"/>
              </w:rPr>
              <w:t>حنّت اُوناحتْ والدَّمع بالخدِّ سايل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0D37AC" w14:textId="77777777" w:rsidR="00E80E16" w:rsidRDefault="00E80E1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1D7808" w14:textId="77777777" w:rsidR="00E80E16" w:rsidRDefault="00E80E16" w:rsidP="00C25BB6">
            <w:pPr>
              <w:pStyle w:val="libPoem"/>
            </w:pPr>
            <w:r>
              <w:rPr>
                <w:rtl/>
                <w:lang w:bidi="fa-IR"/>
              </w:rPr>
              <w:t>من يوم شفتْ اَهلي يحثّون الرحايل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E16" w14:paraId="291A9BEA" w14:textId="77777777" w:rsidTr="00C25BB6">
        <w:trPr>
          <w:trHeight w:val="350"/>
        </w:trPr>
        <w:tc>
          <w:tcPr>
            <w:tcW w:w="3920" w:type="dxa"/>
          </w:tcPr>
          <w:p w14:paraId="341FF58A" w14:textId="77777777" w:rsidR="00E80E16" w:rsidRDefault="00E80E16" w:rsidP="00C25BB6">
            <w:pPr>
              <w:pStyle w:val="libPoem"/>
            </w:pPr>
            <w:r>
              <w:rPr>
                <w:rtl/>
                <w:lang w:bidi="fa-IR"/>
              </w:rPr>
              <w:t>ودّعت أبويه والحزن بالقلب شاعل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1B8CB8" w14:textId="77777777" w:rsidR="00E80E16" w:rsidRDefault="00E80E1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F243AA" w14:textId="77777777" w:rsidR="00E80E16" w:rsidRDefault="00E80E16" w:rsidP="00C25BB6">
            <w:pPr>
              <w:pStyle w:val="libPoem"/>
            </w:pPr>
            <w:r>
              <w:rPr>
                <w:rtl/>
                <w:lang w:bidi="fa-IR"/>
              </w:rPr>
              <w:t>اُوناديت يا وفّاد كفوا لا تجونا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E16" w14:paraId="4E3B2028" w14:textId="77777777" w:rsidTr="00C25BB6">
        <w:trPr>
          <w:trHeight w:val="350"/>
        </w:trPr>
        <w:tc>
          <w:tcPr>
            <w:tcW w:w="3920" w:type="dxa"/>
          </w:tcPr>
          <w:p w14:paraId="7CDC1A99" w14:textId="77777777" w:rsidR="00E80E16" w:rsidRDefault="00E80E16" w:rsidP="00C25BB6">
            <w:pPr>
              <w:pStyle w:val="libPoem"/>
            </w:pPr>
            <w:r>
              <w:rPr>
                <w:rtl/>
                <w:lang w:bidi="fa-IR"/>
              </w:rPr>
              <w:t>لاحد يجينا في المدينة اُوجدّوا السير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F5616F" w14:textId="77777777" w:rsidR="00E80E16" w:rsidRDefault="00E80E1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A7B0EC" w14:textId="77777777" w:rsidR="00E80E16" w:rsidRDefault="00E80E16" w:rsidP="00C25BB6">
            <w:pPr>
              <w:pStyle w:val="libPoem"/>
            </w:pPr>
            <w:r>
              <w:rPr>
                <w:rtl/>
                <w:lang w:bidi="fa-IR"/>
              </w:rPr>
              <w:t>روحوا اِطفوف الغاضريّة ابغير تفكير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E16" w14:paraId="3F38792E" w14:textId="77777777" w:rsidTr="00C25BB6">
        <w:trPr>
          <w:trHeight w:val="350"/>
        </w:trPr>
        <w:tc>
          <w:tcPr>
            <w:tcW w:w="3920" w:type="dxa"/>
          </w:tcPr>
          <w:p w14:paraId="4D4D70E1" w14:textId="77777777" w:rsidR="00E80E16" w:rsidRDefault="00E80E16" w:rsidP="00C25BB6">
            <w:pPr>
              <w:pStyle w:val="libPoem"/>
            </w:pPr>
            <w:r>
              <w:rPr>
                <w:rtl/>
                <w:lang w:bidi="fa-IR"/>
              </w:rPr>
              <w:t>راح الذي يعطي العطايا والمداخير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F0331E" w14:textId="77777777" w:rsidR="00E80E16" w:rsidRDefault="00E80E1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E5D566" w14:textId="77777777" w:rsidR="00E80E16" w:rsidRDefault="00E80E16" w:rsidP="00C25BB6">
            <w:pPr>
              <w:pStyle w:val="libPoem"/>
            </w:pPr>
            <w:r>
              <w:rPr>
                <w:rtl/>
                <w:lang w:bidi="fa-IR"/>
              </w:rPr>
              <w:t>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محمّد يصفق اِشماله اِبيمينه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E16" w14:paraId="2DD691B5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48DAC5B" w14:textId="77777777" w:rsidR="00E80E16" w:rsidRDefault="00E80E16" w:rsidP="00C25BB6">
            <w:pPr>
              <w:pStyle w:val="libPoem"/>
            </w:pPr>
            <w:r>
              <w:rPr>
                <w:rtl/>
                <w:lang w:bidi="fa-IR"/>
              </w:rPr>
              <w:t>إلى من وصلتوا كربلا نَوخوا المطايا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1A064E" w14:textId="77777777" w:rsidR="00E80E16" w:rsidRDefault="00E80E1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70EA3A" w14:textId="77777777" w:rsidR="00E80E16" w:rsidRDefault="00E80E16" w:rsidP="00C25BB6">
            <w:pPr>
              <w:pStyle w:val="libPoem"/>
            </w:pPr>
            <w:r>
              <w:rPr>
                <w:rtl/>
                <w:lang w:bidi="fa-IR"/>
              </w:rPr>
              <w:t>راعي الكرم والجود فيها والعطايا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E16" w14:paraId="7104EF89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BA0900B" w14:textId="77777777" w:rsidR="00E80E16" w:rsidRDefault="00E80E16" w:rsidP="00C25BB6">
            <w:pPr>
              <w:pStyle w:val="libPoem"/>
            </w:pPr>
            <w:r>
              <w:rPr>
                <w:rtl/>
                <w:lang w:bidi="fa-IR"/>
              </w:rPr>
              <w:t>شوفوا منازلهم بقتْ منهم خلايا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C2ADD1" w14:textId="77777777" w:rsidR="00E80E16" w:rsidRDefault="00E80E1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931121" w14:textId="77777777" w:rsidR="00E80E16" w:rsidRDefault="00E80E16" w:rsidP="00C25BB6">
            <w:pPr>
              <w:pStyle w:val="libPoem"/>
            </w:pPr>
            <w:r>
              <w:rPr>
                <w:rtl/>
                <w:lang w:bidi="fa-IR"/>
              </w:rPr>
              <w:t>واخذوا رسالة حق أبو الكبرى الحزينه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E16" w14:paraId="70A541CD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5663EB9" w14:textId="77777777" w:rsidR="00E80E16" w:rsidRDefault="00E80E16" w:rsidP="00C25BB6">
            <w:pPr>
              <w:pStyle w:val="libPoem"/>
            </w:pPr>
            <w:r>
              <w:rPr>
                <w:rtl/>
                <w:lang w:bidi="fa-IR"/>
              </w:rPr>
              <w:t>اُو قولوا ترى بيت الكرم مغلوق بابه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812509" w14:textId="77777777" w:rsidR="00E80E16" w:rsidRDefault="00E80E1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769E56" w14:textId="77777777" w:rsidR="00E80E16" w:rsidRDefault="00E80E16" w:rsidP="00C25BB6">
            <w:pPr>
              <w:pStyle w:val="libPoem"/>
            </w:pPr>
            <w:r>
              <w:rPr>
                <w:rtl/>
                <w:lang w:bidi="fa-IR"/>
              </w:rPr>
              <w:t>من يوم عنّه بوعلي قوّض اِركابه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E16" w14:paraId="0AFC5322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EDA3948" w14:textId="77777777" w:rsidR="00E80E16" w:rsidRDefault="00E80E16" w:rsidP="00C25BB6">
            <w:pPr>
              <w:pStyle w:val="libPoem"/>
            </w:pPr>
            <w:r>
              <w:rPr>
                <w:rtl/>
                <w:lang w:bidi="fa-IR"/>
              </w:rPr>
              <w:t>لاجت إله الوفّاد وقفت حول بابه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D43088" w14:textId="77777777" w:rsidR="00E80E16" w:rsidRDefault="00E80E1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56C625" w14:textId="77777777" w:rsidR="00E80E16" w:rsidRDefault="00E80E16" w:rsidP="00C25BB6">
            <w:pPr>
              <w:pStyle w:val="libPoem"/>
            </w:pPr>
            <w:r>
              <w:rPr>
                <w:rtl/>
                <w:lang w:bidi="fa-IR"/>
              </w:rPr>
              <w:t>سمعوا صوايح فاطمة بنته الحزينه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E16" w14:paraId="5D9495E4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D0E0317" w14:textId="77777777" w:rsidR="00E80E16" w:rsidRDefault="00E80E16" w:rsidP="00C25BB6">
            <w:pPr>
              <w:pStyle w:val="libPoem"/>
            </w:pPr>
            <w:r>
              <w:rPr>
                <w:rtl/>
                <w:lang w:bidi="fa-IR"/>
              </w:rPr>
              <w:t>قالوا لها العبّاس خبرينا اِبداره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99449F" w14:textId="77777777" w:rsidR="00E80E16" w:rsidRDefault="00E80E1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EA7B9A" w14:textId="77777777" w:rsidR="00E80E16" w:rsidRDefault="00E80E16" w:rsidP="00C25BB6">
            <w:pPr>
              <w:pStyle w:val="libPoem"/>
            </w:pPr>
            <w:r>
              <w:rPr>
                <w:rtl/>
                <w:lang w:bidi="fa-IR"/>
              </w:rPr>
              <w:t>بانروح للعبّاس يعطينا اَخباره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E16" w14:paraId="458FC7D9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8472897" w14:textId="77777777" w:rsidR="00E80E16" w:rsidRDefault="00E80E16" w:rsidP="00C25BB6">
            <w:pPr>
              <w:pStyle w:val="libPoem"/>
            </w:pPr>
            <w:r>
              <w:rPr>
                <w:rtl/>
                <w:lang w:bidi="fa-IR"/>
              </w:rPr>
              <w:t>نادت اُودمع العين في خدها ايتجاره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ECFDC0" w14:textId="77777777" w:rsidR="00E80E16" w:rsidRDefault="00E80E1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CF80DF" w14:textId="77777777" w:rsidR="00E80E16" w:rsidRDefault="00E80E16" w:rsidP="00C25BB6">
            <w:pPr>
              <w:pStyle w:val="libPoem"/>
            </w:pPr>
            <w:r>
              <w:rPr>
                <w:rtl/>
                <w:lang w:bidi="fa-IR"/>
              </w:rPr>
              <w:t>شالوا هلي اُو عبّاس قدّام الظعينه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7F2ABB2" w14:textId="77777777" w:rsidR="00EE7C84" w:rsidRDefault="00EE7C84" w:rsidP="00FC34A4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81600" w14:paraId="4E2BBF28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73B199A9" w14:textId="77777777" w:rsidR="00781600" w:rsidRDefault="00781600" w:rsidP="00C25BB6">
            <w:pPr>
              <w:pStyle w:val="libPoem"/>
            </w:pPr>
            <w:r>
              <w:rPr>
                <w:rtl/>
                <w:lang w:bidi="fa-IR"/>
              </w:rPr>
              <w:t>عافوا المدينة اُوطنّبوا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F60EBF7" w14:textId="77777777" w:rsidR="00781600" w:rsidRDefault="0078160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449616F" w14:textId="77777777" w:rsidR="00781600" w:rsidRDefault="00781600" w:rsidP="00C25BB6">
            <w:pPr>
              <w:pStyle w:val="libPoem"/>
            </w:pPr>
            <w:r>
              <w:rPr>
                <w:rtl/>
                <w:lang w:bidi="fa-IR"/>
              </w:rPr>
              <w:t>ولا بقى في بيت أبي طالب بقيّه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1600" w14:paraId="460C8D74" w14:textId="77777777" w:rsidTr="00C25BB6">
        <w:trPr>
          <w:trHeight w:val="350"/>
        </w:trPr>
        <w:tc>
          <w:tcPr>
            <w:tcW w:w="3920" w:type="dxa"/>
          </w:tcPr>
          <w:p w14:paraId="7F514794" w14:textId="77777777" w:rsidR="00781600" w:rsidRDefault="00781600" w:rsidP="00C25BB6">
            <w:pPr>
              <w:pStyle w:val="libPoem"/>
            </w:pPr>
            <w:r>
              <w:rPr>
                <w:rtl/>
                <w:lang w:bidi="fa-IR"/>
              </w:rPr>
              <w:t>يبكي عليهم يبنت ابو طالب العالي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34081A" w14:textId="77777777" w:rsidR="00781600" w:rsidRDefault="0078160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27B9B8" w14:textId="77777777" w:rsidR="00781600" w:rsidRDefault="00781600" w:rsidP="00C25BB6">
            <w:pPr>
              <w:pStyle w:val="libPoem"/>
            </w:pPr>
            <w:r>
              <w:rPr>
                <w:rtl/>
                <w:lang w:bidi="fa-IR"/>
              </w:rPr>
              <w:t>اِبحق إلى منّه بكاهم ظلّ خالي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1600" w14:paraId="5D6E91F0" w14:textId="77777777" w:rsidTr="00C25BB6">
        <w:trPr>
          <w:trHeight w:val="350"/>
        </w:trPr>
        <w:tc>
          <w:tcPr>
            <w:tcW w:w="3920" w:type="dxa"/>
          </w:tcPr>
          <w:p w14:paraId="6A9B6B29" w14:textId="77777777" w:rsidR="00781600" w:rsidRDefault="00781600" w:rsidP="00C25BB6">
            <w:pPr>
              <w:pStyle w:val="libPoem"/>
            </w:pPr>
            <w:r>
              <w:rPr>
                <w:rtl/>
                <w:lang w:bidi="fa-IR"/>
              </w:rPr>
              <w:t>يحسين ضيّعت الرعية اِبغير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6B03CC" w14:textId="77777777" w:rsidR="00781600" w:rsidRDefault="0078160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7D8546" w14:textId="77777777" w:rsidR="00781600" w:rsidRDefault="00781600" w:rsidP="00C25BB6">
            <w:pPr>
              <w:pStyle w:val="libPoem"/>
            </w:pPr>
            <w:r>
              <w:rPr>
                <w:rtl/>
                <w:lang w:bidi="fa-IR"/>
              </w:rPr>
              <w:t>ما عندَهُم من يلتجون ابظلِّ 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1600" w14:paraId="59479DF0" w14:textId="77777777" w:rsidTr="00C25BB6">
        <w:trPr>
          <w:trHeight w:val="350"/>
        </w:trPr>
        <w:tc>
          <w:tcPr>
            <w:tcW w:w="3920" w:type="dxa"/>
          </w:tcPr>
          <w:p w14:paraId="75E19746" w14:textId="77777777" w:rsidR="00781600" w:rsidRDefault="00781600" w:rsidP="00C25BB6">
            <w:pPr>
              <w:pStyle w:val="libPoem"/>
            </w:pPr>
            <w:r>
              <w:rPr>
                <w:rtl/>
                <w:lang w:bidi="fa-IR"/>
              </w:rPr>
              <w:t>زهر الربيع اِحسين لو أجدب 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7558A1" w14:textId="77777777" w:rsidR="00781600" w:rsidRDefault="0078160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D61099" w14:textId="77777777" w:rsidR="00781600" w:rsidRDefault="00781600" w:rsidP="00C25BB6">
            <w:pPr>
              <w:pStyle w:val="libPoem"/>
            </w:pPr>
            <w:r>
              <w:rPr>
                <w:rtl/>
                <w:lang w:bidi="fa-IR"/>
              </w:rPr>
              <w:t>اُوغوث الصريخ اِحسين لو نادى المنادي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1600" w14:paraId="55DC92F9" w14:textId="77777777" w:rsidTr="00C25BB6">
        <w:trPr>
          <w:trHeight w:val="350"/>
        </w:trPr>
        <w:tc>
          <w:tcPr>
            <w:tcW w:w="3920" w:type="dxa"/>
          </w:tcPr>
          <w:p w14:paraId="2B82F0A8" w14:textId="77777777" w:rsidR="00781600" w:rsidRDefault="00781600" w:rsidP="00C25BB6">
            <w:pPr>
              <w:pStyle w:val="libPoem"/>
            </w:pPr>
            <w:r>
              <w:rPr>
                <w:rtl/>
                <w:lang w:bidi="fa-IR"/>
              </w:rPr>
              <w:t>يا حيّ ذاك الوجه منّه اُوكلِّ بادي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572928" w14:textId="77777777" w:rsidR="00781600" w:rsidRDefault="0078160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FD2D259" w14:textId="77777777" w:rsidR="00781600" w:rsidRDefault="00781600" w:rsidP="00C25BB6">
            <w:pPr>
              <w:pStyle w:val="libPoem"/>
            </w:pPr>
            <w:r>
              <w:rPr>
                <w:rtl/>
                <w:lang w:bidi="fa-IR"/>
              </w:rPr>
              <w:t>يا حيّ ذاك الوجه من راعي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1600" w14:paraId="028AD82B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9FF3101" w14:textId="77777777" w:rsidR="00781600" w:rsidRDefault="001B4371" w:rsidP="00C25BB6">
            <w:pPr>
              <w:pStyle w:val="libPoem"/>
            </w:pPr>
            <w:r>
              <w:rPr>
                <w:rtl/>
                <w:lang w:bidi="fa-IR"/>
              </w:rPr>
              <w:t>يمتى يجي المندوب يصرخ يمِّ لبنين</w:t>
            </w:r>
            <w:r w:rsidR="007816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079EF9" w14:textId="77777777" w:rsidR="00781600" w:rsidRDefault="0078160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6A855C" w14:textId="77777777" w:rsidR="00781600" w:rsidRDefault="001B4371" w:rsidP="00C25BB6">
            <w:pPr>
              <w:pStyle w:val="libPoem"/>
            </w:pPr>
            <w:r>
              <w:rPr>
                <w:rtl/>
                <w:lang w:bidi="fa-IR"/>
              </w:rPr>
              <w:t>قرّة اِعيونَك بالسلامة ابجية اِحسين</w:t>
            </w:r>
            <w:r w:rsidR="0078160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1600" w14:paraId="5BC3AB52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3939083" w14:textId="77777777" w:rsidR="00781600" w:rsidRDefault="001B4371" w:rsidP="00C25BB6">
            <w:pPr>
              <w:pStyle w:val="libPoem"/>
            </w:pPr>
            <w:r>
              <w:rPr>
                <w:rtl/>
                <w:lang w:bidi="fa-IR"/>
              </w:rPr>
              <w:t>نفرح اُو نركض بالدرب كُلنا مسرعين</w:t>
            </w:r>
            <w:r w:rsidR="007816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1BAF7B" w14:textId="77777777" w:rsidR="00781600" w:rsidRDefault="0078160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27F3E1" w14:textId="77777777" w:rsidR="00781600" w:rsidRDefault="001B4371" w:rsidP="00C25BB6">
            <w:pPr>
              <w:pStyle w:val="libPoem"/>
            </w:pPr>
            <w:r>
              <w:rPr>
                <w:rtl/>
                <w:lang w:bidi="fa-IR"/>
              </w:rPr>
              <w:t>جتّك ابشارة قوم يابن الحنفيّه</w:t>
            </w:r>
            <w:r w:rsidR="0078160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1600" w14:paraId="70626885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C90458C" w14:textId="77777777" w:rsidR="00781600" w:rsidRDefault="001B4371" w:rsidP="00C25BB6">
            <w:pPr>
              <w:pStyle w:val="libPoem"/>
            </w:pPr>
            <w:r>
              <w:rPr>
                <w:rtl/>
                <w:lang w:bidi="fa-IR"/>
              </w:rPr>
              <w:t>جينا على العادة اُوحثينَه الركايب</w:t>
            </w:r>
            <w:r w:rsidR="007816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C9071E" w14:textId="77777777" w:rsidR="00781600" w:rsidRDefault="0078160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22DC18" w14:textId="77777777" w:rsidR="00781600" w:rsidRDefault="001B4371" w:rsidP="00C25BB6">
            <w:pPr>
              <w:pStyle w:val="libPoem"/>
            </w:pPr>
            <w:r>
              <w:rPr>
                <w:rtl/>
                <w:lang w:bidi="fa-IR"/>
              </w:rPr>
              <w:t>سايلنا وين اِحسين قالوا اِحسين غايب</w:t>
            </w:r>
            <w:r w:rsidR="0078160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1600" w14:paraId="55E55869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A50B46D" w14:textId="77777777" w:rsidR="00781600" w:rsidRDefault="001B4371" w:rsidP="00C25BB6">
            <w:pPr>
              <w:pStyle w:val="libPoem"/>
            </w:pPr>
            <w:r>
              <w:rPr>
                <w:rtl/>
                <w:lang w:bidi="fa-IR"/>
              </w:rPr>
              <w:t>ولا بقى مندوب ليّام النوايب</w:t>
            </w:r>
            <w:r w:rsidR="007816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2661AF" w14:textId="77777777" w:rsidR="00781600" w:rsidRDefault="0078160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7E573B" w14:textId="77777777" w:rsidR="00781600" w:rsidRDefault="001B4371" w:rsidP="00C25BB6">
            <w:pPr>
              <w:pStyle w:val="libPoem"/>
            </w:pPr>
            <w:r>
              <w:rPr>
                <w:rtl/>
                <w:lang w:bidi="fa-IR"/>
              </w:rPr>
              <w:t>راعي الكرم والجود راح الغاضريّه</w:t>
            </w:r>
            <w:r w:rsidR="0078160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1600" w14:paraId="6FC0079F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A7D9626" w14:textId="77777777" w:rsidR="00781600" w:rsidRDefault="001B4371" w:rsidP="00C25BB6">
            <w:pPr>
              <w:pStyle w:val="libPoem"/>
            </w:pPr>
            <w:r>
              <w:rPr>
                <w:rtl/>
                <w:lang w:bidi="fa-IR"/>
              </w:rPr>
              <w:t>الله يعود اِحسين واتعود العوايد</w:t>
            </w:r>
            <w:r w:rsidR="007816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F62020" w14:textId="77777777" w:rsidR="00781600" w:rsidRDefault="0078160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3B29D0" w14:textId="77777777" w:rsidR="00781600" w:rsidRDefault="001B4371" w:rsidP="00C25BB6">
            <w:pPr>
              <w:pStyle w:val="libPoem"/>
            </w:pPr>
            <w:r>
              <w:rPr>
                <w:rtl/>
                <w:lang w:bidi="fa-IR"/>
              </w:rPr>
              <w:t>ويعود رأس المال واترد الغوايد</w:t>
            </w:r>
            <w:r w:rsidR="0078160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1600" w14:paraId="54BA37B2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4F150A7" w14:textId="77777777" w:rsidR="00781600" w:rsidRDefault="001B4371" w:rsidP="00C25BB6">
            <w:pPr>
              <w:pStyle w:val="libPoem"/>
            </w:pPr>
            <w:r>
              <w:rPr>
                <w:rtl/>
                <w:lang w:bidi="fa-IR"/>
              </w:rPr>
              <w:t>والله اِرجوع الوفد عن هالبيت كايد</w:t>
            </w:r>
            <w:r w:rsidR="007816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AFF41B" w14:textId="77777777" w:rsidR="00781600" w:rsidRDefault="0078160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3476B2" w14:textId="77777777" w:rsidR="00781600" w:rsidRDefault="001B4371" w:rsidP="00C25BB6">
            <w:pPr>
              <w:pStyle w:val="libPoem"/>
            </w:pPr>
            <w:r>
              <w:rPr>
                <w:rtl/>
                <w:lang w:bidi="fa-IR"/>
              </w:rPr>
              <w:t>راعي الكرم عنهم مشى للغاضريّه</w:t>
            </w:r>
            <w:r w:rsidR="0078160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6F787E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3"/>
        <w:gridCol w:w="304"/>
        <w:gridCol w:w="3914"/>
      </w:tblGrid>
      <w:tr w:rsidR="001D5122" w14:paraId="1A236168" w14:textId="77777777" w:rsidTr="001D5122">
        <w:trPr>
          <w:trHeight w:val="350"/>
        </w:trPr>
        <w:tc>
          <w:tcPr>
            <w:tcW w:w="3536" w:type="dxa"/>
            <w:shd w:val="clear" w:color="auto" w:fill="auto"/>
          </w:tcPr>
          <w:p w14:paraId="61246401" w14:textId="77777777" w:rsidR="001D5122" w:rsidRDefault="001D5122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روحوا لَعد غيره لما الله يجيبه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4C1D6D14" w14:textId="77777777" w:rsidR="001D5122" w:rsidRDefault="001D5122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14:paraId="1FEE75A1" w14:textId="77777777" w:rsidR="001D5122" w:rsidRDefault="001D5122" w:rsidP="00C25BB6">
            <w:pPr>
              <w:pStyle w:val="libPoem"/>
            </w:pPr>
            <w:r>
              <w:rPr>
                <w:rtl/>
                <w:lang w:bidi="fa-IR"/>
              </w:rPr>
              <w:t>تخضر مرابعنا اُوتزهر أرض طيبه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5122" w14:paraId="3D07B49B" w14:textId="77777777" w:rsidTr="001D5122">
        <w:trPr>
          <w:trHeight w:val="350"/>
        </w:trPr>
        <w:tc>
          <w:tcPr>
            <w:tcW w:w="3536" w:type="dxa"/>
          </w:tcPr>
          <w:p w14:paraId="5A5C83EF" w14:textId="77777777" w:rsidR="001D5122" w:rsidRDefault="001D5122" w:rsidP="00C25BB6">
            <w:pPr>
              <w:pStyle w:val="libPoem"/>
            </w:pPr>
            <w:r>
              <w:rPr>
                <w:rtl/>
                <w:lang w:bidi="fa-IR"/>
              </w:rPr>
              <w:t>ما أوحش المحبوب لو فارق حبيبه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A3E47A9" w14:textId="77777777" w:rsidR="001D5122" w:rsidRDefault="001D5122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24FDE16" w14:textId="77777777" w:rsidR="001D5122" w:rsidRDefault="001D5122" w:rsidP="00C25BB6">
            <w:pPr>
              <w:pStyle w:val="libPoem"/>
            </w:pPr>
            <w:r>
              <w:rPr>
                <w:rtl/>
                <w:lang w:bidi="fa-IR"/>
              </w:rPr>
              <w:t>ما يبرح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اِضلوع ظهره منحنيّه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BA86424" w14:textId="77777777" w:rsidR="00EE7C84" w:rsidRDefault="00EE7C84" w:rsidP="001D5122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36169E0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1CB87FFB" w14:textId="77777777" w:rsidR="00EE7C84" w:rsidRDefault="00EE7C84" w:rsidP="0079345B">
      <w:pPr>
        <w:pStyle w:val="Heading2Center"/>
        <w:rPr>
          <w:lang w:bidi="fa-IR"/>
        </w:rPr>
      </w:pPr>
      <w:bookmarkStart w:id="16" w:name="_Toc17226575"/>
      <w:r>
        <w:rPr>
          <w:rtl/>
          <w:lang w:bidi="fa-IR"/>
        </w:rPr>
        <w:lastRenderedPageBreak/>
        <w:t>الفصل الخامس</w:t>
      </w:r>
      <w:bookmarkEnd w:id="16"/>
    </w:p>
    <w:p w14:paraId="6D127E12" w14:textId="77777777" w:rsidR="00EE7C84" w:rsidRDefault="00EE7C84" w:rsidP="0079345B">
      <w:pPr>
        <w:pStyle w:val="Heading2Center"/>
        <w:rPr>
          <w:lang w:bidi="fa-IR"/>
        </w:rPr>
      </w:pPr>
      <w:r>
        <w:rPr>
          <w:rtl/>
          <w:lang w:bidi="fa-IR"/>
        </w:rPr>
        <w:t xml:space="preserve"> </w:t>
      </w:r>
      <w:bookmarkStart w:id="17" w:name="_Toc17226576"/>
      <w:r>
        <w:rPr>
          <w:rtl/>
          <w:lang w:bidi="fa-IR"/>
        </w:rPr>
        <w:t>في خصوص الدُّور والوفّاد والكبرى :</w:t>
      </w:r>
      <w:bookmarkEnd w:id="17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665D1" w14:paraId="422BF4B9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797B7A16" w14:textId="77777777" w:rsidR="002665D1" w:rsidRDefault="002665D1" w:rsidP="00C25BB6">
            <w:pPr>
              <w:pStyle w:val="libPoem"/>
            </w:pPr>
            <w:r>
              <w:rPr>
                <w:rtl/>
                <w:lang w:bidi="fa-IR"/>
              </w:rPr>
              <w:t>يا دار وين ابدورك يا دار وين ابدورك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107A072" w14:textId="77777777" w:rsidR="002665D1" w:rsidRDefault="002665D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CA2F207" w14:textId="77777777" w:rsidR="002665D1" w:rsidRDefault="002665D1" w:rsidP="00C25BB6">
            <w:pPr>
              <w:pStyle w:val="libPoem"/>
            </w:pPr>
            <w:r>
              <w:rPr>
                <w:rtl/>
                <w:lang w:bidi="fa-IR"/>
              </w:rPr>
              <w:t>ذيك البدور الزاهرة يا دار وين ابدورك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65D1" w14:paraId="42E8E2BE" w14:textId="77777777" w:rsidTr="00C25BB6">
        <w:trPr>
          <w:trHeight w:val="350"/>
        </w:trPr>
        <w:tc>
          <w:tcPr>
            <w:tcW w:w="3920" w:type="dxa"/>
          </w:tcPr>
          <w:p w14:paraId="2B58328D" w14:textId="77777777" w:rsidR="002665D1" w:rsidRDefault="002665D1" w:rsidP="00C25BB6">
            <w:pPr>
              <w:pStyle w:val="libPoem"/>
            </w:pPr>
            <w:r>
              <w:rPr>
                <w:rtl/>
                <w:lang w:bidi="fa-IR"/>
              </w:rPr>
              <w:t>قالت بعد لا تزيدني ما قدر اعد امصابي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9820CA" w14:textId="77777777" w:rsidR="002665D1" w:rsidRDefault="002665D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2ECFDA" w14:textId="77777777" w:rsidR="002665D1" w:rsidRDefault="002665D1" w:rsidP="00C25BB6">
            <w:pPr>
              <w:pStyle w:val="libPoem"/>
            </w:pPr>
            <w:r>
              <w:rPr>
                <w:rtl/>
                <w:lang w:bidi="fa-IR"/>
              </w:rPr>
              <w:t>شوف المنازل خالية وا حسرتي وامصابي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65D1" w14:paraId="056A0594" w14:textId="77777777" w:rsidTr="00C25BB6">
        <w:trPr>
          <w:trHeight w:val="350"/>
        </w:trPr>
        <w:tc>
          <w:tcPr>
            <w:tcW w:w="3920" w:type="dxa"/>
          </w:tcPr>
          <w:p w14:paraId="7B4F794C" w14:textId="77777777" w:rsidR="002665D1" w:rsidRDefault="002665D1" w:rsidP="00C25BB6">
            <w:pPr>
              <w:pStyle w:val="libPoem"/>
            </w:pPr>
            <w:r>
              <w:rPr>
                <w:rtl/>
                <w:lang w:bidi="fa-IR"/>
              </w:rPr>
              <w:t>هذا الترب والسافي سافي على اعتابي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ED567D" w14:textId="77777777" w:rsidR="002665D1" w:rsidRDefault="002665D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1BD93E" w14:textId="77777777" w:rsidR="002665D1" w:rsidRDefault="002665D1" w:rsidP="00C25BB6">
            <w:pPr>
              <w:pStyle w:val="libPoem"/>
            </w:pPr>
            <w:r>
              <w:rPr>
                <w:rtl/>
                <w:lang w:bidi="fa-IR"/>
              </w:rPr>
              <w:t>عرج ولا تسئلني يا دار وين ابدورك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65D1" w14:paraId="79B66FC4" w14:textId="77777777" w:rsidTr="00C25BB6">
        <w:trPr>
          <w:trHeight w:val="350"/>
        </w:trPr>
        <w:tc>
          <w:tcPr>
            <w:tcW w:w="3920" w:type="dxa"/>
          </w:tcPr>
          <w:p w14:paraId="4F64C160" w14:textId="77777777" w:rsidR="002665D1" w:rsidRDefault="002665D1" w:rsidP="00C25BB6">
            <w:pPr>
              <w:pStyle w:val="libPoem"/>
            </w:pPr>
            <w:r>
              <w:rPr>
                <w:rtl/>
                <w:lang w:bidi="fa-IR"/>
              </w:rPr>
              <w:t>بدر الدجى من سافر ماجت لنا اَخباره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5B6C12" w14:textId="77777777" w:rsidR="002665D1" w:rsidRDefault="002665D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4DD378" w14:textId="77777777" w:rsidR="002665D1" w:rsidRDefault="002665D1" w:rsidP="00C25BB6">
            <w:pPr>
              <w:pStyle w:val="libPoem"/>
            </w:pPr>
            <w:r>
              <w:rPr>
                <w:rtl/>
                <w:lang w:bidi="fa-IR"/>
              </w:rPr>
              <w:t>وا حسرتي وا لهفي يمتى أرى أنواره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65D1" w14:paraId="25D8CADA" w14:textId="77777777" w:rsidTr="00C25BB6">
        <w:trPr>
          <w:trHeight w:val="350"/>
        </w:trPr>
        <w:tc>
          <w:tcPr>
            <w:tcW w:w="3920" w:type="dxa"/>
          </w:tcPr>
          <w:p w14:paraId="66EAB5DA" w14:textId="77777777" w:rsidR="002665D1" w:rsidRDefault="002665D1" w:rsidP="00C25BB6">
            <w:pPr>
              <w:pStyle w:val="libPoem"/>
            </w:pPr>
            <w:r>
              <w:rPr>
                <w:rtl/>
                <w:lang w:bidi="fa-IR"/>
              </w:rPr>
              <w:t>كل من أتى سايلني وين الولي يا داره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4F4B94" w14:textId="77777777" w:rsidR="002665D1" w:rsidRDefault="002665D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134F5F" w14:textId="77777777" w:rsidR="002665D1" w:rsidRDefault="002665D1" w:rsidP="00C25BB6">
            <w:pPr>
              <w:pStyle w:val="libPoem"/>
            </w:pPr>
            <w:r>
              <w:rPr>
                <w:rtl/>
                <w:lang w:bidi="fa-IR"/>
              </w:rPr>
              <w:t>ذيك لبدور المزهرة يا دار وين ابدورك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65D1" w14:paraId="0C24BA8F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8EAD0C9" w14:textId="77777777" w:rsidR="002665D1" w:rsidRDefault="002665D1" w:rsidP="00C25BB6">
            <w:pPr>
              <w:pStyle w:val="libPoem"/>
            </w:pPr>
            <w:r>
              <w:rPr>
                <w:rtl/>
                <w:lang w:bidi="fa-IR"/>
              </w:rPr>
              <w:t>قالت يوافد حسبك بالنوح لا تزيدوني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585C5A" w14:textId="77777777" w:rsidR="002665D1" w:rsidRDefault="002665D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DBBE69" w14:textId="77777777" w:rsidR="002665D1" w:rsidRDefault="002665D1" w:rsidP="00C25BB6">
            <w:pPr>
              <w:pStyle w:val="libPoem"/>
            </w:pPr>
            <w:r>
              <w:rPr>
                <w:rtl/>
                <w:lang w:bidi="fa-IR"/>
              </w:rPr>
              <w:t>آنا ابهلي مفجوعة وانتون باتفجعوني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65D1" w14:paraId="72D429ED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815AF73" w14:textId="77777777" w:rsidR="002665D1" w:rsidRDefault="002665D1" w:rsidP="00C25BB6">
            <w:pPr>
              <w:pStyle w:val="libPoem"/>
            </w:pPr>
            <w:r>
              <w:rPr>
                <w:rtl/>
                <w:lang w:bidi="fa-IR"/>
              </w:rPr>
              <w:t>عن بوا علي وارجاله وفّاد لا تسألوني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F8D51F" w14:textId="77777777" w:rsidR="002665D1" w:rsidRDefault="002665D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14FA53" w14:textId="77777777" w:rsidR="002665D1" w:rsidRDefault="002665D1" w:rsidP="00C25BB6">
            <w:pPr>
              <w:pStyle w:val="libPoem"/>
            </w:pPr>
            <w:r>
              <w:rPr>
                <w:rtl/>
                <w:lang w:bidi="fa-IR"/>
              </w:rPr>
              <w:t>بس عاد لا تقولولي يا دار وين ابدورك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65D1" w14:paraId="565ED5B2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05958E4" w14:textId="77777777" w:rsidR="002665D1" w:rsidRDefault="002665D1" w:rsidP="00C25BB6">
            <w:pPr>
              <w:pStyle w:val="libPoem"/>
            </w:pPr>
            <w:r>
              <w:rPr>
                <w:rtl/>
                <w:lang w:bidi="fa-IR"/>
              </w:rPr>
              <w:t>من يوم حث اظعونه ماجا خبر لي عنّه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B3FCF8" w14:textId="77777777" w:rsidR="002665D1" w:rsidRDefault="002665D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FC7D47" w14:textId="77777777" w:rsidR="002665D1" w:rsidRDefault="002665D1" w:rsidP="00C25BB6">
            <w:pPr>
              <w:pStyle w:val="libPoem"/>
            </w:pPr>
            <w:r>
              <w:rPr>
                <w:rtl/>
                <w:lang w:bidi="fa-IR"/>
              </w:rPr>
              <w:t>ما خلّف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محمّد هاللي بقى لي منّه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65D1" w14:paraId="4DDBA590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F3903C1" w14:textId="77777777" w:rsidR="002665D1" w:rsidRDefault="002665D1" w:rsidP="00C25BB6">
            <w:pPr>
              <w:pStyle w:val="libPoem"/>
            </w:pPr>
            <w:r>
              <w:rPr>
                <w:rtl/>
                <w:lang w:bidi="fa-IR"/>
              </w:rPr>
              <w:t>كُل ساع ما ذوّبني من صيحته والونّه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951C0C8" w14:textId="77777777" w:rsidR="002665D1" w:rsidRDefault="002665D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5D7EF0" w14:textId="77777777" w:rsidR="002665D1" w:rsidRDefault="002665D1" w:rsidP="00C25BB6">
            <w:pPr>
              <w:pStyle w:val="libPoem"/>
            </w:pPr>
            <w:r>
              <w:rPr>
                <w:rtl/>
                <w:lang w:bidi="fa-IR"/>
              </w:rPr>
              <w:t>أقله اَنا ويقول لي يا دار وين ابدورك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E6B603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718" w:type="pct"/>
        <w:tblInd w:w="291" w:type="dxa"/>
        <w:tblLook w:val="01E0" w:firstRow="1" w:lastRow="1" w:firstColumn="1" w:lastColumn="1" w:noHBand="0" w:noVBand="0"/>
      </w:tblPr>
      <w:tblGrid>
        <w:gridCol w:w="4039"/>
        <w:gridCol w:w="303"/>
        <w:gridCol w:w="4108"/>
      </w:tblGrid>
      <w:tr w:rsidR="00AC3AF2" w14:paraId="06745594" w14:textId="77777777" w:rsidTr="00AC3AF2">
        <w:trPr>
          <w:trHeight w:val="350"/>
        </w:trPr>
        <w:tc>
          <w:tcPr>
            <w:tcW w:w="3614" w:type="dxa"/>
            <w:shd w:val="clear" w:color="auto" w:fill="auto"/>
          </w:tcPr>
          <w:p w14:paraId="78566B07" w14:textId="77777777" w:rsidR="00AC3AF2" w:rsidRDefault="00AC3AF2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اُو عنده حزينة اتجاوبه لو من جدب وناته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  <w:shd w:val="clear" w:color="auto" w:fill="auto"/>
          </w:tcPr>
          <w:p w14:paraId="2654D7F7" w14:textId="77777777" w:rsidR="00AC3AF2" w:rsidRDefault="00AC3AF2" w:rsidP="00C25BB6">
            <w:pPr>
              <w:pStyle w:val="libPoem"/>
              <w:rPr>
                <w:rtl/>
              </w:rPr>
            </w:pPr>
          </w:p>
        </w:tc>
        <w:tc>
          <w:tcPr>
            <w:tcW w:w="3675" w:type="dxa"/>
            <w:shd w:val="clear" w:color="auto" w:fill="auto"/>
          </w:tcPr>
          <w:p w14:paraId="1FEDF247" w14:textId="77777777" w:rsidR="00AC3AF2" w:rsidRDefault="00AC3AF2" w:rsidP="00C25BB6">
            <w:pPr>
              <w:pStyle w:val="libPoem"/>
            </w:pPr>
            <w:r>
              <w:rPr>
                <w:rtl/>
                <w:lang w:bidi="fa-IR"/>
              </w:rPr>
              <w:t>تنعى مثل ما ينعى ويصفق ابراحاته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3AF2" w14:paraId="72E45807" w14:textId="77777777" w:rsidTr="00AC3AF2">
        <w:trPr>
          <w:trHeight w:val="350"/>
        </w:trPr>
        <w:tc>
          <w:tcPr>
            <w:tcW w:w="3614" w:type="dxa"/>
          </w:tcPr>
          <w:p w14:paraId="3803C2B1" w14:textId="77777777" w:rsidR="00AC3AF2" w:rsidRDefault="00AC3AF2" w:rsidP="00C25BB6">
            <w:pPr>
              <w:pStyle w:val="libPoem"/>
            </w:pPr>
            <w:r>
              <w:rPr>
                <w:rtl/>
                <w:lang w:bidi="fa-IR"/>
              </w:rPr>
              <w:t>زايد بكاه اُو نوحه كله لسهم فاته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350D56C" w14:textId="77777777" w:rsidR="00AC3AF2" w:rsidRDefault="00AC3AF2" w:rsidP="00C25BB6">
            <w:pPr>
              <w:pStyle w:val="libPoem"/>
              <w:rPr>
                <w:rtl/>
              </w:rPr>
            </w:pPr>
          </w:p>
        </w:tc>
        <w:tc>
          <w:tcPr>
            <w:tcW w:w="3675" w:type="dxa"/>
          </w:tcPr>
          <w:p w14:paraId="4F1850E6" w14:textId="77777777" w:rsidR="00AC3AF2" w:rsidRDefault="00AC3AF2" w:rsidP="00C25BB6">
            <w:pPr>
              <w:pStyle w:val="libPoem"/>
            </w:pPr>
            <w:r>
              <w:rPr>
                <w:rtl/>
                <w:lang w:bidi="fa-IR"/>
              </w:rPr>
              <w:t>كُل ساع ما يسئلني يا دار وين ابدورك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3AF2" w14:paraId="5F127A6E" w14:textId="77777777" w:rsidTr="00AC3AF2">
        <w:trPr>
          <w:trHeight w:val="350"/>
        </w:trPr>
        <w:tc>
          <w:tcPr>
            <w:tcW w:w="3614" w:type="dxa"/>
          </w:tcPr>
          <w:p w14:paraId="3D11F888" w14:textId="77777777" w:rsidR="00AC3AF2" w:rsidRDefault="00AC3AF2" w:rsidP="00C25BB6">
            <w:pPr>
              <w:pStyle w:val="libPoem"/>
            </w:pPr>
            <w:r>
              <w:rPr>
                <w:rtl/>
                <w:lang w:bidi="fa-IR"/>
              </w:rPr>
              <w:t>الله يسهم فاتني بيه الأجانب فازت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5785A23" w14:textId="77777777" w:rsidR="00AC3AF2" w:rsidRDefault="00AC3AF2" w:rsidP="00C25BB6">
            <w:pPr>
              <w:pStyle w:val="libPoem"/>
              <w:rPr>
                <w:rtl/>
              </w:rPr>
            </w:pPr>
          </w:p>
        </w:tc>
        <w:tc>
          <w:tcPr>
            <w:tcW w:w="3675" w:type="dxa"/>
          </w:tcPr>
          <w:p w14:paraId="2526DDAA" w14:textId="77777777" w:rsidR="00AC3AF2" w:rsidRDefault="00AC3AF2" w:rsidP="00AC3AF2">
            <w:pPr>
              <w:pStyle w:val="libPoem"/>
            </w:pPr>
            <w:r>
              <w:rPr>
                <w:rtl/>
                <w:lang w:bidi="fa-IR"/>
              </w:rPr>
              <w:t>اِحظوظ الأقارب خابت واللي سواهاطابت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3AF2" w14:paraId="24A81659" w14:textId="77777777" w:rsidTr="00AC3AF2">
        <w:trPr>
          <w:trHeight w:val="350"/>
        </w:trPr>
        <w:tc>
          <w:tcPr>
            <w:tcW w:w="3614" w:type="dxa"/>
          </w:tcPr>
          <w:p w14:paraId="62EFA63A" w14:textId="77777777" w:rsidR="00AC3AF2" w:rsidRDefault="00AC3AF2" w:rsidP="00C25BB6">
            <w:pPr>
              <w:pStyle w:val="libPoem"/>
            </w:pPr>
            <w:r>
              <w:rPr>
                <w:rtl/>
                <w:lang w:bidi="fa-IR"/>
              </w:rPr>
              <w:t>مدري يدور ابدور في وين عنّك غابت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EC8D7DD" w14:textId="77777777" w:rsidR="00AC3AF2" w:rsidRDefault="00AC3AF2" w:rsidP="00C25BB6">
            <w:pPr>
              <w:pStyle w:val="libPoem"/>
              <w:rPr>
                <w:rtl/>
              </w:rPr>
            </w:pPr>
          </w:p>
        </w:tc>
        <w:tc>
          <w:tcPr>
            <w:tcW w:w="3675" w:type="dxa"/>
          </w:tcPr>
          <w:p w14:paraId="1A0DF621" w14:textId="77777777" w:rsidR="00AC3AF2" w:rsidRDefault="00AC3AF2" w:rsidP="00C25BB6">
            <w:pPr>
              <w:pStyle w:val="libPoem"/>
            </w:pPr>
            <w:r>
              <w:rPr>
                <w:rtl/>
                <w:lang w:bidi="fa-IR"/>
              </w:rPr>
              <w:t>يا دورهم قولي لي في وين غدوا ابدورك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3AF2" w14:paraId="7F9804D5" w14:textId="77777777" w:rsidTr="00AC3AF2">
        <w:trPr>
          <w:trHeight w:val="350"/>
        </w:trPr>
        <w:tc>
          <w:tcPr>
            <w:tcW w:w="3614" w:type="dxa"/>
          </w:tcPr>
          <w:p w14:paraId="5F6E1D50" w14:textId="77777777" w:rsidR="00AC3AF2" w:rsidRDefault="00AC3AF2" w:rsidP="00C25BB6">
            <w:pPr>
              <w:pStyle w:val="libPoem"/>
            </w:pPr>
            <w:r>
              <w:rPr>
                <w:rtl/>
                <w:lang w:bidi="fa-IR"/>
              </w:rPr>
              <w:t>نادت عليه اُوقالت ياللي بقي امن ابدوري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E675CC2" w14:textId="77777777" w:rsidR="00AC3AF2" w:rsidRDefault="00AC3AF2" w:rsidP="00C25BB6">
            <w:pPr>
              <w:pStyle w:val="libPoem"/>
              <w:rPr>
                <w:rtl/>
              </w:rPr>
            </w:pPr>
          </w:p>
        </w:tc>
        <w:tc>
          <w:tcPr>
            <w:tcW w:w="3675" w:type="dxa"/>
          </w:tcPr>
          <w:p w14:paraId="7E5E3805" w14:textId="77777777" w:rsidR="00AC3AF2" w:rsidRDefault="00AC3AF2" w:rsidP="00C25BB6">
            <w:pPr>
              <w:pStyle w:val="libPoem"/>
            </w:pPr>
            <w:r>
              <w:rPr>
                <w:rtl/>
                <w:lang w:bidi="fa-IR"/>
              </w:rPr>
              <w:t>باسايلك في وينه عنّي تحجب نوري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3AF2" w14:paraId="49054969" w14:textId="77777777" w:rsidTr="00AC3A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14" w:type="dxa"/>
          </w:tcPr>
          <w:p w14:paraId="05FE6AAD" w14:textId="77777777" w:rsidR="00AC3AF2" w:rsidRDefault="00AC3AF2" w:rsidP="00C25BB6">
            <w:pPr>
              <w:pStyle w:val="libPoem"/>
            </w:pPr>
            <w:r>
              <w:rPr>
                <w:rtl/>
                <w:lang w:bidi="fa-IR"/>
              </w:rPr>
              <w:t>وابغيبته محتارة عندك لقدم شوري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C4F15BD" w14:textId="77777777" w:rsidR="00AC3AF2" w:rsidRDefault="00AC3AF2" w:rsidP="00C25BB6">
            <w:pPr>
              <w:pStyle w:val="libPoem"/>
              <w:rPr>
                <w:rtl/>
              </w:rPr>
            </w:pPr>
          </w:p>
        </w:tc>
        <w:tc>
          <w:tcPr>
            <w:tcW w:w="3675" w:type="dxa"/>
          </w:tcPr>
          <w:p w14:paraId="5101B18D" w14:textId="77777777" w:rsidR="00AC3AF2" w:rsidRDefault="00AC3AF2" w:rsidP="00C25BB6">
            <w:pPr>
              <w:pStyle w:val="libPoem"/>
            </w:pPr>
            <w:r>
              <w:rPr>
                <w:rtl/>
                <w:lang w:bidi="fa-IR"/>
              </w:rPr>
              <w:t>بوصيك لا تسئلني يا دار وين ابدورك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ADE1D27" w14:textId="77777777" w:rsidR="00EE7C84" w:rsidRDefault="00EE7C84" w:rsidP="00AC3AF2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64C41" w14:paraId="68828A06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66116377" w14:textId="77777777" w:rsidR="00E64C41" w:rsidRDefault="00E64C41" w:rsidP="00C25BB6">
            <w:pPr>
              <w:pStyle w:val="libPoem"/>
            </w:pPr>
            <w:r>
              <w:rPr>
                <w:rtl/>
                <w:lang w:bidi="fa-IR"/>
              </w:rPr>
              <w:t>يا ليت طيبة ما خلت من ذيك لبدور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421C7A3" w14:textId="77777777" w:rsidR="00E64C41" w:rsidRDefault="00E64C4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EF49845" w14:textId="77777777" w:rsidR="00E64C41" w:rsidRDefault="00E64C41" w:rsidP="00C25BB6">
            <w:pPr>
              <w:pStyle w:val="libPoem"/>
            </w:pPr>
            <w:r>
              <w:rPr>
                <w:rtl/>
                <w:lang w:bidi="fa-IR"/>
              </w:rPr>
              <w:t>ولا سمعنا قول قايل هل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C41" w14:paraId="2DB80513" w14:textId="77777777" w:rsidTr="00C25BB6">
        <w:trPr>
          <w:trHeight w:val="350"/>
        </w:trPr>
        <w:tc>
          <w:tcPr>
            <w:tcW w:w="3920" w:type="dxa"/>
          </w:tcPr>
          <w:p w14:paraId="72F5E4CA" w14:textId="77777777" w:rsidR="00E64C41" w:rsidRDefault="00E64C41" w:rsidP="00C25BB6">
            <w:pPr>
              <w:pStyle w:val="libPoem"/>
            </w:pPr>
            <w:r>
              <w:rPr>
                <w:rtl/>
                <w:lang w:bidi="fa-IR"/>
              </w:rPr>
              <w:t>باسايلك عنهم اعطيني اخبار يا 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5706B4" w14:textId="77777777" w:rsidR="00E64C41" w:rsidRDefault="00E64C4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A901D4" w14:textId="77777777" w:rsidR="00E64C41" w:rsidRDefault="00E64C41" w:rsidP="00C25BB6">
            <w:pPr>
              <w:pStyle w:val="libPoem"/>
            </w:pPr>
            <w:r>
              <w:rPr>
                <w:rtl/>
                <w:lang w:bidi="fa-IR"/>
              </w:rPr>
              <w:t>في وين عنّك ظعن عزك قوّض اوسار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C41" w14:paraId="1A0583E1" w14:textId="77777777" w:rsidTr="00C25BB6">
        <w:trPr>
          <w:trHeight w:val="350"/>
        </w:trPr>
        <w:tc>
          <w:tcPr>
            <w:tcW w:w="3920" w:type="dxa"/>
          </w:tcPr>
          <w:p w14:paraId="07A76254" w14:textId="77777777" w:rsidR="00E64C41" w:rsidRDefault="00E64C41" w:rsidP="00C25BB6">
            <w:pPr>
              <w:pStyle w:val="libPoem"/>
            </w:pPr>
            <w:r>
              <w:rPr>
                <w:rtl/>
                <w:lang w:bidi="fa-IR"/>
              </w:rPr>
              <w:t>خلاك محزونة تصبّي الدمع نثّار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73DB60" w14:textId="77777777" w:rsidR="00E64C41" w:rsidRDefault="00E64C4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B3C7D1" w14:textId="77777777" w:rsidR="00E64C41" w:rsidRDefault="00E64C41" w:rsidP="00C25BB6">
            <w:pPr>
              <w:pStyle w:val="libPoem"/>
            </w:pPr>
            <w:r>
              <w:rPr>
                <w:rtl/>
                <w:lang w:bidi="fa-IR"/>
              </w:rPr>
              <w:t>وابيوت حيدر خالية من ذيك لبدور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C41" w14:paraId="34065A4A" w14:textId="77777777" w:rsidTr="00C25BB6">
        <w:trPr>
          <w:trHeight w:val="350"/>
        </w:trPr>
        <w:tc>
          <w:tcPr>
            <w:tcW w:w="3920" w:type="dxa"/>
          </w:tcPr>
          <w:p w14:paraId="60A1183E" w14:textId="77777777" w:rsidR="00E64C41" w:rsidRDefault="00E64C41" w:rsidP="00C25BB6">
            <w:pPr>
              <w:pStyle w:val="libPoem"/>
            </w:pPr>
            <w:r>
              <w:rPr>
                <w:rtl/>
                <w:lang w:bidi="fa-IR"/>
              </w:rPr>
              <w:t>درسك تبدل يا حزينة نوح واصياح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2BE3A2" w14:textId="77777777" w:rsidR="00E64C41" w:rsidRDefault="00E64C4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C880E9" w14:textId="77777777" w:rsidR="00E64C41" w:rsidRDefault="00E64C41" w:rsidP="00C25BB6">
            <w:pPr>
              <w:pStyle w:val="libPoem"/>
            </w:pPr>
            <w:r>
              <w:rPr>
                <w:rtl/>
                <w:lang w:bidi="fa-IR"/>
              </w:rPr>
              <w:t>اُودار الضيافة خالية يوم السبط 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C41" w14:paraId="1BF34C76" w14:textId="77777777" w:rsidTr="00C25BB6">
        <w:trPr>
          <w:trHeight w:val="350"/>
        </w:trPr>
        <w:tc>
          <w:tcPr>
            <w:tcW w:w="3920" w:type="dxa"/>
          </w:tcPr>
          <w:p w14:paraId="72C2953B" w14:textId="77777777" w:rsidR="00E64C41" w:rsidRDefault="00E64C41" w:rsidP="00C25BB6">
            <w:pPr>
              <w:pStyle w:val="libPoem"/>
            </w:pPr>
            <w:r>
              <w:rPr>
                <w:rtl/>
                <w:lang w:bidi="fa-IR"/>
              </w:rPr>
              <w:t>واسمع الدار اتعاتب المحراب بانياح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E3FC29" w14:textId="77777777" w:rsidR="00E64C41" w:rsidRDefault="00E64C4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4D70F6" w14:textId="77777777" w:rsidR="00E64C41" w:rsidRDefault="00E64C41" w:rsidP="00C25BB6">
            <w:pPr>
              <w:pStyle w:val="libPoem"/>
            </w:pPr>
            <w:r>
              <w:rPr>
                <w:rtl/>
                <w:lang w:bidi="fa-IR"/>
              </w:rPr>
              <w:t>لَحد يمحراب الولي منك انطفى النور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C41" w14:paraId="1B658D3D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FC8FC18" w14:textId="77777777" w:rsidR="00E64C41" w:rsidRDefault="00E64C41" w:rsidP="00C25BB6">
            <w:pPr>
              <w:pStyle w:val="libPoem"/>
            </w:pPr>
            <w:r>
              <w:rPr>
                <w:rtl/>
                <w:lang w:bidi="fa-IR"/>
              </w:rPr>
              <w:t>سعدك اُو سعدي يا حزينة الكربلا سار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7C0B85" w14:textId="77777777" w:rsidR="00E64C41" w:rsidRDefault="00E64C4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D2CF3F" w14:textId="77777777" w:rsidR="00E64C41" w:rsidRDefault="00E64C41" w:rsidP="00C25BB6">
            <w:pPr>
              <w:pStyle w:val="libPoem"/>
            </w:pPr>
            <w:r>
              <w:rPr>
                <w:rtl/>
                <w:lang w:bidi="fa-IR"/>
              </w:rPr>
              <w:t>راح اُو ترك عندي حزينة اتنوح مدرار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C41" w14:paraId="3AAC8F56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1E81FA0" w14:textId="77777777" w:rsidR="00E64C41" w:rsidRDefault="00E64C41" w:rsidP="00C25BB6">
            <w:pPr>
              <w:pStyle w:val="libPoem"/>
            </w:pPr>
            <w:r>
              <w:rPr>
                <w:rtl/>
                <w:lang w:bidi="fa-IR"/>
              </w:rPr>
              <w:t>ماذا بها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النوح تبكي ليل وانهار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11F505" w14:textId="77777777" w:rsidR="00E64C41" w:rsidRDefault="00E64C4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F1ADFE" w14:textId="77777777" w:rsidR="00E64C41" w:rsidRDefault="00E64C41" w:rsidP="00C25BB6">
            <w:pPr>
              <w:pStyle w:val="libPoem"/>
            </w:pPr>
            <w:r>
              <w:rPr>
                <w:rtl/>
                <w:lang w:bidi="fa-IR"/>
              </w:rPr>
              <w:t>والدمع منها فوق صحن الخد منثور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C41" w14:paraId="4FDAF079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903BA93" w14:textId="77777777" w:rsidR="00E64C41" w:rsidRDefault="00E64C41" w:rsidP="00C25BB6">
            <w:pPr>
              <w:pStyle w:val="libPoem"/>
            </w:pPr>
            <w:r>
              <w:rPr>
                <w:rtl/>
                <w:lang w:bidi="fa-IR"/>
              </w:rPr>
              <w:t>راحت أهلها اُو خالية اتشوف المنازل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195531" w14:textId="77777777" w:rsidR="00E64C41" w:rsidRDefault="00E64C4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E6370E" w14:textId="77777777" w:rsidR="00E64C41" w:rsidRDefault="00E64C41" w:rsidP="00C25BB6">
            <w:pPr>
              <w:pStyle w:val="libPoem"/>
            </w:pPr>
            <w:r>
              <w:rPr>
                <w:rtl/>
                <w:lang w:bidi="fa-IR"/>
              </w:rPr>
              <w:t>مثل السحابة ادموعها في الخد هاطل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C41" w14:paraId="354782E2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D482A60" w14:textId="77777777" w:rsidR="00E64C41" w:rsidRDefault="00E64C41" w:rsidP="00C25BB6">
            <w:pPr>
              <w:pStyle w:val="libPoem"/>
            </w:pPr>
            <w:r>
              <w:rPr>
                <w:rtl/>
                <w:lang w:bidi="fa-IR"/>
              </w:rPr>
              <w:t>يا دار ابويه وين عنّك اِحسين شايل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8E653C" w14:textId="77777777" w:rsidR="00E64C41" w:rsidRDefault="00E64C4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CEB020" w14:textId="77777777" w:rsidR="00E64C41" w:rsidRDefault="00E64C41" w:rsidP="00C25BB6">
            <w:pPr>
              <w:pStyle w:val="libPoem"/>
            </w:pPr>
            <w:r>
              <w:rPr>
                <w:rtl/>
                <w:lang w:bidi="fa-IR"/>
              </w:rPr>
              <w:t>شال الولي ابكل العشيرة واغلق الدور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4C41" w14:paraId="13779258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374E7FA" w14:textId="77777777" w:rsidR="00E64C41" w:rsidRDefault="00E64C41" w:rsidP="00C25BB6">
            <w:pPr>
              <w:pStyle w:val="libPoem"/>
            </w:pPr>
            <w:r>
              <w:rPr>
                <w:rtl/>
                <w:lang w:bidi="fa-IR"/>
              </w:rPr>
              <w:t>خل البكا والنوح يا محراب 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F42D6D" w14:textId="77777777" w:rsidR="00E64C41" w:rsidRDefault="00E64C4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7F6CA3" w14:textId="77777777" w:rsidR="00E64C41" w:rsidRDefault="00E64C41" w:rsidP="00C25BB6">
            <w:pPr>
              <w:pStyle w:val="libPoem"/>
            </w:pPr>
            <w:r>
              <w:rPr>
                <w:rtl/>
                <w:lang w:bidi="fa-IR"/>
              </w:rPr>
              <w:t>في يوم واحد راحت اِخوتها اوليها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D35E75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C34BD" w14:paraId="68864BC5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47FA2A90" w14:textId="77777777" w:rsidR="00DC34BD" w:rsidRDefault="00DC34BD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ما ظنّتي من هالسفر بوها يجيها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33FA450" w14:textId="77777777" w:rsidR="00DC34BD" w:rsidRDefault="00DC34B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B8F6E47" w14:textId="77777777" w:rsidR="00DC34BD" w:rsidRDefault="00DC34BD" w:rsidP="00C25BB6">
            <w:pPr>
              <w:pStyle w:val="libPoem"/>
            </w:pPr>
            <w:r>
              <w:rPr>
                <w:rtl/>
                <w:lang w:bidi="fa-IR"/>
              </w:rPr>
              <w:t>من نوحها المحراب صبِّ الدمع منثور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34BD" w14:paraId="3D9F6ABA" w14:textId="77777777" w:rsidTr="00C25BB6">
        <w:trPr>
          <w:trHeight w:val="350"/>
        </w:trPr>
        <w:tc>
          <w:tcPr>
            <w:tcW w:w="3920" w:type="dxa"/>
          </w:tcPr>
          <w:p w14:paraId="0315A454" w14:textId="77777777" w:rsidR="00DC34BD" w:rsidRDefault="00DC34BD" w:rsidP="00C25BB6">
            <w:pPr>
              <w:pStyle w:val="libPoem"/>
            </w:pPr>
            <w:r>
              <w:rPr>
                <w:rtl/>
                <w:lang w:bidi="fa-IR"/>
              </w:rPr>
              <w:t>اُو نادى يفاطم تسكتي لا تفجعيني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4DE33C" w14:textId="77777777" w:rsidR="00DC34BD" w:rsidRDefault="00DC34B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1361E4" w14:textId="77777777" w:rsidR="00DC34BD" w:rsidRDefault="00DC34BD" w:rsidP="00C25BB6">
            <w:pPr>
              <w:pStyle w:val="libPoem"/>
            </w:pPr>
            <w:r>
              <w:rPr>
                <w:rtl/>
                <w:lang w:bidi="fa-IR"/>
              </w:rPr>
              <w:t>كُلهم طبق راحوا وخلوني ابحنيني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34BD" w14:paraId="493E0EB7" w14:textId="77777777" w:rsidTr="00C25BB6">
        <w:trPr>
          <w:trHeight w:val="350"/>
        </w:trPr>
        <w:tc>
          <w:tcPr>
            <w:tcW w:w="3920" w:type="dxa"/>
          </w:tcPr>
          <w:p w14:paraId="27CE4800" w14:textId="77777777" w:rsidR="00DC34BD" w:rsidRDefault="00DC34BD" w:rsidP="00C25BB6">
            <w:pPr>
              <w:pStyle w:val="libPoem"/>
            </w:pPr>
            <w:r>
              <w:rPr>
                <w:rtl/>
                <w:lang w:bidi="fa-IR"/>
              </w:rPr>
              <w:t>والله فلا هيد من ابكاي اوانيني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ACE717" w14:textId="77777777" w:rsidR="00DC34BD" w:rsidRDefault="00DC34B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2A34F3" w14:textId="77777777" w:rsidR="00DC34BD" w:rsidRDefault="00DC34BD" w:rsidP="00C25BB6">
            <w:pPr>
              <w:pStyle w:val="libPoem"/>
            </w:pPr>
            <w:r>
              <w:rPr>
                <w:rtl/>
                <w:lang w:bidi="fa-IR"/>
              </w:rPr>
              <w:t>وابكي على أهل المعالي واَنصب الدور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CC76469" w14:textId="77777777" w:rsidR="00EE7C84" w:rsidRDefault="00EE7C84" w:rsidP="00DC34BD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3"/>
        <w:gridCol w:w="304"/>
        <w:gridCol w:w="3914"/>
      </w:tblGrid>
      <w:tr w:rsidR="002A68EF" w14:paraId="30E35B6D" w14:textId="77777777" w:rsidTr="002A68EF">
        <w:trPr>
          <w:trHeight w:val="350"/>
        </w:trPr>
        <w:tc>
          <w:tcPr>
            <w:tcW w:w="3536" w:type="dxa"/>
            <w:shd w:val="clear" w:color="auto" w:fill="auto"/>
          </w:tcPr>
          <w:p w14:paraId="3863F97F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لحد يدار اِحسين ظلّيتي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6E673F98" w14:textId="77777777" w:rsidR="002A68EF" w:rsidRDefault="002A68E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14:paraId="09FFAED8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يا دار اِخويه اِحسين وين أهل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68EF" w14:paraId="5E6F2535" w14:textId="77777777" w:rsidTr="002A68EF">
        <w:trPr>
          <w:trHeight w:val="350"/>
        </w:trPr>
        <w:tc>
          <w:tcPr>
            <w:tcW w:w="3536" w:type="dxa"/>
          </w:tcPr>
          <w:p w14:paraId="1D373EF7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يا دار وين اِحسين واِخوانه الصناديد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B773F74" w14:textId="77777777" w:rsidR="002A68EF" w:rsidRDefault="002A68E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8CA280B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في وين فرسان الشيم ذيك الأماجيد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68EF" w14:paraId="012A970F" w14:textId="77777777" w:rsidTr="002A68EF">
        <w:trPr>
          <w:trHeight w:val="350"/>
        </w:trPr>
        <w:tc>
          <w:tcPr>
            <w:tcW w:w="3536" w:type="dxa"/>
          </w:tcPr>
          <w:p w14:paraId="68F33BB7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قالت برض مكّة الشفيّة عيّد العيد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646D709" w14:textId="77777777" w:rsidR="002A68EF" w:rsidRDefault="002A68E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6B46243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من عقب ما عيّد مشى للغاضريّه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68EF" w14:paraId="77253F2C" w14:textId="77777777" w:rsidTr="002A68EF">
        <w:trPr>
          <w:trHeight w:val="350"/>
        </w:trPr>
        <w:tc>
          <w:tcPr>
            <w:tcW w:w="3536" w:type="dxa"/>
          </w:tcPr>
          <w:p w14:paraId="59F1D185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وفّاد عقب اِحسين لا تجون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CFFC891" w14:textId="77777777" w:rsidR="002A68EF" w:rsidRDefault="002A68E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BBE1B2B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قصدوا فيافي كربلا الحامي الظعينه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68EF" w14:paraId="0E7637CF" w14:textId="77777777" w:rsidTr="002A68EF">
        <w:trPr>
          <w:trHeight w:val="350"/>
        </w:trPr>
        <w:tc>
          <w:tcPr>
            <w:tcW w:w="3536" w:type="dxa"/>
          </w:tcPr>
          <w:p w14:paraId="6AF5733E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سافر وشوفه طول الغيبه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552FFE4" w14:textId="77777777" w:rsidR="002A68EF" w:rsidRDefault="002A68E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C2FBD19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يمتى يعود المنزله باقي البقيّه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68EF" w14:paraId="5814818E" w14:textId="77777777" w:rsidTr="002A68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847BDDD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يحسين بعدك دوركم ظلت خرايب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34BB3EF" w14:textId="77777777" w:rsidR="002A68EF" w:rsidRDefault="002A68E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A4299D6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وفّادكم ليكم لفت من كُل جانب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68EF" w14:paraId="74182B23" w14:textId="77777777" w:rsidTr="002A68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5BB041F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اباب المنازل يالاُخو ناخوا الركايب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299E372" w14:textId="77777777" w:rsidR="002A68EF" w:rsidRDefault="002A68E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4B73926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جولك على المعتاد يبغون العطيّه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68EF" w14:paraId="09386F66" w14:textId="77777777" w:rsidTr="002A68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E3BD0BA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وسط المنازل سمعت الوفّاد 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7C368E1" w14:textId="77777777" w:rsidR="002A68EF" w:rsidRDefault="002A68E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E9B5C7F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اُوصوت ينادي يا كفيل الراح عنّه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68EF" w14:paraId="0722C460" w14:textId="77777777" w:rsidTr="002A68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51647D0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بعدك اُخوك الضفر صار النوح فنّه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2CDD366" w14:textId="77777777" w:rsidR="002A68EF" w:rsidRDefault="002A68E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D33CBEB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يجذب الونّة لا نظر دارك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68EF" w14:paraId="100118A3" w14:textId="77777777" w:rsidTr="002A68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BD44DB9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ماظن تنساني يصنديد الحريبه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AB68A8B" w14:textId="77777777" w:rsidR="002A68EF" w:rsidRDefault="002A68E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7EDFC9E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من شلت عنا اظلمت يحسين طيبه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68EF" w14:paraId="3B4F2111" w14:textId="77777777" w:rsidTr="002A68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51AD386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حزني على اللي سافر اُو طول الغيبه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13178E5" w14:textId="77777777" w:rsidR="002A68EF" w:rsidRDefault="002A68E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1F7D265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يمتي يجي المرسول من راعي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68EF" w14:paraId="5448F73B" w14:textId="77777777" w:rsidTr="002A68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5B461BD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نمسى اِبحزن وانقول باكر تلفي أخبار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4168453" w14:textId="77777777" w:rsidR="002A68EF" w:rsidRDefault="002A68E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EDF36DF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وإل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يجي حامي الظعينة اُوقاضى الدار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68EF" w14:paraId="098C5D40" w14:textId="77777777" w:rsidTr="002A68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E4173C5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او يستر قلبي ابجيتك يا حامي الجار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002FE2C" w14:textId="77777777" w:rsidR="002A68EF" w:rsidRDefault="002A68E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DDD9AE8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الله يعود اللي مشوا للغاضريّة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68EF" w14:paraId="015872CF" w14:textId="77777777" w:rsidTr="002A68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8E20C91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باسايلك يا دار وين اَهل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3091498" w14:textId="77777777" w:rsidR="002A68EF" w:rsidRDefault="002A68E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E67DB64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حنت اُوقالت حسرتي ردت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68EF" w14:paraId="45241D2C" w14:textId="77777777" w:rsidTr="002A68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9391CC2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بالله يوافد لا تجي من بعد هالعام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F1102BC" w14:textId="77777777" w:rsidR="002A68EF" w:rsidRDefault="002A68E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AA2DDCF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ان جيت ما تلقى ابهذي الدار مطعام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68EF" w14:paraId="541B086E" w14:textId="77777777" w:rsidTr="002A68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5800C0F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راح الكريم اللي يكيل الجود وانعام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C5B6494" w14:textId="77777777" w:rsidR="002A68EF" w:rsidRDefault="002A68E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92E6666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شال اُو هجرني اُو عمر ابرور خليه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68EF" w14:paraId="470D1166" w14:textId="77777777" w:rsidTr="002A68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C1F58B3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ودع قبر جدّه اُوراح إيأدّي انذور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99AA4B7" w14:textId="77777777" w:rsidR="002A68EF" w:rsidRDefault="002A68E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CADEA94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الله على جور الدهر يا ما هدم 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68EF" w14:paraId="1B0E019E" w14:textId="77777777" w:rsidTr="002A68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B614387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وان كان يا ضيف المشايخ تقبل الشور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D688B34" w14:textId="77777777" w:rsidR="002A68EF" w:rsidRDefault="002A68E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EB118B6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اقصد الوالي في اطفوف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68EF" w14:paraId="22454215" w14:textId="77777777" w:rsidTr="002A68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360DBD9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يا وفد شاب الرأس من كثر المسائل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5DED851" w14:textId="77777777" w:rsidR="002A68EF" w:rsidRDefault="002A68E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11D7604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قلنا لكم لحسين عن هالدار شايل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68EF" w14:paraId="13F61206" w14:textId="77777777" w:rsidTr="002A68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604F62C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انتوا اطروش ليه وذوله رسائل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764C7F5" w14:textId="77777777" w:rsidR="002A68EF" w:rsidRDefault="002A68E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057D0E8" w14:textId="77777777" w:rsidR="002A68EF" w:rsidRDefault="002A68EF" w:rsidP="00C25BB6">
            <w:pPr>
              <w:pStyle w:val="libPoem"/>
            </w:pPr>
            <w:r>
              <w:rPr>
                <w:rtl/>
                <w:lang w:bidi="fa-IR"/>
              </w:rPr>
              <w:t>اُوقولوا له جينا منازلكم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21E3D6E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676" w:type="pct"/>
        <w:tblInd w:w="201" w:type="dxa"/>
        <w:tblLook w:val="01E0" w:firstRow="1" w:lastRow="1" w:firstColumn="1" w:lastColumn="1" w:noHBand="0" w:noVBand="0"/>
      </w:tblPr>
      <w:tblGrid>
        <w:gridCol w:w="4159"/>
        <w:gridCol w:w="303"/>
        <w:gridCol w:w="3913"/>
      </w:tblGrid>
      <w:tr w:rsidR="00927BCF" w14:paraId="4C6969CA" w14:textId="77777777" w:rsidTr="00927BCF">
        <w:trPr>
          <w:trHeight w:val="350"/>
        </w:trPr>
        <w:tc>
          <w:tcPr>
            <w:tcW w:w="3721" w:type="dxa"/>
            <w:shd w:val="clear" w:color="auto" w:fill="auto"/>
          </w:tcPr>
          <w:p w14:paraId="3D278937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قلها اخبريني عاد يا دار الأماجيد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  <w:shd w:val="clear" w:color="auto" w:fill="auto"/>
          </w:tcPr>
          <w:p w14:paraId="30C7DE2B" w14:textId="77777777" w:rsidR="00927BCF" w:rsidRDefault="00927BCF" w:rsidP="00C25BB6">
            <w:pPr>
              <w:pStyle w:val="libPoem"/>
              <w:rPr>
                <w:rtl/>
              </w:rPr>
            </w:pPr>
          </w:p>
        </w:tc>
        <w:tc>
          <w:tcPr>
            <w:tcW w:w="3501" w:type="dxa"/>
            <w:shd w:val="clear" w:color="auto" w:fill="auto"/>
          </w:tcPr>
          <w:p w14:paraId="7EA2F3A1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في وين شيخك يا حزينة عيّد العيد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BCF" w14:paraId="0E9E22BC" w14:textId="77777777" w:rsidTr="00927BCF">
        <w:trPr>
          <w:trHeight w:val="350"/>
        </w:trPr>
        <w:tc>
          <w:tcPr>
            <w:tcW w:w="3721" w:type="dxa"/>
          </w:tcPr>
          <w:p w14:paraId="030C3F6E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حنّت اُوقالت والدمع بالخد تبديد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7EA18A9" w14:textId="77777777" w:rsidR="00927BCF" w:rsidRDefault="00927BCF" w:rsidP="00C25BB6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3AC0B9A1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راعي الكرم والجود راح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BCF" w14:paraId="7D65AF49" w14:textId="77777777" w:rsidTr="00927BCF">
        <w:trPr>
          <w:trHeight w:val="350"/>
        </w:trPr>
        <w:tc>
          <w:tcPr>
            <w:tcW w:w="3721" w:type="dxa"/>
          </w:tcPr>
          <w:p w14:paraId="63A734E7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قلها عجل يا دار سلطان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20A55B03" w14:textId="77777777" w:rsidR="00927BCF" w:rsidRDefault="00927BCF" w:rsidP="00C25BB6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02A13472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منهو الذي في الدار فاجعني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BCF" w14:paraId="583882F8" w14:textId="77777777" w:rsidTr="00927BCF">
        <w:trPr>
          <w:trHeight w:val="350"/>
        </w:trPr>
        <w:tc>
          <w:tcPr>
            <w:tcW w:w="3721" w:type="dxa"/>
          </w:tcPr>
          <w:p w14:paraId="4102745D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قالت اخوه محمّد اللي امخلّفينه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636F379" w14:textId="77777777" w:rsidR="00927BCF" w:rsidRDefault="00927BCF" w:rsidP="00C25BB6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55271AB5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يبكي اُو ينعى اُولابس اثياب الرزيّه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BCF" w14:paraId="6CB4C8EA" w14:textId="77777777" w:rsidTr="00927BCF">
        <w:trPr>
          <w:trHeight w:val="350"/>
        </w:trPr>
        <w:tc>
          <w:tcPr>
            <w:tcW w:w="3721" w:type="dxa"/>
          </w:tcPr>
          <w:p w14:paraId="0B054F8B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محراب اخويه اِحسين خالي اُو موحشني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65C94D1A" w14:textId="77777777" w:rsidR="00927BCF" w:rsidRDefault="00927BCF" w:rsidP="00C25BB6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769FD4D4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لَحد يخويه للشهاده رحت عني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BCF" w14:paraId="76F459E7" w14:textId="77777777" w:rsidTr="00927BC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21" w:type="dxa"/>
          </w:tcPr>
          <w:p w14:paraId="6E8CBB9B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وان كان بعتون السهم يحسين مني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28061A3A" w14:textId="77777777" w:rsidR="00927BCF" w:rsidRDefault="00927BCF" w:rsidP="00C25BB6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0D28F2B9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حافظ عليك الله يا باقي البقيّه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BCF" w14:paraId="2D5A1354" w14:textId="77777777" w:rsidTr="00927BC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21" w:type="dxa"/>
          </w:tcPr>
          <w:p w14:paraId="1729E3B0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كل يوم ازور المصطفى والزم ضريحه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3D1098A6" w14:textId="77777777" w:rsidR="00927BCF" w:rsidRDefault="00927BCF" w:rsidP="00C25BB6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40BCFD9C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كُل ساع لي غشوه على قبره اُوطيحه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BCF" w14:paraId="4D6229D1" w14:textId="77777777" w:rsidTr="00927BC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21" w:type="dxa"/>
          </w:tcPr>
          <w:p w14:paraId="73A44631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وان جيت داري زلزلوا جسمي بصيحه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025CD5A" w14:textId="77777777" w:rsidR="00927BCF" w:rsidRDefault="00927BCF" w:rsidP="00C25BB6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45439970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اُمّ البنين اُو فاطمة ويّا صفيّه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BCF" w14:paraId="6A7D2751" w14:textId="77777777" w:rsidTr="00927BC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21" w:type="dxa"/>
          </w:tcPr>
          <w:p w14:paraId="49EB0DC4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بالله يوافد روح عنّا لا تسايل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97C060C" w14:textId="77777777" w:rsidR="00927BCF" w:rsidRDefault="00927BCF" w:rsidP="00C25BB6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0600DF24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والمسألة خلها اُو طالع هالمنازل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BCF" w14:paraId="7FF2048E" w14:textId="77777777" w:rsidTr="00927BC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21" w:type="dxa"/>
          </w:tcPr>
          <w:p w14:paraId="5E5A33F4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وان كان تسأل عن وليها وين شايل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4587F633" w14:textId="77777777" w:rsidR="00927BCF" w:rsidRDefault="00927BCF" w:rsidP="00C25BB6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0BFCE536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الظاهر الكوفة والأصح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BCF" w14:paraId="1B9657E2" w14:textId="77777777" w:rsidTr="00927BC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21" w:type="dxa"/>
          </w:tcPr>
          <w:p w14:paraId="02A5C7C8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اخروج اَبو السجّاد خايف هدم الدين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2CEDF170" w14:textId="77777777" w:rsidR="00927BCF" w:rsidRDefault="00927BCF" w:rsidP="00C25BB6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3F542EDB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واتزلزل الكرسي مع عرش العليّين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BCF" w14:paraId="4D44C4ED" w14:textId="77777777" w:rsidTr="00927BC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21" w:type="dxa"/>
          </w:tcPr>
          <w:p w14:paraId="71B64826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اُونادى باطراف السما محزون جبريل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8FACBD8" w14:textId="77777777" w:rsidR="00927BCF" w:rsidRDefault="00927BCF" w:rsidP="00C25BB6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486B08FE" w14:textId="77777777" w:rsidR="00927BCF" w:rsidRDefault="00927BCF" w:rsidP="00927BCF">
            <w:pPr>
              <w:pStyle w:val="libPoem"/>
            </w:pPr>
            <w:r>
              <w:rPr>
                <w:rtl/>
                <w:lang w:bidi="fa-IR"/>
              </w:rPr>
              <w:t>اخروجك يبوالسجّاد خل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مدمعي ايسيل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BCF" w14:paraId="6199726E" w14:textId="77777777" w:rsidTr="00927BC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21" w:type="dxa"/>
          </w:tcPr>
          <w:p w14:paraId="62438AF7" w14:textId="77777777" w:rsidR="00927BCF" w:rsidRDefault="00927BCF" w:rsidP="00927BCF">
            <w:pPr>
              <w:pStyle w:val="libPoem"/>
            </w:pPr>
            <w:r>
              <w:rPr>
                <w:rtl/>
                <w:lang w:bidi="fa-IR"/>
              </w:rPr>
              <w:t>أحنى اضلوعي ابن النّبي اُوجسمي غداانحيل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43721E3" w14:textId="77777777" w:rsidR="00927BCF" w:rsidRDefault="00927BCF" w:rsidP="00C25BB6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621BDA7A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اُوطلعوا من اجوار النّبي يقدمهم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BCF" w14:paraId="66D2643E" w14:textId="77777777" w:rsidTr="00927BC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21" w:type="dxa"/>
          </w:tcPr>
          <w:p w14:paraId="56C7C651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اُو فطرس عتيقه في السما زايد حنينه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491001E5" w14:textId="77777777" w:rsidR="00927BCF" w:rsidRDefault="00927BCF" w:rsidP="00C25BB6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06257A53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والملك صلصائيل صب ادموع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BCF" w14:paraId="5A56F088" w14:textId="77777777" w:rsidTr="00927BC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21" w:type="dxa"/>
          </w:tcPr>
          <w:p w14:paraId="305C912A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والكل في ضجه ينادي ياولينا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6A39CEA6" w14:textId="77777777" w:rsidR="00927BCF" w:rsidRDefault="00927BCF" w:rsidP="00C25BB6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14:paraId="46B9A0B4" w14:textId="77777777" w:rsidR="00927BCF" w:rsidRDefault="00927BCF" w:rsidP="00C25BB6">
            <w:pPr>
              <w:pStyle w:val="libPoem"/>
            </w:pPr>
            <w:r>
              <w:rPr>
                <w:rtl/>
                <w:lang w:bidi="fa-IR"/>
              </w:rPr>
              <w:t>لَحد يبو السجّاد خانتك الملاعين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45674C3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63DCA" w14:paraId="79330DFE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13CA3123" w14:textId="77777777" w:rsidR="00E63DCA" w:rsidRDefault="00E63DCA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والجنّة اللي مزهرة اتغير ضياها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ECBCC74" w14:textId="77777777" w:rsidR="00E63DCA" w:rsidRDefault="00E63DCA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B6F5594" w14:textId="77777777" w:rsidR="00E63DCA" w:rsidRDefault="00E63DCA" w:rsidP="00C25BB6">
            <w:pPr>
              <w:pStyle w:val="libPoem"/>
            </w:pPr>
            <w:r>
              <w:rPr>
                <w:rtl/>
                <w:lang w:bidi="fa-IR"/>
              </w:rPr>
              <w:t>والحور والولدان امست في عزاها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DCA" w14:paraId="57BD69AA" w14:textId="77777777" w:rsidTr="00C25BB6">
        <w:trPr>
          <w:trHeight w:val="350"/>
        </w:trPr>
        <w:tc>
          <w:tcPr>
            <w:tcW w:w="3920" w:type="dxa"/>
          </w:tcPr>
          <w:p w14:paraId="36ACB399" w14:textId="77777777" w:rsidR="00E63DCA" w:rsidRDefault="00E63DCA" w:rsidP="00C25BB6">
            <w:pPr>
              <w:pStyle w:val="libPoem"/>
            </w:pPr>
            <w:r>
              <w:rPr>
                <w:rtl/>
                <w:lang w:bidi="fa-IR"/>
              </w:rPr>
              <w:t>واما البتولة ما تهيد من بكاها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72C4D5" w14:textId="77777777" w:rsidR="00E63DCA" w:rsidRDefault="00E63DCA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F5E776" w14:textId="77777777" w:rsidR="00E63DCA" w:rsidRDefault="00E63DCA" w:rsidP="00C25BB6">
            <w:pPr>
              <w:pStyle w:val="libPoem"/>
            </w:pPr>
            <w:r>
              <w:rPr>
                <w:rtl/>
                <w:lang w:bidi="fa-IR"/>
              </w:rPr>
              <w:t>واتقول وين اللي يساعدني على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DCA" w14:paraId="4C7CDD06" w14:textId="77777777" w:rsidTr="00C25BB6">
        <w:trPr>
          <w:trHeight w:val="350"/>
        </w:trPr>
        <w:tc>
          <w:tcPr>
            <w:tcW w:w="3920" w:type="dxa"/>
          </w:tcPr>
          <w:p w14:paraId="188B89C2" w14:textId="77777777" w:rsidR="00E63DCA" w:rsidRDefault="00E63DCA" w:rsidP="00C25BB6">
            <w:pPr>
              <w:pStyle w:val="libPoem"/>
            </w:pPr>
            <w:r>
              <w:rPr>
                <w:rtl/>
                <w:lang w:bidi="fa-IR"/>
              </w:rPr>
              <w:t>ما تبرح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لابسه ثوب الرزيّه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3099A4" w14:textId="77777777" w:rsidR="00E63DCA" w:rsidRDefault="00E63DCA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82EAF7" w14:textId="77777777" w:rsidR="00E63DCA" w:rsidRDefault="00E63DCA" w:rsidP="00C25BB6">
            <w:pPr>
              <w:pStyle w:val="libPoem"/>
            </w:pPr>
            <w:r>
              <w:rPr>
                <w:rtl/>
                <w:lang w:bidi="fa-IR"/>
              </w:rPr>
              <w:t>من حولها سكان جنات العليّه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DCA" w14:paraId="5A20D837" w14:textId="77777777" w:rsidTr="00C25BB6">
        <w:trPr>
          <w:trHeight w:val="350"/>
        </w:trPr>
        <w:tc>
          <w:tcPr>
            <w:tcW w:w="3920" w:type="dxa"/>
          </w:tcPr>
          <w:p w14:paraId="6D37FA1B" w14:textId="77777777" w:rsidR="00E63DCA" w:rsidRDefault="00E63DCA" w:rsidP="00C25BB6">
            <w:pPr>
              <w:pStyle w:val="libPoem"/>
            </w:pPr>
            <w:r>
              <w:rPr>
                <w:rtl/>
                <w:lang w:bidi="fa-IR"/>
              </w:rPr>
              <w:t>اينادون معها يا ذبيح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82D03A" w14:textId="77777777" w:rsidR="00E63DCA" w:rsidRDefault="00E63DCA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7B02A3" w14:textId="77777777" w:rsidR="00E63DCA" w:rsidRDefault="00E63DCA" w:rsidP="00C25BB6">
            <w:pPr>
              <w:pStyle w:val="libPoem"/>
            </w:pPr>
            <w:r>
              <w:rPr>
                <w:rtl/>
                <w:lang w:bidi="fa-IR"/>
              </w:rPr>
              <w:t>يا كافل الايتام يا نور المسلمين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DCA" w14:paraId="59084D06" w14:textId="77777777" w:rsidTr="00C25BB6">
        <w:trPr>
          <w:trHeight w:val="350"/>
        </w:trPr>
        <w:tc>
          <w:tcPr>
            <w:tcW w:w="3920" w:type="dxa"/>
          </w:tcPr>
          <w:p w14:paraId="3913AE3E" w14:textId="77777777" w:rsidR="00E63DCA" w:rsidRDefault="00E63DCA" w:rsidP="00C25BB6">
            <w:pPr>
              <w:pStyle w:val="libPoem"/>
            </w:pPr>
            <w:r>
              <w:rPr>
                <w:rtl/>
                <w:lang w:bidi="fa-IR"/>
              </w:rPr>
              <w:t>يا كافل الأيتام يا نور الشريعه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104874" w14:textId="77777777" w:rsidR="00E63DCA" w:rsidRDefault="00E63DCA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B8725D" w14:textId="77777777" w:rsidR="00E63DCA" w:rsidRDefault="00E63DCA" w:rsidP="00C25BB6">
            <w:pPr>
              <w:pStyle w:val="libPoem"/>
            </w:pPr>
            <w:r>
              <w:rPr>
                <w:rtl/>
                <w:lang w:bidi="fa-IR"/>
              </w:rPr>
              <w:t>شيلتك هذي عن وطن جدّك فجيعه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DCA" w14:paraId="27C9067D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E7FC6F5" w14:textId="77777777" w:rsidR="00E63DCA" w:rsidRDefault="00E63DCA" w:rsidP="00C25BB6">
            <w:pPr>
              <w:pStyle w:val="libPoem"/>
            </w:pPr>
            <w:r>
              <w:rPr>
                <w:rtl/>
                <w:lang w:bidi="fa-IR"/>
              </w:rPr>
              <w:t>مطرود من كُل الأراضين الوسيعه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006E6E" w14:textId="77777777" w:rsidR="00E63DCA" w:rsidRDefault="00E63DCA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997276" w14:textId="77777777" w:rsidR="00E63DCA" w:rsidRDefault="00E63DCA" w:rsidP="00C25BB6">
            <w:pPr>
              <w:pStyle w:val="libPoem"/>
            </w:pPr>
            <w:r>
              <w:rPr>
                <w:rtl/>
                <w:lang w:bidi="fa-IR"/>
              </w:rPr>
              <w:t>ما كنّك اِبن المرتضى اللي شيّد الدين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DCA" w14:paraId="740760E1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60AB948" w14:textId="77777777" w:rsidR="00E63DCA" w:rsidRDefault="00E63DCA" w:rsidP="00C25BB6">
            <w:pPr>
              <w:pStyle w:val="libPoem"/>
            </w:pPr>
            <w:r>
              <w:rPr>
                <w:rtl/>
                <w:lang w:bidi="fa-IR"/>
              </w:rPr>
              <w:t>تصبح اِبواد والمسأ في وادي غير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72F11F" w14:textId="77777777" w:rsidR="00E63DCA" w:rsidRDefault="00E63DCA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9916AB" w14:textId="77777777" w:rsidR="00E63DCA" w:rsidRDefault="00E63DCA" w:rsidP="00C25BB6">
            <w:pPr>
              <w:pStyle w:val="libPoem"/>
            </w:pPr>
            <w:r>
              <w:rPr>
                <w:rtl/>
                <w:lang w:bidi="fa-IR"/>
              </w:rPr>
              <w:t>ما تبرح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اِتصعّد اَنفاس اُو تزافير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DCA" w14:paraId="487AEEAA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A1C91DF" w14:textId="77777777" w:rsidR="00E63DCA" w:rsidRDefault="00E63DCA" w:rsidP="00C25BB6">
            <w:pPr>
              <w:pStyle w:val="libPoem"/>
            </w:pPr>
            <w:r>
              <w:rPr>
                <w:rtl/>
                <w:lang w:bidi="fa-IR"/>
              </w:rPr>
              <w:t>تطلب الملجأ ما إلك في دهرك اِمجير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14F4DA" w14:textId="77777777" w:rsidR="00E63DCA" w:rsidRDefault="00E63DCA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0204B1" w14:textId="77777777" w:rsidR="00E63DCA" w:rsidRDefault="00E63DCA" w:rsidP="00C25BB6">
            <w:pPr>
              <w:pStyle w:val="libPoem"/>
            </w:pPr>
            <w:r>
              <w:rPr>
                <w:rtl/>
                <w:lang w:bidi="fa-IR"/>
              </w:rPr>
              <w:t>ولا بلد ياويك يا نور المسلمين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DCA" w14:paraId="58DFCCB6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F22CCF8" w14:textId="77777777" w:rsidR="00E63DCA" w:rsidRDefault="00E63DCA" w:rsidP="00C25BB6">
            <w:pPr>
              <w:pStyle w:val="libPoem"/>
            </w:pPr>
            <w:r>
              <w:rPr>
                <w:rtl/>
                <w:lang w:bidi="fa-IR"/>
              </w:rPr>
              <w:t>او تفرح بني هاشم اُو تستر اليتامى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1E1E6F" w14:textId="77777777" w:rsidR="00E63DCA" w:rsidRDefault="00E63DCA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826815" w14:textId="77777777" w:rsidR="00E63DCA" w:rsidRDefault="00E63DCA" w:rsidP="00C25BB6">
            <w:pPr>
              <w:pStyle w:val="libPoem"/>
            </w:pPr>
            <w:r>
              <w:rPr>
                <w:rtl/>
                <w:lang w:bidi="fa-IR"/>
              </w:rPr>
              <w:t>واتنور طيبة من انوارك يا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CBD4F37" w14:textId="77777777" w:rsidR="00EE7C84" w:rsidRDefault="00EE7C84" w:rsidP="00E63DCA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C72D8" w14:paraId="528A0A8C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2594B671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راعي الحميّة سافر اُوطوّل الغيبه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527CF23" w14:textId="77777777" w:rsidR="006C72D8" w:rsidRDefault="006C72D8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342537E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سافر عسى الله يرجعه لينا اويجيبه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C72D8" w14:paraId="2413E38D" w14:textId="77777777" w:rsidTr="00C25BB6">
        <w:trPr>
          <w:trHeight w:val="350"/>
        </w:trPr>
        <w:tc>
          <w:tcPr>
            <w:tcW w:w="3920" w:type="dxa"/>
          </w:tcPr>
          <w:p w14:paraId="14C38DC7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ويلي على اللي سافر بأهله اوجمعه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22DADE" w14:textId="77777777" w:rsidR="006C72D8" w:rsidRDefault="006C72D8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334CBE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وان كان قاصد كربلا ماليه رجعه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C72D8" w14:paraId="32F63368" w14:textId="77777777" w:rsidTr="00C25BB6">
        <w:trPr>
          <w:trHeight w:val="350"/>
        </w:trPr>
        <w:tc>
          <w:tcPr>
            <w:tcW w:w="3920" w:type="dxa"/>
          </w:tcPr>
          <w:p w14:paraId="2A0D597D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ركن الهدى والدين والحاكم ابشرعه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D2ECBE7" w14:textId="77777777" w:rsidR="006C72D8" w:rsidRDefault="006C72D8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513F4C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للبس اثياب الذل بعده والمصيبه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C72D8" w14:paraId="5F27EA04" w14:textId="77777777" w:rsidTr="00C25BB6">
        <w:trPr>
          <w:trHeight w:val="350"/>
        </w:trPr>
        <w:tc>
          <w:tcPr>
            <w:tcW w:w="3920" w:type="dxa"/>
          </w:tcPr>
          <w:p w14:paraId="2A1EECBB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ايقولون وصل مكّة اُوجاته مكاتيب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6C9480" w14:textId="77777777" w:rsidR="006C72D8" w:rsidRDefault="006C72D8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89F926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ما ظنني الا افك كلها اُو اكاذيب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C72D8" w14:paraId="75A126F7" w14:textId="77777777" w:rsidTr="00C25BB6">
        <w:trPr>
          <w:trHeight w:val="350"/>
        </w:trPr>
        <w:tc>
          <w:tcPr>
            <w:tcW w:w="3920" w:type="dxa"/>
          </w:tcPr>
          <w:p w14:paraId="194972AC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ما خوفي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من عدونا سهمه ايصيب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C0F472" w14:textId="77777777" w:rsidR="006C72D8" w:rsidRDefault="006C72D8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6E8996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رميّه علينا من قبل كنّا نصيبه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C72D8" w14:paraId="7D844D3F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260CC03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يحسين لا تعطي انقياد اَهل 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7F79B7" w14:textId="77777777" w:rsidR="006C72D8" w:rsidRDefault="006C72D8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6D272A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اَهل المكر والغدر واقلوب الخلوفه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C72D8" w14:paraId="4153CA3C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79465AB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ويزيد تدري به اِلك شاهر اِسيوفه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30D2DA8" w14:textId="77777777" w:rsidR="006C72D8" w:rsidRDefault="006C72D8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9D6C62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يدعي الكوفة النصرته اُولازم تجيبه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C72D8" w14:paraId="50FECE91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6824972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خذلك حذر منهم ولا تعطي مواعيد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48789A" w14:textId="77777777" w:rsidR="006C72D8" w:rsidRDefault="006C72D8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476BC8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خوفي يصيرونك غنيمه ابولية ايزيد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C72D8" w14:paraId="1CD3BB8E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A4774A1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وان سايلوك اَهل البوادي وينه اتريد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522A2C" w14:textId="77777777" w:rsidR="006C72D8" w:rsidRDefault="006C72D8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2879C2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واقلوبنا من هالسفر كُلها امريبه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C72D8" w14:paraId="3B731C1B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1CF0A49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يا من شرع للدين والاسلام منهج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CA41DF" w14:textId="77777777" w:rsidR="006C72D8" w:rsidRDefault="006C72D8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4E006D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يا زين عرش الله بل يا كعبة الحج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C72D8" w14:paraId="795B0C15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A0A0EBA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ريّض تريث ولينا اُوتمم الحج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E3C404" w14:textId="77777777" w:rsidR="006C72D8" w:rsidRDefault="006C72D8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E3D47A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باتروح اُوباتخلي العوالم في امصيبه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C72D8" w14:paraId="3BCB9716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4EB7193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يحسين تبكيك المنابر في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70ED31" w14:textId="77777777" w:rsidR="006C72D8" w:rsidRDefault="006C72D8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485401" w14:textId="77777777" w:rsidR="006C72D8" w:rsidRDefault="006C72D8" w:rsidP="00C25BB6">
            <w:pPr>
              <w:pStyle w:val="libPoem"/>
            </w:pPr>
            <w:r>
              <w:rPr>
                <w:rtl/>
                <w:lang w:bidi="fa-IR"/>
              </w:rPr>
              <w:t>راعي المنابر والمواعظ يا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C6FEFF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B07B0" w14:paraId="01DD6593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3D55FA26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شمامة المبعوث بل يا نور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66A63B7" w14:textId="77777777" w:rsidR="00BB07B0" w:rsidRDefault="00BB07B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A802A23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مهجة اِفاده يا لولي اُوعينه اُوحبيبه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58E5840" w14:textId="77777777" w:rsidR="00EE7C84" w:rsidRDefault="00EE7C84" w:rsidP="00BB07B0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B07B0" w14:paraId="11767A39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60DC4A4B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يحسين وين المصطفى ابكيت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E1B152E" w14:textId="77777777" w:rsidR="00BB07B0" w:rsidRDefault="00BB07B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008822A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اسكنت وادي كربلا اُوعفت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07B0" w14:paraId="2C97DCE4" w14:textId="77777777" w:rsidTr="00C25BB6">
        <w:trPr>
          <w:trHeight w:val="350"/>
        </w:trPr>
        <w:tc>
          <w:tcPr>
            <w:tcW w:w="3920" w:type="dxa"/>
          </w:tcPr>
          <w:p w14:paraId="093BA504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حاشاك تطلع طلعة الخايف المطرود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03648CB" w14:textId="77777777" w:rsidR="00BB07B0" w:rsidRDefault="00BB07B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937261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ولا العدى حاشوك بالكثره ولجنود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07B0" w14:paraId="1ED74AE3" w14:textId="77777777" w:rsidTr="00C25BB6">
        <w:trPr>
          <w:trHeight w:val="350"/>
        </w:trPr>
        <w:tc>
          <w:tcPr>
            <w:tcW w:w="3920" w:type="dxa"/>
          </w:tcPr>
          <w:p w14:paraId="5901CEA6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لكن قضى اُو عهدك السابق المعهود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619C82" w14:textId="77777777" w:rsidR="00BB07B0" w:rsidRDefault="00BB07B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BDF7C5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والحر يوفي بالعهد لوحان حينه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07B0" w14:paraId="61A9A5C0" w14:textId="77777777" w:rsidTr="00C25BB6">
        <w:trPr>
          <w:trHeight w:val="350"/>
        </w:trPr>
        <w:tc>
          <w:tcPr>
            <w:tcW w:w="3920" w:type="dxa"/>
          </w:tcPr>
          <w:p w14:paraId="4460A5EE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يحسين قبلك ما سمعنا الكربلا 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CA6F88" w14:textId="77777777" w:rsidR="00BB07B0" w:rsidRDefault="00BB07B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25869A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قبل تجيها يا بقية آل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07B0" w14:paraId="40AA40DF" w14:textId="77777777" w:rsidTr="00C25BB6">
        <w:trPr>
          <w:trHeight w:val="350"/>
        </w:trPr>
        <w:tc>
          <w:tcPr>
            <w:tcW w:w="3920" w:type="dxa"/>
          </w:tcPr>
          <w:p w14:paraId="44488E7E" w14:textId="77777777" w:rsidR="00BB07B0" w:rsidRDefault="00BB07B0" w:rsidP="00BB07B0">
            <w:pPr>
              <w:pStyle w:val="libPoem"/>
            </w:pPr>
            <w:r>
              <w:rPr>
                <w:rtl/>
                <w:lang w:bidi="fa-IR"/>
              </w:rPr>
              <w:t>اوبس جيت فيهااُوجدلوك اُومتت عطشان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8F4626" w14:textId="77777777" w:rsidR="00BB07B0" w:rsidRDefault="00BB07B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82F97E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صارت على العرش العلي تفتخر 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07B0" w14:paraId="1D4BB8F3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E878CA4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واتقول كان العرش يتفاخر اباسمه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2B636C" w14:textId="77777777" w:rsidR="00BB07B0" w:rsidRDefault="00BB07B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891D2AB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بالاسم حق يفتخر وانا ابجسمه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07B0" w14:paraId="4271591C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D02F90C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آثرني الله وانظروا قسمى اوقسمه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193918" w14:textId="77777777" w:rsidR="00BB07B0" w:rsidRDefault="00BB07B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B031C0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وايضا قصدني اُوعاف مكّة والمدينه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07B0" w14:paraId="4CA3FB09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1745028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بالله عليكم لا احد يعتب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33BEDC" w14:textId="77777777" w:rsidR="00BB07B0" w:rsidRDefault="00BB07B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2DDDD4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اتقولون مات امن الظما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07B0" w14:paraId="39716428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9E26D33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واحيات اسّمه اُو فضله البادي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840AB5" w14:textId="77777777" w:rsidR="00BB07B0" w:rsidRDefault="00BB07B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9B78AC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لانا ولا افراتي على أمره عصينا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07B0" w14:paraId="34D8D653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E1C2E2B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هالشطّ هاليجري من ماي معيني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240715" w14:textId="77777777" w:rsidR="00BB07B0" w:rsidRDefault="00BB07B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3073D7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هذا الاماي منفجر من ماي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07B0" w14:paraId="63EF182B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DA2F21C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اِخصومات بين الفرّقوا بينه اُوبيني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2F12B5" w14:textId="77777777" w:rsidR="00BB07B0" w:rsidRDefault="00BB07B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ED9160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ربّ السما يوم الحشر شاهد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07B0" w14:paraId="219FA715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67F130B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يا هي مصيبة يوم يوقف به جواده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0A7CA4" w14:textId="77777777" w:rsidR="00BB07B0" w:rsidRDefault="00BB07B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5C6BC9" w14:textId="77777777" w:rsidR="00BB07B0" w:rsidRDefault="00BB07B0" w:rsidP="00C25BB6">
            <w:pPr>
              <w:pStyle w:val="libPoem"/>
            </w:pPr>
            <w:r>
              <w:rPr>
                <w:rtl/>
                <w:lang w:bidi="fa-IR"/>
              </w:rPr>
              <w:t>عنّه نزل وآمن يسر حوله اقياده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07B0" w14:paraId="12296018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4D998CA" w14:textId="77777777" w:rsidR="00BB07B0" w:rsidRDefault="00B51ED9" w:rsidP="00C25BB6">
            <w:pPr>
              <w:pStyle w:val="libPoem"/>
            </w:pPr>
            <w:r>
              <w:rPr>
                <w:rtl/>
                <w:lang w:bidi="fa-IR"/>
              </w:rPr>
              <w:t>او قال نزلوني امحل قبري والشهاده</w:t>
            </w:r>
            <w:r w:rsidR="00BB07B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C72DCA" w14:textId="77777777" w:rsidR="00BB07B0" w:rsidRDefault="00BB07B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345EE6" w14:textId="77777777" w:rsidR="00BB07B0" w:rsidRDefault="00B51ED9" w:rsidP="00C25BB6">
            <w:pPr>
              <w:pStyle w:val="libPoem"/>
            </w:pPr>
            <w:r>
              <w:rPr>
                <w:rtl/>
                <w:lang w:bidi="fa-IR"/>
              </w:rPr>
              <w:t>يا كربلا نوحك انا وانتي السفينه</w:t>
            </w:r>
            <w:r w:rsidR="00BB07B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8583795" w14:textId="77777777" w:rsidR="00EE7C84" w:rsidRDefault="00EE7C84" w:rsidP="00BB07B0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B07B0" w14:paraId="78D8619A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4B59382E" w14:textId="77777777" w:rsidR="00BB07B0" w:rsidRDefault="00B51ED9" w:rsidP="00C25BB6">
            <w:pPr>
              <w:pStyle w:val="libPoem"/>
            </w:pPr>
            <w:r>
              <w:rPr>
                <w:rtl/>
                <w:lang w:bidi="fa-IR"/>
              </w:rPr>
              <w:t>شالوا هلي من طيبة شالوا هلي من طيبه</w:t>
            </w:r>
            <w:r w:rsidR="00BB07B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8CD0983" w14:textId="77777777" w:rsidR="00BB07B0" w:rsidRDefault="00BB07B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CF2C766" w14:textId="77777777" w:rsidR="00BB07B0" w:rsidRDefault="00B51ED9" w:rsidP="00C25BB6">
            <w:pPr>
              <w:pStyle w:val="libPoem"/>
            </w:pPr>
            <w:r>
              <w:rPr>
                <w:rtl/>
                <w:lang w:bidi="fa-IR"/>
              </w:rPr>
              <w:t>ولالفي لي طارش شالوا هلي من طيبه</w:t>
            </w:r>
            <w:r w:rsidR="00BB07B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07B0" w14:paraId="21E004EC" w14:textId="77777777" w:rsidTr="00C25BB6">
        <w:trPr>
          <w:trHeight w:val="350"/>
        </w:trPr>
        <w:tc>
          <w:tcPr>
            <w:tcW w:w="3920" w:type="dxa"/>
          </w:tcPr>
          <w:p w14:paraId="20255113" w14:textId="77777777" w:rsidR="00BB07B0" w:rsidRDefault="00B51ED9" w:rsidP="00C25BB6">
            <w:pPr>
              <w:pStyle w:val="libPoem"/>
            </w:pPr>
            <w:r>
              <w:rPr>
                <w:rtl/>
                <w:lang w:bidi="fa-IR"/>
              </w:rPr>
              <w:t>شالوا واَنا خلّوني دابي اَهلّ ادموعي</w:t>
            </w:r>
            <w:r w:rsidR="00BB07B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A410C1" w14:textId="77777777" w:rsidR="00BB07B0" w:rsidRDefault="00BB07B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23A78F" w14:textId="77777777" w:rsidR="00BB07B0" w:rsidRDefault="00B51ED9" w:rsidP="00C25BB6">
            <w:pPr>
              <w:pStyle w:val="libPoem"/>
            </w:pPr>
            <w:r>
              <w:rPr>
                <w:rtl/>
                <w:lang w:bidi="fa-IR"/>
              </w:rPr>
              <w:t>والنوح صاير فنّي والحزن حاني اضلوعي</w:t>
            </w:r>
            <w:r w:rsidR="00BB07B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07B0" w14:paraId="5870B31C" w14:textId="77777777" w:rsidTr="00C25BB6">
        <w:trPr>
          <w:trHeight w:val="350"/>
        </w:trPr>
        <w:tc>
          <w:tcPr>
            <w:tcW w:w="3920" w:type="dxa"/>
          </w:tcPr>
          <w:p w14:paraId="2A29A1D6" w14:textId="77777777" w:rsidR="00BB07B0" w:rsidRDefault="00B51ED9" w:rsidP="00C25BB6">
            <w:pPr>
              <w:pStyle w:val="libPoem"/>
            </w:pPr>
            <w:r>
              <w:rPr>
                <w:rtl/>
                <w:lang w:bidi="fa-IR"/>
              </w:rPr>
              <w:t>من حين قوّض ظعنه ما سكن عنّي روعي</w:t>
            </w:r>
            <w:r w:rsidR="00BB07B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3248E4" w14:textId="77777777" w:rsidR="00BB07B0" w:rsidRDefault="00BB07B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230482" w14:textId="77777777" w:rsidR="00BB07B0" w:rsidRDefault="00B51ED9" w:rsidP="00C25BB6">
            <w:pPr>
              <w:pStyle w:val="libPoem"/>
            </w:pPr>
            <w:r>
              <w:rPr>
                <w:rtl/>
                <w:lang w:bidi="fa-IR"/>
              </w:rPr>
              <w:t>يمتى يروّا عضيدي اُوتاضي مرابع طيبه</w:t>
            </w:r>
            <w:r w:rsidR="00BB07B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69428B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87" w:type="pct"/>
        <w:tblInd w:w="344" w:type="dxa"/>
        <w:tblLook w:val="01E0" w:firstRow="1" w:lastRow="1" w:firstColumn="1" w:lastColumn="1" w:noHBand="0" w:noVBand="0"/>
      </w:tblPr>
      <w:tblGrid>
        <w:gridCol w:w="3997"/>
        <w:gridCol w:w="304"/>
        <w:gridCol w:w="3914"/>
      </w:tblGrid>
      <w:tr w:rsidR="003149FF" w14:paraId="2EF2024F" w14:textId="77777777" w:rsidTr="003149FF">
        <w:trPr>
          <w:trHeight w:val="350"/>
        </w:trPr>
        <w:tc>
          <w:tcPr>
            <w:tcW w:w="3576" w:type="dxa"/>
            <w:shd w:val="clear" w:color="auto" w:fill="auto"/>
          </w:tcPr>
          <w:p w14:paraId="2CEBC642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قامت تسايل فاطم يا عم وين الوالي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6C21A585" w14:textId="77777777" w:rsidR="003149FF" w:rsidRDefault="003149F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14:paraId="61D7CD76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t>اَهلي اُوخوتي وينه في وين راحوا ارجالي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49FF" w14:paraId="10BE416C" w14:textId="77777777" w:rsidTr="003149FF">
        <w:trPr>
          <w:trHeight w:val="350"/>
        </w:trPr>
        <w:tc>
          <w:tcPr>
            <w:tcW w:w="3576" w:type="dxa"/>
          </w:tcPr>
          <w:p w14:paraId="154F4D65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t>قلها اُودمعه جاري والصوت منه 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E58D41D" w14:textId="77777777" w:rsidR="003149FF" w:rsidRDefault="003149F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0CE2DC2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t>راحوا وانا خلوني وحدي حزين ابطيبه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49FF" w14:paraId="6B859D82" w14:textId="77777777" w:rsidTr="003149FF">
        <w:trPr>
          <w:trHeight w:val="350"/>
        </w:trPr>
        <w:tc>
          <w:tcPr>
            <w:tcW w:w="3576" w:type="dxa"/>
          </w:tcPr>
          <w:p w14:paraId="6DE08CD2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t>ياحي منه ايشوفه وياه ذيك الدوله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A874428" w14:textId="77777777" w:rsidR="003149FF" w:rsidRDefault="003149F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24E93B7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t>شال ابهله وارجاله اُوكل اخوته من حوله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49FF" w14:paraId="2C2A939F" w14:textId="77777777" w:rsidTr="003149FF">
        <w:trPr>
          <w:trHeight w:val="350"/>
        </w:trPr>
        <w:tc>
          <w:tcPr>
            <w:tcW w:w="3576" w:type="dxa"/>
          </w:tcPr>
          <w:p w14:paraId="7FF86FBF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t>يا ليتني وياهم يوم الحرب والصوله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8E3E566" w14:textId="77777777" w:rsidR="003149FF" w:rsidRDefault="003149F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9E4735D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t>قالوا تسلى بعده واطلب عسى الله ايجيبه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49FF" w14:paraId="3C6947F4" w14:textId="77777777" w:rsidTr="003149FF">
        <w:trPr>
          <w:trHeight w:val="350"/>
        </w:trPr>
        <w:tc>
          <w:tcPr>
            <w:tcW w:w="3576" w:type="dxa"/>
          </w:tcPr>
          <w:p w14:paraId="786E169F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t>هذي اليتامى ضاعت منهو الذي يحميها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266C620" w14:textId="77777777" w:rsidR="003149FF" w:rsidRDefault="003149F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BCB96EA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t>اُودار العلم يا فاطم بعد الولي صكيها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49FF" w14:paraId="5D60E3F1" w14:textId="77777777" w:rsidTr="003149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76" w:type="dxa"/>
          </w:tcPr>
          <w:p w14:paraId="2DFA3748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t>شالوا بجمعهم عنها ماظن يعودوا 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3277E40" w14:textId="77777777" w:rsidR="003149FF" w:rsidRDefault="003149F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D2346D3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t>الله يعوده لينا اُو تزهي مرابع طيبه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49FF" w14:paraId="5690932B" w14:textId="77777777" w:rsidTr="003149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76" w:type="dxa"/>
          </w:tcPr>
          <w:p w14:paraId="691585D7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t>هيهات سلوه بعده ما ظن اُوافي وجه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9BC7B85" w14:textId="77777777" w:rsidR="003149FF" w:rsidRDefault="003149F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EDB852B" w14:textId="77777777" w:rsidR="003149FF" w:rsidRDefault="003149FF" w:rsidP="003149FF">
            <w:pPr>
              <w:pStyle w:val="libPoem"/>
            </w:pPr>
            <w:r>
              <w:rPr>
                <w:rtl/>
                <w:lang w:bidi="fa-IR"/>
              </w:rPr>
              <w:t>سوري اُوعزي اُوحصني واللي الوذ ابكهفه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49FF" w14:paraId="1F2F3348" w14:textId="77777777" w:rsidTr="003149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76" w:type="dxa"/>
          </w:tcPr>
          <w:p w14:paraId="036ABC94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t>مادري نزل باي وادي اُوفي وين خيم رحله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0D13915" w14:textId="77777777" w:rsidR="003149FF" w:rsidRDefault="003149F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587A0C3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t>وام البنين ابدارها حطت عزى وامصيبه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49FF" w14:paraId="450A4B93" w14:textId="77777777" w:rsidTr="003149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76" w:type="dxa"/>
          </w:tcPr>
          <w:p w14:paraId="70CF0DD8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t>سافر وانا خلاني وحدي احن ابداره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2531C9E" w14:textId="77777777" w:rsidR="003149FF" w:rsidRDefault="003149F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97DAAB2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t>شال ابهله وارجاله اُوكل عزوته وانصاره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49FF" w14:paraId="1947E525" w14:textId="77777777" w:rsidTr="003149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76" w:type="dxa"/>
          </w:tcPr>
          <w:p w14:paraId="3702293C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t>يا ليتني وياهم يوم تشن الغاره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8F4ACAD" w14:textId="77777777" w:rsidR="003149FF" w:rsidRDefault="003149F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D914670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t>ولا لفى مرسوله يا هي عليّه امصيبه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49FF" w14:paraId="416EC315" w14:textId="77777777" w:rsidTr="003149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76" w:type="dxa"/>
          </w:tcPr>
          <w:p w14:paraId="762E8797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t>من هالسفر خبرني يحسين يمتى العوده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214B32C" w14:textId="77777777" w:rsidR="003149FF" w:rsidRDefault="003149F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F2AA0FD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t>ما ظنتي يعضيدي منهو اليكم عوده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49FF" w14:paraId="378FB191" w14:textId="77777777" w:rsidTr="003149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76" w:type="dxa"/>
          </w:tcPr>
          <w:p w14:paraId="513EC6CF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t>مدري الولي اِبهالشيلة لا أي بلد مقصوده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05DC64B" w14:textId="77777777" w:rsidR="003149FF" w:rsidRDefault="003149FF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88D15F1" w14:textId="77777777" w:rsidR="003149FF" w:rsidRDefault="003149FF" w:rsidP="00C25BB6">
            <w:pPr>
              <w:pStyle w:val="libPoem"/>
            </w:pPr>
            <w:r>
              <w:rPr>
                <w:rtl/>
                <w:lang w:bidi="fa-IR"/>
              </w:rPr>
              <w:t>واَعظم عليّه دورهم ظلّت خليّة ابطيبه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E9BDA8D" w14:textId="77777777" w:rsidR="00EE7C84" w:rsidRDefault="00EE7C84" w:rsidP="00883A46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83A46" w14:paraId="3F654A26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5C1C02A7" w14:textId="77777777" w:rsidR="00883A46" w:rsidRDefault="00883A46" w:rsidP="00883A46">
            <w:pPr>
              <w:pStyle w:val="libPoem"/>
            </w:pPr>
            <w:r>
              <w:rPr>
                <w:rtl/>
                <w:lang w:bidi="fa-IR"/>
              </w:rPr>
              <w:t>سافرعسى الله يعوده سافرعسى الله ايعوده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99E99AF" w14:textId="77777777" w:rsidR="00883A46" w:rsidRDefault="00883A4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47AA053" w14:textId="77777777" w:rsidR="00883A46" w:rsidRDefault="00883A46" w:rsidP="00C25BB6">
            <w:pPr>
              <w:pStyle w:val="libPoem"/>
            </w:pPr>
            <w:r>
              <w:rPr>
                <w:rtl/>
                <w:lang w:bidi="fa-IR"/>
              </w:rPr>
              <w:t>اُوظلت خليّة داره سافر عسى الله ايعوده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BDA5DE9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5075" w:type="pct"/>
        <w:tblInd w:w="-153" w:type="dxa"/>
        <w:tblLook w:val="01E0" w:firstRow="1" w:lastRow="1" w:firstColumn="1" w:lastColumn="1" w:noHBand="0" w:noVBand="0"/>
      </w:tblPr>
      <w:tblGrid>
        <w:gridCol w:w="4499"/>
        <w:gridCol w:w="303"/>
        <w:gridCol w:w="4287"/>
      </w:tblGrid>
      <w:tr w:rsidR="00764675" w14:paraId="5EF769C9" w14:textId="77777777" w:rsidTr="00F01E55">
        <w:trPr>
          <w:trHeight w:val="350"/>
        </w:trPr>
        <w:tc>
          <w:tcPr>
            <w:tcW w:w="4500" w:type="dxa"/>
            <w:shd w:val="clear" w:color="auto" w:fill="auto"/>
          </w:tcPr>
          <w:p w14:paraId="73517FC5" w14:textId="77777777" w:rsidR="00764675" w:rsidRDefault="00764675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ظّليت اعاتب دهري ولا يفيد اعتابي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3" w:type="dxa"/>
            <w:shd w:val="clear" w:color="auto" w:fill="auto"/>
          </w:tcPr>
          <w:p w14:paraId="189F9763" w14:textId="77777777" w:rsidR="00764675" w:rsidRDefault="00764675" w:rsidP="00C25BB6">
            <w:pPr>
              <w:pStyle w:val="libPoem"/>
              <w:rPr>
                <w:rtl/>
              </w:rPr>
            </w:pPr>
          </w:p>
        </w:tc>
        <w:tc>
          <w:tcPr>
            <w:tcW w:w="4287" w:type="dxa"/>
            <w:shd w:val="clear" w:color="auto" w:fill="auto"/>
          </w:tcPr>
          <w:p w14:paraId="3D7F7D51" w14:textId="77777777" w:rsidR="00764675" w:rsidRDefault="00764675" w:rsidP="00C25BB6">
            <w:pPr>
              <w:pStyle w:val="libPoem"/>
            </w:pPr>
            <w:r>
              <w:rPr>
                <w:rtl/>
                <w:lang w:bidi="fa-IR"/>
              </w:rPr>
              <w:t>جار الزمان اُوفرق بيني اُوبين احبابي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4675" w14:paraId="347BB2A2" w14:textId="77777777" w:rsidTr="00F01E55">
        <w:trPr>
          <w:trHeight w:val="350"/>
        </w:trPr>
        <w:tc>
          <w:tcPr>
            <w:tcW w:w="4500" w:type="dxa"/>
          </w:tcPr>
          <w:p w14:paraId="54A22A4C" w14:textId="77777777" w:rsidR="00764675" w:rsidRDefault="00764675" w:rsidP="00C25BB6">
            <w:pPr>
              <w:pStyle w:val="libPoem"/>
            </w:pPr>
            <w:r>
              <w:rPr>
                <w:rtl/>
                <w:lang w:bidi="fa-IR"/>
              </w:rPr>
              <w:t>وابقيت اَنا في داري والنوح شغلي اودابي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3" w:type="dxa"/>
          </w:tcPr>
          <w:p w14:paraId="6C3D7D20" w14:textId="77777777" w:rsidR="00764675" w:rsidRDefault="00764675" w:rsidP="00C25BB6">
            <w:pPr>
              <w:pStyle w:val="libPoem"/>
              <w:rPr>
                <w:rtl/>
              </w:rPr>
            </w:pPr>
          </w:p>
        </w:tc>
        <w:tc>
          <w:tcPr>
            <w:tcW w:w="4287" w:type="dxa"/>
          </w:tcPr>
          <w:p w14:paraId="0DF61476" w14:textId="77777777" w:rsidR="00764675" w:rsidRDefault="00764675" w:rsidP="00C25BB6">
            <w:pPr>
              <w:pStyle w:val="libPoem"/>
            </w:pPr>
            <w:r>
              <w:rPr>
                <w:rtl/>
                <w:lang w:bidi="fa-IR"/>
              </w:rPr>
              <w:t>شال ابهله اُوشبانه وارجاله المعدوده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4675" w14:paraId="2F3E7D0F" w14:textId="77777777" w:rsidTr="00F01E55">
        <w:trPr>
          <w:trHeight w:val="350"/>
        </w:trPr>
        <w:tc>
          <w:tcPr>
            <w:tcW w:w="4500" w:type="dxa"/>
          </w:tcPr>
          <w:p w14:paraId="0880BA6F" w14:textId="77777777" w:rsidR="00764675" w:rsidRDefault="00764675" w:rsidP="00C25BB6">
            <w:pPr>
              <w:pStyle w:val="libPoem"/>
            </w:pPr>
            <w:r>
              <w:rPr>
                <w:rtl/>
                <w:lang w:bidi="fa-IR"/>
              </w:rPr>
              <w:t>في هالسفر والشيله كاين يلاقي احمامه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3" w:type="dxa"/>
          </w:tcPr>
          <w:p w14:paraId="4D7CF609" w14:textId="77777777" w:rsidR="00764675" w:rsidRDefault="00764675" w:rsidP="00C25BB6">
            <w:pPr>
              <w:pStyle w:val="libPoem"/>
              <w:rPr>
                <w:rtl/>
              </w:rPr>
            </w:pPr>
          </w:p>
        </w:tc>
        <w:tc>
          <w:tcPr>
            <w:tcW w:w="4287" w:type="dxa"/>
          </w:tcPr>
          <w:p w14:paraId="4DF79C92" w14:textId="77777777" w:rsidR="00764675" w:rsidRDefault="00764675" w:rsidP="00C25BB6">
            <w:pPr>
              <w:pStyle w:val="libPoem"/>
            </w:pPr>
            <w:r>
              <w:rPr>
                <w:rtl/>
                <w:lang w:bidi="fa-IR"/>
              </w:rPr>
              <w:t>اتمنيت انا بالرايه يوم الحرب قدّامه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4675" w14:paraId="5C43D89C" w14:textId="77777777" w:rsidTr="00F01E55">
        <w:trPr>
          <w:trHeight w:val="350"/>
        </w:trPr>
        <w:tc>
          <w:tcPr>
            <w:tcW w:w="4500" w:type="dxa"/>
          </w:tcPr>
          <w:p w14:paraId="0B507122" w14:textId="77777777" w:rsidR="00764675" w:rsidRDefault="00764675" w:rsidP="00C25BB6">
            <w:pPr>
              <w:pStyle w:val="libPoem"/>
            </w:pPr>
            <w:r>
              <w:rPr>
                <w:rtl/>
                <w:lang w:bidi="fa-IR"/>
              </w:rPr>
              <w:t>يوم تشن الغاره اُوكل من يشد احزامه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3" w:type="dxa"/>
          </w:tcPr>
          <w:p w14:paraId="2810E02C" w14:textId="77777777" w:rsidR="00764675" w:rsidRDefault="00764675" w:rsidP="00C25BB6">
            <w:pPr>
              <w:pStyle w:val="libPoem"/>
              <w:rPr>
                <w:rtl/>
              </w:rPr>
            </w:pPr>
          </w:p>
        </w:tc>
        <w:tc>
          <w:tcPr>
            <w:tcW w:w="4287" w:type="dxa"/>
          </w:tcPr>
          <w:p w14:paraId="2A74C204" w14:textId="77777777" w:rsidR="00764675" w:rsidRDefault="00764675" w:rsidP="00C25BB6">
            <w:pPr>
              <w:pStyle w:val="libPoem"/>
            </w:pPr>
            <w:r>
              <w:rPr>
                <w:rtl/>
                <w:lang w:bidi="fa-IR"/>
              </w:rPr>
              <w:t>الله باهي ساعة يوم الحرب واِرعوده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4675" w14:paraId="79BA0415" w14:textId="77777777" w:rsidTr="00F01E55">
        <w:trPr>
          <w:trHeight w:val="350"/>
        </w:trPr>
        <w:tc>
          <w:tcPr>
            <w:tcW w:w="4500" w:type="dxa"/>
          </w:tcPr>
          <w:p w14:paraId="31D9CB9D" w14:textId="77777777" w:rsidR="00764675" w:rsidRDefault="00764675" w:rsidP="00C25BB6">
            <w:pPr>
              <w:pStyle w:val="libPoem"/>
            </w:pPr>
            <w:r>
              <w:rPr>
                <w:rtl/>
                <w:lang w:bidi="fa-IR"/>
              </w:rPr>
              <w:t>الله ياهي نصره ولا حضرنا فيها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3" w:type="dxa"/>
          </w:tcPr>
          <w:p w14:paraId="0B6511F1" w14:textId="77777777" w:rsidR="00764675" w:rsidRDefault="00764675" w:rsidP="00C25BB6">
            <w:pPr>
              <w:pStyle w:val="libPoem"/>
              <w:rPr>
                <w:rtl/>
              </w:rPr>
            </w:pPr>
          </w:p>
        </w:tc>
        <w:tc>
          <w:tcPr>
            <w:tcW w:w="4287" w:type="dxa"/>
          </w:tcPr>
          <w:p w14:paraId="3F6DFE1A" w14:textId="77777777" w:rsidR="00764675" w:rsidRDefault="00764675" w:rsidP="00C25BB6">
            <w:pPr>
              <w:pStyle w:val="libPoem"/>
            </w:pPr>
            <w:r>
              <w:rPr>
                <w:rtl/>
                <w:lang w:bidi="fa-IR"/>
              </w:rPr>
              <w:t>اتمنّيت لنّي حاضر نار الحرب لاوريها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4675" w14:paraId="71753C0A" w14:textId="77777777" w:rsidTr="00F01E5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500" w:type="dxa"/>
          </w:tcPr>
          <w:p w14:paraId="703B9542" w14:textId="77777777" w:rsidR="00764675" w:rsidRDefault="00764675" w:rsidP="00764675">
            <w:pPr>
              <w:pStyle w:val="libPoem"/>
            </w:pPr>
            <w:r>
              <w:rPr>
                <w:rtl/>
                <w:lang w:bidi="fa-IR"/>
              </w:rPr>
              <w:t>وانشر اِجيوش العسكر بيدي ورداطويها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3" w:type="dxa"/>
          </w:tcPr>
          <w:p w14:paraId="38D9FA17" w14:textId="77777777" w:rsidR="00764675" w:rsidRDefault="00764675" w:rsidP="00C25BB6">
            <w:pPr>
              <w:pStyle w:val="libPoem"/>
              <w:rPr>
                <w:rtl/>
              </w:rPr>
            </w:pPr>
          </w:p>
        </w:tc>
        <w:tc>
          <w:tcPr>
            <w:tcW w:w="4287" w:type="dxa"/>
          </w:tcPr>
          <w:p w14:paraId="1D5C1A9A" w14:textId="77777777" w:rsidR="00764675" w:rsidRDefault="00764675" w:rsidP="00C25BB6">
            <w:pPr>
              <w:pStyle w:val="libPoem"/>
            </w:pPr>
            <w:r>
              <w:rPr>
                <w:rtl/>
                <w:lang w:bidi="fa-IR"/>
              </w:rPr>
              <w:t>يا ما تركت اقرومهم فوق الترب ممدوده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4675" w14:paraId="44E67FAD" w14:textId="77777777" w:rsidTr="00F01E5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500" w:type="dxa"/>
          </w:tcPr>
          <w:p w14:paraId="398D5161" w14:textId="77777777" w:rsidR="00764675" w:rsidRDefault="00764675" w:rsidP="00C25BB6">
            <w:pPr>
              <w:pStyle w:val="libPoem"/>
            </w:pPr>
            <w:r>
              <w:rPr>
                <w:rtl/>
                <w:lang w:bidi="fa-IR"/>
              </w:rPr>
              <w:t>إتمنّيت اَنا ويّاهم في دولة معروفه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3" w:type="dxa"/>
          </w:tcPr>
          <w:p w14:paraId="7D77D8EA" w14:textId="77777777" w:rsidR="00764675" w:rsidRDefault="00764675" w:rsidP="00C25BB6">
            <w:pPr>
              <w:pStyle w:val="libPoem"/>
              <w:rPr>
                <w:rtl/>
              </w:rPr>
            </w:pPr>
          </w:p>
        </w:tc>
        <w:tc>
          <w:tcPr>
            <w:tcW w:w="4287" w:type="dxa"/>
          </w:tcPr>
          <w:p w14:paraId="79C991AC" w14:textId="77777777" w:rsidR="00764675" w:rsidRDefault="00764675" w:rsidP="00C25BB6">
            <w:pPr>
              <w:pStyle w:val="libPoem"/>
            </w:pPr>
            <w:r>
              <w:rPr>
                <w:rtl/>
                <w:lang w:bidi="fa-IR"/>
              </w:rPr>
              <w:t>يوم العساكر دارت من شاملها والكوفه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4675" w14:paraId="0ED77CA1" w14:textId="77777777" w:rsidTr="00F01E5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500" w:type="dxa"/>
          </w:tcPr>
          <w:p w14:paraId="59BCE3FE" w14:textId="77777777" w:rsidR="00764675" w:rsidRDefault="00764675" w:rsidP="00C25BB6">
            <w:pPr>
              <w:pStyle w:val="libPoem"/>
            </w:pPr>
            <w:r>
              <w:rPr>
                <w:rtl/>
                <w:lang w:bidi="fa-IR"/>
              </w:rPr>
              <w:t>وانا الحرايب فنّي واَفعالي الموصوفه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3" w:type="dxa"/>
          </w:tcPr>
          <w:p w14:paraId="3E836070" w14:textId="77777777" w:rsidR="00764675" w:rsidRDefault="00764675" w:rsidP="00C25BB6">
            <w:pPr>
              <w:pStyle w:val="libPoem"/>
              <w:rPr>
                <w:rtl/>
              </w:rPr>
            </w:pPr>
          </w:p>
        </w:tc>
        <w:tc>
          <w:tcPr>
            <w:tcW w:w="4287" w:type="dxa"/>
          </w:tcPr>
          <w:p w14:paraId="5117885F" w14:textId="77777777" w:rsidR="00764675" w:rsidRDefault="00764675" w:rsidP="00C25BB6">
            <w:pPr>
              <w:pStyle w:val="libPoem"/>
            </w:pPr>
            <w:r>
              <w:rPr>
                <w:rtl/>
                <w:lang w:bidi="fa-IR"/>
              </w:rPr>
              <w:t>فاز الذي يعضيدي دونك بذل مجهوده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4675" w14:paraId="41EB126E" w14:textId="77777777" w:rsidTr="00F01E5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500" w:type="dxa"/>
          </w:tcPr>
          <w:p w14:paraId="7BD4F757" w14:textId="77777777" w:rsidR="00764675" w:rsidRDefault="00764675" w:rsidP="00764675">
            <w:pPr>
              <w:pStyle w:val="libPoem"/>
            </w:pPr>
            <w:r>
              <w:rPr>
                <w:rtl/>
                <w:lang w:bidi="fa-IR"/>
              </w:rPr>
              <w:t>يمتى يجيني طارش قوم ابعجل يامحمّد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3" w:type="dxa"/>
          </w:tcPr>
          <w:p w14:paraId="3421B00E" w14:textId="77777777" w:rsidR="00764675" w:rsidRDefault="00764675" w:rsidP="00C25BB6">
            <w:pPr>
              <w:pStyle w:val="libPoem"/>
              <w:rPr>
                <w:rtl/>
              </w:rPr>
            </w:pPr>
          </w:p>
        </w:tc>
        <w:tc>
          <w:tcPr>
            <w:tcW w:w="4287" w:type="dxa"/>
          </w:tcPr>
          <w:p w14:paraId="0B6BCED9" w14:textId="77777777" w:rsidR="00764675" w:rsidRDefault="00764675" w:rsidP="00C25BB6">
            <w:pPr>
              <w:pStyle w:val="libPoem"/>
            </w:pPr>
            <w:r>
              <w:rPr>
                <w:rtl/>
                <w:lang w:bidi="fa-IR"/>
              </w:rPr>
              <w:t>وصّل عضيدك سالم سوله ضيافه واعتد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4675" w14:paraId="49EB0B7D" w14:textId="77777777" w:rsidTr="00F01E5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500" w:type="dxa"/>
          </w:tcPr>
          <w:p w14:paraId="722ED741" w14:textId="77777777" w:rsidR="00764675" w:rsidRDefault="00764675" w:rsidP="00C25BB6">
            <w:pPr>
              <w:pStyle w:val="libPoem"/>
            </w:pPr>
            <w:r>
              <w:rPr>
                <w:rtl/>
                <w:lang w:bidi="fa-IR"/>
              </w:rPr>
              <w:t>لفرش الزينة ابطيبة وانشر علم واعيّد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3" w:type="dxa"/>
          </w:tcPr>
          <w:p w14:paraId="0A04DBE4" w14:textId="77777777" w:rsidR="00764675" w:rsidRDefault="00764675" w:rsidP="00C25BB6">
            <w:pPr>
              <w:pStyle w:val="libPoem"/>
              <w:rPr>
                <w:rtl/>
              </w:rPr>
            </w:pPr>
          </w:p>
        </w:tc>
        <w:tc>
          <w:tcPr>
            <w:tcW w:w="4287" w:type="dxa"/>
          </w:tcPr>
          <w:p w14:paraId="7774764B" w14:textId="77777777" w:rsidR="00764675" w:rsidRDefault="00764675" w:rsidP="00C25BB6">
            <w:pPr>
              <w:pStyle w:val="libPoem"/>
            </w:pPr>
            <w:r>
              <w:rPr>
                <w:rtl/>
                <w:lang w:bidi="fa-IR"/>
              </w:rPr>
              <w:t>من هالسفر والشيلة الله علينا ايعوده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4675" w14:paraId="03F66B79" w14:textId="77777777" w:rsidTr="00F01E5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500" w:type="dxa"/>
          </w:tcPr>
          <w:p w14:paraId="59249825" w14:textId="77777777" w:rsidR="00764675" w:rsidRDefault="00764675" w:rsidP="00C25BB6">
            <w:pPr>
              <w:pStyle w:val="libPoem"/>
            </w:pPr>
            <w:r>
              <w:rPr>
                <w:rtl/>
                <w:lang w:bidi="fa-IR"/>
              </w:rPr>
              <w:t>قالوا ليه اتسلا قالهم فلانا سالي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3" w:type="dxa"/>
          </w:tcPr>
          <w:p w14:paraId="6BEDA632" w14:textId="77777777" w:rsidR="00764675" w:rsidRDefault="00764675" w:rsidP="00C25BB6">
            <w:pPr>
              <w:pStyle w:val="libPoem"/>
              <w:rPr>
                <w:rtl/>
              </w:rPr>
            </w:pPr>
          </w:p>
        </w:tc>
        <w:tc>
          <w:tcPr>
            <w:tcW w:w="4287" w:type="dxa"/>
          </w:tcPr>
          <w:p w14:paraId="170DB571" w14:textId="77777777" w:rsidR="00764675" w:rsidRDefault="00764675" w:rsidP="00764675">
            <w:pPr>
              <w:pStyle w:val="libPoem"/>
            </w:pPr>
            <w:r>
              <w:rPr>
                <w:rtl/>
                <w:lang w:bidi="fa-IR"/>
              </w:rPr>
              <w:t>هل كيف انااسلي اعضيدي اُوكيف انااسلي ارجالي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4675" w14:paraId="19800E07" w14:textId="77777777" w:rsidTr="00F01E5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500" w:type="dxa"/>
          </w:tcPr>
          <w:p w14:paraId="1F85B602" w14:textId="77777777" w:rsidR="00764675" w:rsidRDefault="00764675" w:rsidP="00C25BB6">
            <w:pPr>
              <w:pStyle w:val="libPoem"/>
            </w:pPr>
            <w:r>
              <w:rPr>
                <w:rtl/>
                <w:lang w:bidi="fa-IR"/>
              </w:rPr>
              <w:t>واشوف منزل خويه بين المنازل خالي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3" w:type="dxa"/>
          </w:tcPr>
          <w:p w14:paraId="67A43547" w14:textId="77777777" w:rsidR="00764675" w:rsidRDefault="00764675" w:rsidP="00C25BB6">
            <w:pPr>
              <w:pStyle w:val="libPoem"/>
              <w:rPr>
                <w:rtl/>
              </w:rPr>
            </w:pPr>
          </w:p>
        </w:tc>
        <w:tc>
          <w:tcPr>
            <w:tcW w:w="4287" w:type="dxa"/>
          </w:tcPr>
          <w:p w14:paraId="219CDABB" w14:textId="77777777" w:rsidR="00764675" w:rsidRDefault="00764675" w:rsidP="00C25BB6">
            <w:pPr>
              <w:pStyle w:val="libPoem"/>
            </w:pPr>
            <w:r>
              <w:rPr>
                <w:rtl/>
                <w:lang w:bidi="fa-IR"/>
              </w:rPr>
              <w:t>لجله لحن ابداري واعصابتي مشدوده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0A6F111" w14:textId="77777777" w:rsidR="00EE7C84" w:rsidRDefault="00EE7C84" w:rsidP="00764675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975" w:type="pct"/>
        <w:tblInd w:w="-63" w:type="dxa"/>
        <w:tblLook w:val="01E0" w:firstRow="1" w:lastRow="1" w:firstColumn="1" w:lastColumn="1" w:noHBand="0" w:noVBand="0"/>
      </w:tblPr>
      <w:tblGrid>
        <w:gridCol w:w="4500"/>
        <w:gridCol w:w="282"/>
        <w:gridCol w:w="4128"/>
      </w:tblGrid>
      <w:tr w:rsidR="00E44C61" w14:paraId="3C9A7FBB" w14:textId="77777777" w:rsidTr="00F01E55">
        <w:trPr>
          <w:trHeight w:val="350"/>
        </w:trPr>
        <w:tc>
          <w:tcPr>
            <w:tcW w:w="4500" w:type="dxa"/>
            <w:shd w:val="clear" w:color="auto" w:fill="auto"/>
          </w:tcPr>
          <w:p w14:paraId="7F7B00CC" w14:textId="77777777" w:rsidR="00E44C61" w:rsidRDefault="00E44C61" w:rsidP="00C25BB6">
            <w:pPr>
              <w:pStyle w:val="libPoem"/>
            </w:pPr>
            <w:r>
              <w:rPr>
                <w:rtl/>
                <w:lang w:bidi="fa-IR"/>
              </w:rPr>
              <w:t>يا شايلين الراية يا شايلين 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2CDA9A55" w14:textId="77777777" w:rsidR="00E44C61" w:rsidRDefault="00E44C61" w:rsidP="00C25BB6">
            <w:pPr>
              <w:pStyle w:val="libPoem"/>
              <w:rPr>
                <w:rtl/>
              </w:rPr>
            </w:pPr>
          </w:p>
        </w:tc>
        <w:tc>
          <w:tcPr>
            <w:tcW w:w="4128" w:type="dxa"/>
            <w:shd w:val="clear" w:color="auto" w:fill="auto"/>
          </w:tcPr>
          <w:p w14:paraId="595F6B0C" w14:textId="77777777" w:rsidR="00E44C61" w:rsidRDefault="00E44C61" w:rsidP="00C25BB6">
            <w:pPr>
              <w:pStyle w:val="libPoem"/>
            </w:pPr>
            <w:r>
              <w:rPr>
                <w:rtl/>
                <w:lang w:bidi="fa-IR"/>
              </w:rPr>
              <w:t>طرشوا لي واخذوني يا شايلين 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4C61" w14:paraId="6A152878" w14:textId="77777777" w:rsidTr="00F01E55">
        <w:trPr>
          <w:trHeight w:val="350"/>
        </w:trPr>
        <w:tc>
          <w:tcPr>
            <w:tcW w:w="4500" w:type="dxa"/>
          </w:tcPr>
          <w:p w14:paraId="0E22F0A5" w14:textId="77777777" w:rsidR="00E44C61" w:rsidRDefault="00E44C61" w:rsidP="00C25BB6">
            <w:pPr>
              <w:pStyle w:val="libPoem"/>
            </w:pPr>
            <w:r>
              <w:rPr>
                <w:rtl/>
                <w:lang w:bidi="fa-IR"/>
              </w:rPr>
              <w:t>ويش هالجفا يخواني اتروحو وانا اتخلوني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D7696E5" w14:textId="77777777" w:rsidR="00E44C61" w:rsidRDefault="00E44C61" w:rsidP="00C25BB6">
            <w:pPr>
              <w:pStyle w:val="libPoem"/>
              <w:rPr>
                <w:rtl/>
              </w:rPr>
            </w:pPr>
          </w:p>
        </w:tc>
        <w:tc>
          <w:tcPr>
            <w:tcW w:w="4128" w:type="dxa"/>
          </w:tcPr>
          <w:p w14:paraId="7987CECB" w14:textId="77777777" w:rsidR="00E44C61" w:rsidRDefault="00E44C61" w:rsidP="00C25BB6">
            <w:pPr>
              <w:pStyle w:val="libPoem"/>
            </w:pPr>
            <w:r>
              <w:rPr>
                <w:rtl/>
                <w:lang w:bidi="fa-IR"/>
              </w:rPr>
              <w:t>في داركم مستوحش انثر دموع اعيوني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4C61" w14:paraId="7EC631D3" w14:textId="77777777" w:rsidTr="00F01E55">
        <w:trPr>
          <w:trHeight w:val="350"/>
        </w:trPr>
        <w:tc>
          <w:tcPr>
            <w:tcW w:w="4500" w:type="dxa"/>
          </w:tcPr>
          <w:p w14:paraId="48BE84FF" w14:textId="77777777" w:rsidR="00E44C61" w:rsidRDefault="00E44C61" w:rsidP="00C25BB6">
            <w:pPr>
              <w:pStyle w:val="libPoem"/>
            </w:pPr>
            <w:r>
              <w:rPr>
                <w:rtl/>
                <w:lang w:bidi="fa-IR"/>
              </w:rPr>
              <w:t>ما ظنتي يخواني يوم الحرب تنسوني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000F8B6" w14:textId="77777777" w:rsidR="00E44C61" w:rsidRDefault="00E44C61" w:rsidP="00C25BB6">
            <w:pPr>
              <w:pStyle w:val="libPoem"/>
              <w:rPr>
                <w:rtl/>
              </w:rPr>
            </w:pPr>
          </w:p>
        </w:tc>
        <w:tc>
          <w:tcPr>
            <w:tcW w:w="4128" w:type="dxa"/>
          </w:tcPr>
          <w:p w14:paraId="5052424C" w14:textId="77777777" w:rsidR="00E44C61" w:rsidRDefault="00E44C61" w:rsidP="00C25BB6">
            <w:pPr>
              <w:pStyle w:val="libPoem"/>
            </w:pPr>
            <w:r>
              <w:rPr>
                <w:rtl/>
                <w:lang w:bidi="fa-IR"/>
              </w:rPr>
              <w:t>يوم الجمل والبصرة بيدي العلم والرايه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4C61" w14:paraId="4D7E29CD" w14:textId="77777777" w:rsidTr="00F01E55">
        <w:trPr>
          <w:trHeight w:val="350"/>
        </w:trPr>
        <w:tc>
          <w:tcPr>
            <w:tcW w:w="4500" w:type="dxa"/>
          </w:tcPr>
          <w:p w14:paraId="14727227" w14:textId="77777777" w:rsidR="00E44C61" w:rsidRDefault="00E44C61" w:rsidP="00C25BB6">
            <w:pPr>
              <w:pStyle w:val="libPoem"/>
            </w:pPr>
            <w:r>
              <w:rPr>
                <w:rtl/>
                <w:lang w:bidi="fa-IR"/>
              </w:rPr>
              <w:t>لا بارك الله فيها عين رمتني ابنظره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591F772" w14:textId="77777777" w:rsidR="00E44C61" w:rsidRDefault="00E44C61" w:rsidP="00C25BB6">
            <w:pPr>
              <w:pStyle w:val="libPoem"/>
              <w:rPr>
                <w:rtl/>
              </w:rPr>
            </w:pPr>
          </w:p>
        </w:tc>
        <w:tc>
          <w:tcPr>
            <w:tcW w:w="4128" w:type="dxa"/>
          </w:tcPr>
          <w:p w14:paraId="4BCE8982" w14:textId="77777777" w:rsidR="00E44C61" w:rsidRDefault="00E44C61" w:rsidP="00C25BB6">
            <w:pPr>
              <w:pStyle w:val="libPoem"/>
            </w:pPr>
            <w:r>
              <w:rPr>
                <w:rtl/>
                <w:lang w:bidi="fa-IR"/>
              </w:rPr>
              <w:t>مثل الأسد في غابه اُو كالصقر في وكره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4C61" w14:paraId="7357F8EF" w14:textId="77777777" w:rsidTr="00F01E55">
        <w:trPr>
          <w:trHeight w:val="350"/>
        </w:trPr>
        <w:tc>
          <w:tcPr>
            <w:tcW w:w="4500" w:type="dxa"/>
          </w:tcPr>
          <w:p w14:paraId="7C1674B0" w14:textId="77777777" w:rsidR="00E44C61" w:rsidRDefault="00E44C61" w:rsidP="00C25BB6">
            <w:pPr>
              <w:pStyle w:val="libPoem"/>
            </w:pPr>
            <w:r>
              <w:rPr>
                <w:rtl/>
                <w:lang w:bidi="fa-IR"/>
              </w:rPr>
              <w:t>صار البكا من ذابي يوم خطتني النصره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4876E44" w14:textId="77777777" w:rsidR="00E44C61" w:rsidRDefault="00E44C61" w:rsidP="00C25BB6">
            <w:pPr>
              <w:pStyle w:val="libPoem"/>
              <w:rPr>
                <w:rtl/>
              </w:rPr>
            </w:pPr>
          </w:p>
        </w:tc>
        <w:tc>
          <w:tcPr>
            <w:tcW w:w="4128" w:type="dxa"/>
          </w:tcPr>
          <w:p w14:paraId="5A9DD096" w14:textId="77777777" w:rsidR="00E44C61" w:rsidRDefault="00E44C61" w:rsidP="00C25BB6">
            <w:pPr>
              <w:pStyle w:val="libPoem"/>
            </w:pPr>
            <w:r>
              <w:rPr>
                <w:rtl/>
                <w:lang w:bidi="fa-IR"/>
              </w:rPr>
              <w:t>طرشوا الي واخذوني يا شايلين 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0F5DEF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671F2" w14:paraId="4154F33F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4378549F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يا ما طعنت ابرمحي اُوياما ضربت ابسيفي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A5320E3" w14:textId="77777777" w:rsidR="00D671F2" w:rsidRDefault="00D671F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221AF74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اُوكلما تزيد العسكر ايطيب بيها كيفي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71F2" w14:paraId="02D25516" w14:textId="77777777" w:rsidTr="00C25BB6">
        <w:trPr>
          <w:trHeight w:val="350"/>
        </w:trPr>
        <w:tc>
          <w:tcPr>
            <w:tcW w:w="3920" w:type="dxa"/>
          </w:tcPr>
          <w:p w14:paraId="73048642" w14:textId="77777777" w:rsidR="00D671F2" w:rsidRDefault="00D671F2" w:rsidP="00D671F2">
            <w:pPr>
              <w:pStyle w:val="libPoem"/>
            </w:pPr>
            <w:r>
              <w:rPr>
                <w:rtl/>
                <w:lang w:bidi="fa-IR"/>
              </w:rPr>
              <w:t>ماحد كفوا من اقرومهابالحرب ياخذحيفي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9F9208" w14:textId="77777777" w:rsidR="00D671F2" w:rsidRDefault="00D671F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B200B7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ياما حملت ابرايه اُوفرت امني 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71F2" w14:paraId="48C2E9A2" w14:textId="77777777" w:rsidTr="00C25BB6">
        <w:trPr>
          <w:trHeight w:val="350"/>
        </w:trPr>
        <w:tc>
          <w:tcPr>
            <w:tcW w:w="3920" w:type="dxa"/>
          </w:tcPr>
          <w:p w14:paraId="5A16CFFC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ياما علم نكسته اُوياما علم حطيته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35C9B8" w14:textId="77777777" w:rsidR="00D671F2" w:rsidRDefault="00D671F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887A27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اُوياما شجاع ابدمه يوم الحرب حنيته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71F2" w14:paraId="50B03CE1" w14:textId="77777777" w:rsidTr="00C25BB6">
        <w:trPr>
          <w:trHeight w:val="350"/>
        </w:trPr>
        <w:tc>
          <w:tcPr>
            <w:tcW w:w="3920" w:type="dxa"/>
          </w:tcPr>
          <w:p w14:paraId="7889BFEC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اوياما هزبر ضاري فوق الترب ذبّيته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94A9EF" w14:textId="77777777" w:rsidR="00D671F2" w:rsidRDefault="00D671F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48108F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لو مَن حملت ابرايه فرّت قبلها 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71F2" w14:paraId="7F8310AB" w14:textId="77777777" w:rsidTr="00C25BB6">
        <w:trPr>
          <w:trHeight w:val="350"/>
        </w:trPr>
        <w:tc>
          <w:tcPr>
            <w:tcW w:w="3920" w:type="dxa"/>
          </w:tcPr>
          <w:p w14:paraId="141C5231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لو مَن حملت ابفرقه قالو لفاها احمامها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89DC19" w14:textId="77777777" w:rsidR="00D671F2" w:rsidRDefault="00D671F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CD6AB2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في وين ما تتوجه اتشوفني قدّامها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71F2" w14:paraId="1C1C4421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2236070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ماهي خفيّه احروبي ابكوفانها وابشامها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378D52" w14:textId="77777777" w:rsidR="00D671F2" w:rsidRDefault="00D671F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353418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كُل من يقول محمّد بيده العلم والرايه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71F2" w14:paraId="119FBBEC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36E7471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واليوم اظل ابداري مثل الصقر في وكره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75CD58" w14:textId="77777777" w:rsidR="00D671F2" w:rsidRDefault="00D671F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538EF3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متكسره جنحانه يجلب لنفسه الحسره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71F2" w14:paraId="0824697D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7F916B0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ماهو كفو ايشابهني في ونتى والزفره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E8427D" w14:textId="77777777" w:rsidR="00D671F2" w:rsidRDefault="00D671F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4BAC79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ابكى اسبوع عني شالوا العلم والرايه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71F2" w14:paraId="7FD24081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7EF977B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ما واعدوني ابجيّه يا ليتهم وعدوني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9336EE" w14:textId="77777777" w:rsidR="00D671F2" w:rsidRDefault="00D671F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AF1C01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حتّى اترجى ارجوعهم واقول اَهلي ايجوني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71F2" w14:paraId="7DBDB809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0019584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حاشى انا اسليهم اُو حاشى هلي يسلوني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D1BE26" w14:textId="77777777" w:rsidR="00D671F2" w:rsidRDefault="00D671F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787F6F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الله ايعود اخواني واتعود ذيك 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24A34FE" w14:textId="77777777" w:rsidR="00EE7C84" w:rsidRDefault="00EE7C84" w:rsidP="00D671F2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671F2" w14:paraId="38D4F61F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23DFDAB4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بيت النبوّة خالي بيت النبوّة خالي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DD5EA8E" w14:textId="77777777" w:rsidR="00D671F2" w:rsidRDefault="00D671F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2942825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بعدك يسبط الهادي بيت النبوّة خالي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71F2" w14:paraId="5011944C" w14:textId="77777777" w:rsidTr="00C25BB6">
        <w:trPr>
          <w:trHeight w:val="350"/>
        </w:trPr>
        <w:tc>
          <w:tcPr>
            <w:tcW w:w="3920" w:type="dxa"/>
          </w:tcPr>
          <w:p w14:paraId="5CF2E5A4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عنا اخذت العزوه اُوعنا اخذت الدوله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60B15F" w14:textId="77777777" w:rsidR="00D671F2" w:rsidRDefault="00D671F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817FD3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واتغلق باب كانوا لوفود توقف حوله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71F2" w14:paraId="16B32F25" w14:textId="77777777" w:rsidTr="00C25BB6">
        <w:trPr>
          <w:trHeight w:val="350"/>
        </w:trPr>
        <w:tc>
          <w:tcPr>
            <w:tcW w:w="3920" w:type="dxa"/>
          </w:tcPr>
          <w:p w14:paraId="4D730EDC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والعز قوّض من طلع سبط النّبي واشبوله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0DF34D" w14:textId="77777777" w:rsidR="00D671F2" w:rsidRDefault="00D671F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3BA198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بعدك ينور اعيوني قلبي فلا هو سالي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71F2" w14:paraId="5599C205" w14:textId="77777777" w:rsidTr="00C25BB6">
        <w:trPr>
          <w:trHeight w:val="350"/>
        </w:trPr>
        <w:tc>
          <w:tcPr>
            <w:tcW w:w="3920" w:type="dxa"/>
          </w:tcPr>
          <w:p w14:paraId="732459B5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يحسين ما تخبرني لا اي بلد مقصودك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926898" w14:textId="77777777" w:rsidR="00D671F2" w:rsidRDefault="00D671F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C3622B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ويّاك خذ لك دولة من عزوتك وجنودك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71F2" w14:paraId="28DD3093" w14:textId="77777777" w:rsidTr="00C25BB6">
        <w:trPr>
          <w:trHeight w:val="350"/>
        </w:trPr>
        <w:tc>
          <w:tcPr>
            <w:tcW w:w="3920" w:type="dxa"/>
          </w:tcPr>
          <w:p w14:paraId="06B50EB7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في اي بلده نازل يابو علي وانعودك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022E3C" w14:textId="77777777" w:rsidR="00D671F2" w:rsidRDefault="00D671F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B4B6FF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يحسين هذا المنبر ينعى ابصوت 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71F2" w14:paraId="3071E4A2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89D4C5F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اقصد يخويه مكّة اُوخلِّ الحرم في طيبه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87B19A" w14:textId="77777777" w:rsidR="00D671F2" w:rsidRDefault="00D671F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B539A9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يحسين لا توحشنا من هالسفر بالغيبه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71F2" w14:paraId="58EF117D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C5CE555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ياهي علينا فجعه اُوياهي علينا امصيبه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D6B67C" w14:textId="77777777" w:rsidR="00D671F2" w:rsidRDefault="00D671F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238D42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كلما رأيت المنبر منك يخويه خالي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71F2" w14:paraId="7651B5E4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67ED3A1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يحسين لا توحشنا اُوتوحش جميع الشيعه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89C4EB" w14:textId="77777777" w:rsidR="00D671F2" w:rsidRDefault="00D671F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5447C3" w14:textId="77777777" w:rsidR="00D671F2" w:rsidRDefault="00D671F2" w:rsidP="00C25BB6">
            <w:pPr>
              <w:pStyle w:val="libPoem"/>
            </w:pPr>
            <w:r>
              <w:rPr>
                <w:rtl/>
                <w:lang w:bidi="fa-IR"/>
              </w:rPr>
              <w:t>تدري ابأهل الكوفة تنكت يخويه البيعه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7BBD28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732" w:type="pct"/>
        <w:tblInd w:w="111" w:type="dxa"/>
        <w:tblLook w:val="01E0" w:firstRow="1" w:lastRow="1" w:firstColumn="1" w:lastColumn="1" w:noHBand="0" w:noVBand="0"/>
      </w:tblPr>
      <w:tblGrid>
        <w:gridCol w:w="4257"/>
        <w:gridCol w:w="304"/>
        <w:gridCol w:w="3914"/>
      </w:tblGrid>
      <w:tr w:rsidR="009F5F02" w14:paraId="289D5E06" w14:textId="77777777" w:rsidTr="009733C9">
        <w:trPr>
          <w:trHeight w:val="350"/>
        </w:trPr>
        <w:tc>
          <w:tcPr>
            <w:tcW w:w="3808" w:type="dxa"/>
            <w:shd w:val="clear" w:color="auto" w:fill="auto"/>
          </w:tcPr>
          <w:p w14:paraId="3B89838D" w14:textId="77777777" w:rsidR="009F5F02" w:rsidRDefault="009F5F02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مالي صبر فرقاكم نفسي فلا هي امطيعه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25889CA1" w14:textId="77777777" w:rsidR="009F5F02" w:rsidRDefault="009F5F02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14:paraId="04ED8F41" w14:textId="77777777" w:rsidR="009F5F02" w:rsidRDefault="009F5F02" w:rsidP="00C25BB6">
            <w:pPr>
              <w:pStyle w:val="libPoem"/>
            </w:pPr>
            <w:r>
              <w:rPr>
                <w:rtl/>
                <w:lang w:bidi="fa-IR"/>
              </w:rPr>
              <w:t>دهري رماني ابغدره وانهدم سوري العالي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F02" w14:paraId="39942196" w14:textId="77777777" w:rsidTr="009733C9">
        <w:trPr>
          <w:trHeight w:val="350"/>
        </w:trPr>
        <w:tc>
          <w:tcPr>
            <w:tcW w:w="3808" w:type="dxa"/>
          </w:tcPr>
          <w:p w14:paraId="382CC281" w14:textId="77777777" w:rsidR="009F5F02" w:rsidRDefault="009F5F02" w:rsidP="00C25BB6">
            <w:pPr>
              <w:pStyle w:val="libPoem"/>
            </w:pPr>
            <w:r>
              <w:rPr>
                <w:rtl/>
                <w:lang w:bidi="fa-IR"/>
              </w:rPr>
              <w:t>اُو عند الضحيّة قولوا في وين باتعيدونه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82E9CCA" w14:textId="77777777" w:rsidR="009F5F02" w:rsidRDefault="009F5F02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F41C7A1" w14:textId="77777777" w:rsidR="009F5F02" w:rsidRDefault="009733C9" w:rsidP="00C25BB6">
            <w:pPr>
              <w:pStyle w:val="libPoem"/>
            </w:pPr>
            <w:r>
              <w:rPr>
                <w:rtl/>
                <w:lang w:bidi="fa-IR"/>
              </w:rPr>
              <w:t>منهو على منبركم يخطب لنا اتخلونه</w:t>
            </w:r>
            <w:r w:rsidR="009F5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F02" w14:paraId="25148045" w14:textId="77777777" w:rsidTr="009733C9">
        <w:trPr>
          <w:trHeight w:val="350"/>
        </w:trPr>
        <w:tc>
          <w:tcPr>
            <w:tcW w:w="3808" w:type="dxa"/>
          </w:tcPr>
          <w:p w14:paraId="02D956E1" w14:textId="77777777" w:rsidR="009F5F02" w:rsidRDefault="009733C9" w:rsidP="00C25BB6">
            <w:pPr>
              <w:pStyle w:val="libPoem"/>
            </w:pPr>
            <w:r>
              <w:rPr>
                <w:rtl/>
                <w:lang w:bidi="fa-IR"/>
              </w:rPr>
              <w:t>السجّاد خله يخطب يحسين لا توحشونا</w:t>
            </w:r>
            <w:r w:rsidR="009F5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6E6B1FB" w14:textId="77777777" w:rsidR="009F5F02" w:rsidRDefault="009F5F02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B46C586" w14:textId="77777777" w:rsidR="009F5F02" w:rsidRDefault="009733C9" w:rsidP="00C25BB6">
            <w:pPr>
              <w:pStyle w:val="libPoem"/>
            </w:pPr>
            <w:r>
              <w:rPr>
                <w:rtl/>
                <w:lang w:bidi="fa-IR"/>
              </w:rPr>
              <w:t>هذي الرعيّة ضاعت يحسين مالها والي</w:t>
            </w:r>
            <w:r w:rsidR="009F5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F02" w14:paraId="12C756F9" w14:textId="77777777" w:rsidTr="009733C9">
        <w:trPr>
          <w:trHeight w:val="350"/>
        </w:trPr>
        <w:tc>
          <w:tcPr>
            <w:tcW w:w="3808" w:type="dxa"/>
          </w:tcPr>
          <w:p w14:paraId="1E89A1B3" w14:textId="77777777" w:rsidR="009F5F02" w:rsidRDefault="009733C9" w:rsidP="00C25BB6">
            <w:pPr>
              <w:pStyle w:val="libPoem"/>
            </w:pPr>
            <w:r>
              <w:rPr>
                <w:rtl/>
                <w:lang w:bidi="fa-IR"/>
              </w:rPr>
              <w:t>يحسين ماله معنى شيل الحرم ويّاكم</w:t>
            </w:r>
            <w:r w:rsidR="009F5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10D0035" w14:textId="77777777" w:rsidR="009F5F02" w:rsidRDefault="009F5F02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ACDC33B" w14:textId="77777777" w:rsidR="009F5F02" w:rsidRDefault="009733C9" w:rsidP="00C25BB6">
            <w:pPr>
              <w:pStyle w:val="libPoem"/>
            </w:pPr>
            <w:r>
              <w:rPr>
                <w:rtl/>
                <w:lang w:bidi="fa-IR"/>
              </w:rPr>
              <w:t>خل الحرم في طيبة من هالسفر تتناكم</w:t>
            </w:r>
            <w:r w:rsidR="009F5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F02" w14:paraId="6F652932" w14:textId="77777777" w:rsidTr="009733C9">
        <w:trPr>
          <w:trHeight w:val="350"/>
        </w:trPr>
        <w:tc>
          <w:tcPr>
            <w:tcW w:w="3808" w:type="dxa"/>
          </w:tcPr>
          <w:p w14:paraId="04604C34" w14:textId="77777777" w:rsidR="009F5F02" w:rsidRDefault="009733C9" w:rsidP="009733C9">
            <w:pPr>
              <w:pStyle w:val="libPoem"/>
            </w:pPr>
            <w:r>
              <w:rPr>
                <w:rtl/>
                <w:lang w:bidi="fa-IR"/>
              </w:rPr>
              <w:t>ياراكب على ميموني اتمنيت روحي فداكم</w:t>
            </w:r>
            <w:r w:rsidR="009F5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D580DC6" w14:textId="77777777" w:rsidR="009F5F02" w:rsidRDefault="009F5F02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6156F8C" w14:textId="77777777" w:rsidR="009F5F02" w:rsidRDefault="009733C9" w:rsidP="00C25BB6">
            <w:pPr>
              <w:pStyle w:val="libPoem"/>
            </w:pPr>
            <w:r>
              <w:rPr>
                <w:rtl/>
                <w:lang w:bidi="fa-IR"/>
              </w:rPr>
              <w:t>طرش اليه طارش يحسين وارحم حالي</w:t>
            </w:r>
            <w:r w:rsidR="009F5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F02" w14:paraId="3DE063FF" w14:textId="77777777" w:rsidTr="009733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08" w:type="dxa"/>
          </w:tcPr>
          <w:p w14:paraId="16EA4D1E" w14:textId="77777777" w:rsidR="009F5F02" w:rsidRDefault="009733C9" w:rsidP="00C25BB6">
            <w:pPr>
              <w:pStyle w:val="libPoem"/>
            </w:pPr>
            <w:r>
              <w:rPr>
                <w:rtl/>
                <w:lang w:bidi="fa-IR"/>
              </w:rPr>
              <w:t>شيل العلم تدري بي يحسين ماخشى احموله</w:t>
            </w:r>
            <w:r w:rsidR="009F5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59D2562" w14:textId="77777777" w:rsidR="009F5F02" w:rsidRDefault="009F5F02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8AFDDE4" w14:textId="77777777" w:rsidR="009F5F02" w:rsidRDefault="009733C9" w:rsidP="00C25BB6">
            <w:pPr>
              <w:pStyle w:val="libPoem"/>
            </w:pPr>
            <w:r>
              <w:rPr>
                <w:rtl/>
                <w:lang w:bidi="fa-IR"/>
              </w:rPr>
              <w:t>والسيف انا باشيله يوم الحرب والصوله</w:t>
            </w:r>
            <w:r w:rsidR="009F5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5F02" w14:paraId="2DCE3844" w14:textId="77777777" w:rsidTr="009733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08" w:type="dxa"/>
          </w:tcPr>
          <w:p w14:paraId="64690440" w14:textId="77777777" w:rsidR="009F5F02" w:rsidRDefault="009733C9" w:rsidP="00C25BB6">
            <w:pPr>
              <w:pStyle w:val="libPoem"/>
            </w:pPr>
            <w:r>
              <w:rPr>
                <w:rtl/>
                <w:lang w:bidi="fa-IR"/>
              </w:rPr>
              <w:t>وانا الذي بحروبي زلزله اُولي جوله</w:t>
            </w:r>
            <w:r w:rsidR="009F5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BD50A8E" w14:textId="77777777" w:rsidR="009F5F02" w:rsidRDefault="009F5F02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702B45E" w14:textId="77777777" w:rsidR="009F5F02" w:rsidRDefault="009733C9" w:rsidP="00C25BB6">
            <w:pPr>
              <w:pStyle w:val="libPoem"/>
            </w:pPr>
            <w:r>
              <w:rPr>
                <w:rtl/>
                <w:lang w:bidi="fa-IR"/>
              </w:rPr>
              <w:t>وحشه عليّه الدنيا بعدك يسوري العالي</w:t>
            </w:r>
            <w:r w:rsidR="009F5F0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B51526E" w14:textId="77777777" w:rsidR="00EE7C84" w:rsidRDefault="00EE7C84" w:rsidP="009F5F02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A2722" w14:paraId="7A36CED7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59D43BF9" w14:textId="77777777" w:rsidR="00CA2722" w:rsidRDefault="00CA2722" w:rsidP="00C25BB6">
            <w:pPr>
              <w:pStyle w:val="libPoem"/>
            </w:pPr>
            <w:r>
              <w:rPr>
                <w:rtl/>
                <w:lang w:bidi="fa-IR"/>
              </w:rPr>
              <w:t>أضحت حزينة بيضة الإسلام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E0D9C85" w14:textId="77777777" w:rsidR="00CA2722" w:rsidRDefault="00CA272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B3A64B9" w14:textId="77777777" w:rsidR="00CA2722" w:rsidRDefault="00CA2722" w:rsidP="00C25BB6">
            <w:pPr>
              <w:pStyle w:val="libPoem"/>
            </w:pPr>
            <w:r>
              <w:rPr>
                <w:rtl/>
                <w:lang w:bidi="fa-IR"/>
              </w:rPr>
              <w:t>هذي الشيلة واللقى يابن النّبي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2722" w14:paraId="16F37134" w14:textId="77777777" w:rsidTr="00C25BB6">
        <w:trPr>
          <w:trHeight w:val="350"/>
        </w:trPr>
        <w:tc>
          <w:tcPr>
            <w:tcW w:w="3920" w:type="dxa"/>
          </w:tcPr>
          <w:p w14:paraId="23AA12CE" w14:textId="77777777" w:rsidR="00CA2722" w:rsidRDefault="00CA2722" w:rsidP="00C25BB6">
            <w:pPr>
              <w:pStyle w:val="libPoem"/>
            </w:pPr>
            <w:r>
              <w:rPr>
                <w:rtl/>
                <w:lang w:bidi="fa-IR"/>
              </w:rPr>
              <w:t>من ضجّة النسوان كادت طيبة اتمور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A036B0" w14:textId="77777777" w:rsidR="00CA2722" w:rsidRDefault="00CA272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5ECD35" w14:textId="77777777" w:rsidR="00CA2722" w:rsidRDefault="00CA2722" w:rsidP="00C25BB6">
            <w:pPr>
              <w:pStyle w:val="libPoem"/>
            </w:pPr>
            <w:r>
              <w:rPr>
                <w:rtl/>
                <w:lang w:bidi="fa-IR"/>
              </w:rPr>
              <w:t>صارت صوايحهم تشابه نفخة الصور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2722" w14:paraId="25DB52A2" w14:textId="77777777" w:rsidTr="00C25BB6">
        <w:trPr>
          <w:trHeight w:val="350"/>
        </w:trPr>
        <w:tc>
          <w:tcPr>
            <w:tcW w:w="3920" w:type="dxa"/>
          </w:tcPr>
          <w:p w14:paraId="144A909D" w14:textId="77777777" w:rsidR="00CA2722" w:rsidRDefault="00CA2722" w:rsidP="00C25BB6">
            <w:pPr>
              <w:pStyle w:val="libPoem"/>
            </w:pPr>
            <w:r>
              <w:rPr>
                <w:rtl/>
                <w:lang w:bidi="fa-IR"/>
              </w:rPr>
              <w:t>كلا ولا ظلّت مصونة وسط لخدور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9A9DC5" w14:textId="77777777" w:rsidR="00CA2722" w:rsidRDefault="00CA272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A35406" w14:textId="77777777" w:rsidR="00CA2722" w:rsidRDefault="00CA2722" w:rsidP="00C25BB6">
            <w:pPr>
              <w:pStyle w:val="libPoem"/>
            </w:pPr>
            <w:r>
              <w:rPr>
                <w:rtl/>
                <w:lang w:bidi="fa-IR"/>
              </w:rPr>
              <w:t>الا اُو طلعت والدمع يجري من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2722" w14:paraId="4858E6BC" w14:textId="77777777" w:rsidTr="00C25BB6">
        <w:trPr>
          <w:trHeight w:val="350"/>
        </w:trPr>
        <w:tc>
          <w:tcPr>
            <w:tcW w:w="3920" w:type="dxa"/>
          </w:tcPr>
          <w:p w14:paraId="69FDCC44" w14:textId="77777777" w:rsidR="00CA2722" w:rsidRDefault="00CA2722" w:rsidP="00C25BB6">
            <w:pPr>
              <w:pStyle w:val="libPoem"/>
            </w:pPr>
            <w:r>
              <w:rPr>
                <w:rtl/>
                <w:lang w:bidi="fa-IR"/>
              </w:rPr>
              <w:t>اُوجاله أخوه محمّد المندوب في الحرب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924E7B" w14:textId="77777777" w:rsidR="00CA2722" w:rsidRDefault="00CA272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D98F3D" w14:textId="77777777" w:rsidR="00CA2722" w:rsidRDefault="00CA2722" w:rsidP="00C25BB6">
            <w:pPr>
              <w:pStyle w:val="libPoem"/>
            </w:pPr>
            <w:r>
              <w:rPr>
                <w:rtl/>
                <w:lang w:bidi="fa-IR"/>
              </w:rPr>
              <w:t>واظلم على افراقه ابعينه الشرق والغرب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2722" w14:paraId="0DD4CE26" w14:textId="77777777" w:rsidTr="00C25BB6">
        <w:trPr>
          <w:trHeight w:val="350"/>
        </w:trPr>
        <w:tc>
          <w:tcPr>
            <w:tcW w:w="3920" w:type="dxa"/>
          </w:tcPr>
          <w:p w14:paraId="15989064" w14:textId="77777777" w:rsidR="00CA2722" w:rsidRDefault="00CA2722" w:rsidP="00C25BB6">
            <w:pPr>
              <w:pStyle w:val="libPoem"/>
            </w:pPr>
            <w:r>
              <w:rPr>
                <w:rtl/>
                <w:lang w:bidi="fa-IR"/>
              </w:rPr>
              <w:t>إلى وين هالمسرا بين كشافة الكرب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E81ADB" w14:textId="77777777" w:rsidR="00CA2722" w:rsidRDefault="00CA272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5B04D3" w14:textId="77777777" w:rsidR="00CA2722" w:rsidRDefault="00CA2722" w:rsidP="00C25BB6">
            <w:pPr>
              <w:pStyle w:val="libPoem"/>
            </w:pPr>
            <w:r>
              <w:rPr>
                <w:rtl/>
                <w:lang w:bidi="fa-IR"/>
              </w:rPr>
              <w:t>تمضي اُو تتركنا عقب عينك حزينين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2722" w14:paraId="389B5B1F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7F543D3" w14:textId="77777777" w:rsidR="00CA2722" w:rsidRDefault="00CA2722" w:rsidP="00C25BB6">
            <w:pPr>
              <w:pStyle w:val="libPoem"/>
            </w:pPr>
            <w:r>
              <w:rPr>
                <w:rtl/>
                <w:lang w:bidi="fa-IR"/>
              </w:rPr>
              <w:t>يحسين خبرنا متى ارجوعك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37BC15" w14:textId="77777777" w:rsidR="00CA2722" w:rsidRDefault="00CA272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3767F2" w14:textId="77777777" w:rsidR="00CA2722" w:rsidRDefault="00CA2722" w:rsidP="00C25BB6">
            <w:pPr>
              <w:pStyle w:val="libPoem"/>
            </w:pPr>
            <w:r>
              <w:rPr>
                <w:rtl/>
                <w:lang w:bidi="fa-IR"/>
              </w:rPr>
              <w:t>باتروح اُو باتخلي المنابر في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2722" w14:paraId="3754438C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B03948C" w14:textId="77777777" w:rsidR="00CA2722" w:rsidRDefault="00CA2722" w:rsidP="00C25BB6">
            <w:pPr>
              <w:pStyle w:val="libPoem"/>
            </w:pPr>
            <w:r>
              <w:rPr>
                <w:rtl/>
                <w:lang w:bidi="fa-IR"/>
              </w:rPr>
              <w:t>بعدك يخويّه اقلوبنا تغدي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3668200" w14:textId="77777777" w:rsidR="00CA2722" w:rsidRDefault="00CA272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95E3E2" w14:textId="77777777" w:rsidR="00CA2722" w:rsidRDefault="00CA2722" w:rsidP="00C25BB6">
            <w:pPr>
              <w:pStyle w:val="libPoem"/>
            </w:pPr>
            <w:r>
              <w:rPr>
                <w:rtl/>
                <w:lang w:bidi="fa-IR"/>
              </w:rPr>
              <w:t>هذي الشيله واللقى يابن النّبي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2722" w14:paraId="3858F2ED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6B021A9" w14:textId="77777777" w:rsidR="00CA2722" w:rsidRDefault="00CA2722" w:rsidP="00C25BB6">
            <w:pPr>
              <w:pStyle w:val="libPoem"/>
            </w:pPr>
            <w:r>
              <w:rPr>
                <w:rtl/>
                <w:lang w:bidi="fa-IR"/>
              </w:rPr>
              <w:t>نادى على اعضيده ابدمعات سكيبه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081508" w14:textId="77777777" w:rsidR="00CA2722" w:rsidRDefault="00CA272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1B9612" w14:textId="77777777" w:rsidR="00CA2722" w:rsidRDefault="00CA2722" w:rsidP="00C25BB6">
            <w:pPr>
              <w:pStyle w:val="libPoem"/>
            </w:pPr>
            <w:r>
              <w:rPr>
                <w:rtl/>
                <w:lang w:bidi="fa-IR"/>
              </w:rPr>
              <w:t>انته الخليفه يا اخي بعدي ابطيبه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2722" w14:paraId="6E2B7C64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76C4564" w14:textId="77777777" w:rsidR="00CA2722" w:rsidRDefault="00CA2722" w:rsidP="00C25BB6">
            <w:pPr>
              <w:pStyle w:val="libPoem"/>
            </w:pPr>
            <w:r>
              <w:rPr>
                <w:rtl/>
                <w:lang w:bidi="fa-IR"/>
              </w:rPr>
              <w:t>وان كان بينا يالاُخو طالت الغيبه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AED842" w14:textId="77777777" w:rsidR="00CA2722" w:rsidRDefault="00CA272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AB2808" w14:textId="77777777" w:rsidR="00CA2722" w:rsidRDefault="00CA2722" w:rsidP="00C25BB6">
            <w:pPr>
              <w:pStyle w:val="libPoem"/>
            </w:pPr>
            <w:r>
              <w:rPr>
                <w:rtl/>
                <w:lang w:bidi="fa-IR"/>
              </w:rPr>
              <w:t>إنصب على اِرجالك عزيّة يا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2722" w14:paraId="7E369698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54FFF18" w14:textId="77777777" w:rsidR="00CA2722" w:rsidRDefault="00CA2722" w:rsidP="00C25BB6">
            <w:pPr>
              <w:pStyle w:val="libPoem"/>
            </w:pPr>
            <w:r>
              <w:rPr>
                <w:rtl/>
                <w:lang w:bidi="fa-IR"/>
              </w:rPr>
              <w:t>ودّع عضيده والدمع بالخد غدران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F9EB73" w14:textId="77777777" w:rsidR="00CA2722" w:rsidRDefault="00CA2722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CA694D" w14:textId="77777777" w:rsidR="00CA2722" w:rsidRDefault="00CA2722" w:rsidP="00C25BB6">
            <w:pPr>
              <w:pStyle w:val="libPoem"/>
            </w:pPr>
            <w:r>
              <w:rPr>
                <w:rtl/>
                <w:lang w:bidi="fa-IR"/>
              </w:rPr>
              <w:t>ودعتك الله يا بقية آل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F3C4D7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3"/>
        <w:gridCol w:w="304"/>
        <w:gridCol w:w="3914"/>
      </w:tblGrid>
      <w:tr w:rsidR="002E7611" w14:paraId="1FCA14C3" w14:textId="77777777" w:rsidTr="002E7611">
        <w:trPr>
          <w:trHeight w:val="350"/>
        </w:trPr>
        <w:tc>
          <w:tcPr>
            <w:tcW w:w="3536" w:type="dxa"/>
            <w:shd w:val="clear" w:color="auto" w:fill="auto"/>
          </w:tcPr>
          <w:p w14:paraId="1773A439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من شيلتك قلبي غدا يشتعل نيران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4A6FCCB6" w14:textId="77777777" w:rsidR="002E7611" w:rsidRDefault="002E7611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14:paraId="3E0D5030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شايل اخوانك يالاخو كلها ولبنين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7611" w14:paraId="5904F38F" w14:textId="77777777" w:rsidTr="002E7611">
        <w:trPr>
          <w:trHeight w:val="350"/>
        </w:trPr>
        <w:tc>
          <w:tcPr>
            <w:tcW w:w="3536" w:type="dxa"/>
          </w:tcPr>
          <w:p w14:paraId="268B2FB8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ودّع عضيده اُوامر ابحث الظعينه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4B26622" w14:textId="77777777" w:rsidR="002E7611" w:rsidRDefault="002E7611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B04FA5A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ما بين ماهم طالعين امن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7611" w14:paraId="4046BBAA" w14:textId="77777777" w:rsidTr="002E7611">
        <w:trPr>
          <w:trHeight w:val="350"/>
        </w:trPr>
        <w:tc>
          <w:tcPr>
            <w:tcW w:w="3536" w:type="dxa"/>
          </w:tcPr>
          <w:p w14:paraId="2E009CE0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إلا ابصيحة فاطم الكبرى الحزينه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88F14BD" w14:textId="77777777" w:rsidR="002E7611" w:rsidRDefault="002E7611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41B8EEB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اتنادي يبويه ريضوا لي ياضيا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7611" w14:paraId="2A94F743" w14:textId="77777777" w:rsidTr="002E7611">
        <w:trPr>
          <w:trHeight w:val="350"/>
        </w:trPr>
        <w:tc>
          <w:tcPr>
            <w:tcW w:w="3536" w:type="dxa"/>
          </w:tcPr>
          <w:p w14:paraId="749A50FB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اِتنادي يبويه اظعونكم لي ريّضوها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F21A06C" w14:textId="77777777" w:rsidR="002E7611" w:rsidRDefault="002E7611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8143729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لجل الحزينة يا رجالي ودعوها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7611" w14:paraId="2F331202" w14:textId="77777777" w:rsidTr="002E7611">
        <w:trPr>
          <w:trHeight w:val="350"/>
        </w:trPr>
        <w:tc>
          <w:tcPr>
            <w:tcW w:w="3536" w:type="dxa"/>
          </w:tcPr>
          <w:p w14:paraId="2FDE973D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بيها اعملوا معروف ويّاكم اخذوها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95CC718" w14:textId="77777777" w:rsidR="002E7611" w:rsidRDefault="002E7611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74EA595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خذني مع ايتامك يبويه والنساوين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7611" w14:paraId="5AD4D454" w14:textId="77777777" w:rsidTr="002E76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5469823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بنتك يبويه فاطمة عبّى صبرها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0476683" w14:textId="77777777" w:rsidR="002E7611" w:rsidRDefault="002E7611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E34635E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امر ابتوقيف الظعينة من نظرها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7611" w14:paraId="14C3335F" w14:textId="77777777" w:rsidTr="002E76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1E289C9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حسرى اُوتصفق فوق هامتها عشرها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ACCB3BE" w14:textId="77777777" w:rsidR="002E7611" w:rsidRDefault="002E7611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A18640D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قلبه انكسر من زود صيحتها ولحنين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7611" w14:paraId="76079E5B" w14:textId="77777777" w:rsidTr="002E76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F9685AD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اتنادي يبويه ابداركم لا تتركوني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C93003B" w14:textId="77777777" w:rsidR="002E7611" w:rsidRDefault="002E7611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E7CD516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بالله عليكم داخله معكم اخذوني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7611" w14:paraId="62213F75" w14:textId="77777777" w:rsidTr="002E76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D530272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وابطول غيبتكم يبويه تحزنوني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4918CC9" w14:textId="77777777" w:rsidR="002E7611" w:rsidRDefault="002E7611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ED2A56E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انا مع عمّي على افراقك حزينين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7611" w14:paraId="0F8924E7" w14:textId="77777777" w:rsidTr="002E76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08C44D2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نادى عليها والدمع بالخد مسفوح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038F38D" w14:textId="77777777" w:rsidR="002E7611" w:rsidRDefault="002E7611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3E411BB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امر قضاه الله قبل واتكتب باللوح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7611" w14:paraId="58B69B5D" w14:textId="77777777" w:rsidTr="002E76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B597009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وانا لاَرض الطفّ ابتعنا وباروح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12BD300" w14:textId="77777777" w:rsidR="002E7611" w:rsidRDefault="002E7611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94A76A7" w14:textId="77777777" w:rsidR="002E7611" w:rsidRDefault="002E7611" w:rsidP="002E7611">
            <w:pPr>
              <w:pStyle w:val="libPoem"/>
            </w:pPr>
            <w:r>
              <w:rPr>
                <w:rtl/>
                <w:lang w:bidi="fa-IR"/>
              </w:rPr>
              <w:t>طول الدهرباسكن ارضها اُو طول لسنين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7611" w14:paraId="30C194C6" w14:textId="77777777" w:rsidTr="002E76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0732F8D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قالت يبن طاها اُو ياسين اُو عمّه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DF41C3A" w14:textId="77777777" w:rsidR="002E7611" w:rsidRDefault="002E7611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8EB950A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خلوا الطفل عندي اِباقبله اُو بشمه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7611" w14:paraId="40B74500" w14:textId="77777777" w:rsidTr="002E76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D75383D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من ريحتك خلّه أبا ضمّه اُو وبلثمه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4FB3A80" w14:textId="77777777" w:rsidR="002E7611" w:rsidRDefault="002E7611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5001F23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من ريحة اعمومي مع اخواني العليِّين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7611" w14:paraId="797EF5A2" w14:textId="77777777" w:rsidTr="002E76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1DEEF2F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قلها يمحزونة الأمر كاين اُو مكتوب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08AC446" w14:textId="77777777" w:rsidR="002E7611" w:rsidRDefault="002E7611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698A858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ردّي أبوك اِمن العدى واليوم مطلوب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7611" w14:paraId="1AECA2BC" w14:textId="77777777" w:rsidTr="002E76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6A23480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قالت على افراقك يبعد اَهلي اباذوب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7C4D4A9" w14:textId="77777777" w:rsidR="002E7611" w:rsidRDefault="002E7611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51F4026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اُوردت تودعهم اُو تذرف مدمع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7611" w14:paraId="7DAAB2EF" w14:textId="77777777" w:rsidTr="002E76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32BD13B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الله ياهي امصيبة عظمى اُو فجيعه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3066A1F" w14:textId="77777777" w:rsidR="002E7611" w:rsidRDefault="002E7611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8220F1D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يوم غدت اتودع البوها اُو رضيعه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7611" w14:paraId="5B2DA1C0" w14:textId="77777777" w:rsidTr="002E76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89F6E24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ظلّت تودّعهم اِباحشاءٍ وجيعه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7512389" w14:textId="77777777" w:rsidR="002E7611" w:rsidRDefault="002E7611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ECD0B0C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إلى دارها ردّت تنادي يا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0A32D27" w14:textId="77777777" w:rsidR="00EE7C84" w:rsidRDefault="00EE7C84" w:rsidP="002E7611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E7611" w14:paraId="06F28FB7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0F07E1F3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بالعيد لا تهنونّي بالعيد لا تهنونّي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C73E445" w14:textId="77777777" w:rsidR="002E7611" w:rsidRDefault="002E761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5090ADD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انا ابهلي مفجوعة بالعيد لا تهنونّي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7611" w14:paraId="23121289" w14:textId="77777777" w:rsidTr="00C25BB6">
        <w:trPr>
          <w:trHeight w:val="350"/>
        </w:trPr>
        <w:tc>
          <w:tcPr>
            <w:tcW w:w="3920" w:type="dxa"/>
          </w:tcPr>
          <w:p w14:paraId="22800146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يا سايلك ياداره وين الذي ايسكنونك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BDB133" w14:textId="77777777" w:rsidR="002E7611" w:rsidRDefault="002E761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43B20A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هذي الركايب تاخت معتادها يلفونك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7611" w14:paraId="3957ECA7" w14:textId="77777777" w:rsidTr="00C25BB6">
        <w:trPr>
          <w:trHeight w:val="350"/>
        </w:trPr>
        <w:tc>
          <w:tcPr>
            <w:tcW w:w="3920" w:type="dxa"/>
          </w:tcPr>
          <w:p w14:paraId="075DD0A3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شالوا هلي وارجالي ماظنتي يأتونك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19BFE7" w14:textId="77777777" w:rsidR="002E7611" w:rsidRDefault="002E761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E3CDB8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ياللي لفيتوا لينا بالعيد لا تهنّوني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7611" w14:paraId="2C5438A1" w14:textId="77777777" w:rsidTr="00C25BB6">
        <w:trPr>
          <w:trHeight w:val="350"/>
        </w:trPr>
        <w:tc>
          <w:tcPr>
            <w:tcW w:w="3920" w:type="dxa"/>
          </w:tcPr>
          <w:p w14:paraId="7D1E9037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انا ابحزن في داري واعصابتي مشدوده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8F8E1C" w14:textId="77777777" w:rsidR="002E7611" w:rsidRDefault="002E761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4B9306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يا ليتني قبل الابوا يسافر انا مفقوده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7611" w14:paraId="1D80E07F" w14:textId="77777777" w:rsidTr="00C25BB6">
        <w:trPr>
          <w:trHeight w:val="350"/>
        </w:trPr>
        <w:tc>
          <w:tcPr>
            <w:tcW w:w="3920" w:type="dxa"/>
          </w:tcPr>
          <w:p w14:paraId="360D3E19" w14:textId="77777777" w:rsidR="002E7611" w:rsidRDefault="002E7611" w:rsidP="002E7611">
            <w:pPr>
              <w:pStyle w:val="libPoem"/>
            </w:pPr>
            <w:r>
              <w:rPr>
                <w:rtl/>
                <w:lang w:bidi="fa-IR"/>
              </w:rPr>
              <w:t>هاللي طلع من داره طلبواعسى الله ايعوده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14151B" w14:textId="77777777" w:rsidR="002E7611" w:rsidRDefault="002E761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7A8659" w14:textId="77777777" w:rsidR="002E7611" w:rsidRDefault="002E7611" w:rsidP="00C25BB6">
            <w:pPr>
              <w:pStyle w:val="libPoem"/>
            </w:pPr>
            <w:r>
              <w:rPr>
                <w:rtl/>
                <w:lang w:bidi="fa-IR"/>
              </w:rPr>
              <w:t>اُوتالي تعالوا داري بالعيد انا هنّوني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4312BA5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51A88" w14:paraId="431C0DD7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1D644C09" w14:textId="77777777" w:rsidR="00051A88" w:rsidRDefault="00051A88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انتو لبستوا الزينة وانا لبست اِسوادى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BC5A8BF" w14:textId="77777777" w:rsidR="00051A88" w:rsidRDefault="00051A88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8E7790F" w14:textId="77777777" w:rsidR="00051A88" w:rsidRDefault="00051A88" w:rsidP="00C25BB6">
            <w:pPr>
              <w:pStyle w:val="libPoem"/>
            </w:pPr>
            <w:r>
              <w:rPr>
                <w:rtl/>
                <w:lang w:bidi="fa-IR"/>
              </w:rPr>
              <w:t>انتو فرح باقلوبكم وانا حزن بافّادي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1A88" w14:paraId="6A76B2E5" w14:textId="77777777" w:rsidTr="00C25BB6">
        <w:trPr>
          <w:trHeight w:val="350"/>
        </w:trPr>
        <w:tc>
          <w:tcPr>
            <w:tcW w:w="3920" w:type="dxa"/>
          </w:tcPr>
          <w:p w14:paraId="264BBF55" w14:textId="77777777" w:rsidR="00051A88" w:rsidRDefault="00051A88" w:rsidP="00C25BB6">
            <w:pPr>
              <w:pStyle w:val="libPoem"/>
            </w:pPr>
            <w:r>
              <w:rPr>
                <w:rtl/>
                <w:lang w:bidi="fa-IR"/>
              </w:rPr>
              <w:t>عيد العظيم الأكبر يوم يرد اِسنادي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F7EBA2" w14:textId="77777777" w:rsidR="00051A88" w:rsidRDefault="00051A88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1771D4" w14:textId="77777777" w:rsidR="00051A88" w:rsidRDefault="00051A88" w:rsidP="00C25BB6">
            <w:pPr>
              <w:pStyle w:val="libPoem"/>
            </w:pPr>
            <w:r>
              <w:rPr>
                <w:rtl/>
                <w:lang w:bidi="fa-IR"/>
              </w:rPr>
              <w:t>اُوتالي تعالوا ليّه بالعيد انا هنّوني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1A88" w14:paraId="2A4ACE2E" w14:textId="77777777" w:rsidTr="00C25BB6">
        <w:trPr>
          <w:trHeight w:val="350"/>
        </w:trPr>
        <w:tc>
          <w:tcPr>
            <w:tcW w:w="3920" w:type="dxa"/>
          </w:tcPr>
          <w:p w14:paraId="66B9F612" w14:textId="77777777" w:rsidR="00051A88" w:rsidRDefault="00051A88" w:rsidP="00C25BB6">
            <w:pPr>
              <w:pStyle w:val="libPoem"/>
            </w:pPr>
            <w:r>
              <w:rPr>
                <w:rtl/>
                <w:lang w:bidi="fa-IR"/>
              </w:rPr>
              <w:t>كل النسا ابولياتها واحنا بلا والينا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220C8D" w14:textId="77777777" w:rsidR="00051A88" w:rsidRDefault="00051A88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4821F0" w14:textId="77777777" w:rsidR="00051A88" w:rsidRDefault="00051A88" w:rsidP="00C25BB6">
            <w:pPr>
              <w:pStyle w:val="libPoem"/>
            </w:pPr>
            <w:r>
              <w:rPr>
                <w:rtl/>
                <w:lang w:bidi="fa-IR"/>
              </w:rPr>
              <w:t>بالعيد مالي فرحه بالعيد مالي 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1A88" w14:paraId="39ED024D" w14:textId="77777777" w:rsidTr="00C25BB6">
        <w:trPr>
          <w:trHeight w:val="350"/>
        </w:trPr>
        <w:tc>
          <w:tcPr>
            <w:tcW w:w="3920" w:type="dxa"/>
          </w:tcPr>
          <w:p w14:paraId="12D473F6" w14:textId="77777777" w:rsidR="00051A88" w:rsidRDefault="00051A88" w:rsidP="00C25BB6">
            <w:pPr>
              <w:pStyle w:val="libPoem"/>
            </w:pPr>
            <w:r>
              <w:rPr>
                <w:rtl/>
                <w:lang w:bidi="fa-IR"/>
              </w:rPr>
              <w:t>عيد الضحيّة اقبل واِحسين عيّد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714F26" w14:textId="77777777" w:rsidR="00051A88" w:rsidRDefault="00051A88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4F65A24" w14:textId="77777777" w:rsidR="00051A88" w:rsidRDefault="00051A88" w:rsidP="00C25BB6">
            <w:pPr>
              <w:pStyle w:val="libPoem"/>
            </w:pPr>
            <w:r>
              <w:rPr>
                <w:rtl/>
                <w:lang w:bidi="fa-IR"/>
              </w:rPr>
              <w:t>شال ابهله وارجاله بالعيد لا تهنّوني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1A88" w14:paraId="5C56B929" w14:textId="77777777" w:rsidTr="00C25BB6">
        <w:trPr>
          <w:trHeight w:val="350"/>
        </w:trPr>
        <w:tc>
          <w:tcPr>
            <w:tcW w:w="3920" w:type="dxa"/>
          </w:tcPr>
          <w:p w14:paraId="547E1B0A" w14:textId="77777777" w:rsidR="00051A88" w:rsidRDefault="00051A88" w:rsidP="00C25BB6">
            <w:pPr>
              <w:pStyle w:val="libPoem"/>
            </w:pPr>
            <w:r>
              <w:rPr>
                <w:rtl/>
                <w:lang w:bidi="fa-IR"/>
              </w:rPr>
              <w:t>منبر أبويه خالي يبكي على خطّابه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E02B06" w14:textId="77777777" w:rsidR="00051A88" w:rsidRDefault="00051A88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DF373C" w14:textId="77777777" w:rsidR="00051A88" w:rsidRDefault="00051A88" w:rsidP="00C25BB6">
            <w:pPr>
              <w:pStyle w:val="libPoem"/>
            </w:pPr>
            <w:r>
              <w:rPr>
                <w:rtl/>
                <w:lang w:bidi="fa-IR"/>
              </w:rPr>
              <w:t>والمدرسة صكّوها يبكي العلم طلابه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1A88" w14:paraId="1237D151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60A34DD" w14:textId="77777777" w:rsidR="00051A88" w:rsidRDefault="00051A88" w:rsidP="00C25BB6">
            <w:pPr>
              <w:pStyle w:val="libPoem"/>
            </w:pPr>
            <w:r>
              <w:rPr>
                <w:rtl/>
                <w:lang w:bidi="fa-IR"/>
              </w:rPr>
              <w:t>واما اخوه محمّد النوح صاير دابه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09AA307" w14:textId="77777777" w:rsidR="00051A88" w:rsidRDefault="00051A88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6D2BD8" w14:textId="77777777" w:rsidR="00051A88" w:rsidRDefault="00051A88" w:rsidP="00C25BB6">
            <w:pPr>
              <w:pStyle w:val="libPoem"/>
            </w:pPr>
            <w:r>
              <w:rPr>
                <w:rtl/>
                <w:lang w:bidi="fa-IR"/>
              </w:rPr>
              <w:t>دوبه يحن اُو ينتحب بالعيد لا تهنّوني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265CDB9" w14:textId="77777777" w:rsidR="00EE7C84" w:rsidRDefault="00EE7C84" w:rsidP="0071034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1691D5A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73BE17EC" w14:textId="77777777" w:rsidR="00EE7C84" w:rsidRDefault="00EE7C84" w:rsidP="002859FF">
      <w:pPr>
        <w:pStyle w:val="Heading3Center"/>
        <w:rPr>
          <w:lang w:bidi="fa-IR"/>
        </w:rPr>
      </w:pPr>
      <w:bookmarkStart w:id="18" w:name="_Toc17226577"/>
      <w:r>
        <w:rPr>
          <w:rtl/>
          <w:lang w:bidi="fa-IR"/>
        </w:rPr>
        <w:lastRenderedPageBreak/>
        <w:t>هذا فصل في أحوال لقاء عبد الله بن جعفر بالحسين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  <w:r w:rsidR="00FB110A">
        <w:rPr>
          <w:rtl/>
          <w:lang w:bidi="fa-IR"/>
        </w:rPr>
        <w:t>.</w:t>
      </w:r>
      <w:bookmarkEnd w:id="18"/>
    </w:p>
    <w:p w14:paraId="5EA8A8AD" w14:textId="77777777" w:rsidR="00EE7C84" w:rsidRDefault="00EE7C84" w:rsidP="002859FF">
      <w:pPr>
        <w:pStyle w:val="libBold1"/>
        <w:rPr>
          <w:lang w:bidi="fa-IR"/>
        </w:rPr>
      </w:pPr>
      <w:r>
        <w:rPr>
          <w:rtl/>
          <w:lang w:bidi="fa-IR"/>
        </w:rPr>
        <w:t>خروجه من أرض مكّة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A5A19" w14:paraId="48BDEBF8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075BDD14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باقي البقيّة بوعلي حثّ السرا اُوشال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A3CEEC7" w14:textId="77777777" w:rsidR="002A5A19" w:rsidRDefault="002A5A1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EA13012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اُوحث الظعينة من هله سبعين خيّال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5A19" w14:paraId="1D022315" w14:textId="77777777" w:rsidTr="00C25BB6">
        <w:trPr>
          <w:trHeight w:val="350"/>
        </w:trPr>
        <w:tc>
          <w:tcPr>
            <w:tcW w:w="3920" w:type="dxa"/>
          </w:tcPr>
          <w:p w14:paraId="3912633C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يحسين لا تقصد الكوفة في هالمسير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75BBFB" w14:textId="77777777" w:rsidR="002A5A19" w:rsidRDefault="002A5A1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B95516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هاتف هتف بك بالسما ينعى لك ايشير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5A19" w14:paraId="1FBE7F73" w14:textId="77777777" w:rsidTr="00C25BB6">
        <w:trPr>
          <w:trHeight w:val="350"/>
        </w:trPr>
        <w:tc>
          <w:tcPr>
            <w:tcW w:w="3920" w:type="dxa"/>
          </w:tcPr>
          <w:p w14:paraId="76089A4B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تمشي المطايا والمنايا معكُم اتسير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141BE4" w14:textId="77777777" w:rsidR="002A5A19" w:rsidRDefault="002A5A1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7EE25A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معلوم يابن المصطفى قربت الآجال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5A19" w14:paraId="05555863" w14:textId="77777777" w:rsidTr="00C25BB6">
        <w:trPr>
          <w:trHeight w:val="350"/>
        </w:trPr>
        <w:tc>
          <w:tcPr>
            <w:tcW w:w="3920" w:type="dxa"/>
          </w:tcPr>
          <w:p w14:paraId="6A2C0FDA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والله فجيعة شيلتك يا حدا الفراقد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691D6D" w14:textId="77777777" w:rsidR="002A5A19" w:rsidRDefault="002A5A1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9AA268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ويلاه من شمتت عدونا والحواسد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5A19" w14:paraId="50BA1E33" w14:textId="77777777" w:rsidTr="00C25BB6">
        <w:trPr>
          <w:trHeight w:val="350"/>
        </w:trPr>
        <w:tc>
          <w:tcPr>
            <w:tcW w:w="3920" w:type="dxa"/>
          </w:tcPr>
          <w:p w14:paraId="362C70F5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منهو لشدتنا يمذخور الشدايد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F63A2C" w14:textId="77777777" w:rsidR="002A5A19" w:rsidRDefault="002A5A1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229BA7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يامنقذ الاُمّة اُويا معطي السؤال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5A19" w14:paraId="57900F97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F255DC7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ماهو من خوف المنيّة عازم اتشيل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8B4734" w14:textId="77777777" w:rsidR="002A5A19" w:rsidRDefault="002A5A1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375A4D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عن دار جدّك يا ولينا ابظلمة 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5A19" w14:paraId="1196F9E3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CB308F8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لكن عهد اللي عهدنا بيه جبريل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6BE844" w14:textId="77777777" w:rsidR="002A5A19" w:rsidRDefault="002A5A1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BA27D5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رايح بتقضى للعهد يا باقي الآل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5A19" w14:paraId="71417B17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7FD3555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يازين عرش الله اُو يا شمس المضيّه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F3DCBC" w14:textId="77777777" w:rsidR="002A5A19" w:rsidRDefault="002A5A1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6816D9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باتشيل وانخلي منازلكم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5A19" w14:paraId="71929ACD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81C0FA6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او قبلك فلا اسمعنا ذكر للغاضريّه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913B87" w14:textId="77777777" w:rsidR="002A5A19" w:rsidRDefault="002A5A1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A59D5B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واسمعت انا من قول هاتف بالسما قال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5A19" w14:paraId="34244B50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0499626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غوث الصريخ اِحسين باسنين المحيله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11E408" w14:textId="77777777" w:rsidR="002A5A19" w:rsidRDefault="002A5A1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65D189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واللي جعله الله إلى الاُمّة وسيله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5A19" w14:paraId="6B771BB1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F6A0E08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واشتق اسمه من أساميه الجليله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A93E2B" w14:textId="77777777" w:rsidR="002A5A19" w:rsidRDefault="002A5A1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C2DBCD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من بعض خدّام السبط جبريل اُو ميكال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5A19" w14:paraId="1A25023B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36E356F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يحسين كاتبنا اُولا تخفي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04BEF6" w14:textId="77777777" w:rsidR="002A5A19" w:rsidRDefault="002A5A1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1EC2D4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وانكان هالغيبة بطيّة يا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5A19" w14:paraId="24BFA535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8D3424A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رسل من الاُخوة لنا واحد يجينا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A2D4D7" w14:textId="77777777" w:rsidR="002A5A19" w:rsidRDefault="002A5A1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CC32A5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والله على فرقى اخواني مدمعي سال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7319DBF" w14:textId="77777777" w:rsidR="00EE7C84" w:rsidRDefault="00EE7C84" w:rsidP="002A5A1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A5A19" w14:paraId="3527CDED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757D8AC4" w14:textId="77777777" w:rsidR="002A5A19" w:rsidRDefault="002A5A19" w:rsidP="002A5A19">
            <w:pPr>
              <w:pStyle w:val="libPoem"/>
            </w:pPr>
            <w:r>
              <w:rPr>
                <w:rtl/>
                <w:lang w:bidi="fa-IR"/>
              </w:rPr>
              <w:t>يابوي ظعن اِحسين من مكّةمشى اُوشال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C416DFF" w14:textId="77777777" w:rsidR="002A5A19" w:rsidRDefault="002A5A1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525C5F3" w14:textId="77777777" w:rsidR="002A5A19" w:rsidRDefault="002A5A19" w:rsidP="00C25BB6">
            <w:pPr>
              <w:pStyle w:val="libPoem"/>
            </w:pPr>
            <w:r>
              <w:rPr>
                <w:rtl/>
                <w:lang w:bidi="fa-IR"/>
              </w:rPr>
              <w:t>هذيك رايه بوالحسن خوّاض لهوال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313BDF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2351B" w14:paraId="25C932C3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376C51ED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هذا العلم منشور قدّام الظعينه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18FC1B8" w14:textId="77777777" w:rsidR="0092351B" w:rsidRDefault="0092351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3079AC5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والناس في ضجه اُوهم متحاولينه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51B" w14:paraId="037886B0" w14:textId="77777777" w:rsidTr="00C25BB6">
        <w:trPr>
          <w:trHeight w:val="350"/>
        </w:trPr>
        <w:tc>
          <w:tcPr>
            <w:tcW w:w="3920" w:type="dxa"/>
          </w:tcPr>
          <w:p w14:paraId="32AD2959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مدري يبويه هالظعينة اتريد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181240" w14:textId="77777777" w:rsidR="0092351B" w:rsidRDefault="0092351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80EFB4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استوفى العدو منا اِديونه والظعن نال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51B" w14:paraId="07139399" w14:textId="77777777" w:rsidTr="00C25BB6">
        <w:trPr>
          <w:trHeight w:val="350"/>
        </w:trPr>
        <w:tc>
          <w:tcPr>
            <w:tcW w:w="3920" w:type="dxa"/>
          </w:tcPr>
          <w:p w14:paraId="41D3CD8D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يا بوي ذا جاسم اُو هذا البطل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817C3A" w14:textId="77777777" w:rsidR="0092351B" w:rsidRDefault="0092351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87AD64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واسمع زلازل بالظعن من ضجّة النّاس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51B" w14:paraId="4E8B0603" w14:textId="77777777" w:rsidTr="00C25BB6">
        <w:trPr>
          <w:trHeight w:val="350"/>
        </w:trPr>
        <w:tc>
          <w:tcPr>
            <w:tcW w:w="3920" w:type="dxa"/>
          </w:tcPr>
          <w:p w14:paraId="151205E3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والكُلّ يبكي اُو يلطم اِبأيده على الراس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789CDE" w14:textId="77777777" w:rsidR="0092351B" w:rsidRDefault="0092351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26F4D3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وا ضيعة الإسلام وا ركن الهدى 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51B" w14:paraId="7AB62A22" w14:textId="77777777" w:rsidTr="00C25BB6">
        <w:trPr>
          <w:trHeight w:val="350"/>
        </w:trPr>
        <w:tc>
          <w:tcPr>
            <w:tcW w:w="3920" w:type="dxa"/>
          </w:tcPr>
          <w:p w14:paraId="4672863E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يابوي قدّام الظعن خالي اشوفه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94E612" w14:textId="77777777" w:rsidR="0092351B" w:rsidRDefault="0092351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4B0972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معلوم قاصد بالسري بلدة 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51B" w14:paraId="4E2FF5D7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97B64BF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من سمع قول ابنه بكى واصفق اكفوفه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D4B9BE" w14:textId="77777777" w:rsidR="0092351B" w:rsidRDefault="0092351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E69D5D" w14:textId="77777777" w:rsidR="0092351B" w:rsidRDefault="0092351B" w:rsidP="0092351B">
            <w:pPr>
              <w:pStyle w:val="libPoem"/>
            </w:pPr>
            <w:r>
              <w:rPr>
                <w:rtl/>
                <w:lang w:bidi="fa-IR"/>
              </w:rPr>
              <w:t>اُوظل يجدب الونّة اُومن عينه الدمع سال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51B" w14:paraId="05B55AF5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0F71917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شوف الظعن لا وين ماشي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8A54FB" w14:textId="77777777" w:rsidR="0092351B" w:rsidRDefault="0092351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EB01EA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يمكن إلى طيبة الولي قصده الجيّه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51B" w14:paraId="1312CCF4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96F2087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قال الظعن قاصد أراضي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3FA55F" w14:textId="77777777" w:rsidR="0092351B" w:rsidRDefault="0092351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B80E8B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يا ما بها اِيقاسي ولينا اِهموم واهوال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51B" w14:paraId="7FA5F257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34D7A0A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لكن يبويه زيد حسراتك ولحنين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4FC3D2" w14:textId="77777777" w:rsidR="0092351B" w:rsidRDefault="0092351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184899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والبس اثياب الحزن لجل افراق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51B" w14:paraId="4E687327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C4EEEDD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ما تسمع الضجّة من احريمه ولبنين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2E667C" w14:textId="77777777" w:rsidR="0092351B" w:rsidRDefault="0092351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1E607D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اُوالكُل ينادي ليت ظعن اِحسين ما شال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51B" w14:paraId="3931399E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8166D8C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يابني انا ما شوف بس اسمع الرنّه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754730" w14:textId="77777777" w:rsidR="0092351B" w:rsidRDefault="0092351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38C02C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هيا ابيجل لحسين سوقوا له ظعنّه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51B" w14:paraId="39C15F56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07C2FE0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وانكان شال اِحسين شال العز عنّه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45772C" w14:textId="77777777" w:rsidR="0092351B" w:rsidRDefault="0092351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F9A1CF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نطوي بيارقنا اُو عدونا فينا احتال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51B" w14:paraId="2D1D7D19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A73379D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سرقوا الظعن يا بناي باوافي حبيبي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2965EA" w14:textId="77777777" w:rsidR="0092351B" w:rsidRDefault="0092351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37A0B7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بس ما أوصّل له اُونشق يا بناي حبيبي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51B" w14:paraId="4F0BE605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F550238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معلوم هذي طلعته من غير طيبي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430BE3" w14:textId="77777777" w:rsidR="0092351B" w:rsidRDefault="0092351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2BF2BC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باقي البقيّة اِحسين ظعنة قوّض اُوشال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68431D9" w14:textId="77777777" w:rsidR="00EE7C84" w:rsidRDefault="00EE7C84" w:rsidP="0092351B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2351B" w14:paraId="3C9FB10A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6879181D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لاوين شايل يا حبيب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89EF8EA" w14:textId="77777777" w:rsidR="0092351B" w:rsidRDefault="0092351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5BFDD75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شايل ابها النسوه اُو بعيالك 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51B" w14:paraId="2B5F8996" w14:textId="77777777" w:rsidTr="00C25BB6">
        <w:trPr>
          <w:trHeight w:val="350"/>
        </w:trPr>
        <w:tc>
          <w:tcPr>
            <w:tcW w:w="3920" w:type="dxa"/>
          </w:tcPr>
          <w:p w14:paraId="555796D0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باسايلك يا نور عرش الله الوهّاج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417CA9" w14:textId="77777777" w:rsidR="0092351B" w:rsidRDefault="0092351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5823BB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يا مأمن الخايف اُو مقصد كُلِّ محتاج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51B" w14:paraId="3C33FF68" w14:textId="77777777" w:rsidTr="00C25BB6">
        <w:trPr>
          <w:trHeight w:val="350"/>
        </w:trPr>
        <w:tc>
          <w:tcPr>
            <w:tcW w:w="3920" w:type="dxa"/>
          </w:tcPr>
          <w:p w14:paraId="0B2E125E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شنهو السبب تطلع اُو باكر موقف الحاج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834F95" w14:textId="77777777" w:rsidR="0092351B" w:rsidRDefault="0092351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90B9C8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قلي ولا تخفي يسلطان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51B" w14:paraId="04768CB7" w14:textId="77777777" w:rsidTr="00C25BB6">
        <w:trPr>
          <w:trHeight w:val="350"/>
        </w:trPr>
        <w:tc>
          <w:tcPr>
            <w:tcW w:w="3920" w:type="dxa"/>
          </w:tcPr>
          <w:p w14:paraId="31D9FE47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إنكان ناوي للسفر يابن الأماجيد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FCC283" w14:textId="77777777" w:rsidR="0092351B" w:rsidRDefault="0092351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BED178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اقضي لحجك برض مكّة اُوعيّد العيد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51B" w14:paraId="6A6880BF" w14:textId="77777777" w:rsidTr="00C25BB6">
        <w:trPr>
          <w:trHeight w:val="350"/>
        </w:trPr>
        <w:tc>
          <w:tcPr>
            <w:tcW w:w="3920" w:type="dxa"/>
          </w:tcPr>
          <w:p w14:paraId="5300EAB9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قله ابو السجّاد اُودمع العين تبديد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39956B" w14:textId="77777777" w:rsidR="0092351B" w:rsidRDefault="0092351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261E62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حجي اُوعيدي في اطفوف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51B" w14:paraId="44C8B798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6201600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باحج فيها حج ماحجوا النبيين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F8C614" w14:textId="77777777" w:rsidR="0092351B" w:rsidRDefault="0092351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D3E36D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من آدم الأوّل إلى سيّد الكونين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51B" w14:paraId="76FBE7B5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3382ABE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واتصير هي كعبة إلى الشيعة المحبّين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CCA3C5" w14:textId="77777777" w:rsidR="0092351B" w:rsidRDefault="0092351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B3BA38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إلى وين يا زوّار قالوا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51B" w14:paraId="3B5457EF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8F50423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حجي اهناك ابكربلا مذكور موصوف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AC9672" w14:textId="77777777" w:rsidR="0092351B" w:rsidRDefault="0092351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146430" w14:textId="77777777" w:rsidR="0092351B" w:rsidRDefault="0092351B" w:rsidP="00C25BB6">
            <w:pPr>
              <w:pStyle w:val="libPoem"/>
            </w:pPr>
            <w:r>
              <w:rPr>
                <w:rtl/>
                <w:lang w:bidi="fa-IR"/>
              </w:rPr>
              <w:t>ماهو بوادي عرفه في أرض الطفوف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DBE4524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27D34" w14:paraId="529270A5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776F3D55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فيها ابسعى وباهرول وباطوف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190DC1F" w14:textId="77777777" w:rsidR="00727D34" w:rsidRDefault="00727D3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D5936A7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اما طوافي حول لخيام الخليّه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7D34" w14:paraId="633D8DA2" w14:textId="77777777" w:rsidTr="00C25BB6">
        <w:trPr>
          <w:trHeight w:val="350"/>
        </w:trPr>
        <w:tc>
          <w:tcPr>
            <w:tcW w:w="3920" w:type="dxa"/>
          </w:tcPr>
          <w:p w14:paraId="56F85653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حجي ابوادي كربلا يذكر اُو يوصف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14915C" w14:textId="77777777" w:rsidR="00727D34" w:rsidRDefault="00727D3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193CC9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ماهوه في وادي مني في وادي الطف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7D34" w14:paraId="7A79CB74" w14:textId="77777777" w:rsidTr="00C25BB6">
        <w:trPr>
          <w:trHeight w:val="350"/>
        </w:trPr>
        <w:tc>
          <w:tcPr>
            <w:tcW w:w="3920" w:type="dxa"/>
          </w:tcPr>
          <w:p w14:paraId="4B6F7CE8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فيها ابهرول وبا السعى وباوقف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17BDD4" w14:textId="77777777" w:rsidR="00727D34" w:rsidRDefault="00727D3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DA36EC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على اجساد بالثرى ظلوا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7D34" w14:paraId="560EA7C9" w14:textId="77777777" w:rsidTr="00C25BB6">
        <w:trPr>
          <w:trHeight w:val="350"/>
        </w:trPr>
        <w:tc>
          <w:tcPr>
            <w:tcW w:w="3920" w:type="dxa"/>
          </w:tcPr>
          <w:p w14:paraId="2D7F2B89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باوقف على سبّعين جثّة بضّعوها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B5ED22" w14:textId="77777777" w:rsidR="00727D34" w:rsidRDefault="00727D3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56D3F9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شربة اُمّيّة ويح قلبي ما سقوها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7D34" w14:paraId="6494DD92" w14:textId="77777777" w:rsidTr="00C25BB6">
        <w:trPr>
          <w:trHeight w:val="350"/>
        </w:trPr>
        <w:tc>
          <w:tcPr>
            <w:tcW w:w="3920" w:type="dxa"/>
          </w:tcPr>
          <w:p w14:paraId="0B47C0EF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ويلي عليهم ساعة اللي ينحروها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C14E6A" w14:textId="77777777" w:rsidR="00727D34" w:rsidRDefault="00727D3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4EA1E2F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وانا اناديهم اُودمعاتي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7D34" w14:paraId="5023989E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E05047A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قوموا يفرسان الوغى سرجوا على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899F60" w14:textId="77777777" w:rsidR="00727D34" w:rsidRDefault="00727D3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B404A8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اُوحملوا على الرايه اُوواثبوا يا بهاليل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7D34" w14:paraId="4E8960DC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0A2BB58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اوركبوا عوايدكم اُوسووا نهارها 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F9DF8E" w14:textId="77777777" w:rsidR="00727D34" w:rsidRDefault="00727D3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023A74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اُوردوا عداكم عن اخدور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755C758" w14:textId="77777777" w:rsidR="00EE7C84" w:rsidRDefault="00EE7C84" w:rsidP="00727D34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27D34" w14:paraId="6EA239A1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00CD3245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يحسين وادي عرفه يرقب مجيّك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B0E367D" w14:textId="77777777" w:rsidR="00727D34" w:rsidRDefault="00727D3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B4D46CE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اُوهذي المروة والصفا يرجون سعياك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7D34" w14:paraId="0FA0BF30" w14:textId="77777777" w:rsidTr="00C25BB6">
        <w:trPr>
          <w:trHeight w:val="350"/>
        </w:trPr>
        <w:tc>
          <w:tcPr>
            <w:tcW w:w="3920" w:type="dxa"/>
          </w:tcPr>
          <w:p w14:paraId="6089CBCC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والمسجد الأعظم صلوتك يرتجيها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5C4A1F" w14:textId="77777777" w:rsidR="00727D34" w:rsidRDefault="00727D3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944826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اُو هذي الكعبة ترتجيك اتطوف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7D34" w14:paraId="49FC3A6F" w14:textId="77777777" w:rsidTr="00C25BB6">
        <w:trPr>
          <w:trHeight w:val="350"/>
        </w:trPr>
        <w:tc>
          <w:tcPr>
            <w:tcW w:w="3920" w:type="dxa"/>
          </w:tcPr>
          <w:p w14:paraId="24D33EC6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اوكل المشاعر ترتجي اُوقوفك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1BFD75" w14:textId="77777777" w:rsidR="00727D34" w:rsidRDefault="00727D3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D74EF0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ايضاً اُوادي عرفة يرقب مجيّك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7D34" w14:paraId="3BFDE0FC" w14:textId="77777777" w:rsidTr="00C25BB6">
        <w:trPr>
          <w:trHeight w:val="350"/>
        </w:trPr>
        <w:tc>
          <w:tcPr>
            <w:tcW w:w="3920" w:type="dxa"/>
          </w:tcPr>
          <w:p w14:paraId="6C5A87B8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في ليلة العاشر بكى لجلك المشعر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157E0D" w14:textId="77777777" w:rsidR="00727D34" w:rsidRDefault="00727D3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919B42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واصبح عاشر لك بكى وادي محسّر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7D34" w14:paraId="46F8B577" w14:textId="77777777" w:rsidTr="00C25BB6">
        <w:trPr>
          <w:trHeight w:val="350"/>
        </w:trPr>
        <w:tc>
          <w:tcPr>
            <w:tcW w:w="3920" w:type="dxa"/>
          </w:tcPr>
          <w:p w14:paraId="15ACEB42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اوادي منّي لك بالأسف ناح اوتزفر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C9EFEF" w14:textId="77777777" w:rsidR="00727D34" w:rsidRDefault="00727D3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067D10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أيضاً اُو ثلاث العقبات تبكي لرميك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7D34" w14:paraId="1B010C23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E566A39" w14:textId="77777777" w:rsidR="00727D34" w:rsidRDefault="00727D34" w:rsidP="00727D34">
            <w:pPr>
              <w:pStyle w:val="libPoem"/>
            </w:pPr>
            <w:r>
              <w:rPr>
                <w:rtl/>
                <w:lang w:bidi="fa-IR"/>
              </w:rPr>
              <w:t>حتّى الضحايالك بكت مع مسجدالخيف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35FE4C" w14:textId="77777777" w:rsidR="00727D34" w:rsidRDefault="00727D3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69918A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اُو تبكي لك الاجمار يا مؤوي كُل امخيف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7D34" w14:paraId="7FD63CE0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23B6C9D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كل المناسك والمشاعر دمعها اذريف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C28AF8" w14:textId="77777777" w:rsidR="00727D34" w:rsidRDefault="00727D3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5A0DF5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والناس كُلها يلتجون ابظل فيك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7D34" w14:paraId="10915F19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8EA6B83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اُوحجر الذبيح اينوح كُل صبح اُوعشيّه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2B7075" w14:textId="77777777" w:rsidR="00727D34" w:rsidRDefault="00727D3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86199D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وأمّا الحطيم انحطم من عظم الرزيّه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7D34" w14:paraId="19BB689E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3FA0B5D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والحجر الأسود تزلزل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92C67E" w14:textId="77777777" w:rsidR="00727D34" w:rsidRDefault="00727D3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D5877C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والبيت ينعى يوم ايس من مجيك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7D34" w14:paraId="0E7CAB68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5A938F2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اُو تبكي لك العمره اُولبست ثوب لحداد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FA7F4F" w14:textId="77777777" w:rsidR="00727D34" w:rsidRDefault="00727D3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F2BE56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والحج والمحرم نعوك ابنوح تعداد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7D34" w14:paraId="5D432D3D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FC8772B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ايقولون وابدر طلع عنّا ولا 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9083EA" w14:textId="77777777" w:rsidR="00727D34" w:rsidRDefault="00727D3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2172F0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اُوناحت صلوة العيد والخطبة ابنعيك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7D34" w14:paraId="19BF6464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52B6502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اُولبس المَخيط اينوح الك في يوم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CEF47E" w14:textId="77777777" w:rsidR="00727D34" w:rsidRDefault="00727D3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863581" w14:textId="77777777" w:rsidR="00727D34" w:rsidRDefault="00727D34" w:rsidP="00C25BB6">
            <w:pPr>
              <w:pStyle w:val="libPoem"/>
            </w:pPr>
            <w:r>
              <w:rPr>
                <w:rtl/>
                <w:lang w:bidi="fa-IR"/>
              </w:rPr>
              <w:t>اُوبكى لك التقصير يا نسل الأطاهر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E7B119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42444" w14:paraId="35A517C6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325EAFB7" w14:textId="77777777" w:rsidR="00842444" w:rsidRDefault="00842444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وأمّا التحلّق ناح ليك اِبدمع ناثر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587BB7F" w14:textId="77777777" w:rsidR="00842444" w:rsidRDefault="0084244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330E3EE" w14:textId="77777777" w:rsidR="00842444" w:rsidRDefault="00842444" w:rsidP="00C25BB6">
            <w:pPr>
              <w:pStyle w:val="libPoem"/>
            </w:pPr>
            <w:r>
              <w:rPr>
                <w:rtl/>
                <w:lang w:bidi="fa-IR"/>
              </w:rPr>
              <w:t>اُومكّة اُوطيبة بالأسف ناحت ابنعيك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2444" w14:paraId="6F4D740E" w14:textId="77777777" w:rsidTr="00C25BB6">
        <w:trPr>
          <w:trHeight w:val="350"/>
        </w:trPr>
        <w:tc>
          <w:tcPr>
            <w:tcW w:w="3920" w:type="dxa"/>
          </w:tcPr>
          <w:p w14:paraId="198DD994" w14:textId="77777777" w:rsidR="00842444" w:rsidRDefault="00842444" w:rsidP="00C25BB6">
            <w:pPr>
              <w:pStyle w:val="libPoem"/>
            </w:pPr>
            <w:r>
              <w:rPr>
                <w:rtl/>
                <w:lang w:bidi="fa-IR"/>
              </w:rPr>
              <w:t>اوأمّا المقام اينوح من بعدك اُوينعاك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E0C3A7" w14:textId="77777777" w:rsidR="00842444" w:rsidRDefault="0084244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BEC30B" w14:textId="77777777" w:rsidR="00842444" w:rsidRDefault="00842444" w:rsidP="00C25BB6">
            <w:pPr>
              <w:pStyle w:val="libPoem"/>
            </w:pPr>
            <w:r>
              <w:rPr>
                <w:rtl/>
                <w:lang w:bidi="fa-IR"/>
              </w:rPr>
              <w:t>اُو بير زمزم يرتجي يحسين ملقاك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2444" w14:paraId="0B306752" w14:textId="77777777" w:rsidTr="00C25BB6">
        <w:trPr>
          <w:trHeight w:val="350"/>
        </w:trPr>
        <w:tc>
          <w:tcPr>
            <w:tcW w:w="3920" w:type="dxa"/>
          </w:tcPr>
          <w:p w14:paraId="096A2EFB" w14:textId="77777777" w:rsidR="00842444" w:rsidRDefault="00842444" w:rsidP="00C25BB6">
            <w:pPr>
              <w:pStyle w:val="libPoem"/>
            </w:pPr>
            <w:r>
              <w:rPr>
                <w:rtl/>
                <w:lang w:bidi="fa-IR"/>
              </w:rPr>
              <w:t>اويبكيك وادي عرفه ويا ضحاياك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990A41" w14:textId="77777777" w:rsidR="00842444" w:rsidRDefault="0084244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2B4CDD" w14:textId="77777777" w:rsidR="00842444" w:rsidRDefault="00842444" w:rsidP="00C25BB6">
            <w:pPr>
              <w:pStyle w:val="libPoem"/>
            </w:pPr>
            <w:r>
              <w:rPr>
                <w:rtl/>
                <w:lang w:bidi="fa-IR"/>
              </w:rPr>
              <w:t>ايضاً طوافك وين يا لوالي اوسعيك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AF86EA2" w14:textId="77777777" w:rsidR="00EE7C84" w:rsidRDefault="00EE7C84" w:rsidP="00842444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8765C" w14:paraId="14FC4C95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07B91F63" w14:textId="77777777" w:rsidR="0098765C" w:rsidRDefault="0098765C" w:rsidP="00C25BB6">
            <w:pPr>
              <w:pStyle w:val="libPoem"/>
            </w:pPr>
            <w:r>
              <w:rPr>
                <w:rtl/>
                <w:lang w:bidi="fa-IR"/>
              </w:rPr>
              <w:t>حجّي مهو بالحج حجّي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3F5C6F8" w14:textId="77777777" w:rsidR="0098765C" w:rsidRDefault="0098765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6DF0629" w14:textId="77777777" w:rsidR="0098765C" w:rsidRDefault="0098765C" w:rsidP="00C25BB6">
            <w:pPr>
              <w:pStyle w:val="libPoem"/>
            </w:pPr>
            <w:r>
              <w:rPr>
                <w:rtl/>
                <w:lang w:bidi="fa-IR"/>
              </w:rPr>
              <w:t>حجّي اُو مطافي بادخره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765C" w14:paraId="4EBA0401" w14:textId="77777777" w:rsidTr="00C25BB6">
        <w:trPr>
          <w:trHeight w:val="350"/>
        </w:trPr>
        <w:tc>
          <w:tcPr>
            <w:tcW w:w="3920" w:type="dxa"/>
          </w:tcPr>
          <w:p w14:paraId="2E12A302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حجّي مهو بالحج حجّي يوم عاشور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044404" w14:textId="77777777" w:rsidR="0098765C" w:rsidRDefault="0098765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B22172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جسمي الكعبة والحجر نحري المنحور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765C" w14:paraId="29F706D0" w14:textId="77777777" w:rsidTr="00C25BB6">
        <w:trPr>
          <w:trHeight w:val="350"/>
        </w:trPr>
        <w:tc>
          <w:tcPr>
            <w:tcW w:w="3920" w:type="dxa"/>
          </w:tcPr>
          <w:p w14:paraId="5138824A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اُوحجر النّبي اِسماعيل الأكبر المبرور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EB283F" w14:textId="77777777" w:rsidR="0098765C" w:rsidRDefault="0098765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73F125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اُوأمّا مبيتي في منى في الغاضريّه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765C" w14:paraId="06DDE6CA" w14:textId="77777777" w:rsidTr="00C25BB6">
        <w:trPr>
          <w:trHeight w:val="350"/>
        </w:trPr>
        <w:tc>
          <w:tcPr>
            <w:tcW w:w="3920" w:type="dxa"/>
          </w:tcPr>
          <w:p w14:paraId="04CD2279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عندي ضحايا يا افضل الموجود في الكون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B02551" w14:textId="77777777" w:rsidR="0098765C" w:rsidRDefault="0098765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947875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أفضل من اللي كان واللي بعد بيكون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765C" w14:paraId="004B853D" w14:textId="77777777" w:rsidTr="00C25BB6">
        <w:trPr>
          <w:trHeight w:val="350"/>
        </w:trPr>
        <w:tc>
          <w:tcPr>
            <w:tcW w:w="3920" w:type="dxa"/>
          </w:tcPr>
          <w:p w14:paraId="09EB9566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قومي اُو ولدي اُو عزوتي كُلهم يذبحون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CF1E82" w14:textId="77777777" w:rsidR="0098765C" w:rsidRDefault="0098765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D21A65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واتصير موطى اجسومهم بالأعوجيّه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765C" w14:paraId="6D81B41B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C43220A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عندي ضحايا ما أحد ضحّى مثلهم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7DD244" w14:textId="77777777" w:rsidR="0098765C" w:rsidRDefault="0098765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F873DE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عندي ضحايا كربلا شبّان كُلهم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765C" w14:paraId="4F11F679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3E7734F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الأرض ترجف والسما تبكي لجلهم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3F6F27" w14:textId="77777777" w:rsidR="0098765C" w:rsidRDefault="0098765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997C949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هاللي تعاينهم ضحايا الغاضريّه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765C" w14:paraId="14FE12AC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F295632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ذولا ارجالي يابن عمّي والأضاحي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DCBEFC" w14:textId="77777777" w:rsidR="0098765C" w:rsidRDefault="0098765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97CF73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واسبوع حربي في الحريبة اُوهم اذباحي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765C" w14:paraId="5FF86C72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21F042F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وابقى اَنا كالطير مكسورٍ جناحي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F07CA8" w14:textId="77777777" w:rsidR="0098765C" w:rsidRDefault="0098765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EAFCFD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من غير ناصر في اطفوف الغاضريّه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765C" w14:paraId="24C5E0C6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86538E4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اُو فيها بهرول يوم حجي سبعة أشواط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4456C0" w14:textId="77777777" w:rsidR="0098765C" w:rsidRDefault="0098765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C0C802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اُوفيها المروّة المعركة والصفى الفسطاط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765C" w14:paraId="393AB8BE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64CE2EC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وانا الكعبة والحجر وانا المحتاط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AA4D27" w14:textId="77777777" w:rsidR="0098765C" w:rsidRDefault="0098765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5EADB4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اُواما مبيتي في منى في الغاضريّه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765C" w14:paraId="7453267C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CCE2F83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والحاج تنزع للحرام اُوتلبس امخيط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0169F1" w14:textId="77777777" w:rsidR="0098765C" w:rsidRDefault="0098765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4A029E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وانا اتعرى وانخبط بالخيل تخبيط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765C" w14:paraId="45A62FA8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4F86101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مالي امخيط غير فيض الدم لعبيط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AE23E1" w14:textId="77777777" w:rsidR="0098765C" w:rsidRDefault="0098765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A33147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اُو ظهري مكسور من اطراد الأعوجيّه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765C" w14:paraId="682F8E1D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37F2915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وأمّا امفيض الحاج شيل الحرم للشام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57D76F" w14:textId="77777777" w:rsidR="0098765C" w:rsidRDefault="0098765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F077C5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اُو أمّا الدعا والتلبية ضجّة الأيتام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765C" w14:paraId="58473D16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36BEEAB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فوق الهزل تنعى اُودمع العين سجّام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AFBA76" w14:textId="77777777" w:rsidR="0098765C" w:rsidRDefault="0098765C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911E61" w14:textId="77777777" w:rsidR="0098765C" w:rsidRDefault="006F210C" w:rsidP="00C25BB6">
            <w:pPr>
              <w:pStyle w:val="libPoem"/>
            </w:pPr>
            <w:r>
              <w:rPr>
                <w:rtl/>
                <w:lang w:bidi="fa-IR"/>
              </w:rPr>
              <w:t>ضيّعتني يحسين بارض الغاضريّه</w:t>
            </w:r>
            <w:r w:rsidR="0098765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FFF6AA1" w14:textId="77777777" w:rsidR="00EE7C84" w:rsidRDefault="00EE7C84" w:rsidP="00842444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B7250" w14:paraId="70B37B7D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44AA8312" w14:textId="77777777" w:rsidR="00DB7250" w:rsidRDefault="00DB7250" w:rsidP="00C25BB6">
            <w:pPr>
              <w:pStyle w:val="libPoem"/>
            </w:pPr>
            <w:r>
              <w:rPr>
                <w:rtl/>
                <w:lang w:bidi="fa-IR"/>
              </w:rPr>
              <w:t>لاوين ناوي اليوم يا باقي البقيّه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C73288C" w14:textId="77777777" w:rsidR="00DB7250" w:rsidRDefault="00DB725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8E768FD" w14:textId="77777777" w:rsidR="00DB7250" w:rsidRDefault="00DB7250" w:rsidP="00C25BB6">
            <w:pPr>
              <w:pStyle w:val="libPoem"/>
            </w:pPr>
            <w:r>
              <w:rPr>
                <w:rtl/>
                <w:lang w:bidi="fa-IR"/>
              </w:rPr>
              <w:t>رد الجواب اُوقال لارض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250" w14:paraId="08138145" w14:textId="77777777" w:rsidTr="00C25BB6">
        <w:trPr>
          <w:trHeight w:val="350"/>
        </w:trPr>
        <w:tc>
          <w:tcPr>
            <w:tcW w:w="3920" w:type="dxa"/>
          </w:tcPr>
          <w:p w14:paraId="3095527D" w14:textId="77777777" w:rsidR="00DB7250" w:rsidRDefault="00DB7250" w:rsidP="00C25BB6">
            <w:pPr>
              <w:pStyle w:val="libPoem"/>
            </w:pPr>
            <w:r>
              <w:rPr>
                <w:rtl/>
                <w:lang w:bidi="fa-IR"/>
              </w:rPr>
              <w:t>حتّى اشوفك جاي ليه تبغي اتزور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8A446C" w14:textId="77777777" w:rsidR="00DB7250" w:rsidRDefault="00DB725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6FDA39" w14:textId="77777777" w:rsidR="00DB7250" w:rsidRDefault="00DB7250" w:rsidP="00C25BB6">
            <w:pPr>
              <w:pStyle w:val="libPoem"/>
            </w:pPr>
            <w:r>
              <w:rPr>
                <w:rtl/>
                <w:lang w:bidi="fa-IR"/>
              </w:rPr>
              <w:t>اُو باتشوف كعبة كربلا نحري المنحور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250" w14:paraId="76F87E11" w14:textId="77777777" w:rsidTr="00C25BB6">
        <w:trPr>
          <w:trHeight w:val="350"/>
        </w:trPr>
        <w:tc>
          <w:tcPr>
            <w:tcW w:w="3920" w:type="dxa"/>
          </w:tcPr>
          <w:p w14:paraId="6F52EF42" w14:textId="77777777" w:rsidR="00DB7250" w:rsidRDefault="00DB7250" w:rsidP="00C25BB6">
            <w:pPr>
              <w:pStyle w:val="libPoem"/>
            </w:pPr>
            <w:r>
              <w:rPr>
                <w:rtl/>
                <w:lang w:bidi="fa-IR"/>
              </w:rPr>
              <w:t>وابقى ثلاثتيّام فيها غير مقبور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B1A3D9" w14:textId="77777777" w:rsidR="00DB7250" w:rsidRDefault="00DB725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8E792D3" w14:textId="77777777" w:rsidR="00DB7250" w:rsidRDefault="00DB7250" w:rsidP="00C25BB6">
            <w:pPr>
              <w:pStyle w:val="libPoem"/>
            </w:pPr>
            <w:r>
              <w:rPr>
                <w:rtl/>
                <w:lang w:bidi="fa-IR"/>
              </w:rPr>
              <w:t>اُو صدري اِمكسّر من اِطراد الأعوجيّه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7250" w14:paraId="03AC50B0" w14:textId="77777777" w:rsidTr="00C25BB6">
        <w:trPr>
          <w:trHeight w:val="350"/>
        </w:trPr>
        <w:tc>
          <w:tcPr>
            <w:tcW w:w="3920" w:type="dxa"/>
          </w:tcPr>
          <w:p w14:paraId="36095514" w14:textId="77777777" w:rsidR="00DB7250" w:rsidRDefault="00DB7250" w:rsidP="00C25BB6">
            <w:pPr>
              <w:pStyle w:val="libPoem"/>
            </w:pPr>
            <w:r>
              <w:rPr>
                <w:rtl/>
                <w:lang w:bidi="fa-IR"/>
              </w:rPr>
              <w:t>وادفن يبن عمّي بلا غسل اُو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11A055" w14:textId="77777777" w:rsidR="00DB7250" w:rsidRDefault="00DB7250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409BF9" w14:textId="77777777" w:rsidR="00DB7250" w:rsidRDefault="00DB7250" w:rsidP="00C25BB6">
            <w:pPr>
              <w:pStyle w:val="libPoem"/>
            </w:pPr>
            <w:r>
              <w:rPr>
                <w:rtl/>
                <w:lang w:bidi="fa-IR"/>
              </w:rPr>
              <w:t>اُو تقصدني الزوّار من كُلِّ البلادين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4A03062" w14:textId="77777777" w:rsidR="00EE7C84" w:rsidRDefault="002E4649" w:rsidP="00DB7250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C0FDE" w14:paraId="065D6949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106CCBCE" w14:textId="77777777" w:rsidR="00BC0FDE" w:rsidRDefault="00BC0FDE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واتصير مقصد كربلا دون الأراضين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8D34880" w14:textId="77777777" w:rsidR="00BC0FDE" w:rsidRDefault="00BC0FD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C911EF5" w14:textId="77777777" w:rsidR="00BC0FDE" w:rsidRDefault="00BC0FDE" w:rsidP="00C25BB6">
            <w:pPr>
              <w:pStyle w:val="libPoem"/>
            </w:pPr>
            <w:r>
              <w:rPr>
                <w:rtl/>
                <w:lang w:bidi="fa-IR"/>
              </w:rPr>
              <w:t>لاوين يا زوّار قالوا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0FDE" w14:paraId="44BAF741" w14:textId="77777777" w:rsidTr="00C25BB6">
        <w:trPr>
          <w:trHeight w:val="350"/>
        </w:trPr>
        <w:tc>
          <w:tcPr>
            <w:tcW w:w="3920" w:type="dxa"/>
          </w:tcPr>
          <w:p w14:paraId="489CC58C" w14:textId="77777777" w:rsidR="00BC0FDE" w:rsidRDefault="00BC0FDE" w:rsidP="00C25BB6">
            <w:pPr>
              <w:pStyle w:val="libPoem"/>
            </w:pPr>
            <w:r>
              <w:rPr>
                <w:rtl/>
                <w:lang w:bidi="fa-IR"/>
              </w:rPr>
              <w:t>واحريمنا تبقى بلا اِمحامي ولا اكفيل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537642" w14:textId="77777777" w:rsidR="00BC0FDE" w:rsidRDefault="00BC0FD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EC991E" w14:textId="77777777" w:rsidR="00BC0FDE" w:rsidRDefault="00BC0FDE" w:rsidP="00C25BB6">
            <w:pPr>
              <w:pStyle w:val="libPoem"/>
            </w:pPr>
            <w:r>
              <w:rPr>
                <w:rtl/>
                <w:lang w:bidi="fa-IR"/>
              </w:rPr>
              <w:t>بين الأعادي تركب اظهور المهازيل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0FDE" w14:paraId="0A8248DD" w14:textId="77777777" w:rsidTr="00C25BB6">
        <w:trPr>
          <w:trHeight w:val="350"/>
        </w:trPr>
        <w:tc>
          <w:tcPr>
            <w:tcW w:w="3920" w:type="dxa"/>
          </w:tcPr>
          <w:p w14:paraId="53AC4CE8" w14:textId="77777777" w:rsidR="00BC0FDE" w:rsidRDefault="00BC0FDE" w:rsidP="00C25BB6">
            <w:pPr>
              <w:pStyle w:val="libPoem"/>
            </w:pPr>
            <w:r>
              <w:rPr>
                <w:rtl/>
                <w:lang w:bidi="fa-IR"/>
              </w:rPr>
              <w:t>ما عندهم كافل يلوذوا به سوى اِعليل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0F4763" w14:textId="77777777" w:rsidR="00BC0FDE" w:rsidRDefault="00BC0FD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32520B" w14:textId="77777777" w:rsidR="00BC0FDE" w:rsidRDefault="00BC0FDE" w:rsidP="00C25BB6">
            <w:pPr>
              <w:pStyle w:val="libPoem"/>
            </w:pPr>
            <w:r>
              <w:rPr>
                <w:rtl/>
                <w:lang w:bidi="fa-IR"/>
              </w:rPr>
              <w:t>مشغول باغلاله على ظهر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0FDE" w14:paraId="7FFCC0AF" w14:textId="77777777" w:rsidTr="00C25BB6">
        <w:trPr>
          <w:trHeight w:val="350"/>
        </w:trPr>
        <w:tc>
          <w:tcPr>
            <w:tcW w:w="3920" w:type="dxa"/>
          </w:tcPr>
          <w:p w14:paraId="43320A18" w14:textId="77777777" w:rsidR="00BC0FDE" w:rsidRDefault="00BC0FDE" w:rsidP="00C25BB6">
            <w:pPr>
              <w:pStyle w:val="libPoem"/>
            </w:pPr>
            <w:r>
              <w:rPr>
                <w:rtl/>
                <w:lang w:bidi="fa-IR"/>
              </w:rPr>
              <w:t>دوبه يحن اعلى المطيّه ابدمع بادي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BA2351" w14:textId="77777777" w:rsidR="00BC0FDE" w:rsidRDefault="00BC0FD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E9CA26" w14:textId="77777777" w:rsidR="00BC0FDE" w:rsidRDefault="00BC0FDE" w:rsidP="00C25BB6">
            <w:pPr>
              <w:pStyle w:val="libPoem"/>
            </w:pPr>
            <w:r>
              <w:rPr>
                <w:rtl/>
                <w:lang w:bidi="fa-IR"/>
              </w:rPr>
              <w:t>خليتني يا ياب ما بين الاعادي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0FDE" w14:paraId="3423C3CA" w14:textId="77777777" w:rsidTr="00C25BB6">
        <w:trPr>
          <w:trHeight w:val="350"/>
        </w:trPr>
        <w:tc>
          <w:tcPr>
            <w:tcW w:w="3920" w:type="dxa"/>
          </w:tcPr>
          <w:p w14:paraId="1E78F236" w14:textId="77777777" w:rsidR="00BC0FDE" w:rsidRDefault="00BC0FDE" w:rsidP="00C25BB6">
            <w:pPr>
              <w:pStyle w:val="libPoem"/>
            </w:pPr>
            <w:r>
              <w:rPr>
                <w:rtl/>
                <w:lang w:bidi="fa-IR"/>
              </w:rPr>
              <w:t>زنجيل في صدري اُو مغلول الأيادي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F0C62E" w14:textId="77777777" w:rsidR="00BC0FDE" w:rsidRDefault="00BC0FD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EF8DE7" w14:textId="77777777" w:rsidR="00BC0FDE" w:rsidRDefault="00BC0FDE" w:rsidP="00C25BB6">
            <w:pPr>
              <w:pStyle w:val="libPoem"/>
            </w:pPr>
            <w:r>
              <w:rPr>
                <w:rtl/>
                <w:lang w:bidi="fa-IR"/>
              </w:rPr>
              <w:t>وان قال يا بويه تشتمه بنو اُميّه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0FDE" w14:paraId="4A6B5ACE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B1AF34C" w14:textId="77777777" w:rsidR="00BC0FDE" w:rsidRDefault="00BC0FDE" w:rsidP="00C25BB6">
            <w:pPr>
              <w:pStyle w:val="libPoem"/>
            </w:pPr>
            <w:r>
              <w:rPr>
                <w:rtl/>
                <w:lang w:bidi="fa-IR"/>
              </w:rPr>
              <w:t>دوبه يحن ويقول قومي فارقوني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F49F6C" w14:textId="77777777" w:rsidR="00BC0FDE" w:rsidRDefault="00BC0FD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94D2E4" w14:textId="77777777" w:rsidR="00BC0FDE" w:rsidRDefault="00BC0FDE" w:rsidP="00C25BB6">
            <w:pPr>
              <w:pStyle w:val="libPoem"/>
            </w:pPr>
            <w:r>
              <w:rPr>
                <w:rtl/>
                <w:lang w:bidi="fa-IR"/>
              </w:rPr>
              <w:t>راحوا ابجمعهم ارجالي واَوحشوني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0FDE" w14:paraId="733E9F14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38772D8" w14:textId="77777777" w:rsidR="00BC0FDE" w:rsidRDefault="00BC0FDE" w:rsidP="00C25BB6">
            <w:pPr>
              <w:pStyle w:val="libPoem"/>
            </w:pPr>
            <w:r>
              <w:rPr>
                <w:rtl/>
                <w:lang w:bidi="fa-IR"/>
              </w:rPr>
              <w:t>مالي امساعد بين أعدا ضيّعوني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4D926C" w14:textId="77777777" w:rsidR="00BC0FDE" w:rsidRDefault="00BC0FD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F71DCB" w14:textId="77777777" w:rsidR="00BC0FDE" w:rsidRDefault="00BC0FDE" w:rsidP="00C25BB6">
            <w:pPr>
              <w:pStyle w:val="libPoem"/>
            </w:pPr>
            <w:r>
              <w:rPr>
                <w:rtl/>
                <w:lang w:bidi="fa-IR"/>
              </w:rPr>
              <w:t>لابقى عليهم طول عمري في 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0FDE" w14:paraId="3F23F137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469B428" w14:textId="77777777" w:rsidR="00BC0FDE" w:rsidRDefault="00BC0FDE" w:rsidP="00C25BB6">
            <w:pPr>
              <w:pStyle w:val="libPoem"/>
            </w:pPr>
            <w:r>
              <w:rPr>
                <w:rtl/>
                <w:lang w:bidi="fa-IR"/>
              </w:rPr>
              <w:t>ما ينقضي حزني عليهم ليل وانهار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313FF8" w14:textId="77777777" w:rsidR="00BC0FDE" w:rsidRDefault="00BC0FD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6FD3FA" w14:textId="77777777" w:rsidR="00BC0FDE" w:rsidRDefault="00BC0FDE" w:rsidP="00C25BB6">
            <w:pPr>
              <w:pStyle w:val="libPoem"/>
            </w:pPr>
            <w:r>
              <w:rPr>
                <w:rtl/>
                <w:lang w:bidi="fa-IR"/>
              </w:rPr>
              <w:t>دوبه يحن اُو ينتحب والدمع نثّار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0FDE" w14:paraId="0CEE2517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0E9AB30" w14:textId="77777777" w:rsidR="00BC0FDE" w:rsidRDefault="00BC0FDE" w:rsidP="00C25BB6">
            <w:pPr>
              <w:pStyle w:val="libPoem"/>
            </w:pPr>
            <w:r>
              <w:rPr>
                <w:rtl/>
                <w:lang w:bidi="fa-IR"/>
              </w:rPr>
              <w:t>اُو ينتخي ابجدّه المرتضى حيدر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5932F7" w14:textId="77777777" w:rsidR="00BC0FDE" w:rsidRDefault="00BC0FD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052877" w14:textId="77777777" w:rsidR="00BC0FDE" w:rsidRDefault="00BC0FDE" w:rsidP="00C25BB6">
            <w:pPr>
              <w:pStyle w:val="libPoem"/>
            </w:pPr>
            <w:r>
              <w:rPr>
                <w:rtl/>
                <w:lang w:bidi="fa-IR"/>
              </w:rPr>
              <w:t>عود يبن عمي الدهر جاير عليه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7119E40" w14:textId="77777777" w:rsidR="00EE7C84" w:rsidRDefault="00EE7C84" w:rsidP="00C859CE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D15B5" w14:paraId="66B36F1F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69F0CE3F" w14:textId="77777777" w:rsidR="006D15B5" w:rsidRDefault="006D15B5" w:rsidP="00C25BB6">
            <w:pPr>
              <w:pStyle w:val="libPoem"/>
            </w:pPr>
            <w:r>
              <w:rPr>
                <w:rtl/>
                <w:lang w:bidi="fa-IR"/>
              </w:rPr>
              <w:t>اليوم ثامن باكر الموقف يلحسين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6252E49" w14:textId="77777777" w:rsidR="006D15B5" w:rsidRDefault="006D15B5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B6D99D5" w14:textId="77777777" w:rsidR="006D15B5" w:rsidRDefault="006D15B5" w:rsidP="00C25BB6">
            <w:pPr>
              <w:pStyle w:val="libPoem"/>
            </w:pPr>
            <w:r>
              <w:rPr>
                <w:rtl/>
                <w:lang w:bidi="fa-IR"/>
              </w:rPr>
              <w:t>هيّد ظعونك يالولي اُوحج بالمسلمين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15B5" w14:paraId="04F0D6DA" w14:textId="77777777" w:rsidTr="00C25BB6">
        <w:trPr>
          <w:trHeight w:val="350"/>
        </w:trPr>
        <w:tc>
          <w:tcPr>
            <w:tcW w:w="3920" w:type="dxa"/>
          </w:tcPr>
          <w:p w14:paraId="0CBAE416" w14:textId="77777777" w:rsidR="006D15B5" w:rsidRDefault="006D15B5" w:rsidP="00C25BB6">
            <w:pPr>
              <w:pStyle w:val="libPoem"/>
            </w:pPr>
            <w:r>
              <w:rPr>
                <w:rtl/>
                <w:lang w:bidi="fa-IR"/>
              </w:rPr>
              <w:t>لا تفجع الإسلام يا شيخ العشيره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CCE213" w14:textId="77777777" w:rsidR="006D15B5" w:rsidRDefault="006D15B5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09FB0C" w14:textId="77777777" w:rsidR="006D15B5" w:rsidRDefault="006D15B5" w:rsidP="00C25BB6">
            <w:pPr>
              <w:pStyle w:val="libPoem"/>
            </w:pPr>
            <w:r>
              <w:rPr>
                <w:rtl/>
                <w:lang w:bidi="fa-IR"/>
              </w:rPr>
              <w:t>اخروجك ابهذا اليوم للشيعه كسيره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15B5" w14:paraId="286C6474" w14:textId="77777777" w:rsidTr="00C25BB6">
        <w:trPr>
          <w:trHeight w:val="350"/>
        </w:trPr>
        <w:tc>
          <w:tcPr>
            <w:tcW w:w="3920" w:type="dxa"/>
          </w:tcPr>
          <w:p w14:paraId="266F145B" w14:textId="77777777" w:rsidR="006D15B5" w:rsidRDefault="006D15B5" w:rsidP="00C25BB6">
            <w:pPr>
              <w:pStyle w:val="libPoem"/>
            </w:pPr>
            <w:r>
              <w:rPr>
                <w:rtl/>
                <w:lang w:bidi="fa-IR"/>
              </w:rPr>
              <w:t>منهو إلى الخايف يبو سكنة يجيره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6CB284" w14:textId="77777777" w:rsidR="006D15B5" w:rsidRDefault="006D15B5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09220E" w14:textId="77777777" w:rsidR="006D15B5" w:rsidRDefault="006D15B5" w:rsidP="00C25BB6">
            <w:pPr>
              <w:pStyle w:val="libPoem"/>
            </w:pPr>
            <w:r>
              <w:rPr>
                <w:rtl/>
                <w:lang w:bidi="fa-IR"/>
              </w:rPr>
              <w:t>وا ذلة الإسلام بعدك يا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15B5" w14:paraId="2466F141" w14:textId="77777777" w:rsidTr="00C25BB6">
        <w:trPr>
          <w:trHeight w:val="350"/>
        </w:trPr>
        <w:tc>
          <w:tcPr>
            <w:tcW w:w="3920" w:type="dxa"/>
          </w:tcPr>
          <w:p w14:paraId="6156893C" w14:textId="77777777" w:rsidR="006D15B5" w:rsidRDefault="006D15B5" w:rsidP="00C25BB6">
            <w:pPr>
              <w:pStyle w:val="libPoem"/>
            </w:pPr>
            <w:r>
              <w:rPr>
                <w:rtl/>
                <w:lang w:bidi="fa-IR"/>
              </w:rPr>
              <w:t>قلّه أمامي موقفي اُو موقف اُولادي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DBAD7E" w14:textId="77777777" w:rsidR="006D15B5" w:rsidRDefault="006D15B5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9BADCA" w14:textId="77777777" w:rsidR="006D15B5" w:rsidRDefault="006D15B5" w:rsidP="00C25BB6">
            <w:pPr>
              <w:pStyle w:val="libPoem"/>
            </w:pPr>
            <w:r>
              <w:rPr>
                <w:rtl/>
                <w:lang w:bidi="fa-IR"/>
              </w:rPr>
              <w:t>في وادي اعلا اُواشرف كُل 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15B5" w14:paraId="5975A6EA" w14:textId="77777777" w:rsidTr="00C25BB6">
        <w:trPr>
          <w:trHeight w:val="350"/>
        </w:trPr>
        <w:tc>
          <w:tcPr>
            <w:tcW w:w="3920" w:type="dxa"/>
          </w:tcPr>
          <w:p w14:paraId="1C422069" w14:textId="77777777" w:rsidR="006D15B5" w:rsidRDefault="006D15B5" w:rsidP="00C25BB6">
            <w:pPr>
              <w:pStyle w:val="libPoem"/>
            </w:pPr>
            <w:r>
              <w:rPr>
                <w:rtl/>
                <w:lang w:bidi="fa-IR"/>
              </w:rPr>
              <w:t>اُو فيها بضحي باخوتي اُو جملة اُولادي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E20ECC" w14:textId="77777777" w:rsidR="006D15B5" w:rsidRDefault="006D15B5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5E79DC" w14:textId="77777777" w:rsidR="006D15B5" w:rsidRDefault="006D15B5" w:rsidP="00C25BB6">
            <w:pPr>
              <w:pStyle w:val="libPoem"/>
            </w:pPr>
            <w:r>
              <w:rPr>
                <w:rtl/>
                <w:lang w:bidi="fa-IR"/>
              </w:rPr>
              <w:t>اُو جملة بني هاشم وانصاري المحبين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15B5" w14:paraId="0D4E7D14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1914F7A" w14:textId="77777777" w:rsidR="006D15B5" w:rsidRDefault="006D15B5" w:rsidP="00C25BB6">
            <w:pPr>
              <w:pStyle w:val="libPoem"/>
            </w:pPr>
            <w:r>
              <w:rPr>
                <w:rtl/>
                <w:lang w:bidi="fa-IR"/>
              </w:rPr>
              <w:t>اُو هذي لبدور اللي يبن عمّي تراهم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A2C773" w14:textId="77777777" w:rsidR="006D15B5" w:rsidRDefault="006D15B5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CA4F3C" w14:textId="77777777" w:rsidR="006D15B5" w:rsidRDefault="006D15B5" w:rsidP="00C25BB6">
            <w:pPr>
              <w:pStyle w:val="libPoem"/>
            </w:pPr>
            <w:r>
              <w:rPr>
                <w:rtl/>
                <w:lang w:bidi="fa-IR"/>
              </w:rPr>
              <w:t>ذولا اذباحي ليت لك عين تراهم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15B5" w14:paraId="5562CD0F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721184C" w14:textId="77777777" w:rsidR="006D15B5" w:rsidRDefault="006D15B5" w:rsidP="00C25BB6">
            <w:pPr>
              <w:pStyle w:val="libPoem"/>
            </w:pPr>
            <w:r>
              <w:rPr>
                <w:rtl/>
                <w:lang w:bidi="fa-IR"/>
              </w:rPr>
              <w:t>فوق الثرى صرعى اُوغسلهم من دماهم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ADDFA4" w14:textId="77777777" w:rsidR="006D15B5" w:rsidRDefault="006D15B5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699416" w14:textId="77777777" w:rsidR="006D15B5" w:rsidRDefault="006D15B5" w:rsidP="00C25BB6">
            <w:pPr>
              <w:pStyle w:val="libPoem"/>
            </w:pPr>
            <w:r>
              <w:rPr>
                <w:rtl/>
                <w:lang w:bidi="fa-IR"/>
              </w:rPr>
              <w:t>تبقى ثلاثتّيام لا غسل اُولا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15B5" w14:paraId="4E06DAE6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A6193B6" w14:textId="77777777" w:rsidR="006D15B5" w:rsidRDefault="006D15B5" w:rsidP="00C25BB6">
            <w:pPr>
              <w:pStyle w:val="libPoem"/>
            </w:pPr>
            <w:r>
              <w:rPr>
                <w:rtl/>
                <w:lang w:bidi="fa-IR"/>
              </w:rPr>
              <w:t>اُوأمّا الكعبة نحري اللي ينحرونه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6C901A" w14:textId="77777777" w:rsidR="006D15B5" w:rsidRDefault="006D15B5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E0E6E7" w14:textId="77777777" w:rsidR="006D15B5" w:rsidRDefault="006D15B5" w:rsidP="00C25BB6">
            <w:pPr>
              <w:pStyle w:val="libPoem"/>
            </w:pPr>
            <w:r>
              <w:rPr>
                <w:rtl/>
                <w:lang w:bidi="fa-IR"/>
              </w:rPr>
              <w:t>والحجر صدري اُو بالعوادي ايقبّلونه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15B5" w14:paraId="2142B8F7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8087F1F" w14:textId="77777777" w:rsidR="006D15B5" w:rsidRDefault="006D15B5" w:rsidP="00C25BB6">
            <w:pPr>
              <w:pStyle w:val="libPoem"/>
            </w:pPr>
            <w:r>
              <w:rPr>
                <w:rtl/>
                <w:lang w:bidi="fa-IR"/>
              </w:rPr>
              <w:t>والهرولة يوم عضيدي يذبّحونه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01B2BB" w14:textId="77777777" w:rsidR="006D15B5" w:rsidRDefault="006D15B5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32B47B" w14:textId="77777777" w:rsidR="006D15B5" w:rsidRDefault="006D15B5" w:rsidP="00C25BB6">
            <w:pPr>
              <w:pStyle w:val="libPoem"/>
            </w:pPr>
            <w:r>
              <w:rPr>
                <w:rtl/>
                <w:lang w:bidi="fa-IR"/>
              </w:rPr>
              <w:t>ويّا اخواني اُو جملة اُولادي ولبنين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15B5" w14:paraId="4B38B959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7BE8CE3" w14:textId="77777777" w:rsidR="006D15B5" w:rsidRDefault="006D15B5" w:rsidP="00C25BB6">
            <w:pPr>
              <w:pStyle w:val="libPoem"/>
            </w:pPr>
            <w:r>
              <w:rPr>
                <w:rtl/>
                <w:lang w:bidi="fa-IR"/>
              </w:rPr>
              <w:t>لو ما الدعاء والتلبيّة ضجّة يتاماي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2F99F0" w14:textId="77777777" w:rsidR="006D15B5" w:rsidRDefault="006D15B5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314BE1" w14:textId="77777777" w:rsidR="006D15B5" w:rsidRDefault="006D15B5" w:rsidP="00C25BB6">
            <w:pPr>
              <w:pStyle w:val="libPoem"/>
            </w:pPr>
            <w:r>
              <w:rPr>
                <w:rtl/>
                <w:lang w:bidi="fa-IR"/>
              </w:rPr>
              <w:t>في وسط خيمتهم عطاشى تطلب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15B5" w14:paraId="1B5D5724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A2B7787" w14:textId="77777777" w:rsidR="006D15B5" w:rsidRDefault="006D15B5" w:rsidP="00C25BB6">
            <w:pPr>
              <w:pStyle w:val="libPoem"/>
            </w:pPr>
            <w:r>
              <w:rPr>
                <w:rtl/>
                <w:lang w:bidi="fa-IR"/>
              </w:rPr>
              <w:t>اُو زينب تنادي راحت ارجالي اوولياي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0955AF8" w14:textId="77777777" w:rsidR="006D15B5" w:rsidRDefault="006D15B5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CFCFA3" w14:textId="77777777" w:rsidR="006D15B5" w:rsidRDefault="006D15B5" w:rsidP="00C25BB6">
            <w:pPr>
              <w:pStyle w:val="libPoem"/>
            </w:pPr>
            <w:r>
              <w:rPr>
                <w:rtl/>
                <w:lang w:bidi="fa-IR"/>
              </w:rPr>
              <w:t>اُوأمّا المفيض إلى منى سير 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6E4B90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C6B1D" w14:paraId="11EC314F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6F9AF6D0" w14:textId="77777777" w:rsidR="007C6B1D" w:rsidRDefault="007C6B1D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من غير والي فوق اعجاف المطايا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6FB8F63" w14:textId="77777777" w:rsidR="007C6B1D" w:rsidRDefault="007C6B1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BB88C54" w14:textId="77777777" w:rsidR="007C6B1D" w:rsidRDefault="007C6B1D" w:rsidP="00C25BB6">
            <w:pPr>
              <w:pStyle w:val="libPoem"/>
            </w:pPr>
            <w:r>
              <w:rPr>
                <w:rtl/>
                <w:lang w:bidi="fa-IR"/>
              </w:rPr>
              <w:t>من كربلا للشام ايسيروهم هدايا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6B1D" w14:paraId="3D078DC9" w14:textId="77777777" w:rsidTr="00C25BB6">
        <w:trPr>
          <w:trHeight w:val="350"/>
        </w:trPr>
        <w:tc>
          <w:tcPr>
            <w:tcW w:w="3920" w:type="dxa"/>
          </w:tcPr>
          <w:p w14:paraId="2D2C5F6B" w14:textId="77777777" w:rsidR="007C6B1D" w:rsidRDefault="007C6B1D" w:rsidP="00C25BB6">
            <w:pPr>
              <w:pStyle w:val="libPoem"/>
            </w:pPr>
            <w:r>
              <w:rPr>
                <w:rtl/>
                <w:lang w:bidi="fa-IR"/>
              </w:rPr>
              <w:t>قلّه يبن عمي صلتني هالرزايا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555CCC" w14:textId="77777777" w:rsidR="007C6B1D" w:rsidRDefault="007C6B1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D5B82D" w14:textId="77777777" w:rsidR="007C6B1D" w:rsidRDefault="007C6B1D" w:rsidP="00C25BB6">
            <w:pPr>
              <w:pStyle w:val="libPoem"/>
            </w:pPr>
            <w:r>
              <w:rPr>
                <w:rtl/>
                <w:lang w:bidi="fa-IR"/>
              </w:rPr>
              <w:t>اشبيدي على افراقك يبن طاها اُو ياسين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6B1D" w14:paraId="49B684A3" w14:textId="77777777" w:rsidTr="00C25BB6">
        <w:trPr>
          <w:trHeight w:val="350"/>
        </w:trPr>
        <w:tc>
          <w:tcPr>
            <w:tcW w:w="3920" w:type="dxa"/>
          </w:tcPr>
          <w:p w14:paraId="65D72006" w14:textId="77777777" w:rsidR="007C6B1D" w:rsidRDefault="007C6B1D" w:rsidP="00C25BB6">
            <w:pPr>
              <w:pStyle w:val="libPoem"/>
            </w:pPr>
            <w:r>
              <w:rPr>
                <w:rtl/>
                <w:lang w:bidi="fa-IR"/>
              </w:rPr>
              <w:t>هذي اُولادي خذهم ايروحون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F47561" w14:textId="77777777" w:rsidR="007C6B1D" w:rsidRDefault="007C6B1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47ACA2" w14:textId="77777777" w:rsidR="007C6B1D" w:rsidRDefault="007C6B1D" w:rsidP="00C25BB6">
            <w:pPr>
              <w:pStyle w:val="libPoem"/>
            </w:pPr>
            <w:r>
              <w:rPr>
                <w:rtl/>
                <w:lang w:bidi="fa-IR"/>
              </w:rPr>
              <w:t>من جملة اُولادك يليت الأهل تفداك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6B1D" w14:paraId="7E6764C0" w14:textId="77777777" w:rsidTr="00C25BB6">
        <w:trPr>
          <w:trHeight w:val="350"/>
        </w:trPr>
        <w:tc>
          <w:tcPr>
            <w:tcW w:w="3920" w:type="dxa"/>
          </w:tcPr>
          <w:p w14:paraId="7A0B4D7C" w14:textId="77777777" w:rsidR="007C6B1D" w:rsidRDefault="007C6B1D" w:rsidP="00C25BB6">
            <w:pPr>
              <w:pStyle w:val="libPoem"/>
            </w:pPr>
            <w:r>
              <w:rPr>
                <w:rtl/>
                <w:lang w:bidi="fa-IR"/>
              </w:rPr>
              <w:t>يا ليت تسلم يالولي والعالم افداك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A879F2" w14:textId="77777777" w:rsidR="007C6B1D" w:rsidRDefault="007C6B1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5B01F8" w14:textId="77777777" w:rsidR="007C6B1D" w:rsidRDefault="007C6B1D" w:rsidP="00C25BB6">
            <w:pPr>
              <w:pStyle w:val="libPoem"/>
            </w:pPr>
            <w:r>
              <w:rPr>
                <w:rtl/>
                <w:lang w:bidi="fa-IR"/>
              </w:rPr>
              <w:t>نغصت شربي اُو مطعمي يا قرة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F911BE6" w14:textId="77777777" w:rsidR="00EE7C84" w:rsidRDefault="00EE7C84" w:rsidP="007C6B1D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5CE8340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5320B27B" w14:textId="77777777" w:rsidR="00EE7C84" w:rsidRDefault="00EE7C84" w:rsidP="00233CDD">
      <w:pPr>
        <w:pStyle w:val="Heading3"/>
        <w:rPr>
          <w:lang w:bidi="fa-IR"/>
        </w:rPr>
      </w:pPr>
      <w:bookmarkStart w:id="19" w:name="_Toc17226578"/>
      <w:r>
        <w:rPr>
          <w:rtl/>
          <w:lang w:bidi="fa-IR"/>
        </w:rPr>
        <w:lastRenderedPageBreak/>
        <w:t>هذا فصل في أحوال مسلم بن عقيل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وأحواله في الكوفة :</w:t>
      </w:r>
      <w:bookmarkEnd w:id="19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60F4E" w14:paraId="1A5A9800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286BEC88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بالله يها لواقف اِبابي اُودمعك ايسيل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F5DDAB2" w14:textId="77777777" w:rsidR="00160F4E" w:rsidRDefault="00160F4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E9BCED5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اسقيتك الماء روح لهلك هوّد 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F4E" w14:paraId="3EBC628D" w14:textId="77777777" w:rsidTr="00C25BB6">
        <w:trPr>
          <w:trHeight w:val="350"/>
        </w:trPr>
        <w:tc>
          <w:tcPr>
            <w:tcW w:w="3920" w:type="dxa"/>
          </w:tcPr>
          <w:p w14:paraId="2085EA94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قلها يحرمه ما إليّه اِبهالبلد 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84FA8B" w14:textId="77777777" w:rsidR="00160F4E" w:rsidRDefault="00160F4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8C8AFA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اُومالي عشيرة اُولا إلي اِمحامي ولا اَنصار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F4E" w14:paraId="1ADB096A" w14:textId="77777777" w:rsidTr="00C25BB6">
        <w:trPr>
          <w:trHeight w:val="350"/>
        </w:trPr>
        <w:tc>
          <w:tcPr>
            <w:tcW w:w="3920" w:type="dxa"/>
          </w:tcPr>
          <w:p w14:paraId="5C1D8ADF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وحدي ابهالبلدة غريب اليوم محتار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656A12" w14:textId="77777777" w:rsidR="00160F4E" w:rsidRDefault="00160F4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A3254E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داري ابعيدة اُوضعت في بلدة اراذيل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F4E" w14:paraId="4AF6A1BF" w14:textId="77777777" w:rsidTr="00C25BB6">
        <w:trPr>
          <w:trHeight w:val="350"/>
        </w:trPr>
        <w:tc>
          <w:tcPr>
            <w:tcW w:w="3920" w:type="dxa"/>
          </w:tcPr>
          <w:p w14:paraId="6004E685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قالت اخبرني باسمك اُومن يا قبيله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0C734E" w14:textId="77777777" w:rsidR="00160F4E" w:rsidRDefault="00160F4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B03BE4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قلها اُودمعاته على خدّه هطيله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F4E" w14:paraId="41F64E62" w14:textId="77777777" w:rsidTr="00C25BB6">
        <w:trPr>
          <w:trHeight w:val="350"/>
        </w:trPr>
        <w:tc>
          <w:tcPr>
            <w:tcW w:w="3920" w:type="dxa"/>
          </w:tcPr>
          <w:p w14:paraId="72A80968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والله يحرمه عزوتي عزوه جليله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7DBFA3" w14:textId="77777777" w:rsidR="00160F4E" w:rsidRDefault="00160F4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2D9692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من بيت هاللي نزل بيّه الروح جبريل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F4E" w14:paraId="24C558B3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129DC72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وانكان اردتين النسب من آل ياسين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DFAC8E5" w14:textId="77777777" w:rsidR="00160F4E" w:rsidRDefault="00160F4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F9DDF8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انا ابن اخو حيدر الضيغم مظهر الدين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F4E" w14:paraId="15605BC1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1E88A31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طبيّت هالبلدة رسول امن الولي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0A585D" w14:textId="77777777" w:rsidR="00160F4E" w:rsidRDefault="00160F4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ECA41A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اُوخانوا عهدي اُوتابعوا الفاجر الضلّيل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F4E" w14:paraId="2819BD12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CACBA94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واريد من فضلك ابهاليلة الفيني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7E93D5" w14:textId="77777777" w:rsidR="00160F4E" w:rsidRDefault="00160F4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FA4AF1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خايف ابهالبلده الاعادي طالبيني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F4E" w14:paraId="38EAE3BB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E7713E2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ليت البطل عبّاس والأكبر يجوني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42B5B8" w14:textId="77777777" w:rsidR="00160F4E" w:rsidRDefault="00160F4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422DFB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اُو جاسم اُوعون ايجون باسيوف مساليل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F4E" w14:paraId="74B7CFB7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62F45D7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هلّت دمعها اُونادته بالله اِدخل الدار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9718D3" w14:textId="77777777" w:rsidR="00160F4E" w:rsidRDefault="00160F4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A0610C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تفديك روحي يابن اخو حيدر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F4E" w14:paraId="4FF0682D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AA88ED3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يا ليت عند اِحسين توصل عنّك أخبار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7C0B7F" w14:textId="77777777" w:rsidR="00160F4E" w:rsidRDefault="00160F4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D1CE9F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اِنكان جاك امن المدينة بهاليل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F4E" w14:paraId="5EEECC5F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4D96BF3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قلها أبو السجّاد سافر بالحموله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0F2ECE" w14:textId="77777777" w:rsidR="00160F4E" w:rsidRDefault="00160F4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837365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اُوظل بالمدينة محمّد اُوذيك العليله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F4E" w14:paraId="3510EE46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A233AD2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هي تجدب الونّة اُوهو دمعه يسيله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9449C2" w14:textId="77777777" w:rsidR="00160F4E" w:rsidRDefault="00160F4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7DE452F" w14:textId="77777777" w:rsidR="00160F4E" w:rsidRDefault="00160F4E" w:rsidP="00C25BB6">
            <w:pPr>
              <w:pStyle w:val="libPoem"/>
            </w:pPr>
            <w:r>
              <w:rPr>
                <w:rtl/>
                <w:lang w:bidi="fa-IR"/>
              </w:rPr>
              <w:t>واُمّ البنين اِعلى الحمولة اتصيح بالويل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591B0DE" w14:textId="77777777" w:rsidR="00EE7C84" w:rsidRDefault="00EE7C84" w:rsidP="00233CDD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213B32C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676" w:type="pct"/>
        <w:tblInd w:w="201" w:type="dxa"/>
        <w:tblLook w:val="01E0" w:firstRow="1" w:lastRow="1" w:firstColumn="1" w:lastColumn="1" w:noHBand="0" w:noVBand="0"/>
      </w:tblPr>
      <w:tblGrid>
        <w:gridCol w:w="4157"/>
        <w:gridCol w:w="304"/>
        <w:gridCol w:w="3914"/>
      </w:tblGrid>
      <w:tr w:rsidR="0000699B" w14:paraId="52997C36" w14:textId="77777777" w:rsidTr="0000699B">
        <w:trPr>
          <w:trHeight w:val="350"/>
        </w:trPr>
        <w:tc>
          <w:tcPr>
            <w:tcW w:w="3719" w:type="dxa"/>
            <w:shd w:val="clear" w:color="auto" w:fill="auto"/>
          </w:tcPr>
          <w:p w14:paraId="7716E47C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سمعت صهيل الخيل طوعه اُوجات في الحين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44486919" w14:textId="77777777" w:rsidR="0000699B" w:rsidRDefault="0000699B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14:paraId="28F4CE42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تنظر إلى مسلم اُولنّه يهمل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699B" w14:paraId="2CE61218" w14:textId="77777777" w:rsidTr="0000699B">
        <w:trPr>
          <w:trHeight w:val="350"/>
        </w:trPr>
        <w:tc>
          <w:tcPr>
            <w:tcW w:w="3719" w:type="dxa"/>
          </w:tcPr>
          <w:p w14:paraId="653F1355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قالت يمسلم ليتك ما صاحبك نوم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FD59D6A" w14:textId="77777777" w:rsidR="0000699B" w:rsidRDefault="0000699B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104B6D1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قلها صحيح من ابقلبه كثرة اهموم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699B" w14:paraId="4CEBCECE" w14:textId="77777777" w:rsidTr="0000699B">
        <w:trPr>
          <w:trHeight w:val="350"/>
        </w:trPr>
        <w:tc>
          <w:tcPr>
            <w:tcW w:w="3719" w:type="dxa"/>
          </w:tcPr>
          <w:p w14:paraId="1150F5F8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في النوم شفت المصطفى الهادي ولعموم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9F8E280" w14:textId="77777777" w:rsidR="0000699B" w:rsidRDefault="0000699B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C1641ED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اُوكُلهم يطوعه لجل أحزاني حزينين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699B" w14:paraId="74E3384B" w14:textId="77777777" w:rsidTr="0000699B">
        <w:trPr>
          <w:trHeight w:val="350"/>
        </w:trPr>
        <w:tc>
          <w:tcPr>
            <w:tcW w:w="3719" w:type="dxa"/>
          </w:tcPr>
          <w:p w14:paraId="0D698709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قلي الهادي اليوم يا مسلم تجينه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46E21B6" w14:textId="77777777" w:rsidR="0000699B" w:rsidRDefault="0000699B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0101ADC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ما تصبح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القوم بيتك حايطينه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699B" w14:paraId="1827C856" w14:textId="77777777" w:rsidTr="0000699B">
        <w:trPr>
          <w:trHeight w:val="350"/>
        </w:trPr>
        <w:tc>
          <w:tcPr>
            <w:tcW w:w="3719" w:type="dxa"/>
          </w:tcPr>
          <w:p w14:paraId="4BF3954C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الهم ضغاين يالولد سابق علينه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AB36EC8" w14:textId="77777777" w:rsidR="0000699B" w:rsidRDefault="0000699B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0ADD742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واليوم أبدوا اللي ابخواطرهم امكتمين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699B" w14:paraId="497F5326" w14:textId="77777777" w:rsidTr="000069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19" w:type="dxa"/>
          </w:tcPr>
          <w:p w14:paraId="493D380D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إتجدّدت حسراتها امن الحزن طوعه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C9C1606" w14:textId="77777777" w:rsidR="0000699B" w:rsidRDefault="0000699B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B05D313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مسلم تشوفه يحكي اُو تهمل ادموعه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699B" w14:paraId="7DDDFC57" w14:textId="77777777" w:rsidTr="000069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19" w:type="dxa"/>
          </w:tcPr>
          <w:p w14:paraId="34A5AB14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إفراق اَهله اُوحدته أحنت اِضلوعه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2A0E2AD" w14:textId="77777777" w:rsidR="0000699B" w:rsidRDefault="0000699B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124DA79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ويش حال من عنّه هله أمسوا بعيدين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699B" w14:paraId="465539DF" w14:textId="77777777" w:rsidTr="000069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19" w:type="dxa"/>
          </w:tcPr>
          <w:p w14:paraId="48269223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قالت يمسلم لو يقبلوني فديتك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AC129C0" w14:textId="77777777" w:rsidR="0000699B" w:rsidRDefault="0000699B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F6B66D8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اِبمالي اُوروحي اُولا تجي يمّك منيتك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699B" w14:paraId="6850D6F1" w14:textId="77777777" w:rsidTr="000069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19" w:type="dxa"/>
          </w:tcPr>
          <w:p w14:paraId="4E99EBD7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ما حاضرك مسلم أحد من اَهل بيتك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1F96A0E" w14:textId="77777777" w:rsidR="0000699B" w:rsidRDefault="0000699B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866517C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ايشوفونك امحيّر اُوعدوانك امسلحين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699B" w14:paraId="47BCDE4B" w14:textId="77777777" w:rsidTr="000069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19" w:type="dxa"/>
          </w:tcPr>
          <w:p w14:paraId="0052C4AE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ودعتك الله يا غريب بأرض كوفان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24FF49F" w14:textId="77777777" w:rsidR="0000699B" w:rsidRDefault="0000699B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0682E16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جسمك من اَحزانك يمسلم صار وجعان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699B" w14:paraId="1F3D5686" w14:textId="77777777" w:rsidTr="000069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19" w:type="dxa"/>
          </w:tcPr>
          <w:p w14:paraId="33A8B4C5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يا ليت عمّك حاضرك خيّال لحصان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A2BB504" w14:textId="77777777" w:rsidR="0000699B" w:rsidRDefault="0000699B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9CC5749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ويشوف حالك ما إلك ناصر ولا اِمعين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699B" w14:paraId="2E557FBF" w14:textId="77777777" w:rsidTr="000069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19" w:type="dxa"/>
          </w:tcPr>
          <w:p w14:paraId="0F2D25B4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ودّعتك الله يا غريب الأهل والدار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20C27C2" w14:textId="77777777" w:rsidR="0000699B" w:rsidRDefault="0000699B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75E0E40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يا لخانته الكوفة أهلها اِصغار واِكبار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699B" w14:paraId="6A4F6750" w14:textId="77777777" w:rsidTr="000069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19" w:type="dxa"/>
          </w:tcPr>
          <w:p w14:paraId="21129BB4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وامسى ابديرة غرب حاير يضرب أفكار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1EC0FA5" w14:textId="77777777" w:rsidR="0000699B" w:rsidRDefault="0000699B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821232E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ليته درى ابحالك أبو السجّاد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699B" w14:paraId="283F40B5" w14:textId="77777777" w:rsidTr="000069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19" w:type="dxa"/>
          </w:tcPr>
          <w:p w14:paraId="033B4C78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قلنا يطوعه ما ابردتْ غلّة افادي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4F15A5C" w14:textId="77777777" w:rsidR="0000699B" w:rsidRDefault="0000699B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A2428D6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اراويك في هالكفر محمود الجهادي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699B" w14:paraId="242762DF" w14:textId="77777777" w:rsidTr="000069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19" w:type="dxa"/>
          </w:tcPr>
          <w:p w14:paraId="1DA2249E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عمّي عَليْ متهولني كثر الأعادي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0637219" w14:textId="77777777" w:rsidR="0000699B" w:rsidRDefault="0000699B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21D2BD5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بس في ضميري حسرةٌ من اجل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608CC59" w14:textId="77777777" w:rsidR="00EE7C84" w:rsidRDefault="00EE7C84" w:rsidP="0000699B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0699B" w14:paraId="024C2889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6A9422CF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لحد يمسلم خانت ابعهدك الأنذال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0084D0B" w14:textId="77777777" w:rsidR="0000699B" w:rsidRDefault="0000699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98083C6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لكن بديت المرجلة يا فحل لرجال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699B" w14:paraId="27419BC3" w14:textId="77777777" w:rsidTr="00C25BB6">
        <w:trPr>
          <w:trHeight w:val="350"/>
        </w:trPr>
        <w:tc>
          <w:tcPr>
            <w:tcW w:w="3920" w:type="dxa"/>
          </w:tcPr>
          <w:p w14:paraId="3EBBCEEF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لولا الحفيرة والقضا وافق الحيله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FE8563" w14:textId="77777777" w:rsidR="0000699B" w:rsidRDefault="0000699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4FFA49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ما صابك ابن ازياد بارجاله اُوخيله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699B" w14:paraId="37473EDB" w14:textId="77777777" w:rsidTr="00C25BB6">
        <w:trPr>
          <w:trHeight w:val="350"/>
        </w:trPr>
        <w:tc>
          <w:tcPr>
            <w:tcW w:w="3920" w:type="dxa"/>
          </w:tcPr>
          <w:p w14:paraId="1B014822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لكنّهم يوم الحرب صابوك غيله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38EDFC" w14:textId="77777777" w:rsidR="0000699B" w:rsidRDefault="0000699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0EA7C6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فعلة خمايم فيك ماهي فعلة اِرجال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699B" w14:paraId="3A9CDC1B" w14:textId="77777777" w:rsidTr="00C25BB6">
        <w:trPr>
          <w:trHeight w:val="350"/>
        </w:trPr>
        <w:tc>
          <w:tcPr>
            <w:tcW w:w="3920" w:type="dxa"/>
          </w:tcPr>
          <w:p w14:paraId="43432F00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والله لو حربك معاهم في سعة 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6EEBDE" w14:textId="77777777" w:rsidR="0000699B" w:rsidRDefault="0000699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5B6775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ما كان صاروا بالحرايب منّك أظفر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699B" w14:paraId="41BC173C" w14:textId="77777777" w:rsidTr="00C25BB6">
        <w:trPr>
          <w:trHeight w:val="350"/>
        </w:trPr>
        <w:tc>
          <w:tcPr>
            <w:tcW w:w="3920" w:type="dxa"/>
          </w:tcPr>
          <w:p w14:paraId="2EB4C12A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يا حيّ ذاك الوجه منّك يا غضنفر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633B6D" w14:textId="77777777" w:rsidR="0000699B" w:rsidRDefault="0000699B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EBB643" w14:textId="77777777" w:rsidR="0000699B" w:rsidRDefault="0000699B" w:rsidP="00C25BB6">
            <w:pPr>
              <w:pStyle w:val="libPoem"/>
            </w:pPr>
            <w:r>
              <w:rPr>
                <w:rtl/>
                <w:lang w:bidi="fa-IR"/>
              </w:rPr>
              <w:t>ليتك حشتهم في سعة مطراد خيال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7D42C0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637E1" w14:paraId="6B87324C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51AA7444" w14:textId="77777777" w:rsidR="001637E1" w:rsidRDefault="001637E1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اِتمنيت حاضر يوم حرب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33B3F7B" w14:textId="77777777" w:rsidR="001637E1" w:rsidRDefault="001637E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2FEFEF0" w14:textId="77777777" w:rsidR="001637E1" w:rsidRDefault="001637E1" w:rsidP="00C25BB6">
            <w:pPr>
              <w:pStyle w:val="libPoem"/>
            </w:pPr>
            <w:r>
              <w:rPr>
                <w:rtl/>
                <w:lang w:bidi="fa-IR"/>
              </w:rPr>
              <w:t>يوم تصك اجموعهم بالسمهريّه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37E1" w14:paraId="1980FA83" w14:textId="77777777" w:rsidTr="00C25BB6">
        <w:trPr>
          <w:trHeight w:val="350"/>
        </w:trPr>
        <w:tc>
          <w:tcPr>
            <w:tcW w:w="3920" w:type="dxa"/>
          </w:tcPr>
          <w:p w14:paraId="3CA18A24" w14:textId="77777777" w:rsidR="001637E1" w:rsidRDefault="001637E1" w:rsidP="00C25BB6">
            <w:pPr>
              <w:pStyle w:val="libPoem"/>
            </w:pPr>
            <w:r>
              <w:rPr>
                <w:rtl/>
                <w:lang w:bidi="fa-IR"/>
              </w:rPr>
              <w:t>اُو زينب تنادي راحت ارجالي 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3D5CB9" w14:textId="77777777" w:rsidR="001637E1" w:rsidRDefault="001637E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91AF048" w14:textId="77777777" w:rsidR="001637E1" w:rsidRDefault="001637E1" w:rsidP="00C25BB6">
            <w:pPr>
              <w:pStyle w:val="libPoem"/>
            </w:pPr>
            <w:r>
              <w:rPr>
                <w:rtl/>
                <w:lang w:bidi="fa-IR"/>
              </w:rPr>
              <w:t>أفنى أهلنا السيف ما بقّى لنا ارجال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37E1" w14:paraId="0169B6C1" w14:textId="77777777" w:rsidTr="00C25BB6">
        <w:trPr>
          <w:trHeight w:val="350"/>
        </w:trPr>
        <w:tc>
          <w:tcPr>
            <w:tcW w:w="3920" w:type="dxa"/>
          </w:tcPr>
          <w:p w14:paraId="04172CEA" w14:textId="77777777" w:rsidR="001637E1" w:rsidRDefault="001637E1" w:rsidP="00C25BB6">
            <w:pPr>
              <w:pStyle w:val="libPoem"/>
            </w:pPr>
            <w:r>
              <w:rPr>
                <w:rtl/>
                <w:lang w:bidi="fa-IR"/>
              </w:rPr>
              <w:t>اُوحاز المراجل من ضرب بالسيف واروى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22BEC4" w14:textId="77777777" w:rsidR="001637E1" w:rsidRDefault="001637E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FD09B2" w14:textId="77777777" w:rsidR="001637E1" w:rsidRDefault="001637E1" w:rsidP="00C25BB6">
            <w:pPr>
              <w:pStyle w:val="libPoem"/>
            </w:pPr>
            <w:r>
              <w:rPr>
                <w:rtl/>
                <w:lang w:bidi="fa-IR"/>
              </w:rPr>
              <w:t>هاني طعن بالعود اُوحد السيف روى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37E1" w14:paraId="76E31D03" w14:textId="77777777" w:rsidTr="00C25BB6">
        <w:trPr>
          <w:trHeight w:val="350"/>
        </w:trPr>
        <w:tc>
          <w:tcPr>
            <w:tcW w:w="3920" w:type="dxa"/>
          </w:tcPr>
          <w:p w14:paraId="4F94A95C" w14:textId="77777777" w:rsidR="001637E1" w:rsidRDefault="001637E1" w:rsidP="00C25BB6">
            <w:pPr>
              <w:pStyle w:val="libPoem"/>
            </w:pPr>
            <w:r>
              <w:rPr>
                <w:rtl/>
                <w:lang w:bidi="fa-IR"/>
              </w:rPr>
              <w:t>يا راية البيضا على هاني بن عروه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31FE73" w14:textId="77777777" w:rsidR="001637E1" w:rsidRDefault="001637E1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FB406B" w14:textId="77777777" w:rsidR="001637E1" w:rsidRDefault="001637E1" w:rsidP="00C25BB6">
            <w:pPr>
              <w:pStyle w:val="libPoem"/>
            </w:pPr>
            <w:r>
              <w:rPr>
                <w:rtl/>
                <w:lang w:bidi="fa-IR"/>
              </w:rPr>
              <w:t>محمودة اُوصافك يبن عروة ابهلفعال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1DCFB9F" w14:textId="77777777" w:rsidR="00EE7C84" w:rsidRDefault="00EE7C84" w:rsidP="00436AA5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03F0F" w14:paraId="1483FB50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15ADBC3C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مسلم على رأسه وقع مغلول 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51B097D" w14:textId="77777777" w:rsidR="00C03F0F" w:rsidRDefault="00C03F0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947DA06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يبكي ويصعد زفرته لفراق الحسين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F0F" w14:paraId="67753989" w14:textId="77777777" w:rsidTr="00C25BB6">
        <w:trPr>
          <w:trHeight w:val="350"/>
        </w:trPr>
        <w:tc>
          <w:tcPr>
            <w:tcW w:w="3920" w:type="dxa"/>
          </w:tcPr>
          <w:p w14:paraId="264CEB74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طلعوا ابهاني والبطل مسلم إلى السوق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F18E3D" w14:textId="77777777" w:rsidR="00C03F0F" w:rsidRDefault="00C03F0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EAB6D8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اُوكُل واحد ابحلقة حبل مربوق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F0F" w14:paraId="34F68080" w14:textId="77777777" w:rsidTr="00C25BB6">
        <w:trPr>
          <w:trHeight w:val="350"/>
        </w:trPr>
        <w:tc>
          <w:tcPr>
            <w:tcW w:w="3920" w:type="dxa"/>
          </w:tcPr>
          <w:p w14:paraId="172D1809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والله فعايلهم اِبها لأمجاد ميلوق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FFCDE3" w14:textId="77777777" w:rsidR="00C03F0F" w:rsidRDefault="00C03F0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8A5547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ويش الجنو للذبح صاروا مستحقين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F0F" w14:paraId="0A1911B0" w14:textId="77777777" w:rsidTr="00C25BB6">
        <w:trPr>
          <w:trHeight w:val="350"/>
        </w:trPr>
        <w:tc>
          <w:tcPr>
            <w:tcW w:w="3920" w:type="dxa"/>
          </w:tcPr>
          <w:p w14:paraId="6FAC8424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اُوفي السكك والأسواق قاموا يسحبوهم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564A85" w14:textId="77777777" w:rsidR="00C03F0F" w:rsidRDefault="00C03F0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75AA75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والخلق بالأحجار ظلّوا يضربوهم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F0F" w14:paraId="0108E7AA" w14:textId="77777777" w:rsidTr="00C25BB6">
        <w:trPr>
          <w:trHeight w:val="350"/>
        </w:trPr>
        <w:tc>
          <w:tcPr>
            <w:tcW w:w="3920" w:type="dxa"/>
          </w:tcPr>
          <w:p w14:paraId="7EC855D7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اُو أمّا هل الكوفة مكنهم يعرفوهم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920F31" w14:textId="77777777" w:rsidR="00C03F0F" w:rsidRDefault="00C03F0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5DAED5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ولا روّعوا حرمه إلى الكرّار اَبو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F0F" w14:paraId="18792853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DAC26C5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يا ليت اَبو السجّاد يحضرهم يراهم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582E61" w14:textId="77777777" w:rsidR="00C03F0F" w:rsidRDefault="00C03F0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F82A3D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ينظر جثثهم ما تواروا في ثراهم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F0F" w14:paraId="358A95F8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B0CBA89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مسلم اُوهاني أصبحوا ابولية اعداهم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5D176D" w14:textId="77777777" w:rsidR="00C03F0F" w:rsidRDefault="00C03F0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587B9A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واَمست نساهم من بعدهم مستعدّين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F0F" w14:paraId="16069F38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0A80876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والروس فوق اِرماح ودّوهم إلى الشام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5967A3" w14:textId="77777777" w:rsidR="00C03F0F" w:rsidRDefault="00C03F0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E9D113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ويعايدوا في الشام اَهلها سبعة ايام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F0F" w14:paraId="3E5C473C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716EE9A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ويزيد امر بالفرح للخاص والعام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CC59D1" w14:textId="77777777" w:rsidR="00C03F0F" w:rsidRDefault="00C03F0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9E98E4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وامر يدوروا ابروسهم كُل البلادين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F0F" w14:paraId="3F870213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5258B8E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وارسل إلى ابن ازياد في خطه يخبره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67C0B8" w14:textId="77777777" w:rsidR="00C03F0F" w:rsidRDefault="00C03F0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592FAD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ان حشت سبط المصطفى مهجة الزهرا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F0F" w14:paraId="483FEBAE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967610E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بعد الذبح بالخيل رض صدره اُو ظهره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031ADF" w14:textId="77777777" w:rsidR="00C03F0F" w:rsidRDefault="00C03F0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2AAD1C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وارفع كريمه ابرمحه واحرق للصياوين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F0F" w14:paraId="096D5B11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7414A40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ولا تبقى من بني حيدر بقيّه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CA637F" w14:textId="77777777" w:rsidR="00C03F0F" w:rsidRDefault="00C03F0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57EEB5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اُوكسر اعضاهم بالخيول الأعوجيّه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F0F" w14:paraId="416C0EB0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34B4F53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اوفوق الهزل ركب نساء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2F0D2D" w14:textId="77777777" w:rsidR="00C03F0F" w:rsidRDefault="00C03F0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195204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ثاراتنا ابصفّين ناخذها من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F0F" w14:paraId="52703E6A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97C485B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لا بارك الله في زمان خان عهده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F0C3C4" w14:textId="77777777" w:rsidR="00C03F0F" w:rsidRDefault="00C03F0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9327F2" w14:textId="77777777" w:rsidR="00C03F0F" w:rsidRDefault="00C03F0F" w:rsidP="00C25BB6">
            <w:pPr>
              <w:pStyle w:val="libPoem"/>
            </w:pPr>
            <w:r>
              <w:rPr>
                <w:rtl/>
                <w:lang w:bidi="fa-IR"/>
              </w:rPr>
              <w:t>واخرج سليل المرتضى من وطن جدّه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71737A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002E6" w14:paraId="11CAFA98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10BE1480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امسى ابمكّة حاير ابأهله اُوولده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7253363" w14:textId="77777777" w:rsidR="00D002E6" w:rsidRDefault="00D002E6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9314258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t>ما حصل له ايتمم الحج دون المسلمين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2FC5DC7" w14:textId="77777777" w:rsidR="00EE7C84" w:rsidRDefault="00EE7C84" w:rsidP="00D002E6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662" w:type="pct"/>
        <w:tblInd w:w="291" w:type="dxa"/>
        <w:tblLook w:val="01E0" w:firstRow="1" w:lastRow="1" w:firstColumn="1" w:lastColumn="1" w:noHBand="0" w:noVBand="0"/>
      </w:tblPr>
      <w:tblGrid>
        <w:gridCol w:w="4074"/>
        <w:gridCol w:w="303"/>
        <w:gridCol w:w="3973"/>
      </w:tblGrid>
      <w:tr w:rsidR="00D002E6" w14:paraId="49AA5A26" w14:textId="77777777" w:rsidTr="0017392E">
        <w:trPr>
          <w:trHeight w:val="350"/>
        </w:trPr>
        <w:tc>
          <w:tcPr>
            <w:tcW w:w="3645" w:type="dxa"/>
            <w:shd w:val="clear" w:color="auto" w:fill="auto"/>
          </w:tcPr>
          <w:p w14:paraId="16A67CDA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t>جيّه يحيدر جيّه مسلم ذبح بالكوفه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  <w:shd w:val="clear" w:color="auto" w:fill="auto"/>
          </w:tcPr>
          <w:p w14:paraId="0C107DB5" w14:textId="77777777" w:rsidR="00D002E6" w:rsidRDefault="00D002E6" w:rsidP="00C25BB6">
            <w:pPr>
              <w:pStyle w:val="libPoem"/>
              <w:rPr>
                <w:rtl/>
              </w:rPr>
            </w:pPr>
          </w:p>
        </w:tc>
        <w:tc>
          <w:tcPr>
            <w:tcW w:w="3554" w:type="dxa"/>
            <w:shd w:val="clear" w:color="auto" w:fill="auto"/>
          </w:tcPr>
          <w:p w14:paraId="6FB3394E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t>يا ليت لنك حاظر واتعاينه واتشوفه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2E6" w14:paraId="4D582A8D" w14:textId="77777777" w:rsidTr="0017392E">
        <w:trPr>
          <w:trHeight w:val="350"/>
        </w:trPr>
        <w:tc>
          <w:tcPr>
            <w:tcW w:w="3645" w:type="dxa"/>
          </w:tcPr>
          <w:p w14:paraId="2751448A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t>جيّه يحيدر جيّه مسلم ترى خانوا به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3BF28B6" w14:textId="77777777" w:rsidR="00D002E6" w:rsidRDefault="00D002E6" w:rsidP="00C25BB6">
            <w:pPr>
              <w:pStyle w:val="libPoem"/>
              <w:rPr>
                <w:rtl/>
              </w:rPr>
            </w:pPr>
          </w:p>
        </w:tc>
        <w:tc>
          <w:tcPr>
            <w:tcW w:w="3554" w:type="dxa"/>
          </w:tcPr>
          <w:p w14:paraId="0789D25F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t>باحبال شدوا رجله قوم الخنا اُوداروا به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2E6" w14:paraId="6563233C" w14:textId="77777777" w:rsidTr="0017392E">
        <w:trPr>
          <w:trHeight w:val="350"/>
        </w:trPr>
        <w:tc>
          <w:tcPr>
            <w:tcW w:w="3645" w:type="dxa"/>
          </w:tcPr>
          <w:p w14:paraId="4A654B39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t>يا ليت لنّك حاظر واتشوف ما فعلوا به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2B03A80B" w14:textId="77777777" w:rsidR="00D002E6" w:rsidRDefault="00D002E6" w:rsidP="00C25BB6">
            <w:pPr>
              <w:pStyle w:val="libPoem"/>
              <w:rPr>
                <w:rtl/>
              </w:rPr>
            </w:pPr>
          </w:p>
        </w:tc>
        <w:tc>
          <w:tcPr>
            <w:tcW w:w="3554" w:type="dxa"/>
          </w:tcPr>
          <w:p w14:paraId="46527BC6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t>لفقار سله عاجل اُو بالخيل طب الكوفه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2E6" w14:paraId="34A8CA30" w14:textId="77777777" w:rsidTr="0017392E">
        <w:trPr>
          <w:trHeight w:val="350"/>
        </w:trPr>
        <w:tc>
          <w:tcPr>
            <w:tcW w:w="3645" w:type="dxa"/>
          </w:tcPr>
          <w:p w14:paraId="274B9981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t>يا ليت شفت اُولاده يوم الخبر وصلهم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A4CA223" w14:textId="77777777" w:rsidR="00D002E6" w:rsidRDefault="00D002E6" w:rsidP="00C25BB6">
            <w:pPr>
              <w:pStyle w:val="libPoem"/>
              <w:rPr>
                <w:rtl/>
              </w:rPr>
            </w:pPr>
          </w:p>
        </w:tc>
        <w:tc>
          <w:tcPr>
            <w:tcW w:w="3554" w:type="dxa"/>
          </w:tcPr>
          <w:p w14:paraId="08F4DC01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t>ذبوا العمايم بالثرى وابكوا اُوبكوا عمهم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2E6" w14:paraId="54881FA0" w14:textId="77777777" w:rsidTr="0017392E">
        <w:trPr>
          <w:trHeight w:val="350"/>
        </w:trPr>
        <w:tc>
          <w:tcPr>
            <w:tcW w:w="3645" w:type="dxa"/>
          </w:tcPr>
          <w:p w14:paraId="4A615347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t>وامخدراتك بالخيم تبكي اُوزايد همهم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2C49B58" w14:textId="77777777" w:rsidR="00D002E6" w:rsidRDefault="00D002E6" w:rsidP="00C25BB6">
            <w:pPr>
              <w:pStyle w:val="libPoem"/>
              <w:rPr>
                <w:rtl/>
              </w:rPr>
            </w:pPr>
          </w:p>
        </w:tc>
        <w:tc>
          <w:tcPr>
            <w:tcW w:w="3554" w:type="dxa"/>
          </w:tcPr>
          <w:p w14:paraId="1B883C90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t>من حين سمعوا بالخبر مسلم ذبح بالكوفه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2E6" w14:paraId="48E7A910" w14:textId="77777777" w:rsidTr="001739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45" w:type="dxa"/>
          </w:tcPr>
          <w:p w14:paraId="053229A0" w14:textId="77777777" w:rsidR="00D002E6" w:rsidRDefault="0017392E" w:rsidP="0017392E">
            <w:pPr>
              <w:pStyle w:val="libPoem"/>
            </w:pPr>
            <w:r>
              <w:rPr>
                <w:rtl/>
                <w:lang w:bidi="fa-IR"/>
              </w:rPr>
              <w:t>واِحسين قام اينادي اُوبالعجل دشّ اخيامه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0739333" w14:textId="77777777" w:rsidR="00D002E6" w:rsidRDefault="00D002E6" w:rsidP="00C25BB6">
            <w:pPr>
              <w:pStyle w:val="libPoem"/>
              <w:rPr>
                <w:rtl/>
              </w:rPr>
            </w:pPr>
          </w:p>
        </w:tc>
        <w:tc>
          <w:tcPr>
            <w:tcW w:w="3554" w:type="dxa"/>
          </w:tcPr>
          <w:p w14:paraId="1CE2EE96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t>حطّ الفتاة ابحجره وامدامعه سجّامه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2E6" w14:paraId="56260921" w14:textId="77777777" w:rsidTr="001739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45" w:type="dxa"/>
          </w:tcPr>
          <w:p w14:paraId="7A4DA9F8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t>حسّت ابذبحة بوها اُوقالت لقاه احمامه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07E8329" w14:textId="77777777" w:rsidR="00D002E6" w:rsidRDefault="00D002E6" w:rsidP="00C25BB6">
            <w:pPr>
              <w:pStyle w:val="libPoem"/>
              <w:rPr>
                <w:rtl/>
              </w:rPr>
            </w:pPr>
          </w:p>
        </w:tc>
        <w:tc>
          <w:tcPr>
            <w:tcW w:w="3554" w:type="dxa"/>
          </w:tcPr>
          <w:p w14:paraId="607A7D4E" w14:textId="77777777" w:rsidR="00D002E6" w:rsidRDefault="0017392E" w:rsidP="0017392E">
            <w:pPr>
              <w:pStyle w:val="libPoem"/>
            </w:pPr>
            <w:r>
              <w:rPr>
                <w:rtl/>
                <w:lang w:bidi="fa-IR"/>
              </w:rPr>
              <w:t>اُوقالت يعمّي الكوفة هي بالغدر معروفه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2E6" w14:paraId="045D708E" w14:textId="77777777" w:rsidTr="001739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45" w:type="dxa"/>
          </w:tcPr>
          <w:p w14:paraId="0C391121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t>ظلت تنوح البوها واخوانها لسعدوها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452E62D" w14:textId="77777777" w:rsidR="00D002E6" w:rsidRDefault="00D002E6" w:rsidP="00C25BB6">
            <w:pPr>
              <w:pStyle w:val="libPoem"/>
              <w:rPr>
                <w:rtl/>
              </w:rPr>
            </w:pPr>
          </w:p>
        </w:tc>
        <w:tc>
          <w:tcPr>
            <w:tcW w:w="3554" w:type="dxa"/>
          </w:tcPr>
          <w:p w14:paraId="7B54EEE3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t>واحسويم آل المصطفى بامصابها ايعزوها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2E6" w14:paraId="010EAE91" w14:textId="77777777" w:rsidTr="001739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45" w:type="dxa"/>
          </w:tcPr>
          <w:p w14:paraId="0FB3B541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t>اُوقالت البيعة ياهلي نكثوا بها اوخانوها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C3D44E5" w14:textId="77777777" w:rsidR="00D002E6" w:rsidRDefault="00D002E6" w:rsidP="00C25BB6">
            <w:pPr>
              <w:pStyle w:val="libPoem"/>
              <w:rPr>
                <w:rtl/>
              </w:rPr>
            </w:pPr>
          </w:p>
        </w:tc>
        <w:tc>
          <w:tcPr>
            <w:tcW w:w="3554" w:type="dxa"/>
          </w:tcPr>
          <w:p w14:paraId="5588ED91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t>يا ليت ابويه انظره ابعيني انا واشوفه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2E6" w14:paraId="162516C8" w14:textId="77777777" w:rsidTr="001739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45" w:type="dxa"/>
          </w:tcPr>
          <w:p w14:paraId="2B4BB0D1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t>ضجوا النساء في ضجه وارتج ذاك الوادي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1CB07FD" w14:textId="77777777" w:rsidR="00D002E6" w:rsidRDefault="00D002E6" w:rsidP="00C25BB6">
            <w:pPr>
              <w:pStyle w:val="libPoem"/>
              <w:rPr>
                <w:rtl/>
              </w:rPr>
            </w:pPr>
          </w:p>
        </w:tc>
        <w:tc>
          <w:tcPr>
            <w:tcW w:w="3554" w:type="dxa"/>
          </w:tcPr>
          <w:p w14:paraId="34FE2D85" w14:textId="77777777" w:rsidR="00D002E6" w:rsidRDefault="0017392E" w:rsidP="0017392E">
            <w:pPr>
              <w:pStyle w:val="libPoem"/>
            </w:pPr>
            <w:r>
              <w:rPr>
                <w:rtl/>
                <w:lang w:bidi="fa-IR"/>
              </w:rPr>
              <w:t>هذي تقول ياعمي اُوهذي تقول يسنادي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2E6" w14:paraId="07F6F3CA" w14:textId="77777777" w:rsidTr="001739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45" w:type="dxa"/>
          </w:tcPr>
          <w:p w14:paraId="27E7AF1E" w14:textId="77777777" w:rsidR="00D002E6" w:rsidRDefault="0017392E" w:rsidP="0017392E">
            <w:pPr>
              <w:pStyle w:val="libPoem"/>
            </w:pPr>
            <w:r>
              <w:rPr>
                <w:rtl/>
                <w:lang w:bidi="fa-IR"/>
              </w:rPr>
              <w:t>اوهذي تقول يامسلم شمتت علي حسادي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E35D36B" w14:textId="77777777" w:rsidR="00D002E6" w:rsidRDefault="00D002E6" w:rsidP="00C25BB6">
            <w:pPr>
              <w:pStyle w:val="libPoem"/>
              <w:rPr>
                <w:rtl/>
              </w:rPr>
            </w:pPr>
          </w:p>
        </w:tc>
        <w:tc>
          <w:tcPr>
            <w:tcW w:w="3554" w:type="dxa"/>
          </w:tcPr>
          <w:p w14:paraId="71FCBD4C" w14:textId="77777777" w:rsidR="00D002E6" w:rsidRDefault="0017392E" w:rsidP="0017392E">
            <w:pPr>
              <w:pStyle w:val="libPoem"/>
            </w:pPr>
            <w:r>
              <w:rPr>
                <w:rtl/>
                <w:lang w:bidi="fa-IR"/>
              </w:rPr>
              <w:t>اُوصاحواعليه ابصيحه مسلم ذبح بالكوفه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2E6" w14:paraId="66A0C777" w14:textId="77777777" w:rsidTr="001739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45" w:type="dxa"/>
          </w:tcPr>
          <w:p w14:paraId="27F34482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t>عبّاس نادى ابصوته قوموا ادركوا والينا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3A97E493" w14:textId="77777777" w:rsidR="00D002E6" w:rsidRDefault="00D002E6" w:rsidP="00C25BB6">
            <w:pPr>
              <w:pStyle w:val="libPoem"/>
              <w:rPr>
                <w:rtl/>
              </w:rPr>
            </w:pPr>
          </w:p>
        </w:tc>
        <w:tc>
          <w:tcPr>
            <w:tcW w:w="3554" w:type="dxa"/>
          </w:tcPr>
          <w:p w14:paraId="7028C1D4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t>احنا اُولاد المرتضى والكفر ما تولينا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2E6" w14:paraId="0FFDD018" w14:textId="77777777" w:rsidTr="001739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45" w:type="dxa"/>
          </w:tcPr>
          <w:p w14:paraId="41111E56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t>يحسين اخويه هذي اُول مصيبه فينا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48C5979E" w14:textId="77777777" w:rsidR="00D002E6" w:rsidRDefault="00D002E6" w:rsidP="00C25BB6">
            <w:pPr>
              <w:pStyle w:val="libPoem"/>
              <w:rPr>
                <w:rtl/>
              </w:rPr>
            </w:pPr>
          </w:p>
        </w:tc>
        <w:tc>
          <w:tcPr>
            <w:tcW w:w="3554" w:type="dxa"/>
          </w:tcPr>
          <w:p w14:paraId="5F566216" w14:textId="77777777" w:rsidR="00D002E6" w:rsidRDefault="0017392E" w:rsidP="00C25BB6">
            <w:pPr>
              <w:pStyle w:val="libPoem"/>
            </w:pPr>
            <w:r>
              <w:rPr>
                <w:rtl/>
                <w:lang w:bidi="fa-IR"/>
              </w:rPr>
              <w:t>سور لنا غدروا به اُولاد الخنا بالكوفه</w:t>
            </w:r>
            <w:r w:rsidR="00D002E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724E3F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F6363" w14:paraId="5A9E8FC3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7D4B2E62" w14:textId="77777777" w:rsidR="009F6363" w:rsidRDefault="009F6363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زينب تجر الحسرة وادموعها تتناثر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83F5EC3" w14:textId="77777777" w:rsidR="009F6363" w:rsidRDefault="009F6363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2232DBD" w14:textId="77777777" w:rsidR="009F6363" w:rsidRDefault="009F6363" w:rsidP="00C25BB6">
            <w:pPr>
              <w:pStyle w:val="libPoem"/>
            </w:pPr>
            <w:r>
              <w:rPr>
                <w:rtl/>
                <w:lang w:bidi="fa-IR"/>
              </w:rPr>
              <w:t>حيدر تثور ابهمه والسيف بيدك شاهر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6363" w14:paraId="5F890DC0" w14:textId="77777777" w:rsidTr="00C25BB6">
        <w:trPr>
          <w:trHeight w:val="350"/>
        </w:trPr>
        <w:tc>
          <w:tcPr>
            <w:tcW w:w="3920" w:type="dxa"/>
          </w:tcPr>
          <w:p w14:paraId="0FFE1F75" w14:textId="77777777" w:rsidR="009F6363" w:rsidRDefault="009F6363" w:rsidP="00C25BB6">
            <w:pPr>
              <w:pStyle w:val="libPoem"/>
            </w:pPr>
            <w:r>
              <w:rPr>
                <w:rtl/>
                <w:lang w:bidi="fa-IR"/>
              </w:rPr>
              <w:t>مدري جبن لو ذله لو المقدر صاير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098966" w14:textId="77777777" w:rsidR="009F6363" w:rsidRDefault="009F6363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E8C2E1" w14:textId="77777777" w:rsidR="009F6363" w:rsidRDefault="009F6363" w:rsidP="00C25BB6">
            <w:pPr>
              <w:pStyle w:val="libPoem"/>
            </w:pPr>
            <w:r>
              <w:rPr>
                <w:rtl/>
                <w:lang w:bidi="fa-IR"/>
              </w:rPr>
              <w:t>هذا عزيزك ينتحب وامدامعه مذروفه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6363" w14:paraId="1F97B43B" w14:textId="77777777" w:rsidTr="00C25BB6">
        <w:trPr>
          <w:trHeight w:val="350"/>
        </w:trPr>
        <w:tc>
          <w:tcPr>
            <w:tcW w:w="3920" w:type="dxa"/>
          </w:tcPr>
          <w:p w14:paraId="27E15AB0" w14:textId="77777777" w:rsidR="009F6363" w:rsidRDefault="009F6363" w:rsidP="00C25BB6">
            <w:pPr>
              <w:pStyle w:val="libPoem"/>
            </w:pPr>
            <w:r>
              <w:rPr>
                <w:rtl/>
                <w:lang w:bidi="fa-IR"/>
              </w:rPr>
              <w:t>جارت عليه الاُمّة اُونكثوا يبويه البيعه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60E6E9" w14:textId="77777777" w:rsidR="009F6363" w:rsidRDefault="009F6363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872B60" w14:textId="77777777" w:rsidR="009F6363" w:rsidRDefault="009F6363" w:rsidP="00C25BB6">
            <w:pPr>
              <w:pStyle w:val="libPoem"/>
            </w:pPr>
            <w:r>
              <w:rPr>
                <w:rtl/>
                <w:lang w:bidi="fa-IR"/>
              </w:rPr>
              <w:t>وابن الخنا بالكوفة ابن ازياد صاد الشيعه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6363" w14:paraId="59F9F4A3" w14:textId="77777777" w:rsidTr="00C25BB6">
        <w:trPr>
          <w:trHeight w:val="350"/>
        </w:trPr>
        <w:tc>
          <w:tcPr>
            <w:tcW w:w="3920" w:type="dxa"/>
          </w:tcPr>
          <w:p w14:paraId="19E9F14F" w14:textId="77777777" w:rsidR="009F6363" w:rsidRDefault="009F6363" w:rsidP="00C25BB6">
            <w:pPr>
              <w:pStyle w:val="libPoem"/>
            </w:pPr>
            <w:r>
              <w:rPr>
                <w:rtl/>
                <w:lang w:bidi="fa-IR"/>
              </w:rPr>
              <w:t>واحنا عقب والينا نرجى الهضم والضيعه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DB2E2E" w14:textId="77777777" w:rsidR="009F6363" w:rsidRDefault="009F6363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9876350" w14:textId="77777777" w:rsidR="009F6363" w:rsidRDefault="009F6363" w:rsidP="009F6363">
            <w:pPr>
              <w:pStyle w:val="libPoem"/>
            </w:pPr>
            <w:r>
              <w:rPr>
                <w:rtl/>
                <w:lang w:bidi="fa-IR"/>
              </w:rPr>
              <w:t>امصيبه اُوقعه اُوزلزله حلت ابأرض 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52B05BA" w14:textId="77777777" w:rsidR="00EE7C84" w:rsidRDefault="00EE7C84" w:rsidP="009F6363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F6363" w14:paraId="6D5C567D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3E879BB8" w14:textId="77777777" w:rsidR="009F6363" w:rsidRDefault="00514ADA" w:rsidP="00C25BB6">
            <w:pPr>
              <w:pStyle w:val="libPoem"/>
            </w:pPr>
            <w:r>
              <w:rPr>
                <w:rtl/>
                <w:lang w:bidi="fa-IR"/>
              </w:rPr>
              <w:t>لولا القضا والحيلة لولا القضا والحيله</w:t>
            </w:r>
            <w:r w:rsidR="009F6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36DB1F0" w14:textId="77777777" w:rsidR="009F6363" w:rsidRDefault="009F6363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2504B0F" w14:textId="77777777" w:rsidR="009F6363" w:rsidRDefault="00514ADA" w:rsidP="00514ADA">
            <w:pPr>
              <w:pStyle w:val="libPoem"/>
            </w:pPr>
            <w:r>
              <w:rPr>
                <w:rtl/>
                <w:lang w:bidi="fa-IR"/>
              </w:rPr>
              <w:t>ماصاب مسلم صايب لولا القضا والحيله</w:t>
            </w:r>
            <w:r w:rsidR="009F6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6363" w14:paraId="6BF6CC09" w14:textId="77777777" w:rsidTr="00C25BB6">
        <w:trPr>
          <w:trHeight w:val="350"/>
        </w:trPr>
        <w:tc>
          <w:tcPr>
            <w:tcW w:w="3920" w:type="dxa"/>
          </w:tcPr>
          <w:p w14:paraId="0A6EE3A9" w14:textId="77777777" w:rsidR="009F6363" w:rsidRDefault="00514ADA" w:rsidP="00C25BB6">
            <w:pPr>
              <w:pStyle w:val="libPoem"/>
            </w:pPr>
            <w:r>
              <w:rPr>
                <w:rtl/>
                <w:lang w:bidi="fa-IR"/>
              </w:rPr>
              <w:t>ليت القضا وخر له حربه معاهم ساعه</w:t>
            </w:r>
            <w:r w:rsidR="009F6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2093BF" w14:textId="77777777" w:rsidR="009F6363" w:rsidRDefault="009F6363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D0FFED" w14:textId="77777777" w:rsidR="009F6363" w:rsidRDefault="00514ADA" w:rsidP="00C25BB6">
            <w:pPr>
              <w:pStyle w:val="libPoem"/>
            </w:pPr>
            <w:r>
              <w:rPr>
                <w:rtl/>
                <w:lang w:bidi="fa-IR"/>
              </w:rPr>
              <w:t>ولا اعملوا هالحيله ايشوفون طولة باعه</w:t>
            </w:r>
            <w:r w:rsidR="009F6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6363" w14:paraId="74CD8FFE" w14:textId="77777777" w:rsidTr="00C25BB6">
        <w:trPr>
          <w:trHeight w:val="350"/>
        </w:trPr>
        <w:tc>
          <w:tcPr>
            <w:tcW w:w="3920" w:type="dxa"/>
          </w:tcPr>
          <w:p w14:paraId="75FE6429" w14:textId="77777777" w:rsidR="009F6363" w:rsidRDefault="00514ADA" w:rsidP="00C25BB6">
            <w:pPr>
              <w:pStyle w:val="libPoem"/>
            </w:pPr>
            <w:r>
              <w:rPr>
                <w:rtl/>
                <w:lang w:bidi="fa-IR"/>
              </w:rPr>
              <w:t>الله يهل الكوفة منكم ما واحد طاعه</w:t>
            </w:r>
            <w:r w:rsidR="009F6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557281" w14:textId="77777777" w:rsidR="009F6363" w:rsidRDefault="009F6363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169135" w14:textId="77777777" w:rsidR="009F6363" w:rsidRDefault="00514ADA" w:rsidP="00C25BB6">
            <w:pPr>
              <w:pStyle w:val="libPoem"/>
            </w:pPr>
            <w:r>
              <w:rPr>
                <w:rtl/>
                <w:lang w:bidi="fa-IR"/>
              </w:rPr>
              <w:t>مانتوا كفو اتقربونه لولا القضا والحيله</w:t>
            </w:r>
            <w:r w:rsidR="009F6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6363" w14:paraId="2717CAE5" w14:textId="77777777" w:rsidTr="00C25BB6">
        <w:trPr>
          <w:trHeight w:val="350"/>
        </w:trPr>
        <w:tc>
          <w:tcPr>
            <w:tcW w:w="3920" w:type="dxa"/>
          </w:tcPr>
          <w:p w14:paraId="0D19F924" w14:textId="77777777" w:rsidR="009F6363" w:rsidRDefault="00514ADA" w:rsidP="00C25BB6">
            <w:pPr>
              <w:pStyle w:val="libPoem"/>
            </w:pPr>
            <w:r>
              <w:rPr>
                <w:rtl/>
                <w:lang w:bidi="fa-IR"/>
              </w:rPr>
              <w:t>صوّل عليهم وحده يا حيّها من صوله</w:t>
            </w:r>
            <w:r w:rsidR="009F6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7782EA" w14:textId="77777777" w:rsidR="009F6363" w:rsidRDefault="009F6363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E6249F" w14:textId="77777777" w:rsidR="009F6363" w:rsidRDefault="00514ADA" w:rsidP="00C25BB6">
            <w:pPr>
              <w:pStyle w:val="libPoem"/>
            </w:pPr>
            <w:r>
              <w:rPr>
                <w:rtl/>
                <w:lang w:bidi="fa-IR"/>
              </w:rPr>
              <w:t>صولات عمّه حيدر ياليتهم ثبتوا له</w:t>
            </w:r>
            <w:r w:rsidR="009F6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6363" w14:paraId="3FC6A52E" w14:textId="77777777" w:rsidTr="00C25BB6">
        <w:trPr>
          <w:trHeight w:val="350"/>
        </w:trPr>
        <w:tc>
          <w:tcPr>
            <w:tcW w:w="3920" w:type="dxa"/>
          </w:tcPr>
          <w:p w14:paraId="56CF7294" w14:textId="77777777" w:rsidR="009F6363" w:rsidRDefault="00514ADA" w:rsidP="00C25BB6">
            <w:pPr>
              <w:pStyle w:val="libPoem"/>
            </w:pPr>
            <w:r>
              <w:rPr>
                <w:rtl/>
                <w:lang w:bidi="fa-IR"/>
              </w:rPr>
              <w:t>إبوحدته ما فكّر والحيلة المعموله</w:t>
            </w:r>
            <w:r w:rsidR="009F6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6B8B3A" w14:textId="77777777" w:rsidR="009F6363" w:rsidRDefault="009F6363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C92CC1" w14:textId="77777777" w:rsidR="009F6363" w:rsidRDefault="00514ADA" w:rsidP="00514ADA">
            <w:pPr>
              <w:pStyle w:val="libPoem"/>
            </w:pPr>
            <w:r>
              <w:rPr>
                <w:rtl/>
                <w:lang w:bidi="fa-IR"/>
              </w:rPr>
              <w:t>ماصاب مسلم صايب لولا القضا والحيله</w:t>
            </w:r>
            <w:r w:rsidR="009F6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6363" w14:paraId="50DEC535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2BBB0F9" w14:textId="77777777" w:rsidR="009F6363" w:rsidRDefault="00514ADA" w:rsidP="00C25BB6">
            <w:pPr>
              <w:pStyle w:val="libPoem"/>
            </w:pPr>
            <w:r>
              <w:rPr>
                <w:rtl/>
                <w:lang w:bidi="fa-IR"/>
              </w:rPr>
              <w:t>في ساعة ميشومة حاطوه اباحفيرتهم</w:t>
            </w:r>
            <w:r w:rsidR="009F6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812370" w14:textId="77777777" w:rsidR="009F6363" w:rsidRDefault="009F6363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395781" w14:textId="77777777" w:rsidR="009F6363" w:rsidRDefault="00514ADA" w:rsidP="00C25BB6">
            <w:pPr>
              <w:pStyle w:val="libPoem"/>
            </w:pPr>
            <w:r>
              <w:rPr>
                <w:rtl/>
                <w:lang w:bidi="fa-IR"/>
              </w:rPr>
              <w:t>يوم وقع بالحفرة دارت عليه دولتهم</w:t>
            </w:r>
            <w:r w:rsidR="009F6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6363" w14:paraId="2C2BEC83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D4057D3" w14:textId="77777777" w:rsidR="009F6363" w:rsidRDefault="00514ADA" w:rsidP="00C25BB6">
            <w:pPr>
              <w:pStyle w:val="libPoem"/>
            </w:pPr>
            <w:r>
              <w:rPr>
                <w:rtl/>
                <w:lang w:bidi="fa-IR"/>
              </w:rPr>
              <w:t>يا ليت عنده قومه ويعاينوا فعلتهم</w:t>
            </w:r>
            <w:r w:rsidR="009F6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75FDC2" w14:textId="77777777" w:rsidR="009F6363" w:rsidRDefault="009F6363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94FFF3" w14:textId="77777777" w:rsidR="009F6363" w:rsidRDefault="00514ADA" w:rsidP="00514ADA">
            <w:pPr>
              <w:pStyle w:val="libPoem"/>
            </w:pPr>
            <w:r>
              <w:rPr>
                <w:rtl/>
                <w:lang w:bidi="fa-IR"/>
              </w:rPr>
              <w:t>ماصاب مسلم صايب لولا القضا والحيله</w:t>
            </w:r>
            <w:r w:rsidR="009F6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6363" w14:paraId="7A25A2C1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C1D3243" w14:textId="77777777" w:rsidR="009F6363" w:rsidRDefault="00514ADA" w:rsidP="00C25BB6">
            <w:pPr>
              <w:pStyle w:val="libPoem"/>
            </w:pPr>
            <w:r>
              <w:rPr>
                <w:rtl/>
                <w:lang w:bidi="fa-IR"/>
              </w:rPr>
              <w:t>ما هي شجاعة منهم ما هم كفو ايقربونه</w:t>
            </w:r>
            <w:r w:rsidR="009F6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1DF18E" w14:textId="77777777" w:rsidR="009F6363" w:rsidRDefault="009F6363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C8BDC9" w14:textId="77777777" w:rsidR="009F6363" w:rsidRDefault="00514ADA" w:rsidP="00C25BB6">
            <w:pPr>
              <w:pStyle w:val="libPoem"/>
            </w:pPr>
            <w:r>
              <w:rPr>
                <w:rtl/>
                <w:lang w:bidi="fa-IR"/>
              </w:rPr>
              <w:t>لولا قضا بارينا خل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اهم ايقيدونه</w:t>
            </w:r>
            <w:r w:rsidR="009F6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6363" w14:paraId="72C3E384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0E1C50C" w14:textId="77777777" w:rsidR="009F6363" w:rsidRDefault="00514ADA" w:rsidP="00C25BB6">
            <w:pPr>
              <w:pStyle w:val="libPoem"/>
            </w:pPr>
            <w:r>
              <w:rPr>
                <w:rtl/>
                <w:lang w:bidi="fa-IR"/>
              </w:rPr>
              <w:t>مسلم ذبح بارجاله من ويش ما جيتونه</w:t>
            </w:r>
            <w:r w:rsidR="009F6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0510572" w14:textId="77777777" w:rsidR="009F6363" w:rsidRDefault="009F6363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F4AC711" w14:textId="77777777" w:rsidR="009F6363" w:rsidRDefault="00514ADA" w:rsidP="00C25BB6">
            <w:pPr>
              <w:pStyle w:val="libPoem"/>
            </w:pPr>
            <w:r>
              <w:rPr>
                <w:rtl/>
                <w:lang w:bidi="fa-IR"/>
              </w:rPr>
              <w:t>ماصاب مسلم صايب لولا القضا والحيله</w:t>
            </w:r>
            <w:r w:rsidR="009F6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6363" w14:paraId="75DA2FC2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FFC2108" w14:textId="77777777" w:rsidR="009F6363" w:rsidRDefault="00514ADA" w:rsidP="00C25BB6">
            <w:pPr>
              <w:pStyle w:val="libPoem"/>
            </w:pPr>
            <w:r>
              <w:rPr>
                <w:rtl/>
                <w:lang w:bidi="fa-IR"/>
              </w:rPr>
              <w:t>يا آل غالب ثوروا وابدولة حربيّه</w:t>
            </w:r>
            <w:r w:rsidR="009F6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8C2744" w14:textId="77777777" w:rsidR="009F6363" w:rsidRDefault="009F6363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CB431B" w14:textId="77777777" w:rsidR="009F6363" w:rsidRDefault="00514ADA" w:rsidP="00C25BB6">
            <w:pPr>
              <w:pStyle w:val="libPoem"/>
            </w:pPr>
            <w:r>
              <w:rPr>
                <w:rtl/>
                <w:lang w:bidi="fa-IR"/>
              </w:rPr>
              <w:t>اُوشيلوا جنازة مسلم فوق الترب مرميّه</w:t>
            </w:r>
            <w:r w:rsidR="009F636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E671438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E6E1D" w14:paraId="7DA7AF2E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637F942A" w14:textId="77777777" w:rsidR="00AE6E1D" w:rsidRDefault="00AE6E1D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حتّى اِنكم اتواروها عَجلوا لها بالجيّه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063F7B6" w14:textId="77777777" w:rsidR="00AE6E1D" w:rsidRDefault="00AE6E1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622BC8A" w14:textId="77777777" w:rsidR="00AE6E1D" w:rsidRDefault="00AE6E1D" w:rsidP="00AE6E1D">
            <w:pPr>
              <w:pStyle w:val="libPoem"/>
            </w:pPr>
            <w:r>
              <w:rPr>
                <w:rtl/>
                <w:lang w:bidi="fa-IR"/>
              </w:rPr>
              <w:t>ماصاب مسلم صايب لولا القضا والحيله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E1D" w14:paraId="480AE3B2" w14:textId="77777777" w:rsidTr="00C25BB6">
        <w:trPr>
          <w:trHeight w:val="350"/>
        </w:trPr>
        <w:tc>
          <w:tcPr>
            <w:tcW w:w="3920" w:type="dxa"/>
          </w:tcPr>
          <w:p w14:paraId="24F868A1" w14:textId="77777777" w:rsidR="00AE6E1D" w:rsidRDefault="00AE6E1D" w:rsidP="00C25BB6">
            <w:pPr>
              <w:pStyle w:val="libPoem"/>
            </w:pPr>
            <w:r>
              <w:rPr>
                <w:rtl/>
                <w:lang w:bidi="fa-IR"/>
              </w:rPr>
              <w:t>ليكم ترى بالكوفة اجنازة مطروحه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D2B823" w14:textId="77777777" w:rsidR="00AE6E1D" w:rsidRDefault="00AE6E1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EEF3C6" w14:textId="77777777" w:rsidR="00AE6E1D" w:rsidRDefault="00AE6E1D" w:rsidP="00C25BB6">
            <w:pPr>
              <w:pStyle w:val="libPoem"/>
            </w:pPr>
            <w:r>
              <w:rPr>
                <w:rtl/>
                <w:lang w:bidi="fa-IR"/>
              </w:rPr>
              <w:t>قوموا لمسلم هيا جيبوا دواء لجروحه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E1D" w14:paraId="2C367DA6" w14:textId="77777777" w:rsidTr="00C25BB6">
        <w:trPr>
          <w:trHeight w:val="350"/>
        </w:trPr>
        <w:tc>
          <w:tcPr>
            <w:tcW w:w="3920" w:type="dxa"/>
          </w:tcPr>
          <w:p w14:paraId="64CE0BBD" w14:textId="77777777" w:rsidR="00AE6E1D" w:rsidRDefault="00AE6E1D" w:rsidP="00C25BB6">
            <w:pPr>
              <w:pStyle w:val="libPoem"/>
            </w:pPr>
            <w:r>
              <w:rPr>
                <w:rtl/>
                <w:lang w:bidi="fa-IR"/>
              </w:rPr>
              <w:t>شوفوا ادمومه سايله فوق الترب مسفوحه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A536F6" w14:textId="77777777" w:rsidR="00AE6E1D" w:rsidRDefault="00AE6E1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3A6B63" w14:textId="77777777" w:rsidR="00AE6E1D" w:rsidRDefault="00AE6E1D" w:rsidP="00C25BB6">
            <w:pPr>
              <w:pStyle w:val="libPoem"/>
            </w:pPr>
            <w:r>
              <w:rPr>
                <w:rtl/>
                <w:lang w:bidi="fa-IR"/>
              </w:rPr>
              <w:t>ماصاب مسلم صايب لولا القضا والحيله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17F0420" w14:textId="77777777" w:rsidR="00EE7C84" w:rsidRDefault="00EE7C84" w:rsidP="00AE6E1D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E6E1D" w14:paraId="77479823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40CE09A8" w14:textId="77777777" w:rsidR="00AE6E1D" w:rsidRDefault="00AE6E1D" w:rsidP="00C25BB6">
            <w:pPr>
              <w:pStyle w:val="libPoem"/>
            </w:pPr>
            <w:r>
              <w:rPr>
                <w:rtl/>
                <w:lang w:bidi="fa-IR"/>
              </w:rPr>
              <w:t>يا آل غالب قوموا يا آل غالب قوموا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B553731" w14:textId="77777777" w:rsidR="00AE6E1D" w:rsidRDefault="00AE6E1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F331F60" w14:textId="77777777" w:rsidR="00AE6E1D" w:rsidRDefault="00AE6E1D" w:rsidP="00C25BB6">
            <w:pPr>
              <w:pStyle w:val="libPoem"/>
            </w:pPr>
            <w:r>
              <w:rPr>
                <w:rtl/>
                <w:lang w:bidi="fa-IR"/>
              </w:rPr>
              <w:t>دفنوا جنازة مسلم يا آل غالب قوموا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E1D" w14:paraId="31487665" w14:textId="77777777" w:rsidTr="00C25BB6">
        <w:trPr>
          <w:trHeight w:val="350"/>
        </w:trPr>
        <w:tc>
          <w:tcPr>
            <w:tcW w:w="3920" w:type="dxa"/>
          </w:tcPr>
          <w:p w14:paraId="10A476FF" w14:textId="77777777" w:rsidR="00AE6E1D" w:rsidRDefault="00AE6E1D" w:rsidP="00C25BB6">
            <w:pPr>
              <w:pStyle w:val="libPoem"/>
            </w:pPr>
            <w:r>
              <w:rPr>
                <w:rtl/>
                <w:lang w:bidi="fa-IR"/>
              </w:rPr>
              <w:t>مرمي ابترب الكوفة ميت ولا حد شاله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75C6EB" w14:textId="77777777" w:rsidR="00AE6E1D" w:rsidRDefault="00AE6E1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5CD448" w14:textId="77777777" w:rsidR="00AE6E1D" w:rsidRDefault="00AE6E1D" w:rsidP="00C25BB6">
            <w:pPr>
              <w:pStyle w:val="libPoem"/>
            </w:pPr>
            <w:r>
              <w:rPr>
                <w:rtl/>
                <w:lang w:bidi="fa-IR"/>
              </w:rPr>
              <w:t>يهل الفخر والشيمه سرعوا له ابشياله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E1D" w14:paraId="5BB0209B" w14:textId="77777777" w:rsidTr="00C25BB6">
        <w:trPr>
          <w:trHeight w:val="350"/>
        </w:trPr>
        <w:tc>
          <w:tcPr>
            <w:tcW w:w="3920" w:type="dxa"/>
          </w:tcPr>
          <w:p w14:paraId="43F2C8EC" w14:textId="77777777" w:rsidR="00AE6E1D" w:rsidRDefault="00AE6E1D" w:rsidP="00C25BB6">
            <w:pPr>
              <w:pStyle w:val="libPoem"/>
            </w:pPr>
            <w:r>
              <w:rPr>
                <w:rtl/>
                <w:lang w:bidi="fa-IR"/>
              </w:rPr>
              <w:t>كيف نسيتوا مسلم يا عزوته اُويا ارجاله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12E378" w14:textId="77777777" w:rsidR="00AE6E1D" w:rsidRDefault="00AE6E1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AD5559" w14:textId="77777777" w:rsidR="00AE6E1D" w:rsidRDefault="00AE6E1D" w:rsidP="00C25BB6">
            <w:pPr>
              <w:pStyle w:val="libPoem"/>
            </w:pPr>
            <w:r>
              <w:rPr>
                <w:rtl/>
                <w:lang w:bidi="fa-IR"/>
              </w:rPr>
              <w:t>دفنوا جنازة مسلم يا آل غالب قوموا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E1D" w14:paraId="0634A5D7" w14:textId="77777777" w:rsidTr="00C25BB6">
        <w:trPr>
          <w:trHeight w:val="350"/>
        </w:trPr>
        <w:tc>
          <w:tcPr>
            <w:tcW w:w="3920" w:type="dxa"/>
          </w:tcPr>
          <w:p w14:paraId="0EDFBC18" w14:textId="77777777" w:rsidR="00AE6E1D" w:rsidRDefault="00AE6E1D" w:rsidP="00AE6E1D">
            <w:pPr>
              <w:pStyle w:val="libPoem"/>
            </w:pPr>
            <w:r>
              <w:rPr>
                <w:rtl/>
                <w:lang w:bidi="fa-IR"/>
              </w:rPr>
              <w:t>يحسين مسلم ميت شنهوالعذر ما تجي 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3F99C5" w14:textId="77777777" w:rsidR="00AE6E1D" w:rsidRDefault="00AE6E1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FAE51E" w14:textId="77777777" w:rsidR="00AE6E1D" w:rsidRDefault="00AE6E1D" w:rsidP="00C25BB6">
            <w:pPr>
              <w:pStyle w:val="libPoem"/>
            </w:pPr>
            <w:r>
              <w:rPr>
                <w:rtl/>
                <w:lang w:bidi="fa-IR"/>
              </w:rPr>
              <w:t>اُول ذبيح منكم ما جيتوا التغسيله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E1D" w14:paraId="5EF7E8DA" w14:textId="77777777" w:rsidTr="00C25BB6">
        <w:trPr>
          <w:trHeight w:val="350"/>
        </w:trPr>
        <w:tc>
          <w:tcPr>
            <w:tcW w:w="3920" w:type="dxa"/>
          </w:tcPr>
          <w:p w14:paraId="2CCAD8FC" w14:textId="77777777" w:rsidR="00AE6E1D" w:rsidRDefault="00AE6E1D" w:rsidP="00AE6E1D">
            <w:pPr>
              <w:pStyle w:val="libPoem"/>
            </w:pPr>
            <w:r>
              <w:rPr>
                <w:rtl/>
                <w:lang w:bidi="fa-IR"/>
              </w:rPr>
              <w:t>عن حر ترب الكوفة يحسين ماتجي اتشيله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F31801" w14:textId="77777777" w:rsidR="00AE6E1D" w:rsidRDefault="00AE6E1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ECE41D" w14:textId="77777777" w:rsidR="00AE6E1D" w:rsidRDefault="00AE6E1D" w:rsidP="00C25BB6">
            <w:pPr>
              <w:pStyle w:val="libPoem"/>
            </w:pPr>
            <w:r>
              <w:rPr>
                <w:rtl/>
                <w:lang w:bidi="fa-IR"/>
              </w:rPr>
              <w:t>دفنوا جنازة مسلم يا آل غالب قوموا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E1D" w14:paraId="3BD6ABD7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7ACD580" w14:textId="77777777" w:rsidR="00AE6E1D" w:rsidRDefault="00AE6E1D" w:rsidP="00C25BB6">
            <w:pPr>
              <w:pStyle w:val="libPoem"/>
            </w:pPr>
            <w:r>
              <w:rPr>
                <w:rtl/>
                <w:lang w:bidi="fa-IR"/>
              </w:rPr>
              <w:t>يحسين أهل الكوفة خانوا العهد والبيعه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877553" w14:textId="77777777" w:rsidR="00AE6E1D" w:rsidRDefault="00AE6E1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ACEB96" w14:textId="77777777" w:rsidR="00AE6E1D" w:rsidRDefault="00AE6E1D" w:rsidP="00C25BB6">
            <w:pPr>
              <w:pStyle w:val="libPoem"/>
            </w:pPr>
            <w:r>
              <w:rPr>
                <w:rtl/>
                <w:lang w:bidi="fa-IR"/>
              </w:rPr>
              <w:t>أهل الغدر والحيلة ما هم ترى لك شيعه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E1D" w14:paraId="530FC931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58B227C" w14:textId="77777777" w:rsidR="00AE6E1D" w:rsidRDefault="00AE6E1D" w:rsidP="00C25BB6">
            <w:pPr>
              <w:pStyle w:val="libPoem"/>
            </w:pPr>
            <w:r>
              <w:rPr>
                <w:rtl/>
                <w:lang w:bidi="fa-IR"/>
              </w:rPr>
              <w:t>سلوا عليك اسيوفهم بعد العهد والبيعه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B6BE8C" w14:textId="77777777" w:rsidR="00AE6E1D" w:rsidRDefault="00AE6E1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B8CFFC" w14:textId="77777777" w:rsidR="00AE6E1D" w:rsidRDefault="00AE6E1D" w:rsidP="00C25BB6">
            <w:pPr>
              <w:pStyle w:val="libPoem"/>
            </w:pPr>
            <w:r>
              <w:rPr>
                <w:rtl/>
                <w:lang w:bidi="fa-IR"/>
              </w:rPr>
              <w:t>دفنوا جنازة مسلم يا آل غالب قوموا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E1D" w14:paraId="56A48119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FA6440E" w14:textId="77777777" w:rsidR="00AE6E1D" w:rsidRDefault="00AE6E1D" w:rsidP="00C25BB6">
            <w:pPr>
              <w:pStyle w:val="libPoem"/>
            </w:pPr>
            <w:r>
              <w:rPr>
                <w:rtl/>
                <w:lang w:bidi="fa-IR"/>
              </w:rPr>
              <w:t>ليتك تعاين حاله بالجيش يوم جوله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8D8C1A" w14:textId="77777777" w:rsidR="00AE6E1D" w:rsidRDefault="00AE6E1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9449211" w14:textId="77777777" w:rsidR="00AE6E1D" w:rsidRDefault="00AE6E1D" w:rsidP="00AE6E1D">
            <w:pPr>
              <w:pStyle w:val="libPoem"/>
            </w:pPr>
            <w:r>
              <w:rPr>
                <w:rtl/>
                <w:lang w:bidi="fa-IR"/>
              </w:rPr>
              <w:t>اتنهض اُوباسم الله انتدب ياليتهم ثبتوا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E1D" w14:paraId="52B73E0A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FF97DB6" w14:textId="77777777" w:rsidR="00AE6E1D" w:rsidRDefault="00AE6E1D" w:rsidP="00C25BB6">
            <w:pPr>
              <w:pStyle w:val="libPoem"/>
            </w:pPr>
            <w:r>
              <w:rPr>
                <w:rtl/>
                <w:lang w:bidi="fa-IR"/>
              </w:rPr>
              <w:t>مثل القطاء المندعر من صال ذيك الصوله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58A2F5" w14:textId="77777777" w:rsidR="00AE6E1D" w:rsidRDefault="00AE6E1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7063F3" w14:textId="77777777" w:rsidR="00AE6E1D" w:rsidRDefault="00AE6E1D" w:rsidP="00C25BB6">
            <w:pPr>
              <w:pStyle w:val="libPoem"/>
            </w:pPr>
            <w:r>
              <w:rPr>
                <w:rtl/>
                <w:lang w:bidi="fa-IR"/>
              </w:rPr>
              <w:t>اينادي ابهله وارجاله يا آل غالب قوموا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AD3DA8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637" w:type="pct"/>
        <w:tblInd w:w="384" w:type="dxa"/>
        <w:tblLook w:val="01E0" w:firstRow="1" w:lastRow="1" w:firstColumn="1" w:lastColumn="1" w:noHBand="0" w:noVBand="0"/>
      </w:tblPr>
      <w:tblGrid>
        <w:gridCol w:w="3965"/>
        <w:gridCol w:w="303"/>
        <w:gridCol w:w="4037"/>
      </w:tblGrid>
      <w:tr w:rsidR="00075FA5" w14:paraId="545FE921" w14:textId="77777777" w:rsidTr="00075FA5">
        <w:trPr>
          <w:trHeight w:val="350"/>
        </w:trPr>
        <w:tc>
          <w:tcPr>
            <w:tcW w:w="3547" w:type="dxa"/>
            <w:shd w:val="clear" w:color="auto" w:fill="auto"/>
          </w:tcPr>
          <w:p w14:paraId="0C733F2B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زعزع اجموع الكوفة من حين صول فيها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  <w:shd w:val="clear" w:color="auto" w:fill="auto"/>
          </w:tcPr>
          <w:p w14:paraId="3C4B0B18" w14:textId="77777777" w:rsidR="00075FA5" w:rsidRDefault="00075FA5" w:rsidP="00C25BB6">
            <w:pPr>
              <w:pStyle w:val="libPoem"/>
              <w:rPr>
                <w:rtl/>
              </w:rPr>
            </w:pPr>
          </w:p>
        </w:tc>
        <w:tc>
          <w:tcPr>
            <w:tcW w:w="3612" w:type="dxa"/>
            <w:shd w:val="clear" w:color="auto" w:fill="auto"/>
          </w:tcPr>
          <w:p w14:paraId="25F57395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مثل الأسد باطراره والرعب حله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5FA5" w14:paraId="61F908CF" w14:textId="77777777" w:rsidTr="00075FA5">
        <w:trPr>
          <w:trHeight w:val="350"/>
        </w:trPr>
        <w:tc>
          <w:tcPr>
            <w:tcW w:w="3547" w:type="dxa"/>
          </w:tcPr>
          <w:p w14:paraId="7E7F7432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واجموعهم ما راعته يوم توطى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A99A0DD" w14:textId="77777777" w:rsidR="00075FA5" w:rsidRDefault="00075FA5" w:rsidP="00C25BB6">
            <w:pPr>
              <w:pStyle w:val="libPoem"/>
              <w:rPr>
                <w:rtl/>
              </w:rPr>
            </w:pPr>
          </w:p>
        </w:tc>
        <w:tc>
          <w:tcPr>
            <w:tcW w:w="3612" w:type="dxa"/>
          </w:tcPr>
          <w:p w14:paraId="72BD447B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يا ليتكم جيتونه يا آل غالب قوموا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5FA5" w14:paraId="704AAAD0" w14:textId="77777777" w:rsidTr="00075FA5">
        <w:trPr>
          <w:trHeight w:val="350"/>
        </w:trPr>
        <w:tc>
          <w:tcPr>
            <w:tcW w:w="3547" w:type="dxa"/>
          </w:tcPr>
          <w:p w14:paraId="29D3DD38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يا ولاد عبد المطلب يا ليتكم جيتونه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3FDA7606" w14:textId="77777777" w:rsidR="00075FA5" w:rsidRDefault="00075FA5" w:rsidP="00C25BB6">
            <w:pPr>
              <w:pStyle w:val="libPoem"/>
              <w:rPr>
                <w:rtl/>
              </w:rPr>
            </w:pPr>
          </w:p>
        </w:tc>
        <w:tc>
          <w:tcPr>
            <w:tcW w:w="3612" w:type="dxa"/>
          </w:tcPr>
          <w:p w14:paraId="3AEEA55D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وضعوا حبل بارجوله اُوقاموا اله ايجرونه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5FA5" w14:paraId="7A24D239" w14:textId="77777777" w:rsidTr="00075FA5">
        <w:trPr>
          <w:trHeight w:val="350"/>
        </w:trPr>
        <w:tc>
          <w:tcPr>
            <w:tcW w:w="3547" w:type="dxa"/>
          </w:tcPr>
          <w:p w14:paraId="7B87D915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مسلم جنازة امعطّلة ما جيتوا اتدفنونه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259FEDA5" w14:textId="77777777" w:rsidR="00075FA5" w:rsidRDefault="00075FA5" w:rsidP="00C25BB6">
            <w:pPr>
              <w:pStyle w:val="libPoem"/>
              <w:rPr>
                <w:rtl/>
              </w:rPr>
            </w:pPr>
          </w:p>
        </w:tc>
        <w:tc>
          <w:tcPr>
            <w:tcW w:w="3612" w:type="dxa"/>
          </w:tcPr>
          <w:p w14:paraId="036CA5E4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دفنوا اجنازة مسلم يا آل غالب قوموا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5FA5" w14:paraId="79540887" w14:textId="77777777" w:rsidTr="00075FA5">
        <w:trPr>
          <w:trHeight w:val="350"/>
        </w:trPr>
        <w:tc>
          <w:tcPr>
            <w:tcW w:w="3547" w:type="dxa"/>
          </w:tcPr>
          <w:p w14:paraId="71A1CFF6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يهل الفخر والشيمة ماذا التواني منكم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67B408ED" w14:textId="77777777" w:rsidR="00075FA5" w:rsidRDefault="00075FA5" w:rsidP="00C25BB6">
            <w:pPr>
              <w:pStyle w:val="libPoem"/>
              <w:rPr>
                <w:rtl/>
              </w:rPr>
            </w:pPr>
          </w:p>
        </w:tc>
        <w:tc>
          <w:tcPr>
            <w:tcW w:w="3612" w:type="dxa"/>
          </w:tcPr>
          <w:p w14:paraId="00C74FFB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ماجاتكم اخباره ما حد لفى خبّركم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5FA5" w14:paraId="107D16B6" w14:textId="77777777" w:rsidTr="00075FA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7" w:type="dxa"/>
          </w:tcPr>
          <w:p w14:paraId="27D813AA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مسلم ذبح بالكوفة شنهو الذي أخركم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27772013" w14:textId="77777777" w:rsidR="00075FA5" w:rsidRDefault="00075FA5" w:rsidP="00C25BB6">
            <w:pPr>
              <w:pStyle w:val="libPoem"/>
              <w:rPr>
                <w:rtl/>
              </w:rPr>
            </w:pPr>
          </w:p>
        </w:tc>
        <w:tc>
          <w:tcPr>
            <w:tcW w:w="3612" w:type="dxa"/>
          </w:tcPr>
          <w:p w14:paraId="20163F0A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ما جيتوا اتدفنونه يا آل غالب قوموا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5FA5" w14:paraId="10DF5A83" w14:textId="77777777" w:rsidTr="00075FA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7" w:type="dxa"/>
          </w:tcPr>
          <w:p w14:paraId="29DD00D0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يهل الفخر والشيمة يهل الفخر والشيمه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E74E3FC" w14:textId="77777777" w:rsidR="00075FA5" w:rsidRDefault="00075FA5" w:rsidP="00C25BB6">
            <w:pPr>
              <w:pStyle w:val="libPoem"/>
              <w:rPr>
                <w:rtl/>
              </w:rPr>
            </w:pPr>
          </w:p>
        </w:tc>
        <w:tc>
          <w:tcPr>
            <w:tcW w:w="3612" w:type="dxa"/>
          </w:tcPr>
          <w:p w14:paraId="055B0BC6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في ثار مسلم قوموا يهل الفخر والشيمه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5FA5" w14:paraId="2E007A6B" w14:textId="77777777" w:rsidTr="00075FA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7" w:type="dxa"/>
          </w:tcPr>
          <w:p w14:paraId="63A0142D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ما هم اكفاية حربه يوم الفزع والصايح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F32F238" w14:textId="77777777" w:rsidR="00075FA5" w:rsidRDefault="00075FA5" w:rsidP="00C25BB6">
            <w:pPr>
              <w:pStyle w:val="libPoem"/>
              <w:rPr>
                <w:rtl/>
              </w:rPr>
            </w:pPr>
          </w:p>
        </w:tc>
        <w:tc>
          <w:tcPr>
            <w:tcW w:w="3612" w:type="dxa"/>
          </w:tcPr>
          <w:p w14:paraId="30830917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يا ليتكم شفتونه وسط الحفيرة طايح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5FA5" w14:paraId="79763657" w14:textId="77777777" w:rsidTr="00075FA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7" w:type="dxa"/>
          </w:tcPr>
          <w:p w14:paraId="63652426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هيا دنصبوا الماتم على الغريب النازح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3A28B85F" w14:textId="77777777" w:rsidR="00075FA5" w:rsidRDefault="00075FA5" w:rsidP="00C25BB6">
            <w:pPr>
              <w:pStyle w:val="libPoem"/>
              <w:rPr>
                <w:rtl/>
              </w:rPr>
            </w:pPr>
          </w:p>
        </w:tc>
        <w:tc>
          <w:tcPr>
            <w:tcW w:w="3612" w:type="dxa"/>
          </w:tcPr>
          <w:p w14:paraId="4735E3F0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مرمي ولا جيتونه يهل الفخر والشيمه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5FA5" w14:paraId="4D86361C" w14:textId="77777777" w:rsidTr="00075FA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7" w:type="dxa"/>
          </w:tcPr>
          <w:p w14:paraId="470FA4BC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ضاعت ادمومٌ ليكُم ما بين أهل 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3E2FA753" w14:textId="77777777" w:rsidR="00075FA5" w:rsidRDefault="00075FA5" w:rsidP="00C25BB6">
            <w:pPr>
              <w:pStyle w:val="libPoem"/>
              <w:rPr>
                <w:rtl/>
              </w:rPr>
            </w:pPr>
          </w:p>
        </w:tc>
        <w:tc>
          <w:tcPr>
            <w:tcW w:w="3612" w:type="dxa"/>
          </w:tcPr>
          <w:p w14:paraId="4532EBA0" w14:textId="77777777" w:rsidR="00075FA5" w:rsidRDefault="00075FA5" w:rsidP="00075FA5">
            <w:pPr>
              <w:pStyle w:val="libPoem"/>
            </w:pPr>
            <w:r>
              <w:rPr>
                <w:rtl/>
                <w:lang w:bidi="fa-IR"/>
              </w:rPr>
              <w:t>أضحت عليكم للعدى متباشره اُومشغوفه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5FA5" w14:paraId="0228A0DA" w14:textId="77777777" w:rsidTr="00075FA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7" w:type="dxa"/>
          </w:tcPr>
          <w:p w14:paraId="30D6B9F9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راياتهم منثورة اُوراياتكم ملفوفه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38A94B37" w14:textId="77777777" w:rsidR="00075FA5" w:rsidRDefault="00075FA5" w:rsidP="00C25BB6">
            <w:pPr>
              <w:pStyle w:val="libPoem"/>
              <w:rPr>
                <w:rtl/>
              </w:rPr>
            </w:pPr>
          </w:p>
        </w:tc>
        <w:tc>
          <w:tcPr>
            <w:tcW w:w="3612" w:type="dxa"/>
          </w:tcPr>
          <w:p w14:paraId="51B75AF1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في ثار مسلم ثوروا يهل الفخر والشيمه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5FA5" w14:paraId="0E006593" w14:textId="77777777" w:rsidTr="00075FA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7" w:type="dxa"/>
          </w:tcPr>
          <w:p w14:paraId="6BAF81BE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لولا الحفيرة اُوسابق امر قضاه الباري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471138DB" w14:textId="77777777" w:rsidR="00075FA5" w:rsidRDefault="00075FA5" w:rsidP="00C25BB6">
            <w:pPr>
              <w:pStyle w:val="libPoem"/>
              <w:rPr>
                <w:rtl/>
              </w:rPr>
            </w:pPr>
          </w:p>
        </w:tc>
        <w:tc>
          <w:tcPr>
            <w:tcW w:w="3612" w:type="dxa"/>
          </w:tcPr>
          <w:p w14:paraId="7ABF0A70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جابوه عند الطاغي يبكي ابدمع جاري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5FA5" w14:paraId="119193A5" w14:textId="77777777" w:rsidTr="00075FA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7" w:type="dxa"/>
          </w:tcPr>
          <w:p w14:paraId="404567AF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وينه هلي ميجوني حتّى يدركوا ثادي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41A76FA7" w14:textId="77777777" w:rsidR="00075FA5" w:rsidRDefault="00075FA5" w:rsidP="00C25BB6">
            <w:pPr>
              <w:pStyle w:val="libPoem"/>
              <w:rPr>
                <w:rtl/>
              </w:rPr>
            </w:pPr>
          </w:p>
        </w:tc>
        <w:tc>
          <w:tcPr>
            <w:tcW w:w="3612" w:type="dxa"/>
          </w:tcPr>
          <w:p w14:paraId="4F7333A8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في ثار مسلم قوموا يهل الفخر والشيمه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5FA5" w14:paraId="19FEA23F" w14:textId="77777777" w:rsidTr="00075FA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47" w:type="dxa"/>
          </w:tcPr>
          <w:p w14:paraId="18D9CBBA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عند اللعين الطاغي جابوا له ايقيدونه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6696D8B" w14:textId="77777777" w:rsidR="00075FA5" w:rsidRDefault="00075FA5" w:rsidP="00C25BB6">
            <w:pPr>
              <w:pStyle w:val="libPoem"/>
              <w:rPr>
                <w:rtl/>
              </w:rPr>
            </w:pPr>
          </w:p>
        </w:tc>
        <w:tc>
          <w:tcPr>
            <w:tcW w:w="3612" w:type="dxa"/>
          </w:tcPr>
          <w:p w14:paraId="459C5892" w14:textId="77777777" w:rsidR="00075FA5" w:rsidRDefault="00075FA5" w:rsidP="00C25BB6">
            <w:pPr>
              <w:pStyle w:val="libPoem"/>
            </w:pPr>
            <w:r>
              <w:rPr>
                <w:rtl/>
                <w:lang w:bidi="fa-IR"/>
              </w:rPr>
              <w:t>امر عليه ابن الخنا امن اعلى القصر يرمونه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8A3101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676" w:type="pct"/>
        <w:tblInd w:w="201" w:type="dxa"/>
        <w:tblLook w:val="01E0" w:firstRow="1" w:lastRow="1" w:firstColumn="1" w:lastColumn="1" w:noHBand="0" w:noVBand="0"/>
      </w:tblPr>
      <w:tblGrid>
        <w:gridCol w:w="4145"/>
        <w:gridCol w:w="303"/>
        <w:gridCol w:w="3927"/>
      </w:tblGrid>
      <w:tr w:rsidR="00C218D9" w14:paraId="66C4DD14" w14:textId="77777777" w:rsidTr="00C218D9">
        <w:trPr>
          <w:trHeight w:val="350"/>
        </w:trPr>
        <w:tc>
          <w:tcPr>
            <w:tcW w:w="3709" w:type="dxa"/>
            <w:shd w:val="clear" w:color="auto" w:fill="auto"/>
          </w:tcPr>
          <w:p w14:paraId="02AE48D0" w14:textId="77777777" w:rsidR="00C218D9" w:rsidRDefault="00C218D9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يهل الفخر والمرجلة يا ليتكم شفتونه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  <w:shd w:val="clear" w:color="auto" w:fill="auto"/>
          </w:tcPr>
          <w:p w14:paraId="732BF4FA" w14:textId="77777777" w:rsidR="00C218D9" w:rsidRDefault="00C218D9" w:rsidP="00C25BB6">
            <w:pPr>
              <w:pStyle w:val="libPoem"/>
              <w:rPr>
                <w:rtl/>
              </w:rPr>
            </w:pPr>
          </w:p>
        </w:tc>
        <w:tc>
          <w:tcPr>
            <w:tcW w:w="3513" w:type="dxa"/>
            <w:shd w:val="clear" w:color="auto" w:fill="auto"/>
          </w:tcPr>
          <w:p w14:paraId="78621B79" w14:textId="77777777" w:rsidR="00C218D9" w:rsidRDefault="00C218D9" w:rsidP="00C25BB6">
            <w:pPr>
              <w:pStyle w:val="libPoem"/>
            </w:pPr>
            <w:r>
              <w:rPr>
                <w:rtl/>
                <w:lang w:bidi="fa-IR"/>
              </w:rPr>
              <w:t>في ثار مسلم قوموا يهل الفخر والشيمه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8D9" w14:paraId="68AF897B" w14:textId="77777777" w:rsidTr="00C218D9">
        <w:trPr>
          <w:trHeight w:val="350"/>
        </w:trPr>
        <w:tc>
          <w:tcPr>
            <w:tcW w:w="3709" w:type="dxa"/>
          </w:tcPr>
          <w:p w14:paraId="2962264D" w14:textId="77777777" w:rsidR="00C218D9" w:rsidRDefault="00C218D9" w:rsidP="00C25BB6">
            <w:pPr>
              <w:pStyle w:val="libPoem"/>
            </w:pPr>
            <w:r>
              <w:rPr>
                <w:rtl/>
                <w:lang w:bidi="fa-IR"/>
              </w:rPr>
              <w:t>ماجت لكم اخباره يا اَهل الفخر العالي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3564303D" w14:textId="77777777" w:rsidR="00C218D9" w:rsidRDefault="00C218D9" w:rsidP="00C25BB6">
            <w:pPr>
              <w:pStyle w:val="libPoem"/>
              <w:rPr>
                <w:rtl/>
              </w:rPr>
            </w:pPr>
          </w:p>
        </w:tc>
        <w:tc>
          <w:tcPr>
            <w:tcW w:w="3513" w:type="dxa"/>
          </w:tcPr>
          <w:p w14:paraId="5F9B6CF3" w14:textId="77777777" w:rsidR="00C218D9" w:rsidRDefault="00C218D9" w:rsidP="00C25BB6">
            <w:pPr>
              <w:pStyle w:val="libPoem"/>
            </w:pPr>
            <w:r>
              <w:rPr>
                <w:rtl/>
                <w:lang w:bidi="fa-IR"/>
              </w:rPr>
              <w:t>يوم العدى ايذبونه من فوق قصر 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8D9" w14:paraId="53712250" w14:textId="77777777" w:rsidTr="00C218D9">
        <w:trPr>
          <w:trHeight w:val="350"/>
        </w:trPr>
        <w:tc>
          <w:tcPr>
            <w:tcW w:w="3709" w:type="dxa"/>
          </w:tcPr>
          <w:p w14:paraId="313A2068" w14:textId="77777777" w:rsidR="00C218D9" w:rsidRDefault="00C218D9" w:rsidP="00C25BB6">
            <w:pPr>
              <w:pStyle w:val="libPoem"/>
            </w:pPr>
            <w:r>
              <w:rPr>
                <w:rtl/>
                <w:lang w:bidi="fa-IR"/>
              </w:rPr>
              <w:t>طول الغيبه بالنجف هزاز لحصون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DF9FEC4" w14:textId="77777777" w:rsidR="00C218D9" w:rsidRDefault="00C218D9" w:rsidP="00C25BB6">
            <w:pPr>
              <w:pStyle w:val="libPoem"/>
              <w:rPr>
                <w:rtl/>
              </w:rPr>
            </w:pPr>
          </w:p>
        </w:tc>
        <w:tc>
          <w:tcPr>
            <w:tcW w:w="3513" w:type="dxa"/>
          </w:tcPr>
          <w:p w14:paraId="1AAF5589" w14:textId="77777777" w:rsidR="00C218D9" w:rsidRDefault="00C218D9" w:rsidP="00C25BB6">
            <w:pPr>
              <w:pStyle w:val="libPoem"/>
            </w:pPr>
            <w:r>
              <w:rPr>
                <w:rtl/>
                <w:lang w:bidi="fa-IR"/>
              </w:rPr>
              <w:t>اُوخلا بناته ابلا ولي للشام يمضون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8D9" w14:paraId="6A4DDC05" w14:textId="77777777" w:rsidTr="00C218D9">
        <w:trPr>
          <w:trHeight w:val="350"/>
        </w:trPr>
        <w:tc>
          <w:tcPr>
            <w:tcW w:w="3709" w:type="dxa"/>
          </w:tcPr>
          <w:p w14:paraId="363E4416" w14:textId="77777777" w:rsidR="00C218D9" w:rsidRDefault="00C218D9" w:rsidP="00C25BB6">
            <w:pPr>
              <w:pStyle w:val="libPoem"/>
            </w:pPr>
            <w:r>
              <w:rPr>
                <w:rtl/>
                <w:lang w:bidi="fa-IR"/>
              </w:rPr>
              <w:t>وابقى عفير ابدمه مرمي بليا اموالي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DC6BE7C" w14:textId="77777777" w:rsidR="00C218D9" w:rsidRDefault="00C218D9" w:rsidP="00C25BB6">
            <w:pPr>
              <w:pStyle w:val="libPoem"/>
              <w:rPr>
                <w:rtl/>
              </w:rPr>
            </w:pPr>
          </w:p>
        </w:tc>
        <w:tc>
          <w:tcPr>
            <w:tcW w:w="3513" w:type="dxa"/>
          </w:tcPr>
          <w:p w14:paraId="1C866142" w14:textId="77777777" w:rsidR="00C218D9" w:rsidRDefault="00C218D9" w:rsidP="00C218D9">
            <w:pPr>
              <w:pStyle w:val="libPoem"/>
            </w:pPr>
            <w:r>
              <w:rPr>
                <w:rtl/>
                <w:lang w:bidi="fa-IR"/>
              </w:rPr>
              <w:t>ماحدحضر له منكم يهل الفخر والشيمه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8D9" w14:paraId="004E65AC" w14:textId="77777777" w:rsidTr="00C218D9">
        <w:trPr>
          <w:trHeight w:val="350"/>
        </w:trPr>
        <w:tc>
          <w:tcPr>
            <w:tcW w:w="3709" w:type="dxa"/>
          </w:tcPr>
          <w:p w14:paraId="47FE8AC0" w14:textId="77777777" w:rsidR="00C218D9" w:rsidRDefault="00C218D9" w:rsidP="00C25BB6">
            <w:pPr>
              <w:pStyle w:val="libPoem"/>
            </w:pPr>
            <w:r>
              <w:rPr>
                <w:rtl/>
                <w:lang w:bidi="fa-IR"/>
              </w:rPr>
              <w:t>يهل الحميّة ثوروا واسيوفكم مسلوله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B1DC6EA" w14:textId="77777777" w:rsidR="00C218D9" w:rsidRDefault="00C218D9" w:rsidP="00C25BB6">
            <w:pPr>
              <w:pStyle w:val="libPoem"/>
              <w:rPr>
                <w:rtl/>
              </w:rPr>
            </w:pPr>
          </w:p>
        </w:tc>
        <w:tc>
          <w:tcPr>
            <w:tcW w:w="3513" w:type="dxa"/>
          </w:tcPr>
          <w:p w14:paraId="1064A659" w14:textId="77777777" w:rsidR="00C218D9" w:rsidRDefault="00C218D9" w:rsidP="00C25BB6">
            <w:pPr>
              <w:pStyle w:val="libPoem"/>
            </w:pPr>
            <w:r>
              <w:rPr>
                <w:rtl/>
                <w:lang w:bidi="fa-IR"/>
              </w:rPr>
              <w:t>اُونار الحرب خلوها ابعدوانكم مشعوله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8D9" w14:paraId="7B61D220" w14:textId="77777777" w:rsidTr="00C218D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9" w:type="dxa"/>
          </w:tcPr>
          <w:p w14:paraId="5A9F39F2" w14:textId="77777777" w:rsidR="00C218D9" w:rsidRDefault="00C218D9" w:rsidP="00C25BB6">
            <w:pPr>
              <w:pStyle w:val="libPoem"/>
            </w:pPr>
            <w:r>
              <w:rPr>
                <w:rtl/>
                <w:lang w:bidi="fa-IR"/>
              </w:rPr>
              <w:t>مدري الخبر ما جاكم قبل الحرب والصوله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297ED72D" w14:textId="77777777" w:rsidR="00C218D9" w:rsidRDefault="00C218D9" w:rsidP="00C25BB6">
            <w:pPr>
              <w:pStyle w:val="libPoem"/>
              <w:rPr>
                <w:rtl/>
              </w:rPr>
            </w:pPr>
          </w:p>
        </w:tc>
        <w:tc>
          <w:tcPr>
            <w:tcW w:w="3513" w:type="dxa"/>
          </w:tcPr>
          <w:p w14:paraId="0211AE8C" w14:textId="77777777" w:rsidR="00C218D9" w:rsidRDefault="00C218D9" w:rsidP="00C25BB6">
            <w:pPr>
              <w:pStyle w:val="libPoem"/>
            </w:pPr>
            <w:r>
              <w:rPr>
                <w:rtl/>
                <w:lang w:bidi="fa-IR"/>
              </w:rPr>
              <w:t>وانتوا الحميّة فنكم يهل الفخر والشيمه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8D9" w14:paraId="77A5C08B" w14:textId="77777777" w:rsidTr="00C218D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9" w:type="dxa"/>
          </w:tcPr>
          <w:p w14:paraId="72C70857" w14:textId="77777777" w:rsidR="00C218D9" w:rsidRDefault="00C218D9" w:rsidP="00C25BB6">
            <w:pPr>
              <w:pStyle w:val="libPoem"/>
            </w:pPr>
            <w:r>
              <w:rPr>
                <w:rtl/>
                <w:lang w:bidi="fa-IR"/>
              </w:rPr>
              <w:t>وا ضيعتي يابن اُمّي وا فجعتي ياسنادي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897E5F8" w14:textId="77777777" w:rsidR="00C218D9" w:rsidRDefault="00C218D9" w:rsidP="00C25BB6">
            <w:pPr>
              <w:pStyle w:val="libPoem"/>
              <w:rPr>
                <w:rtl/>
              </w:rPr>
            </w:pPr>
          </w:p>
        </w:tc>
        <w:tc>
          <w:tcPr>
            <w:tcW w:w="3513" w:type="dxa"/>
          </w:tcPr>
          <w:p w14:paraId="565E3861" w14:textId="77777777" w:rsidR="00C218D9" w:rsidRDefault="00C218D9" w:rsidP="00C25BB6">
            <w:pPr>
              <w:pStyle w:val="libPoem"/>
            </w:pPr>
            <w:r>
              <w:rPr>
                <w:rtl/>
                <w:lang w:bidi="fa-IR"/>
              </w:rPr>
              <w:t>مسلم ذبح بالكوفة أوّل ذبيح اُوبادي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8D9" w14:paraId="1B8AE9DB" w14:textId="77777777" w:rsidTr="00C218D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9" w:type="dxa"/>
          </w:tcPr>
          <w:p w14:paraId="2CD89680" w14:textId="77777777" w:rsidR="00C218D9" w:rsidRDefault="00C218D9" w:rsidP="00C25BB6">
            <w:pPr>
              <w:pStyle w:val="libPoem"/>
            </w:pPr>
            <w:r>
              <w:rPr>
                <w:rtl/>
                <w:lang w:bidi="fa-IR"/>
              </w:rPr>
              <w:t>راح اُومضى اُوضيّعني واشمتت علي حسّادي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C1265AC" w14:textId="77777777" w:rsidR="00C218D9" w:rsidRDefault="00C218D9" w:rsidP="00C25BB6">
            <w:pPr>
              <w:pStyle w:val="libPoem"/>
              <w:rPr>
                <w:rtl/>
              </w:rPr>
            </w:pPr>
          </w:p>
        </w:tc>
        <w:tc>
          <w:tcPr>
            <w:tcW w:w="3513" w:type="dxa"/>
          </w:tcPr>
          <w:p w14:paraId="38D341AA" w14:textId="77777777" w:rsidR="00C218D9" w:rsidRDefault="00C218D9" w:rsidP="00C25BB6">
            <w:pPr>
              <w:pStyle w:val="libPoem"/>
            </w:pPr>
            <w:r>
              <w:rPr>
                <w:rtl/>
                <w:lang w:bidi="fa-IR"/>
              </w:rPr>
              <w:t>هيا ابعجل ردّونا يهل الفخر والشيمه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8D9" w14:paraId="66A49365" w14:textId="77777777" w:rsidTr="00C218D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9" w:type="dxa"/>
          </w:tcPr>
          <w:p w14:paraId="3B3A3AE5" w14:textId="77777777" w:rsidR="00C218D9" w:rsidRDefault="00C218D9" w:rsidP="00C25BB6">
            <w:pPr>
              <w:pStyle w:val="libPoem"/>
            </w:pPr>
            <w:r>
              <w:rPr>
                <w:rtl/>
                <w:lang w:bidi="fa-IR"/>
              </w:rPr>
              <w:t>قلها السبط يا زينب أنّا لنا والرجعه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43F22FD8" w14:textId="77777777" w:rsidR="00C218D9" w:rsidRDefault="00C218D9" w:rsidP="00C25BB6">
            <w:pPr>
              <w:pStyle w:val="libPoem"/>
              <w:rPr>
                <w:rtl/>
              </w:rPr>
            </w:pPr>
          </w:p>
        </w:tc>
        <w:tc>
          <w:tcPr>
            <w:tcW w:w="3513" w:type="dxa"/>
          </w:tcPr>
          <w:p w14:paraId="3D224457" w14:textId="77777777" w:rsidR="00C218D9" w:rsidRDefault="00C218D9" w:rsidP="00C25BB6">
            <w:pPr>
              <w:pStyle w:val="libPoem"/>
            </w:pPr>
            <w:r>
              <w:rPr>
                <w:rtl/>
                <w:lang w:bidi="fa-IR"/>
              </w:rPr>
              <w:t>حن اُوبكى واتزفّر واجرى ابخده دمعه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8D9" w14:paraId="16F562D8" w14:textId="77777777" w:rsidTr="00C218D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9" w:type="dxa"/>
          </w:tcPr>
          <w:p w14:paraId="52B78912" w14:textId="77777777" w:rsidR="00C218D9" w:rsidRDefault="00C218D9" w:rsidP="00C25BB6">
            <w:pPr>
              <w:pStyle w:val="libPoem"/>
            </w:pPr>
            <w:r>
              <w:rPr>
                <w:rtl/>
                <w:lang w:bidi="fa-IR"/>
              </w:rPr>
              <w:t>يختي المدينة ليها هيهات مامن رجعه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66124949" w14:textId="77777777" w:rsidR="00C218D9" w:rsidRDefault="00C218D9" w:rsidP="00C25BB6">
            <w:pPr>
              <w:pStyle w:val="libPoem"/>
              <w:rPr>
                <w:rtl/>
              </w:rPr>
            </w:pPr>
          </w:p>
        </w:tc>
        <w:tc>
          <w:tcPr>
            <w:tcW w:w="3513" w:type="dxa"/>
          </w:tcPr>
          <w:p w14:paraId="669255E0" w14:textId="77777777" w:rsidR="00C218D9" w:rsidRDefault="00C218D9" w:rsidP="00C25BB6">
            <w:pPr>
              <w:pStyle w:val="libPoem"/>
            </w:pPr>
            <w:r>
              <w:rPr>
                <w:rtl/>
                <w:lang w:bidi="fa-IR"/>
              </w:rPr>
              <w:t>في ثار مسلم قوموا يهل الفخر والشيمه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EDDC498" w14:textId="77777777" w:rsidR="00EE7C84" w:rsidRDefault="00EE7C84" w:rsidP="00C218D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218D9" w14:paraId="6F769568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7CCBEA09" w14:textId="77777777" w:rsidR="00C218D9" w:rsidRDefault="00BD6EE9" w:rsidP="00C25BB6">
            <w:pPr>
              <w:pStyle w:val="libPoem"/>
            </w:pPr>
            <w:r>
              <w:rPr>
                <w:rtl/>
                <w:lang w:bidi="fa-IR"/>
              </w:rPr>
              <w:t>اِبمنزل زبالا خبر مسلم وصل اِحسين</w:t>
            </w:r>
            <w:r w:rsidR="00C218D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5DE4DE9" w14:textId="77777777" w:rsidR="00C218D9" w:rsidRDefault="00C218D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C5FBA30" w14:textId="77777777" w:rsidR="00C218D9" w:rsidRDefault="00BD6EE9" w:rsidP="00C25BB6">
            <w:pPr>
              <w:pStyle w:val="libPoem"/>
            </w:pPr>
            <w:r>
              <w:rPr>
                <w:rtl/>
                <w:lang w:bidi="fa-IR"/>
              </w:rPr>
              <w:t>من مجلسه قام ابعجل دشّ الصياوين</w:t>
            </w:r>
            <w:r w:rsidR="00C218D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8D9" w14:paraId="04205AD0" w14:textId="77777777" w:rsidTr="00C25BB6">
        <w:trPr>
          <w:trHeight w:val="350"/>
        </w:trPr>
        <w:tc>
          <w:tcPr>
            <w:tcW w:w="3920" w:type="dxa"/>
          </w:tcPr>
          <w:p w14:paraId="334EAC0C" w14:textId="77777777" w:rsidR="00C218D9" w:rsidRDefault="00BD6EE9" w:rsidP="00C25BB6">
            <w:pPr>
              <w:pStyle w:val="libPoem"/>
            </w:pPr>
            <w:r>
              <w:rPr>
                <w:rtl/>
                <w:lang w:bidi="fa-IR"/>
              </w:rPr>
              <w:t>يبكي على مسلم اُودمع العين سجّام</w:t>
            </w:r>
            <w:r w:rsidR="00C218D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2B062C" w14:textId="77777777" w:rsidR="00C218D9" w:rsidRDefault="00C218D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98C091" w14:textId="77777777" w:rsidR="00C218D9" w:rsidRDefault="00BD6EE9" w:rsidP="00C25BB6">
            <w:pPr>
              <w:pStyle w:val="libPoem"/>
            </w:pPr>
            <w:r>
              <w:rPr>
                <w:rtl/>
                <w:lang w:bidi="fa-IR"/>
              </w:rPr>
              <w:t>في الحال قرّب طفلته واَمسح على الهام</w:t>
            </w:r>
            <w:r w:rsidR="00C218D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8D9" w14:paraId="60011575" w14:textId="77777777" w:rsidTr="00C25BB6">
        <w:trPr>
          <w:trHeight w:val="350"/>
        </w:trPr>
        <w:tc>
          <w:tcPr>
            <w:tcW w:w="3920" w:type="dxa"/>
          </w:tcPr>
          <w:p w14:paraId="684892C2" w14:textId="77777777" w:rsidR="00C218D9" w:rsidRDefault="00BD6EE9" w:rsidP="00C25BB6">
            <w:pPr>
              <w:pStyle w:val="libPoem"/>
            </w:pPr>
            <w:r>
              <w:rPr>
                <w:rtl/>
                <w:lang w:bidi="fa-IR"/>
              </w:rPr>
              <w:t>قالت يبو سكنة يعمّي اُو خير لعمام</w:t>
            </w:r>
            <w:r w:rsidR="00C218D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331B55" w14:textId="77777777" w:rsidR="00C218D9" w:rsidRDefault="00C218D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AC5337" w14:textId="77777777" w:rsidR="00C218D9" w:rsidRDefault="00BD6EE9" w:rsidP="00C25BB6">
            <w:pPr>
              <w:pStyle w:val="libPoem"/>
            </w:pPr>
            <w:r>
              <w:rPr>
                <w:rtl/>
                <w:lang w:bidi="fa-IR"/>
              </w:rPr>
              <w:t>اشلون تفعل بيه فعل ليتام يحسين</w:t>
            </w:r>
            <w:r w:rsidR="00C218D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8D9" w14:paraId="2A0EB276" w14:textId="77777777" w:rsidTr="00C25BB6">
        <w:trPr>
          <w:trHeight w:val="350"/>
        </w:trPr>
        <w:tc>
          <w:tcPr>
            <w:tcW w:w="3920" w:type="dxa"/>
          </w:tcPr>
          <w:p w14:paraId="24A1175A" w14:textId="77777777" w:rsidR="00C218D9" w:rsidRDefault="00BD6EE9" w:rsidP="00C25BB6">
            <w:pPr>
              <w:pStyle w:val="libPoem"/>
            </w:pPr>
            <w:r>
              <w:rPr>
                <w:rtl/>
                <w:lang w:bidi="fa-IR"/>
              </w:rPr>
              <w:t>معلوم اَبويه ذاق نحبه بأرض كوفان</w:t>
            </w:r>
            <w:r w:rsidR="00C218D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09961C" w14:textId="77777777" w:rsidR="00C218D9" w:rsidRDefault="00C218D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D095C7" w14:textId="77777777" w:rsidR="00C218D9" w:rsidRDefault="00BD6EE9" w:rsidP="00C25BB6">
            <w:pPr>
              <w:pStyle w:val="libPoem"/>
            </w:pPr>
            <w:r>
              <w:rPr>
                <w:rtl/>
                <w:lang w:bidi="fa-IR"/>
              </w:rPr>
              <w:t>قلها اَنا عزّك واُولادي الك اخوان</w:t>
            </w:r>
            <w:r w:rsidR="00C218D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8D9" w14:paraId="1886F619" w14:textId="77777777" w:rsidTr="00C25BB6">
        <w:trPr>
          <w:trHeight w:val="350"/>
        </w:trPr>
        <w:tc>
          <w:tcPr>
            <w:tcW w:w="3920" w:type="dxa"/>
          </w:tcPr>
          <w:p w14:paraId="10E11111" w14:textId="77777777" w:rsidR="00C218D9" w:rsidRDefault="00BD6EE9" w:rsidP="00C25BB6">
            <w:pPr>
              <w:pStyle w:val="libPoem"/>
            </w:pPr>
            <w:r>
              <w:rPr>
                <w:rtl/>
                <w:lang w:bidi="fa-IR"/>
              </w:rPr>
              <w:t>في الحال شقت جيبها اُونادت النسوان</w:t>
            </w:r>
            <w:r w:rsidR="00C218D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58757F" w14:textId="77777777" w:rsidR="00C218D9" w:rsidRDefault="00C218D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A04514" w14:textId="77777777" w:rsidR="00C218D9" w:rsidRDefault="00BD6EE9" w:rsidP="00C25BB6">
            <w:pPr>
              <w:pStyle w:val="libPoem"/>
            </w:pPr>
            <w:r>
              <w:rPr>
                <w:rtl/>
                <w:lang w:bidi="fa-IR"/>
              </w:rPr>
              <w:t>قوموا اسعدوني راح عزي يا خواتين</w:t>
            </w:r>
            <w:r w:rsidR="00C218D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8D9" w14:paraId="6C10E6C7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C9BCACB" w14:textId="77777777" w:rsidR="00C218D9" w:rsidRDefault="00BD6EE9" w:rsidP="00C25BB6">
            <w:pPr>
              <w:pStyle w:val="libPoem"/>
            </w:pPr>
            <w:r>
              <w:rPr>
                <w:rtl/>
                <w:lang w:bidi="fa-IR"/>
              </w:rPr>
              <w:t>التموا عليها الحرم كلهم يسعدوها</w:t>
            </w:r>
            <w:r w:rsidR="00C218D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BF7994" w14:textId="77777777" w:rsidR="00C218D9" w:rsidRDefault="00C218D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FA80691" w14:textId="77777777" w:rsidR="00C218D9" w:rsidRDefault="00BD6EE9" w:rsidP="00C25BB6">
            <w:pPr>
              <w:pStyle w:val="libPoem"/>
            </w:pPr>
            <w:r>
              <w:rPr>
                <w:rtl/>
                <w:lang w:bidi="fa-IR"/>
              </w:rPr>
              <w:t>في النوح والضجه على ذبحة ابوها</w:t>
            </w:r>
            <w:r w:rsidR="00C218D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8D9" w14:paraId="04702128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F72551B" w14:textId="77777777" w:rsidR="00C218D9" w:rsidRDefault="00BD6EE9" w:rsidP="00C25BB6">
            <w:pPr>
              <w:pStyle w:val="libPoem"/>
            </w:pPr>
            <w:r>
              <w:rPr>
                <w:rtl/>
                <w:lang w:bidi="fa-IR"/>
              </w:rPr>
              <w:t>فوق لخدود ادموعهم حسرى جروها</w:t>
            </w:r>
            <w:r w:rsidR="00C218D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037CD8B" w14:textId="77777777" w:rsidR="00C218D9" w:rsidRDefault="00C218D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D51414" w14:textId="77777777" w:rsidR="00C218D9" w:rsidRDefault="00BD6EE9" w:rsidP="00C25BB6">
            <w:pPr>
              <w:pStyle w:val="libPoem"/>
            </w:pPr>
            <w:r>
              <w:rPr>
                <w:rtl/>
                <w:lang w:bidi="fa-IR"/>
              </w:rPr>
              <w:t>واظلم الوادي من مناح الهاشمين</w:t>
            </w:r>
            <w:r w:rsidR="00C218D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8D9" w14:paraId="7A5F5CAA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CB49F7F" w14:textId="77777777" w:rsidR="00C218D9" w:rsidRDefault="00BD6EE9" w:rsidP="00C25BB6">
            <w:pPr>
              <w:pStyle w:val="libPoem"/>
            </w:pPr>
            <w:r>
              <w:rPr>
                <w:rtl/>
                <w:lang w:bidi="fa-IR"/>
              </w:rPr>
              <w:t>ما تسمع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في الخيم للحرم ضجّات</w:t>
            </w:r>
            <w:r w:rsidR="00C218D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57AC2C" w14:textId="77777777" w:rsidR="00C218D9" w:rsidRDefault="00C218D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74D013" w14:textId="77777777" w:rsidR="00C218D9" w:rsidRDefault="00BD6EE9" w:rsidP="00C25BB6">
            <w:pPr>
              <w:pStyle w:val="libPoem"/>
            </w:pPr>
            <w:r>
              <w:rPr>
                <w:rtl/>
                <w:lang w:bidi="fa-IR"/>
              </w:rPr>
              <w:t>هذي تجر ونّة اُوهذي تصفق الراحات</w:t>
            </w:r>
            <w:r w:rsidR="00C218D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772D80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3"/>
        <w:gridCol w:w="304"/>
        <w:gridCol w:w="3914"/>
      </w:tblGrid>
      <w:tr w:rsidR="00F1118C" w14:paraId="1BD7DC2E" w14:textId="77777777" w:rsidTr="00F1118C">
        <w:trPr>
          <w:trHeight w:val="350"/>
        </w:trPr>
        <w:tc>
          <w:tcPr>
            <w:tcW w:w="3536" w:type="dxa"/>
            <w:shd w:val="clear" w:color="auto" w:fill="auto"/>
          </w:tcPr>
          <w:p w14:paraId="4BD6382B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اُوهذي تنادي وا ذبيح بالظما مات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7435A93A" w14:textId="77777777" w:rsidR="00F1118C" w:rsidRDefault="00F1118C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14:paraId="49AA0D95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لَحد يمسلم أضحت اُولادك يتيمين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18C" w14:paraId="1A0C8209" w14:textId="77777777" w:rsidTr="00F1118C">
        <w:trPr>
          <w:trHeight w:val="350"/>
        </w:trPr>
        <w:tc>
          <w:tcPr>
            <w:tcW w:w="3536" w:type="dxa"/>
          </w:tcPr>
          <w:p w14:paraId="43269C63" w14:textId="77777777" w:rsidR="00F1118C" w:rsidRDefault="00F1118C" w:rsidP="00F1118C">
            <w:pPr>
              <w:pStyle w:val="libPoem"/>
            </w:pPr>
            <w:r>
              <w:rPr>
                <w:rtl/>
                <w:lang w:bidi="fa-IR"/>
              </w:rPr>
              <w:t>اوهذي تنادي اُوتصفق ابكفهاعلى الراس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B4A6D56" w14:textId="77777777" w:rsidR="00F1118C" w:rsidRDefault="00F1118C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151613F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لَحد يمسلم قبل غيرك تشرب الكاس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18C" w14:paraId="3BADE361" w14:textId="77777777" w:rsidTr="00F1118C">
        <w:trPr>
          <w:trHeight w:val="350"/>
        </w:trPr>
        <w:tc>
          <w:tcPr>
            <w:tcW w:w="3536" w:type="dxa"/>
          </w:tcPr>
          <w:p w14:paraId="6CE54612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ويش حال من صابوه عدوانه الأرجاس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2BE0039" w14:textId="77777777" w:rsidR="00F1118C" w:rsidRDefault="00F1118C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E1B62E6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في دار غربة اُو عزوته عنّه ابعيدين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18C" w14:paraId="24ED1AAD" w14:textId="77777777" w:rsidTr="00F1118C">
        <w:trPr>
          <w:trHeight w:val="350"/>
        </w:trPr>
        <w:tc>
          <w:tcPr>
            <w:tcW w:w="3536" w:type="dxa"/>
          </w:tcPr>
          <w:p w14:paraId="18F8C134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او زينب مدامعها على خدها هتونه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A18ADE0" w14:textId="77777777" w:rsidR="00F1118C" w:rsidRDefault="00F1118C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FD336E1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واتقول مسلم ذبح ماحنا حاضرينه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18C" w14:paraId="1751FA94" w14:textId="77777777" w:rsidTr="00F1118C">
        <w:trPr>
          <w:trHeight w:val="350"/>
        </w:trPr>
        <w:tc>
          <w:tcPr>
            <w:tcW w:w="3536" w:type="dxa"/>
          </w:tcPr>
          <w:p w14:paraId="37251685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يا ليت أهله عن اِشماله اُوعن 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4DDC495" w14:textId="77777777" w:rsidR="00F1118C" w:rsidRDefault="00F1118C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ACB60EB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ويّا بني عدنان من حوله امدرعين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18C" w14:paraId="30901EE9" w14:textId="77777777" w:rsidTr="00F111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F06C620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لحد يمسلم ما حضرنا لك ابيومك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1EB829C" w14:textId="77777777" w:rsidR="00F1118C" w:rsidRDefault="00F1118C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2FE4B00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يوم طحت مرمي عفير في ادموك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18C" w14:paraId="7BBF6A5C" w14:textId="77777777" w:rsidTr="00F111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3FEAE4F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يا ليت تسمع بالبكا ضجّات قومك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C71C21F" w14:textId="77777777" w:rsidR="00F1118C" w:rsidRDefault="00F1118C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3310CA8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لجلك أبو السجّاد صب امدامع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18C" w14:paraId="4F1F9462" w14:textId="77777777" w:rsidTr="00F111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96049BF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شد الظعينة اُوقوم ردنا للمدينه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DFA2E2D" w14:textId="77777777" w:rsidR="00F1118C" w:rsidRDefault="00F1118C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1CA760D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من يوم جانا خبر مسلم ذابحينه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18C" w14:paraId="25467579" w14:textId="77777777" w:rsidTr="00F111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98C4E45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شد الظعينة اُوقوم ردنا ابلاد جدنا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6A36F4D" w14:textId="77777777" w:rsidR="00F1118C" w:rsidRDefault="00F1118C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6F1CCB1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خوفي نتم بعدك بلا والي وحدنا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18C" w14:paraId="13674440" w14:textId="77777777" w:rsidTr="00F111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B156E43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يحسين بعدك من إلى طيبة يردنا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033C8DF" w14:textId="77777777" w:rsidR="00F1118C" w:rsidRDefault="00F1118C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DADE641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خوفي يخويه اتدور دنيانا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18C" w14:paraId="6AF3B347" w14:textId="77777777" w:rsidTr="00F111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BB20FCE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مسلم تبدى بالشهادة اُوراح للجنان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91559C1" w14:textId="77777777" w:rsidR="00F1118C" w:rsidRDefault="00F1118C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3212E22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اُوذبّوه من عالي القصر في أرض كوفان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18C" w14:paraId="6215AC18" w14:textId="77777777" w:rsidTr="00F111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2319E56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ناحت على امصابه جميع الإنس والجان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4940050" w14:textId="77777777" w:rsidR="00F1118C" w:rsidRDefault="00F1118C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CDCEA4F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والأرض ناحت والسما ضجّت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18C" w14:paraId="3B1B1D80" w14:textId="77777777" w:rsidTr="00F111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477F4EC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لحد يحيدر كيف تسكن في الغريّين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8FC0AA1" w14:textId="77777777" w:rsidR="00F1118C" w:rsidRDefault="00F1118C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83096EF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واتشوف مسلم منذبح بين الملاعين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18C" w14:paraId="4D7F8D82" w14:textId="77777777" w:rsidTr="00F111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A4786B4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لم لا تطر اللحد يابو الحسن واحسين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5075AA4" w14:textId="77777777" w:rsidR="00F1118C" w:rsidRDefault="00F1118C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62D28B5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اُو تاخذ لثار الهل الكوفة قاتلينه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18C" w14:paraId="0F77078A" w14:textId="77777777" w:rsidTr="00F111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1648154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طاهر تزفر والدمع من مدمعه سال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7C249D4" w14:textId="77777777" w:rsidR="00F1118C" w:rsidRDefault="00F1118C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39753CE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هيهات ما نرجع إلى طيبة ابهالحال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18C" w14:paraId="620B6671" w14:textId="77777777" w:rsidTr="00F111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468FCCB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حتّى نخوض ابحور عسكرهم ولهوال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AB6D269" w14:textId="77777777" w:rsidR="00F1118C" w:rsidRDefault="00F1118C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2B2D7BE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وانموت لو ناخذ يعمي ابثار ابونا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18C" w14:paraId="16C9A199" w14:textId="77777777" w:rsidTr="00F111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A65F5C2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اُو زينب تنادي والدمع بالخد مبدود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4920537" w14:textId="77777777" w:rsidR="00F1118C" w:rsidRDefault="00F1118C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0DF04D8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لَحد يمسلم تنذبح يا معدن الجود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18C" w14:paraId="44D5766D" w14:textId="77777777" w:rsidTr="00F111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04916DD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والله حسافة ابدار غربة اتروح مفقود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EFF038A" w14:textId="77777777" w:rsidR="00F1118C" w:rsidRDefault="00F1118C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8378426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ايحق لي انا لبقى على امصابك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18C" w14:paraId="48D56D18" w14:textId="77777777" w:rsidTr="00F111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4C2D1E85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اوساق الظعينة بوعلي للغاضريّه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9F8B5DF" w14:textId="77777777" w:rsidR="00F1118C" w:rsidRDefault="00F1118C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56618E2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يقدمهم العبّاس قيدوم السريّه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118C" w14:paraId="095EB195" w14:textId="77777777" w:rsidTr="00F111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EC70723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حين اتوها وقف مهر ابن الزكيّه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469A640" w14:textId="77777777" w:rsidR="00F1118C" w:rsidRDefault="00F1118C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41BCB9B" w14:textId="77777777" w:rsidR="00F1118C" w:rsidRDefault="00F1118C" w:rsidP="00C25BB6">
            <w:pPr>
              <w:pStyle w:val="libPoem"/>
            </w:pPr>
            <w:r>
              <w:rPr>
                <w:rtl/>
                <w:lang w:bidi="fa-IR"/>
              </w:rPr>
              <w:t>قلهم يفتيان تحطوا للضعينه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0CF646B" w14:textId="77777777" w:rsidR="00EE7C84" w:rsidRDefault="00EE7C84" w:rsidP="00F1118C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7F4C14B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24C2B081" w14:textId="77777777" w:rsidR="00EE7C84" w:rsidRDefault="00EE7C84" w:rsidP="000D3CAF">
      <w:pPr>
        <w:pStyle w:val="Heading3"/>
        <w:rPr>
          <w:lang w:bidi="fa-IR"/>
        </w:rPr>
      </w:pPr>
      <w:bookmarkStart w:id="20" w:name="_Toc17226579"/>
      <w:r>
        <w:rPr>
          <w:rtl/>
          <w:lang w:bidi="fa-IR"/>
        </w:rPr>
        <w:lastRenderedPageBreak/>
        <w:t>هذا فصل في أحوال وهب ومرور الحسين (</w:t>
      </w:r>
      <w:r w:rsidR="000D3CAF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على منزله ، ووصايا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لاُمِّ وهب :</w:t>
      </w:r>
      <w:bookmarkEnd w:id="20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F6A0E" w14:paraId="2F719BF9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5BFA1569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أمست بني عدنان بالأظعان ماشين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414411A" w14:textId="77777777" w:rsidR="00FF6A0E" w:rsidRDefault="00FF6A0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81241C3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اِيحثّون مسراهم قصدهم للعراقين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0E" w14:paraId="67567BB4" w14:textId="77777777" w:rsidTr="00C25BB6">
        <w:trPr>
          <w:trHeight w:val="350"/>
        </w:trPr>
        <w:tc>
          <w:tcPr>
            <w:tcW w:w="3920" w:type="dxa"/>
          </w:tcPr>
          <w:p w14:paraId="347979E6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قدّامهم شيخ العشيرة حامي الجار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46293F" w14:textId="77777777" w:rsidR="00FF6A0E" w:rsidRDefault="00FF6A0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A934AC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من حوله الشبّان وولاده ولنصار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0E" w14:paraId="4ED8BBC4" w14:textId="77777777" w:rsidTr="00C25BB6">
        <w:trPr>
          <w:trHeight w:val="350"/>
        </w:trPr>
        <w:tc>
          <w:tcPr>
            <w:tcW w:w="3920" w:type="dxa"/>
          </w:tcPr>
          <w:p w14:paraId="7BD4A4B1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والعلم في ايد البطل ذلك المغوار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BF279E" w14:textId="77777777" w:rsidR="00FF6A0E" w:rsidRDefault="00FF6A0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5FA20D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والرمح فيه العلم واحسامه باليمين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0E" w14:paraId="1EA4AFD6" w14:textId="77777777" w:rsidTr="00C25BB6">
        <w:trPr>
          <w:trHeight w:val="350"/>
        </w:trPr>
        <w:tc>
          <w:tcPr>
            <w:tcW w:w="3920" w:type="dxa"/>
          </w:tcPr>
          <w:p w14:paraId="6BA82F88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اينادي ابصوته يابني عدنان هيا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3472BD" w14:textId="77777777" w:rsidR="00FF6A0E" w:rsidRDefault="00FF6A0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2279BA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حوطوا ظعينتكم بفرسان الضريّه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0E" w14:paraId="3E82ED6F" w14:textId="77777777" w:rsidTr="00C25BB6">
        <w:trPr>
          <w:trHeight w:val="350"/>
        </w:trPr>
        <w:tc>
          <w:tcPr>
            <w:tcW w:w="3920" w:type="dxa"/>
          </w:tcPr>
          <w:p w14:paraId="2EFA615C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احنا ابسرانا قاصدين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75DE3D" w14:textId="77777777" w:rsidR="00FF6A0E" w:rsidRDefault="00FF6A0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DB9F82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بارواحنا نفدي ابو السجّاد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0E" w14:paraId="0D9C170E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FDB7F70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كل ما مشى منزل ايتبعونه ابمسراه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2B4BA6F" w14:textId="77777777" w:rsidR="00FF6A0E" w:rsidRDefault="00FF6A0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6130DB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سبعين الف لموا عن يمينه اُو يسراه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0E" w14:paraId="3B1BEB92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82D313A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والعطش فت اقلوبهم والناحوا حداه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C6604D" w14:textId="77777777" w:rsidR="00FF6A0E" w:rsidRDefault="00FF6A0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6948D5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قالوا تلفنا العطش يا نور المسلمين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0E" w14:paraId="0FBFFF74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92911DD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الناح سبط المصطفى الفسطاط فدا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9F0C3F" w14:textId="77777777" w:rsidR="00FF6A0E" w:rsidRDefault="00FF6A0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A5B93C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جاله اُومن حوله بني هاشم ولقوام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0E" w14:paraId="608023D4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3B7B1A6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ما شاف الا نسوة في ذيك لخيام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270319" w14:textId="77777777" w:rsidR="00FF6A0E" w:rsidRDefault="00FF6A0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AEAF18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سلم اُوردوا للسلام اعليه في الحين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0E" w14:paraId="459592B9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EEB5C73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سايل عن الماء واخبروه ابصورة 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4678DA" w14:textId="77777777" w:rsidR="00FF6A0E" w:rsidRDefault="00FF6A0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970B34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الوى لعند الماء اُوقام ايزيح لرمال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0E" w14:paraId="20A03EAE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62A8BF7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حفروا ولن صخره بدت من صخر لجبال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484484" w14:textId="77777777" w:rsidR="00FF6A0E" w:rsidRDefault="00FF6A0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796839" w14:textId="77777777" w:rsidR="00FF6A0E" w:rsidRDefault="00FF6A0E" w:rsidP="00FF6A0E">
            <w:pPr>
              <w:pStyle w:val="libPoem"/>
            </w:pPr>
            <w:r>
              <w:rPr>
                <w:rtl/>
                <w:lang w:bidi="fa-IR"/>
              </w:rPr>
              <w:t>اُوعجزواعن الصخره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اُوقلعهاالطاهراحسين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0E" w14:paraId="70909870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E91693C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واتفجرت ما بين اصابيعه الأنهار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7EFC55" w14:textId="77777777" w:rsidR="00FF6A0E" w:rsidRDefault="00FF6A0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A34B68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والماي يجري بلقفار اُو ظهر لزهار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0E" w14:paraId="747A6550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63501B6" w14:textId="77777777" w:rsidR="00FF6A0E" w:rsidRDefault="00FF6A0E" w:rsidP="00FF6A0E">
            <w:pPr>
              <w:pStyle w:val="libPoem"/>
            </w:pPr>
            <w:r>
              <w:rPr>
                <w:rtl/>
                <w:lang w:bidi="fa-IR"/>
              </w:rPr>
              <w:t>اُو روى اَصحابه بالعجل جدالسر اُوسار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8FA69D" w14:textId="77777777" w:rsidR="00FF6A0E" w:rsidRDefault="00FF6A0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F7CCD9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والتاح للخيمة يوصّي للنساوين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0E" w14:paraId="58644ED8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68DAF04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قالوا الوهب هاللي رايته ابلذة النوم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7FF728" w14:textId="77777777" w:rsidR="00FF6A0E" w:rsidRDefault="00FF6A0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39970B" w14:textId="77777777" w:rsidR="00FF6A0E" w:rsidRDefault="00FF6A0E" w:rsidP="00C25BB6">
            <w:pPr>
              <w:pStyle w:val="libPoem"/>
            </w:pPr>
            <w:r>
              <w:rPr>
                <w:rtl/>
                <w:lang w:bidi="fa-IR"/>
              </w:rPr>
              <w:t>قاصد اراضي كربلا يا وهب معلوم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B31AA1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3"/>
        <w:gridCol w:w="304"/>
        <w:gridCol w:w="3914"/>
      </w:tblGrid>
      <w:tr w:rsidR="006851FD" w14:paraId="38836418" w14:textId="77777777" w:rsidTr="006851FD">
        <w:trPr>
          <w:trHeight w:val="350"/>
        </w:trPr>
        <w:tc>
          <w:tcPr>
            <w:tcW w:w="3536" w:type="dxa"/>
            <w:shd w:val="clear" w:color="auto" w:fill="auto"/>
          </w:tcPr>
          <w:p w14:paraId="5B57AE64" w14:textId="77777777" w:rsidR="006851FD" w:rsidRDefault="006851FD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خلّه يشد الظعن لا يمهل ولا 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4DCA1156" w14:textId="77777777" w:rsidR="006851FD" w:rsidRDefault="006851FD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14:paraId="5C07F65E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واحنا أمامه بالظعينة اليوم ماشين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1FD" w14:paraId="315FF31B" w14:textId="77777777" w:rsidTr="006851FD">
        <w:trPr>
          <w:trHeight w:val="350"/>
        </w:trPr>
        <w:tc>
          <w:tcPr>
            <w:tcW w:w="3536" w:type="dxa"/>
          </w:tcPr>
          <w:p w14:paraId="23A3AE6F" w14:textId="77777777" w:rsidR="006851FD" w:rsidRDefault="003D4538" w:rsidP="003D4538">
            <w:pPr>
              <w:pStyle w:val="libPoem"/>
            </w:pPr>
            <w:r>
              <w:rPr>
                <w:rtl/>
                <w:lang w:bidi="fa-IR"/>
              </w:rPr>
              <w:t>شال الشهيداِحسين اُواقبل وهب في الحين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9679743" w14:textId="77777777" w:rsidR="006851FD" w:rsidRDefault="006851FD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622D55B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عاين الوادي اُوشاف للاَنهار جارين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1FD" w14:paraId="1C06B74E" w14:textId="77777777" w:rsidTr="006851FD">
        <w:trPr>
          <w:trHeight w:val="350"/>
        </w:trPr>
        <w:tc>
          <w:tcPr>
            <w:tcW w:w="3536" w:type="dxa"/>
          </w:tcPr>
          <w:p w14:paraId="48FE0DC7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احتار لمن شاف انهار جريّه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5636342" w14:textId="77777777" w:rsidR="006851FD" w:rsidRDefault="006851FD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0E3BE41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معلوم بالوادي اجتاز ابن الزكيّه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1FD" w14:paraId="6256C4B4" w14:textId="77777777" w:rsidTr="006851FD">
        <w:trPr>
          <w:trHeight w:val="350"/>
        </w:trPr>
        <w:tc>
          <w:tcPr>
            <w:tcW w:w="3536" w:type="dxa"/>
          </w:tcPr>
          <w:p w14:paraId="48B2F032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لو مر طاها المصطفى لومر وصيّه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3B5853C" w14:textId="77777777" w:rsidR="006851FD" w:rsidRDefault="006851FD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5C504D2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ما يصبر هذا الا فعل احد النبيين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1FD" w14:paraId="41935AA1" w14:textId="77777777" w:rsidTr="006851FD">
        <w:trPr>
          <w:trHeight w:val="350"/>
        </w:trPr>
        <w:tc>
          <w:tcPr>
            <w:tcW w:w="3536" w:type="dxa"/>
          </w:tcPr>
          <w:p w14:paraId="35C5141E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اقبل إلى الخيمة اُوهو يصفق اكفوفه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4A19DDC" w14:textId="77777777" w:rsidR="006851FD" w:rsidRDefault="006851FD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731EE65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ايسايل امه اُودمعته ابخده ذروفه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1FD" w14:paraId="0F5D2906" w14:textId="77777777" w:rsidTr="006851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4D08A655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قالت لفانا ابن النّبي قاصد الكوفه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FE1EE88" w14:textId="77777777" w:rsidR="006851FD" w:rsidRDefault="006851FD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988C792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اُوصاك يابني تلحقه يا خير لبنين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1FD" w14:paraId="01EE3274" w14:textId="77777777" w:rsidTr="006851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3FB7DC3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يا وهب مر الخيمتك ووصا علينا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2144641" w14:textId="77777777" w:rsidR="006851FD" w:rsidRDefault="006851FD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ED81018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قولوا لوهب بالعجل يلحقنا اويجينا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1FD" w14:paraId="045DC669" w14:textId="77777777" w:rsidTr="006851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A12356E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يابني اَصحابه عن اشماله وعن يمينه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79873AA" w14:textId="77777777" w:rsidR="006851FD" w:rsidRDefault="006851FD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E99FBCD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ويّاه نسوه في هوادجهم حزينين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1FD" w14:paraId="7E5F8619" w14:textId="77777777" w:rsidTr="006851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C9162F1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قدّام ظعنه يا وهب فارس ضرغام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08D8541" w14:textId="77777777" w:rsidR="006851FD" w:rsidRDefault="006851FD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03DCFF4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ايقولون هذا ابن الوصي زرّاق لرخام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1FD" w14:paraId="0226B5C6" w14:textId="77777777" w:rsidTr="006851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1A871B5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اِيقولون لك هذا ظعنهم سار قدّام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61EF3B7" w14:textId="77777777" w:rsidR="006851FD" w:rsidRDefault="006851FD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C78677C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سايلت عن سلطانهم قالوا لي احسين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1FD" w14:paraId="02337E78" w14:textId="77777777" w:rsidTr="006851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2182979" w14:textId="77777777" w:rsidR="006851FD" w:rsidRDefault="003D4538" w:rsidP="003D4538">
            <w:pPr>
              <w:pStyle w:val="libPoem"/>
            </w:pPr>
            <w:r>
              <w:rPr>
                <w:rtl/>
                <w:lang w:bidi="fa-IR"/>
              </w:rPr>
              <w:t>ياوهب كبدي اتفطرت من ضجت انساه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3FBD7CF" w14:textId="77777777" w:rsidR="006851FD" w:rsidRDefault="006851FD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F92EA4E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اُولدري ابهذا النوح والفرسان ويّاه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1FD" w14:paraId="44680232" w14:textId="77777777" w:rsidTr="006851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C8763B1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فرسان من حوله عن ايمينه اُويسراه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1082338" w14:textId="77777777" w:rsidR="006851FD" w:rsidRDefault="006851FD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03BE25D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حول الظعينة يا وهب كُلهم اِمسلحين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1FD" w14:paraId="1D5E1327" w14:textId="77777777" w:rsidTr="006851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5290E1B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قلها اعجل يا ولده في داعة الله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30F08C2" w14:textId="77777777" w:rsidR="006851FD" w:rsidRDefault="006851FD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2CFEA59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الفسطاط اباقشع له اُوباتو كُل على الله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1FD" w14:paraId="43CEADDB" w14:textId="77777777" w:rsidTr="006851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D118933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بالحق ابو سكنه ايمامي حجة الله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4C92EAF" w14:textId="77777777" w:rsidR="006851FD" w:rsidRDefault="006851FD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510E284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لابد ما اتشوفين جسمي بالثرى اطعين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1FD" w14:paraId="3FB0B1AB" w14:textId="77777777" w:rsidTr="006851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AF08478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بقشع الخيمة اُوبلحق ابن الهاشمية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816EE99" w14:textId="77777777" w:rsidR="006851FD" w:rsidRDefault="006851FD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2CC38EE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عندي خبر بيروح ارض الغاضريّه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1FD" w14:paraId="74FC739A" w14:textId="77777777" w:rsidTr="006851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89CB13A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بالنوم شفت المصطفى خير البريّه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E48028C" w14:textId="77777777" w:rsidR="006851FD" w:rsidRDefault="006851FD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B966DBC" w14:textId="77777777" w:rsidR="006851FD" w:rsidRDefault="003D4538" w:rsidP="00C25BB6">
            <w:pPr>
              <w:pStyle w:val="libPoem"/>
            </w:pPr>
            <w:r>
              <w:rPr>
                <w:rtl/>
                <w:lang w:bidi="fa-IR"/>
              </w:rPr>
              <w:t>جدّه اُوقال انصر عزيزي اُوقرّة العين</w:t>
            </w:r>
            <w:r w:rsidR="006851F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3EBBE87" w14:textId="77777777" w:rsidR="00EE7C84" w:rsidRDefault="00EE7C84" w:rsidP="005B6B87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851FD" w14:paraId="701973F7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55F903F4" w14:textId="77777777" w:rsidR="006851FD" w:rsidRDefault="006851FD" w:rsidP="00C25BB6">
            <w:pPr>
              <w:pStyle w:val="libPoem"/>
            </w:pPr>
            <w:r>
              <w:rPr>
                <w:rtl/>
                <w:lang w:bidi="fa-IR"/>
              </w:rPr>
              <w:t>بدر طلع من يثرب تمشي وراه انجومه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D198959" w14:textId="77777777" w:rsidR="006851FD" w:rsidRDefault="006851F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7B6EFC6" w14:textId="77777777" w:rsidR="006851FD" w:rsidRDefault="006851FD" w:rsidP="00C25BB6">
            <w:pPr>
              <w:pStyle w:val="libPoem"/>
            </w:pPr>
            <w:r>
              <w:rPr>
                <w:rtl/>
                <w:lang w:bidi="fa-IR"/>
              </w:rPr>
              <w:t>ماظنني هالطلعه الا طلعة مشومه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B82C04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604" w:type="pct"/>
        <w:tblInd w:w="384" w:type="dxa"/>
        <w:tblLook w:val="01E0" w:firstRow="1" w:lastRow="1" w:firstColumn="1" w:lastColumn="1" w:noHBand="0" w:noVBand="0"/>
      </w:tblPr>
      <w:tblGrid>
        <w:gridCol w:w="3953"/>
        <w:gridCol w:w="304"/>
        <w:gridCol w:w="3989"/>
      </w:tblGrid>
      <w:tr w:rsidR="002D4B0F" w14:paraId="493715A1" w14:textId="77777777" w:rsidTr="002D4B0F">
        <w:trPr>
          <w:trHeight w:val="350"/>
        </w:trPr>
        <w:tc>
          <w:tcPr>
            <w:tcW w:w="3536" w:type="dxa"/>
            <w:shd w:val="clear" w:color="auto" w:fill="auto"/>
          </w:tcPr>
          <w:p w14:paraId="0217D6F0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مروا على وادينا وازهر اُوزاد ازهاره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679D78EC" w14:textId="77777777" w:rsidR="002D4B0F" w:rsidRDefault="002D4B0F" w:rsidP="00C25BB6">
            <w:pPr>
              <w:pStyle w:val="libPoem"/>
              <w:rPr>
                <w:rtl/>
              </w:rPr>
            </w:pPr>
          </w:p>
        </w:tc>
        <w:tc>
          <w:tcPr>
            <w:tcW w:w="3569" w:type="dxa"/>
            <w:shd w:val="clear" w:color="auto" w:fill="auto"/>
          </w:tcPr>
          <w:p w14:paraId="1F34D75F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واشجار ذيك اليابسه اينع لنا باثماره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F" w14:paraId="4F0788A5" w14:textId="77777777" w:rsidTr="002D4B0F">
        <w:trPr>
          <w:trHeight w:val="350"/>
        </w:trPr>
        <w:tc>
          <w:tcPr>
            <w:tcW w:w="3536" w:type="dxa"/>
          </w:tcPr>
          <w:p w14:paraId="61458B37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يا رايحا من طيبة الله يعوده داره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3FAB2FE" w14:textId="77777777" w:rsidR="002D4B0F" w:rsidRDefault="002D4B0F" w:rsidP="00C25BB6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03B19757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اُوتاضى مرابع طيبة من غرته واعلومه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F" w14:paraId="636D7CB3" w14:textId="77777777" w:rsidTr="002D4B0F">
        <w:trPr>
          <w:trHeight w:val="350"/>
        </w:trPr>
        <w:tc>
          <w:tcPr>
            <w:tcW w:w="3536" w:type="dxa"/>
          </w:tcPr>
          <w:p w14:paraId="6F1209F0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اوصى عليه اُوقلي يا وهب شد ارحالك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21440E3" w14:textId="77777777" w:rsidR="002D4B0F" w:rsidRDefault="002D4B0F" w:rsidP="00C25BB6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7E0A1250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عمرك فداله بيعه واترك جميع اموالك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F" w14:paraId="28B3DA55" w14:textId="77777777" w:rsidTr="002D4B0F">
        <w:trPr>
          <w:trHeight w:val="350"/>
        </w:trPr>
        <w:tc>
          <w:tcPr>
            <w:tcW w:w="3536" w:type="dxa"/>
          </w:tcPr>
          <w:p w14:paraId="7A55BFC2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شد الظعينة يابني واحمل معاك اعيالك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6AA626C" w14:textId="77777777" w:rsidR="002D4B0F" w:rsidRDefault="002D4B0F" w:rsidP="00C25BB6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118EA746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يابني اُوسيل ادمومك قبل تسيل ادمومه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F" w14:paraId="5E73845B" w14:textId="77777777" w:rsidTr="002D4B0F">
        <w:trPr>
          <w:trHeight w:val="350"/>
        </w:trPr>
        <w:tc>
          <w:tcPr>
            <w:tcW w:w="3536" w:type="dxa"/>
          </w:tcPr>
          <w:p w14:paraId="16CBC7AC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ان كان انته يابني في امري اُوفي طوعي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2B7CE54" w14:textId="77777777" w:rsidR="002D4B0F" w:rsidRDefault="002D4B0F" w:rsidP="00C25BB6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007332E1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اطلب ثواب الباري ارجوعك اله وارجوعي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F" w14:paraId="3CD240D9" w14:textId="77777777" w:rsidTr="002D4B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0A96DC1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وانصر غريب الزهرا هاللي تصيح اضلوعي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EE44A1F" w14:textId="77777777" w:rsidR="002D4B0F" w:rsidRDefault="002D4B0F" w:rsidP="00C25BB6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26FC6C44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مغصوبة ميراثها فوق الوجه ملطومه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F" w14:paraId="0981E323" w14:textId="77777777" w:rsidTr="002D4B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90E9DFF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باتجي ابيوم المحشر واتصيح يا اُولادي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0D01F51" w14:textId="77777777" w:rsidR="002D4B0F" w:rsidRDefault="002D4B0F" w:rsidP="00C25BB6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7B4E64E7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امه ابويه بعده يارب حرقوا افادي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F" w14:paraId="3CD98169" w14:textId="77777777" w:rsidTr="002D4B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6F37ADF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واحد قتيل ابسمه اُواحد ذبيح 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5BDAFF3" w14:textId="77777777" w:rsidR="002D4B0F" w:rsidRDefault="002D4B0F" w:rsidP="00C25BB6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6913EF8A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ولا كفاهم قتله ابنار الخيم مضرومه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F" w14:paraId="3D571705" w14:textId="77777777" w:rsidTr="002D4B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F4671C8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اوتالي البتولة اتسايل منهو نصر لجنيني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C88014A" w14:textId="77777777" w:rsidR="002D4B0F" w:rsidRDefault="002D4B0F" w:rsidP="00C25BB6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18A642A3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اُومنهو اللي قام المآتم وابذبحته ايعزيني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F" w14:paraId="4205171F" w14:textId="77777777" w:rsidTr="002D4B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11AF04F" w14:textId="77777777" w:rsidR="002D4B0F" w:rsidRDefault="002D4B0F" w:rsidP="002D4B0F">
            <w:pPr>
              <w:pStyle w:val="libPoem"/>
            </w:pPr>
            <w:r>
              <w:rPr>
                <w:rtl/>
                <w:lang w:bidi="fa-IR"/>
              </w:rPr>
              <w:t>ليكون يابني ايفوتك نصره اُوتخيب اظنوني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181EA35" w14:textId="77777777" w:rsidR="002D4B0F" w:rsidRDefault="002D4B0F" w:rsidP="00C25BB6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4002AF1F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قلها بعد يا والده اُوحق القتل مع قومه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F" w14:paraId="0D18E9A7" w14:textId="77777777" w:rsidTr="002D4B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854D873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وامه الزهرا اتسايل يوم الحشر لقيامه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A00ABF6" w14:textId="77777777" w:rsidR="002D4B0F" w:rsidRDefault="002D4B0F" w:rsidP="00C25BB6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16D1E3B2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انتو ذبحتوا جنيني وانتوا حرقتوا اخيامه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F" w14:paraId="0BDB3B3C" w14:textId="77777777" w:rsidTr="002D4B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FC851CF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وانتوا رضضتوا صدره وانتوا سلبتوا ايتامه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2F73723" w14:textId="77777777" w:rsidR="002D4B0F" w:rsidRDefault="002D4B0F" w:rsidP="00C25BB6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310AF163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وانتوا ذبحتوا اطفاله يا امة الميشومه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F" w14:paraId="49562A21" w14:textId="77777777" w:rsidTr="002D4B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47C1F39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يا وهب شد ظعونك وانا معك شياله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8C6B0E9" w14:textId="77777777" w:rsidR="002D4B0F" w:rsidRDefault="002D4B0F" w:rsidP="00C25BB6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597DC75D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والحق عزيز الزهرا يا ضيغم الخياله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F" w14:paraId="7438F839" w14:textId="77777777" w:rsidTr="002D4B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99B0AAF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بالأمس انا ضافوني يا وهب يابني ساعه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BF5951F" w14:textId="77777777" w:rsidR="002D4B0F" w:rsidRDefault="002D4B0F" w:rsidP="00C25BB6">
            <w:pPr>
              <w:pStyle w:val="libPoem"/>
              <w:rPr>
                <w:rtl/>
              </w:rPr>
            </w:pPr>
          </w:p>
        </w:tc>
        <w:tc>
          <w:tcPr>
            <w:tcW w:w="3569" w:type="dxa"/>
          </w:tcPr>
          <w:p w14:paraId="37668CEC" w14:textId="77777777" w:rsidR="002D4B0F" w:rsidRDefault="002D4B0F" w:rsidP="00C25BB6">
            <w:pPr>
              <w:pStyle w:val="libPoem"/>
            </w:pPr>
            <w:r>
              <w:rPr>
                <w:rtl/>
                <w:lang w:bidi="fa-IR"/>
              </w:rPr>
              <w:t>بالعجل شد ظعونك بانروح اله فزاعه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8978F4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774" w:type="pct"/>
        <w:tblInd w:w="254" w:type="dxa"/>
        <w:tblLook w:val="01E0" w:firstRow="1" w:lastRow="1" w:firstColumn="1" w:lastColumn="1" w:noHBand="0" w:noVBand="0"/>
      </w:tblPr>
      <w:tblGrid>
        <w:gridCol w:w="4097"/>
        <w:gridCol w:w="304"/>
        <w:gridCol w:w="4149"/>
      </w:tblGrid>
      <w:tr w:rsidR="006D5C54" w14:paraId="4AFBF372" w14:textId="77777777" w:rsidTr="006D5C54">
        <w:trPr>
          <w:trHeight w:val="350"/>
        </w:trPr>
        <w:tc>
          <w:tcPr>
            <w:tcW w:w="3666" w:type="dxa"/>
            <w:shd w:val="clear" w:color="auto" w:fill="auto"/>
          </w:tcPr>
          <w:p w14:paraId="79607846" w14:textId="77777777" w:rsidR="006D5C54" w:rsidRDefault="006D5C54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حتّى تجاهد دونه في ساعة الزعزاعه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04F2FB56" w14:textId="77777777" w:rsidR="006D5C54" w:rsidRDefault="006D5C54" w:rsidP="00C25BB6">
            <w:pPr>
              <w:pStyle w:val="libPoem"/>
              <w:rPr>
                <w:rtl/>
              </w:rPr>
            </w:pPr>
          </w:p>
        </w:tc>
        <w:tc>
          <w:tcPr>
            <w:tcW w:w="3712" w:type="dxa"/>
            <w:shd w:val="clear" w:color="auto" w:fill="auto"/>
          </w:tcPr>
          <w:p w14:paraId="78A0C6EA" w14:textId="77777777" w:rsidR="006D5C54" w:rsidRDefault="006D5C54" w:rsidP="00C25BB6">
            <w:pPr>
              <w:pStyle w:val="libPoem"/>
            </w:pPr>
            <w:r>
              <w:rPr>
                <w:rtl/>
                <w:lang w:bidi="fa-IR"/>
              </w:rPr>
              <w:t>هذا عزيز الزهرا ليت السلامه فاله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5C54" w14:paraId="4372EF42" w14:textId="77777777" w:rsidTr="006D5C54">
        <w:trPr>
          <w:trHeight w:val="350"/>
        </w:trPr>
        <w:tc>
          <w:tcPr>
            <w:tcW w:w="3666" w:type="dxa"/>
          </w:tcPr>
          <w:p w14:paraId="3EB740BE" w14:textId="77777777" w:rsidR="006D5C54" w:rsidRDefault="006D5C54" w:rsidP="00C25BB6">
            <w:pPr>
              <w:pStyle w:val="libPoem"/>
            </w:pPr>
            <w:r>
              <w:rPr>
                <w:rtl/>
                <w:lang w:bidi="fa-IR"/>
              </w:rPr>
              <w:t>يابني وهب مرو بي في نصر اُوعز اودوله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73B9B2F" w14:textId="77777777" w:rsidR="006D5C54" w:rsidRDefault="006D5C54" w:rsidP="00C25BB6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64BD0B9A" w14:textId="77777777" w:rsidR="006D5C54" w:rsidRDefault="006D5C54" w:rsidP="00C25BB6">
            <w:pPr>
              <w:pStyle w:val="libPoem"/>
            </w:pPr>
            <w:r>
              <w:rPr>
                <w:rtl/>
                <w:lang w:bidi="fa-IR"/>
              </w:rPr>
              <w:t>عنده هوادج يابني فيها نساء محموله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5C54" w14:paraId="1EC8410D" w14:textId="77777777" w:rsidTr="006D5C54">
        <w:trPr>
          <w:trHeight w:val="350"/>
        </w:trPr>
        <w:tc>
          <w:tcPr>
            <w:tcW w:w="3666" w:type="dxa"/>
          </w:tcPr>
          <w:p w14:paraId="2B51886D" w14:textId="77777777" w:rsidR="006D5C54" w:rsidRDefault="006D5C54" w:rsidP="00C25BB6">
            <w:pPr>
              <w:pStyle w:val="libPoem"/>
            </w:pPr>
            <w:r>
              <w:rPr>
                <w:rtl/>
                <w:lang w:bidi="fa-IR"/>
              </w:rPr>
              <w:t>اوعبّاس بيده الرايه اُوفتيان هاشم حوله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1EB8214" w14:textId="77777777" w:rsidR="006D5C54" w:rsidRDefault="006D5C54" w:rsidP="00C25BB6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72EA3A37" w14:textId="77777777" w:rsidR="006D5C54" w:rsidRDefault="006D5C54" w:rsidP="00C25BB6">
            <w:pPr>
              <w:pStyle w:val="libPoem"/>
            </w:pPr>
            <w:r>
              <w:rPr>
                <w:rtl/>
                <w:lang w:bidi="fa-IR"/>
              </w:rPr>
              <w:t>واسمعت زينب تنعى وادموعها هماله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5C54" w14:paraId="27E30DBD" w14:textId="77777777" w:rsidTr="006D5C54">
        <w:trPr>
          <w:trHeight w:val="350"/>
        </w:trPr>
        <w:tc>
          <w:tcPr>
            <w:tcW w:w="3666" w:type="dxa"/>
          </w:tcPr>
          <w:p w14:paraId="037446F3" w14:textId="77777777" w:rsidR="006D5C54" w:rsidRDefault="006D5C54" w:rsidP="00C25BB6">
            <w:pPr>
              <w:pStyle w:val="libPoem"/>
            </w:pPr>
            <w:r>
              <w:rPr>
                <w:rtl/>
                <w:lang w:bidi="fa-IR"/>
              </w:rPr>
              <w:t>واتقول انا يابن اُمّي عن كربلا ردوني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ED286BC" w14:textId="77777777" w:rsidR="006D5C54" w:rsidRDefault="006D5C54" w:rsidP="00C25BB6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0D87A574" w14:textId="77777777" w:rsidR="006D5C54" w:rsidRDefault="006D5C54" w:rsidP="00C25BB6">
            <w:pPr>
              <w:pStyle w:val="libPoem"/>
            </w:pPr>
            <w:r>
              <w:rPr>
                <w:rtl/>
                <w:lang w:bidi="fa-IR"/>
              </w:rPr>
              <w:t>خوفي العدى ايذبحونك اُومن بعدك اسلبوني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5C54" w14:paraId="70C633BE" w14:textId="77777777" w:rsidTr="006D5C54">
        <w:trPr>
          <w:trHeight w:val="350"/>
        </w:trPr>
        <w:tc>
          <w:tcPr>
            <w:tcW w:w="3666" w:type="dxa"/>
          </w:tcPr>
          <w:p w14:paraId="4C92C0C9" w14:textId="77777777" w:rsidR="006D5C54" w:rsidRDefault="006D5C54" w:rsidP="006D5C54">
            <w:pPr>
              <w:pStyle w:val="libPoem"/>
            </w:pPr>
            <w:r>
              <w:rPr>
                <w:rtl/>
                <w:lang w:bidi="fa-IR"/>
              </w:rPr>
              <w:t>لمن سمعهابوالفضل قال العدى ايعرفوني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4FAB08B" w14:textId="77777777" w:rsidR="006D5C54" w:rsidRDefault="006D5C54" w:rsidP="00C25BB6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10538FF4" w14:textId="77777777" w:rsidR="006D5C54" w:rsidRDefault="006D5C54" w:rsidP="00C25BB6">
            <w:pPr>
              <w:pStyle w:val="libPoem"/>
            </w:pPr>
            <w:r>
              <w:rPr>
                <w:rtl/>
                <w:lang w:bidi="fa-IR"/>
              </w:rPr>
              <w:t>لطوي اصفوف العسكر في ملتقى الخيّاله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5C54" w14:paraId="7917CE58" w14:textId="77777777" w:rsidTr="006D5C5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66" w:type="dxa"/>
          </w:tcPr>
          <w:p w14:paraId="7EBBF163" w14:textId="77777777" w:rsidR="006D5C54" w:rsidRDefault="006D5C54" w:rsidP="006D5C54">
            <w:pPr>
              <w:pStyle w:val="libPoem"/>
            </w:pPr>
            <w:r>
              <w:rPr>
                <w:rtl/>
                <w:lang w:bidi="fa-IR"/>
              </w:rPr>
              <w:t>ياوهب شيل اظعونك عن ترب هذاالوادي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B285C6D" w14:textId="77777777" w:rsidR="006D5C54" w:rsidRDefault="006D5C54" w:rsidP="00C25BB6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266E8602" w14:textId="77777777" w:rsidR="006D5C54" w:rsidRDefault="006D5C54" w:rsidP="00C25BB6">
            <w:pPr>
              <w:pStyle w:val="libPoem"/>
            </w:pPr>
            <w:r>
              <w:rPr>
                <w:rtl/>
                <w:lang w:bidi="fa-IR"/>
              </w:rPr>
              <w:t>والحق عزيز الزهرا سبط النّبي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5C54" w14:paraId="4E0FC657" w14:textId="77777777" w:rsidTr="006D5C5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66" w:type="dxa"/>
          </w:tcPr>
          <w:p w14:paraId="2153FB15" w14:textId="77777777" w:rsidR="006D5C54" w:rsidRDefault="006D5C54" w:rsidP="00C25BB6">
            <w:pPr>
              <w:pStyle w:val="libPoem"/>
            </w:pPr>
            <w:r>
              <w:rPr>
                <w:rtl/>
                <w:lang w:bidi="fa-IR"/>
              </w:rPr>
              <w:t>هيا اُوشد اظعونك يا مهجتي وافّادى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DD42ADF" w14:textId="77777777" w:rsidR="006D5C54" w:rsidRDefault="006D5C54" w:rsidP="00C25BB6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3F7D8979" w14:textId="77777777" w:rsidR="006D5C54" w:rsidRDefault="006D5C54" w:rsidP="006D5C54">
            <w:pPr>
              <w:pStyle w:val="libPoem"/>
            </w:pPr>
            <w:r>
              <w:rPr>
                <w:rtl/>
                <w:lang w:bidi="fa-IR"/>
              </w:rPr>
              <w:t>وانصراسرورالزهرا اُوروحك فدى له جعلها!!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5C54" w14:paraId="3BC10AB3" w14:textId="77777777" w:rsidTr="006D5C5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66" w:type="dxa"/>
          </w:tcPr>
          <w:p w14:paraId="4E38DA36" w14:textId="77777777" w:rsidR="006D5C54" w:rsidRDefault="006D5C54" w:rsidP="00C25BB6">
            <w:pPr>
              <w:pStyle w:val="libPoem"/>
            </w:pPr>
            <w:r>
              <w:rPr>
                <w:rtl/>
                <w:lang w:bidi="fa-IR"/>
              </w:rPr>
              <w:t>مر بالمخيم فارس شع بالمحل انواره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61824F4" w14:textId="77777777" w:rsidR="006D5C54" w:rsidRDefault="006D5C54" w:rsidP="00C25BB6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174E8E98" w14:textId="77777777" w:rsidR="006D5C54" w:rsidRDefault="000A2A08" w:rsidP="00C25BB6">
            <w:pPr>
              <w:pStyle w:val="libPoem"/>
            </w:pPr>
            <w:r>
              <w:rPr>
                <w:rtl/>
                <w:lang w:bidi="fa-IR"/>
              </w:rPr>
              <w:t>ويا اخوته وولاده اُو حوله جميع انصاره</w:t>
            </w:r>
            <w:r w:rsidR="006D5C5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5C54" w14:paraId="23AA205F" w14:textId="77777777" w:rsidTr="006D5C5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66" w:type="dxa"/>
          </w:tcPr>
          <w:p w14:paraId="77C458AE" w14:textId="77777777" w:rsidR="006D5C54" w:rsidRDefault="000A2A08" w:rsidP="00C25BB6">
            <w:pPr>
              <w:pStyle w:val="libPoem"/>
            </w:pPr>
            <w:r>
              <w:rPr>
                <w:rtl/>
                <w:lang w:bidi="fa-IR"/>
              </w:rPr>
              <w:t>اوعنده حرم باخدورهم وادموعهم نثاره</w:t>
            </w:r>
            <w:r w:rsidR="006D5C5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28AFB61" w14:textId="77777777" w:rsidR="006D5C54" w:rsidRDefault="006D5C54" w:rsidP="00C25BB6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68DA8EEE" w14:textId="77777777" w:rsidR="006D5C54" w:rsidRDefault="000A2A08" w:rsidP="00C25BB6">
            <w:pPr>
              <w:pStyle w:val="libPoem"/>
            </w:pPr>
            <w:r>
              <w:rPr>
                <w:rtl/>
                <w:lang w:bidi="fa-IR"/>
              </w:rPr>
              <w:t>وسط الهوادج ضجه من نسوته واعياله</w:t>
            </w:r>
            <w:r w:rsidR="006D5C5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5C54" w14:paraId="6FCCE786" w14:textId="77777777" w:rsidTr="006D5C5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66" w:type="dxa"/>
          </w:tcPr>
          <w:p w14:paraId="50A8A32B" w14:textId="77777777" w:rsidR="006D5C54" w:rsidRDefault="000A2A08" w:rsidP="00C25BB6">
            <w:pPr>
              <w:pStyle w:val="libPoem"/>
            </w:pPr>
            <w:r>
              <w:rPr>
                <w:rtl/>
                <w:lang w:bidi="fa-IR"/>
              </w:rPr>
              <w:t>سلم عليك ووصاني ذاك الشفيع الهادي</w:t>
            </w:r>
            <w:r w:rsidR="006D5C5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0888D79" w14:textId="77777777" w:rsidR="006D5C54" w:rsidRDefault="006D5C54" w:rsidP="00C25BB6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41A84787" w14:textId="77777777" w:rsidR="006D5C54" w:rsidRDefault="000A2A08" w:rsidP="00C25BB6">
            <w:pPr>
              <w:pStyle w:val="libPoem"/>
            </w:pPr>
            <w:r>
              <w:rPr>
                <w:rtl/>
                <w:lang w:bidi="fa-IR"/>
              </w:rPr>
              <w:t>ان كان تبغي الرتبه اُو تدرك اجوار الهادي</w:t>
            </w:r>
            <w:r w:rsidR="006D5C5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5C54" w14:paraId="1600D3D9" w14:textId="77777777" w:rsidTr="006D5C5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66" w:type="dxa"/>
          </w:tcPr>
          <w:p w14:paraId="22DAE596" w14:textId="77777777" w:rsidR="006D5C54" w:rsidRDefault="000A2A08" w:rsidP="00C25BB6">
            <w:pPr>
              <w:pStyle w:val="libPoem"/>
            </w:pPr>
            <w:r>
              <w:rPr>
                <w:rtl/>
                <w:lang w:bidi="fa-IR"/>
              </w:rPr>
              <w:t>ايقلك ترى هو ظعنه للغاضريّةغادي</w:t>
            </w:r>
            <w:r w:rsidR="006D5C5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2A6602B" w14:textId="77777777" w:rsidR="006D5C54" w:rsidRDefault="006D5C54" w:rsidP="00C25BB6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03C41FB3" w14:textId="77777777" w:rsidR="006D5C54" w:rsidRDefault="000A2A08" w:rsidP="00C25BB6">
            <w:pPr>
              <w:pStyle w:val="libPoem"/>
            </w:pPr>
            <w:r>
              <w:rPr>
                <w:rtl/>
                <w:lang w:bidi="fa-IR"/>
              </w:rPr>
              <w:t>جارت عليه الاُمّة كلها تريد اقتاله</w:t>
            </w:r>
            <w:r w:rsidR="006D5C5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5C54" w14:paraId="035FD117" w14:textId="77777777" w:rsidTr="006D5C5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66" w:type="dxa"/>
          </w:tcPr>
          <w:p w14:paraId="38CBD9B0" w14:textId="77777777" w:rsidR="006D5C54" w:rsidRDefault="000A2A08" w:rsidP="00C25BB6">
            <w:pPr>
              <w:pStyle w:val="libPoem"/>
            </w:pPr>
            <w:r>
              <w:rPr>
                <w:rtl/>
                <w:lang w:bidi="fa-IR"/>
              </w:rPr>
              <w:t>ان كان ظني صادق ظعنه يريد الكوفه</w:t>
            </w:r>
            <w:r w:rsidR="006D5C5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F6B1511" w14:textId="77777777" w:rsidR="006D5C54" w:rsidRDefault="006D5C54" w:rsidP="00C25BB6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4A142F1A" w14:textId="77777777" w:rsidR="006D5C54" w:rsidRDefault="000A2A08" w:rsidP="00C25BB6">
            <w:pPr>
              <w:pStyle w:val="libPoem"/>
            </w:pPr>
            <w:r>
              <w:rPr>
                <w:rtl/>
                <w:lang w:bidi="fa-IR"/>
              </w:rPr>
              <w:t>الله يرشد حالك واتعاينه واتشوفه</w:t>
            </w:r>
            <w:r w:rsidR="006D5C5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5C54" w14:paraId="4ABCE564" w14:textId="77777777" w:rsidTr="006D5C5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66" w:type="dxa"/>
          </w:tcPr>
          <w:p w14:paraId="0DE50E44" w14:textId="77777777" w:rsidR="006D5C54" w:rsidRDefault="000A2A08" w:rsidP="00C25BB6">
            <w:pPr>
              <w:pStyle w:val="libPoem"/>
            </w:pPr>
            <w:r>
              <w:rPr>
                <w:rtl/>
                <w:lang w:bidi="fa-IR"/>
              </w:rPr>
              <w:t>حين رأيته ظلت امدامعى مذروفه</w:t>
            </w:r>
            <w:r w:rsidR="006D5C5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760EEF1" w14:textId="77777777" w:rsidR="006D5C54" w:rsidRDefault="006D5C54" w:rsidP="00C25BB6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4CBB5BC8" w14:textId="77777777" w:rsidR="006D5C54" w:rsidRDefault="000A2A08" w:rsidP="00C25BB6">
            <w:pPr>
              <w:pStyle w:val="libPoem"/>
            </w:pPr>
            <w:r>
              <w:rPr>
                <w:rtl/>
                <w:lang w:bidi="fa-IR"/>
              </w:rPr>
              <w:t>شبه البدر بانواره اسباع الحريبه اقباله</w:t>
            </w:r>
            <w:r w:rsidR="006D5C5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5C54" w14:paraId="534E3F91" w14:textId="77777777" w:rsidTr="006D5C5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66" w:type="dxa"/>
          </w:tcPr>
          <w:p w14:paraId="4BB91015" w14:textId="77777777" w:rsidR="006D5C54" w:rsidRDefault="000A2A08" w:rsidP="00C25BB6">
            <w:pPr>
              <w:pStyle w:val="libPoem"/>
            </w:pPr>
            <w:r>
              <w:rPr>
                <w:rtl/>
                <w:lang w:bidi="fa-IR"/>
              </w:rPr>
              <w:t>شد الظعينة يابني واتبع اسرور الزهرا</w:t>
            </w:r>
            <w:r w:rsidR="006D5C5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5AADEE8" w14:textId="77777777" w:rsidR="006D5C54" w:rsidRDefault="006D5C54" w:rsidP="00C25BB6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573625A0" w14:textId="77777777" w:rsidR="006D5C54" w:rsidRDefault="000A2A08" w:rsidP="00C25BB6">
            <w:pPr>
              <w:pStyle w:val="libPoem"/>
            </w:pPr>
            <w:r>
              <w:rPr>
                <w:rtl/>
                <w:lang w:bidi="fa-IR"/>
              </w:rPr>
              <w:t>فوز اُو شهاده يابني اتنال الفخر بالنصره</w:t>
            </w:r>
            <w:r w:rsidR="006D5C5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5C54" w14:paraId="06204AA8" w14:textId="77777777" w:rsidTr="006D5C5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66" w:type="dxa"/>
          </w:tcPr>
          <w:p w14:paraId="7BE992B6" w14:textId="77777777" w:rsidR="006D5C54" w:rsidRDefault="000A2A08" w:rsidP="00C25BB6">
            <w:pPr>
              <w:pStyle w:val="libPoem"/>
            </w:pPr>
            <w:r>
              <w:rPr>
                <w:rtl/>
                <w:lang w:bidi="fa-IR"/>
              </w:rPr>
              <w:t>كني اشوفك مرمي يابني ابحر الغبرا</w:t>
            </w:r>
            <w:r w:rsidR="006D5C5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AAE45AE" w14:textId="77777777" w:rsidR="006D5C54" w:rsidRDefault="006D5C54" w:rsidP="00C25BB6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1AB3FDE7" w14:textId="77777777" w:rsidR="006D5C54" w:rsidRDefault="000A2A08" w:rsidP="00C25BB6">
            <w:pPr>
              <w:pStyle w:val="libPoem"/>
            </w:pPr>
            <w:r>
              <w:rPr>
                <w:rtl/>
                <w:lang w:bidi="fa-IR"/>
              </w:rPr>
              <w:t>جسمك عفير ابدمه واتدوسه الخياله</w:t>
            </w:r>
            <w:r w:rsidR="006D5C5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5C54" w14:paraId="2D992D4E" w14:textId="77777777" w:rsidTr="006D5C5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66" w:type="dxa"/>
          </w:tcPr>
          <w:p w14:paraId="1FDCCA4D" w14:textId="77777777" w:rsidR="006D5C54" w:rsidRDefault="000A2A08" w:rsidP="00C25BB6">
            <w:pPr>
              <w:pStyle w:val="libPoem"/>
            </w:pPr>
            <w:r>
              <w:rPr>
                <w:rtl/>
                <w:lang w:bidi="fa-IR"/>
              </w:rPr>
              <w:t>في طاعتك يايمه واليوم اناله رايح</w:t>
            </w:r>
            <w:r w:rsidR="006D5C5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449B972" w14:textId="77777777" w:rsidR="006D5C54" w:rsidRDefault="006D5C54" w:rsidP="00C25BB6">
            <w:pPr>
              <w:pStyle w:val="libPoem"/>
              <w:rPr>
                <w:rtl/>
              </w:rPr>
            </w:pPr>
          </w:p>
        </w:tc>
        <w:tc>
          <w:tcPr>
            <w:tcW w:w="3712" w:type="dxa"/>
          </w:tcPr>
          <w:p w14:paraId="4B5C4393" w14:textId="77777777" w:rsidR="006D5C54" w:rsidRDefault="000A2A08" w:rsidP="00C25BB6">
            <w:pPr>
              <w:pStyle w:val="libPoem"/>
            </w:pPr>
            <w:r>
              <w:rPr>
                <w:rtl/>
                <w:lang w:bidi="fa-IR"/>
              </w:rPr>
              <w:t>الله لطب العركه وسط الحرب والصايح</w:t>
            </w:r>
            <w:r w:rsidR="006D5C5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86BC713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87394" w14:paraId="47546610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09C11785" w14:textId="77777777" w:rsidR="00A87394" w:rsidRDefault="00A87394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اولدعي ابوسط العركة كمٍّ سميدع طايح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FB00735" w14:textId="77777777" w:rsidR="00A87394" w:rsidRDefault="00A8739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F115771" w14:textId="77777777" w:rsidR="00A87394" w:rsidRDefault="00A87394" w:rsidP="00C25BB6">
            <w:pPr>
              <w:pStyle w:val="libPoem"/>
            </w:pPr>
            <w:r>
              <w:rPr>
                <w:rtl/>
                <w:lang w:bidi="fa-IR"/>
              </w:rPr>
              <w:t>في الحال قوّض ظعنه واُمّه معه شيّاله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BDC4FC1" w14:textId="77777777" w:rsidR="00EE7C84" w:rsidRDefault="00EE7C84" w:rsidP="0005277D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660" w:type="pct"/>
        <w:tblInd w:w="384" w:type="dxa"/>
        <w:tblLook w:val="01E0" w:firstRow="1" w:lastRow="1" w:firstColumn="1" w:lastColumn="1" w:noHBand="0" w:noVBand="0"/>
      </w:tblPr>
      <w:tblGrid>
        <w:gridCol w:w="3931"/>
        <w:gridCol w:w="303"/>
        <w:gridCol w:w="4112"/>
      </w:tblGrid>
      <w:tr w:rsidR="00A87394" w14:paraId="5C65735E" w14:textId="77777777" w:rsidTr="005D04FA">
        <w:trPr>
          <w:trHeight w:val="350"/>
        </w:trPr>
        <w:tc>
          <w:tcPr>
            <w:tcW w:w="3517" w:type="dxa"/>
            <w:shd w:val="clear" w:color="auto" w:fill="auto"/>
          </w:tcPr>
          <w:p w14:paraId="1DEC4DB9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يا وهب قوم انهض ابهمه للحرب ثور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  <w:shd w:val="clear" w:color="auto" w:fill="auto"/>
          </w:tcPr>
          <w:p w14:paraId="0D6E64F0" w14:textId="77777777" w:rsidR="00A87394" w:rsidRDefault="00A87394" w:rsidP="00C25BB6">
            <w:pPr>
              <w:pStyle w:val="libPoem"/>
              <w:rPr>
                <w:rtl/>
              </w:rPr>
            </w:pPr>
          </w:p>
        </w:tc>
        <w:tc>
          <w:tcPr>
            <w:tcW w:w="3679" w:type="dxa"/>
            <w:shd w:val="clear" w:color="auto" w:fill="auto"/>
          </w:tcPr>
          <w:p w14:paraId="5F22FD8A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شوف العساكر دايره واِحسين محصور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394" w14:paraId="2754A4CB" w14:textId="77777777" w:rsidTr="005D04FA">
        <w:trPr>
          <w:trHeight w:val="350"/>
        </w:trPr>
        <w:tc>
          <w:tcPr>
            <w:tcW w:w="3517" w:type="dxa"/>
          </w:tcPr>
          <w:p w14:paraId="3B07CDFE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يا وهب عاين حالته يضرب الافكار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357651E1" w14:textId="77777777" w:rsidR="00A87394" w:rsidRDefault="00A87394" w:rsidP="00C25BB6">
            <w:pPr>
              <w:pStyle w:val="libPoem"/>
              <w:rPr>
                <w:rtl/>
              </w:rPr>
            </w:pPr>
          </w:p>
        </w:tc>
        <w:tc>
          <w:tcPr>
            <w:tcW w:w="3679" w:type="dxa"/>
          </w:tcPr>
          <w:p w14:paraId="172FFEF4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واقف على باب الخيم يا وهب محتار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394" w14:paraId="1A59826D" w14:textId="77777777" w:rsidTr="005D04FA">
        <w:trPr>
          <w:trHeight w:val="350"/>
        </w:trPr>
        <w:tc>
          <w:tcPr>
            <w:tcW w:w="3517" w:type="dxa"/>
          </w:tcPr>
          <w:p w14:paraId="7542C487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تكسر الخاطر وحدته ما عنده انصار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D7A6582" w14:textId="77777777" w:rsidR="00A87394" w:rsidRDefault="00A87394" w:rsidP="00C25BB6">
            <w:pPr>
              <w:pStyle w:val="libPoem"/>
              <w:rPr>
                <w:rtl/>
              </w:rPr>
            </w:pPr>
          </w:p>
        </w:tc>
        <w:tc>
          <w:tcPr>
            <w:tcW w:w="3679" w:type="dxa"/>
          </w:tcPr>
          <w:p w14:paraId="7B94E671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نكثوا مواعيده اُوطاعوا شارب اخمور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394" w14:paraId="4EC883F7" w14:textId="77777777" w:rsidTr="005D04FA">
        <w:trPr>
          <w:trHeight w:val="350"/>
        </w:trPr>
        <w:tc>
          <w:tcPr>
            <w:tcW w:w="3517" w:type="dxa"/>
          </w:tcPr>
          <w:p w14:paraId="76ED4F5C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الله يمعظم صولته يوم سمعها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90A6C5E" w14:textId="77777777" w:rsidR="00A87394" w:rsidRDefault="00A87394" w:rsidP="00C25BB6">
            <w:pPr>
              <w:pStyle w:val="libPoem"/>
              <w:rPr>
                <w:rtl/>
              </w:rPr>
            </w:pPr>
          </w:p>
        </w:tc>
        <w:tc>
          <w:tcPr>
            <w:tcW w:w="3679" w:type="dxa"/>
          </w:tcPr>
          <w:p w14:paraId="6FEC1402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اُوعاين على وجناتها تجري دمعها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394" w14:paraId="150F3851" w14:textId="77777777" w:rsidTr="005D04FA">
        <w:trPr>
          <w:trHeight w:val="350"/>
        </w:trPr>
        <w:tc>
          <w:tcPr>
            <w:tcW w:w="3517" w:type="dxa"/>
          </w:tcPr>
          <w:p w14:paraId="7D7B82A7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عرسه الزمت ذيله اُونظر ليها اُودفعها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6503E67" w14:textId="77777777" w:rsidR="00A87394" w:rsidRDefault="00A87394" w:rsidP="00C25BB6">
            <w:pPr>
              <w:pStyle w:val="libPoem"/>
              <w:rPr>
                <w:rtl/>
              </w:rPr>
            </w:pPr>
          </w:p>
        </w:tc>
        <w:tc>
          <w:tcPr>
            <w:tcW w:w="3679" w:type="dxa"/>
          </w:tcPr>
          <w:p w14:paraId="4F76A11A" w14:textId="77777777" w:rsidR="00A87394" w:rsidRDefault="005D04FA" w:rsidP="005D04FA">
            <w:pPr>
              <w:pStyle w:val="libPoem"/>
            </w:pPr>
            <w:r>
              <w:rPr>
                <w:rtl/>
                <w:lang w:bidi="fa-IR"/>
              </w:rPr>
              <w:t>اُوقلهااقصري امن اللوم اُوردي وسط لخدور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394" w14:paraId="19594EBE" w14:textId="77777777" w:rsidTr="005D04F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17" w:type="dxa"/>
          </w:tcPr>
          <w:p w14:paraId="03F0350D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واتبسم ابلفراح لمن صال بالقوم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312FDAFC" w14:textId="77777777" w:rsidR="00A87394" w:rsidRDefault="00A87394" w:rsidP="00C25BB6">
            <w:pPr>
              <w:pStyle w:val="libPoem"/>
              <w:rPr>
                <w:rtl/>
              </w:rPr>
            </w:pPr>
          </w:p>
        </w:tc>
        <w:tc>
          <w:tcPr>
            <w:tcW w:w="3679" w:type="dxa"/>
          </w:tcPr>
          <w:p w14:paraId="13F0D648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مثل الصقر حول يحوم اعلى العدى حوم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394" w14:paraId="48A2B30D" w14:textId="77777777" w:rsidTr="005D04F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17" w:type="dxa"/>
          </w:tcPr>
          <w:p w14:paraId="122E868C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اوروى اتراب الغاضريّة ابفيض لدموم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DEC7331" w14:textId="77777777" w:rsidR="00A87394" w:rsidRDefault="00A87394" w:rsidP="00C25BB6">
            <w:pPr>
              <w:pStyle w:val="libPoem"/>
              <w:rPr>
                <w:rtl/>
              </w:rPr>
            </w:pPr>
          </w:p>
        </w:tc>
        <w:tc>
          <w:tcPr>
            <w:tcW w:w="3679" w:type="dxa"/>
          </w:tcPr>
          <w:p w14:paraId="130BD979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سيل الدماء في الأرض يشبه سيل لبحور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394" w14:paraId="4754DBC1" w14:textId="77777777" w:rsidTr="005D04F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17" w:type="dxa"/>
          </w:tcPr>
          <w:p w14:paraId="24BBC720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واختجل يوم اللي نظر عرسه اقباله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2D2E274" w14:textId="77777777" w:rsidR="00A87394" w:rsidRDefault="00A87394" w:rsidP="00C25BB6">
            <w:pPr>
              <w:pStyle w:val="libPoem"/>
              <w:rPr>
                <w:rtl/>
              </w:rPr>
            </w:pPr>
          </w:p>
        </w:tc>
        <w:tc>
          <w:tcPr>
            <w:tcW w:w="3679" w:type="dxa"/>
          </w:tcPr>
          <w:p w14:paraId="7F464F15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لعمود بيديها خوف الخجاله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394" w14:paraId="06107764" w14:textId="77777777" w:rsidTr="005D04F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17" w:type="dxa"/>
          </w:tcPr>
          <w:p w14:paraId="1D7F5029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ويشوفها تحمل على ايمينه اُو شماله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3832EE97" w14:textId="77777777" w:rsidR="00A87394" w:rsidRDefault="00A87394" w:rsidP="00C25BB6">
            <w:pPr>
              <w:pStyle w:val="libPoem"/>
              <w:rPr>
                <w:rtl/>
              </w:rPr>
            </w:pPr>
          </w:p>
        </w:tc>
        <w:tc>
          <w:tcPr>
            <w:tcW w:w="3679" w:type="dxa"/>
          </w:tcPr>
          <w:p w14:paraId="14F7EB74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واتقول جاهد لا يبين امنك اقصور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394" w14:paraId="5AAE3657" w14:textId="77777777" w:rsidTr="005D04F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17" w:type="dxa"/>
          </w:tcPr>
          <w:p w14:paraId="40C0FE49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ردي لخدرك قالت ارجوعي مهو زين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46E810E2" w14:textId="77777777" w:rsidR="00A87394" w:rsidRDefault="00A87394" w:rsidP="00C25BB6">
            <w:pPr>
              <w:pStyle w:val="libPoem"/>
              <w:rPr>
                <w:rtl/>
              </w:rPr>
            </w:pPr>
          </w:p>
        </w:tc>
        <w:tc>
          <w:tcPr>
            <w:tcW w:w="3679" w:type="dxa"/>
          </w:tcPr>
          <w:p w14:paraId="4FDC8A30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للخدر ما اقدر اعود واسمع احسين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394" w14:paraId="5324A24F" w14:textId="77777777" w:rsidTr="005D04F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17" w:type="dxa"/>
          </w:tcPr>
          <w:p w14:paraId="68679ED0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اجرى ادموعي يطلب الناصر ولمعين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6A449163" w14:textId="77777777" w:rsidR="00A87394" w:rsidRDefault="00A87394" w:rsidP="00C25BB6">
            <w:pPr>
              <w:pStyle w:val="libPoem"/>
              <w:rPr>
                <w:rtl/>
              </w:rPr>
            </w:pPr>
          </w:p>
        </w:tc>
        <w:tc>
          <w:tcPr>
            <w:tcW w:w="3679" w:type="dxa"/>
          </w:tcPr>
          <w:p w14:paraId="638A7E85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نفسك ابذلها يا وهب واتصير ماجور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394" w14:paraId="4660C39D" w14:textId="77777777" w:rsidTr="005D04F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17" w:type="dxa"/>
          </w:tcPr>
          <w:p w14:paraId="3F73A36A" w14:textId="77777777" w:rsidR="00A87394" w:rsidRDefault="005D04FA" w:rsidP="005D04FA">
            <w:pPr>
              <w:pStyle w:val="libPoem"/>
            </w:pPr>
            <w:r>
              <w:rPr>
                <w:rtl/>
                <w:lang w:bidi="fa-IR"/>
              </w:rPr>
              <w:t>ردهاالشهيداُوهب في اجموع العدى صال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250F6DE" w14:textId="77777777" w:rsidR="00A87394" w:rsidRDefault="00A87394" w:rsidP="00C25BB6">
            <w:pPr>
              <w:pStyle w:val="libPoem"/>
              <w:rPr>
                <w:rtl/>
              </w:rPr>
            </w:pPr>
          </w:p>
        </w:tc>
        <w:tc>
          <w:tcPr>
            <w:tcW w:w="3679" w:type="dxa"/>
          </w:tcPr>
          <w:p w14:paraId="071B88EE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اتقول هذي زلزله حلت من اجبال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394" w14:paraId="6D7F6332" w14:textId="77777777" w:rsidTr="005D04F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17" w:type="dxa"/>
          </w:tcPr>
          <w:p w14:paraId="093D3DDF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لكن عليه الجيش مثل الرمل مهتال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0D7B53B4" w14:textId="77777777" w:rsidR="00A87394" w:rsidRDefault="00A87394" w:rsidP="00C25BB6">
            <w:pPr>
              <w:pStyle w:val="libPoem"/>
              <w:rPr>
                <w:rtl/>
              </w:rPr>
            </w:pPr>
          </w:p>
        </w:tc>
        <w:tc>
          <w:tcPr>
            <w:tcW w:w="3679" w:type="dxa"/>
          </w:tcPr>
          <w:p w14:paraId="4F46E300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ويموج ذاك الجيش مثل امواج لبحور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394" w14:paraId="33605685" w14:textId="77777777" w:rsidTr="005D04F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17" w:type="dxa"/>
          </w:tcPr>
          <w:p w14:paraId="4B0D5A18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وسفه اُوحاطت به العدى يمنى اويسرى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A4617F8" w14:textId="77777777" w:rsidR="00A87394" w:rsidRDefault="00A87394" w:rsidP="00C25BB6">
            <w:pPr>
              <w:pStyle w:val="libPoem"/>
              <w:rPr>
                <w:rtl/>
              </w:rPr>
            </w:pPr>
          </w:p>
        </w:tc>
        <w:tc>
          <w:tcPr>
            <w:tcW w:w="3679" w:type="dxa"/>
          </w:tcPr>
          <w:p w14:paraId="4E126959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ذبوا لجسمه بالثرى اُوراسه امبرى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394" w14:paraId="270DB06A" w14:textId="77777777" w:rsidTr="005D04F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17" w:type="dxa"/>
          </w:tcPr>
          <w:p w14:paraId="11E40855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والحزن لمه يوم نظرت له امعرى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74205A73" w14:textId="77777777" w:rsidR="00A87394" w:rsidRDefault="00A87394" w:rsidP="00C25BB6">
            <w:pPr>
              <w:pStyle w:val="libPoem"/>
              <w:rPr>
                <w:rtl/>
              </w:rPr>
            </w:pPr>
          </w:p>
        </w:tc>
        <w:tc>
          <w:tcPr>
            <w:tcW w:w="3679" w:type="dxa"/>
          </w:tcPr>
          <w:p w14:paraId="183AE91D" w14:textId="77777777" w:rsidR="00A87394" w:rsidRDefault="005D04FA" w:rsidP="00C25BB6">
            <w:pPr>
              <w:pStyle w:val="libPoem"/>
            </w:pPr>
            <w:r>
              <w:rPr>
                <w:rtl/>
                <w:lang w:bidi="fa-IR"/>
              </w:rPr>
              <w:t>وقفت على جسمه اُوظلت حوله اتدور</w:t>
            </w:r>
            <w:r w:rsidR="00A8739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33592CC" w14:textId="77777777" w:rsidR="00EE7C84" w:rsidRDefault="00EE7C84" w:rsidP="0005277D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87394" w14:paraId="62DEF187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494D701B" w14:textId="77777777" w:rsidR="00A87394" w:rsidRDefault="00A87394" w:rsidP="00C25BB6">
            <w:pPr>
              <w:pStyle w:val="libPoem"/>
            </w:pPr>
            <w:r>
              <w:rPr>
                <w:rtl/>
                <w:lang w:bidi="fa-IR"/>
              </w:rPr>
              <w:t>صول وهب في جيش عدوان الملاعين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AD2870A" w14:textId="77777777" w:rsidR="00A87394" w:rsidRDefault="00A8739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9934C32" w14:textId="77777777" w:rsidR="00A87394" w:rsidRDefault="00A87394" w:rsidP="00C25BB6">
            <w:pPr>
              <w:pStyle w:val="libPoem"/>
            </w:pPr>
            <w:r>
              <w:rPr>
                <w:rtl/>
                <w:lang w:bidi="fa-IR"/>
              </w:rPr>
              <w:t>قطعوا يساره القوم في المعركه وليمين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394" w14:paraId="4A6A2769" w14:textId="77777777" w:rsidTr="00C25BB6">
        <w:trPr>
          <w:trHeight w:val="350"/>
        </w:trPr>
        <w:tc>
          <w:tcPr>
            <w:tcW w:w="3920" w:type="dxa"/>
          </w:tcPr>
          <w:p w14:paraId="1DE4C04E" w14:textId="77777777" w:rsidR="00A87394" w:rsidRDefault="00A87394" w:rsidP="00C25BB6">
            <w:pPr>
              <w:pStyle w:val="libPoem"/>
            </w:pPr>
            <w:r>
              <w:rPr>
                <w:rtl/>
                <w:lang w:bidi="fa-IR"/>
              </w:rPr>
              <w:t>ساعة ولنه زوجته تبذل المجهود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B23844" w14:textId="77777777" w:rsidR="00A87394" w:rsidRDefault="00A8739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2570EE" w14:textId="77777777" w:rsidR="00A87394" w:rsidRDefault="00A87394" w:rsidP="00C25BB6">
            <w:pPr>
              <w:pStyle w:val="libPoem"/>
            </w:pPr>
            <w:r>
              <w:rPr>
                <w:rtl/>
                <w:lang w:bidi="fa-IR"/>
              </w:rPr>
              <w:t>اتجاهد امامه شايله في كفها اعمود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394" w14:paraId="10234919" w14:textId="77777777" w:rsidTr="00C25BB6">
        <w:trPr>
          <w:trHeight w:val="350"/>
        </w:trPr>
        <w:tc>
          <w:tcPr>
            <w:tcW w:w="3920" w:type="dxa"/>
          </w:tcPr>
          <w:p w14:paraId="6576D5E3" w14:textId="77777777" w:rsidR="00A87394" w:rsidRDefault="00A87394" w:rsidP="00C25BB6">
            <w:pPr>
              <w:pStyle w:val="libPoem"/>
            </w:pPr>
            <w:r>
              <w:rPr>
                <w:rtl/>
                <w:lang w:bidi="fa-IR"/>
              </w:rPr>
              <w:t>من شافها اجرى المدامع فوق لخدود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F85124" w14:textId="77777777" w:rsidR="00A87394" w:rsidRDefault="00A8739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4D863A" w14:textId="77777777" w:rsidR="00A87394" w:rsidRDefault="00A87394" w:rsidP="00C25BB6">
            <w:pPr>
              <w:pStyle w:val="libPoem"/>
            </w:pPr>
            <w:r>
              <w:rPr>
                <w:rtl/>
                <w:lang w:bidi="fa-IR"/>
              </w:rPr>
              <w:t>اُوجاها الشهيد اِحسين ردها للصياوين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4B7F86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637" w:type="pct"/>
        <w:tblInd w:w="384" w:type="dxa"/>
        <w:tblLook w:val="01E0" w:firstRow="1" w:lastRow="1" w:firstColumn="1" w:lastColumn="1" w:noHBand="0" w:noVBand="0"/>
      </w:tblPr>
      <w:tblGrid>
        <w:gridCol w:w="3947"/>
        <w:gridCol w:w="304"/>
        <w:gridCol w:w="4054"/>
      </w:tblGrid>
      <w:tr w:rsidR="00C805CE" w14:paraId="19693481" w14:textId="77777777" w:rsidTr="00C805CE">
        <w:trPr>
          <w:trHeight w:val="350"/>
        </w:trPr>
        <w:tc>
          <w:tcPr>
            <w:tcW w:w="3531" w:type="dxa"/>
            <w:shd w:val="clear" w:color="auto" w:fill="auto"/>
          </w:tcPr>
          <w:p w14:paraId="10C09934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قلها تردي للخبا وابكي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47C20BF3" w14:textId="77777777" w:rsidR="00C805CE" w:rsidRDefault="00C805CE" w:rsidP="00C25BB6">
            <w:pPr>
              <w:pStyle w:val="libPoem"/>
              <w:rPr>
                <w:rtl/>
              </w:rPr>
            </w:pPr>
          </w:p>
        </w:tc>
        <w:tc>
          <w:tcPr>
            <w:tcW w:w="3627" w:type="dxa"/>
            <w:shd w:val="clear" w:color="auto" w:fill="auto"/>
          </w:tcPr>
          <w:p w14:paraId="7A513B9F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t>لجهاد ما هو اعليك مفروض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5CE" w14:paraId="42F15D48" w14:textId="77777777" w:rsidTr="00C805CE">
        <w:trPr>
          <w:trHeight w:val="350"/>
        </w:trPr>
        <w:tc>
          <w:tcPr>
            <w:tcW w:w="3531" w:type="dxa"/>
          </w:tcPr>
          <w:p w14:paraId="74100882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t>ما التمت القيمان اُوجت تزحف الينا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62366A7" w14:textId="77777777" w:rsidR="00C805CE" w:rsidRDefault="00C805CE" w:rsidP="00C25BB6">
            <w:pPr>
              <w:pStyle w:val="libPoem"/>
              <w:rPr>
                <w:rtl/>
              </w:rPr>
            </w:pPr>
          </w:p>
        </w:tc>
        <w:tc>
          <w:tcPr>
            <w:tcW w:w="3627" w:type="dxa"/>
          </w:tcPr>
          <w:p w14:paraId="3725DF39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t>قالت تخلني بانذبح فدواك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5CE" w14:paraId="337FEA72" w14:textId="77777777" w:rsidTr="00C805CE">
        <w:trPr>
          <w:trHeight w:val="350"/>
        </w:trPr>
        <w:tc>
          <w:tcPr>
            <w:tcW w:w="3531" w:type="dxa"/>
          </w:tcPr>
          <w:p w14:paraId="40946940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t>ويلي ضعف قوة وهب من نزف لدموم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8968AC7" w14:textId="77777777" w:rsidR="00C805CE" w:rsidRDefault="00C805CE" w:rsidP="00C25BB6">
            <w:pPr>
              <w:pStyle w:val="libPoem"/>
              <w:rPr>
                <w:rtl/>
              </w:rPr>
            </w:pPr>
          </w:p>
        </w:tc>
        <w:tc>
          <w:tcPr>
            <w:tcW w:w="3627" w:type="dxa"/>
          </w:tcPr>
          <w:p w14:paraId="6256B58E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t>ابراسه الشفيّة صوبوه اصواب ميشوم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5CE" w14:paraId="2130092C" w14:textId="77777777" w:rsidTr="00C805CE">
        <w:trPr>
          <w:trHeight w:val="350"/>
        </w:trPr>
        <w:tc>
          <w:tcPr>
            <w:tcW w:w="3531" w:type="dxa"/>
          </w:tcPr>
          <w:p w14:paraId="4D51D36E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t>في وسط حجر امه وهب راسه رمو 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7290FC1" w14:textId="77777777" w:rsidR="00C805CE" w:rsidRDefault="00C805CE" w:rsidP="00C25BB6">
            <w:pPr>
              <w:pStyle w:val="libPoem"/>
              <w:rPr>
                <w:rtl/>
              </w:rPr>
            </w:pPr>
          </w:p>
        </w:tc>
        <w:tc>
          <w:tcPr>
            <w:tcW w:w="3627" w:type="dxa"/>
          </w:tcPr>
          <w:p w14:paraId="5D4E556C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t>حضنت كريمه اُوشالته والدمع بالعين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5CE" w14:paraId="523D2F58" w14:textId="77777777" w:rsidTr="00C805CE">
        <w:trPr>
          <w:trHeight w:val="350"/>
        </w:trPr>
        <w:tc>
          <w:tcPr>
            <w:tcW w:w="3531" w:type="dxa"/>
          </w:tcPr>
          <w:p w14:paraId="4ADC96E7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t>قامت تشم نحره اُوعنه اتزيح لتراب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B96056C" w14:textId="77777777" w:rsidR="00C805CE" w:rsidRDefault="00C805CE" w:rsidP="00C25BB6">
            <w:pPr>
              <w:pStyle w:val="libPoem"/>
              <w:rPr>
                <w:rtl/>
              </w:rPr>
            </w:pPr>
          </w:p>
        </w:tc>
        <w:tc>
          <w:tcPr>
            <w:tcW w:w="3627" w:type="dxa"/>
          </w:tcPr>
          <w:p w14:paraId="155AAA1F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t>اُو تلطم بياديها اُو تصب الدمع سكاب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5CE" w14:paraId="66E08878" w14:textId="77777777" w:rsidTr="00C805C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1" w:type="dxa"/>
          </w:tcPr>
          <w:p w14:paraId="104E12C5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t>واتقول واحزني على طود انمحى اوذاب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E32D434" w14:textId="77777777" w:rsidR="00C805CE" w:rsidRDefault="00C805CE" w:rsidP="00C25BB6">
            <w:pPr>
              <w:pStyle w:val="libPoem"/>
              <w:rPr>
                <w:rtl/>
              </w:rPr>
            </w:pPr>
          </w:p>
        </w:tc>
        <w:tc>
          <w:tcPr>
            <w:tcW w:w="3627" w:type="dxa"/>
          </w:tcPr>
          <w:p w14:paraId="1F03910E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t>مالي ولد غيره وشوفه بالثرى اطعين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5CE" w14:paraId="0F87E7B2" w14:textId="77777777" w:rsidTr="00C805C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1" w:type="dxa"/>
          </w:tcPr>
          <w:p w14:paraId="4EE0613F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t>يا بني توعى يا وهب يا نور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0FF9F2E" w14:textId="77777777" w:rsidR="00C805CE" w:rsidRDefault="00C805CE" w:rsidP="00C25BB6">
            <w:pPr>
              <w:pStyle w:val="libPoem"/>
              <w:rPr>
                <w:rtl/>
              </w:rPr>
            </w:pPr>
          </w:p>
        </w:tc>
        <w:tc>
          <w:tcPr>
            <w:tcW w:w="3627" w:type="dxa"/>
          </w:tcPr>
          <w:p w14:paraId="398A73C4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t>يا ليت سيف اللي وصل لك حزونيني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5CE" w14:paraId="2B0F59C2" w14:textId="77777777" w:rsidTr="00C805C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1" w:type="dxa"/>
          </w:tcPr>
          <w:p w14:paraId="6BD041B2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t>والله ونينك يا وهب زيد ونيني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F75460C" w14:textId="77777777" w:rsidR="00C805CE" w:rsidRDefault="00C805CE" w:rsidP="00C25BB6">
            <w:pPr>
              <w:pStyle w:val="libPoem"/>
              <w:rPr>
                <w:rtl/>
              </w:rPr>
            </w:pPr>
          </w:p>
        </w:tc>
        <w:tc>
          <w:tcPr>
            <w:tcW w:w="3627" w:type="dxa"/>
          </w:tcPr>
          <w:p w14:paraId="410D01EB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t>لك تنتحب حرات طاها بالصياوين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5CE" w14:paraId="5D7F570C" w14:textId="77777777" w:rsidTr="00C805C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1" w:type="dxa"/>
          </w:tcPr>
          <w:p w14:paraId="06F32299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t>يا وهب جسمك بالثرى والراس عندي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883071F" w14:textId="77777777" w:rsidR="00C805CE" w:rsidRDefault="00C805CE" w:rsidP="00C25BB6">
            <w:pPr>
              <w:pStyle w:val="libPoem"/>
              <w:rPr>
                <w:rtl/>
              </w:rPr>
            </w:pPr>
          </w:p>
        </w:tc>
        <w:tc>
          <w:tcPr>
            <w:tcW w:w="3627" w:type="dxa"/>
          </w:tcPr>
          <w:p w14:paraId="15B50B4D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t>اُوسهم الذي صابك يليته صاب كبدي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5CE" w14:paraId="677195A7" w14:textId="77777777" w:rsidTr="00C805C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1" w:type="dxa"/>
          </w:tcPr>
          <w:p w14:paraId="793B4B89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t>اتمنيت يابني كان تدفني ابلحدي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2CDC159" w14:textId="77777777" w:rsidR="00C805CE" w:rsidRDefault="00C805CE" w:rsidP="00C25BB6">
            <w:pPr>
              <w:pStyle w:val="libPoem"/>
              <w:rPr>
                <w:rtl/>
              </w:rPr>
            </w:pPr>
          </w:p>
        </w:tc>
        <w:tc>
          <w:tcPr>
            <w:tcW w:w="3627" w:type="dxa"/>
          </w:tcPr>
          <w:p w14:paraId="5A7F79D4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t>واتشيل نعشي للقبر ويا المحبين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5CE" w14:paraId="567F5258" w14:textId="77777777" w:rsidTr="00C805C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1" w:type="dxa"/>
          </w:tcPr>
          <w:p w14:paraId="0B870721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t>يا لولد ربّيتك إلى ضربات لسيوف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6294033" w14:textId="77777777" w:rsidR="00C805CE" w:rsidRDefault="00C805CE" w:rsidP="00C25BB6">
            <w:pPr>
              <w:pStyle w:val="libPoem"/>
              <w:rPr>
                <w:rtl/>
              </w:rPr>
            </w:pPr>
          </w:p>
        </w:tc>
        <w:tc>
          <w:tcPr>
            <w:tcW w:w="3627" w:type="dxa"/>
          </w:tcPr>
          <w:p w14:paraId="0790BBBF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t>بعد الربى يا بني سقوك القوم لحتوف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5CE" w14:paraId="0614F441" w14:textId="77777777" w:rsidTr="00C805C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1" w:type="dxa"/>
          </w:tcPr>
          <w:p w14:paraId="6D86F081" w14:textId="77777777" w:rsidR="00C805CE" w:rsidRDefault="00C805CE" w:rsidP="00C25BB6">
            <w:pPr>
              <w:pStyle w:val="libPoem"/>
            </w:pPr>
            <w:r>
              <w:rPr>
                <w:rtl/>
                <w:lang w:bidi="fa-IR"/>
              </w:rPr>
              <w:t>جسمك رميّة بالثرى مقطوع لكفوف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CC56C56" w14:textId="77777777" w:rsidR="00C805CE" w:rsidRDefault="00C805CE" w:rsidP="00C25BB6">
            <w:pPr>
              <w:pStyle w:val="libPoem"/>
              <w:rPr>
                <w:rtl/>
              </w:rPr>
            </w:pPr>
          </w:p>
        </w:tc>
        <w:tc>
          <w:tcPr>
            <w:tcW w:w="3627" w:type="dxa"/>
          </w:tcPr>
          <w:p w14:paraId="6CDA1999" w14:textId="77777777" w:rsidR="00C805CE" w:rsidRDefault="00C805CE" w:rsidP="00C805CE">
            <w:pPr>
              <w:pStyle w:val="libPoem"/>
            </w:pPr>
            <w:r>
              <w:rPr>
                <w:rtl/>
                <w:lang w:bidi="fa-IR"/>
              </w:rPr>
              <w:t>ماخاب تعبي فيك رحت افدى إلى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CEB03DA" w14:textId="77777777" w:rsidR="00EE7C84" w:rsidRDefault="00EE7C84" w:rsidP="00C805CE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805CE" w14:paraId="039B489C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0EFFC2C7" w14:textId="77777777" w:rsidR="00C805CE" w:rsidRDefault="00157CAC" w:rsidP="00C25BB6">
            <w:pPr>
              <w:pStyle w:val="libPoem"/>
            </w:pPr>
            <w:r>
              <w:rPr>
                <w:rtl/>
                <w:lang w:bidi="fa-IR"/>
              </w:rPr>
              <w:t>يا وهب شدّ الظعن والحق سيدك احسين</w:t>
            </w:r>
            <w:r w:rsidR="00C805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4DFF415" w14:textId="77777777" w:rsidR="00C805CE" w:rsidRDefault="00C805C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EA38E6A" w14:textId="77777777" w:rsidR="00C805CE" w:rsidRDefault="00157CAC" w:rsidP="00C25BB6">
            <w:pPr>
              <w:pStyle w:val="libPoem"/>
            </w:pPr>
            <w:r>
              <w:rPr>
                <w:rtl/>
                <w:lang w:bidi="fa-IR"/>
              </w:rPr>
              <w:t>وانصر عزيز المصطفى يا قرّة العين</w:t>
            </w:r>
            <w:r w:rsidR="00C805C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5CE" w14:paraId="0239DA43" w14:textId="77777777" w:rsidTr="00C25BB6">
        <w:trPr>
          <w:trHeight w:val="350"/>
        </w:trPr>
        <w:tc>
          <w:tcPr>
            <w:tcW w:w="3920" w:type="dxa"/>
          </w:tcPr>
          <w:p w14:paraId="773D42D0" w14:textId="77777777" w:rsidR="00C805CE" w:rsidRDefault="00157CAC" w:rsidP="00C25BB6">
            <w:pPr>
              <w:pStyle w:val="libPoem"/>
            </w:pPr>
            <w:r>
              <w:rPr>
                <w:rtl/>
                <w:lang w:bidi="fa-IR"/>
              </w:rPr>
              <w:t>يا وهب شد الظعن واتوكل على الله</w:t>
            </w:r>
            <w:r w:rsidR="00C805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3923F8" w14:textId="77777777" w:rsidR="00C805CE" w:rsidRDefault="00C805C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25A50E" w14:textId="77777777" w:rsidR="00C805CE" w:rsidRDefault="00157CAC" w:rsidP="00C25BB6">
            <w:pPr>
              <w:pStyle w:val="libPoem"/>
            </w:pPr>
            <w:r>
              <w:rPr>
                <w:rtl/>
                <w:lang w:bidi="fa-IR"/>
              </w:rPr>
              <w:t>والحق عزيز الهاشميّه ايعينك الله</w:t>
            </w:r>
            <w:r w:rsidR="00C805C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5CE" w14:paraId="14D1767E" w14:textId="77777777" w:rsidTr="00C25BB6">
        <w:trPr>
          <w:trHeight w:val="350"/>
        </w:trPr>
        <w:tc>
          <w:tcPr>
            <w:tcW w:w="3920" w:type="dxa"/>
          </w:tcPr>
          <w:p w14:paraId="0076FD75" w14:textId="77777777" w:rsidR="00C805CE" w:rsidRDefault="00157CAC" w:rsidP="00C25BB6">
            <w:pPr>
              <w:pStyle w:val="libPoem"/>
            </w:pPr>
            <w:r>
              <w:rPr>
                <w:rtl/>
                <w:lang w:bidi="fa-IR"/>
              </w:rPr>
              <w:t>مهجة رسول الله اُوحيدر حجة الله</w:t>
            </w:r>
            <w:r w:rsidR="00C805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E61F0F" w14:textId="77777777" w:rsidR="00C805CE" w:rsidRDefault="00C805C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428411" w14:textId="77777777" w:rsidR="00C805CE" w:rsidRDefault="00157CAC" w:rsidP="00C25BB6">
            <w:pPr>
              <w:pStyle w:val="libPoem"/>
            </w:pPr>
            <w:r>
              <w:rPr>
                <w:rtl/>
                <w:lang w:bidi="fa-IR"/>
              </w:rPr>
              <w:t>هذا الشفيع ابن الشفيع امشيد الدين</w:t>
            </w:r>
            <w:r w:rsidR="00C805C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5CE" w14:paraId="53B6182E" w14:textId="77777777" w:rsidTr="00C25BB6">
        <w:trPr>
          <w:trHeight w:val="350"/>
        </w:trPr>
        <w:tc>
          <w:tcPr>
            <w:tcW w:w="3920" w:type="dxa"/>
          </w:tcPr>
          <w:p w14:paraId="42BB6BFB" w14:textId="77777777" w:rsidR="00C805CE" w:rsidRDefault="00157CAC" w:rsidP="00C25BB6">
            <w:pPr>
              <w:pStyle w:val="libPoem"/>
            </w:pPr>
            <w:r>
              <w:rPr>
                <w:rtl/>
                <w:lang w:bidi="fa-IR"/>
              </w:rPr>
              <w:t>يا وهب يا بني بالعجل شد الظعينة</w:t>
            </w:r>
            <w:r w:rsidR="00C805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2A5C78" w14:textId="77777777" w:rsidR="00C805CE" w:rsidRDefault="00C805C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2A2ABC" w14:textId="77777777" w:rsidR="00C805CE" w:rsidRDefault="00157CAC" w:rsidP="00C25BB6">
            <w:pPr>
              <w:pStyle w:val="libPoem"/>
            </w:pPr>
            <w:r>
              <w:rPr>
                <w:rtl/>
                <w:lang w:bidi="fa-IR"/>
              </w:rPr>
              <w:t>والحق أبو السجّاد قبل ايحين حينه</w:t>
            </w:r>
            <w:r w:rsidR="00C805C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5CE" w14:paraId="1AF0DC1E" w14:textId="77777777" w:rsidTr="00C25BB6">
        <w:trPr>
          <w:trHeight w:val="350"/>
        </w:trPr>
        <w:tc>
          <w:tcPr>
            <w:tcW w:w="3920" w:type="dxa"/>
          </w:tcPr>
          <w:p w14:paraId="0BCA8B29" w14:textId="77777777" w:rsidR="00C805CE" w:rsidRDefault="00157CAC" w:rsidP="00C25BB6">
            <w:pPr>
              <w:pStyle w:val="libPoem"/>
            </w:pPr>
            <w:r>
              <w:rPr>
                <w:rtl/>
                <w:lang w:bidi="fa-IR"/>
              </w:rPr>
              <w:t>هذا الذي اتربى ابحجر ذيك الامينه</w:t>
            </w:r>
            <w:r w:rsidR="00C805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494D54" w14:textId="77777777" w:rsidR="00C805CE" w:rsidRDefault="00C805C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287A84" w14:textId="77777777" w:rsidR="00C805CE" w:rsidRDefault="00157CAC" w:rsidP="00C25BB6">
            <w:pPr>
              <w:pStyle w:val="libPoem"/>
            </w:pPr>
            <w:r>
              <w:rPr>
                <w:rtl/>
                <w:lang w:bidi="fa-IR"/>
              </w:rPr>
              <w:t>اُوقله لفينا لك يبو السجّاد يحسين</w:t>
            </w:r>
            <w:r w:rsidR="00C805C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5CE" w14:paraId="49782BD3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5392D49" w14:textId="77777777" w:rsidR="00C805CE" w:rsidRDefault="00157CAC" w:rsidP="00C25BB6">
            <w:pPr>
              <w:pStyle w:val="libPoem"/>
            </w:pPr>
            <w:r>
              <w:rPr>
                <w:rtl/>
                <w:lang w:bidi="fa-IR"/>
              </w:rPr>
              <w:t>اياك ترجف يا ولدي في وقت لطراد</w:t>
            </w:r>
            <w:r w:rsidR="00C805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8B20D0" w14:textId="77777777" w:rsidR="00C805CE" w:rsidRDefault="00C805C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76967D" w14:textId="77777777" w:rsidR="00C805CE" w:rsidRDefault="00157CAC" w:rsidP="00C25BB6">
            <w:pPr>
              <w:pStyle w:val="libPoem"/>
            </w:pPr>
            <w:r>
              <w:rPr>
                <w:rtl/>
                <w:lang w:bidi="fa-IR"/>
              </w:rPr>
              <w:t>يوم على اخيام السبط تلتم لجناد</w:t>
            </w:r>
            <w:r w:rsidR="00C805C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5CE" w14:paraId="747B072E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2362594" w14:textId="77777777" w:rsidR="00C805CE" w:rsidRDefault="00157CAC" w:rsidP="00C25BB6">
            <w:pPr>
              <w:pStyle w:val="libPoem"/>
            </w:pPr>
            <w:r>
              <w:rPr>
                <w:rtl/>
                <w:lang w:bidi="fa-IR"/>
              </w:rPr>
              <w:t>لا يسبقونك للذبح صحبة الأمجاد</w:t>
            </w:r>
            <w:r w:rsidR="00C805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4C7623" w14:textId="77777777" w:rsidR="00C805CE" w:rsidRDefault="00C805C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5CC840" w14:textId="77777777" w:rsidR="00C805CE" w:rsidRDefault="00157CAC" w:rsidP="00C25BB6">
            <w:pPr>
              <w:pStyle w:val="libPoem"/>
            </w:pPr>
            <w:r>
              <w:rPr>
                <w:rtl/>
                <w:lang w:bidi="fa-IR"/>
              </w:rPr>
              <w:t>ذوق المنيّة قبل اخوانه والبنين</w:t>
            </w:r>
            <w:r w:rsidR="00C805C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5CE" w14:paraId="5469642D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ECF57F0" w14:textId="77777777" w:rsidR="00C805CE" w:rsidRDefault="00157CAC" w:rsidP="00C25BB6">
            <w:pPr>
              <w:pStyle w:val="libPoem"/>
            </w:pPr>
            <w:r>
              <w:rPr>
                <w:rtl/>
                <w:lang w:bidi="fa-IR"/>
              </w:rPr>
              <w:t>لا يكون يوم الزعزعه ترجف يصنديد</w:t>
            </w:r>
            <w:r w:rsidR="00C805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6D5F23" w14:textId="77777777" w:rsidR="00C805CE" w:rsidRDefault="00C805CE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E7B075" w14:textId="77777777" w:rsidR="00C805CE" w:rsidRDefault="00157CAC" w:rsidP="00C25BB6">
            <w:pPr>
              <w:pStyle w:val="libPoem"/>
            </w:pPr>
            <w:r>
              <w:rPr>
                <w:rtl/>
                <w:lang w:bidi="fa-IR"/>
              </w:rPr>
              <w:t>واتهاب كثر القوم اُوعن نصر الولي اتحيد</w:t>
            </w:r>
            <w:r w:rsidR="00C805C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A34ECE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B4FCD" w14:paraId="00D8DB94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0B727DD2" w14:textId="77777777" w:rsidR="003B4FCD" w:rsidRDefault="003B4FCD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للموت لَحد يسبقك من هالا ماجيد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2519178" w14:textId="77777777" w:rsidR="003B4FCD" w:rsidRDefault="003B4FC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E467A91" w14:textId="77777777" w:rsidR="003B4FCD" w:rsidRDefault="003B4FCD" w:rsidP="00C25BB6">
            <w:pPr>
              <w:pStyle w:val="libPoem"/>
            </w:pPr>
            <w:r>
              <w:rPr>
                <w:rtl/>
                <w:lang w:bidi="fa-IR"/>
              </w:rPr>
              <w:t>اتصيبك الحسره من تفوتك نصرة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FCD" w14:paraId="42A604B4" w14:textId="77777777" w:rsidTr="00C25BB6">
        <w:trPr>
          <w:trHeight w:val="350"/>
        </w:trPr>
        <w:tc>
          <w:tcPr>
            <w:tcW w:w="3920" w:type="dxa"/>
          </w:tcPr>
          <w:p w14:paraId="1A6C7A82" w14:textId="77777777" w:rsidR="003B4FCD" w:rsidRDefault="003B4FCD" w:rsidP="00C25BB6">
            <w:pPr>
              <w:pStyle w:val="libPoem"/>
            </w:pPr>
            <w:r>
              <w:rPr>
                <w:rtl/>
                <w:lang w:bidi="fa-IR"/>
              </w:rPr>
              <w:t>نادى عليها والدمع في الخد بداد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A49A7A" w14:textId="77777777" w:rsidR="003B4FCD" w:rsidRDefault="003B4FC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C72A14" w14:textId="77777777" w:rsidR="003B4FCD" w:rsidRDefault="003B4FCD" w:rsidP="00C25BB6">
            <w:pPr>
              <w:pStyle w:val="libPoem"/>
            </w:pPr>
            <w:r>
              <w:rPr>
                <w:rtl/>
                <w:lang w:bidi="fa-IR"/>
              </w:rPr>
              <w:t>هيهات يسبقني احد في يوم لطراد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FCD" w14:paraId="19E28128" w14:textId="77777777" w:rsidTr="00C25BB6">
        <w:trPr>
          <w:trHeight w:val="350"/>
        </w:trPr>
        <w:tc>
          <w:tcPr>
            <w:tcW w:w="3920" w:type="dxa"/>
          </w:tcPr>
          <w:p w14:paraId="760F3325" w14:textId="77777777" w:rsidR="003B4FCD" w:rsidRDefault="003B4FCD" w:rsidP="00C25BB6">
            <w:pPr>
              <w:pStyle w:val="libPoem"/>
            </w:pPr>
            <w:r>
              <w:rPr>
                <w:rtl/>
                <w:lang w:bidi="fa-IR"/>
              </w:rPr>
              <w:t>لازم تشوفي جثتي من فوق لوهاد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02A16C4" w14:textId="77777777" w:rsidR="003B4FCD" w:rsidRDefault="003B4FC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B82EA7" w14:textId="77777777" w:rsidR="003B4FCD" w:rsidRDefault="003B4FCD" w:rsidP="00C25BB6">
            <w:pPr>
              <w:pStyle w:val="libPoem"/>
            </w:pPr>
            <w:r>
              <w:rPr>
                <w:rtl/>
                <w:lang w:bidi="fa-IR"/>
              </w:rPr>
              <w:t>يا لوالده راجي من الله انصر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FCD" w14:paraId="4D0FB8AB" w14:textId="77777777" w:rsidTr="00C25BB6">
        <w:trPr>
          <w:trHeight w:val="350"/>
        </w:trPr>
        <w:tc>
          <w:tcPr>
            <w:tcW w:w="3920" w:type="dxa"/>
          </w:tcPr>
          <w:p w14:paraId="21818FC2" w14:textId="77777777" w:rsidR="003B4FCD" w:rsidRDefault="003B4FCD" w:rsidP="00C25BB6">
            <w:pPr>
              <w:pStyle w:val="libPoem"/>
            </w:pPr>
            <w:r>
              <w:rPr>
                <w:rtl/>
                <w:lang w:bidi="fa-IR"/>
              </w:rPr>
              <w:t>ما جيت في هالبر اُوحطيت الظعينة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74D01C" w14:textId="77777777" w:rsidR="003B4FCD" w:rsidRDefault="003B4FC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60725A" w14:textId="77777777" w:rsidR="003B4FCD" w:rsidRDefault="003B4FCD" w:rsidP="00C25BB6">
            <w:pPr>
              <w:pStyle w:val="libPoem"/>
            </w:pPr>
            <w:r>
              <w:rPr>
                <w:rtl/>
                <w:lang w:bidi="fa-IR"/>
              </w:rPr>
              <w:t>الا احارس ظعن ابو سكنه يجينا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FCD" w14:paraId="4AD655EC" w14:textId="77777777" w:rsidTr="00C25BB6">
        <w:trPr>
          <w:trHeight w:val="350"/>
        </w:trPr>
        <w:tc>
          <w:tcPr>
            <w:tcW w:w="3920" w:type="dxa"/>
          </w:tcPr>
          <w:p w14:paraId="6F2C5E05" w14:textId="77777777" w:rsidR="003B4FCD" w:rsidRDefault="003B4FCD" w:rsidP="00C25BB6">
            <w:pPr>
              <w:pStyle w:val="libPoem"/>
            </w:pPr>
            <w:r>
              <w:rPr>
                <w:rtl/>
                <w:lang w:bidi="fa-IR"/>
              </w:rPr>
              <w:t>واصير فدوه لخوته ويا بنينه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1FE738" w14:textId="77777777" w:rsidR="003B4FCD" w:rsidRDefault="003B4FC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F61D7F" w14:textId="77777777" w:rsidR="003B4FCD" w:rsidRDefault="003B4FCD" w:rsidP="00C25BB6">
            <w:pPr>
              <w:pStyle w:val="libPoem"/>
            </w:pPr>
            <w:r>
              <w:rPr>
                <w:rtl/>
                <w:lang w:bidi="fa-IR"/>
              </w:rPr>
              <w:t>وانتي يصيبك ما يصيب احريم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FCD" w14:paraId="041FD41E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BAB0ED6" w14:textId="77777777" w:rsidR="003B4FCD" w:rsidRDefault="003B4FCD" w:rsidP="00C25BB6">
            <w:pPr>
              <w:pStyle w:val="libPoem"/>
            </w:pPr>
            <w:r>
              <w:rPr>
                <w:rtl/>
                <w:lang w:bidi="fa-IR"/>
              </w:rPr>
              <w:t>اوساق الظعينة اُولحق بوسكنه اُو رجاله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64E1E4" w14:textId="77777777" w:rsidR="003B4FCD" w:rsidRDefault="003B4FC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3A9982" w14:textId="77777777" w:rsidR="003B4FCD" w:rsidRDefault="003B4FCD" w:rsidP="00C25BB6">
            <w:pPr>
              <w:pStyle w:val="libPoem"/>
            </w:pPr>
            <w:r>
              <w:rPr>
                <w:rtl/>
                <w:lang w:bidi="fa-IR"/>
              </w:rPr>
              <w:t>شاف الخلق تسعى عن ايمينه اُو شماله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FCD" w14:paraId="2218BE77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41925BD" w14:textId="77777777" w:rsidR="003B4FCD" w:rsidRDefault="003B4FCD" w:rsidP="00C25BB6">
            <w:pPr>
              <w:pStyle w:val="libPoem"/>
            </w:pPr>
            <w:r>
              <w:rPr>
                <w:rtl/>
                <w:lang w:bidi="fa-IR"/>
              </w:rPr>
              <w:t>حتّى ابظعنهم حطّوا ابمنزل زباله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C9AF41" w14:textId="77777777" w:rsidR="003B4FCD" w:rsidRDefault="003B4FCD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554A85" w14:textId="77777777" w:rsidR="003B4FCD" w:rsidRDefault="003B4FCD" w:rsidP="00C25BB6">
            <w:pPr>
              <w:pStyle w:val="libPoem"/>
            </w:pPr>
            <w:r>
              <w:rPr>
                <w:rtl/>
                <w:lang w:bidi="fa-IR"/>
              </w:rPr>
              <w:t>اُو فيها خبر مسلم وصل للطاهر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A4F8F28" w14:textId="77777777" w:rsidR="00EE7C84" w:rsidRDefault="00EE7C84" w:rsidP="003B4FCD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4933C6A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6258B554" w14:textId="77777777" w:rsidR="00EE7C84" w:rsidRDefault="00EE7C84" w:rsidP="00D6642F">
      <w:pPr>
        <w:pStyle w:val="Heading3"/>
        <w:rPr>
          <w:lang w:bidi="fa-IR"/>
        </w:rPr>
      </w:pPr>
      <w:bookmarkStart w:id="21" w:name="_Toc17226580"/>
      <w:r>
        <w:rPr>
          <w:rtl/>
          <w:lang w:bidi="fa-IR"/>
        </w:rPr>
        <w:lastRenderedPageBreak/>
        <w:t>هذا فصل فيه ما يشتمل على مسيره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من بعد خبر مسلم إلى أن وصل كربلاء :</w:t>
      </w:r>
      <w:bookmarkEnd w:id="21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F2D9F" w14:paraId="3410973C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00314E5B" w14:textId="77777777" w:rsidR="00BF2D9F" w:rsidRDefault="00BF2D9F" w:rsidP="00C25BB6">
            <w:pPr>
              <w:pStyle w:val="libPoem"/>
            </w:pPr>
            <w:r>
              <w:rPr>
                <w:rtl/>
                <w:lang w:bidi="fa-IR"/>
              </w:rPr>
              <w:t>شبّان ما محلاكم اُومشيتكم 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E97AFAE" w14:textId="77777777" w:rsidR="00BF2D9F" w:rsidRDefault="00BF2D9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C3B9003" w14:textId="77777777" w:rsidR="00BF2D9F" w:rsidRDefault="00BF2D9F" w:rsidP="00C25BB6">
            <w:pPr>
              <w:pStyle w:val="libPoem"/>
            </w:pPr>
            <w:r>
              <w:rPr>
                <w:rtl/>
                <w:lang w:bidi="fa-IR"/>
              </w:rPr>
              <w:t>عمّي عسى عنهم اعيونك يا 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2D9F" w14:paraId="3E0B1EE8" w14:textId="77777777" w:rsidTr="00C25BB6">
        <w:trPr>
          <w:trHeight w:val="350"/>
        </w:trPr>
        <w:tc>
          <w:tcPr>
            <w:tcW w:w="3920" w:type="dxa"/>
          </w:tcPr>
          <w:p w14:paraId="7B86B1F5" w14:textId="77777777" w:rsidR="00BF2D9F" w:rsidRDefault="00BF2D9F" w:rsidP="00C25BB6">
            <w:pPr>
              <w:pStyle w:val="libPoem"/>
            </w:pPr>
            <w:r>
              <w:rPr>
                <w:rtl/>
                <w:lang w:bidi="fa-IR"/>
              </w:rPr>
              <w:t>واِحسين رتبهم عن ايمينه اُو شماله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660A0C" w14:textId="77777777" w:rsidR="00BF2D9F" w:rsidRDefault="00BF2D9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A9C6CE9" w14:textId="77777777" w:rsidR="00BF2D9F" w:rsidRDefault="00BF2D9F" w:rsidP="00C25BB6">
            <w:pPr>
              <w:pStyle w:val="libPoem"/>
            </w:pPr>
            <w:r>
              <w:rPr>
                <w:rtl/>
                <w:lang w:bidi="fa-IR"/>
              </w:rPr>
              <w:t>اُو عبّاس في ايده اللوه ياضي جماله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2D9F" w14:paraId="251727BF" w14:textId="77777777" w:rsidTr="00C25BB6">
        <w:trPr>
          <w:trHeight w:val="350"/>
        </w:trPr>
        <w:tc>
          <w:tcPr>
            <w:tcW w:w="3920" w:type="dxa"/>
          </w:tcPr>
          <w:p w14:paraId="4BAD7236" w14:textId="77777777" w:rsidR="00BF2D9F" w:rsidRDefault="00BF2D9F" w:rsidP="00C25BB6">
            <w:pPr>
              <w:pStyle w:val="libPoem"/>
            </w:pPr>
            <w:r>
              <w:rPr>
                <w:rtl/>
                <w:lang w:bidi="fa-IR"/>
              </w:rPr>
              <w:t>زاهر كانه البدر في ليلة كماله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0369D7" w14:textId="77777777" w:rsidR="00BF2D9F" w:rsidRDefault="00BF2D9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005059" w14:textId="77777777" w:rsidR="00BF2D9F" w:rsidRDefault="00BF2D9F" w:rsidP="00C25BB6">
            <w:pPr>
              <w:pStyle w:val="libPoem"/>
            </w:pPr>
            <w:r>
              <w:rPr>
                <w:rtl/>
                <w:lang w:bidi="fa-IR"/>
              </w:rPr>
              <w:t>عميى عسى عنه اعيونك يا 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2D9F" w14:paraId="0DCF247B" w14:textId="77777777" w:rsidTr="00C25BB6">
        <w:trPr>
          <w:trHeight w:val="350"/>
        </w:trPr>
        <w:tc>
          <w:tcPr>
            <w:tcW w:w="3920" w:type="dxa"/>
          </w:tcPr>
          <w:p w14:paraId="045C93D2" w14:textId="77777777" w:rsidR="00BF2D9F" w:rsidRDefault="00BF2D9F" w:rsidP="00C25BB6">
            <w:pPr>
              <w:pStyle w:val="libPoem"/>
            </w:pPr>
            <w:r>
              <w:rPr>
                <w:rtl/>
                <w:lang w:bidi="fa-IR"/>
              </w:rPr>
              <w:t>شايل لوى اعضيده اُوفي ايده الحوارب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9F9310" w14:textId="77777777" w:rsidR="00BF2D9F" w:rsidRDefault="00BF2D9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D9BA5B" w14:textId="77777777" w:rsidR="00BF2D9F" w:rsidRDefault="00BF2D9F" w:rsidP="00C25BB6">
            <w:pPr>
              <w:pStyle w:val="libPoem"/>
            </w:pPr>
            <w:r>
              <w:rPr>
                <w:rtl/>
                <w:lang w:bidi="fa-IR"/>
              </w:rPr>
              <w:t>عنه تنحى لا تصيح اليوم يغراب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2D9F" w14:paraId="0D5C9CF3" w14:textId="77777777" w:rsidTr="00C25BB6">
        <w:trPr>
          <w:trHeight w:val="350"/>
        </w:trPr>
        <w:tc>
          <w:tcPr>
            <w:tcW w:w="3920" w:type="dxa"/>
          </w:tcPr>
          <w:p w14:paraId="5EB73A0E" w14:textId="77777777" w:rsidR="00BF2D9F" w:rsidRDefault="00BF2D9F" w:rsidP="00C25BB6">
            <w:pPr>
              <w:pStyle w:val="libPoem"/>
            </w:pPr>
            <w:r>
              <w:rPr>
                <w:rtl/>
                <w:lang w:bidi="fa-IR"/>
              </w:rPr>
              <w:t>لا تصيح تفجعنا لنا شبّان غياب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3B0DD8" w14:textId="77777777" w:rsidR="00BF2D9F" w:rsidRDefault="00BF2D9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8EDA62" w14:textId="77777777" w:rsidR="00BF2D9F" w:rsidRDefault="00BF2D9F" w:rsidP="00C25BB6">
            <w:pPr>
              <w:pStyle w:val="libPoem"/>
            </w:pPr>
            <w:r>
              <w:rPr>
                <w:rtl/>
                <w:lang w:bidi="fa-IR"/>
              </w:rPr>
              <w:t>غايب لنا ضرغام نترقب مجيّه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2D9F" w14:paraId="0D5D65C6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4FDC45C" w14:textId="77777777" w:rsidR="00BF2D9F" w:rsidRDefault="00BF2D9F" w:rsidP="00C25BB6">
            <w:pPr>
              <w:pStyle w:val="libPoem"/>
            </w:pPr>
            <w:r>
              <w:rPr>
                <w:rtl/>
                <w:lang w:bidi="fa-IR"/>
              </w:rPr>
              <w:t>هذا عمد صيواننا واللي على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62CC1A" w14:textId="77777777" w:rsidR="00BF2D9F" w:rsidRDefault="00BF2D9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3CAA49" w14:textId="77777777" w:rsidR="00BF2D9F" w:rsidRDefault="00BF2D9F" w:rsidP="00C25BB6">
            <w:pPr>
              <w:pStyle w:val="libPoem"/>
            </w:pPr>
            <w:r>
              <w:rPr>
                <w:rtl/>
                <w:lang w:bidi="fa-IR"/>
              </w:rPr>
              <w:t>اُوهذا اخوه اِحسين يترقب ايابه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2D9F" w14:paraId="311BA6C7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31619B2" w14:textId="77777777" w:rsidR="00BF2D9F" w:rsidRDefault="00BF2D9F" w:rsidP="00C25BB6">
            <w:pPr>
              <w:pStyle w:val="libPoem"/>
            </w:pPr>
            <w:r>
              <w:rPr>
                <w:rtl/>
                <w:lang w:bidi="fa-IR"/>
              </w:rPr>
              <w:t>يا ناعي الشبان لا تنعى شبابه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E4A76B" w14:textId="77777777" w:rsidR="00BF2D9F" w:rsidRDefault="00BF2D9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F780FA" w14:textId="77777777" w:rsidR="00BF2D9F" w:rsidRDefault="00BF2D9F" w:rsidP="00C25BB6">
            <w:pPr>
              <w:pStyle w:val="libPoem"/>
            </w:pPr>
            <w:r>
              <w:rPr>
                <w:rtl/>
                <w:lang w:bidi="fa-IR"/>
              </w:rPr>
              <w:t>خوفي بدرنا ايغيب بارض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2D9F" w14:paraId="31676067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CD9DD5D" w14:textId="77777777" w:rsidR="00BF2D9F" w:rsidRDefault="00BF2D9F" w:rsidP="00C25BB6">
            <w:pPr>
              <w:pStyle w:val="libPoem"/>
            </w:pPr>
            <w:r>
              <w:rPr>
                <w:rtl/>
                <w:lang w:bidi="fa-IR"/>
              </w:rPr>
              <w:t>او زينب على فرقى ابو فاضل جزعوعه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0DEDB0" w14:textId="77777777" w:rsidR="00BF2D9F" w:rsidRDefault="00BF2D9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64358E" w14:textId="77777777" w:rsidR="00BF2D9F" w:rsidRDefault="00BF2D9F" w:rsidP="00C25BB6">
            <w:pPr>
              <w:pStyle w:val="libPoem"/>
            </w:pPr>
            <w:r>
              <w:rPr>
                <w:rtl/>
                <w:lang w:bidi="fa-IR"/>
              </w:rPr>
              <w:t>رايح يجيب الماء اُو تترجى ارجوعه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2D9F" w14:paraId="177ECDBA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5EA24C2" w14:textId="77777777" w:rsidR="00BF2D9F" w:rsidRDefault="00BF2D9F" w:rsidP="00C25BB6">
            <w:pPr>
              <w:pStyle w:val="libPoem"/>
            </w:pPr>
            <w:r>
              <w:rPr>
                <w:rtl/>
                <w:lang w:bidi="fa-IR"/>
              </w:rPr>
              <w:t>مثل البدر تترقب العالم اطلوعه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2912268" w14:textId="77777777" w:rsidR="00BF2D9F" w:rsidRDefault="00BF2D9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E1DA40" w14:textId="77777777" w:rsidR="00BF2D9F" w:rsidRDefault="00BF2D9F" w:rsidP="00C25BB6">
            <w:pPr>
              <w:pStyle w:val="libPoem"/>
            </w:pPr>
            <w:r>
              <w:rPr>
                <w:rtl/>
                <w:lang w:bidi="fa-IR"/>
              </w:rPr>
              <w:t>الله يدومه لي أبو نفس الأبيّه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2D9F" w14:paraId="143A262E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6A71170" w14:textId="77777777" w:rsidR="00BF2D9F" w:rsidRDefault="00BF2D9F" w:rsidP="00C25BB6">
            <w:pPr>
              <w:pStyle w:val="libPoem"/>
            </w:pPr>
            <w:r>
              <w:rPr>
                <w:rtl/>
                <w:lang w:bidi="fa-IR"/>
              </w:rPr>
              <w:t>يحسين سردال الحرب ابطى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54F0B9" w14:textId="77777777" w:rsidR="00BF2D9F" w:rsidRDefault="00BF2D9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A3A694" w14:textId="77777777" w:rsidR="00BF2D9F" w:rsidRDefault="006C0D05" w:rsidP="00C25BB6">
            <w:pPr>
              <w:pStyle w:val="libPoem"/>
            </w:pPr>
            <w:r>
              <w:rPr>
                <w:rtl/>
                <w:lang w:bidi="fa-IR"/>
              </w:rPr>
              <w:t>بالعجل شوفه والخبر جيبه الينا</w:t>
            </w:r>
            <w:r w:rsidR="00BF2D9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2D9F" w14:paraId="361534EB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5D775D9" w14:textId="77777777" w:rsidR="00BF2D9F" w:rsidRDefault="006C0D05" w:rsidP="00C25BB6">
            <w:pPr>
              <w:pStyle w:val="libPoem"/>
            </w:pPr>
            <w:r>
              <w:rPr>
                <w:rtl/>
                <w:lang w:bidi="fa-IR"/>
              </w:rPr>
              <w:t>هذي خواته ترقبه اُوبنتك اسكينه</w:t>
            </w:r>
            <w:r w:rsidR="00BF2D9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D0D616" w14:textId="77777777" w:rsidR="00BF2D9F" w:rsidRDefault="00BF2D9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B1ABB6" w14:textId="77777777" w:rsidR="00BF2D9F" w:rsidRDefault="006C0D05" w:rsidP="00C25BB6">
            <w:pPr>
              <w:pStyle w:val="libPoem"/>
            </w:pPr>
            <w:r>
              <w:rPr>
                <w:rtl/>
                <w:lang w:bidi="fa-IR"/>
              </w:rPr>
              <w:t>خله يجيني بانظره قبل المنيّه</w:t>
            </w:r>
            <w:r w:rsidR="00BF2D9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2D9F" w14:paraId="2CF08C46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69BE001" w14:textId="77777777" w:rsidR="00BF2D9F" w:rsidRDefault="006C0D05" w:rsidP="00C25BB6">
            <w:pPr>
              <w:pStyle w:val="libPoem"/>
            </w:pPr>
            <w:r>
              <w:rPr>
                <w:rtl/>
                <w:lang w:bidi="fa-IR"/>
              </w:rPr>
              <w:t>خلّه يجي يحسين والماء ما نريده</w:t>
            </w:r>
            <w:r w:rsidR="00BF2D9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ED6EE4" w14:textId="77777777" w:rsidR="00BF2D9F" w:rsidRDefault="00BF2D9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C3E337" w14:textId="77777777" w:rsidR="00BF2D9F" w:rsidRDefault="006C0D05" w:rsidP="00C25BB6">
            <w:pPr>
              <w:pStyle w:val="libPoem"/>
            </w:pPr>
            <w:r>
              <w:rPr>
                <w:rtl/>
                <w:lang w:bidi="fa-IR"/>
              </w:rPr>
              <w:t>والماي ما نبغيه نبغى الا وجوده</w:t>
            </w:r>
            <w:r w:rsidR="00BF2D9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2D9F" w14:paraId="2C12CB99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342245C" w14:textId="77777777" w:rsidR="00BF2D9F" w:rsidRDefault="006C0D05" w:rsidP="00C25BB6">
            <w:pPr>
              <w:pStyle w:val="libPoem"/>
            </w:pPr>
            <w:r>
              <w:rPr>
                <w:rtl/>
                <w:lang w:bidi="fa-IR"/>
              </w:rPr>
              <w:t>باسأل عسى الله يرجعه لينا اويعوده</w:t>
            </w:r>
            <w:r w:rsidR="00BF2D9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79A97A" w14:textId="77777777" w:rsidR="00BF2D9F" w:rsidRDefault="00BF2D9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676ECF" w14:textId="77777777" w:rsidR="00BF2D9F" w:rsidRDefault="006C0D05" w:rsidP="00C25BB6">
            <w:pPr>
              <w:pStyle w:val="libPoem"/>
            </w:pPr>
            <w:r>
              <w:rPr>
                <w:rtl/>
                <w:lang w:bidi="fa-IR"/>
              </w:rPr>
              <w:t>ما ظن ينساني ولا يرجع عليّه</w:t>
            </w:r>
            <w:r w:rsidR="00BF2D9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2D9F" w14:paraId="0281415F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8198299" w14:textId="77777777" w:rsidR="00BF2D9F" w:rsidRDefault="006C0D05" w:rsidP="00C25BB6">
            <w:pPr>
              <w:pStyle w:val="libPoem"/>
            </w:pPr>
            <w:r>
              <w:rPr>
                <w:rtl/>
                <w:lang w:bidi="fa-IR"/>
              </w:rPr>
              <w:t>إتفطّرت أكبادنا من قل شوفه</w:t>
            </w:r>
            <w:r w:rsidR="00BF2D9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B41581" w14:textId="77777777" w:rsidR="00BF2D9F" w:rsidRDefault="00BF2D9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A9BB3F" w14:textId="77777777" w:rsidR="00BF2D9F" w:rsidRDefault="006C0D05" w:rsidP="00C25BB6">
            <w:pPr>
              <w:pStyle w:val="libPoem"/>
            </w:pPr>
            <w:r>
              <w:rPr>
                <w:rtl/>
                <w:lang w:bidi="fa-IR"/>
              </w:rPr>
              <w:t>ايقولون دارت به كتايب هل الكوفه</w:t>
            </w:r>
            <w:r w:rsidR="00BF2D9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2D9F" w14:paraId="55D68D7C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3B5990D" w14:textId="77777777" w:rsidR="00BF2D9F" w:rsidRDefault="006C0D05" w:rsidP="00C25BB6">
            <w:pPr>
              <w:pStyle w:val="libPoem"/>
            </w:pPr>
            <w:r>
              <w:rPr>
                <w:rtl/>
                <w:lang w:bidi="fa-IR"/>
              </w:rPr>
              <w:t>قلها يزينب بوالفضل قطعة اكفوفه</w:t>
            </w:r>
            <w:r w:rsidR="00BF2D9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BD62C3" w14:textId="77777777" w:rsidR="00BF2D9F" w:rsidRDefault="00BF2D9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82B7EA" w14:textId="77777777" w:rsidR="00BF2D9F" w:rsidRDefault="006C0D05" w:rsidP="00C25BB6">
            <w:pPr>
              <w:pStyle w:val="libPoem"/>
            </w:pPr>
            <w:r>
              <w:rPr>
                <w:rtl/>
                <w:lang w:bidi="fa-IR"/>
              </w:rPr>
              <w:t>قطعوا رجاكم وايسوا منه الجيّه</w:t>
            </w:r>
            <w:r w:rsidR="00BF2D9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2FEA318" w14:textId="77777777" w:rsidR="00EE7C84" w:rsidRDefault="00EE7C84" w:rsidP="00BF2D9F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F2D9F" w14:paraId="3571DC68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1DC3896A" w14:textId="77777777" w:rsidR="00BF2D9F" w:rsidRDefault="00BF2D9F" w:rsidP="00C25BB6">
            <w:pPr>
              <w:pStyle w:val="libPoem"/>
            </w:pPr>
            <w:r>
              <w:rPr>
                <w:rtl/>
                <w:lang w:bidi="fa-IR"/>
              </w:rPr>
              <w:t>عن دولتي وارجالي عن دولتي وارجالي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17B7C19" w14:textId="77777777" w:rsidR="00BF2D9F" w:rsidRDefault="00BF2D9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954CE0F" w14:textId="77777777" w:rsidR="00BF2D9F" w:rsidRDefault="00BF2D9F" w:rsidP="00C25BB6">
            <w:pPr>
              <w:pStyle w:val="libPoem"/>
            </w:pPr>
            <w:r>
              <w:rPr>
                <w:rtl/>
                <w:lang w:bidi="fa-IR"/>
              </w:rPr>
              <w:t>عين المنايا صدي عن دولتي وارجالي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C215C24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620" w:type="pct"/>
        <w:tblInd w:w="291" w:type="dxa"/>
        <w:tblLook w:val="01E0" w:firstRow="1" w:lastRow="1" w:firstColumn="1" w:lastColumn="1" w:noHBand="0" w:noVBand="0"/>
      </w:tblPr>
      <w:tblGrid>
        <w:gridCol w:w="4056"/>
        <w:gridCol w:w="304"/>
        <w:gridCol w:w="3914"/>
      </w:tblGrid>
      <w:tr w:rsidR="00102317" w14:paraId="1B7961FC" w14:textId="77777777" w:rsidTr="00102317">
        <w:trPr>
          <w:trHeight w:val="350"/>
        </w:trPr>
        <w:tc>
          <w:tcPr>
            <w:tcW w:w="3629" w:type="dxa"/>
            <w:shd w:val="clear" w:color="auto" w:fill="auto"/>
          </w:tcPr>
          <w:p w14:paraId="56D8D387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كلما مشينا اشويّه طيرك علينا غنّى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5737C506" w14:textId="77777777" w:rsidR="00102317" w:rsidRDefault="00102317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14:paraId="118E4F00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t>والله فجعتي اقلوبنا صدّي يغبرة عنّا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2317" w14:paraId="55399429" w14:textId="77777777" w:rsidTr="00102317">
        <w:trPr>
          <w:trHeight w:val="350"/>
        </w:trPr>
        <w:tc>
          <w:tcPr>
            <w:tcW w:w="3629" w:type="dxa"/>
          </w:tcPr>
          <w:p w14:paraId="1AB0AFC1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t>واُم الولد خليّها باوليدها تتهنّى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753433A" w14:textId="77777777" w:rsidR="00102317" w:rsidRDefault="00102317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046BFD2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t>ردّي عسى مردودة عن دولتي وارجالي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2317" w14:paraId="547F4B48" w14:textId="77777777" w:rsidTr="00102317">
        <w:trPr>
          <w:trHeight w:val="350"/>
        </w:trPr>
        <w:tc>
          <w:tcPr>
            <w:tcW w:w="3629" w:type="dxa"/>
          </w:tcPr>
          <w:p w14:paraId="1CF5BD91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t>قالت معاكم رايحه مثل الظعن والحادي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A7620E5" w14:textId="77777777" w:rsidR="00102317" w:rsidRDefault="00102317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0D8B407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t>كلما صعدتوا تلعه اُوكلما نزلتوا ابوادي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2317" w14:paraId="4FF78F22" w14:textId="77777777" w:rsidTr="00102317">
        <w:trPr>
          <w:trHeight w:val="350"/>
        </w:trPr>
        <w:tc>
          <w:tcPr>
            <w:tcW w:w="3629" w:type="dxa"/>
          </w:tcPr>
          <w:p w14:paraId="3277E1B9" w14:textId="77777777" w:rsidR="00102317" w:rsidRDefault="00102317" w:rsidP="00102317">
            <w:pPr>
              <w:pStyle w:val="libPoem"/>
            </w:pPr>
            <w:r>
              <w:rPr>
                <w:rtl/>
                <w:lang w:bidi="fa-IR"/>
              </w:rPr>
              <w:t>عنكم فلااقبل فدوه اُومنكم فلااقبل فادي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C1B4482" w14:textId="77777777" w:rsidR="00102317" w:rsidRDefault="00102317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D2001F2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t>قالت دفعتك بالله عن دولتي وارجالي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2317" w14:paraId="5A9451D5" w14:textId="77777777" w:rsidTr="00102317">
        <w:trPr>
          <w:trHeight w:val="350"/>
        </w:trPr>
        <w:tc>
          <w:tcPr>
            <w:tcW w:w="3629" w:type="dxa"/>
          </w:tcPr>
          <w:p w14:paraId="673AECAE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t>يا ما علم لفيته اُويا ما علم بالفّه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A96CD8A" w14:textId="77777777" w:rsidR="00102317" w:rsidRDefault="00102317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6580A69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t>اُويا ما شباب منكم وسط القبر بازفّه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2317" w14:paraId="421EA5BC" w14:textId="77777777" w:rsidTr="0010231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29" w:type="dxa"/>
          </w:tcPr>
          <w:p w14:paraId="0714439B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t>قالت دفعتك بالله اُومنك طلبت العفّه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F724203" w14:textId="77777777" w:rsidR="00102317" w:rsidRDefault="00102317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D5B497A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t>ردّي عسى مردوده عن دولتي وارجالي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2317" w14:paraId="444C4A29" w14:textId="77777777" w:rsidTr="0010231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29" w:type="dxa"/>
          </w:tcPr>
          <w:p w14:paraId="2CC90406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t>يا ما بدر غيبته وياما بدر باغيب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6AC3525" w14:textId="77777777" w:rsidR="00102317" w:rsidRDefault="00102317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77F938D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t>اُوياما فتاة منكم قبل الممشيب اتشيب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2317" w14:paraId="25B86F0D" w14:textId="77777777" w:rsidTr="0010231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29" w:type="dxa"/>
          </w:tcPr>
          <w:p w14:paraId="3DC5DABD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t>قالت جوابك هذا ما هو كلام طيب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A656850" w14:textId="77777777" w:rsidR="00102317" w:rsidRDefault="00102317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F5FB53B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t>عينك عسى مردودة عن دولتي وارجالي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2317" w14:paraId="009F96FC" w14:textId="77777777" w:rsidTr="0010231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29" w:type="dxa"/>
          </w:tcPr>
          <w:p w14:paraId="2F891EAA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t>انا ورى سلطان ما امشي الا ابامره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A6A2A89" w14:textId="77777777" w:rsidR="00102317" w:rsidRDefault="00102317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5EEAE40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t>عايف حياة الدنيا اُوراضي ابقصارة عمره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2317" w14:paraId="65EA2748" w14:textId="77777777" w:rsidTr="0010231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29" w:type="dxa"/>
          </w:tcPr>
          <w:p w14:paraId="056FEAD6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t>اولا بد الك من يوم على السما بالحمره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190CA71" w14:textId="77777777" w:rsidR="00102317" w:rsidRDefault="00102317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AB326F4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t>قالت دفعتك بالله عن دولتي وارجالي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2317" w14:paraId="2C1809F4" w14:textId="77777777" w:rsidTr="0010231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29" w:type="dxa"/>
          </w:tcPr>
          <w:p w14:paraId="62F1E609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t>امشي ابامر سلطان ما افعل الا ابقوله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512C693" w14:textId="77777777" w:rsidR="00102317" w:rsidRDefault="00102317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C58F767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t>وانتي ابخدر وامعزّة اُو كلمتك مقبوله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2317" w14:paraId="1DF296D4" w14:textId="77777777" w:rsidTr="0010231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29" w:type="dxa"/>
          </w:tcPr>
          <w:p w14:paraId="31429FE5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t>لا بدّ الك من يوم تخلين من هالدوله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3FCEE41" w14:textId="77777777" w:rsidR="00102317" w:rsidRDefault="00102317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94D1A30" w14:textId="77777777" w:rsidR="00102317" w:rsidRDefault="00102317" w:rsidP="00C25BB6">
            <w:pPr>
              <w:pStyle w:val="libPoem"/>
            </w:pPr>
            <w:r>
              <w:rPr>
                <w:rtl/>
                <w:lang w:bidi="fa-IR"/>
              </w:rPr>
              <w:t>قالت دفعتك بالله عن دولتي وارجالي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E91125C" w14:textId="77777777" w:rsidR="00EE7C84" w:rsidRDefault="00EE7C84" w:rsidP="00102317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02317" w14:paraId="24E0069D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1E7A6157" w14:textId="77777777" w:rsidR="00102317" w:rsidRDefault="00216590" w:rsidP="00C25BB6">
            <w:pPr>
              <w:pStyle w:val="libPoem"/>
            </w:pPr>
            <w:r>
              <w:rPr>
                <w:rtl/>
                <w:lang w:bidi="fa-IR"/>
              </w:rPr>
              <w:t>طب لطفوف اليوم ريحانة المختار</w:t>
            </w:r>
            <w:r w:rsidR="0010231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7F4FB47" w14:textId="77777777" w:rsidR="00102317" w:rsidRDefault="0010231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C58C73B" w14:textId="77777777" w:rsidR="00102317" w:rsidRDefault="00216590" w:rsidP="00C25BB6">
            <w:pPr>
              <w:pStyle w:val="libPoem"/>
            </w:pPr>
            <w:r>
              <w:rPr>
                <w:rtl/>
                <w:lang w:bidi="fa-IR"/>
              </w:rPr>
              <w:t>اُوراد الشهيد ايسير ميمونه ولا سار</w:t>
            </w:r>
            <w:r w:rsidR="0010231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2317" w14:paraId="2B71D6F9" w14:textId="77777777" w:rsidTr="00C25BB6">
        <w:trPr>
          <w:trHeight w:val="350"/>
        </w:trPr>
        <w:tc>
          <w:tcPr>
            <w:tcW w:w="3920" w:type="dxa"/>
          </w:tcPr>
          <w:p w14:paraId="416A8954" w14:textId="77777777" w:rsidR="00102317" w:rsidRDefault="00216590" w:rsidP="00C25BB6">
            <w:pPr>
              <w:pStyle w:val="libPoem"/>
            </w:pPr>
            <w:r>
              <w:rPr>
                <w:rtl/>
                <w:lang w:bidi="fa-IR"/>
              </w:rPr>
              <w:t>اولاح ابظهر سابح سبوق ايسابق الريح</w:t>
            </w:r>
            <w:r w:rsidR="0010231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23429E" w14:textId="77777777" w:rsidR="00102317" w:rsidRDefault="0010231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BF7ED6" w14:textId="77777777" w:rsidR="00102317" w:rsidRDefault="00216590" w:rsidP="00C25BB6">
            <w:pPr>
              <w:pStyle w:val="libPoem"/>
            </w:pPr>
            <w:r>
              <w:rPr>
                <w:rtl/>
                <w:lang w:bidi="fa-IR"/>
              </w:rPr>
              <w:t>مشدود يسمع صايحه ابأذنه من ايصيح</w:t>
            </w:r>
            <w:r w:rsidR="0010231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2317" w14:paraId="3DD5A9E1" w14:textId="77777777" w:rsidTr="00C25BB6">
        <w:trPr>
          <w:trHeight w:val="350"/>
        </w:trPr>
        <w:tc>
          <w:tcPr>
            <w:tcW w:w="3920" w:type="dxa"/>
          </w:tcPr>
          <w:p w14:paraId="4950D26B" w14:textId="77777777" w:rsidR="00102317" w:rsidRDefault="00216590" w:rsidP="00C25BB6">
            <w:pPr>
              <w:pStyle w:val="libPoem"/>
            </w:pPr>
            <w:r>
              <w:rPr>
                <w:rtl/>
                <w:lang w:bidi="fa-IR"/>
              </w:rPr>
              <w:t>اوراده ايتخطى من مكانه اُوهبك ما يزيح</w:t>
            </w:r>
            <w:r w:rsidR="0010231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A5230B" w14:textId="77777777" w:rsidR="00102317" w:rsidRDefault="0010231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3E4479" w14:textId="77777777" w:rsidR="00102317" w:rsidRDefault="00216590" w:rsidP="00C25BB6">
            <w:pPr>
              <w:pStyle w:val="libPoem"/>
            </w:pPr>
            <w:r>
              <w:rPr>
                <w:rtl/>
                <w:lang w:bidi="fa-IR"/>
              </w:rPr>
              <w:t>حتّى ركب ستة افراس اُولا فرس سار</w:t>
            </w:r>
            <w:r w:rsidR="0010231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2317" w14:paraId="09617219" w14:textId="77777777" w:rsidTr="00C25BB6">
        <w:trPr>
          <w:trHeight w:val="350"/>
        </w:trPr>
        <w:tc>
          <w:tcPr>
            <w:tcW w:w="3920" w:type="dxa"/>
          </w:tcPr>
          <w:p w14:paraId="48E2E0FF" w14:textId="77777777" w:rsidR="00102317" w:rsidRDefault="00216590" w:rsidP="00C25BB6">
            <w:pPr>
              <w:pStyle w:val="libPoem"/>
            </w:pPr>
            <w:r>
              <w:rPr>
                <w:rtl/>
                <w:lang w:bidi="fa-IR"/>
              </w:rPr>
              <w:t>اوعبت اتشيل الخيل حافرها عن القاع</w:t>
            </w:r>
            <w:r w:rsidR="0010231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DE82AF" w14:textId="77777777" w:rsidR="00102317" w:rsidRDefault="0010231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484A90" w14:textId="77777777" w:rsidR="00102317" w:rsidRDefault="00216590" w:rsidP="00C25BB6">
            <w:pPr>
              <w:pStyle w:val="libPoem"/>
            </w:pPr>
            <w:r>
              <w:rPr>
                <w:rtl/>
                <w:lang w:bidi="fa-IR"/>
              </w:rPr>
              <w:t>اُو كانت تفوح الريح يوم ايصير مفزاع</w:t>
            </w:r>
            <w:r w:rsidR="0010231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2317" w14:paraId="6B09496F" w14:textId="77777777" w:rsidTr="00C25BB6">
        <w:trPr>
          <w:trHeight w:val="350"/>
        </w:trPr>
        <w:tc>
          <w:tcPr>
            <w:tcW w:w="3920" w:type="dxa"/>
          </w:tcPr>
          <w:p w14:paraId="7A62DF40" w14:textId="77777777" w:rsidR="00102317" w:rsidRDefault="00216590" w:rsidP="00C25BB6">
            <w:pPr>
              <w:pStyle w:val="libPoem"/>
            </w:pPr>
            <w:r>
              <w:rPr>
                <w:rtl/>
                <w:lang w:bidi="fa-IR"/>
              </w:rPr>
              <w:t>من شاف حالتها يويلي حلو لطباع</w:t>
            </w:r>
            <w:r w:rsidR="0010231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1BA6F7" w14:textId="77777777" w:rsidR="00102317" w:rsidRDefault="0010231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E1305D" w14:textId="77777777" w:rsidR="00102317" w:rsidRDefault="00216590" w:rsidP="00C25BB6">
            <w:pPr>
              <w:pStyle w:val="libPoem"/>
            </w:pPr>
            <w:r>
              <w:rPr>
                <w:rtl/>
                <w:lang w:bidi="fa-IR"/>
              </w:rPr>
              <w:t>قال اخبروني ما تسمى هاي لديار</w:t>
            </w:r>
            <w:r w:rsidR="0010231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2317" w14:paraId="21E3A713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E530582" w14:textId="77777777" w:rsidR="00102317" w:rsidRDefault="00216590" w:rsidP="00C25BB6">
            <w:pPr>
              <w:pStyle w:val="libPoem"/>
            </w:pPr>
            <w:r>
              <w:rPr>
                <w:rtl/>
                <w:lang w:bidi="fa-IR"/>
              </w:rPr>
              <w:t>اشوف خيلي اي صحب وقفت برضها</w:t>
            </w:r>
            <w:r w:rsidR="0010231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073281" w14:textId="77777777" w:rsidR="00102317" w:rsidRDefault="0010231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9295661" w14:textId="77777777" w:rsidR="00102317" w:rsidRDefault="00216590" w:rsidP="00C25BB6">
            <w:pPr>
              <w:pStyle w:val="libPoem"/>
            </w:pPr>
            <w:r>
              <w:rPr>
                <w:rtl/>
                <w:lang w:bidi="fa-IR"/>
              </w:rPr>
              <w:t>نعم الخبير ابغاية الخيل اُو غرضها</w:t>
            </w:r>
            <w:r w:rsidR="0010231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2317" w14:paraId="7FBD298B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58D4398" w14:textId="77777777" w:rsidR="00102317" w:rsidRDefault="00216590" w:rsidP="00C25BB6">
            <w:pPr>
              <w:pStyle w:val="libPoem"/>
            </w:pPr>
            <w:r>
              <w:rPr>
                <w:rtl/>
                <w:lang w:bidi="fa-IR"/>
              </w:rPr>
              <w:t>قالوا يبو السجّاد تسأل عن أرضها</w:t>
            </w:r>
            <w:r w:rsidR="0010231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66E0D5" w14:textId="77777777" w:rsidR="00102317" w:rsidRDefault="0010231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CC1137" w14:textId="77777777" w:rsidR="00102317" w:rsidRDefault="00216590" w:rsidP="00C25BB6">
            <w:pPr>
              <w:pStyle w:val="libPoem"/>
            </w:pPr>
            <w:r>
              <w:rPr>
                <w:rtl/>
                <w:lang w:bidi="fa-IR"/>
              </w:rPr>
              <w:t>تدعى اطفوف الغاضريّة واَرض لعقار</w:t>
            </w:r>
            <w:r w:rsidR="0010231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6EFAD0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272CF" w14:paraId="4C0C61E1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03CE0FB6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سمها شفيّة نينوى يعزيز حيدر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33D59A4" w14:textId="77777777" w:rsidR="001272CF" w:rsidRDefault="001272C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3A4959C" w14:textId="77777777" w:rsidR="001272CF" w:rsidRDefault="001272CF" w:rsidP="001272CF">
            <w:pPr>
              <w:pStyle w:val="libPoem"/>
            </w:pPr>
            <w:r>
              <w:rPr>
                <w:rtl/>
                <w:lang w:bidi="fa-IR"/>
              </w:rPr>
              <w:t>قال اُوضحولي عن اسمّهااُوكنت انا اخبر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72CF" w14:paraId="5C843C03" w14:textId="77777777" w:rsidTr="00C25BB6">
        <w:trPr>
          <w:trHeight w:val="350"/>
        </w:trPr>
        <w:tc>
          <w:tcPr>
            <w:tcW w:w="3920" w:type="dxa"/>
          </w:tcPr>
          <w:p w14:paraId="1213D746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صاحوا فرد صيحة الصحب الله أكبر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364670" w14:textId="77777777" w:rsidR="001272CF" w:rsidRDefault="001272C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38FE65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هذي تسمّى كربلا يحسين بجهار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72CF" w14:paraId="736A26B3" w14:textId="77777777" w:rsidTr="00C25BB6">
        <w:trPr>
          <w:trHeight w:val="350"/>
        </w:trPr>
        <w:tc>
          <w:tcPr>
            <w:tcW w:w="3920" w:type="dxa"/>
          </w:tcPr>
          <w:p w14:paraId="57FF1854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اُو ريحانة الهادي جرت بالدم دموعه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55352A" w14:textId="77777777" w:rsidR="001272CF" w:rsidRDefault="001272C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E5869E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من حين ذكروا كربلا اتحنّت اضلوعه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72CF" w14:paraId="0DB21AEB" w14:textId="77777777" w:rsidTr="00C25BB6">
        <w:trPr>
          <w:trHeight w:val="350"/>
        </w:trPr>
        <w:tc>
          <w:tcPr>
            <w:tcW w:w="3920" w:type="dxa"/>
          </w:tcPr>
          <w:p w14:paraId="4A5B8FEC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اُوصاح ابقلب موجوع وايّس من رجوعه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AD23FB" w14:textId="77777777" w:rsidR="001272CF" w:rsidRDefault="001272C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4A2674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لديار جدّه اُوقال حطّوا ابعجل ينصار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72CF" w14:paraId="0F909303" w14:textId="77777777" w:rsidTr="00C25BB6">
        <w:trPr>
          <w:trHeight w:val="350"/>
        </w:trPr>
        <w:tc>
          <w:tcPr>
            <w:tcW w:w="3920" w:type="dxa"/>
          </w:tcPr>
          <w:p w14:paraId="04BF56A2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اِنكان اسمها كربلا هاي الفيافي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6B2D3D" w14:textId="77777777" w:rsidR="001272CF" w:rsidRDefault="001272C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B35355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ملزوم تلف ارواحنا فيها نوافي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72CF" w14:paraId="22B4B197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864973B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واحريمنا تسبى عقبا الله الكافي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0A94AB" w14:textId="77777777" w:rsidR="001272CF" w:rsidRDefault="001272C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F61C9E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ليزيد تمشي امسلبه من فوق لكوار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72CF" w14:paraId="5645AC88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90DBFAE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حطوا ولا تخطوا ترى وعد النّبي حان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7F372C" w14:textId="77777777" w:rsidR="001272CF" w:rsidRDefault="001272C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747F54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جدّي وعدني ابها الأرض انذبح عطشان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72CF" w14:paraId="64B2352D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9F8B05A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اوفيها ترض صدري حوافر خيل سفيان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924974" w14:textId="77777777" w:rsidR="001272CF" w:rsidRDefault="001272CF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18E265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اُو فيها العدى ايسلبوا حرم صفوة الجبار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3AEDC30" w14:textId="77777777" w:rsidR="00EE7C84" w:rsidRDefault="00EE7C84" w:rsidP="00AC486B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45"/>
        <w:gridCol w:w="304"/>
        <w:gridCol w:w="3922"/>
      </w:tblGrid>
      <w:tr w:rsidR="001272CF" w14:paraId="629795A5" w14:textId="77777777" w:rsidTr="001272CF">
        <w:trPr>
          <w:trHeight w:val="350"/>
        </w:trPr>
        <w:tc>
          <w:tcPr>
            <w:tcW w:w="3529" w:type="dxa"/>
            <w:shd w:val="clear" w:color="auto" w:fill="auto"/>
          </w:tcPr>
          <w:p w14:paraId="0641D2F1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في الغاضريّة حطّ أبو سكنة الصياوين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26460F31" w14:textId="77777777" w:rsidR="001272CF" w:rsidRDefault="001272CF" w:rsidP="00C25BB6">
            <w:pPr>
              <w:pStyle w:val="libPoem"/>
              <w:rPr>
                <w:rtl/>
              </w:rPr>
            </w:pPr>
          </w:p>
        </w:tc>
        <w:tc>
          <w:tcPr>
            <w:tcW w:w="3509" w:type="dxa"/>
            <w:shd w:val="clear" w:color="auto" w:fill="auto"/>
          </w:tcPr>
          <w:p w14:paraId="68C181A5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اُودارت عساكرهم عن اشماله وليمين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72CF" w14:paraId="0678A366" w14:textId="77777777" w:rsidTr="001272CF">
        <w:trPr>
          <w:trHeight w:val="350"/>
        </w:trPr>
        <w:tc>
          <w:tcPr>
            <w:tcW w:w="3529" w:type="dxa"/>
          </w:tcPr>
          <w:p w14:paraId="6C54BAB3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شافت العسكر واقبلت زينب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98B441D" w14:textId="77777777" w:rsidR="001272CF" w:rsidRDefault="001272CF" w:rsidP="00C25BB6">
            <w:pPr>
              <w:pStyle w:val="libPoem"/>
              <w:rPr>
                <w:rtl/>
              </w:rPr>
            </w:pPr>
          </w:p>
        </w:tc>
        <w:tc>
          <w:tcPr>
            <w:tcW w:w="3509" w:type="dxa"/>
          </w:tcPr>
          <w:p w14:paraId="3EC0D358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اُو قالت يبو السجّاد يا نور المدينة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72CF" w14:paraId="3EE959A5" w14:textId="77777777" w:rsidTr="001272CF">
        <w:trPr>
          <w:trHeight w:val="350"/>
        </w:trPr>
        <w:tc>
          <w:tcPr>
            <w:tcW w:w="3529" w:type="dxa"/>
          </w:tcPr>
          <w:p w14:paraId="5D213E05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هالقوم ياخويه الينا لوعلينا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F5527F9" w14:textId="77777777" w:rsidR="001272CF" w:rsidRDefault="001272CF" w:rsidP="00C25BB6">
            <w:pPr>
              <w:pStyle w:val="libPoem"/>
              <w:rPr>
                <w:rtl/>
              </w:rPr>
            </w:pPr>
          </w:p>
        </w:tc>
        <w:tc>
          <w:tcPr>
            <w:tcW w:w="3509" w:type="dxa"/>
          </w:tcPr>
          <w:p w14:paraId="60EB5359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قلبي ارتجف من شفت هالعسكر مقبلين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72CF" w14:paraId="5522F0CC" w14:textId="77777777" w:rsidTr="001272CF">
        <w:trPr>
          <w:trHeight w:val="350"/>
        </w:trPr>
        <w:tc>
          <w:tcPr>
            <w:tcW w:w="3529" w:type="dxa"/>
          </w:tcPr>
          <w:p w14:paraId="1920E064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قلها يزينب خانت العدوان 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D4D20D1" w14:textId="77777777" w:rsidR="001272CF" w:rsidRDefault="001272CF" w:rsidP="00C25BB6">
            <w:pPr>
              <w:pStyle w:val="libPoem"/>
              <w:rPr>
                <w:rtl/>
              </w:rPr>
            </w:pPr>
          </w:p>
        </w:tc>
        <w:tc>
          <w:tcPr>
            <w:tcW w:w="3509" w:type="dxa"/>
          </w:tcPr>
          <w:p w14:paraId="32F0A627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شوفي العساكر اقبلت يختي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72CF" w14:paraId="269D566D" w14:textId="77777777" w:rsidTr="001272CF">
        <w:trPr>
          <w:trHeight w:val="350"/>
        </w:trPr>
        <w:tc>
          <w:tcPr>
            <w:tcW w:w="3529" w:type="dxa"/>
          </w:tcPr>
          <w:p w14:paraId="387C98A7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حتّى زلال الماي علينا ما نعينه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EF910A4" w14:textId="77777777" w:rsidR="001272CF" w:rsidRDefault="001272CF" w:rsidP="00C25BB6">
            <w:pPr>
              <w:pStyle w:val="libPoem"/>
              <w:rPr>
                <w:rtl/>
              </w:rPr>
            </w:pPr>
          </w:p>
        </w:tc>
        <w:tc>
          <w:tcPr>
            <w:tcW w:w="3509" w:type="dxa"/>
          </w:tcPr>
          <w:p w14:paraId="5400327A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واتذكروا ثاراتهم في يوم صفّين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72CF" w14:paraId="6E1CFC89" w14:textId="77777777" w:rsidTr="001272C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29" w:type="dxa"/>
          </w:tcPr>
          <w:p w14:paraId="7D0960D8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يختي على قتلي النموا يازكيّه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BD54915" w14:textId="77777777" w:rsidR="001272CF" w:rsidRDefault="001272CF" w:rsidP="00C25BB6">
            <w:pPr>
              <w:pStyle w:val="libPoem"/>
              <w:rPr>
                <w:rtl/>
              </w:rPr>
            </w:pPr>
          </w:p>
        </w:tc>
        <w:tc>
          <w:tcPr>
            <w:tcW w:w="3509" w:type="dxa"/>
          </w:tcPr>
          <w:p w14:paraId="7061AC54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اُونكروا مكاتيب ارسلوها قبل 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72CF" w14:paraId="733253C9" w14:textId="77777777" w:rsidTr="001272C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29" w:type="dxa"/>
          </w:tcPr>
          <w:p w14:paraId="691114DE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مكتوب يختي انذبح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F5A87A7" w14:textId="77777777" w:rsidR="001272CF" w:rsidRDefault="001272CF" w:rsidP="00C25BB6">
            <w:pPr>
              <w:pStyle w:val="libPoem"/>
              <w:rPr>
                <w:rtl/>
              </w:rPr>
            </w:pPr>
          </w:p>
        </w:tc>
        <w:tc>
          <w:tcPr>
            <w:tcW w:w="3509" w:type="dxa"/>
          </w:tcPr>
          <w:p w14:paraId="5F12E6EF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اُوكل اخوتي اُوقومي اُوبني عمي الميامين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72CF" w14:paraId="1AD462F0" w14:textId="77777777" w:rsidTr="001272C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29" w:type="dxa"/>
          </w:tcPr>
          <w:p w14:paraId="6CC5349C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اوتبقين بعدي يا حزينة في اذل 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48048C5" w14:textId="77777777" w:rsidR="001272CF" w:rsidRDefault="001272CF" w:rsidP="00C25BB6">
            <w:pPr>
              <w:pStyle w:val="libPoem"/>
              <w:rPr>
                <w:rtl/>
              </w:rPr>
            </w:pPr>
          </w:p>
        </w:tc>
        <w:tc>
          <w:tcPr>
            <w:tcW w:w="3509" w:type="dxa"/>
          </w:tcPr>
          <w:p w14:paraId="28749066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انتين والنسوة تركبي هزل الجمال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72CF" w14:paraId="454D0D0F" w14:textId="77777777" w:rsidTr="001272C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29" w:type="dxa"/>
          </w:tcPr>
          <w:p w14:paraId="60E44868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حتّى العليل ايقيّدوا ايمينه ولشمال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0BAB8F7" w14:textId="77777777" w:rsidR="001272CF" w:rsidRDefault="001272CF" w:rsidP="00C25BB6">
            <w:pPr>
              <w:pStyle w:val="libPoem"/>
              <w:rPr>
                <w:rtl/>
              </w:rPr>
            </w:pPr>
          </w:p>
        </w:tc>
        <w:tc>
          <w:tcPr>
            <w:tcW w:w="3509" w:type="dxa"/>
          </w:tcPr>
          <w:p w14:paraId="0656A6E3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اتروحين للكوفة بلا ناصر ولا امعين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72CF" w14:paraId="75EA0B81" w14:textId="77777777" w:rsidTr="001272C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29" w:type="dxa"/>
          </w:tcPr>
          <w:p w14:paraId="37FAD3F0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انكبت على راسه اُوقالت قوم ردنا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CA16FB6" w14:textId="77777777" w:rsidR="001272CF" w:rsidRDefault="001272CF" w:rsidP="00C25BB6">
            <w:pPr>
              <w:pStyle w:val="libPoem"/>
              <w:rPr>
                <w:rtl/>
              </w:rPr>
            </w:pPr>
          </w:p>
        </w:tc>
        <w:tc>
          <w:tcPr>
            <w:tcW w:w="3509" w:type="dxa"/>
          </w:tcPr>
          <w:p w14:paraId="48476492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عن كربلا لرض المدينة ابلاد جدنا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72CF" w14:paraId="390789AD" w14:textId="77777777" w:rsidTr="001272C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29" w:type="dxa"/>
          </w:tcPr>
          <w:p w14:paraId="2EC8453B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ترضى مع العدوان نمشي احنا وحدنا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414BB87" w14:textId="77777777" w:rsidR="001272CF" w:rsidRDefault="001272CF" w:rsidP="00C25BB6">
            <w:pPr>
              <w:pStyle w:val="libPoem"/>
              <w:rPr>
                <w:rtl/>
              </w:rPr>
            </w:pPr>
          </w:p>
        </w:tc>
        <w:tc>
          <w:tcPr>
            <w:tcW w:w="3509" w:type="dxa"/>
          </w:tcPr>
          <w:p w14:paraId="3A6B14BE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اُوبعد المعزه نركب اظهور البعارين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72CF" w14:paraId="30C8330D" w14:textId="77777777" w:rsidTr="001272C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29" w:type="dxa"/>
          </w:tcPr>
          <w:p w14:paraId="713984B7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نادى عليها اُودمعته ابخده جريه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6A55CA3" w14:textId="77777777" w:rsidR="001272CF" w:rsidRDefault="001272CF" w:rsidP="00C25BB6">
            <w:pPr>
              <w:pStyle w:val="libPoem"/>
              <w:rPr>
                <w:rtl/>
              </w:rPr>
            </w:pPr>
          </w:p>
        </w:tc>
        <w:tc>
          <w:tcPr>
            <w:tcW w:w="3509" w:type="dxa"/>
          </w:tcPr>
          <w:p w14:paraId="50DFB24E" w14:textId="77777777" w:rsidR="001272CF" w:rsidRDefault="001272CF" w:rsidP="00C25BB6">
            <w:pPr>
              <w:pStyle w:val="libPoem"/>
            </w:pPr>
            <w:r>
              <w:rPr>
                <w:rtl/>
                <w:lang w:bidi="fa-IR"/>
              </w:rPr>
              <w:t>انكان بعدي خايفه اتروحي هديّه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B5B55F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C19C4" w14:paraId="329D6312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49FD88D8" w14:textId="77777777" w:rsidR="002C19C4" w:rsidRDefault="002C19C4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أوديك طيبة وارجع ارض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E77B571" w14:textId="77777777" w:rsidR="002C19C4" w:rsidRDefault="002C19C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17863E6" w14:textId="77777777" w:rsidR="002C19C4" w:rsidRDefault="002C19C4" w:rsidP="00C25BB6">
            <w:pPr>
              <w:pStyle w:val="libPoem"/>
            </w:pPr>
            <w:r>
              <w:rPr>
                <w:rtl/>
                <w:lang w:bidi="fa-IR"/>
              </w:rPr>
              <w:t>قالت عساني فدوتك يا نور كُل 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19C4" w14:paraId="2CF4DBB9" w14:textId="77777777" w:rsidTr="00C25BB6">
        <w:trPr>
          <w:trHeight w:val="350"/>
        </w:trPr>
        <w:tc>
          <w:tcPr>
            <w:tcW w:w="3920" w:type="dxa"/>
          </w:tcPr>
          <w:p w14:paraId="5AEE6E66" w14:textId="77777777" w:rsidR="002C19C4" w:rsidRDefault="002C19C4" w:rsidP="00C25BB6">
            <w:pPr>
              <w:pStyle w:val="libPoem"/>
            </w:pPr>
            <w:r>
              <w:rPr>
                <w:rtl/>
                <w:lang w:bidi="fa-IR"/>
              </w:rPr>
              <w:t>يا ليتني قبلك متت يا بدر سعدي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0E1620" w14:textId="77777777" w:rsidR="002C19C4" w:rsidRDefault="002C19C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737FA7" w14:textId="77777777" w:rsidR="002C19C4" w:rsidRDefault="002C19C4" w:rsidP="00C25BB6">
            <w:pPr>
              <w:pStyle w:val="libPoem"/>
            </w:pPr>
            <w:r>
              <w:rPr>
                <w:rtl/>
                <w:lang w:bidi="fa-IR"/>
              </w:rPr>
              <w:t>يا ليت جثتي امواريه في وسط لحدي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19C4" w14:paraId="0A66C0F9" w14:textId="77777777" w:rsidTr="00C25BB6">
        <w:trPr>
          <w:trHeight w:val="350"/>
        </w:trPr>
        <w:tc>
          <w:tcPr>
            <w:tcW w:w="3920" w:type="dxa"/>
          </w:tcPr>
          <w:p w14:paraId="489E0892" w14:textId="77777777" w:rsidR="002C19C4" w:rsidRDefault="002C19C4" w:rsidP="00C25BB6">
            <w:pPr>
              <w:pStyle w:val="libPoem"/>
            </w:pPr>
            <w:r>
              <w:rPr>
                <w:rtl/>
                <w:lang w:bidi="fa-IR"/>
              </w:rPr>
              <w:t>بعدك لشق الجيب والطم فوق خدي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BBA400" w14:textId="77777777" w:rsidR="002C19C4" w:rsidRDefault="002C19C4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8F8178" w14:textId="77777777" w:rsidR="002C19C4" w:rsidRDefault="002C19C4" w:rsidP="00C25BB6">
            <w:pPr>
              <w:pStyle w:val="libPoem"/>
            </w:pPr>
            <w:r>
              <w:rPr>
                <w:rtl/>
                <w:lang w:bidi="fa-IR"/>
              </w:rPr>
              <w:t>وانصب عزاكم يا خليصي طول لسنين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305C4E9" w14:textId="77777777" w:rsidR="00EE7C84" w:rsidRDefault="00EE7C84" w:rsidP="002C19C4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830" w:type="pct"/>
        <w:tblInd w:w="111" w:type="dxa"/>
        <w:tblLook w:val="01E0" w:firstRow="1" w:lastRow="1" w:firstColumn="1" w:lastColumn="1" w:noHBand="0" w:noVBand="0"/>
      </w:tblPr>
      <w:tblGrid>
        <w:gridCol w:w="4260"/>
        <w:gridCol w:w="302"/>
        <w:gridCol w:w="4089"/>
      </w:tblGrid>
      <w:tr w:rsidR="002C19C4" w14:paraId="3D695D9E" w14:textId="77777777" w:rsidTr="00A63856">
        <w:trPr>
          <w:trHeight w:val="350"/>
        </w:trPr>
        <w:tc>
          <w:tcPr>
            <w:tcW w:w="3812" w:type="dxa"/>
            <w:shd w:val="clear" w:color="auto" w:fill="auto"/>
          </w:tcPr>
          <w:p w14:paraId="2F5FD7D1" w14:textId="77777777" w:rsidR="002C19C4" w:rsidRDefault="002C19C4" w:rsidP="00C25BB6">
            <w:pPr>
              <w:pStyle w:val="libPoem"/>
            </w:pPr>
            <w:r>
              <w:rPr>
                <w:rtl/>
                <w:lang w:bidi="fa-IR"/>
              </w:rPr>
              <w:t>حطّوا على هالوادي حطّوا على هالوادي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14:paraId="0AE7371C" w14:textId="77777777" w:rsidR="002C19C4" w:rsidRDefault="002C19C4" w:rsidP="00C25BB6">
            <w:pPr>
              <w:pStyle w:val="libPoem"/>
              <w:rPr>
                <w:rtl/>
              </w:rPr>
            </w:pPr>
          </w:p>
        </w:tc>
        <w:tc>
          <w:tcPr>
            <w:tcW w:w="3658" w:type="dxa"/>
            <w:shd w:val="clear" w:color="auto" w:fill="auto"/>
          </w:tcPr>
          <w:p w14:paraId="6339D9E7" w14:textId="77777777" w:rsidR="002C19C4" w:rsidRDefault="002C19C4" w:rsidP="00C25BB6">
            <w:pPr>
              <w:pStyle w:val="libPoem"/>
            </w:pPr>
            <w:r>
              <w:rPr>
                <w:rtl/>
                <w:lang w:bidi="fa-IR"/>
              </w:rPr>
              <w:t>يا عزوتي يا رجالي حطّوا على هالوادي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19C4" w14:paraId="1DCB511B" w14:textId="77777777" w:rsidTr="00A63856">
        <w:trPr>
          <w:trHeight w:val="350"/>
        </w:trPr>
        <w:tc>
          <w:tcPr>
            <w:tcW w:w="3812" w:type="dxa"/>
          </w:tcPr>
          <w:p w14:paraId="0E39430E" w14:textId="77777777" w:rsidR="002C19C4" w:rsidRDefault="00A63856" w:rsidP="00C25BB6">
            <w:pPr>
              <w:pStyle w:val="libPoem"/>
            </w:pPr>
            <w:r>
              <w:rPr>
                <w:rtl/>
                <w:lang w:bidi="fa-IR"/>
              </w:rPr>
              <w:t>يا قوم انا باسألكم وانا خبير باسماها</w:t>
            </w:r>
            <w:r w:rsidR="002C19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14:paraId="45CE1C98" w14:textId="77777777" w:rsidR="002C19C4" w:rsidRDefault="002C19C4" w:rsidP="00C25BB6">
            <w:pPr>
              <w:pStyle w:val="libPoem"/>
              <w:rPr>
                <w:rtl/>
              </w:rPr>
            </w:pPr>
          </w:p>
        </w:tc>
        <w:tc>
          <w:tcPr>
            <w:tcW w:w="3658" w:type="dxa"/>
          </w:tcPr>
          <w:p w14:paraId="0F2BC904" w14:textId="77777777" w:rsidR="002C19C4" w:rsidRDefault="00A63856" w:rsidP="00C25BB6">
            <w:pPr>
              <w:pStyle w:val="libPoem"/>
            </w:pPr>
            <w:r>
              <w:rPr>
                <w:rtl/>
                <w:lang w:bidi="fa-IR"/>
              </w:rPr>
              <w:t>هذي أراضي جدّي كر البلا سمّاها</w:t>
            </w:r>
            <w:r w:rsidR="002C19C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19C4" w14:paraId="7D1FB2F1" w14:textId="77777777" w:rsidTr="00A63856">
        <w:trPr>
          <w:trHeight w:val="350"/>
        </w:trPr>
        <w:tc>
          <w:tcPr>
            <w:tcW w:w="3812" w:type="dxa"/>
          </w:tcPr>
          <w:p w14:paraId="1BF34A8F" w14:textId="77777777" w:rsidR="002C19C4" w:rsidRDefault="00A63856" w:rsidP="00C25BB6">
            <w:pPr>
              <w:pStyle w:val="libPoem"/>
            </w:pPr>
            <w:r>
              <w:rPr>
                <w:rtl/>
                <w:lang w:bidi="fa-IR"/>
              </w:rPr>
              <w:t>يشرب ثراها دمي اُوتبخل علينا ابماها</w:t>
            </w:r>
            <w:r w:rsidR="002C19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14:paraId="5F8009F1" w14:textId="77777777" w:rsidR="002C19C4" w:rsidRDefault="002C19C4" w:rsidP="00C25BB6">
            <w:pPr>
              <w:pStyle w:val="libPoem"/>
              <w:rPr>
                <w:rtl/>
              </w:rPr>
            </w:pPr>
          </w:p>
        </w:tc>
        <w:tc>
          <w:tcPr>
            <w:tcW w:w="3658" w:type="dxa"/>
          </w:tcPr>
          <w:p w14:paraId="4E0A5305" w14:textId="77777777" w:rsidR="002C19C4" w:rsidRDefault="00A63856" w:rsidP="00C25BB6">
            <w:pPr>
              <w:pStyle w:val="libPoem"/>
            </w:pPr>
            <w:r>
              <w:rPr>
                <w:rtl/>
                <w:lang w:bidi="fa-IR"/>
              </w:rPr>
              <w:t>راضي انا ابهالتربة اُوحطّوا على هالوادي</w:t>
            </w:r>
            <w:r w:rsidR="002C19C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19C4" w14:paraId="6810A537" w14:textId="77777777" w:rsidTr="00A63856">
        <w:trPr>
          <w:trHeight w:val="350"/>
        </w:trPr>
        <w:tc>
          <w:tcPr>
            <w:tcW w:w="3812" w:type="dxa"/>
          </w:tcPr>
          <w:p w14:paraId="4420B65F" w14:textId="77777777" w:rsidR="002C19C4" w:rsidRDefault="00A63856" w:rsidP="00C25BB6">
            <w:pPr>
              <w:pStyle w:val="libPoem"/>
            </w:pPr>
            <w:r>
              <w:rPr>
                <w:rtl/>
                <w:lang w:bidi="fa-IR"/>
              </w:rPr>
              <w:t>هي تربة من دوني احد فلا يملكها</w:t>
            </w:r>
            <w:r w:rsidR="002C19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14:paraId="360126DD" w14:textId="77777777" w:rsidR="002C19C4" w:rsidRDefault="002C19C4" w:rsidP="00C25BB6">
            <w:pPr>
              <w:pStyle w:val="libPoem"/>
              <w:rPr>
                <w:rtl/>
              </w:rPr>
            </w:pPr>
          </w:p>
        </w:tc>
        <w:tc>
          <w:tcPr>
            <w:tcW w:w="3658" w:type="dxa"/>
          </w:tcPr>
          <w:p w14:paraId="653CC9A5" w14:textId="77777777" w:rsidR="002C19C4" w:rsidRDefault="00A63856" w:rsidP="00C25BB6">
            <w:pPr>
              <w:pStyle w:val="libPoem"/>
            </w:pPr>
            <w:r>
              <w:rPr>
                <w:rtl/>
                <w:lang w:bidi="fa-IR"/>
              </w:rPr>
              <w:t>ربّ السما طهّرها اُوربّ السما باركها</w:t>
            </w:r>
            <w:r w:rsidR="002C19C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19C4" w14:paraId="4CA5293B" w14:textId="77777777" w:rsidTr="00A63856">
        <w:trPr>
          <w:trHeight w:val="350"/>
        </w:trPr>
        <w:tc>
          <w:tcPr>
            <w:tcW w:w="3812" w:type="dxa"/>
          </w:tcPr>
          <w:p w14:paraId="619F2CDC" w14:textId="77777777" w:rsidR="002C19C4" w:rsidRDefault="00A63856" w:rsidP="00A63856">
            <w:pPr>
              <w:pStyle w:val="libPoem"/>
            </w:pPr>
            <w:r>
              <w:rPr>
                <w:rtl/>
                <w:lang w:bidi="fa-IR"/>
              </w:rPr>
              <w:t>مبخوت من يسكنهااُومبخوث من يملكها</w:t>
            </w:r>
            <w:r w:rsidR="002C19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14:paraId="3288D3C2" w14:textId="77777777" w:rsidR="002C19C4" w:rsidRDefault="002C19C4" w:rsidP="00C25BB6">
            <w:pPr>
              <w:pStyle w:val="libPoem"/>
              <w:rPr>
                <w:rtl/>
              </w:rPr>
            </w:pPr>
          </w:p>
        </w:tc>
        <w:tc>
          <w:tcPr>
            <w:tcW w:w="3658" w:type="dxa"/>
          </w:tcPr>
          <w:p w14:paraId="4630792A" w14:textId="77777777" w:rsidR="002C19C4" w:rsidRDefault="00A63856" w:rsidP="00A63856">
            <w:pPr>
              <w:pStyle w:val="libPoem"/>
            </w:pPr>
            <w:r>
              <w:rPr>
                <w:rtl/>
                <w:lang w:bidi="fa-IR"/>
              </w:rPr>
              <w:t>هذي الأرض نادتني حطّواعلى هالوادي</w:t>
            </w:r>
            <w:r w:rsidR="002C19C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19C4" w14:paraId="032B7C85" w14:textId="77777777" w:rsidTr="00A6385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12" w:type="dxa"/>
          </w:tcPr>
          <w:p w14:paraId="772BA8A1" w14:textId="77777777" w:rsidR="002C19C4" w:rsidRDefault="00A63856" w:rsidP="00C25BB6">
            <w:pPr>
              <w:pStyle w:val="libPoem"/>
            </w:pPr>
            <w:r>
              <w:rPr>
                <w:rtl/>
                <w:lang w:bidi="fa-IR"/>
              </w:rPr>
              <w:t>عنها فلانا غادي اُوعنها فلانا رايح</w:t>
            </w:r>
            <w:r w:rsidR="002C19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14:paraId="60F10D6A" w14:textId="77777777" w:rsidR="002C19C4" w:rsidRDefault="002C19C4" w:rsidP="00C25BB6">
            <w:pPr>
              <w:pStyle w:val="libPoem"/>
              <w:rPr>
                <w:rtl/>
              </w:rPr>
            </w:pPr>
          </w:p>
        </w:tc>
        <w:tc>
          <w:tcPr>
            <w:tcW w:w="3658" w:type="dxa"/>
          </w:tcPr>
          <w:p w14:paraId="1A9C8F20" w14:textId="77777777" w:rsidR="002C19C4" w:rsidRDefault="00A63856" w:rsidP="00C25BB6">
            <w:pPr>
              <w:pStyle w:val="libPoem"/>
            </w:pPr>
            <w:r>
              <w:rPr>
                <w:rtl/>
                <w:lang w:bidi="fa-IR"/>
              </w:rPr>
              <w:t>فيها بجاهد شده والمكر به والصايح</w:t>
            </w:r>
            <w:r w:rsidR="002C19C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19C4" w14:paraId="0EBC5484" w14:textId="77777777" w:rsidTr="00A6385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12" w:type="dxa"/>
          </w:tcPr>
          <w:p w14:paraId="3654AF24" w14:textId="77777777" w:rsidR="002C19C4" w:rsidRDefault="00A63856" w:rsidP="00C25BB6">
            <w:pPr>
              <w:pStyle w:val="libPoem"/>
            </w:pPr>
            <w:r>
              <w:rPr>
                <w:rtl/>
                <w:lang w:bidi="fa-IR"/>
              </w:rPr>
              <w:t>او فيها العدى تذبحني وابقى عفير طايح</w:t>
            </w:r>
            <w:r w:rsidR="002C19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14:paraId="69CFD417" w14:textId="77777777" w:rsidR="002C19C4" w:rsidRDefault="002C19C4" w:rsidP="00C25BB6">
            <w:pPr>
              <w:pStyle w:val="libPoem"/>
              <w:rPr>
                <w:rtl/>
              </w:rPr>
            </w:pPr>
          </w:p>
        </w:tc>
        <w:tc>
          <w:tcPr>
            <w:tcW w:w="3658" w:type="dxa"/>
          </w:tcPr>
          <w:p w14:paraId="6508694B" w14:textId="77777777" w:rsidR="002C19C4" w:rsidRDefault="00A63856" w:rsidP="00C25BB6">
            <w:pPr>
              <w:pStyle w:val="libPoem"/>
            </w:pPr>
            <w:r>
              <w:rPr>
                <w:rtl/>
                <w:lang w:bidi="fa-IR"/>
              </w:rPr>
              <w:t>راضي انا ابها لتربة اُوحطوا على هالوادي</w:t>
            </w:r>
            <w:r w:rsidR="002C19C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19C4" w14:paraId="72C078F3" w14:textId="77777777" w:rsidTr="00A6385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12" w:type="dxa"/>
          </w:tcPr>
          <w:p w14:paraId="6A02FF80" w14:textId="77777777" w:rsidR="002C19C4" w:rsidRDefault="00A63856" w:rsidP="00C25BB6">
            <w:pPr>
              <w:pStyle w:val="libPoem"/>
            </w:pPr>
            <w:r>
              <w:rPr>
                <w:rtl/>
                <w:lang w:bidi="fa-IR"/>
              </w:rPr>
              <w:t>وابها الأرض يصحابي نصبوا الأظلّة فيها</w:t>
            </w:r>
            <w:r w:rsidR="002C19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14:paraId="1010D082" w14:textId="77777777" w:rsidR="002C19C4" w:rsidRDefault="002C19C4" w:rsidP="00C25BB6">
            <w:pPr>
              <w:pStyle w:val="libPoem"/>
              <w:rPr>
                <w:rtl/>
              </w:rPr>
            </w:pPr>
          </w:p>
        </w:tc>
        <w:tc>
          <w:tcPr>
            <w:tcW w:w="3658" w:type="dxa"/>
          </w:tcPr>
          <w:p w14:paraId="701BBA21" w14:textId="77777777" w:rsidR="002C19C4" w:rsidRDefault="00A63856" w:rsidP="00A63856">
            <w:pPr>
              <w:pStyle w:val="libPoem"/>
            </w:pPr>
            <w:r>
              <w:rPr>
                <w:rtl/>
                <w:lang w:bidi="fa-IR"/>
              </w:rPr>
              <w:t>وابهاالأرض يصحابي تسفك دمانا فيها</w:t>
            </w:r>
            <w:r w:rsidR="002C19C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19C4" w14:paraId="0AA47A73" w14:textId="77777777" w:rsidTr="00A6385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12" w:type="dxa"/>
          </w:tcPr>
          <w:p w14:paraId="5CECF0F2" w14:textId="77777777" w:rsidR="002C19C4" w:rsidRDefault="00A63856" w:rsidP="00C25BB6">
            <w:pPr>
              <w:pStyle w:val="libPoem"/>
            </w:pPr>
            <w:r>
              <w:rPr>
                <w:rtl/>
                <w:lang w:bidi="fa-IR"/>
              </w:rPr>
              <w:t>وابها الأرض يصحابي تهتك حرمنا بيها</w:t>
            </w:r>
            <w:r w:rsidR="002C19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14:paraId="08E458B2" w14:textId="77777777" w:rsidR="002C19C4" w:rsidRDefault="002C19C4" w:rsidP="00C25BB6">
            <w:pPr>
              <w:pStyle w:val="libPoem"/>
              <w:rPr>
                <w:rtl/>
              </w:rPr>
            </w:pPr>
          </w:p>
        </w:tc>
        <w:tc>
          <w:tcPr>
            <w:tcW w:w="3658" w:type="dxa"/>
          </w:tcPr>
          <w:p w14:paraId="3B2B63E7" w14:textId="77777777" w:rsidR="002C19C4" w:rsidRDefault="00A63856" w:rsidP="00C25BB6">
            <w:pPr>
              <w:pStyle w:val="libPoem"/>
            </w:pPr>
            <w:r>
              <w:rPr>
                <w:rtl/>
                <w:lang w:bidi="fa-IR"/>
              </w:rPr>
              <w:t>راضي انا ابها لتربة اُوحطّوا على هالوادي</w:t>
            </w:r>
            <w:r w:rsidR="002C19C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19C4" w14:paraId="6C6606A4" w14:textId="77777777" w:rsidTr="00A6385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12" w:type="dxa"/>
          </w:tcPr>
          <w:p w14:paraId="62FA45F9" w14:textId="77777777" w:rsidR="002C19C4" w:rsidRDefault="00A63856" w:rsidP="00C25BB6">
            <w:pPr>
              <w:pStyle w:val="libPoem"/>
            </w:pPr>
            <w:r>
              <w:rPr>
                <w:rtl/>
                <w:lang w:bidi="fa-IR"/>
              </w:rPr>
              <w:t>فيها بقاسي بلوى اُوفيها بقاسي كربه</w:t>
            </w:r>
            <w:r w:rsidR="002C19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14:paraId="365B4423" w14:textId="77777777" w:rsidR="002C19C4" w:rsidRDefault="002C19C4" w:rsidP="00C25BB6">
            <w:pPr>
              <w:pStyle w:val="libPoem"/>
              <w:rPr>
                <w:rtl/>
              </w:rPr>
            </w:pPr>
          </w:p>
        </w:tc>
        <w:tc>
          <w:tcPr>
            <w:tcW w:w="3658" w:type="dxa"/>
          </w:tcPr>
          <w:p w14:paraId="6651D505" w14:textId="77777777" w:rsidR="002C19C4" w:rsidRDefault="00A63856" w:rsidP="00A63856">
            <w:pPr>
              <w:pStyle w:val="libPoem"/>
            </w:pPr>
            <w:r>
              <w:rPr>
                <w:rtl/>
                <w:lang w:bidi="fa-IR"/>
              </w:rPr>
              <w:t>اُوفيهابجاهدلعدى امن الماي ماحصل شربه</w:t>
            </w:r>
            <w:r w:rsidR="002C19C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19C4" w14:paraId="1182F8D4" w14:textId="77777777" w:rsidTr="00A6385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12" w:type="dxa"/>
          </w:tcPr>
          <w:p w14:paraId="2119BC03" w14:textId="77777777" w:rsidR="002C19C4" w:rsidRDefault="00A63856" w:rsidP="00A63856">
            <w:pPr>
              <w:pStyle w:val="libPoem"/>
            </w:pPr>
            <w:r>
              <w:rPr>
                <w:rtl/>
                <w:lang w:bidi="fa-IR"/>
              </w:rPr>
              <w:t>ماجيت اناامن ابلادي اُوعفت الوطن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والمربى</w:t>
            </w:r>
            <w:r w:rsidR="002C19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14:paraId="734E916F" w14:textId="77777777" w:rsidR="002C19C4" w:rsidRDefault="002C19C4" w:rsidP="00C25BB6">
            <w:pPr>
              <w:pStyle w:val="libPoem"/>
              <w:rPr>
                <w:rtl/>
              </w:rPr>
            </w:pPr>
          </w:p>
        </w:tc>
        <w:tc>
          <w:tcPr>
            <w:tcW w:w="3658" w:type="dxa"/>
          </w:tcPr>
          <w:p w14:paraId="282E4111" w14:textId="77777777" w:rsidR="002C19C4" w:rsidRDefault="00A63856" w:rsidP="00C25BB6">
            <w:pPr>
              <w:pStyle w:val="libPoem"/>
            </w:pPr>
            <w:r>
              <w:rPr>
                <w:rtl/>
                <w:lang w:bidi="fa-IR"/>
              </w:rPr>
              <w:t>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ابنزل فيها اُوحطّوا على هالوادي</w:t>
            </w:r>
            <w:r w:rsidR="002C19C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19C4" w14:paraId="5F8DF6C7" w14:textId="77777777" w:rsidTr="00A6385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12" w:type="dxa"/>
          </w:tcPr>
          <w:p w14:paraId="689093B6" w14:textId="77777777" w:rsidR="002C19C4" w:rsidRDefault="00A63856" w:rsidP="00C25BB6">
            <w:pPr>
              <w:pStyle w:val="libPoem"/>
            </w:pPr>
            <w:r>
              <w:rPr>
                <w:rtl/>
                <w:lang w:bidi="fa-IR"/>
              </w:rPr>
              <w:t>كُل من يشيله حظّه اُوكل من يشيله سعده</w:t>
            </w:r>
            <w:r w:rsidR="002C19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14:paraId="0D7F9DE3" w14:textId="77777777" w:rsidR="002C19C4" w:rsidRDefault="002C19C4" w:rsidP="00C25BB6">
            <w:pPr>
              <w:pStyle w:val="libPoem"/>
              <w:rPr>
                <w:rtl/>
              </w:rPr>
            </w:pPr>
          </w:p>
        </w:tc>
        <w:tc>
          <w:tcPr>
            <w:tcW w:w="3658" w:type="dxa"/>
          </w:tcPr>
          <w:p w14:paraId="73D8CF19" w14:textId="77777777" w:rsidR="002C19C4" w:rsidRDefault="00A63856" w:rsidP="00C25BB6">
            <w:pPr>
              <w:pStyle w:val="libPoem"/>
            </w:pPr>
            <w:r>
              <w:rPr>
                <w:rtl/>
                <w:lang w:bidi="fa-IR"/>
              </w:rPr>
              <w:t>واللي يريد الروحه واللي يريد القعده</w:t>
            </w:r>
            <w:r w:rsidR="002C19C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441248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F4927" w14:paraId="46E96458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32225E80" w14:textId="77777777" w:rsidR="008F4927" w:rsidRDefault="008F4927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اُوأمّا أنا ابها لتربة بانزل اُو باقضي مدّه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B903515" w14:textId="77777777" w:rsidR="008F4927" w:rsidRDefault="008F492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65145A4" w14:textId="77777777" w:rsidR="008F4927" w:rsidRDefault="008F4927" w:rsidP="00C25BB6">
            <w:pPr>
              <w:pStyle w:val="libPoem"/>
            </w:pPr>
            <w:r>
              <w:rPr>
                <w:rtl/>
                <w:lang w:bidi="fa-IR"/>
              </w:rPr>
              <w:t>حتّى الأرض نادتني حطّوا على هالوادي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927" w14:paraId="7F0CE3A4" w14:textId="77777777" w:rsidTr="00C25BB6">
        <w:trPr>
          <w:trHeight w:val="350"/>
        </w:trPr>
        <w:tc>
          <w:tcPr>
            <w:tcW w:w="3920" w:type="dxa"/>
          </w:tcPr>
          <w:p w14:paraId="02BB4D8D" w14:textId="77777777" w:rsidR="008F4927" w:rsidRDefault="008F4927" w:rsidP="00C25BB6">
            <w:pPr>
              <w:pStyle w:val="libPoem"/>
            </w:pPr>
            <w:r>
              <w:rPr>
                <w:rtl/>
                <w:lang w:bidi="fa-IR"/>
              </w:rPr>
              <w:t>هذي خبرها عندي منك لَحد يسألني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9ADBEF" w14:textId="77777777" w:rsidR="008F4927" w:rsidRDefault="008F492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F44521" w14:textId="77777777" w:rsidR="008F4927" w:rsidRDefault="008F4927" w:rsidP="00C25BB6">
            <w:pPr>
              <w:pStyle w:val="libPoem"/>
            </w:pPr>
            <w:r>
              <w:rPr>
                <w:rtl/>
                <w:lang w:bidi="fa-IR"/>
              </w:rPr>
              <w:t>فيها الاعادي لازم في عزوتي تفجعني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927" w14:paraId="34A0DC3F" w14:textId="77777777" w:rsidTr="00C25BB6">
        <w:trPr>
          <w:trHeight w:val="350"/>
        </w:trPr>
        <w:tc>
          <w:tcPr>
            <w:tcW w:w="3920" w:type="dxa"/>
          </w:tcPr>
          <w:p w14:paraId="2C8616EC" w14:textId="77777777" w:rsidR="008F4927" w:rsidRDefault="008F4927" w:rsidP="00C25BB6">
            <w:pPr>
              <w:pStyle w:val="libPoem"/>
            </w:pPr>
            <w:r>
              <w:rPr>
                <w:rtl/>
                <w:lang w:bidi="fa-IR"/>
              </w:rPr>
              <w:t>اوفيها يجيني سهم في لبتي اويصرعني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2A1774" w14:textId="77777777" w:rsidR="008F4927" w:rsidRDefault="008F492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D28E0F" w14:textId="77777777" w:rsidR="008F4927" w:rsidRDefault="008F4927" w:rsidP="008F4927">
            <w:pPr>
              <w:pStyle w:val="libPoem"/>
            </w:pPr>
            <w:r>
              <w:rPr>
                <w:rtl/>
                <w:lang w:bidi="fa-IR"/>
              </w:rPr>
              <w:t>اُوبيهاهتف بي هاتف حطّواعلى هالوادي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927" w14:paraId="488F45C9" w14:textId="77777777" w:rsidTr="00C25BB6">
        <w:trPr>
          <w:trHeight w:val="350"/>
        </w:trPr>
        <w:tc>
          <w:tcPr>
            <w:tcW w:w="3920" w:type="dxa"/>
          </w:tcPr>
          <w:p w14:paraId="1A2E2E09" w14:textId="77777777" w:rsidR="008F4927" w:rsidRDefault="008F4927" w:rsidP="00C25BB6">
            <w:pPr>
              <w:pStyle w:val="libPoem"/>
            </w:pPr>
            <w:r>
              <w:rPr>
                <w:rtl/>
                <w:lang w:bidi="fa-IR"/>
              </w:rPr>
              <w:t>اُوفيها بشوف اِبعيني مثل الضحايا ارجالي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A8DE3E" w14:textId="77777777" w:rsidR="008F4927" w:rsidRDefault="008F492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62DB9A" w14:textId="77777777" w:rsidR="008F4927" w:rsidRDefault="008F4927" w:rsidP="00C25BB6">
            <w:pPr>
              <w:pStyle w:val="libPoem"/>
            </w:pPr>
            <w:r>
              <w:rPr>
                <w:rtl/>
                <w:lang w:bidi="fa-IR"/>
              </w:rPr>
              <w:t>اُوفيها حرمنا تبقى حسراء ابليّا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927" w14:paraId="5539D639" w14:textId="77777777" w:rsidTr="00C25BB6">
        <w:trPr>
          <w:trHeight w:val="350"/>
        </w:trPr>
        <w:tc>
          <w:tcPr>
            <w:tcW w:w="3920" w:type="dxa"/>
          </w:tcPr>
          <w:p w14:paraId="3B751B9E" w14:textId="77777777" w:rsidR="008F4927" w:rsidRDefault="008F4927" w:rsidP="00C25BB6">
            <w:pPr>
              <w:pStyle w:val="libPoem"/>
            </w:pPr>
            <w:r>
              <w:rPr>
                <w:rtl/>
                <w:lang w:bidi="fa-IR"/>
              </w:rPr>
              <w:t>بين العدى اتحاكيني ضيعتني يالوالي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B15B69" w14:textId="77777777" w:rsidR="008F4927" w:rsidRDefault="008F492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0C8AE9" w14:textId="77777777" w:rsidR="008F4927" w:rsidRDefault="008F4927" w:rsidP="00C25BB6">
            <w:pPr>
              <w:pStyle w:val="libPoem"/>
            </w:pPr>
            <w:r>
              <w:rPr>
                <w:rtl/>
                <w:lang w:bidi="fa-IR"/>
              </w:rPr>
              <w:t>نصبوا الأظلّة فيا اُوحطّوا على هالوادي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6DC30C9" w14:textId="77777777" w:rsidR="00EE7C84" w:rsidRDefault="00EE7C84" w:rsidP="008F4927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F4927" w14:paraId="0ED2AF1B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68484DF5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طنّب اخيامه اُوحامة اطيور المنيّه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8E3A006" w14:textId="77777777" w:rsidR="008F4927" w:rsidRDefault="008F492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F7ECEDD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من حوله العدوان حلقة مستويه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927" w14:paraId="27412C0F" w14:textId="77777777" w:rsidTr="00C25BB6">
        <w:trPr>
          <w:trHeight w:val="350"/>
        </w:trPr>
        <w:tc>
          <w:tcPr>
            <w:tcW w:w="3920" w:type="dxa"/>
          </w:tcPr>
          <w:p w14:paraId="439468D6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في الليل جمعهم اُوقال الليل ممدود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86C544" w14:textId="77777777" w:rsidR="008F4927" w:rsidRDefault="008F492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4A8E47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روحوا ولا للقوم غيري أبد مقصود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927" w14:paraId="416DC666" w14:textId="77777777" w:rsidTr="00C25BB6">
        <w:trPr>
          <w:trHeight w:val="350"/>
        </w:trPr>
        <w:tc>
          <w:tcPr>
            <w:tcW w:w="3920" w:type="dxa"/>
          </w:tcPr>
          <w:p w14:paraId="0A44155E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ثاروا ما بين ايديه كُلهم ثورة اسود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F4696C" w14:textId="77777777" w:rsidR="008F4927" w:rsidRDefault="008F492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7D4FDD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اُوقالوا صلح العيد يوم الغاضريّه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927" w14:paraId="0EB56E58" w14:textId="77777777" w:rsidTr="00C25BB6">
        <w:trPr>
          <w:trHeight w:val="350"/>
        </w:trPr>
        <w:tc>
          <w:tcPr>
            <w:tcW w:w="3920" w:type="dxa"/>
          </w:tcPr>
          <w:p w14:paraId="2B610D4C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أمّر علينا كلنا الأمرك فلا انحود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47F912" w14:textId="77777777" w:rsidR="008F4927" w:rsidRDefault="008F492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2B06EB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إحنا اَطناب امخيمك وانته لها اعمود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927" w14:paraId="69ACCEE1" w14:textId="77777777" w:rsidTr="00C25BB6">
        <w:trPr>
          <w:trHeight w:val="350"/>
        </w:trPr>
        <w:tc>
          <w:tcPr>
            <w:tcW w:w="3920" w:type="dxa"/>
          </w:tcPr>
          <w:p w14:paraId="6156DAF1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بارواحنا نفديك يا غاية المقصود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1A397F" w14:textId="77777777" w:rsidR="008F4927" w:rsidRDefault="008F492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1CB731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وانته الظلال اُونلتجي كلنا ابفيّه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927" w14:paraId="7B63B437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5898626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اتمطى أبو فاضل على الراية اُو حملها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EC35AD" w14:textId="77777777" w:rsidR="008F4927" w:rsidRDefault="008F492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D3E778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اُوهزها اُوطنها اُوفي اصدور القوم فلها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927" w14:paraId="626E5B10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B05A914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اوحدر على القيمان والعسكر ذهلها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342AEC" w14:textId="77777777" w:rsidR="008F4927" w:rsidRDefault="008F492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5F8496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والقوم زلزلها ابصولة حيدريّه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927" w14:paraId="01A9E158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EA85638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اُولكبر مثل طير السعد حايم على القوم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008147" w14:textId="77777777" w:rsidR="008F4927" w:rsidRDefault="008F492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6C5FF4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ياما اسباع البر دعاهم تشبع الحوم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927" w14:paraId="1F70EF4C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D36AE4E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والشمس غابت واظهرت للناس لنجوم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C9CF29" w14:textId="77777777" w:rsidR="008F4927" w:rsidRDefault="008F492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1D41C6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اينادي يحي الموت بارض الغاضريّه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927" w14:paraId="3A2CFE08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A98EA16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اُو زينب اتعاينهم اُوتصفق راح ابراح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591FA9" w14:textId="77777777" w:rsidR="008F4927" w:rsidRDefault="008F492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209625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واتقول يا دهر حلو وياهم ارواح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927" w14:paraId="39BDEAF4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B1A44A8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افراح يا ربي لا تبدلها بلتراح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C8D35F" w14:textId="77777777" w:rsidR="008F4927" w:rsidRDefault="008F492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61C48B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الله يعود اَهلي امن ارض الغاضريّه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5EB600B" w14:textId="77777777" w:rsidR="00EE7C84" w:rsidRDefault="00EE7C84" w:rsidP="008F4927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F4927" w14:paraId="76C494BB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71D051D2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كنّك سفينة نوح يارض الغاضريّه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FDFDE99" w14:textId="77777777" w:rsidR="008F4927" w:rsidRDefault="008F492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A6B706B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لمن لفاك اِحسين باصحاب الحميّه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927" w14:paraId="10D75003" w14:textId="77777777" w:rsidTr="00C25BB6">
        <w:trPr>
          <w:trHeight w:val="350"/>
        </w:trPr>
        <w:tc>
          <w:tcPr>
            <w:tcW w:w="3920" w:type="dxa"/>
          </w:tcPr>
          <w:p w14:paraId="6E8ABE4B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جاك ابحريمه اُو عزوته ايحث الظعينه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B346E5" w14:textId="77777777" w:rsidR="008F4927" w:rsidRDefault="008F492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B39E94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جلك يحث السير من ارض المدينه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927" w14:paraId="5C01D87C" w14:textId="77777777" w:rsidTr="00C25BB6">
        <w:trPr>
          <w:trHeight w:val="350"/>
        </w:trPr>
        <w:tc>
          <w:tcPr>
            <w:tcW w:w="3920" w:type="dxa"/>
          </w:tcPr>
          <w:p w14:paraId="2F253811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اُودارت عساكرها عن اِشماله اُويمينه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E4A7C3" w14:textId="77777777" w:rsidR="008F4927" w:rsidRDefault="008F492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04B788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اُونادى على العبّاس خويه يا شفيّه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927" w14:paraId="128DE8C4" w14:textId="77777777" w:rsidTr="00C25BB6">
        <w:trPr>
          <w:trHeight w:val="350"/>
        </w:trPr>
        <w:tc>
          <w:tcPr>
            <w:tcW w:w="3920" w:type="dxa"/>
          </w:tcPr>
          <w:p w14:paraId="4DDB0575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اوقله يخويّه بالعجل طنّب الخيمه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6D2F5F" w14:textId="77777777" w:rsidR="008F4927" w:rsidRDefault="008F492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BF2F80" w14:textId="77777777" w:rsidR="008F4927" w:rsidRDefault="00EA336F" w:rsidP="00C25BB6">
            <w:pPr>
              <w:pStyle w:val="libPoem"/>
            </w:pPr>
            <w:r>
              <w:rPr>
                <w:rtl/>
                <w:lang w:bidi="fa-IR"/>
              </w:rPr>
              <w:t>اُونادى على اصحابه الشفايا هل الشيمه</w:t>
            </w:r>
            <w:r w:rsidR="008F492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927619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75B89" w14:paraId="2D7EBEB4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26D70AFD" w14:textId="77777777" w:rsidR="00875B89" w:rsidRDefault="00875B89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كُل من يثور إلى الحرب يحمي حريمه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2CD436F" w14:textId="77777777" w:rsidR="00875B89" w:rsidRDefault="00875B8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7A0C3A7" w14:textId="77777777" w:rsidR="00875B89" w:rsidRDefault="00875B89" w:rsidP="00C25BB6">
            <w:pPr>
              <w:pStyle w:val="libPoem"/>
            </w:pPr>
            <w:r>
              <w:rPr>
                <w:rtl/>
                <w:lang w:bidi="fa-IR"/>
              </w:rPr>
              <w:t>اُوأمّا البطل عبّاس نادى ابصوت هيّه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5B89" w14:paraId="1E311121" w14:textId="77777777" w:rsidTr="00C25BB6">
        <w:trPr>
          <w:trHeight w:val="350"/>
        </w:trPr>
        <w:tc>
          <w:tcPr>
            <w:tcW w:w="3920" w:type="dxa"/>
          </w:tcPr>
          <w:p w14:paraId="7266BB7B" w14:textId="77777777" w:rsidR="00875B89" w:rsidRDefault="00875B89" w:rsidP="00C25BB6">
            <w:pPr>
              <w:pStyle w:val="libPoem"/>
            </w:pPr>
            <w:r>
              <w:rPr>
                <w:rtl/>
                <w:lang w:bidi="fa-IR"/>
              </w:rPr>
              <w:t>اُونادى يفرسان الحرب علقوا النيران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335172" w14:textId="77777777" w:rsidR="00875B89" w:rsidRDefault="00875B8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C874AE" w14:textId="77777777" w:rsidR="00875B89" w:rsidRDefault="00875B89" w:rsidP="00C25BB6">
            <w:pPr>
              <w:pStyle w:val="libPoem"/>
            </w:pPr>
            <w:r>
              <w:rPr>
                <w:rtl/>
                <w:lang w:bidi="fa-IR"/>
              </w:rPr>
              <w:t>شوفوا حوالي اخيامكم دارت القيمان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5B89" w14:paraId="6B004CAE" w14:textId="77777777" w:rsidTr="00C25BB6">
        <w:trPr>
          <w:trHeight w:val="350"/>
        </w:trPr>
        <w:tc>
          <w:tcPr>
            <w:tcW w:w="3920" w:type="dxa"/>
          </w:tcPr>
          <w:p w14:paraId="5B6AD144" w14:textId="77777777" w:rsidR="00875B89" w:rsidRDefault="00875B89" w:rsidP="00C25BB6">
            <w:pPr>
              <w:pStyle w:val="libPoem"/>
            </w:pPr>
            <w:r>
              <w:rPr>
                <w:rtl/>
                <w:lang w:bidi="fa-IR"/>
              </w:rPr>
              <w:t>نصروا امام اللي بقى ابلطف حيران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EAF2F9" w14:textId="77777777" w:rsidR="00875B89" w:rsidRDefault="00875B8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78090E" w14:textId="77777777" w:rsidR="00875B89" w:rsidRDefault="00875B89" w:rsidP="00C25BB6">
            <w:pPr>
              <w:pStyle w:val="libPoem"/>
            </w:pPr>
            <w:r>
              <w:rPr>
                <w:rtl/>
                <w:lang w:bidi="fa-IR"/>
              </w:rPr>
              <w:t>واحموا ذمامه واشربوا دونه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5B89" w14:paraId="5871C54A" w14:textId="77777777" w:rsidTr="00C25BB6">
        <w:trPr>
          <w:trHeight w:val="350"/>
        </w:trPr>
        <w:tc>
          <w:tcPr>
            <w:tcW w:w="3920" w:type="dxa"/>
          </w:tcPr>
          <w:p w14:paraId="058A8CF3" w14:textId="77777777" w:rsidR="00875B89" w:rsidRDefault="00875B89" w:rsidP="00C25BB6">
            <w:pPr>
              <w:pStyle w:val="libPoem"/>
            </w:pPr>
            <w:r>
              <w:rPr>
                <w:rtl/>
                <w:lang w:bidi="fa-IR"/>
              </w:rPr>
              <w:t>اُو زينب لفت تنعى اُودمع العين هاطل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4E02BF" w14:textId="77777777" w:rsidR="00875B89" w:rsidRDefault="00875B8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CC2344" w14:textId="77777777" w:rsidR="00875B89" w:rsidRDefault="00875B89" w:rsidP="00C25BB6">
            <w:pPr>
              <w:pStyle w:val="libPoem"/>
            </w:pPr>
            <w:r>
              <w:rPr>
                <w:rtl/>
                <w:lang w:bidi="fa-IR"/>
              </w:rPr>
              <w:t>تنخى البطل عبّاس اُومنها الدمع سايل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5B89" w14:paraId="645C4EA0" w14:textId="77777777" w:rsidTr="00C25BB6">
        <w:trPr>
          <w:trHeight w:val="350"/>
        </w:trPr>
        <w:tc>
          <w:tcPr>
            <w:tcW w:w="3920" w:type="dxa"/>
          </w:tcPr>
          <w:p w14:paraId="1FAA7CB4" w14:textId="77777777" w:rsidR="00875B89" w:rsidRDefault="00875B89" w:rsidP="00C25BB6">
            <w:pPr>
              <w:pStyle w:val="libPoem"/>
            </w:pPr>
            <w:r>
              <w:rPr>
                <w:rtl/>
                <w:lang w:bidi="fa-IR"/>
              </w:rPr>
              <w:t>بعدك يخويه وين تمضي هالأ رامل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7ED08B" w14:textId="77777777" w:rsidR="00875B89" w:rsidRDefault="00875B8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134575" w14:textId="77777777" w:rsidR="00875B89" w:rsidRDefault="00875B89" w:rsidP="00C25BB6">
            <w:pPr>
              <w:pStyle w:val="libPoem"/>
            </w:pPr>
            <w:r>
              <w:rPr>
                <w:rtl/>
                <w:lang w:bidi="fa-IR"/>
              </w:rPr>
              <w:t>شيلوا بنا من كربلا قبل المسيّه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5B89" w14:paraId="695AA6BB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4414803" w14:textId="77777777" w:rsidR="00875B89" w:rsidRDefault="00875B89" w:rsidP="00C25BB6">
            <w:pPr>
              <w:pStyle w:val="libPoem"/>
            </w:pPr>
            <w:r>
              <w:rPr>
                <w:rtl/>
                <w:lang w:bidi="fa-IR"/>
              </w:rPr>
              <w:t>نادى عليها والدمع جاري ابتبديد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74668C" w14:textId="77777777" w:rsidR="00875B89" w:rsidRDefault="00875B8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8EB8F6" w14:textId="77777777" w:rsidR="00875B89" w:rsidRDefault="00875B89" w:rsidP="00C25BB6">
            <w:pPr>
              <w:pStyle w:val="libPoem"/>
            </w:pPr>
            <w:r>
              <w:rPr>
                <w:rtl/>
                <w:lang w:bidi="fa-IR"/>
              </w:rPr>
              <w:t>يمخدره بويه علي حيدر الصنديد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5B89" w14:paraId="2D49B5D5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5BB4D51" w14:textId="77777777" w:rsidR="00875B89" w:rsidRDefault="00875B89" w:rsidP="00C25BB6">
            <w:pPr>
              <w:pStyle w:val="libPoem"/>
            </w:pPr>
            <w:r>
              <w:rPr>
                <w:rtl/>
                <w:lang w:bidi="fa-IR"/>
              </w:rPr>
              <w:t>يختي تروحي امسلبه للشام ليزيد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920029" w14:textId="77777777" w:rsidR="00875B89" w:rsidRDefault="00875B8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1CCF4E" w14:textId="77777777" w:rsidR="00875B89" w:rsidRDefault="00875B89" w:rsidP="00C25BB6">
            <w:pPr>
              <w:pStyle w:val="libPoem"/>
            </w:pPr>
            <w:r>
              <w:rPr>
                <w:rtl/>
                <w:lang w:bidi="fa-IR"/>
              </w:rPr>
              <w:t>انتي اُوراس اِحسين للطاغي هديّه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5B89" w14:paraId="2F354926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FD185B1" w14:textId="77777777" w:rsidR="00875B89" w:rsidRDefault="00875B89" w:rsidP="00C25BB6">
            <w:pPr>
              <w:pStyle w:val="libPoem"/>
            </w:pPr>
            <w:r>
              <w:rPr>
                <w:rtl/>
                <w:lang w:bidi="fa-IR"/>
              </w:rPr>
              <w:t>نادت يبو فاضل تردوني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02C4EC" w14:textId="77777777" w:rsidR="00875B89" w:rsidRDefault="00875B8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4961B0" w14:textId="77777777" w:rsidR="00875B89" w:rsidRDefault="00875B89" w:rsidP="00C25BB6">
            <w:pPr>
              <w:pStyle w:val="libPoem"/>
            </w:pPr>
            <w:r>
              <w:rPr>
                <w:rtl/>
                <w:lang w:bidi="fa-IR"/>
              </w:rPr>
              <w:t>قبل السبى يوقع اُواقبل الذل 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5B89" w14:paraId="4D840072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A43F0BA" w14:textId="77777777" w:rsidR="00875B89" w:rsidRDefault="00875B89" w:rsidP="00C25BB6">
            <w:pPr>
              <w:pStyle w:val="libPoem"/>
            </w:pPr>
            <w:r>
              <w:rPr>
                <w:rtl/>
                <w:lang w:bidi="fa-IR"/>
              </w:rPr>
              <w:t>ترضى علينا بالسبا ترضى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76D2B6" w14:textId="77777777" w:rsidR="00875B89" w:rsidRDefault="00875B8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7E3A00" w14:textId="77777777" w:rsidR="00875B89" w:rsidRDefault="00875B89" w:rsidP="00C25BB6">
            <w:pPr>
              <w:pStyle w:val="libPoem"/>
            </w:pPr>
            <w:r>
              <w:rPr>
                <w:rtl/>
                <w:lang w:bidi="fa-IR"/>
              </w:rPr>
              <w:t>يا ليت يحضرنا علي ناغر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C11E536" w14:textId="77777777" w:rsidR="00EE7C84" w:rsidRDefault="00EE7C84" w:rsidP="00875B8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75B89" w14:paraId="2AAB0E78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3593339E" w14:textId="77777777" w:rsidR="00875B89" w:rsidRDefault="00C12AFB" w:rsidP="00C25BB6">
            <w:pPr>
              <w:pStyle w:val="libPoem"/>
            </w:pPr>
            <w:r>
              <w:rPr>
                <w:rtl/>
                <w:lang w:bidi="fa-IR"/>
              </w:rPr>
              <w:t>بالله عن الشبان صدّي يا منيّه</w:t>
            </w:r>
            <w:r w:rsidR="00875B8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B2FF68F" w14:textId="77777777" w:rsidR="00875B89" w:rsidRDefault="00875B8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A12B4B3" w14:textId="77777777" w:rsidR="00875B89" w:rsidRDefault="00C12AFB" w:rsidP="00C25BB6">
            <w:pPr>
              <w:pStyle w:val="libPoem"/>
            </w:pPr>
            <w:r>
              <w:rPr>
                <w:rtl/>
                <w:lang w:bidi="fa-IR"/>
              </w:rPr>
              <w:t>خلي لنا العبّاس في الدّنيا بقيّه</w:t>
            </w:r>
            <w:r w:rsidR="00875B8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5B89" w14:paraId="506E5A01" w14:textId="77777777" w:rsidTr="00C25BB6">
        <w:trPr>
          <w:trHeight w:val="350"/>
        </w:trPr>
        <w:tc>
          <w:tcPr>
            <w:tcW w:w="3920" w:type="dxa"/>
          </w:tcPr>
          <w:p w14:paraId="7F56EA75" w14:textId="77777777" w:rsidR="00875B89" w:rsidRDefault="00C12AFB" w:rsidP="00C25BB6">
            <w:pPr>
              <w:pStyle w:val="libPoem"/>
            </w:pPr>
            <w:r>
              <w:rPr>
                <w:rtl/>
                <w:lang w:bidi="fa-IR"/>
              </w:rPr>
              <w:t>شبّان محلاهم اذا ركبوا على الخيل</w:t>
            </w:r>
            <w:r w:rsidR="00875B8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6D74AD" w14:textId="77777777" w:rsidR="00875B89" w:rsidRDefault="00875B8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21F986" w14:textId="77777777" w:rsidR="00875B89" w:rsidRDefault="00C12AFB" w:rsidP="00C25BB6">
            <w:pPr>
              <w:pStyle w:val="libPoem"/>
            </w:pPr>
            <w:r>
              <w:rPr>
                <w:rtl/>
                <w:lang w:bidi="fa-IR"/>
              </w:rPr>
              <w:t>اُوياما حلاهم في المساجد تالي الليل</w:t>
            </w:r>
            <w:r w:rsidR="00875B8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5B89" w14:paraId="15D3396C" w14:textId="77777777" w:rsidTr="00C25BB6">
        <w:trPr>
          <w:trHeight w:val="350"/>
        </w:trPr>
        <w:tc>
          <w:tcPr>
            <w:tcW w:w="3920" w:type="dxa"/>
          </w:tcPr>
          <w:p w14:paraId="347FA76A" w14:textId="77777777" w:rsidR="00875B89" w:rsidRDefault="00C12AFB" w:rsidP="00C25BB6">
            <w:pPr>
              <w:pStyle w:val="libPoem"/>
            </w:pPr>
            <w:r>
              <w:rPr>
                <w:rtl/>
                <w:lang w:bidi="fa-IR"/>
              </w:rPr>
              <w:t>اشتاقوا إلى الجنّة اُوراحوا الها ابتعجيل</w:t>
            </w:r>
            <w:r w:rsidR="00875B8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465930" w14:textId="77777777" w:rsidR="00875B89" w:rsidRDefault="00875B8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D84B72" w14:textId="77777777" w:rsidR="00875B89" w:rsidRDefault="00C12AFB" w:rsidP="00C25BB6">
            <w:pPr>
              <w:pStyle w:val="libPoem"/>
            </w:pPr>
            <w:r>
              <w:rPr>
                <w:rtl/>
                <w:lang w:bidi="fa-IR"/>
              </w:rPr>
              <w:t>ويلي عليهم يوم وصلوا الغاضريّه</w:t>
            </w:r>
            <w:r w:rsidR="00875B8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5B89" w14:paraId="459692BF" w14:textId="77777777" w:rsidTr="00C25BB6">
        <w:trPr>
          <w:trHeight w:val="350"/>
        </w:trPr>
        <w:tc>
          <w:tcPr>
            <w:tcW w:w="3920" w:type="dxa"/>
          </w:tcPr>
          <w:p w14:paraId="634E9204" w14:textId="77777777" w:rsidR="00875B89" w:rsidRDefault="00C12AFB" w:rsidP="00C25BB6">
            <w:pPr>
              <w:pStyle w:val="libPoem"/>
            </w:pPr>
            <w:r>
              <w:rPr>
                <w:rtl/>
                <w:lang w:bidi="fa-IR"/>
              </w:rPr>
              <w:t>شبّان صدّي يا منيّة عنهم ابصوب</w:t>
            </w:r>
            <w:r w:rsidR="00875B8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447C9E" w14:textId="77777777" w:rsidR="00875B89" w:rsidRDefault="00875B8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6D9915" w14:textId="77777777" w:rsidR="00875B89" w:rsidRDefault="00C12AFB" w:rsidP="00C25BB6">
            <w:pPr>
              <w:pStyle w:val="libPoem"/>
            </w:pPr>
            <w:r>
              <w:rPr>
                <w:rtl/>
                <w:lang w:bidi="fa-IR"/>
              </w:rPr>
              <w:t>لا تقشعين العمد خلّي البيت منصوب</w:t>
            </w:r>
            <w:r w:rsidR="00875B8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5B89" w14:paraId="788C732D" w14:textId="77777777" w:rsidTr="00C25BB6">
        <w:trPr>
          <w:trHeight w:val="350"/>
        </w:trPr>
        <w:tc>
          <w:tcPr>
            <w:tcW w:w="3920" w:type="dxa"/>
          </w:tcPr>
          <w:p w14:paraId="3C88743E" w14:textId="77777777" w:rsidR="00875B89" w:rsidRDefault="00C12AFB" w:rsidP="00C25BB6">
            <w:pPr>
              <w:pStyle w:val="libPoem"/>
            </w:pPr>
            <w:r>
              <w:rPr>
                <w:rtl/>
                <w:lang w:bidi="fa-IR"/>
              </w:rPr>
              <w:t>قالت ابفنيهم قبل ما يجيك لغروب</w:t>
            </w:r>
            <w:r w:rsidR="00875B8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E0339B" w14:textId="77777777" w:rsidR="00875B89" w:rsidRDefault="00875B8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28AD49" w14:textId="77777777" w:rsidR="00875B89" w:rsidRDefault="00C12AFB" w:rsidP="00C25BB6">
            <w:pPr>
              <w:pStyle w:val="libPoem"/>
            </w:pPr>
            <w:r>
              <w:rPr>
                <w:rtl/>
                <w:lang w:bidi="fa-IR"/>
              </w:rPr>
              <w:t>اُوتالي النهار اخيامهم تبقى خليّه</w:t>
            </w:r>
            <w:r w:rsidR="00875B8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5B89" w14:paraId="22A92870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F2B8540" w14:textId="77777777" w:rsidR="00875B89" w:rsidRDefault="00C12AFB" w:rsidP="00C25BB6">
            <w:pPr>
              <w:pStyle w:val="libPoem"/>
            </w:pPr>
            <w:r>
              <w:rPr>
                <w:rtl/>
                <w:lang w:bidi="fa-IR"/>
              </w:rPr>
              <w:t>ويّاك هالليله اُوبس تالي هلنهار</w:t>
            </w:r>
            <w:r w:rsidR="00875B8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A3C47E" w14:textId="77777777" w:rsidR="00875B89" w:rsidRDefault="00875B8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B5B9E4" w14:textId="77777777" w:rsidR="00875B89" w:rsidRDefault="007D339A" w:rsidP="00C25BB6">
            <w:pPr>
              <w:pStyle w:val="libPoem"/>
            </w:pPr>
            <w:r>
              <w:rPr>
                <w:rtl/>
                <w:lang w:bidi="fa-IR"/>
              </w:rPr>
              <w:t>اُوباكر فلا اتشوفين في هالخيم ديّار</w:t>
            </w:r>
            <w:r w:rsidR="00875B8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5B89" w14:paraId="210EB170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E81048A" w14:textId="77777777" w:rsidR="00875B89" w:rsidRDefault="007D339A" w:rsidP="00C25BB6">
            <w:pPr>
              <w:pStyle w:val="libPoem"/>
            </w:pPr>
            <w:r>
              <w:rPr>
                <w:rtl/>
                <w:lang w:bidi="fa-IR"/>
              </w:rPr>
              <w:t>الله يعينك من عقب غيبت هلقمار</w:t>
            </w:r>
            <w:r w:rsidR="00875B8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97F048" w14:textId="77777777" w:rsidR="00875B89" w:rsidRDefault="00875B8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E9E54E" w14:textId="77777777" w:rsidR="00875B89" w:rsidRDefault="007D339A" w:rsidP="00C25BB6">
            <w:pPr>
              <w:pStyle w:val="libPoem"/>
            </w:pPr>
            <w:r>
              <w:rPr>
                <w:rtl/>
                <w:lang w:bidi="fa-IR"/>
              </w:rPr>
              <w:t>بشري ابشد احبال واركوب المطيّه</w:t>
            </w:r>
            <w:r w:rsidR="00875B8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5B89" w14:paraId="611CDB77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BB9CFD5" w14:textId="77777777" w:rsidR="00875B89" w:rsidRDefault="007D339A" w:rsidP="00C25BB6">
            <w:pPr>
              <w:pStyle w:val="libPoem"/>
            </w:pPr>
            <w:r>
              <w:rPr>
                <w:rtl/>
                <w:lang w:bidi="fa-IR"/>
              </w:rPr>
              <w:t>الله يعينك عاد لا جابوا البعارين</w:t>
            </w:r>
            <w:r w:rsidR="00875B8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66F66C" w14:textId="77777777" w:rsidR="00875B89" w:rsidRDefault="00875B8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08511F" w14:textId="77777777" w:rsidR="00875B89" w:rsidRDefault="007D339A" w:rsidP="00C25BB6">
            <w:pPr>
              <w:pStyle w:val="libPoem"/>
            </w:pPr>
            <w:r>
              <w:rPr>
                <w:rtl/>
                <w:lang w:bidi="fa-IR"/>
              </w:rPr>
              <w:t>واطفالكم يبكون فوق النوق غادين</w:t>
            </w:r>
            <w:r w:rsidR="00875B8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5B89" w14:paraId="4CB4C228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B1C4FD4" w14:textId="77777777" w:rsidR="00875B89" w:rsidRDefault="007D339A" w:rsidP="00C25BB6">
            <w:pPr>
              <w:pStyle w:val="libPoem"/>
            </w:pPr>
            <w:r>
              <w:rPr>
                <w:rtl/>
                <w:lang w:bidi="fa-IR"/>
              </w:rPr>
              <w:t>اتسيرون ما تدرون لا ايّ البلادين</w:t>
            </w:r>
            <w:r w:rsidR="00875B8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2F4B8F" w14:textId="77777777" w:rsidR="00875B89" w:rsidRDefault="00875B8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729B18" w14:textId="77777777" w:rsidR="00875B89" w:rsidRDefault="007D339A" w:rsidP="00C25BB6">
            <w:pPr>
              <w:pStyle w:val="libPoem"/>
            </w:pPr>
            <w:r>
              <w:rPr>
                <w:rtl/>
                <w:lang w:bidi="fa-IR"/>
              </w:rPr>
              <w:t>اتسيروا وحثيث ابليل معْ صبح اُومسيّه</w:t>
            </w:r>
            <w:r w:rsidR="00875B8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5B89" w14:paraId="102D9866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D895B96" w14:textId="77777777" w:rsidR="00875B89" w:rsidRDefault="007D339A" w:rsidP="00C25BB6">
            <w:pPr>
              <w:pStyle w:val="libPoem"/>
            </w:pPr>
            <w:r>
              <w:rPr>
                <w:rtl/>
                <w:lang w:bidi="fa-IR"/>
              </w:rPr>
              <w:t>شبّان محلاهم وراء واِحسين قدّام</w:t>
            </w:r>
            <w:r w:rsidR="00875B8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8B6847" w14:textId="77777777" w:rsidR="00875B89" w:rsidRDefault="00875B8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2C3D03" w14:textId="77777777" w:rsidR="00875B89" w:rsidRDefault="007D339A" w:rsidP="00C25BB6">
            <w:pPr>
              <w:pStyle w:val="libPoem"/>
            </w:pPr>
            <w:r>
              <w:rPr>
                <w:rtl/>
                <w:lang w:bidi="fa-IR"/>
              </w:rPr>
              <w:t>والخيل مسروجه اُو عليها اترفرف اعلام</w:t>
            </w:r>
            <w:r w:rsidR="00875B8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5B89" w14:paraId="0DA755BE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03C41A5" w14:textId="77777777" w:rsidR="00875B89" w:rsidRDefault="007D339A" w:rsidP="00C25BB6">
            <w:pPr>
              <w:pStyle w:val="libPoem"/>
            </w:pPr>
            <w:r>
              <w:rPr>
                <w:rtl/>
                <w:lang w:bidi="fa-IR"/>
              </w:rPr>
              <w:t>والقوم ممتدة من الكوفة إلى الشام</w:t>
            </w:r>
            <w:r w:rsidR="00875B8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2AF2072" w14:textId="77777777" w:rsidR="00875B89" w:rsidRDefault="00875B89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7C9685" w14:textId="77777777" w:rsidR="00875B89" w:rsidRDefault="007D339A" w:rsidP="00C25BB6">
            <w:pPr>
              <w:pStyle w:val="libPoem"/>
            </w:pPr>
            <w:r>
              <w:rPr>
                <w:rtl/>
                <w:lang w:bidi="fa-IR"/>
              </w:rPr>
              <w:t>لو من ذكرت اِفراقهم يغشى عليّه</w:t>
            </w:r>
            <w:r w:rsidR="00875B8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791236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F2A87" w14:paraId="09A47BF3" w14:textId="77777777" w:rsidTr="00C25BB6">
        <w:trPr>
          <w:trHeight w:val="350"/>
        </w:trPr>
        <w:tc>
          <w:tcPr>
            <w:tcW w:w="3920" w:type="dxa"/>
            <w:shd w:val="clear" w:color="auto" w:fill="auto"/>
          </w:tcPr>
          <w:p w14:paraId="46071369" w14:textId="77777777" w:rsidR="003F2A87" w:rsidRDefault="003F2A87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بس يا منيّة بس كثرتي اجراحي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8806E73" w14:textId="77777777" w:rsidR="003F2A87" w:rsidRDefault="003F2A8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219FA50" w14:textId="77777777" w:rsidR="003F2A87" w:rsidRDefault="003F2A87" w:rsidP="00C25BB6">
            <w:pPr>
              <w:pStyle w:val="libPoem"/>
            </w:pPr>
            <w:r>
              <w:rPr>
                <w:rtl/>
                <w:lang w:bidi="fa-IR"/>
              </w:rPr>
              <w:t>ظلّيت مثل الطير مكسور الجناحي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2A87" w14:paraId="6F1E5EE3" w14:textId="77777777" w:rsidTr="00C25BB6">
        <w:trPr>
          <w:trHeight w:val="350"/>
        </w:trPr>
        <w:tc>
          <w:tcPr>
            <w:tcW w:w="3920" w:type="dxa"/>
          </w:tcPr>
          <w:p w14:paraId="0633C530" w14:textId="77777777" w:rsidR="003F2A87" w:rsidRDefault="003F2A87" w:rsidP="00C25BB6">
            <w:pPr>
              <w:pStyle w:val="libPoem"/>
            </w:pPr>
            <w:r>
              <w:rPr>
                <w:rtl/>
                <w:lang w:bidi="fa-IR"/>
              </w:rPr>
              <w:t>زايد علي نوح الحمايم في مناحي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2086DA" w14:textId="77777777" w:rsidR="003F2A87" w:rsidRDefault="003F2A8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9E20673" w14:textId="77777777" w:rsidR="003F2A87" w:rsidRDefault="003F2A87" w:rsidP="00C25BB6">
            <w:pPr>
              <w:pStyle w:val="libPoem"/>
            </w:pPr>
            <w:r>
              <w:rPr>
                <w:rtl/>
                <w:lang w:bidi="fa-IR"/>
              </w:rPr>
              <w:t>ونه ايطوحها ويون ونه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2A87" w14:paraId="7645E8F7" w14:textId="77777777" w:rsidTr="00C25BB6">
        <w:trPr>
          <w:trHeight w:val="350"/>
        </w:trPr>
        <w:tc>
          <w:tcPr>
            <w:tcW w:w="3920" w:type="dxa"/>
          </w:tcPr>
          <w:p w14:paraId="7B2B2711" w14:textId="77777777" w:rsidR="003F2A87" w:rsidRDefault="003F2A87" w:rsidP="00C25BB6">
            <w:pPr>
              <w:pStyle w:val="libPoem"/>
            </w:pPr>
            <w:r>
              <w:rPr>
                <w:rtl/>
                <w:lang w:bidi="fa-IR"/>
              </w:rPr>
              <w:t>لحد يجاسم يالولد يا نسل الطهار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86BA13" w14:textId="77777777" w:rsidR="003F2A87" w:rsidRDefault="003F2A8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9D5154" w14:textId="77777777" w:rsidR="003F2A87" w:rsidRDefault="003F2A87" w:rsidP="00C25BB6">
            <w:pPr>
              <w:pStyle w:val="libPoem"/>
            </w:pPr>
            <w:r>
              <w:rPr>
                <w:rtl/>
                <w:lang w:bidi="fa-IR"/>
              </w:rPr>
              <w:t>بعده شباب صار عمره اقصر الاعمار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2A87" w14:paraId="1DF95306" w14:textId="77777777" w:rsidTr="00C25BB6">
        <w:trPr>
          <w:trHeight w:val="350"/>
        </w:trPr>
        <w:tc>
          <w:tcPr>
            <w:tcW w:w="3920" w:type="dxa"/>
          </w:tcPr>
          <w:p w14:paraId="730749AF" w14:textId="77777777" w:rsidR="003F2A87" w:rsidRDefault="003F2A87" w:rsidP="00C25BB6">
            <w:pPr>
              <w:pStyle w:val="libPoem"/>
            </w:pPr>
            <w:r>
              <w:rPr>
                <w:rtl/>
                <w:lang w:bidi="fa-IR"/>
              </w:rPr>
              <w:t>دوب التيامى ما تبتلي اصغار اكبار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A2A573" w14:textId="77777777" w:rsidR="003F2A87" w:rsidRDefault="003F2A8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B215C0" w14:textId="77777777" w:rsidR="003F2A87" w:rsidRDefault="003F2A87" w:rsidP="00C25BB6">
            <w:pPr>
              <w:pStyle w:val="libPoem"/>
            </w:pPr>
            <w:r>
              <w:rPr>
                <w:rtl/>
                <w:lang w:bidi="fa-IR"/>
              </w:rPr>
              <w:t>عرّيس ولا تهنى ابيوم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2A87" w14:paraId="4A0A1B91" w14:textId="77777777" w:rsidTr="00C25BB6">
        <w:trPr>
          <w:trHeight w:val="350"/>
        </w:trPr>
        <w:tc>
          <w:tcPr>
            <w:tcW w:w="3920" w:type="dxa"/>
          </w:tcPr>
          <w:p w14:paraId="00F2D2CB" w14:textId="77777777" w:rsidR="003F2A87" w:rsidRDefault="003F2A87" w:rsidP="00C25BB6">
            <w:pPr>
              <w:pStyle w:val="libPoem"/>
            </w:pPr>
            <w:r>
              <w:rPr>
                <w:rtl/>
                <w:lang w:bidi="fa-IR"/>
              </w:rPr>
              <w:t>شبّان ما نبتت الحاهم كلهم اولاد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8D5F67" w14:textId="77777777" w:rsidR="003F2A87" w:rsidRDefault="003F2A8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91F253" w14:textId="77777777" w:rsidR="003F2A87" w:rsidRDefault="003F2A87" w:rsidP="00C25BB6">
            <w:pPr>
              <w:pStyle w:val="libPoem"/>
            </w:pPr>
            <w:r>
              <w:rPr>
                <w:rtl/>
                <w:lang w:bidi="fa-IR"/>
              </w:rPr>
              <w:t>ما ظل لي منهم سوى بس زين العباد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2A87" w14:paraId="0B81BC3D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0D0531C" w14:textId="77777777" w:rsidR="003F2A87" w:rsidRDefault="003F2A87" w:rsidP="00C25BB6">
            <w:pPr>
              <w:pStyle w:val="libPoem"/>
            </w:pPr>
            <w:r>
              <w:rPr>
                <w:rtl/>
                <w:lang w:bidi="fa-IR"/>
              </w:rPr>
              <w:t>مطروح بالخيمة يون اطريح لوساد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110CF2" w14:textId="77777777" w:rsidR="003F2A87" w:rsidRDefault="003F2A8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2A8D76" w14:textId="77777777" w:rsidR="003F2A87" w:rsidRDefault="003F2A87" w:rsidP="00C25BB6">
            <w:pPr>
              <w:pStyle w:val="libPoem"/>
            </w:pPr>
            <w:r>
              <w:rPr>
                <w:rtl/>
                <w:lang w:bidi="fa-IR"/>
              </w:rPr>
              <w:t>ونّة يطوّحها اُويون ونّة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2A87" w14:paraId="5F75DC87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B1F37DF" w14:textId="77777777" w:rsidR="003F2A87" w:rsidRDefault="003F2A87" w:rsidP="00C25BB6">
            <w:pPr>
              <w:pStyle w:val="libPoem"/>
            </w:pPr>
            <w:r>
              <w:rPr>
                <w:rtl/>
                <w:lang w:bidi="fa-IR"/>
              </w:rPr>
              <w:t>شبّان طلعوا امن المدينة اصغار واكبار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AF12F8" w14:textId="77777777" w:rsidR="003F2A87" w:rsidRDefault="003F2A8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778D56" w14:textId="77777777" w:rsidR="003F2A87" w:rsidRDefault="003F2A87" w:rsidP="00C25BB6">
            <w:pPr>
              <w:pStyle w:val="libPoem"/>
            </w:pPr>
            <w:r>
              <w:rPr>
                <w:rtl/>
                <w:lang w:bidi="fa-IR"/>
              </w:rPr>
              <w:t>اُوراحوا يجدون المسير ابليل وانهار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2A87" w14:paraId="7685C816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79A2167" w14:textId="77777777" w:rsidR="003F2A87" w:rsidRDefault="003F2A87" w:rsidP="00C25BB6">
            <w:pPr>
              <w:pStyle w:val="libPoem"/>
            </w:pPr>
            <w:r>
              <w:rPr>
                <w:rtl/>
                <w:lang w:bidi="fa-IR"/>
              </w:rPr>
              <w:t>ويلي عليهم يوم هاذاك الظعن سار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0037A4" w14:textId="77777777" w:rsidR="003F2A87" w:rsidRDefault="003F2A87" w:rsidP="00C25BB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639CDE" w14:textId="77777777" w:rsidR="003F2A87" w:rsidRDefault="003F2A87" w:rsidP="00C25BB6">
            <w:pPr>
              <w:pStyle w:val="libPoem"/>
            </w:pPr>
            <w:r>
              <w:rPr>
                <w:rtl/>
                <w:lang w:bidi="fa-IR"/>
              </w:rPr>
              <w:t>اُوطنّب اخيامه بو علي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559F339" w14:textId="77777777" w:rsidR="00EE7C84" w:rsidRDefault="00EE7C84" w:rsidP="003F2A87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66D495A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047E914C" w14:textId="77777777" w:rsidR="00EE7C84" w:rsidRDefault="00EE7C84" w:rsidP="00B54460">
      <w:pPr>
        <w:pStyle w:val="Heading3Center"/>
        <w:rPr>
          <w:lang w:bidi="fa-IR"/>
        </w:rPr>
      </w:pPr>
      <w:bookmarkStart w:id="22" w:name="_Toc17226581"/>
      <w:r>
        <w:rPr>
          <w:rtl/>
          <w:lang w:bidi="fa-IR"/>
        </w:rPr>
        <w:lastRenderedPageBreak/>
        <w:t>هذا فصل يشتمل على توبة الحُرِّ ورجوعه للحسين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  <w:bookmarkEnd w:id="22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3"/>
        <w:gridCol w:w="304"/>
        <w:gridCol w:w="3914"/>
      </w:tblGrid>
      <w:tr w:rsidR="00397089" w14:paraId="4EBD44EF" w14:textId="77777777" w:rsidTr="00397089">
        <w:trPr>
          <w:trHeight w:val="350"/>
        </w:trPr>
        <w:tc>
          <w:tcPr>
            <w:tcW w:w="3536" w:type="dxa"/>
            <w:shd w:val="clear" w:color="auto" w:fill="auto"/>
          </w:tcPr>
          <w:p w14:paraId="0698D1BA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أقبل من الميدان ايصيح الحرّ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2FB27A21" w14:textId="77777777" w:rsidR="00397089" w:rsidRDefault="00397089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14:paraId="6D04083F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يحسين تقبل توبتي يابن الميامين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089" w14:paraId="7DB89DB1" w14:textId="77777777" w:rsidTr="00397089">
        <w:trPr>
          <w:trHeight w:val="350"/>
        </w:trPr>
        <w:tc>
          <w:tcPr>
            <w:tcW w:w="3536" w:type="dxa"/>
          </w:tcPr>
          <w:p w14:paraId="4E0A5BF7" w14:textId="77777777" w:rsidR="00397089" w:rsidRDefault="00397089" w:rsidP="00397089">
            <w:pPr>
              <w:pStyle w:val="libPoem"/>
            </w:pPr>
            <w:r>
              <w:rPr>
                <w:rtl/>
                <w:lang w:bidi="fa-IR"/>
              </w:rPr>
              <w:t>يحسين آنااللي بالدرب سيدي حبستك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E76F615" w14:textId="77777777" w:rsidR="00397089" w:rsidRDefault="00397089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4CB7E4A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والله حسافة يا إمامي ما نصفتك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089" w14:paraId="7B6CEDA3" w14:textId="77777777" w:rsidTr="00397089">
        <w:trPr>
          <w:trHeight w:val="350"/>
        </w:trPr>
        <w:tc>
          <w:tcPr>
            <w:tcW w:w="3536" w:type="dxa"/>
          </w:tcPr>
          <w:p w14:paraId="2E869413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با ترد طيبة اديار جدّك ما تركتك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BEB71A5" w14:textId="77777777" w:rsidR="00397089" w:rsidRDefault="00397089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273B17E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يا سيّدي اِقبل توبتي مولاي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089" w14:paraId="674D78D0" w14:textId="77777777" w:rsidTr="00397089">
        <w:trPr>
          <w:trHeight w:val="350"/>
        </w:trPr>
        <w:tc>
          <w:tcPr>
            <w:tcW w:w="3536" w:type="dxa"/>
          </w:tcPr>
          <w:p w14:paraId="1CE56F44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يحسين دقبل توبتي وارحم لحالي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8EA50A8" w14:textId="77777777" w:rsidR="00397089" w:rsidRDefault="00397089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025056A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وانظر ادموعي فوق خدّي كاللآلي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089" w14:paraId="41FD0041" w14:textId="77777777" w:rsidTr="00397089">
        <w:trPr>
          <w:trHeight w:val="350"/>
        </w:trPr>
        <w:tc>
          <w:tcPr>
            <w:tcW w:w="3536" w:type="dxa"/>
          </w:tcPr>
          <w:p w14:paraId="2220C471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كنت السبب في جيّتك يابن الموالي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E1CE6B6" w14:textId="77777777" w:rsidR="00397089" w:rsidRDefault="00397089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5CBAEC9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يحسين دقبلني يبن خير النبيّين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089" w14:paraId="2C96CCCB" w14:textId="77777777" w:rsidTr="0039708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1FF9009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قلّه قبلنا توبتك جاهد يفرّاس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4457B9D" w14:textId="77777777" w:rsidR="00397089" w:rsidRDefault="00397089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8A427C6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قلّه على عيني يبو سكنة اُوعلى الراس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089" w14:paraId="4A9486AF" w14:textId="77777777" w:rsidTr="0039708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03B56DF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والتاح فوق المهر يفني اصفوف لرجاس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F807BA8" w14:textId="77777777" w:rsidR="00397089" w:rsidRDefault="00397089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F14C349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عشره تفر عنه اُو حوله اتطيح عشرين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089" w14:paraId="126C8F73" w14:textId="77777777" w:rsidTr="0039708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EFFC622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اوروى احسامه من دما الفرسان في 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560E907" w14:textId="77777777" w:rsidR="00397089" w:rsidRDefault="00397089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21D8BA37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والقوم عنه اتفر اُولهم مع التال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089" w14:paraId="19764F42" w14:textId="77777777" w:rsidTr="0039708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9C7DC7B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والكل ما يندل يفر من صعب لمجال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362533F" w14:textId="77777777" w:rsidR="00397089" w:rsidRDefault="00397089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E205554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اُو نعمين بالحر الرياحي ناصر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089" w14:paraId="2BF3A888" w14:textId="77777777" w:rsidTr="0039708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ACB6559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انعقر مهره اُولا وقع نسل الرياحي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7FC0763" w14:textId="77777777" w:rsidR="00397089" w:rsidRDefault="00397089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AB424C7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والجسم دمه ايسيل من كثر الجراحي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089" w14:paraId="31F8D739" w14:textId="77777777" w:rsidTr="0039708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D9532C3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التمت عليّه القوم من اربع نواحي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FC93603" w14:textId="77777777" w:rsidR="00397089" w:rsidRDefault="00397089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529DC66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ابنشاب وارماح اُوصخور اُوزان في الحين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089" w14:paraId="2BF68791" w14:textId="77777777" w:rsidTr="0039708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26578F4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ويلي ضعف حال الشفيّة اُوحان حينه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9DDFAE9" w14:textId="77777777" w:rsidR="00397089" w:rsidRDefault="00397089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3EFA76B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اُوحزني على الحر الرياحي امأسرينه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089" w14:paraId="39DD3E07" w14:textId="77777777" w:rsidTr="0039708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BBB9B65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من بعد ما أسروه قطعوا لا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74543BD" w14:textId="77777777" w:rsidR="00397089" w:rsidRDefault="00397089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7447F88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لمّن رآه اِحسين حاله زاد لونين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089" w14:paraId="1C32B856" w14:textId="77777777" w:rsidTr="0039708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7A1602A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ظل يمسح ادموعه اُوهو يبكي لحاله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4F3325C" w14:textId="77777777" w:rsidR="00397089" w:rsidRDefault="00397089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0DF93B8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لمّن نظر جسم الشفيّة في رماله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089" w14:paraId="7A42862A" w14:textId="77777777" w:rsidTr="0039708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0D68173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يبكي على ذبحه اُوعلى قلّت ارجاله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03105B0" w14:textId="77777777" w:rsidR="00397089" w:rsidRDefault="00397089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3B3F81F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ظل يصفق اليسرى من الوحدة بليمين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089" w14:paraId="41BEFF88" w14:textId="77777777" w:rsidTr="0039708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521EF58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واِحسين عاين صحبته مثل الأضاحي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1E7E6FF" w14:textId="77777777" w:rsidR="00397089" w:rsidRDefault="00397089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895B149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ازهير ويّا ابرير والحُرّ الرياحي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089" w14:paraId="2D70DD78" w14:textId="77777777" w:rsidTr="0039708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75DDF38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كُلهم سكارى ما يُرى فيهم الصاحي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74946E1" w14:textId="77777777" w:rsidR="00397089" w:rsidRDefault="00397089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130EFEA" w14:textId="77777777" w:rsidR="00397089" w:rsidRDefault="00397089" w:rsidP="00C25BB6">
            <w:pPr>
              <w:pStyle w:val="libPoem"/>
            </w:pPr>
            <w:r>
              <w:rPr>
                <w:rtl/>
                <w:lang w:bidi="fa-IR"/>
              </w:rPr>
              <w:t>اُوناس بليّا روس وا حزني ولا ايدين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DED08ED" w14:textId="77777777" w:rsidR="00EE7C84" w:rsidRDefault="00EE7C84" w:rsidP="00B54460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697C5F1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6359AE67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وهذا فصل في خصوص حبيب بن مظاهر الأسدي بوّاب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718" w:type="pct"/>
        <w:tblInd w:w="254" w:type="dxa"/>
        <w:tblLook w:val="01E0" w:firstRow="1" w:lastRow="1" w:firstColumn="1" w:lastColumn="1" w:noHBand="0" w:noVBand="0"/>
      </w:tblPr>
      <w:tblGrid>
        <w:gridCol w:w="4103"/>
        <w:gridCol w:w="304"/>
        <w:gridCol w:w="4043"/>
      </w:tblGrid>
      <w:tr w:rsidR="009A6270" w14:paraId="481CDBC2" w14:textId="77777777" w:rsidTr="009A6270">
        <w:trPr>
          <w:trHeight w:val="350"/>
        </w:trPr>
        <w:tc>
          <w:tcPr>
            <w:tcW w:w="3671" w:type="dxa"/>
            <w:shd w:val="clear" w:color="auto" w:fill="auto"/>
          </w:tcPr>
          <w:p w14:paraId="0284A194" w14:textId="77777777" w:rsidR="009A6270" w:rsidRDefault="009A6270" w:rsidP="00C25BB6">
            <w:pPr>
              <w:pStyle w:val="libPoem"/>
            </w:pPr>
            <w:r>
              <w:rPr>
                <w:rtl/>
                <w:lang w:bidi="fa-IR"/>
              </w:rPr>
              <w:t>شانك رفيع اُوعالي شانك رفيع اوعالي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35375D6B" w14:textId="77777777" w:rsidR="009A6270" w:rsidRDefault="009A6270" w:rsidP="00C25BB6">
            <w:pPr>
              <w:pStyle w:val="libPoem"/>
              <w:rPr>
                <w:rtl/>
              </w:rPr>
            </w:pPr>
          </w:p>
        </w:tc>
        <w:tc>
          <w:tcPr>
            <w:tcW w:w="3617" w:type="dxa"/>
            <w:shd w:val="clear" w:color="auto" w:fill="auto"/>
          </w:tcPr>
          <w:p w14:paraId="2807A39F" w14:textId="77777777" w:rsidR="009A6270" w:rsidRDefault="009A6270" w:rsidP="00C25BB6">
            <w:pPr>
              <w:pStyle w:val="libPoem"/>
            </w:pPr>
            <w:r>
              <w:rPr>
                <w:rtl/>
                <w:lang w:bidi="fa-IR"/>
              </w:rPr>
              <w:t>جاتك ابشارة دانهض شانك رفيع اوعالي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270" w14:paraId="6201A0E2" w14:textId="77777777" w:rsidTr="009A6270">
        <w:trPr>
          <w:trHeight w:val="350"/>
        </w:trPr>
        <w:tc>
          <w:tcPr>
            <w:tcW w:w="3671" w:type="dxa"/>
          </w:tcPr>
          <w:p w14:paraId="162788E1" w14:textId="77777777" w:rsidR="009A6270" w:rsidRDefault="009A6270" w:rsidP="00C25BB6">
            <w:pPr>
              <w:pStyle w:val="libPoem"/>
            </w:pPr>
            <w:r>
              <w:rPr>
                <w:rtl/>
                <w:lang w:bidi="fa-IR"/>
              </w:rPr>
              <w:t>يحبيب شفت الزهرا بنت النّبي اتحيي 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5BAECB2" w14:textId="77777777" w:rsidR="009A6270" w:rsidRDefault="009A6270" w:rsidP="00C25BB6">
            <w:pPr>
              <w:pStyle w:val="libPoem"/>
              <w:rPr>
                <w:rtl/>
              </w:rPr>
            </w:pPr>
          </w:p>
        </w:tc>
        <w:tc>
          <w:tcPr>
            <w:tcW w:w="3617" w:type="dxa"/>
          </w:tcPr>
          <w:p w14:paraId="6F170AAE" w14:textId="77777777" w:rsidR="009A6270" w:rsidRDefault="009A6270" w:rsidP="009A6270">
            <w:pPr>
              <w:pStyle w:val="libPoem"/>
            </w:pPr>
            <w:r>
              <w:rPr>
                <w:rtl/>
                <w:lang w:bidi="fa-IR"/>
              </w:rPr>
              <w:t>اُوبالتحيّة اتخصك واتقول خضب شيبك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270" w14:paraId="111CDD6A" w14:textId="77777777" w:rsidTr="009A6270">
        <w:trPr>
          <w:trHeight w:val="350"/>
        </w:trPr>
        <w:tc>
          <w:tcPr>
            <w:tcW w:w="3671" w:type="dxa"/>
          </w:tcPr>
          <w:p w14:paraId="7385D8B0" w14:textId="77777777" w:rsidR="009A6270" w:rsidRDefault="009A6270" w:rsidP="009A6270">
            <w:pPr>
              <w:pStyle w:val="libPoem"/>
            </w:pPr>
            <w:r>
              <w:rPr>
                <w:rtl/>
                <w:lang w:bidi="fa-IR"/>
              </w:rPr>
              <w:t>واتقول لك رب السمافي هالخضاب ايثيبك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0D6C8ED" w14:textId="77777777" w:rsidR="009A6270" w:rsidRDefault="009A6270" w:rsidP="00C25BB6">
            <w:pPr>
              <w:pStyle w:val="libPoem"/>
              <w:rPr>
                <w:rtl/>
              </w:rPr>
            </w:pPr>
          </w:p>
        </w:tc>
        <w:tc>
          <w:tcPr>
            <w:tcW w:w="3617" w:type="dxa"/>
          </w:tcPr>
          <w:p w14:paraId="7AE72900" w14:textId="77777777" w:rsidR="009A6270" w:rsidRDefault="009A6270" w:rsidP="00C25BB6">
            <w:pPr>
              <w:pStyle w:val="libPoem"/>
            </w:pPr>
            <w:r>
              <w:rPr>
                <w:rtl/>
                <w:lang w:bidi="fa-IR"/>
              </w:rPr>
              <w:t>لكن شفتها يا حبيب ابحال دهش بالي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270" w14:paraId="2B982BFB" w14:textId="77777777" w:rsidTr="009A6270">
        <w:trPr>
          <w:trHeight w:val="350"/>
        </w:trPr>
        <w:tc>
          <w:tcPr>
            <w:tcW w:w="3671" w:type="dxa"/>
          </w:tcPr>
          <w:p w14:paraId="1B66DB17" w14:textId="77777777" w:rsidR="009A6270" w:rsidRDefault="009A6270" w:rsidP="00C25BB6">
            <w:pPr>
              <w:pStyle w:val="libPoem"/>
            </w:pPr>
            <w:r>
              <w:rPr>
                <w:rtl/>
                <w:lang w:bidi="fa-IR"/>
              </w:rPr>
              <w:t>ما جيتها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جالسة من حول ماي جاري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3EFC1F1" w14:textId="77777777" w:rsidR="009A6270" w:rsidRDefault="009A6270" w:rsidP="00C25BB6">
            <w:pPr>
              <w:pStyle w:val="libPoem"/>
              <w:rPr>
                <w:rtl/>
              </w:rPr>
            </w:pPr>
          </w:p>
        </w:tc>
        <w:tc>
          <w:tcPr>
            <w:tcW w:w="3617" w:type="dxa"/>
          </w:tcPr>
          <w:p w14:paraId="2FF02A6C" w14:textId="77777777" w:rsidR="009A6270" w:rsidRDefault="009A6270" w:rsidP="009A6270">
            <w:pPr>
              <w:pStyle w:val="libPoem"/>
            </w:pPr>
            <w:r>
              <w:rPr>
                <w:rtl/>
                <w:lang w:bidi="fa-IR"/>
              </w:rPr>
              <w:t>اُوتبكي اُوتنادي والدمع فوق الوجن نثّارى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270" w14:paraId="73011C13" w14:textId="77777777" w:rsidTr="009A6270">
        <w:trPr>
          <w:trHeight w:val="350"/>
        </w:trPr>
        <w:tc>
          <w:tcPr>
            <w:tcW w:w="3671" w:type="dxa"/>
          </w:tcPr>
          <w:p w14:paraId="07DBFF40" w14:textId="77777777" w:rsidR="009A6270" w:rsidRDefault="009A6270" w:rsidP="00C25BB6">
            <w:pPr>
              <w:pStyle w:val="libPoem"/>
            </w:pPr>
            <w:r>
              <w:rPr>
                <w:rtl/>
                <w:lang w:bidi="fa-IR"/>
              </w:rPr>
              <w:t>او عندها قميص اخضر بالسم كنّه ساري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DDBDD2B" w14:textId="77777777" w:rsidR="009A6270" w:rsidRDefault="009A6270" w:rsidP="00C25BB6">
            <w:pPr>
              <w:pStyle w:val="libPoem"/>
              <w:rPr>
                <w:rtl/>
              </w:rPr>
            </w:pPr>
          </w:p>
        </w:tc>
        <w:tc>
          <w:tcPr>
            <w:tcW w:w="3617" w:type="dxa"/>
          </w:tcPr>
          <w:p w14:paraId="16C086D3" w14:textId="77777777" w:rsidR="009A6270" w:rsidRDefault="009A6270" w:rsidP="009A6270">
            <w:pPr>
              <w:pStyle w:val="libPoem"/>
            </w:pPr>
            <w:r>
              <w:rPr>
                <w:rtl/>
                <w:lang w:bidi="fa-IR"/>
              </w:rPr>
              <w:t>كلماتشوفه اتنادي اُو تصرخ ابصوت 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270" w14:paraId="2E72E72B" w14:textId="77777777" w:rsidTr="009A627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71" w:type="dxa"/>
          </w:tcPr>
          <w:p w14:paraId="0C9EF36D" w14:textId="77777777" w:rsidR="009A6270" w:rsidRDefault="009A6270" w:rsidP="00C25BB6">
            <w:pPr>
              <w:pStyle w:val="libPoem"/>
            </w:pPr>
            <w:r>
              <w:rPr>
                <w:rtl/>
                <w:lang w:bidi="fa-IR"/>
              </w:rPr>
              <w:t>اوعندها قميص احمر متخضب بادموعه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8ED4D13" w14:textId="77777777" w:rsidR="009A6270" w:rsidRDefault="009A6270" w:rsidP="00C25BB6">
            <w:pPr>
              <w:pStyle w:val="libPoem"/>
              <w:rPr>
                <w:rtl/>
              </w:rPr>
            </w:pPr>
          </w:p>
        </w:tc>
        <w:tc>
          <w:tcPr>
            <w:tcW w:w="3617" w:type="dxa"/>
          </w:tcPr>
          <w:p w14:paraId="52B2BFBF" w14:textId="77777777" w:rsidR="009A6270" w:rsidRDefault="009A6270" w:rsidP="00C25BB6">
            <w:pPr>
              <w:pStyle w:val="libPoem"/>
            </w:pPr>
            <w:r>
              <w:rPr>
                <w:rtl/>
                <w:lang w:bidi="fa-IR"/>
              </w:rPr>
              <w:t>سايلتها عن هالامر وامدامعي مسجومه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270" w14:paraId="1EB04413" w14:textId="77777777" w:rsidTr="009A627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71" w:type="dxa"/>
          </w:tcPr>
          <w:p w14:paraId="091B1BDD" w14:textId="77777777" w:rsidR="009A6270" w:rsidRDefault="009A6270" w:rsidP="00C25BB6">
            <w:pPr>
              <w:pStyle w:val="libPoem"/>
            </w:pPr>
            <w:r>
              <w:rPr>
                <w:rtl/>
                <w:lang w:bidi="fa-IR"/>
              </w:rPr>
              <w:t>قالت اُولادي راحت من امّةٍ ميشومه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008AC72" w14:textId="77777777" w:rsidR="009A6270" w:rsidRDefault="009A6270" w:rsidP="00C25BB6">
            <w:pPr>
              <w:pStyle w:val="libPoem"/>
              <w:rPr>
                <w:rtl/>
              </w:rPr>
            </w:pPr>
          </w:p>
        </w:tc>
        <w:tc>
          <w:tcPr>
            <w:tcW w:w="3617" w:type="dxa"/>
          </w:tcPr>
          <w:p w14:paraId="17CC9657" w14:textId="77777777" w:rsidR="009A6270" w:rsidRDefault="009A6270" w:rsidP="00C25BB6">
            <w:pPr>
              <w:pStyle w:val="libPoem"/>
            </w:pPr>
            <w:r>
              <w:rPr>
                <w:rtl/>
                <w:lang w:bidi="fa-IR"/>
              </w:rPr>
              <w:t>واتشتتوا في كُل بلد اُوها لحال ادهش بالي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270" w14:paraId="1681D1FF" w14:textId="77777777" w:rsidTr="009A627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71" w:type="dxa"/>
          </w:tcPr>
          <w:p w14:paraId="6B3056C8" w14:textId="77777777" w:rsidR="009A6270" w:rsidRDefault="009A6270" w:rsidP="00C25BB6">
            <w:pPr>
              <w:pStyle w:val="libPoem"/>
            </w:pPr>
            <w:r>
              <w:rPr>
                <w:rtl/>
                <w:lang w:bidi="fa-IR"/>
              </w:rPr>
              <w:t>واحد قضى من سمّه اُوتاح منّه كبده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87E143E" w14:textId="77777777" w:rsidR="009A6270" w:rsidRDefault="009A6270" w:rsidP="00C25BB6">
            <w:pPr>
              <w:pStyle w:val="libPoem"/>
              <w:rPr>
                <w:rtl/>
              </w:rPr>
            </w:pPr>
          </w:p>
        </w:tc>
        <w:tc>
          <w:tcPr>
            <w:tcW w:w="3617" w:type="dxa"/>
          </w:tcPr>
          <w:p w14:paraId="57DB636B" w14:textId="77777777" w:rsidR="009A6270" w:rsidRDefault="009A6270" w:rsidP="00C25BB6">
            <w:pPr>
              <w:pStyle w:val="libPoem"/>
            </w:pPr>
            <w:r>
              <w:rPr>
                <w:rtl/>
                <w:lang w:bidi="fa-IR"/>
              </w:rPr>
              <w:t>اُو واحد عفير بالثرى والترب صار لوساده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270" w14:paraId="35F89F5A" w14:textId="77777777" w:rsidTr="009A627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71" w:type="dxa"/>
          </w:tcPr>
          <w:p w14:paraId="0D61DA1D" w14:textId="77777777" w:rsidR="009A6270" w:rsidRDefault="009A6270" w:rsidP="00C25BB6">
            <w:pPr>
              <w:pStyle w:val="libPoem"/>
            </w:pPr>
            <w:r>
              <w:rPr>
                <w:rtl/>
                <w:lang w:bidi="fa-IR"/>
              </w:rPr>
              <w:t>اسمعتون يعقوب ابتلى مثلي ابمصاب اُولاده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DF94008" w14:textId="77777777" w:rsidR="009A6270" w:rsidRDefault="009A6270" w:rsidP="00C25BB6">
            <w:pPr>
              <w:pStyle w:val="libPoem"/>
              <w:rPr>
                <w:rtl/>
              </w:rPr>
            </w:pPr>
          </w:p>
        </w:tc>
        <w:tc>
          <w:tcPr>
            <w:tcW w:w="3617" w:type="dxa"/>
          </w:tcPr>
          <w:p w14:paraId="5E1A6745" w14:textId="77777777" w:rsidR="009A6270" w:rsidRDefault="009A6270" w:rsidP="00C25BB6">
            <w:pPr>
              <w:pStyle w:val="libPoem"/>
            </w:pPr>
            <w:r>
              <w:rPr>
                <w:rtl/>
                <w:lang w:bidi="fa-IR"/>
              </w:rPr>
              <w:t>واُمّ الكليم ما صابها حتّى عشير امثالي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270" w14:paraId="18ECA23B" w14:textId="77777777" w:rsidTr="009A627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71" w:type="dxa"/>
          </w:tcPr>
          <w:p w14:paraId="1E061F02" w14:textId="77777777" w:rsidR="009A6270" w:rsidRDefault="009A6270" w:rsidP="00C25BB6">
            <w:pPr>
              <w:pStyle w:val="libPoem"/>
            </w:pPr>
            <w:r>
              <w:rPr>
                <w:rtl/>
                <w:lang w:bidi="fa-IR"/>
              </w:rPr>
              <w:t>ناديتها يا سيدتي عن هالذبيح انبيني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BE04500" w14:textId="77777777" w:rsidR="009A6270" w:rsidRDefault="009A6270" w:rsidP="00C25BB6">
            <w:pPr>
              <w:pStyle w:val="libPoem"/>
              <w:rPr>
                <w:rtl/>
              </w:rPr>
            </w:pPr>
          </w:p>
        </w:tc>
        <w:tc>
          <w:tcPr>
            <w:tcW w:w="3617" w:type="dxa"/>
          </w:tcPr>
          <w:p w14:paraId="15C3F076" w14:textId="77777777" w:rsidR="009A6270" w:rsidRDefault="009A6270" w:rsidP="009A6270">
            <w:pPr>
              <w:pStyle w:val="libPoem"/>
            </w:pPr>
            <w:r>
              <w:rPr>
                <w:rtl/>
                <w:lang w:bidi="fa-IR"/>
              </w:rPr>
              <w:t>شيصيرلك قالت لي قطعت حشاي اجنيني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270" w14:paraId="5C8B8AC4" w14:textId="77777777" w:rsidTr="009A627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71" w:type="dxa"/>
          </w:tcPr>
          <w:p w14:paraId="49187039" w14:textId="77777777" w:rsidR="009A6270" w:rsidRDefault="009A6270" w:rsidP="00C25BB6">
            <w:pPr>
              <w:pStyle w:val="libPoem"/>
            </w:pPr>
            <w:r>
              <w:rPr>
                <w:rtl/>
                <w:lang w:bidi="fa-IR"/>
              </w:rPr>
              <w:t>كنّي اشوفه ابسهم في لبّته ايفجعوني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9961CCA" w14:textId="77777777" w:rsidR="009A6270" w:rsidRDefault="009A6270" w:rsidP="00C25BB6">
            <w:pPr>
              <w:pStyle w:val="libPoem"/>
              <w:rPr>
                <w:rtl/>
              </w:rPr>
            </w:pPr>
          </w:p>
        </w:tc>
        <w:tc>
          <w:tcPr>
            <w:tcW w:w="3617" w:type="dxa"/>
          </w:tcPr>
          <w:p w14:paraId="1EDB424F" w14:textId="77777777" w:rsidR="009A6270" w:rsidRDefault="009A6270" w:rsidP="00C25BB6">
            <w:pPr>
              <w:pStyle w:val="libPoem"/>
            </w:pPr>
            <w:r>
              <w:rPr>
                <w:rtl/>
                <w:lang w:bidi="fa-IR"/>
              </w:rPr>
              <w:t>اُو تبقى حريمه ضايعه نسوه بليا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05778A3" w14:textId="77777777" w:rsidR="00EE7C84" w:rsidRDefault="00EE7C84" w:rsidP="009A6270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66BBF395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3"/>
        <w:gridCol w:w="304"/>
        <w:gridCol w:w="3914"/>
      </w:tblGrid>
      <w:tr w:rsidR="00C25BB6" w14:paraId="6AA6DE82" w14:textId="77777777" w:rsidTr="00C25BB6">
        <w:trPr>
          <w:trHeight w:val="350"/>
        </w:trPr>
        <w:tc>
          <w:tcPr>
            <w:tcW w:w="3536" w:type="dxa"/>
            <w:shd w:val="clear" w:color="auto" w:fill="auto"/>
          </w:tcPr>
          <w:p w14:paraId="537C8A66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lastRenderedPageBreak/>
              <w:t>لاحد يشيل الراية لَحد يشيل 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6BD63AC7" w14:textId="77777777" w:rsidR="00C25BB6" w:rsidRDefault="00C25BB6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14:paraId="1499C853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يا سيوف حربي منكم لا حد يشيل 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BB6" w14:paraId="31625521" w14:textId="77777777" w:rsidTr="00C25BB6">
        <w:trPr>
          <w:trHeight w:val="350"/>
        </w:trPr>
        <w:tc>
          <w:tcPr>
            <w:tcW w:w="3536" w:type="dxa"/>
          </w:tcPr>
          <w:p w14:paraId="1EB31093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بس ما طواها ولفها ثارت جميع اِرجاله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68F87BB" w14:textId="77777777" w:rsidR="00C25BB6" w:rsidRDefault="00C25BB6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B56F0D7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كلمن يريد ايشيلها كلهم كفو خيّاله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BB6" w14:paraId="022BE1BC" w14:textId="77777777" w:rsidTr="00C25BB6">
        <w:trPr>
          <w:trHeight w:val="350"/>
        </w:trPr>
        <w:tc>
          <w:tcPr>
            <w:tcW w:w="3536" w:type="dxa"/>
          </w:tcPr>
          <w:p w14:paraId="2468917B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قلهم عزيز الزهرا بامدامع همّاله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AA1E1E4" w14:textId="77777777" w:rsidR="00C25BB6" w:rsidRDefault="00C25BB6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F63C93D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يسيوف حربي منكم لَحد يشيل 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BB6" w14:paraId="7FF4B228" w14:textId="77777777" w:rsidTr="00C25BB6">
        <w:trPr>
          <w:trHeight w:val="350"/>
        </w:trPr>
        <w:tc>
          <w:tcPr>
            <w:tcW w:w="3536" w:type="dxa"/>
          </w:tcPr>
          <w:p w14:paraId="687FA217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ايقلهم عزيز الزهرا وامدامعه يجريها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37A406D" w14:textId="77777777" w:rsidR="00C25BB6" w:rsidRDefault="00C25BB6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4064794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لَحد يشيل الراية حتّى يجي راعيها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BB6" w14:paraId="790ABF5A" w14:textId="77777777" w:rsidTr="00C25BB6">
        <w:trPr>
          <w:trHeight w:val="350"/>
        </w:trPr>
        <w:tc>
          <w:tcPr>
            <w:tcW w:w="3536" w:type="dxa"/>
          </w:tcPr>
          <w:p w14:paraId="6963ADFA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ابصدر العدى يركزها اُونار الحرب يوريها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0163CFE" w14:textId="77777777" w:rsidR="00C25BB6" w:rsidRDefault="00C25BB6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02EA8B3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يسبوع حربي منكم لَحد يشيل 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BB6" w14:paraId="1819E562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C5BE837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قالوا له يا بوعلي منهو الذي تعني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CE85E05" w14:textId="77777777" w:rsidR="00C25BB6" w:rsidRDefault="00C25BB6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96BD010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اُومن هالذي بالكوفة مكتوب باتودي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BB6" w14:paraId="22870033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481A5D6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قلهم حبيب اسنادي باكتب الههالليله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CC3D649" w14:textId="77777777" w:rsidR="00C25BB6" w:rsidRDefault="00C25BB6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0009CAA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لازم يجي امن الكوفة لينا يشيل 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BB6" w14:paraId="6E08448F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01F6138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أعني حبيب اِسنادي هاي رايتهملفوفه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EE18021" w14:textId="77777777" w:rsidR="00C25BB6" w:rsidRDefault="00C25BB6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BFD4335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باكتب اله هالليلة لازم يجي امن 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BB6" w14:paraId="24458420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4E3B08FA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خطّ الكتاب ابن النّبي وامدامعه مذروفه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9D42F5E" w14:textId="77777777" w:rsidR="00C25BB6" w:rsidRDefault="00C25BB6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C2A0D1A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ينخى حبيب ايقول له عجّل اُوشيل 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BB6" w14:paraId="50A21DCD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9EA85D6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اُولو من وصلك اكتابي يحبيب لا تتوانا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51D1DC9" w14:textId="77777777" w:rsidR="00C25BB6" w:rsidRDefault="00C25BB6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90C86F4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احنا ابعرصة كربلا حاطت علينا اعدانا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BB6" w14:paraId="57FF8350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65E0F2C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وانكان تبغي الجنّة سرعك تعال ويانا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178F2B0" w14:textId="77777777" w:rsidR="00C25BB6" w:rsidRDefault="00C25BB6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8030C66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في السير لا تتوانا عجّل اُوشيل 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BB6" w14:paraId="122ABBD1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05D813D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هاي رايتك مطويّة يحبيب عجّل 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E33A73A" w14:textId="77777777" w:rsidR="00C25BB6" w:rsidRDefault="00C25BB6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EA31A0A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الدّنيا الدنية اتركها اُو لجنانبادر 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BB6" w14:paraId="4772475D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C73EDA9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وانكان تبغي الجنّة يحبيب عجّل 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67130BA" w14:textId="77777777" w:rsidR="00C25BB6" w:rsidRDefault="00C25BB6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F674296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في السير لا تتوانا عجّل اُوشيل 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BB6" w14:paraId="76DC37C6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6289095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عنّى الرسول ابن النّبي لحبيب ويّا اكتابه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D3F56C7" w14:textId="77777777" w:rsidR="00C25BB6" w:rsidRDefault="00C25BB6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1F10867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واحبيب بارض الكوفة وإ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الرسول ابابه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BB6" w14:paraId="6A1C8E71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79549765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فضّ الكتاب اُوعاينه وامدامعه سكّابه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D40F042" w14:textId="77777777" w:rsidR="00C25BB6" w:rsidRDefault="00C25BB6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7F4DE379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اُوعاين كلام ابن النّبي عجّل اُوشيل 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BB6" w14:paraId="21148A68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4917E0F" w14:textId="77777777" w:rsidR="00C25BB6" w:rsidRDefault="00C25BB6" w:rsidP="00C25BB6">
            <w:pPr>
              <w:pStyle w:val="libPoem"/>
            </w:pPr>
            <w:r>
              <w:rPr>
                <w:rtl/>
                <w:lang w:bidi="fa-IR"/>
              </w:rPr>
              <w:t>في الحال جر الونّة اُودمعه جرى في خدّه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C9DECB3" w14:textId="77777777" w:rsidR="00C25BB6" w:rsidRDefault="00C25BB6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18E7469" w14:textId="77777777" w:rsidR="00C25BB6" w:rsidRDefault="00C25BB6" w:rsidP="00BF33FB">
            <w:pPr>
              <w:pStyle w:val="libPoem"/>
            </w:pPr>
            <w:r>
              <w:rPr>
                <w:rtl/>
                <w:lang w:bidi="fa-IR"/>
              </w:rPr>
              <w:t>الله اُولحّديابن النّبي حاطت عليك الاعدا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5BB6" w14:paraId="659E521E" w14:textId="77777777" w:rsidTr="00C25B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C0E7C58" w14:textId="77777777" w:rsidR="00C25BB6" w:rsidRDefault="00BF33FB" w:rsidP="00C25BB6">
            <w:pPr>
              <w:pStyle w:val="libPoem"/>
            </w:pPr>
            <w:r>
              <w:rPr>
                <w:rtl/>
                <w:lang w:bidi="fa-IR"/>
              </w:rPr>
              <w:t>وانا ابارض الكوفة تهنا إليّه القعده</w:t>
            </w:r>
            <w:r w:rsidR="00C25BB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2C4F72A" w14:textId="77777777" w:rsidR="00C25BB6" w:rsidRDefault="00C25BB6" w:rsidP="00C25BB6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94ACCC5" w14:textId="77777777" w:rsidR="00C25BB6" w:rsidRDefault="00BF33FB" w:rsidP="00C25BB6">
            <w:pPr>
              <w:pStyle w:val="libPoem"/>
            </w:pPr>
            <w:r>
              <w:rPr>
                <w:rtl/>
                <w:lang w:bidi="fa-IR"/>
              </w:rPr>
              <w:t>لازم انا باغدي له اُوياه اشيل الرايه</w:t>
            </w:r>
            <w:r w:rsidR="00C25BB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5C13DB7" w14:textId="77777777" w:rsidR="00EE7C84" w:rsidRDefault="00EE7C84" w:rsidP="00C25BB6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61694FC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5704C" w14:paraId="6FF0005E" w14:textId="77777777" w:rsidTr="00DB08FD">
        <w:trPr>
          <w:trHeight w:val="350"/>
        </w:trPr>
        <w:tc>
          <w:tcPr>
            <w:tcW w:w="3920" w:type="dxa"/>
            <w:shd w:val="clear" w:color="auto" w:fill="auto"/>
          </w:tcPr>
          <w:p w14:paraId="202644E9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lastRenderedPageBreak/>
              <w:t>يحبيب عقدوا رايتك يا فحل لرجال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72E5A49" w14:textId="77777777" w:rsidR="00E5704C" w:rsidRDefault="00E5704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84A92D6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يا حي شوفك جاي يم اِحسين حيّال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04C" w14:paraId="1B30B943" w14:textId="77777777" w:rsidTr="00DB08FD">
        <w:trPr>
          <w:trHeight w:val="350"/>
        </w:trPr>
        <w:tc>
          <w:tcPr>
            <w:tcW w:w="3920" w:type="dxa"/>
          </w:tcPr>
          <w:p w14:paraId="654B142D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يحبيب هذي راية العزّ اعقدوها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51F045" w14:textId="77777777" w:rsidR="00E5704C" w:rsidRDefault="00E5704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7B4C73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اُونظموا ذوايبها اُو بالخيمة اسندوها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04C" w14:paraId="6161B253" w14:textId="77777777" w:rsidTr="00DB08FD">
        <w:trPr>
          <w:trHeight w:val="350"/>
        </w:trPr>
        <w:tc>
          <w:tcPr>
            <w:tcW w:w="3920" w:type="dxa"/>
          </w:tcPr>
          <w:p w14:paraId="373FFEE1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يمتى تجي اُو تنظر إلى زينب وخوها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21D8C7" w14:textId="77777777" w:rsidR="00E5704C" w:rsidRDefault="00E5704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86185F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اُو تنظر إلى السجّاد ويّا ذيك لطفال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04C" w14:paraId="347C380B" w14:textId="77777777" w:rsidTr="00DB08FD">
        <w:trPr>
          <w:trHeight w:val="350"/>
        </w:trPr>
        <w:tc>
          <w:tcPr>
            <w:tcW w:w="3920" w:type="dxa"/>
          </w:tcPr>
          <w:p w14:paraId="7C0314BB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اُو زينب لفت تسأل اخوها اتقول يامن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3F506F" w14:textId="77777777" w:rsidR="00E5704C" w:rsidRDefault="00E5704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FD679A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لا لاذ به لمخيف والمظلوم آمن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04C" w14:paraId="06A2058C" w14:textId="77777777" w:rsidTr="00DB08FD">
        <w:trPr>
          <w:trHeight w:val="350"/>
        </w:trPr>
        <w:tc>
          <w:tcPr>
            <w:tcW w:w="3920" w:type="dxa"/>
          </w:tcPr>
          <w:p w14:paraId="1C7EC136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هالراية اللي ابجانب الخيمة إلى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C6E578" w14:textId="77777777" w:rsidR="00E5704C" w:rsidRDefault="00E5704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5E16EA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قلها اخوها حق حبيب شيخ لرجال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04C" w14:paraId="000D8D98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0BB8D20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نادت على اخوها اُودمعتها ذروفه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21C01F" w14:textId="77777777" w:rsidR="00E5704C" w:rsidRDefault="00E5704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D42147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هلي توصفونه يخويه ما نشوفه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04C" w14:paraId="7BEC9BD9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2FDA9CE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في وين نازل قال في بلدة 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681668" w14:textId="77777777" w:rsidR="00E5704C" w:rsidRDefault="00E5704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3081B3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لازم يزينب تنظرينه جاي خيّال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04C" w14:paraId="05FFEB49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F23BC48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نادت على خوها اُودمع العين سكّاب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FAF816" w14:textId="77777777" w:rsidR="00E5704C" w:rsidRDefault="00E5704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0C4D58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يا ليت هاللي تذكرونه ويا لصحاب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04C" w14:paraId="0F8FB8FB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5F1F97B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قلها يزينب ها انا بارسل له اكتاب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FCB2BB" w14:textId="77777777" w:rsidR="00E5704C" w:rsidRDefault="00E5704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61A1F9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يختي اُو يجينا حي منه ذاك لقبال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04C" w14:paraId="6FFE5307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7B841D7" w14:textId="77777777" w:rsidR="00E5704C" w:rsidRDefault="00E5704C" w:rsidP="00E5704C">
            <w:pPr>
              <w:pStyle w:val="libPoem"/>
            </w:pPr>
            <w:r>
              <w:rPr>
                <w:rtl/>
                <w:lang w:bidi="fa-IR"/>
              </w:rPr>
              <w:t>استدعى ابدواة اُوكتب له في الخط اسطار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C2819E" w14:textId="77777777" w:rsidR="00E5704C" w:rsidRDefault="00E5704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F339D4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يحبيب يا راس القبيلة اُو شيخ لنصار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04C" w14:paraId="78F10A52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AC42BA8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انكان تبغي الفوز في الجنّة ولجوار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CB861A" w14:textId="77777777" w:rsidR="00E5704C" w:rsidRDefault="00E5704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E46484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اجوار النّبي المصطفى المبعوث والآل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04C" w14:paraId="008AE3A1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225DB0F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سرعك لنا يحبيب بالقوم الشفيّه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519E40" w14:textId="77777777" w:rsidR="00E5704C" w:rsidRDefault="00E5704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30C1E3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وانظر إلى القيمان ملتمه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04C" w14:paraId="64F52245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B4B59E0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ايريدون دبحي في اطفوف الغاضرية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C3D4AA" w14:textId="77777777" w:rsidR="00E5704C" w:rsidRDefault="00E5704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C252F4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حاطوا علينا اُوسددوا اليمنى ولشمال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04C" w14:paraId="3ED53573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B30A3C9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والأسدية اتخاطبه واتقول يحبيب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080D05" w14:textId="77777777" w:rsidR="00E5704C" w:rsidRDefault="00E5704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E838BB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البارحة شفت البتولة اُمّ لغريب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04C" w14:paraId="541D6CE8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4705C9D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اتسلّم عليك واتقول منك خضّبالشيب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9DB2BA" w14:textId="77777777" w:rsidR="00E5704C" w:rsidRDefault="00E5704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DE4C2E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لكن شفتها تنتحب والدمع همّال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7E7E537" w14:textId="77777777" w:rsidR="00EE7C84" w:rsidRDefault="00EE7C84" w:rsidP="0024337F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5704C" w14:paraId="6DBC5D9E" w14:textId="77777777" w:rsidTr="00DB08FD">
        <w:trPr>
          <w:trHeight w:val="350"/>
        </w:trPr>
        <w:tc>
          <w:tcPr>
            <w:tcW w:w="3920" w:type="dxa"/>
            <w:shd w:val="clear" w:color="auto" w:fill="auto"/>
          </w:tcPr>
          <w:p w14:paraId="665115CB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فارس اتى لينا يعمّة ينصر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FBDEA08" w14:textId="77777777" w:rsidR="00E5704C" w:rsidRDefault="00E5704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3C81437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مدري يعمّة جيّته هالساع منوين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04C" w14:paraId="0EF0A7A8" w14:textId="77777777" w:rsidTr="00DB08FD">
        <w:trPr>
          <w:trHeight w:val="350"/>
        </w:trPr>
        <w:tc>
          <w:tcPr>
            <w:tcW w:w="3920" w:type="dxa"/>
          </w:tcPr>
          <w:p w14:paraId="6E6055DB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من أرض مكّة لو يعمّة امن البوادي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CA9C49" w14:textId="77777777" w:rsidR="00E5704C" w:rsidRDefault="00E5704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DA5B62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لو من ارض طيبة بلد جدنا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04C" w14:paraId="3C294116" w14:textId="77777777" w:rsidTr="00DB08FD">
        <w:trPr>
          <w:trHeight w:val="350"/>
        </w:trPr>
        <w:tc>
          <w:tcPr>
            <w:tcW w:w="3920" w:type="dxa"/>
          </w:tcPr>
          <w:p w14:paraId="415C8A02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ايده على راسه اُودمع العين بادي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274E7D" w14:textId="77777777" w:rsidR="00E5704C" w:rsidRDefault="00E5704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FACA21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ويقول قصدي لك يبن خير النبيين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04C" w14:paraId="7B5B3A9B" w14:textId="77777777" w:rsidTr="00DB08FD">
        <w:trPr>
          <w:trHeight w:val="350"/>
        </w:trPr>
        <w:tc>
          <w:tcPr>
            <w:tcW w:w="3920" w:type="dxa"/>
          </w:tcPr>
          <w:p w14:paraId="15B2AE74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انكان هذا جيته قاصد الينا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DB5A3B" w14:textId="77777777" w:rsidR="00E5704C" w:rsidRDefault="00E5704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2144DA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بانسايله انكان من ارض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04C" w14:paraId="63A60AB2" w14:textId="77777777" w:rsidTr="00DB08FD">
        <w:trPr>
          <w:trHeight w:val="350"/>
        </w:trPr>
        <w:tc>
          <w:tcPr>
            <w:tcW w:w="3920" w:type="dxa"/>
          </w:tcPr>
          <w:p w14:paraId="75E4543A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مدري محمّد طاب لو زايد انينه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802217" w14:textId="77777777" w:rsidR="00E5704C" w:rsidRDefault="00E5704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A8B148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ليته يجينا بالعجل يلحق على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04C" w14:paraId="2E439798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3F52C19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قولك يسكنة هيج احزاني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A9A854" w14:textId="77777777" w:rsidR="00E5704C" w:rsidRDefault="00E5704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AB720F" w14:textId="77777777" w:rsidR="00E5704C" w:rsidRDefault="00E5704C" w:rsidP="00DB08FD">
            <w:pPr>
              <w:pStyle w:val="libPoem"/>
            </w:pPr>
            <w:r>
              <w:rPr>
                <w:rtl/>
                <w:lang w:bidi="fa-IR"/>
              </w:rPr>
              <w:t>ايقولون هذا حبيب سردال السريّه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21B7C8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9102B" w14:paraId="70D3AC28" w14:textId="77777777" w:rsidTr="00DB08FD">
        <w:trPr>
          <w:trHeight w:val="350"/>
        </w:trPr>
        <w:tc>
          <w:tcPr>
            <w:tcW w:w="3920" w:type="dxa"/>
            <w:shd w:val="clear" w:color="auto" w:fill="auto"/>
          </w:tcPr>
          <w:p w14:paraId="23845C59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lastRenderedPageBreak/>
              <w:t>اوجيّته ابينصر غريب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7D782FF" w14:textId="77777777" w:rsidR="0079102B" w:rsidRDefault="0079102B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1C9411D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ويقول نفسي والأهل فدوة إلى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102B" w14:paraId="6664D4CB" w14:textId="77777777" w:rsidTr="00DB08FD">
        <w:trPr>
          <w:trHeight w:val="350"/>
        </w:trPr>
        <w:tc>
          <w:tcPr>
            <w:tcW w:w="3920" w:type="dxa"/>
          </w:tcPr>
          <w:p w14:paraId="03806456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احبيب جاها اُو بالعجل سلّم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95D6A2" w14:textId="77777777" w:rsidR="0079102B" w:rsidRDefault="0079102B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58092C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ايده على راسه وضعها اجلال 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102B" w14:paraId="254CF98F" w14:textId="77777777" w:rsidTr="00DB08FD">
        <w:trPr>
          <w:trHeight w:val="350"/>
        </w:trPr>
        <w:tc>
          <w:tcPr>
            <w:tcW w:w="3920" w:type="dxa"/>
          </w:tcPr>
          <w:p w14:paraId="45445A98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ويقول يامن تخضع الأملاك 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5453CE" w14:textId="77777777" w:rsidR="0079102B" w:rsidRDefault="0079102B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1FF6D4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جيتي انا طايع يزينب لا تخافين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102B" w14:paraId="7B25D640" w14:textId="77777777" w:rsidTr="00DB08FD">
        <w:trPr>
          <w:trHeight w:val="350"/>
        </w:trPr>
        <w:tc>
          <w:tcPr>
            <w:tcW w:w="3920" w:type="dxa"/>
          </w:tcPr>
          <w:p w14:paraId="150EB4EC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نادت اُودمع العين فوق الخد سايل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3F90A2" w14:textId="77777777" w:rsidR="0079102B" w:rsidRDefault="0079102B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9C7AF4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يحبيب يا مسمي الي عندك مسائل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102B" w14:paraId="7289C6B3" w14:textId="77777777" w:rsidTr="00DB08FD">
        <w:trPr>
          <w:trHeight w:val="350"/>
        </w:trPr>
        <w:tc>
          <w:tcPr>
            <w:tcW w:w="3920" w:type="dxa"/>
          </w:tcPr>
          <w:p w14:paraId="75995FDD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في يوم مسلم وين عنّه كنت نازل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FFA2FD" w14:textId="77777777" w:rsidR="0079102B" w:rsidRDefault="0079102B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1C8792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يوم اينادي ماله امحامي ولا امعين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102B" w14:paraId="0D3C0D58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A98B8FD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احبيب قلها اُودمعته ابخد ذروفه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FD9468" w14:textId="77777777" w:rsidR="0079102B" w:rsidRDefault="0079102B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333318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في يوم مسلم ما كنت حاضر 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102B" w14:paraId="4A3DFF10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3D8928E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لو كنت حاضر ما احد منهم يشوفه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7B2428" w14:textId="77777777" w:rsidR="0079102B" w:rsidRDefault="0079102B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26F2D1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ابروحي انا افديه يا بنت الميامين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76ED910" w14:textId="77777777" w:rsidR="00EE7C84" w:rsidRDefault="00EE7C84" w:rsidP="0079102B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9102B" w14:paraId="0F00F1CE" w14:textId="77777777" w:rsidTr="00DB08FD">
        <w:trPr>
          <w:trHeight w:val="350"/>
        </w:trPr>
        <w:tc>
          <w:tcPr>
            <w:tcW w:w="3920" w:type="dxa"/>
            <w:shd w:val="clear" w:color="auto" w:fill="auto"/>
          </w:tcPr>
          <w:p w14:paraId="028A02E6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جينا اُوطلقنا الحلايل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39DDAFE" w14:textId="77777777" w:rsidR="0079102B" w:rsidRDefault="0079102B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9E706E9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لجلك اُوعفنا لذة الدّنيا الدنيّه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102B" w14:paraId="6171DE9D" w14:textId="77777777" w:rsidTr="00DB08FD">
        <w:trPr>
          <w:trHeight w:val="350"/>
        </w:trPr>
        <w:tc>
          <w:tcPr>
            <w:tcW w:w="3920" w:type="dxa"/>
          </w:tcPr>
          <w:p w14:paraId="324915DF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جيناك باقلوب على الشدات صلبه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D8E208" w14:textId="77777777" w:rsidR="0079102B" w:rsidRDefault="0079102B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641476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والقصد نكشف عن جنابك كُل كربه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102B" w14:paraId="177AF311" w14:textId="77777777" w:rsidTr="00DB08FD">
        <w:trPr>
          <w:trHeight w:val="350"/>
        </w:trPr>
        <w:tc>
          <w:tcPr>
            <w:tcW w:w="3920" w:type="dxa"/>
          </w:tcPr>
          <w:p w14:paraId="68760EAA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بارواحنا نفديك كي نحضى ابشربه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1D839A" w14:textId="77777777" w:rsidR="0079102B" w:rsidRDefault="0079102B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4E5761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من كف ابوك المرتضى زين السجيّه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102B" w14:paraId="261C1DC9" w14:textId="77777777" w:rsidTr="00DB08FD">
        <w:trPr>
          <w:trHeight w:val="350"/>
        </w:trPr>
        <w:tc>
          <w:tcPr>
            <w:tcW w:w="3920" w:type="dxa"/>
          </w:tcPr>
          <w:p w14:paraId="62CB89F2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عفنا تلوطن لجلك اُوطلقنا الحلايل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7800A7" w14:textId="77777777" w:rsidR="0079102B" w:rsidRDefault="0079102B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BDC42F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واقلوبنا امضى من اسيوف الصقايل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102B" w14:paraId="3C617AB9" w14:textId="77777777" w:rsidTr="00DB08FD">
        <w:trPr>
          <w:trHeight w:val="350"/>
        </w:trPr>
        <w:tc>
          <w:tcPr>
            <w:tcW w:w="3920" w:type="dxa"/>
          </w:tcPr>
          <w:p w14:paraId="1FAF7247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آمر على الخدام يا شيخ القبايل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BFC17F" w14:textId="77777777" w:rsidR="0079102B" w:rsidRDefault="0079102B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6EE559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بارواحنا نفديك يا شمس المضيّه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102B" w14:paraId="49AC4F73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2ADDA8F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حاشا ينالك ضيم واحنا حولك اُوقوف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2A66123" w14:textId="77777777" w:rsidR="0079102B" w:rsidRDefault="0079102B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E9569B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نحميك باطراف الاسنه اُوحد لسيوف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102B" w14:paraId="14354063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270D221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اوهذا عذرنا عنه جدك يوم لوقوف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3A36A5" w14:textId="77777777" w:rsidR="0079102B" w:rsidRDefault="0079102B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4F3F1D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يوم تصيح الغوث كُل نفس ابيّه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102B" w14:paraId="37339828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9F3CB63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ما جينا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للمنايا اُو تلف لرواح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CE825B" w14:textId="77777777" w:rsidR="0079102B" w:rsidRDefault="0079102B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6BE4C1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نحميك باطراف الاسنه اُوحد لصفاح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102B" w14:paraId="6DD1FA0B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160FA6A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بالأخص لين اجسادنا تحنة بلجراح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73A414" w14:textId="77777777" w:rsidR="0079102B" w:rsidRDefault="0079102B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6A5880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يوم سعيد فيه اهوال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102B" w14:paraId="550FBF83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B726624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عطنا الاذن يا صاحب السؤدد المنعوت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C54D84" w14:textId="77777777" w:rsidR="0079102B" w:rsidRDefault="0079102B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3BA402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نركب نجايبنا اُو على عدواننا انفوت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102B" w14:paraId="4E537C6E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832D5D0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يا حي يوم فيه دونك نجرع الموت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416282" w14:textId="77777777" w:rsidR="0079102B" w:rsidRDefault="0079102B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6CD5D1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فيه الشهادة والسعادة الأبديّه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102B" w14:paraId="65B89037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3D96911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يحبيب دنهض وانقل الراية عن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A09A99" w14:textId="77777777" w:rsidR="0079102B" w:rsidRDefault="0079102B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57CF4E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عاين اُوشوف الخيل وصلت للصياوين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102B" w14:paraId="6B6DF5E8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481869D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شوف العدى والخيل وصلت يم لرحال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161FCF" w14:textId="77777777" w:rsidR="0079102B" w:rsidRDefault="0079102B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CF1BE4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وانظر ولينا اِحسين حاير بين لنذال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102B" w14:paraId="1B71ABB3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47FBDB0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قلها يزينب لا تقولين ابها لمقال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9D053E" w14:textId="77777777" w:rsidR="0079102B" w:rsidRDefault="0079102B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DF028D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الله يسلمنا ويسلم رأس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102B" w14:paraId="357967A3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2D4A8A6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قالت اله اُو نعمين يحبيب الغضنفر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56D21A" w14:textId="77777777" w:rsidR="0079102B" w:rsidRDefault="0079102B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C71B92" w14:textId="77777777" w:rsidR="0079102B" w:rsidRDefault="0079102B" w:rsidP="00DB08FD">
            <w:pPr>
              <w:pStyle w:val="libPoem"/>
            </w:pPr>
            <w:r>
              <w:rPr>
                <w:rtl/>
                <w:lang w:bidi="fa-IR"/>
              </w:rPr>
              <w:t>لكن شوف اِحسين وحده بين عسكر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D89A984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75541" w14:paraId="398545EF" w14:textId="77777777" w:rsidTr="00DB08FD">
        <w:trPr>
          <w:trHeight w:val="350"/>
        </w:trPr>
        <w:tc>
          <w:tcPr>
            <w:tcW w:w="3920" w:type="dxa"/>
            <w:shd w:val="clear" w:color="auto" w:fill="auto"/>
          </w:tcPr>
          <w:p w14:paraId="7538E37F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lastRenderedPageBreak/>
              <w:t>اِنهض مع العبّاس والجاسم ولكبر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27C8855" w14:textId="77777777" w:rsidR="00675541" w:rsidRDefault="00675541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E86EED6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اُوحملوا على جيش الضلالة اشمال ويمين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541" w14:paraId="27C57D2F" w14:textId="77777777" w:rsidTr="00DB08FD">
        <w:trPr>
          <w:trHeight w:val="350"/>
        </w:trPr>
        <w:tc>
          <w:tcPr>
            <w:tcW w:w="3920" w:type="dxa"/>
          </w:tcPr>
          <w:p w14:paraId="48D8B286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انهض ابهمة يا حبيب اشهر البتّار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458A35" w14:textId="77777777" w:rsidR="00675541" w:rsidRDefault="00675541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D3F0B0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إنته وبو فاضل اُومعْكم كُلّ لنصار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541" w14:paraId="7F289FBB" w14:textId="77777777" w:rsidTr="00DB08FD">
        <w:trPr>
          <w:trHeight w:val="350"/>
        </w:trPr>
        <w:tc>
          <w:tcPr>
            <w:tcW w:w="3920" w:type="dxa"/>
          </w:tcPr>
          <w:p w14:paraId="5E604778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اُوحملوا على جيش الأعادي واشعلوا النار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A2A6CE" w14:textId="77777777" w:rsidR="00675541" w:rsidRDefault="00675541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E5E901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قلها يزينب بس ليّه لا تقولين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541" w14:paraId="75E41A1B" w14:textId="77777777" w:rsidTr="00DB08FD">
        <w:trPr>
          <w:trHeight w:val="350"/>
        </w:trPr>
        <w:tc>
          <w:tcPr>
            <w:tcW w:w="3920" w:type="dxa"/>
          </w:tcPr>
          <w:p w14:paraId="5484B701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قالت ثلاثتنعام منك وافى الباس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6D74C3" w14:textId="77777777" w:rsidR="00675541" w:rsidRDefault="00675541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2516AF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انته مع النذب البطل جاسم اُو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541" w14:paraId="58745B2E" w14:textId="77777777" w:rsidTr="00DB08FD">
        <w:trPr>
          <w:trHeight w:val="350"/>
        </w:trPr>
        <w:tc>
          <w:tcPr>
            <w:tcW w:w="3920" w:type="dxa"/>
          </w:tcPr>
          <w:p w14:paraId="4ACA692E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اِنظر إلى اِحسين الشفيّة بين لرجاس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31EECA" w14:textId="77777777" w:rsidR="00675541" w:rsidRDefault="00675541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A2967E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قلها حبيب اُو بالمدامع هلت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541" w14:paraId="6DFE7F2F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2DAD3C6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ما دام أبو السجّاد والعبّاس موجود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FB012A" w14:textId="77777777" w:rsidR="00675541" w:rsidRDefault="00675541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685E81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لحمل على جيش العدى وادرك المقصود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541" w14:paraId="34A7EE52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76225E2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والله يزينب انا ابهذا اليوم موعود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543A06" w14:textId="77777777" w:rsidR="00675541" w:rsidRDefault="00675541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42D9BD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جتني الزهرا وامرتني اخضب ابحين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541" w14:paraId="0540A9BD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96E7E48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قالت صدق يحبيب جاتك بنت لطياب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EF565E" w14:textId="77777777" w:rsidR="00675541" w:rsidRDefault="00675541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D10F32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من قبل انته عندنا مرفوع لجناب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541" w14:paraId="7591E9AD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CBC7075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جت لك الزهرا وامرتك استعمل اخضاب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330635" w14:textId="77777777" w:rsidR="00675541" w:rsidRDefault="00675541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81E098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قلها نعم معلوم يا بنت الميامين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9BE9678" w14:textId="77777777" w:rsidR="00EE7C84" w:rsidRDefault="00EE7C84" w:rsidP="00675541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75541" w14:paraId="2DBD7361" w14:textId="77777777" w:rsidTr="00DB08FD">
        <w:trPr>
          <w:trHeight w:val="350"/>
        </w:trPr>
        <w:tc>
          <w:tcPr>
            <w:tcW w:w="3920" w:type="dxa"/>
            <w:shd w:val="clear" w:color="auto" w:fill="auto"/>
          </w:tcPr>
          <w:p w14:paraId="1F9F66EB" w14:textId="77777777" w:rsidR="00675541" w:rsidRDefault="00675541" w:rsidP="00675541">
            <w:pPr>
              <w:pStyle w:val="libPoem"/>
            </w:pPr>
            <w:r>
              <w:rPr>
                <w:rtl/>
                <w:lang w:bidi="fa-IR"/>
              </w:rPr>
              <w:t>يحبيب شوف العسكرقامت تجول اعلينا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13BF972" w14:textId="77777777" w:rsidR="00675541" w:rsidRDefault="00675541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4DD6D78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من كربلا ردونا لا ينذبح والينا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541" w14:paraId="5241A6AC" w14:textId="77777777" w:rsidTr="00DB08FD">
        <w:trPr>
          <w:trHeight w:val="350"/>
        </w:trPr>
        <w:tc>
          <w:tcPr>
            <w:tcW w:w="3920" w:type="dxa"/>
          </w:tcPr>
          <w:p w14:paraId="58002176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يحبيب شوف العسكر قامت لنا تتلافا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1081D0" w14:textId="77777777" w:rsidR="00675541" w:rsidRDefault="00675541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50C926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كلما نظرت اجموعهم يحبيب انا مختافه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541" w14:paraId="24E51EE4" w14:textId="77777777" w:rsidTr="00DB08FD">
        <w:trPr>
          <w:trHeight w:val="350"/>
        </w:trPr>
        <w:tc>
          <w:tcPr>
            <w:tcW w:w="3920" w:type="dxa"/>
          </w:tcPr>
          <w:p w14:paraId="3BA3F598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يمتى يجينا ابو الحسن ابعسكره والآفه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118B48" w14:textId="77777777" w:rsidR="00675541" w:rsidRDefault="00675541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19126F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حتّى تصير امقابله اما لهم لولينا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541" w14:paraId="3A5EDCE8" w14:textId="77777777" w:rsidTr="00DB08FD">
        <w:trPr>
          <w:trHeight w:val="350"/>
        </w:trPr>
        <w:tc>
          <w:tcPr>
            <w:tcW w:w="3920" w:type="dxa"/>
          </w:tcPr>
          <w:p w14:paraId="04DEE042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قلها اخوك يا زينب لا ترقبي له عوده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4DE5C4" w14:textId="77777777" w:rsidR="00675541" w:rsidRDefault="00675541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8748D55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وانتين عن هالوقعه يخت السبط موعوده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541" w14:paraId="0EE2FCDD" w14:textId="77777777" w:rsidTr="00DB08FD">
        <w:trPr>
          <w:trHeight w:val="350"/>
        </w:trPr>
        <w:tc>
          <w:tcPr>
            <w:tcW w:w="3920" w:type="dxa"/>
          </w:tcPr>
          <w:p w14:paraId="644D80C1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من يوم ابوك امطبر واعصابته مشدوده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51491A" w14:textId="77777777" w:rsidR="00675541" w:rsidRDefault="00675541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6E2DE2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قول الذي قاله لك هاليوم باتلاقينه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541" w14:paraId="61C4A38F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50B61E2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واحيات امك فاطم والتربة المخفيّه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B6EC67" w14:textId="77777777" w:rsidR="00675541" w:rsidRDefault="00675541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97E1F7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ما عندنا ويّاكم يوم اجتمعنا 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541" w14:paraId="72AC322B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FC39531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والله لولا اقلوبنا فيها لكم حنيّه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3F5663" w14:textId="77777777" w:rsidR="00675541" w:rsidRDefault="00675541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E1E8C9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ما جيت انا واغلامي في كربلا اتعنينا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541" w14:paraId="7FF5B5C3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30DA2F1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عبدك وانا اتعرفيني لك في السمع والطاعه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30D330" w14:textId="77777777" w:rsidR="00675541" w:rsidRDefault="00675541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22B7E5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وانكان ما شفتيني في أوّل الفزّاعه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541" w14:paraId="629EBEB7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04AF76C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معلوم باتشوفيني في حومة الزعزاعه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02AE32" w14:textId="77777777" w:rsidR="00675541" w:rsidRDefault="00675541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E18457" w14:textId="77777777" w:rsidR="00675541" w:rsidRDefault="00675541" w:rsidP="00DB08FD">
            <w:pPr>
              <w:pStyle w:val="libPoem"/>
            </w:pPr>
            <w:r>
              <w:rPr>
                <w:rtl/>
                <w:lang w:bidi="fa-IR"/>
              </w:rPr>
              <w:t>خفي العتب يا زينب كثر العتب يزرينا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F076CC3" w14:textId="77777777" w:rsidR="00EE7C84" w:rsidRDefault="00EE7C84" w:rsidP="00675541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5AE45F7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F406E" w14:paraId="7D294F9B" w14:textId="77777777" w:rsidTr="00DB08FD">
        <w:trPr>
          <w:trHeight w:val="350"/>
        </w:trPr>
        <w:tc>
          <w:tcPr>
            <w:tcW w:w="3920" w:type="dxa"/>
            <w:shd w:val="clear" w:color="auto" w:fill="auto"/>
          </w:tcPr>
          <w:p w14:paraId="062F1DFE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lastRenderedPageBreak/>
              <w:t>شيل العلم يحبيب يا لقوم الشفيّه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89E50DE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C914C4F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واحمل على العدوان يوم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406E" w14:paraId="31203962" w14:textId="77777777" w:rsidTr="00DB08FD">
        <w:trPr>
          <w:trHeight w:val="350"/>
        </w:trPr>
        <w:tc>
          <w:tcPr>
            <w:tcW w:w="3920" w:type="dxa"/>
          </w:tcPr>
          <w:p w14:paraId="34DFF681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خل الاعادي بالثرى صرعى بلا روس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007CD2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C1427B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اُوصول على الابطال يا صاحب الناموس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406E" w14:paraId="3187E53B" w14:textId="77777777" w:rsidTr="00DB08FD">
        <w:trPr>
          <w:trHeight w:val="350"/>
        </w:trPr>
        <w:tc>
          <w:tcPr>
            <w:tcW w:w="3920" w:type="dxa"/>
          </w:tcPr>
          <w:p w14:paraId="3C463021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نادى ابرفيع الصوت اُومنه القلب محموس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B13F6C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DAFF7C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امرك على عيني يبنت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406E" w14:paraId="5707D619" w14:textId="77777777" w:rsidTr="00DB08FD">
        <w:trPr>
          <w:trHeight w:val="350"/>
        </w:trPr>
        <w:tc>
          <w:tcPr>
            <w:tcW w:w="3920" w:type="dxa"/>
          </w:tcPr>
          <w:p w14:paraId="4571D037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نادى عليها والدمع يجري من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4DA845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3D342F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أمرك يمصيونة على رأسى اُوعلى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406E" w14:paraId="60598CAE" w14:textId="77777777" w:rsidTr="00DB08FD">
        <w:trPr>
          <w:trHeight w:val="350"/>
        </w:trPr>
        <w:tc>
          <w:tcPr>
            <w:tcW w:w="3920" w:type="dxa"/>
          </w:tcPr>
          <w:p w14:paraId="62AD73EB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اُوأمّا الفخر يمخدرة ما يظهر الحين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44DB5C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A01BDB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الفخر لا صلنا ابارض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406E" w14:paraId="2DF9DC49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676CD3E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قلها يزينب والدمع بالخد مسجوم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ACC226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A12AF5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احياة ابوك المرتضى خزان لعلوم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406E" w14:paraId="77485988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584A9D8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لا تحمشي قلبي ولا تزيديني اهموم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74AEB1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5E935D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باطلب الرخصه امن الولي يا 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406E" w14:paraId="067272E4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D9FB543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الزوجات طلقنا يبنت خير الموالي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2F992BF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7F8733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اُو لموال عفناها اُوعفنا كُل غالي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406E" w14:paraId="5F61C39C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FAE539E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او لعمار بعناها على عزنا الموالي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CAB67C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C75DAF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كلنا فدى له ننذبح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49A2AFD" w14:textId="77777777" w:rsidR="00EE7C84" w:rsidRDefault="00EE7C84" w:rsidP="00675541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F406E" w14:paraId="26A6591C" w14:textId="77777777" w:rsidTr="00DB08FD">
        <w:trPr>
          <w:trHeight w:val="350"/>
        </w:trPr>
        <w:tc>
          <w:tcPr>
            <w:tcW w:w="3920" w:type="dxa"/>
            <w:shd w:val="clear" w:color="auto" w:fill="auto"/>
          </w:tcPr>
          <w:p w14:paraId="696FF44A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اقبل حبيب الليث واتقدم إلى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6FBA68F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F317019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اُو نادى ابعبرة اُوداعة الله يا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406E" w14:paraId="63EED347" w14:textId="77777777" w:rsidTr="00DB08FD">
        <w:trPr>
          <w:trHeight w:val="350"/>
        </w:trPr>
        <w:tc>
          <w:tcPr>
            <w:tcW w:w="3920" w:type="dxa"/>
          </w:tcPr>
          <w:p w14:paraId="56B53B8C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في داعة الله يا حبيب أحمد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BA426E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931DE5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يسرور قلب المرتضى حيدر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406E" w14:paraId="46278059" w14:textId="77777777" w:rsidTr="00DB08FD">
        <w:trPr>
          <w:trHeight w:val="350"/>
        </w:trPr>
        <w:tc>
          <w:tcPr>
            <w:tcW w:w="3920" w:type="dxa"/>
          </w:tcPr>
          <w:p w14:paraId="5C2C29A7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يا مهجة الزهرا يحاوي كُلّ لسرار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46C3DC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D4A0BF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يا كافل الأيتام يا نور المسلمين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406E" w14:paraId="70FA4E69" w14:textId="77777777" w:rsidTr="00DB08FD">
        <w:trPr>
          <w:trHeight w:val="350"/>
        </w:trPr>
        <w:tc>
          <w:tcPr>
            <w:tcW w:w="3920" w:type="dxa"/>
          </w:tcPr>
          <w:p w14:paraId="7473C2AD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ودّي أنا اصلّي معك اخر صلاتي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0059B7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7E867D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لكن اشوف القوم سدت كُل جهاتي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406E" w14:paraId="5F97B9D1" w14:textId="77777777" w:rsidTr="00DB08FD">
        <w:trPr>
          <w:trHeight w:val="350"/>
        </w:trPr>
        <w:tc>
          <w:tcPr>
            <w:tcW w:w="3920" w:type="dxa"/>
          </w:tcPr>
          <w:p w14:paraId="4D9F0CA7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اشلون أصلّي يا لولي اُوحانت وفاتي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B53BE8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C819EE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راجي أصلّي عند جدّك يا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406E" w14:paraId="6E938FB4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AC07884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واقول سبطك يا رسول الله حاطوه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DC47E1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BE5A1B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في كربلا جيش الدعي والماي منعوه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406E" w14:paraId="61FDBA1B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DFCDAB0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نكثوا مواعيده اُو مواثيقه اوخانوه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5E53CC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C1AC5A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اُو تنفطر كبدك لو ترى حال الرضيعين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406E" w14:paraId="3D100D67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DD98D9A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صول حبيب اُو فرق القيمان بالسيف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1A2715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5A3E2C" w14:textId="77777777" w:rsidR="00BF406E" w:rsidRDefault="00BF406E" w:rsidP="00DB08FD">
            <w:pPr>
              <w:pStyle w:val="libPoem"/>
            </w:pPr>
            <w:r>
              <w:rPr>
                <w:rtl/>
                <w:lang w:bidi="fa-IR"/>
              </w:rPr>
              <w:t>اُوفرت من اقباله مداهيش مراجيف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406E" w14:paraId="07E5D13C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BDF0614" w14:textId="77777777" w:rsidR="00BF406E" w:rsidRDefault="00F47B3E" w:rsidP="00DB08FD">
            <w:pPr>
              <w:pStyle w:val="libPoem"/>
            </w:pPr>
            <w:r>
              <w:rPr>
                <w:rtl/>
                <w:lang w:bidi="fa-IR"/>
              </w:rPr>
              <w:t>او نعمين بالطاهر حبيب الليث لمخيف</w:t>
            </w:r>
            <w:r w:rsidR="00BF406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F9090E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DD251E" w14:textId="77777777" w:rsidR="00BF406E" w:rsidRDefault="00F47B3E" w:rsidP="00DB08FD">
            <w:pPr>
              <w:pStyle w:val="libPoem"/>
            </w:pPr>
            <w:r>
              <w:rPr>
                <w:rtl/>
                <w:lang w:bidi="fa-IR"/>
              </w:rPr>
              <w:t>ناصر الهادي والحسن واخوه لحسين</w:t>
            </w:r>
            <w:r w:rsidR="00BF406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406E" w14:paraId="6C0D2DE5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6989C67" w14:textId="77777777" w:rsidR="00BF406E" w:rsidRDefault="00F47B3E" w:rsidP="00DB08FD">
            <w:pPr>
              <w:pStyle w:val="libPoem"/>
            </w:pPr>
            <w:r>
              <w:rPr>
                <w:rtl/>
                <w:lang w:bidi="fa-IR"/>
              </w:rPr>
              <w:t>لمن قرب يومه وله حتفه تدانا</w:t>
            </w:r>
            <w:r w:rsidR="00BF406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B4D855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DC2891" w14:textId="77777777" w:rsidR="00BF406E" w:rsidRDefault="00F47B3E" w:rsidP="00DB08FD">
            <w:pPr>
              <w:pStyle w:val="libPoem"/>
            </w:pPr>
            <w:r>
              <w:rPr>
                <w:rtl/>
                <w:lang w:bidi="fa-IR"/>
              </w:rPr>
              <w:t>لموا على قتله اُو ضربوا له ابزانه</w:t>
            </w:r>
            <w:r w:rsidR="00BF406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406E" w14:paraId="43579A2A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0A6A7B2" w14:textId="77777777" w:rsidR="00BF406E" w:rsidRDefault="00F47B3E" w:rsidP="00DB08FD">
            <w:pPr>
              <w:pStyle w:val="libPoem"/>
            </w:pPr>
            <w:r>
              <w:rPr>
                <w:rtl/>
                <w:lang w:bidi="fa-IR"/>
              </w:rPr>
              <w:t>واِحسين جالكن منهده اركانه</w:t>
            </w:r>
            <w:r w:rsidR="00BF406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7C3B19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F3E2FB" w14:textId="77777777" w:rsidR="00BF406E" w:rsidRDefault="00F47B3E" w:rsidP="00DB08FD">
            <w:pPr>
              <w:pStyle w:val="libPoem"/>
            </w:pPr>
            <w:r>
              <w:rPr>
                <w:rtl/>
                <w:lang w:bidi="fa-IR"/>
              </w:rPr>
              <w:t>واحنا اضلوعه الموتته واصفق بليدين</w:t>
            </w:r>
            <w:r w:rsidR="00BF406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406E" w14:paraId="3291C19D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2C21514" w14:textId="77777777" w:rsidR="00BF406E" w:rsidRDefault="00F47B3E" w:rsidP="00DB08FD">
            <w:pPr>
              <w:pStyle w:val="libPoem"/>
            </w:pPr>
            <w:r>
              <w:rPr>
                <w:rtl/>
                <w:lang w:bidi="fa-IR"/>
              </w:rPr>
              <w:t>سمعت بنات المصطفى ابذبح الشفيّه</w:t>
            </w:r>
            <w:r w:rsidR="00BF406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AF4F3F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7FF974" w14:textId="77777777" w:rsidR="00BF406E" w:rsidRDefault="00F47B3E" w:rsidP="00DB08FD">
            <w:pPr>
              <w:pStyle w:val="libPoem"/>
            </w:pPr>
            <w:r>
              <w:rPr>
                <w:rtl/>
                <w:lang w:bidi="fa-IR"/>
              </w:rPr>
              <w:t>ضجوا فرد ضجه ابارض الغاضريّه</w:t>
            </w:r>
            <w:r w:rsidR="00BF406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406E" w14:paraId="6F21DCBC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CBD8239" w14:textId="77777777" w:rsidR="00BF406E" w:rsidRDefault="00F47B3E" w:rsidP="00DB08FD">
            <w:pPr>
              <w:pStyle w:val="libPoem"/>
            </w:pPr>
            <w:r>
              <w:rPr>
                <w:rtl/>
                <w:lang w:bidi="fa-IR"/>
              </w:rPr>
              <w:t>كل تنادي ضاقت الدّنيا عليّه</w:t>
            </w:r>
            <w:r w:rsidR="00BF406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39848C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9EBF69" w14:textId="77777777" w:rsidR="00BF406E" w:rsidRDefault="00F47B3E" w:rsidP="00DB08FD">
            <w:pPr>
              <w:pStyle w:val="libPoem"/>
            </w:pPr>
            <w:r>
              <w:rPr>
                <w:rtl/>
                <w:lang w:bidi="fa-IR"/>
              </w:rPr>
              <w:t>والله حسافه راحت ارجال الولي احسين</w:t>
            </w:r>
            <w:r w:rsidR="00BF406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406E" w14:paraId="6F2743BF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11DFDFB" w14:textId="77777777" w:rsidR="00BF406E" w:rsidRDefault="00F47B3E" w:rsidP="00DB08FD">
            <w:pPr>
              <w:pStyle w:val="libPoem"/>
            </w:pPr>
            <w:r>
              <w:rPr>
                <w:rtl/>
                <w:lang w:bidi="fa-IR"/>
              </w:rPr>
              <w:t>اتغررت عين الشفيّة بالمدامع</w:t>
            </w:r>
            <w:r w:rsidR="00BF406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A52606" w14:textId="77777777" w:rsidR="00BF406E" w:rsidRDefault="00BF406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B0BBF4" w14:textId="77777777" w:rsidR="00BF406E" w:rsidRDefault="00F47B3E" w:rsidP="00DB08FD">
            <w:pPr>
              <w:pStyle w:val="libPoem"/>
            </w:pPr>
            <w:r>
              <w:rPr>
                <w:rtl/>
                <w:lang w:bidi="fa-IR"/>
              </w:rPr>
              <w:t>واحنا على موت الشفيّة للاضالع</w:t>
            </w:r>
            <w:r w:rsidR="00BF406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05EFAD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F0052" w14:paraId="33425502" w14:textId="77777777" w:rsidTr="00DB08FD">
        <w:trPr>
          <w:trHeight w:val="350"/>
        </w:trPr>
        <w:tc>
          <w:tcPr>
            <w:tcW w:w="3920" w:type="dxa"/>
            <w:shd w:val="clear" w:color="auto" w:fill="auto"/>
          </w:tcPr>
          <w:p w14:paraId="66CAA927" w14:textId="77777777" w:rsidR="00FF0052" w:rsidRDefault="00FF0052" w:rsidP="00DB08FD">
            <w:pPr>
              <w:pStyle w:val="libPoem"/>
            </w:pPr>
            <w:r>
              <w:rPr>
                <w:rtl/>
                <w:lang w:bidi="fa-IR"/>
              </w:rPr>
              <w:lastRenderedPageBreak/>
              <w:t>او نادى قضيتوا الفرض يا نجوم اللوامع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7C83834" w14:textId="77777777" w:rsidR="00FF0052" w:rsidRDefault="00FF0052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720E01C" w14:textId="77777777" w:rsidR="00FF0052" w:rsidRDefault="00FF0052" w:rsidP="00DB08FD">
            <w:pPr>
              <w:pStyle w:val="libPoem"/>
            </w:pPr>
            <w:r>
              <w:rPr>
                <w:rtl/>
                <w:lang w:bidi="fa-IR"/>
              </w:rPr>
              <w:t>اُورحتوا اُو خليتوا عمدكم ماله امعين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2C40878" w14:textId="77777777" w:rsidR="00EE7C84" w:rsidRDefault="00EE7C84" w:rsidP="00FF0052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058595C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70D08168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هذا فصل في أنصار الحسين وإخوته وأولاده (</w:t>
      </w:r>
      <w:r w:rsidR="00B01AF7" w:rsidRPr="00B01AF7">
        <w:rPr>
          <w:rStyle w:val="libAlaemChar"/>
          <w:rtl/>
        </w:rPr>
        <w:t>عليهم‌السلام</w:t>
      </w:r>
      <w:r>
        <w:rPr>
          <w:rtl/>
          <w:lang w:bidi="fa-IR"/>
        </w:rPr>
        <w:t>) ، وحادثتهم وجوابهم له بالاشتياق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96C26" w14:paraId="066B976A" w14:textId="77777777" w:rsidTr="00DB08FD">
        <w:trPr>
          <w:trHeight w:val="350"/>
        </w:trPr>
        <w:tc>
          <w:tcPr>
            <w:tcW w:w="3920" w:type="dxa"/>
            <w:shd w:val="clear" w:color="auto" w:fill="auto"/>
          </w:tcPr>
          <w:p w14:paraId="0A016BDE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الله يا هي نصرة فازت بها ارجال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393EB80" w14:textId="77777777" w:rsidR="00196C26" w:rsidRDefault="00196C2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CBE9520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مثل الهزبرا حبيب ويا الضيغم اهلال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6C26" w14:paraId="2AFAE31F" w14:textId="77777777" w:rsidTr="00DB08FD">
        <w:trPr>
          <w:trHeight w:val="350"/>
        </w:trPr>
        <w:tc>
          <w:tcPr>
            <w:tcW w:w="3920" w:type="dxa"/>
          </w:tcPr>
          <w:p w14:paraId="689C661E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اسباع ضريّة ما تهاب امن الرجاجيل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0677F8" w14:textId="77777777" w:rsidR="00196C26" w:rsidRDefault="00196C2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355496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سلوا اسيوف ماضيّة والتسمو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6C26" w14:paraId="0BC5241A" w14:textId="77777777" w:rsidTr="00DB08FD">
        <w:trPr>
          <w:trHeight w:val="350"/>
        </w:trPr>
        <w:tc>
          <w:tcPr>
            <w:tcW w:w="3920" w:type="dxa"/>
          </w:tcPr>
          <w:p w14:paraId="75E7F3ED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واحتال وجه الصبح كنّه ظلمة 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85B8DE" w14:textId="77777777" w:rsidR="00196C26" w:rsidRDefault="00196C2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11FA89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ليل طويل اُوداجي اُو متضمن اهوال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6C26" w14:paraId="19890FAE" w14:textId="77777777" w:rsidTr="00DB08FD">
        <w:trPr>
          <w:trHeight w:val="350"/>
        </w:trPr>
        <w:tc>
          <w:tcPr>
            <w:tcW w:w="3920" w:type="dxa"/>
          </w:tcPr>
          <w:p w14:paraId="2506B41E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واتزلزلت ارض البسيطة بالأراجيف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389EFF" w14:textId="77777777" w:rsidR="00196C26" w:rsidRDefault="00196C2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3843AC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اُوفرّت هل الكوفة من الخيفة مخاويف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6C26" w14:paraId="5ABA0962" w14:textId="77777777" w:rsidTr="00DB08FD">
        <w:trPr>
          <w:trHeight w:val="350"/>
        </w:trPr>
        <w:tc>
          <w:tcPr>
            <w:tcW w:w="3920" w:type="dxa"/>
          </w:tcPr>
          <w:p w14:paraId="3A2B32CB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والشام ردّت راجعة من خيفة السيف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487282" w14:textId="77777777" w:rsidR="00196C26" w:rsidRDefault="00196C2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45DBA1F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ايقولون ما شفنا ابدهرنا اُول اوتال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6C26" w14:paraId="04A713EC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E06D170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ياما من احروب حضرناها اُو مذابح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9D918C" w14:textId="77777777" w:rsidR="00196C26" w:rsidRDefault="00196C2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E59C38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اُوياما ركبنا الخيل بايام الصوايح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6C26" w14:paraId="46270099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8B3F6B7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ما هالنا امن اسيوف واخيول ضوابح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B0C83E0" w14:textId="77777777" w:rsidR="00196C26" w:rsidRDefault="00196C2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2C0776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الاَرجال اِحسين عزّ يالها ارجال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6C26" w14:paraId="4E12B15F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14ED967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يوم حمل عبّاس قيدوم السريّه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F72CDF" w14:textId="77777777" w:rsidR="00196C26" w:rsidRDefault="00196C2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81226E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اُونادى على ارجاله يفرسان الضريّه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6C26" w14:paraId="05A2FAD0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E2B7A6E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شدوا اُوصكّوا الخيل بارض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049D89" w14:textId="77777777" w:rsidR="00196C26" w:rsidRDefault="00196C2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1C66DD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حملوا على العدوان واحموا ذات لحجال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6C26" w14:paraId="3D04261B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87CBED3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الله يهم فرسان ما فارس مثلهم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B18682" w14:textId="77777777" w:rsidR="00196C26" w:rsidRDefault="00196C2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820B9B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طاحوا على التربان والجاري غسلهم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6C26" w14:paraId="29111314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336A9C1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إتمنّيت أنا بالطفِّ خيّال مثلهم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1B4A0C" w14:textId="77777777" w:rsidR="00196C26" w:rsidRDefault="00196C2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F48EA5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واكفانهم في كربلا من سافي ارمال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F15B684" w14:textId="77777777" w:rsidR="00EE7C84" w:rsidRDefault="00EE7C84" w:rsidP="00196C26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96C26" w14:paraId="79D55282" w14:textId="77777777" w:rsidTr="00DB08FD">
        <w:trPr>
          <w:trHeight w:val="350"/>
        </w:trPr>
        <w:tc>
          <w:tcPr>
            <w:tcW w:w="3920" w:type="dxa"/>
            <w:shd w:val="clear" w:color="auto" w:fill="auto"/>
          </w:tcPr>
          <w:p w14:paraId="4F07AE09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الله انتخبهم بالسعد من كُل قبيله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4AC5F11" w14:textId="77777777" w:rsidR="00196C26" w:rsidRDefault="00196C2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3C7FA2D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امطيعين جولة اُوكل فتى حظّه يشيله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6C26" w14:paraId="014C4B11" w14:textId="77777777" w:rsidTr="00DB08FD">
        <w:trPr>
          <w:trHeight w:val="350"/>
        </w:trPr>
        <w:tc>
          <w:tcPr>
            <w:tcW w:w="3920" w:type="dxa"/>
          </w:tcPr>
          <w:p w14:paraId="07CB2DFB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فازت عبيد ابها اُو منها خابت احرار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AFA744" w14:textId="77777777" w:rsidR="00196C26" w:rsidRDefault="00196C2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B08E35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اُو منهم نصارى والسعد سواهم أنصار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6C26" w14:paraId="3EC0B106" w14:textId="77777777" w:rsidTr="00DB08FD">
        <w:trPr>
          <w:trHeight w:val="350"/>
        </w:trPr>
        <w:tc>
          <w:tcPr>
            <w:tcW w:w="3920" w:type="dxa"/>
          </w:tcPr>
          <w:p w14:paraId="66E88D69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وامحمّد ايعوفه القضا بالمرض في الدار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85E4DE" w14:textId="77777777" w:rsidR="00196C26" w:rsidRDefault="00196C2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A9D0EB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اُوفي كُل وقعة ببرق الأكبر يشيله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6C26" w14:paraId="194A6265" w14:textId="77777777" w:rsidTr="00DB08FD">
        <w:trPr>
          <w:trHeight w:val="350"/>
        </w:trPr>
        <w:tc>
          <w:tcPr>
            <w:tcW w:w="3920" w:type="dxa"/>
          </w:tcPr>
          <w:p w14:paraId="01540202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مولى ابوذر الغفاري صار منهم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DDBD81" w14:textId="77777777" w:rsidR="00196C26" w:rsidRDefault="00196C2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BBA8DF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لعلام رفت والعبد بيده علمهم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6C26" w14:paraId="59BD19A3" w14:textId="77777777" w:rsidTr="00DB08FD">
        <w:trPr>
          <w:trHeight w:val="350"/>
        </w:trPr>
        <w:tc>
          <w:tcPr>
            <w:tcW w:w="3920" w:type="dxa"/>
          </w:tcPr>
          <w:p w14:paraId="55AD83CC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حظّه نهض به واختلط دمه ابدمهم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A61168" w14:textId="77777777" w:rsidR="00196C26" w:rsidRDefault="00196C2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F6BCFE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ابعيد اُو قريب له لفوا من كُل قبيله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6C26" w14:paraId="37F37728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68D795A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لحظوظ جلبتهم اُوجابتهم من ابعيد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754431" w14:textId="77777777" w:rsidR="00196C26" w:rsidRDefault="00196C2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9C5E51D" w14:textId="77777777" w:rsidR="00196C26" w:rsidRDefault="00196C26" w:rsidP="00DB08FD">
            <w:pPr>
              <w:pStyle w:val="libPoem"/>
            </w:pPr>
            <w:r>
              <w:rPr>
                <w:rtl/>
                <w:lang w:bidi="fa-IR"/>
              </w:rPr>
              <w:t>عندهم املاقات المنيّة كنّه العيد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22F097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926DD" w14:paraId="01FF4B8E" w14:textId="77777777" w:rsidTr="00DB08FD">
        <w:trPr>
          <w:trHeight w:val="350"/>
        </w:trPr>
        <w:tc>
          <w:tcPr>
            <w:tcW w:w="3920" w:type="dxa"/>
            <w:shd w:val="clear" w:color="auto" w:fill="auto"/>
          </w:tcPr>
          <w:p w14:paraId="318B8641" w14:textId="77777777" w:rsidR="009926DD" w:rsidRDefault="009926DD" w:rsidP="00DB08FD">
            <w:pPr>
              <w:pStyle w:val="libPoem"/>
            </w:pPr>
            <w:r>
              <w:rPr>
                <w:rtl/>
                <w:lang w:bidi="fa-IR"/>
              </w:rPr>
              <w:lastRenderedPageBreak/>
              <w:t>كُل من ابعمره للفنى متقدم ايريد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0AA4BE5" w14:textId="77777777" w:rsidR="009926DD" w:rsidRDefault="009926DD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02E79B1" w14:textId="77777777" w:rsidR="009926DD" w:rsidRDefault="009926DD" w:rsidP="00DB08FD">
            <w:pPr>
              <w:pStyle w:val="libPoem"/>
            </w:pPr>
            <w:r>
              <w:rPr>
                <w:rtl/>
                <w:lang w:bidi="fa-IR"/>
              </w:rPr>
              <w:t>فادي له ابروحه اُوكلهم فدوة إيله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6DD" w14:paraId="4691163B" w14:textId="77777777" w:rsidTr="00DB08FD">
        <w:trPr>
          <w:trHeight w:val="350"/>
        </w:trPr>
        <w:tc>
          <w:tcPr>
            <w:tcW w:w="3920" w:type="dxa"/>
          </w:tcPr>
          <w:p w14:paraId="3A02284E" w14:textId="77777777" w:rsidR="009926DD" w:rsidRDefault="009926DD" w:rsidP="00DB08FD">
            <w:pPr>
              <w:pStyle w:val="libPoem"/>
            </w:pPr>
            <w:r>
              <w:rPr>
                <w:rtl/>
                <w:lang w:bidi="fa-IR"/>
              </w:rPr>
              <w:t>معذور فيهم بوعلي لو وقف محتار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D10822" w14:textId="77777777" w:rsidR="009926DD" w:rsidRDefault="009926DD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32025B" w14:textId="77777777" w:rsidR="009926DD" w:rsidRDefault="009926DD" w:rsidP="00DB08FD">
            <w:pPr>
              <w:pStyle w:val="libPoem"/>
            </w:pPr>
            <w:r>
              <w:rPr>
                <w:rtl/>
                <w:lang w:bidi="fa-IR"/>
              </w:rPr>
              <w:t>يوم يعاينهم عرايا فوق لوعار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6DD" w14:paraId="3FC9DD97" w14:textId="77777777" w:rsidTr="00DB08FD">
        <w:trPr>
          <w:trHeight w:val="350"/>
        </w:trPr>
        <w:tc>
          <w:tcPr>
            <w:tcW w:w="3920" w:type="dxa"/>
          </w:tcPr>
          <w:p w14:paraId="470E9F9D" w14:textId="77777777" w:rsidR="009926DD" w:rsidRDefault="009926DD" w:rsidP="00DB08FD">
            <w:pPr>
              <w:pStyle w:val="libPoem"/>
            </w:pPr>
            <w:r>
              <w:rPr>
                <w:rtl/>
                <w:lang w:bidi="fa-IR"/>
              </w:rPr>
              <w:t>ما صار في الدنيا مثلهم صفوة اَنصار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0E1D22" w14:textId="77777777" w:rsidR="009926DD" w:rsidRDefault="009926DD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8065B0" w14:textId="77777777" w:rsidR="009926DD" w:rsidRDefault="009926DD" w:rsidP="00DB08FD">
            <w:pPr>
              <w:pStyle w:val="libPoem"/>
            </w:pPr>
            <w:r>
              <w:rPr>
                <w:rtl/>
                <w:lang w:bidi="fa-IR"/>
              </w:rPr>
              <w:t>ابحق له عليهم لا وقف دمعه يسيله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6DD" w14:paraId="476EFB38" w14:textId="77777777" w:rsidTr="00DB08FD">
        <w:trPr>
          <w:trHeight w:val="350"/>
        </w:trPr>
        <w:tc>
          <w:tcPr>
            <w:tcW w:w="3920" w:type="dxa"/>
          </w:tcPr>
          <w:p w14:paraId="3E46BCBA" w14:textId="77777777" w:rsidR="009926DD" w:rsidRDefault="009926DD" w:rsidP="00DB08FD">
            <w:pPr>
              <w:pStyle w:val="libPoem"/>
            </w:pPr>
            <w:r>
              <w:rPr>
                <w:rtl/>
                <w:lang w:bidi="fa-IR"/>
              </w:rPr>
              <w:t>واقف يعاينهم اُو يجري فيض للدموع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C3015D" w14:textId="77777777" w:rsidR="009926DD" w:rsidRDefault="009926DD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1825CC" w14:textId="77777777" w:rsidR="009926DD" w:rsidRDefault="009926DD" w:rsidP="00DB08FD">
            <w:pPr>
              <w:pStyle w:val="libPoem"/>
            </w:pPr>
            <w:r>
              <w:rPr>
                <w:rtl/>
                <w:lang w:bidi="fa-IR"/>
              </w:rPr>
              <w:t>محتار والعسكر عليه تجمع اجموع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6DD" w14:paraId="62705728" w14:textId="77777777" w:rsidTr="00DB08FD">
        <w:trPr>
          <w:trHeight w:val="350"/>
        </w:trPr>
        <w:tc>
          <w:tcPr>
            <w:tcW w:w="3920" w:type="dxa"/>
          </w:tcPr>
          <w:p w14:paraId="07A873B5" w14:textId="77777777" w:rsidR="009926DD" w:rsidRDefault="009926DD" w:rsidP="00DB08FD">
            <w:pPr>
              <w:pStyle w:val="libPoem"/>
            </w:pPr>
            <w:r>
              <w:rPr>
                <w:rtl/>
                <w:lang w:bidi="fa-IR"/>
              </w:rPr>
              <w:t>اُو يسمع خواته للمدينة تطلب ارجوع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6B8A7E" w14:textId="77777777" w:rsidR="009926DD" w:rsidRDefault="009926DD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ACF644" w14:textId="77777777" w:rsidR="009926DD" w:rsidRDefault="009926DD" w:rsidP="00DB08FD">
            <w:pPr>
              <w:pStyle w:val="libPoem"/>
            </w:pPr>
            <w:r>
              <w:rPr>
                <w:rtl/>
                <w:lang w:bidi="fa-IR"/>
              </w:rPr>
              <w:t>ردنا الوطن جدنا يا شيخ القبيله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ACC8C2D" w14:textId="77777777" w:rsidR="00EE7C84" w:rsidRDefault="00EE7C84" w:rsidP="009926DD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642A4A6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45742F46" w14:textId="77777777" w:rsidR="00EE7C84" w:rsidRDefault="00EE7C84" w:rsidP="00D256BC">
      <w:pPr>
        <w:pStyle w:val="Heading3Center"/>
        <w:rPr>
          <w:lang w:bidi="fa-IR"/>
        </w:rPr>
      </w:pPr>
      <w:bookmarkStart w:id="23" w:name="_Toc17226582"/>
      <w:r>
        <w:rPr>
          <w:rtl/>
          <w:lang w:bidi="fa-IR"/>
        </w:rPr>
        <w:lastRenderedPageBreak/>
        <w:t>هذا ممّا يخص بطولة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في حفر البئر :</w:t>
      </w:r>
      <w:bookmarkEnd w:id="23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D6097" w14:paraId="1FB6EFA7" w14:textId="77777777" w:rsidTr="00DB08FD">
        <w:trPr>
          <w:trHeight w:val="350"/>
        </w:trPr>
        <w:tc>
          <w:tcPr>
            <w:tcW w:w="3920" w:type="dxa"/>
            <w:shd w:val="clear" w:color="auto" w:fill="auto"/>
          </w:tcPr>
          <w:p w14:paraId="15466793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شمّر لحفر البير عبّاس الشفيّه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9002F65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72709FD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ساقي العطاشى دوم اُو قيدوم السريّه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74CDDED5" w14:textId="77777777" w:rsidTr="00DB08FD">
        <w:trPr>
          <w:trHeight w:val="350"/>
        </w:trPr>
        <w:tc>
          <w:tcPr>
            <w:tcW w:w="3920" w:type="dxa"/>
          </w:tcPr>
          <w:p w14:paraId="48148ABF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واِحسين يتناول اتراب البير بيسار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1B9A40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F9736C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اِمشمّر الدرعانه امساعد لا عضيده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26FEF8F2" w14:textId="77777777" w:rsidTr="00DB08FD">
        <w:trPr>
          <w:trHeight w:val="350"/>
        </w:trPr>
        <w:tc>
          <w:tcPr>
            <w:tcW w:w="3920" w:type="dxa"/>
          </w:tcPr>
          <w:p w14:paraId="18EA811A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اُوجسّام والأكبر أبو النفس الحميده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676F53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26BBC9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والكُل ايقول اليوم كبدي ملتظيّه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7678ED6F" w14:textId="77777777" w:rsidTr="00DB08FD">
        <w:trPr>
          <w:trHeight w:val="350"/>
        </w:trPr>
        <w:tc>
          <w:tcPr>
            <w:tcW w:w="3920" w:type="dxa"/>
          </w:tcPr>
          <w:p w14:paraId="1EA1171C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اُو زينب على كفها الطفل غارت اعيونه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0053AE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971121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اتنادي يخويه امن العطش صكّت اسنونه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56C1B39E" w14:textId="77777777" w:rsidTr="00DB08FD">
        <w:trPr>
          <w:trHeight w:val="350"/>
        </w:trPr>
        <w:tc>
          <w:tcPr>
            <w:tcW w:w="3920" w:type="dxa"/>
          </w:tcPr>
          <w:p w14:paraId="1839C259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ودوه للعسكر عسى انهم يرحمونه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E19018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61D8AA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قلها الرحيم الله ابحاله يازكيّه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3C08DF88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014A7A3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واِحسين ايخاطب بوالفضل يا خوي خبر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36FFFFE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BC7CB4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عسى وصلت الماي يا نسل الغضنفر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5CC6A857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B742B97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قلّه نداوة والقلب منه استبشر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B908C2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91F090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الله ايعينك يا عضيدي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4DEF87B8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C34FE40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اُوبس عاين الصخرة بقي في البير مبهوت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0AC5A0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4C65F0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اُو نادى يخويه الماي دونه حاول الموت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02511755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9368E62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قالت اسكينة امن الظما عمّي اباموت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013F10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DD0D38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وا ضيعتي وا قلّة الوالي إليّه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1C40468A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BF8C043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قلّه عن اليسرى اُوعن ليمنى اَنظرها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F4C6E0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7E4596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قلّه يخويه امن العمد ثوّر شررها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4292776F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8DED4B4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من كُل جانب يالأخو قاطع خبرها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92DC8D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23DAEC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ضفّق ابراحاته واستسلم للمنيّه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707247F9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7FCC627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نادى يجاسم دنِّ منّي الدرع والجود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4A7E11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D318FB" w14:textId="77777777" w:rsidR="00CD6097" w:rsidRDefault="00CD6097" w:rsidP="00CD6097">
            <w:pPr>
              <w:pStyle w:val="libPoem"/>
            </w:pPr>
            <w:r>
              <w:rPr>
                <w:rtl/>
                <w:lang w:bidi="fa-IR"/>
              </w:rPr>
              <w:t>يابني ما ينفع عن بنات المصطفى اصدود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5FB98C3B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B3FFFC9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اُوجدّك لسوي ابكربلا ابروق وارعود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44A441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5E0A30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واكردس الأبطال واسقيها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C45A77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47379AD6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هذا فصل في بطل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، وحامل رايته ، وساقي عطاشاه ، وحامل لوائه أبي الفضل العبّاس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D6097" w14:paraId="74E2A010" w14:textId="77777777" w:rsidTr="00DB08FD">
        <w:trPr>
          <w:trHeight w:val="350"/>
        </w:trPr>
        <w:tc>
          <w:tcPr>
            <w:tcW w:w="3920" w:type="dxa"/>
            <w:shd w:val="clear" w:color="auto" w:fill="auto"/>
          </w:tcPr>
          <w:p w14:paraId="3B3BEC91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والله يزهرا ما حضرتي يوم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4EF54F1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C9A41FE" w14:textId="77777777" w:rsidR="00CD6097" w:rsidRDefault="00CD6097" w:rsidP="00CD6097">
            <w:pPr>
              <w:pStyle w:val="libPoem"/>
            </w:pPr>
            <w:r>
              <w:rPr>
                <w:rtl/>
                <w:lang w:bidi="fa-IR"/>
              </w:rPr>
              <w:t>جيش العدى دايراُوجيش اِحسين محصور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693FD823" w14:textId="77777777" w:rsidTr="00DB08FD">
        <w:trPr>
          <w:trHeight w:val="350"/>
        </w:trPr>
        <w:tc>
          <w:tcPr>
            <w:tcW w:w="3920" w:type="dxa"/>
          </w:tcPr>
          <w:p w14:paraId="35236A24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شبّان ما عندهم سوى هذيك الاَنصار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ABC950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56BA90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عافوا مداينهم اُو قطعوا ابرور واقفار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3A82E07F" w14:textId="77777777" w:rsidTr="00DB08FD">
        <w:trPr>
          <w:trHeight w:val="350"/>
        </w:trPr>
        <w:tc>
          <w:tcPr>
            <w:tcW w:w="3920" w:type="dxa"/>
          </w:tcPr>
          <w:p w14:paraId="5153AEE6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ما طرّشوا ليهم ولا جولة بلخبار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6994E2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816815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عافوا الدّنيّا اُو شاهدوا الجنّات والحور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177FBD1E" w14:textId="77777777" w:rsidTr="00DB08FD">
        <w:trPr>
          <w:trHeight w:val="350"/>
        </w:trPr>
        <w:tc>
          <w:tcPr>
            <w:tcW w:w="3920" w:type="dxa"/>
          </w:tcPr>
          <w:p w14:paraId="49EB2D25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لبنك حضرتي الطفّ يوم آمر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2FC971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4FEE8E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اُوشدّوا على اكحيلاتهم كلّم امسلحين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0792F44B" w14:textId="77777777" w:rsidTr="00DB08FD">
        <w:trPr>
          <w:trHeight w:val="350"/>
        </w:trPr>
        <w:tc>
          <w:tcPr>
            <w:tcW w:w="3920" w:type="dxa"/>
          </w:tcPr>
          <w:p w14:paraId="1A86E139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واتقدّموا للمعركة نيفٌ اُو سبعين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7AF976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C0EEB8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عزوا البيارق واظلمت هاذيك لبرور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13797C5C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BB2A6DB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واتقدموا كلبهم عن ايمينه اُو شماله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B7EF94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6F00AB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لكن أبو فاضل بدا اُوزادت افعاله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046DC658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6A49FE7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والسيف في يمناه والراية ابشماله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972986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20D3E5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لا من تزفّر قال هذا يوم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687AD8A8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25EE2C2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يا ما حمل حملات يوم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2DD637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7FB621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اُويا ما فنى ابطال عزّ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2FD31370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BD69D54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سبعين الف بالترب خلاها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5E7E14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178195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هز العلم والدمع فوق الخد منثور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1D091BDE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F9D6F27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ويزيد من فوق التخت من صرخته قام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BDFF3C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4F5995B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حين رفع صوته اُومنه ماجت الشام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2C3F652A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17EC508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حاز الشجاعة من على زراق لرخام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596BEA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8DF010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من صال في الميدان خلا كربلا اتمور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1674DF62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718BD73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معذور أبو فاضل إذا جاهد عن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28994E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8E0579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يذكر وصيّت والده في يوم صفّين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7F6638C1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CAA5FB6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اُو ينظره عطشان ويّاه 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2689EE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864DE0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اِحسين اينادي بوالفضل يا خوي ماجور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77C32283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F9C2EAA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يوم اراد الله على تغميض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B6EE9F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ED32D1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صابه الرجس نوفل على اشماله اُو 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6097" w14:paraId="1F9C931B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40FEA56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تعبان من كثر الجراح الله يعينه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9DAAB3" w14:textId="77777777" w:rsidR="00CD6097" w:rsidRDefault="00CD6097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AA7D7A" w14:textId="77777777" w:rsidR="00CD6097" w:rsidRDefault="00CD6097" w:rsidP="00DB08FD">
            <w:pPr>
              <w:pStyle w:val="libPoem"/>
            </w:pPr>
            <w:r>
              <w:rPr>
                <w:rtl/>
                <w:lang w:bidi="fa-IR"/>
              </w:rPr>
              <w:t>اتمّنيت ابوك ايجي ويشوفك كيف منحور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4C427DB" w14:textId="77777777" w:rsidR="00EE7C84" w:rsidRDefault="00EE7C84" w:rsidP="00CD6097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0439ED7B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732" w:type="pct"/>
        <w:tblInd w:w="111" w:type="dxa"/>
        <w:tblLook w:val="01E0" w:firstRow="1" w:lastRow="1" w:firstColumn="1" w:lastColumn="1" w:noHBand="0" w:noVBand="0"/>
      </w:tblPr>
      <w:tblGrid>
        <w:gridCol w:w="4260"/>
        <w:gridCol w:w="304"/>
        <w:gridCol w:w="3911"/>
      </w:tblGrid>
      <w:tr w:rsidR="004A6E3E" w14:paraId="62127F9F" w14:textId="77777777" w:rsidTr="003D5EF1">
        <w:trPr>
          <w:trHeight w:val="350"/>
        </w:trPr>
        <w:tc>
          <w:tcPr>
            <w:tcW w:w="3812" w:type="dxa"/>
            <w:shd w:val="clear" w:color="auto" w:fill="auto"/>
          </w:tcPr>
          <w:p w14:paraId="3D5830E5" w14:textId="77777777" w:rsidR="004A6E3E" w:rsidRDefault="004A6E3E" w:rsidP="00DB08FD">
            <w:pPr>
              <w:pStyle w:val="libPoem"/>
            </w:pPr>
            <w:r>
              <w:rPr>
                <w:rtl/>
                <w:lang w:bidi="fa-IR"/>
              </w:rPr>
              <w:lastRenderedPageBreak/>
              <w:t>يحسين ضاقت كربلا بالقوم والخيل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7B589748" w14:textId="77777777" w:rsidR="004A6E3E" w:rsidRDefault="004A6E3E" w:rsidP="00DB08FD">
            <w:pPr>
              <w:pStyle w:val="libPoem"/>
              <w:rPr>
                <w:rtl/>
              </w:rPr>
            </w:pPr>
          </w:p>
        </w:tc>
        <w:tc>
          <w:tcPr>
            <w:tcW w:w="3499" w:type="dxa"/>
            <w:shd w:val="clear" w:color="auto" w:fill="auto"/>
          </w:tcPr>
          <w:p w14:paraId="10B09A0C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يحسين من قبل المسيّة خلنا انشيل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6E3E" w14:paraId="168E042D" w14:textId="77777777" w:rsidTr="003D5EF1">
        <w:trPr>
          <w:trHeight w:val="350"/>
        </w:trPr>
        <w:tc>
          <w:tcPr>
            <w:tcW w:w="3812" w:type="dxa"/>
          </w:tcPr>
          <w:p w14:paraId="7AB6D89D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شافت العسكر واصبحت زينب حزينه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3A107C7" w14:textId="77777777" w:rsidR="004A6E3E" w:rsidRDefault="004A6E3E" w:rsidP="00DB08FD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14:paraId="63B44A29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اُونادت على العبّاس يا حامي الظعينه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6E3E" w14:paraId="744259B7" w14:textId="77777777" w:rsidTr="003D5EF1">
        <w:trPr>
          <w:trHeight w:val="350"/>
        </w:trPr>
        <w:tc>
          <w:tcPr>
            <w:tcW w:w="3812" w:type="dxa"/>
          </w:tcPr>
          <w:p w14:paraId="614300CC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شوروا على الوالي يرد ابنا المدينه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28272C4" w14:textId="77777777" w:rsidR="004A6E3E" w:rsidRDefault="004A6E3E" w:rsidP="00DB08FD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14:paraId="4179AF2E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قبل المسا يمسي اُو قبل ايهود الليل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6E3E" w14:paraId="2A2ABAED" w14:textId="77777777" w:rsidTr="003D5EF1">
        <w:trPr>
          <w:trHeight w:val="350"/>
        </w:trPr>
        <w:tc>
          <w:tcPr>
            <w:tcW w:w="3812" w:type="dxa"/>
          </w:tcPr>
          <w:p w14:paraId="3078B1CD" w14:textId="77777777" w:rsidR="004A6E3E" w:rsidRDefault="003D5EF1" w:rsidP="003D5EF1">
            <w:pPr>
              <w:pStyle w:val="libPoem"/>
            </w:pPr>
            <w:r>
              <w:rPr>
                <w:rtl/>
                <w:lang w:bidi="fa-IR"/>
              </w:rPr>
              <w:t>هل كيف انااتقدم على اخويه حسين بالشور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149C3BE" w14:textId="77777777" w:rsidR="004A6E3E" w:rsidRDefault="004A6E3E" w:rsidP="00DB08FD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14:paraId="25E70154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والأرض هذي كربلا والشهر عاشور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6E3E" w14:paraId="48369E38" w14:textId="77777777" w:rsidTr="003D5EF1">
        <w:trPr>
          <w:trHeight w:val="350"/>
        </w:trPr>
        <w:tc>
          <w:tcPr>
            <w:tcW w:w="3812" w:type="dxa"/>
          </w:tcPr>
          <w:p w14:paraId="4451CD8B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فوز اُو شهاده اُو مرجله اُو نور على نور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1473739" w14:textId="77777777" w:rsidR="004A6E3E" w:rsidRDefault="004A6E3E" w:rsidP="00DB08FD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14:paraId="741E447E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هذي مكان المرجله اُوحال الرجاجيل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6E3E" w14:paraId="13E530AB" w14:textId="77777777" w:rsidTr="003D5EF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12" w:type="dxa"/>
          </w:tcPr>
          <w:p w14:paraId="72609B57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خوفي يقول اِحسين ما شاروا عليّه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F344001" w14:textId="77777777" w:rsidR="004A6E3E" w:rsidRDefault="004A6E3E" w:rsidP="00DB08FD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14:paraId="128859AE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من الذلّة اُومن خوف المنيّه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6E3E" w14:paraId="1A6F48B5" w14:textId="77777777" w:rsidTr="003D5EF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12" w:type="dxa"/>
          </w:tcPr>
          <w:p w14:paraId="5A88DC66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وانا المسمّى خوك قيدوم السريّه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F7C0B72" w14:textId="77777777" w:rsidR="004A6E3E" w:rsidRDefault="004A6E3E" w:rsidP="00DB08FD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14:paraId="64CFFECF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الموت لاهابه ولا خيّالة الخيل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6E3E" w14:paraId="56490581" w14:textId="77777777" w:rsidTr="003D5EF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12" w:type="dxa"/>
          </w:tcPr>
          <w:p w14:paraId="3A4504BF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هذي يزينب كربلا عزنا اُو سعدنا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4D3E7AF" w14:textId="77777777" w:rsidR="004A6E3E" w:rsidRDefault="004A6E3E" w:rsidP="00DB08FD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14:paraId="506BE550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لو ننطرد بالسيف عنها ما نطردنا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6E3E" w14:paraId="3866C77B" w14:textId="77777777" w:rsidTr="003D5EF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12" w:type="dxa"/>
          </w:tcPr>
          <w:p w14:paraId="4A64FEBA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الله ايعينك من بلا اتقاسي بعدنا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F8D0FBF" w14:textId="77777777" w:rsidR="004A6E3E" w:rsidRDefault="004A6E3E" w:rsidP="00DB08FD">
            <w:pPr>
              <w:pStyle w:val="libPoem"/>
              <w:rPr>
                <w:rtl/>
              </w:rPr>
            </w:pPr>
          </w:p>
        </w:tc>
        <w:tc>
          <w:tcPr>
            <w:tcW w:w="3499" w:type="dxa"/>
          </w:tcPr>
          <w:p w14:paraId="01A1D4A1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بشري ابشد احبال واركوب المهازيل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9FF8CDB" w14:textId="77777777" w:rsidR="00EE7C84" w:rsidRDefault="00EE7C84" w:rsidP="00CD6097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A6E3E" w14:paraId="5CC7B847" w14:textId="77777777" w:rsidTr="00DB08FD">
        <w:trPr>
          <w:trHeight w:val="350"/>
        </w:trPr>
        <w:tc>
          <w:tcPr>
            <w:tcW w:w="3920" w:type="dxa"/>
            <w:shd w:val="clear" w:color="auto" w:fill="auto"/>
          </w:tcPr>
          <w:p w14:paraId="3BCB8453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نووا على اُورود المنيّة واسرجوا الخيل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9A04B08" w14:textId="77777777" w:rsidR="004A6E3E" w:rsidRDefault="004A6E3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56B3471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راحوا وخلّونا حريم ابلا رجاجيل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6E3E" w14:paraId="13EAF0CD" w14:textId="77777777" w:rsidTr="00DB08FD">
        <w:trPr>
          <w:trHeight w:val="350"/>
        </w:trPr>
        <w:tc>
          <w:tcPr>
            <w:tcW w:w="3920" w:type="dxa"/>
          </w:tcPr>
          <w:p w14:paraId="74F564D7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اظلم علي البيت ووحشني محلهم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2A7F46" w14:textId="77777777" w:rsidR="004A6E3E" w:rsidRDefault="004A6E3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615AF3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في فرد ساعة فارقوني طبق كلهم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6E3E" w14:paraId="385193FE" w14:textId="77777777" w:rsidTr="00DB08FD">
        <w:trPr>
          <w:trHeight w:val="350"/>
        </w:trPr>
        <w:tc>
          <w:tcPr>
            <w:tcW w:w="3920" w:type="dxa"/>
          </w:tcPr>
          <w:p w14:paraId="372497C1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ما دارت الدّنيا على ابدور مثلهم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DE9232" w14:textId="77777777" w:rsidR="004A6E3E" w:rsidRDefault="004A6E3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9B3BCB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ابدور لنا ياضون لا من هوّد الليل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6E3E" w14:paraId="252321A6" w14:textId="77777777" w:rsidTr="00DB08FD">
        <w:trPr>
          <w:trHeight w:val="350"/>
        </w:trPr>
        <w:tc>
          <w:tcPr>
            <w:tcW w:w="3920" w:type="dxa"/>
          </w:tcPr>
          <w:p w14:paraId="2CA7486C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اُو شخص البطل عبّاس يتزهي ابعيني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922636" w14:textId="77777777" w:rsidR="004A6E3E" w:rsidRDefault="004A6E3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D0AA54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ايقلّي بجيب الماي يختي اترقبيني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6E3E" w14:paraId="56176CB4" w14:textId="77777777" w:rsidTr="00DB08FD">
        <w:trPr>
          <w:trHeight w:val="350"/>
        </w:trPr>
        <w:tc>
          <w:tcPr>
            <w:tcW w:w="3920" w:type="dxa"/>
          </w:tcPr>
          <w:p w14:paraId="4FCE9B92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ما يختلف وعد جرى بينك اُو بيني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3307B5" w14:textId="77777777" w:rsidR="004A6E3E" w:rsidRDefault="004A6E3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BB7228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ابطى عليّه ابن النجابه واخلف القيل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6E3E" w14:paraId="49610ABD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BB21F1D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والله يخويه الماي ما يسوى علينا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6080B0" w14:textId="77777777" w:rsidR="004A6E3E" w:rsidRDefault="004A6E3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35C205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رايح يجيبه تقطع اشماله اُو يمينه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6E3E" w14:paraId="0BB9D5F2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AE5D518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والله حسافة راح دخر ذاخرينه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2CCACA" w14:textId="77777777" w:rsidR="004A6E3E" w:rsidRDefault="004A6E3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6C95C1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اُوماتت عليّه امن الأسف خيّالة الخيل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6E3E" w14:paraId="56ECCEE1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3516DAB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صوّل عليهم يشبه الضيغم الظافر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E92146" w14:textId="77777777" w:rsidR="004A6E3E" w:rsidRDefault="004A6E3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AE407D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اُوفروا مثل سرب القطا الذاعر النافر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6E3E" w14:paraId="7613A595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5C974EA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يا ما جثث خ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على الغبرا عواثر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97136B" w14:textId="77777777" w:rsidR="004A6E3E" w:rsidRDefault="004A6E3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D0C49E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كلما عليهم صال قامت تسحق الخيل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6E3E" w14:paraId="279BDEA0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AC42A34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اوشط الفرات ايقول سمعوا ياهل البيت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940E72" w14:textId="77777777" w:rsidR="004A6E3E" w:rsidRDefault="004A6E3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FAE124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انكان تردوني إلى امخيمكم تعنيت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6E3E" w14:paraId="462306C6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1B8619B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والله لو اقدر على الجيّه لكم جيت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853876" w14:textId="77777777" w:rsidR="004A6E3E" w:rsidRDefault="004A6E3E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D3CB17" w14:textId="77777777" w:rsidR="004A6E3E" w:rsidRDefault="003D5EF1" w:rsidP="00DB08FD">
            <w:pPr>
              <w:pStyle w:val="libPoem"/>
            </w:pPr>
            <w:r>
              <w:rPr>
                <w:rtl/>
                <w:lang w:bidi="fa-IR"/>
              </w:rPr>
              <w:t>انكان ما عطشت لكم حرمه ولا طفيل</w:t>
            </w:r>
            <w:r w:rsidR="004A6E3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8C7B67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00366" w14:paraId="26709ED1" w14:textId="77777777" w:rsidTr="00DB08FD">
        <w:trPr>
          <w:trHeight w:val="350"/>
        </w:trPr>
        <w:tc>
          <w:tcPr>
            <w:tcW w:w="3920" w:type="dxa"/>
            <w:shd w:val="clear" w:color="auto" w:fill="auto"/>
          </w:tcPr>
          <w:p w14:paraId="30AFD995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lastRenderedPageBreak/>
              <w:t>حادي المنايا صاح يوم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53B079D" w14:textId="77777777" w:rsidR="00B00366" w:rsidRDefault="00B0036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49FEDC0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واِحسين نادى ياهل انفوس الابيّه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0366" w14:paraId="7ADE5C0A" w14:textId="77777777" w:rsidTr="00DB08FD">
        <w:trPr>
          <w:trHeight w:val="350"/>
        </w:trPr>
        <w:tc>
          <w:tcPr>
            <w:tcW w:w="3920" w:type="dxa"/>
          </w:tcPr>
          <w:p w14:paraId="49897704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يغضون دولة من ابسيفه قيم الدين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A7AC0C" w14:textId="77777777" w:rsidR="00B00366" w:rsidRDefault="00B0036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8008CC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واللي يذكرونه ابحرايب يوم صفّين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0366" w14:paraId="60EB3307" w14:textId="77777777" w:rsidTr="00DB08FD">
        <w:trPr>
          <w:trHeight w:val="350"/>
        </w:trPr>
        <w:tc>
          <w:tcPr>
            <w:tcW w:w="3920" w:type="dxa"/>
          </w:tcPr>
          <w:p w14:paraId="3F7DD50F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يحمل على العسكر اُويشق الجيش شطرين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6369CE" w14:textId="77777777" w:rsidR="00B00366" w:rsidRDefault="00B0036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DED701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اُويسقي الاعادي سهم كاسات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0366" w14:paraId="7482F77D" w14:textId="77777777" w:rsidTr="00DB08FD">
        <w:trPr>
          <w:trHeight w:val="350"/>
        </w:trPr>
        <w:tc>
          <w:tcPr>
            <w:tcW w:w="3920" w:type="dxa"/>
          </w:tcPr>
          <w:p w14:paraId="3A118270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قله ابو فاضل يخو زينب انا اللي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C5D5EF" w14:textId="77777777" w:rsidR="00B00366" w:rsidRDefault="00B0036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AD0418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هاليوم كُل اجموعها عنّي تولي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0366" w14:paraId="455433D6" w14:textId="77777777" w:rsidTr="00DB08FD">
        <w:trPr>
          <w:trHeight w:val="350"/>
        </w:trPr>
        <w:tc>
          <w:tcPr>
            <w:tcW w:w="3920" w:type="dxa"/>
          </w:tcPr>
          <w:p w14:paraId="5F5D7064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باحمل ونادي يا منايا اليوم حلي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ADA172" w14:textId="77777777" w:rsidR="00B00366" w:rsidRDefault="00B0036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174239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يوم لمبارك يا صباح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0366" w14:paraId="21A04AAB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A557C3F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يا غيث كُل ابروقها ابساعة عدها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8C5F1E" w14:textId="77777777" w:rsidR="00B00366" w:rsidRDefault="00B0036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29E0C2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كنت احسب الأيام واترقت وعدها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0366" w14:paraId="4BB4B1B5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D5D53F2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انا اُوعدت واهل الشيم توفي ابوعدها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6A2BE1" w14:textId="77777777" w:rsidR="00B00366" w:rsidRDefault="00B0036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221CB9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هاليوم باقضي لك احقوق اللي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0366" w14:paraId="136F3BB0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E12580C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ما قلت لي يوم الحسن مرمي ابنعشه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0C8C8C2" w14:textId="77777777" w:rsidR="00B00366" w:rsidRDefault="00B0036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CA92D1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اصبر ولك يوم انتظر منه البطشه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0366" w14:paraId="42E385DD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D5187A9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واحيات رب اللي استوى من فوق عرشه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CE2521" w14:textId="77777777" w:rsidR="00B00366" w:rsidRDefault="00B0036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732873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لفني بني سفيان واسقيها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0366" w14:paraId="6E27DEB7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D935111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يحسين ناولني العلم بوفي اديوني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99D498" w14:textId="77777777" w:rsidR="00B00366" w:rsidRDefault="00B0036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7D6F69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ماحد دخره المرتضى الهليوم دوني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0366" w14:paraId="3D5A10C5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A980EF1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او دولة بني سفيان كلهم يعرفوني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81DBCB" w14:textId="77777777" w:rsidR="00B00366" w:rsidRDefault="00B0036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D99C9D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اُوحقك لخليها صوايح مستويّه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0366" w14:paraId="56B2B0C2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3423852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اوصوّل اُوطرّ اجموعهم بالسيف شطرين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778B10" w14:textId="77777777" w:rsidR="00B00366" w:rsidRDefault="00B0036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1EC685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والشمس غابت والسما صارت سماوين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0366" w14:paraId="0B488ACA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033F784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والشام زلزلها اُورج ارض العراقين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AB5228" w14:textId="77777777" w:rsidR="00B00366" w:rsidRDefault="00B0036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7B7BC8" w14:textId="77777777" w:rsidR="00B00366" w:rsidRDefault="00B00366" w:rsidP="00DB08FD">
            <w:pPr>
              <w:pStyle w:val="libPoem"/>
            </w:pPr>
            <w:r>
              <w:rPr>
                <w:rtl/>
                <w:lang w:bidi="fa-IR"/>
              </w:rPr>
              <w:t>اُوحامت على روس العدى اطيور المنيا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90126C5" w14:textId="77777777" w:rsidR="00EE7C84" w:rsidRDefault="00EE7C84" w:rsidP="00B00366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00366" w14:paraId="51B5EDDE" w14:textId="77777777" w:rsidTr="00DB08FD">
        <w:trPr>
          <w:trHeight w:val="350"/>
        </w:trPr>
        <w:tc>
          <w:tcPr>
            <w:tcW w:w="3920" w:type="dxa"/>
            <w:shd w:val="clear" w:color="auto" w:fill="auto"/>
          </w:tcPr>
          <w:p w14:paraId="3C394708" w14:textId="77777777" w:rsidR="00B00366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سكنة العزيزة اتصيح يا عم العليّين</w:t>
            </w:r>
            <w:r w:rsidR="00B003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C66D44C" w14:textId="77777777" w:rsidR="00B00366" w:rsidRDefault="00B0036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FEB5203" w14:textId="77777777" w:rsidR="00B00366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يا قمر هاشم يا حصنّا اُوقرّة العين</w:t>
            </w:r>
            <w:r w:rsidR="00B003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0366" w14:paraId="0DA9C2CC" w14:textId="77777777" w:rsidTr="00DB08FD">
        <w:trPr>
          <w:trHeight w:val="350"/>
        </w:trPr>
        <w:tc>
          <w:tcPr>
            <w:tcW w:w="3920" w:type="dxa"/>
          </w:tcPr>
          <w:p w14:paraId="4B734101" w14:textId="77777777" w:rsidR="00B00366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ترضى أموت امن العطش يا خير مذخور</w:t>
            </w:r>
            <w:r w:rsidR="00B003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9197A9" w14:textId="77777777" w:rsidR="00B00366" w:rsidRDefault="00B0036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73EF22" w14:textId="77777777" w:rsidR="00B00366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واليوم يومك يا لولي سِل سيفك اُوثور</w:t>
            </w:r>
            <w:r w:rsidR="00B003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0366" w14:paraId="18CA16E6" w14:textId="77777777" w:rsidTr="00DB08FD">
        <w:trPr>
          <w:trHeight w:val="350"/>
        </w:trPr>
        <w:tc>
          <w:tcPr>
            <w:tcW w:w="3920" w:type="dxa"/>
          </w:tcPr>
          <w:p w14:paraId="44A2BE9C" w14:textId="77777777" w:rsidR="00B00366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كبدي يعمّي امن الظما متشطرة اشطور</w:t>
            </w:r>
            <w:r w:rsidR="00B003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7750D9" w14:textId="77777777" w:rsidR="00B00366" w:rsidRDefault="00B0036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655712" w14:textId="77777777" w:rsidR="00B00366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واعظم امصيبة عطش اطفال الرضيعين</w:t>
            </w:r>
            <w:r w:rsidR="00B003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0366" w14:paraId="359D66B6" w14:textId="77777777" w:rsidTr="00DB08FD">
        <w:trPr>
          <w:trHeight w:val="350"/>
        </w:trPr>
        <w:tc>
          <w:tcPr>
            <w:tcW w:w="3920" w:type="dxa"/>
          </w:tcPr>
          <w:p w14:paraId="1BDD225D" w14:textId="77777777" w:rsidR="00B00366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من سمع نخوتها أبو فاضل جذبها</w:t>
            </w:r>
            <w:r w:rsidR="00B003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7C1517" w14:textId="77777777" w:rsidR="00B00366" w:rsidRDefault="00B0036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41DBE2" w14:textId="77777777" w:rsidR="00B00366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يمسح مدامعها اُويسلّيها اُويحبها</w:t>
            </w:r>
            <w:r w:rsidR="00B003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0366" w14:paraId="199CF4DA" w14:textId="77777777" w:rsidTr="00DB08FD">
        <w:trPr>
          <w:trHeight w:val="350"/>
        </w:trPr>
        <w:tc>
          <w:tcPr>
            <w:tcW w:w="3920" w:type="dxa"/>
          </w:tcPr>
          <w:p w14:paraId="727A2676" w14:textId="77777777" w:rsidR="00B00366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واعمامته من فوق راسه ابساع ذبها</w:t>
            </w:r>
            <w:r w:rsidR="00B003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226E9C" w14:textId="77777777" w:rsidR="00B00366" w:rsidRDefault="00B0036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FA2651" w14:textId="77777777" w:rsidR="00B00366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اُونادى ابصوته هالبكى خفي ولحنين</w:t>
            </w:r>
            <w:r w:rsidR="00B003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0366" w14:paraId="6EEA2769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56A19C0" w14:textId="77777777" w:rsidR="00B00366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تبكين وانا تنقل البتّار يمناي</w:t>
            </w:r>
            <w:r w:rsidR="00B003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6AAA53" w14:textId="77777777" w:rsidR="00B00366" w:rsidRDefault="00B00366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150840" w14:textId="77777777" w:rsidR="00B00366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لازم يسكنة تشربين اليوم للماي</w:t>
            </w:r>
            <w:r w:rsidR="00B0036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7F6CEC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F06BC" w14:paraId="0CD45C89" w14:textId="77777777" w:rsidTr="00DB08FD">
        <w:trPr>
          <w:trHeight w:val="350"/>
        </w:trPr>
        <w:tc>
          <w:tcPr>
            <w:tcW w:w="3920" w:type="dxa"/>
            <w:shd w:val="clear" w:color="auto" w:fill="auto"/>
          </w:tcPr>
          <w:p w14:paraId="42673D7F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lastRenderedPageBreak/>
              <w:t>أمّا انذبح لو تنفني كُل جملةعداي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DAF1A7D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197EFBA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اهون عليّه من اري دمعك تهلّين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06BC" w14:paraId="2C7F9AA2" w14:textId="77777777" w:rsidTr="00DB08FD">
        <w:trPr>
          <w:trHeight w:val="350"/>
        </w:trPr>
        <w:tc>
          <w:tcPr>
            <w:tcW w:w="3920" w:type="dxa"/>
          </w:tcPr>
          <w:p w14:paraId="49EE9C75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ساعة ولن زينب لفت والطفل عدها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F5002E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14D016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كلما تصيح الطفل زاد ابها وجدها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06BC" w14:paraId="0DCF11A6" w14:textId="77777777" w:rsidTr="00DB08FD">
        <w:trPr>
          <w:trHeight w:val="350"/>
        </w:trPr>
        <w:tc>
          <w:tcPr>
            <w:tcW w:w="3920" w:type="dxa"/>
          </w:tcPr>
          <w:p w14:paraId="365C0CFF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وادموعها امن الحزن تجري فوق خدها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6B6BCE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137728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ضمها ابو فاضل وجو كلهم إلى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06BC" w14:paraId="221AFED9" w14:textId="77777777" w:rsidTr="00DB08FD">
        <w:trPr>
          <w:trHeight w:val="350"/>
        </w:trPr>
        <w:tc>
          <w:tcPr>
            <w:tcW w:w="3920" w:type="dxa"/>
          </w:tcPr>
          <w:p w14:paraId="5BE4D828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اتزفو ابو فاضل اُوقله يا عضدي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4561FA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CC9FCC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ترضى تموت امن الظما والماي بيدي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06BC" w14:paraId="275E5517" w14:textId="77777777" w:rsidTr="00DB08FD">
        <w:trPr>
          <w:trHeight w:val="350"/>
        </w:trPr>
        <w:tc>
          <w:tcPr>
            <w:tcW w:w="3920" w:type="dxa"/>
          </w:tcPr>
          <w:p w14:paraId="00AF84FC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خويه اُوعدت سكنة وانا بوفي ابوعدي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8D59DD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BD5479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بالماي باسقيها وباسقي للنساوين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06BC" w14:paraId="07462FEC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8F3107F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قله يخويه خل حريمي اتموت كلها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CCBA5E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168701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اُو طفلي يموت اُو ليمتى خوفي تقلها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06BC" w14:paraId="52ADEB29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AA91C45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من بعد عينك رايتي من ينقل الها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AE4B00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8000DD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اُومنهو يرد القوم عنّي ياضيا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06BC" w14:paraId="387F3610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5236BAB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ويلي بقى العبّاس يتوسل عضيده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E66EE9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39E126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نوب يحب راسه اُونوب ايقبل ايده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06BC" w14:paraId="69C873E5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349D3B1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حتّى حصّل رخصة من اعضيده اُوسيده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4AD28A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7BDC8A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ابتهج قلبه امن الفرح عمّ العليين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A130942" w14:textId="77777777" w:rsidR="00EE7C84" w:rsidRDefault="00EE7C84" w:rsidP="00BF06BC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F06BC" w14:paraId="44F1EB9E" w14:textId="77777777" w:rsidTr="00DB08FD">
        <w:trPr>
          <w:trHeight w:val="350"/>
        </w:trPr>
        <w:tc>
          <w:tcPr>
            <w:tcW w:w="3920" w:type="dxa"/>
            <w:shd w:val="clear" w:color="auto" w:fill="auto"/>
          </w:tcPr>
          <w:p w14:paraId="5757067C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عبّاس نادى يوم حرب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0A0B743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0A3549D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يهل الشيم خلّوا الحمل كلّه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06BC" w14:paraId="20BE5110" w14:textId="77777777" w:rsidTr="00DB08FD">
        <w:trPr>
          <w:trHeight w:val="350"/>
        </w:trPr>
        <w:tc>
          <w:tcPr>
            <w:tcW w:w="3920" w:type="dxa"/>
          </w:tcPr>
          <w:p w14:paraId="0FE8EB7C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عبّاس انا المعروف في كُلِّ الوقايع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9EBAC7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70501D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لازم بخلي الخيل توصل للشرايع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06BC" w14:paraId="77820365" w14:textId="77777777" w:rsidTr="00DB08FD">
        <w:trPr>
          <w:trHeight w:val="350"/>
        </w:trPr>
        <w:tc>
          <w:tcPr>
            <w:tcW w:w="3920" w:type="dxa"/>
          </w:tcPr>
          <w:p w14:paraId="40389533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وانكان طير البوم وسط البر جايع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C09CD1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94CEF37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يشبع من الحوم العدى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06BC" w14:paraId="44C046F4" w14:textId="77777777" w:rsidTr="00DB08FD">
        <w:trPr>
          <w:trHeight w:val="350"/>
        </w:trPr>
        <w:tc>
          <w:tcPr>
            <w:tcW w:w="3920" w:type="dxa"/>
          </w:tcPr>
          <w:p w14:paraId="51C9218B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جسّام ناولني الدرع والسيف والطاس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18A20C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80D63F3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والجود دنه لي يجاسم أي قوي الباس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06BC" w14:paraId="731290A3" w14:textId="77777777" w:rsidTr="00DB08FD">
        <w:trPr>
          <w:trHeight w:val="350"/>
        </w:trPr>
        <w:tc>
          <w:tcPr>
            <w:tcW w:w="3920" w:type="dxa"/>
          </w:tcPr>
          <w:p w14:paraId="1F6EEB24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يدرون أبو فاضل عليهم شارب الكاس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3F7826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F1533A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بويه علي بواِحسين قيدوم السريّه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06BC" w14:paraId="7F6398DD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A43C2BD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شد المهر جيب الرمح والسيف والجود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929A84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3E62DE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يدرون ابو فاضل عليهم صاحب الزود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06BC" w14:paraId="58F53208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AEC5BA9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والله لخلي الرمح يلعب وسط لكبود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852229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7C487A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واملي الجود اُو تشرب الحرّة الزكيّه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06BC" w14:paraId="4CBD745A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18D4235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ملزوم اخلي الخيل تردي في الاعنه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31DB46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B5D51D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والوعد لا من تشتبك منا الاسنه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06BC" w14:paraId="7148F54E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B259117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وانا الغضنفر والحرب ما هاب منه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3BE485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BA6888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يا هو اليفر امن الحرب خوف المنيه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06BC" w14:paraId="1BC1D380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6F7B19E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اُوحدر على العسكر اُوصك الخيل بالخيل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65ACAD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9E3E1E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ما كنّة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صاعقة جت ابزلزال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06BC" w14:paraId="561DE085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5DB9DBA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اُوثار العجاج اُو طبّق الوادي من السيل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3EECAC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A0A3EF3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اُوحدر على القيمان واسقاها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06BC" w14:paraId="4B93EE85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33B2BE7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حارت العسكر واندهشت منه ابزلزال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1011BD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854AD1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خوّض اِحصانه بالدما اُونكّس الأبطال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06BC" w14:paraId="143E96EC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5323FCF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سوى فعايل ما جرت في أوّل اوتال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3C6935B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0FFBE0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ماله شبيه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الوصي راعي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06BC" w14:paraId="3E37525D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0308758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صوّل عليهم وزلزل الأرض ابسماها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C509DF" w14:textId="77777777" w:rsidR="00BF06BC" w:rsidRDefault="00BF06BC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186DC1" w14:textId="77777777" w:rsidR="00BF06BC" w:rsidRDefault="00BF06BC" w:rsidP="00DB08FD">
            <w:pPr>
              <w:pStyle w:val="libPoem"/>
            </w:pPr>
            <w:r>
              <w:rPr>
                <w:rtl/>
                <w:lang w:bidi="fa-IR"/>
              </w:rPr>
              <w:t>من سطوته حسّت عذاب الله جاها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B5F9E09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D78FA" w14:paraId="095C8E82" w14:textId="77777777" w:rsidTr="00DB08FD">
        <w:trPr>
          <w:trHeight w:val="350"/>
        </w:trPr>
        <w:tc>
          <w:tcPr>
            <w:tcW w:w="3920" w:type="dxa"/>
            <w:shd w:val="clear" w:color="auto" w:fill="auto"/>
          </w:tcPr>
          <w:p w14:paraId="4E3EC0D2" w14:textId="77777777" w:rsidR="000D78FA" w:rsidRDefault="000D78FA" w:rsidP="00DB08FD">
            <w:pPr>
              <w:pStyle w:val="libPoem"/>
            </w:pPr>
            <w:r>
              <w:rPr>
                <w:rtl/>
                <w:lang w:bidi="fa-IR"/>
              </w:rPr>
              <w:lastRenderedPageBreak/>
              <w:t>ويزيد من فوق التخت خر ابئراها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8781460" w14:textId="77777777" w:rsidR="000D78FA" w:rsidRDefault="000D78FA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1B289C9" w14:textId="77777777" w:rsidR="000D78FA" w:rsidRDefault="000D78FA" w:rsidP="00DB08FD">
            <w:pPr>
              <w:pStyle w:val="libPoem"/>
            </w:pPr>
            <w:r>
              <w:rPr>
                <w:rtl/>
                <w:lang w:bidi="fa-IR"/>
              </w:rPr>
              <w:t>قايل لفى الكرّار وادي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ED3C454" w14:textId="77777777" w:rsidR="00EE7C84" w:rsidRDefault="00EE7C84" w:rsidP="000D78FA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B08FD" w14:paraId="4EB81CCE" w14:textId="77777777" w:rsidTr="00DB08FD">
        <w:trPr>
          <w:trHeight w:val="350"/>
        </w:trPr>
        <w:tc>
          <w:tcPr>
            <w:tcW w:w="3920" w:type="dxa"/>
            <w:shd w:val="clear" w:color="auto" w:fill="auto"/>
          </w:tcPr>
          <w:p w14:paraId="5D1F9FB5" w14:textId="77777777" w:rsidR="00DB08FD" w:rsidRDefault="00DB08FD" w:rsidP="00DB08FD">
            <w:pPr>
              <w:pStyle w:val="libPoem"/>
            </w:pPr>
            <w:r>
              <w:rPr>
                <w:rtl/>
                <w:lang w:bidi="fa-IR"/>
              </w:rPr>
              <w:t>ثار العجاج ابكربلا اُوافق السما 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13ED0C0" w14:textId="77777777" w:rsidR="00DB08FD" w:rsidRDefault="00DB08FD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1DB221B" w14:textId="77777777" w:rsidR="00DB08FD" w:rsidRDefault="00DB08FD" w:rsidP="00DB08FD">
            <w:pPr>
              <w:pStyle w:val="libPoem"/>
            </w:pPr>
            <w:r>
              <w:rPr>
                <w:rtl/>
                <w:lang w:bidi="fa-IR"/>
              </w:rPr>
              <w:t>اُو عبّاس علّق رايته اُو للمشرعة غار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08FD" w14:paraId="1265D913" w14:textId="77777777" w:rsidTr="00DB08FD">
        <w:trPr>
          <w:trHeight w:val="350"/>
        </w:trPr>
        <w:tc>
          <w:tcPr>
            <w:tcW w:w="3920" w:type="dxa"/>
          </w:tcPr>
          <w:p w14:paraId="0835F11E" w14:textId="77777777" w:rsidR="00DB08FD" w:rsidRDefault="00DB08FD" w:rsidP="00DB08FD">
            <w:pPr>
              <w:pStyle w:val="libPoem"/>
            </w:pPr>
            <w:r>
              <w:rPr>
                <w:rtl/>
                <w:lang w:bidi="fa-IR"/>
              </w:rPr>
              <w:t>اُوشمس الميادين اظلمت من حمل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6FD40F" w14:textId="77777777" w:rsidR="00DB08FD" w:rsidRDefault="00DB08FD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26F3DB" w14:textId="77777777" w:rsidR="00DB08FD" w:rsidRDefault="00DB08FD" w:rsidP="00DB08FD">
            <w:pPr>
              <w:pStyle w:val="libPoem"/>
            </w:pPr>
            <w:r>
              <w:rPr>
                <w:rtl/>
                <w:lang w:bidi="fa-IR"/>
              </w:rPr>
              <w:t>اُو صاحت فراعين الكفر جاسم الفراس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08FD" w14:paraId="7979E33F" w14:textId="77777777" w:rsidTr="00DB08FD">
        <w:trPr>
          <w:trHeight w:val="350"/>
        </w:trPr>
        <w:tc>
          <w:tcPr>
            <w:tcW w:w="3920" w:type="dxa"/>
          </w:tcPr>
          <w:p w14:paraId="68457070" w14:textId="77777777" w:rsidR="00DB08FD" w:rsidRDefault="00DB08FD" w:rsidP="00DB08FD">
            <w:pPr>
              <w:pStyle w:val="libPoem"/>
            </w:pPr>
            <w:r>
              <w:rPr>
                <w:rtl/>
                <w:lang w:bidi="fa-IR"/>
              </w:rPr>
              <w:t>اُو كسر العسكر من ردمها اشديد لمراس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F75DEA" w14:textId="77777777" w:rsidR="00DB08FD" w:rsidRDefault="00DB08FD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DAC310" w14:textId="77777777" w:rsidR="00DB08FD" w:rsidRDefault="00DB08FD" w:rsidP="00DB08FD">
            <w:pPr>
              <w:pStyle w:val="libPoem"/>
            </w:pPr>
            <w:r>
              <w:rPr>
                <w:rtl/>
                <w:lang w:bidi="fa-IR"/>
              </w:rPr>
              <w:t>ابضرب الهنادي والشلاطي وطعن خطار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08FD" w14:paraId="797CDEE8" w14:textId="77777777" w:rsidTr="00DB08FD">
        <w:trPr>
          <w:trHeight w:val="350"/>
        </w:trPr>
        <w:tc>
          <w:tcPr>
            <w:tcW w:w="3920" w:type="dxa"/>
          </w:tcPr>
          <w:p w14:paraId="540FEF0E" w14:textId="77777777" w:rsidR="00DB08FD" w:rsidRDefault="00DB08FD" w:rsidP="00DB08FD">
            <w:pPr>
              <w:pStyle w:val="libPoem"/>
            </w:pPr>
            <w:r>
              <w:rPr>
                <w:rtl/>
                <w:lang w:bidi="fa-IR"/>
              </w:rPr>
              <w:t>اُوفرع اُومنه فرت العدوان خيفه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52E001" w14:textId="77777777" w:rsidR="00DB08FD" w:rsidRDefault="00DB08FD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6839C4" w14:textId="77777777" w:rsidR="00DB08FD" w:rsidRDefault="00DB08FD" w:rsidP="00DB08FD">
            <w:pPr>
              <w:pStyle w:val="libPoem"/>
            </w:pPr>
            <w:r>
              <w:rPr>
                <w:rtl/>
                <w:lang w:bidi="fa-IR"/>
              </w:rPr>
              <w:t>مثل القضا النازل اُو عزرائيل سيفه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08FD" w14:paraId="09D9BA49" w14:textId="77777777" w:rsidTr="00DB08FD">
        <w:trPr>
          <w:trHeight w:val="350"/>
        </w:trPr>
        <w:tc>
          <w:tcPr>
            <w:tcW w:w="3920" w:type="dxa"/>
          </w:tcPr>
          <w:p w14:paraId="46805ECB" w14:textId="77777777" w:rsidR="00DB08FD" w:rsidRDefault="00DB08FD" w:rsidP="00DB08FD">
            <w:pPr>
              <w:pStyle w:val="libPoem"/>
            </w:pPr>
            <w:r>
              <w:rPr>
                <w:rtl/>
                <w:lang w:bidi="fa-IR"/>
              </w:rPr>
              <w:t>مشهور لاطب الحريبة ابطيب كيفه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C17CF8" w14:textId="77777777" w:rsidR="00DB08FD" w:rsidRDefault="00DB08FD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E40D29" w14:textId="77777777" w:rsidR="00DB08FD" w:rsidRDefault="00DB08FD" w:rsidP="00DB08FD">
            <w:pPr>
              <w:pStyle w:val="libPoem"/>
            </w:pPr>
            <w:r>
              <w:rPr>
                <w:rtl/>
                <w:lang w:bidi="fa-IR"/>
              </w:rPr>
              <w:t>يلعب ابسيفه والثغر باسم استبشار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08FD" w14:paraId="1ADC993B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0CC3493" w14:textId="77777777" w:rsidR="00DB08FD" w:rsidRDefault="00DB08FD" w:rsidP="00DB08FD">
            <w:pPr>
              <w:pStyle w:val="libPoem"/>
            </w:pPr>
            <w:r>
              <w:rPr>
                <w:rtl/>
                <w:lang w:bidi="fa-IR"/>
              </w:rPr>
              <w:t>اُوطبّ الشريعة اُورام منها ايبرّد احشاه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09ABC4" w14:textId="77777777" w:rsidR="00DB08FD" w:rsidRDefault="00DB08FD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0F592B" w14:textId="77777777" w:rsidR="00DB08FD" w:rsidRDefault="00DB08FD" w:rsidP="00DB08FD">
            <w:pPr>
              <w:pStyle w:val="libPoem"/>
            </w:pPr>
            <w:r>
              <w:rPr>
                <w:rtl/>
                <w:lang w:bidi="fa-IR"/>
              </w:rPr>
              <w:t>لكن ذكر عطش الغريب اِحسين وانساه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08FD" w14:paraId="6EC7C206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BEF3D0F" w14:textId="77777777" w:rsidR="00DB08FD" w:rsidRDefault="00DB08FD" w:rsidP="00DB08FD">
            <w:pPr>
              <w:pStyle w:val="libPoem"/>
            </w:pPr>
            <w:r>
              <w:rPr>
                <w:rtl/>
                <w:lang w:bidi="fa-IR"/>
              </w:rPr>
              <w:t>واملا القربة اُومن طلع حاطت به اَعداه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062D02" w14:textId="77777777" w:rsidR="00DB08FD" w:rsidRDefault="00DB08FD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F98749" w14:textId="77777777" w:rsidR="00DB08FD" w:rsidRDefault="00DB08FD" w:rsidP="00DB08FD">
            <w:pPr>
              <w:pStyle w:val="libPoem"/>
            </w:pPr>
            <w:r>
              <w:rPr>
                <w:rtl/>
                <w:lang w:bidi="fa-IR"/>
              </w:rPr>
              <w:t>فلها اُو نشرها اُوشتّت اليمنى واليسار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08FD" w14:paraId="43B8811C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06B5D77" w14:textId="77777777" w:rsidR="00DB08FD" w:rsidRDefault="00DB08FD" w:rsidP="00DB08FD">
            <w:pPr>
              <w:pStyle w:val="libPoem"/>
            </w:pPr>
            <w:r>
              <w:rPr>
                <w:rtl/>
                <w:lang w:bidi="fa-IR"/>
              </w:rPr>
              <w:t>زلزل الكوفة يوم صال اُوماجت الشام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ED4651" w14:textId="77777777" w:rsidR="00DB08FD" w:rsidRDefault="00DB08FD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AF7215" w14:textId="77777777" w:rsidR="00DB08FD" w:rsidRDefault="00DB08FD" w:rsidP="00DB08FD">
            <w:pPr>
              <w:pStyle w:val="libPoem"/>
            </w:pPr>
            <w:r>
              <w:rPr>
                <w:rtl/>
                <w:lang w:bidi="fa-IR"/>
              </w:rPr>
              <w:t>اُوطير المنايا فوق روس اقرومهم حام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08FD" w14:paraId="377D96E4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83DD994" w14:textId="77777777" w:rsidR="00DB08FD" w:rsidRDefault="00DB08FD" w:rsidP="00DB08FD">
            <w:pPr>
              <w:pStyle w:val="libPoem"/>
            </w:pPr>
            <w:r>
              <w:rPr>
                <w:rtl/>
                <w:lang w:bidi="fa-IR"/>
              </w:rPr>
              <w:t>ضنوة علي كسّر ابسيفه الطوس والهام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D0C468" w14:textId="77777777" w:rsidR="00DB08FD" w:rsidRDefault="00DB08FD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0B81C1" w14:textId="77777777" w:rsidR="00DB08FD" w:rsidRDefault="00DB08FD" w:rsidP="00DB08FD">
            <w:pPr>
              <w:pStyle w:val="libPoem"/>
            </w:pPr>
            <w:r>
              <w:rPr>
                <w:rtl/>
                <w:lang w:bidi="fa-IR"/>
              </w:rPr>
              <w:t>ذخر الوصي المرتضى حيدر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08FD" w14:paraId="07CF117F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8127122" w14:textId="77777777" w:rsidR="00DB08FD" w:rsidRDefault="00DB08FD" w:rsidP="00DB08FD">
            <w:pPr>
              <w:pStyle w:val="libPoem"/>
            </w:pPr>
            <w:r>
              <w:rPr>
                <w:rtl/>
                <w:lang w:bidi="fa-IR"/>
              </w:rPr>
              <w:t>لولا قضى الباري اُو عهده الكان معهود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8B0A0F" w14:textId="77777777" w:rsidR="00DB08FD" w:rsidRDefault="00DB08FD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0D99B9" w14:textId="77777777" w:rsidR="00DB08FD" w:rsidRDefault="00DB08FD" w:rsidP="00DB08FD">
            <w:pPr>
              <w:pStyle w:val="libPoem"/>
            </w:pPr>
            <w:r>
              <w:rPr>
                <w:rtl/>
                <w:lang w:bidi="fa-IR"/>
              </w:rPr>
              <w:t>من عالم التكوين ذاك اليوم ماخود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08FD" w14:paraId="35F39A6E" w14:textId="77777777" w:rsidTr="00DB08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DDEECF6" w14:textId="77777777" w:rsidR="00DB08FD" w:rsidRDefault="00DB08FD" w:rsidP="00DB08FD">
            <w:pPr>
              <w:pStyle w:val="libPoem"/>
            </w:pPr>
            <w:r>
              <w:rPr>
                <w:rtl/>
                <w:lang w:bidi="fa-IR"/>
              </w:rPr>
              <w:t>ينذبح في نصرة عضيده سر لوجود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355934" w14:textId="77777777" w:rsidR="00DB08FD" w:rsidRDefault="00DB08FD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AC16CE" w14:textId="77777777" w:rsidR="00DB08FD" w:rsidRDefault="00DB08FD" w:rsidP="00DB08FD">
            <w:pPr>
              <w:pStyle w:val="libPoem"/>
            </w:pPr>
            <w:r>
              <w:rPr>
                <w:rtl/>
                <w:lang w:bidi="fa-IR"/>
              </w:rPr>
              <w:t>مارجع من حربه من القيمان ديار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D782D46" w14:textId="77777777" w:rsidR="00EE7C84" w:rsidRDefault="00EE7C84" w:rsidP="000D78FA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B045F" w14:paraId="42209770" w14:textId="77777777" w:rsidTr="00DB08FD">
        <w:trPr>
          <w:trHeight w:val="350"/>
        </w:trPr>
        <w:tc>
          <w:tcPr>
            <w:tcW w:w="3920" w:type="dxa"/>
            <w:shd w:val="clear" w:color="auto" w:fill="auto"/>
          </w:tcPr>
          <w:p w14:paraId="666DC2ED" w14:textId="77777777" w:rsidR="007B045F" w:rsidRDefault="007B045F" w:rsidP="00DB08FD">
            <w:pPr>
              <w:pStyle w:val="libPoem"/>
            </w:pPr>
            <w:r>
              <w:rPr>
                <w:rtl/>
                <w:lang w:bidi="fa-IR"/>
              </w:rPr>
              <w:t>ذبحوا عضيده اُوظل في الميدان محتار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BDBD88A" w14:textId="77777777" w:rsidR="007B045F" w:rsidRDefault="007B045F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C0EE2D3" w14:textId="77777777" w:rsidR="007B045F" w:rsidRDefault="007B045F" w:rsidP="00DB08FD">
            <w:pPr>
              <w:pStyle w:val="libPoem"/>
            </w:pPr>
            <w:r>
              <w:rPr>
                <w:rtl/>
                <w:lang w:bidi="fa-IR"/>
              </w:rPr>
              <w:t>يجري ادموعه اُو يشتكي قلة الانصار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045F" w14:paraId="4C16FFDD" w14:textId="77777777" w:rsidTr="00DB08FD">
        <w:trPr>
          <w:trHeight w:val="350"/>
        </w:trPr>
        <w:tc>
          <w:tcPr>
            <w:tcW w:w="3920" w:type="dxa"/>
          </w:tcPr>
          <w:p w14:paraId="775E74E8" w14:textId="77777777" w:rsidR="007B045F" w:rsidRDefault="007B045F" w:rsidP="00DB08FD">
            <w:pPr>
              <w:pStyle w:val="libPoem"/>
            </w:pPr>
            <w:r>
              <w:rPr>
                <w:rtl/>
                <w:lang w:bidi="fa-IR"/>
              </w:rPr>
              <w:t>اِمصيبة غريب الطفِّ ياهي اتشيب الراس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B7E495" w14:textId="77777777" w:rsidR="007B045F" w:rsidRDefault="007B045F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C93586" w14:textId="77777777" w:rsidR="007B045F" w:rsidRDefault="007B045F" w:rsidP="00DB08FD">
            <w:pPr>
              <w:pStyle w:val="libPoem"/>
            </w:pPr>
            <w:r>
              <w:rPr>
                <w:rtl/>
                <w:lang w:bidi="fa-IR"/>
              </w:rPr>
              <w:t>بالخص يوم انه وصل مصرع العبّاس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045F" w14:paraId="46E98E99" w14:textId="77777777" w:rsidTr="00DB08FD">
        <w:trPr>
          <w:trHeight w:val="350"/>
        </w:trPr>
        <w:tc>
          <w:tcPr>
            <w:tcW w:w="3920" w:type="dxa"/>
          </w:tcPr>
          <w:p w14:paraId="2962A53E" w14:textId="77777777" w:rsidR="007B045F" w:rsidRDefault="007B045F" w:rsidP="00DB08FD">
            <w:pPr>
              <w:pStyle w:val="libPoem"/>
            </w:pPr>
            <w:r>
              <w:rPr>
                <w:rtl/>
                <w:lang w:bidi="fa-IR"/>
              </w:rPr>
              <w:t>هلّت ادموعه اُولزم باكفوفه على الراس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69FAD6" w14:textId="77777777" w:rsidR="007B045F" w:rsidRDefault="007B045F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C8D03E" w14:textId="77777777" w:rsidR="007B045F" w:rsidRDefault="007B045F" w:rsidP="00DB08FD">
            <w:pPr>
              <w:pStyle w:val="libPoem"/>
            </w:pPr>
            <w:r>
              <w:rPr>
                <w:rtl/>
                <w:lang w:bidi="fa-IR"/>
              </w:rPr>
              <w:t>ويقول يا سبع الحرايب بالثرى انهار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045F" w14:paraId="7229F7A6" w14:textId="77777777" w:rsidTr="00DB08FD">
        <w:trPr>
          <w:trHeight w:val="350"/>
        </w:trPr>
        <w:tc>
          <w:tcPr>
            <w:tcW w:w="3920" w:type="dxa"/>
          </w:tcPr>
          <w:p w14:paraId="091066A4" w14:textId="77777777" w:rsidR="007B045F" w:rsidRDefault="007B045F" w:rsidP="00DB08FD">
            <w:pPr>
              <w:pStyle w:val="libPoem"/>
            </w:pPr>
            <w:r>
              <w:rPr>
                <w:rtl/>
                <w:lang w:bidi="fa-IR"/>
              </w:rPr>
              <w:t>نادي ابصوت الذل والأهوال والويل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3E5A00" w14:textId="77777777" w:rsidR="007B045F" w:rsidRDefault="007B045F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0F8339" w14:textId="77777777" w:rsidR="007B045F" w:rsidRDefault="007B045F" w:rsidP="00DB08FD">
            <w:pPr>
              <w:pStyle w:val="libPoem"/>
            </w:pPr>
            <w:r>
              <w:rPr>
                <w:rtl/>
                <w:lang w:bidi="fa-IR"/>
              </w:rPr>
              <w:t>اُوحنّ اُوتزفّر والدمع من مدمعه ايسيل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045F" w14:paraId="143114BE" w14:textId="77777777" w:rsidTr="00DB08FD">
        <w:trPr>
          <w:trHeight w:val="350"/>
        </w:trPr>
        <w:tc>
          <w:tcPr>
            <w:tcW w:w="3920" w:type="dxa"/>
          </w:tcPr>
          <w:p w14:paraId="4F0E8241" w14:textId="77777777" w:rsidR="007B045F" w:rsidRDefault="007B045F" w:rsidP="00DB08FD">
            <w:pPr>
              <w:pStyle w:val="libPoem"/>
            </w:pPr>
            <w:r>
              <w:rPr>
                <w:rtl/>
                <w:lang w:bidi="fa-IR"/>
              </w:rPr>
              <w:t>ظهري كسرته اُو بيرقي يا هوله ايشيل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A7E7A1" w14:textId="77777777" w:rsidR="007B045F" w:rsidRDefault="007B045F" w:rsidP="00DB08F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6DFA89" w14:textId="77777777" w:rsidR="007B045F" w:rsidRDefault="007B045F" w:rsidP="00DB08FD">
            <w:pPr>
              <w:pStyle w:val="libPoem"/>
            </w:pPr>
            <w:r>
              <w:rPr>
                <w:rtl/>
                <w:lang w:bidi="fa-IR"/>
              </w:rPr>
              <w:t>اُو منهو عقيبك في الحرايب يشعل النار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9F56EA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3"/>
        <w:gridCol w:w="304"/>
        <w:gridCol w:w="3914"/>
      </w:tblGrid>
      <w:tr w:rsidR="00D555C2" w14:paraId="5C439EF9" w14:textId="77777777" w:rsidTr="00D555C2">
        <w:trPr>
          <w:trHeight w:val="350"/>
        </w:trPr>
        <w:tc>
          <w:tcPr>
            <w:tcW w:w="3536" w:type="dxa"/>
            <w:shd w:val="clear" w:color="auto" w:fill="auto"/>
          </w:tcPr>
          <w:p w14:paraId="17A1D368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lastRenderedPageBreak/>
              <w:t>يا شايل الراية يبو نفس الأبيّه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36380A1C" w14:textId="77777777" w:rsidR="00D555C2" w:rsidRDefault="00D555C2" w:rsidP="00246DEC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14:paraId="1EE89909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هذا الدرع والسيف حولك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55C2" w14:paraId="33C013FB" w14:textId="77777777" w:rsidTr="00D555C2">
        <w:trPr>
          <w:trHeight w:val="350"/>
        </w:trPr>
        <w:tc>
          <w:tcPr>
            <w:tcW w:w="3536" w:type="dxa"/>
          </w:tcPr>
          <w:p w14:paraId="293692D8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ظهري غدى مكسور والبيرق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DAC40E3" w14:textId="77777777" w:rsidR="00D555C2" w:rsidRDefault="00D555C2" w:rsidP="00246DE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44204D4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حاطت بي القيمان عن اليمنى واليسار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55C2" w14:paraId="5C066F06" w14:textId="77777777" w:rsidTr="00D555C2">
        <w:trPr>
          <w:trHeight w:val="350"/>
        </w:trPr>
        <w:tc>
          <w:tcPr>
            <w:tcW w:w="3536" w:type="dxa"/>
          </w:tcPr>
          <w:p w14:paraId="6ACB4B4A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بطل ونينك ذوبت قلبي يصنديد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4143E30" w14:textId="77777777" w:rsidR="00D555C2" w:rsidRDefault="00D555C2" w:rsidP="00246DE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7A264EB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يا حامي الصيوان يا نسل الأماجيد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55C2" w14:paraId="0A53DF20" w14:textId="77777777" w:rsidTr="00D555C2">
        <w:trPr>
          <w:trHeight w:val="350"/>
        </w:trPr>
        <w:tc>
          <w:tcPr>
            <w:tcW w:w="3536" w:type="dxa"/>
          </w:tcPr>
          <w:p w14:paraId="7DDE2958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خليت اخوك اِحسين لا ناصر ولا اعضيد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EE511F3" w14:textId="77777777" w:rsidR="00D555C2" w:rsidRDefault="00D555C2" w:rsidP="00246DE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4EE7038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لاخير في الدّنيا عقب فقدك يمغوار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55C2" w14:paraId="64C592F9" w14:textId="77777777" w:rsidTr="00D555C2">
        <w:trPr>
          <w:trHeight w:val="350"/>
        </w:trPr>
        <w:tc>
          <w:tcPr>
            <w:tcW w:w="3536" w:type="dxa"/>
          </w:tcPr>
          <w:p w14:paraId="4EA38CBD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من طحت في التربان يا حامي الظعينه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35B1EC0" w14:textId="77777777" w:rsidR="00D555C2" w:rsidRDefault="00D555C2" w:rsidP="00246DE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9B7A1C4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لطفال ضجت بالبكاء اُوناحت اسكينة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55C2" w14:paraId="22D2A1FE" w14:textId="77777777" w:rsidTr="00D555C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AA45232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اتقلّي يبويه حامي الصيوان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CF205AE" w14:textId="77777777" w:rsidR="00D555C2" w:rsidRDefault="00D555C2" w:rsidP="00246DE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BD0C2EB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ناده من العركة يجي قلبي اشتعل 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55C2" w14:paraId="34FA6FF6" w14:textId="77777777" w:rsidTr="00D555C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59D40FA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ساقي العطاشا قوم فوق التراب لا تنام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CD27708" w14:textId="77777777" w:rsidR="00D555C2" w:rsidRDefault="00D555C2" w:rsidP="00246DE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12D614C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فتح اعيونه اُوقال ما حالك يضرغام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55C2" w14:paraId="5800C3ED" w14:textId="77777777" w:rsidTr="00D555C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6A5F18F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ما حال زينب من بعد حالي وليتام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730AF7A" w14:textId="77777777" w:rsidR="00D555C2" w:rsidRDefault="00D555C2" w:rsidP="00246DE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1C89B76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لَحد يخويه قصوا ايميني وليسار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55C2" w14:paraId="4310230D" w14:textId="77777777" w:rsidTr="00D555C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30692E92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انرفو ابو فاضل اُو نادى يا عضيدي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E2C57DA" w14:textId="77777777" w:rsidR="00D555C2" w:rsidRDefault="00D555C2" w:rsidP="00246DE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1633249C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ودي انا انهض والعدى قصت ازنودي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55C2" w14:paraId="45B32AA1" w14:textId="77777777" w:rsidTr="00D555C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5D1D9445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من عقب ما راموا الماي اللي ابجودي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2CE0025" w14:textId="77777777" w:rsidR="00D555C2" w:rsidRDefault="00D555C2" w:rsidP="00246DE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3E8668E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قصدي ابسقي للحريم اصغار واكبار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55C2" w14:paraId="539D0A12" w14:textId="77777777" w:rsidTr="00D555C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577428D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الله كاتب يالولي نقضي بلا 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B40C974" w14:textId="77777777" w:rsidR="00D555C2" w:rsidRDefault="00D555C2" w:rsidP="00246DE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F7D43C1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نوح اليتامى يا عضيدي فتت احشاي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55C2" w14:paraId="0C6B1CEB" w14:textId="77777777" w:rsidTr="00D555C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4A982EE7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اشبيدي على امر جري ما هو على هواي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B4C3001" w14:textId="77777777" w:rsidR="00D555C2" w:rsidRDefault="00D555C2" w:rsidP="00246DE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4DA7945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ودعتك الله يا سلالة حامي الجار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55C2" w14:paraId="35A9A4D3" w14:textId="77777777" w:rsidTr="00D555C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441167A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يا ليت عن سيفي فلا قلت يميني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007F526" w14:textId="77777777" w:rsidR="00D555C2" w:rsidRDefault="00D555C2" w:rsidP="00246DE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C54A0CC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ولا الاعادي فرقوا بينك اُو 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55C2" w14:paraId="7F85A396" w14:textId="77777777" w:rsidTr="00D555C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48251003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او سكنة يخويه لا تخليها تجيني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0E4295E" w14:textId="77777777" w:rsidR="00D555C2" w:rsidRDefault="00D555C2" w:rsidP="00246DE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C13D2AA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اُو عدتها بالماء ولا جبته يمغوار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55C2" w14:paraId="4542A8E9" w14:textId="77777777" w:rsidTr="00D555C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44E1BDE8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قله يخويه اظلم الوادي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33F5668" w14:textId="77777777" w:rsidR="00D555C2" w:rsidRDefault="00D555C2" w:rsidP="00246DE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4FE2A78D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يوم شفت جسمك على حر الوطيّه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55C2" w14:paraId="426E49C9" w14:textId="77777777" w:rsidTr="00D555C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2956C092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من بعد عينك راح عز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0267749" w14:textId="77777777" w:rsidR="00D555C2" w:rsidRDefault="00D555C2" w:rsidP="00246DE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5EBAE19E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اُو قلبي من افراقك يخويه يلتهب 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55C2" w14:paraId="7BA8F7BB" w14:textId="77777777" w:rsidTr="00D555C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C116EA7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او غمض اعيونه اُوفاضت النفس الشريفه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3CEACD8" w14:textId="77777777" w:rsidR="00D555C2" w:rsidRDefault="00D555C2" w:rsidP="00246DE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0AC9D2CF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واِحسين نادى يا ذرا العليا المنيفه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55C2" w14:paraId="31C84510" w14:textId="77777777" w:rsidTr="00D555C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1C34CB67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بعدك يبو فاضل بقت زينب اسيفه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306BFBAC" w14:textId="77777777" w:rsidR="00D555C2" w:rsidRDefault="00D555C2" w:rsidP="00246DE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9A2B360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وانا وحيد ابكربلا ما عندي انصار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55C2" w14:paraId="49C43C9D" w14:textId="77777777" w:rsidTr="00D555C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6B0E52D2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والقوم بعدك يطلبوا ثارات صفّين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1F8C4497" w14:textId="77777777" w:rsidR="00D555C2" w:rsidRDefault="00D555C2" w:rsidP="00246DE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633029E6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وانا وحيد ابكربلا ما عندي امعين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55C2" w14:paraId="68AD2DDB" w14:textId="77777777" w:rsidTr="00D555C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36" w:type="dxa"/>
          </w:tcPr>
          <w:p w14:paraId="085627A2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ودعتك الله يا عضدي اُوقرة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C3B2819" w14:textId="77777777" w:rsidR="00D555C2" w:rsidRDefault="00D555C2" w:rsidP="00246DEC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14:paraId="347E3467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يا ليت يحضرنا علي حيدر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6C50D9D" w14:textId="77777777" w:rsidR="00EE7C84" w:rsidRDefault="00EE7C84" w:rsidP="005966AF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555C2" w14:paraId="3AF96A5C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60A81ED1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جاك المهر يابن اُمّي جاك المهر باصهيله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CB32F83" w14:textId="77777777" w:rsidR="00D555C2" w:rsidRDefault="00D555C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1328A88" w14:textId="77777777" w:rsidR="00D555C2" w:rsidRDefault="00D555C2" w:rsidP="00246DEC">
            <w:pPr>
              <w:pStyle w:val="libPoem"/>
            </w:pPr>
            <w:r>
              <w:rPr>
                <w:rtl/>
                <w:lang w:bidi="fa-IR"/>
              </w:rPr>
              <w:t>يحسين روح المعركة وادرك عضيدك 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D721514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35E13" w14:paraId="01AFD792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6C9F68F2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lastRenderedPageBreak/>
              <w:t>عبّاس يوم اَنّه وقع نادى يخويه ادركني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A89ED19" w14:textId="77777777" w:rsidR="00135E13" w:rsidRDefault="00135E1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859A22F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سرعك ينور اعيوني خيل العدى حاطتني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5E13" w14:paraId="01069270" w14:textId="77777777" w:rsidTr="00246DEC">
        <w:trPr>
          <w:trHeight w:val="350"/>
        </w:trPr>
        <w:tc>
          <w:tcPr>
            <w:tcW w:w="3920" w:type="dxa"/>
          </w:tcPr>
          <w:p w14:paraId="51ED9E21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قضوا العدى ذرعاني اُوفوق الثرى ذبّتني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D84AA2" w14:textId="77777777" w:rsidR="00135E13" w:rsidRDefault="00135E1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B3EFE2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يحسين وصّل ليّه قلّت امني الحيله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5E13" w14:paraId="1FC46162" w14:textId="77777777" w:rsidTr="00246DEC">
        <w:trPr>
          <w:trHeight w:val="350"/>
        </w:trPr>
        <w:tc>
          <w:tcPr>
            <w:tcW w:w="3920" w:type="dxa"/>
          </w:tcPr>
          <w:p w14:paraId="742C844A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واِحسين يوم انّه سمع صوته لفاه ابسرعه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DBEE29" w14:textId="77777777" w:rsidR="00135E13" w:rsidRDefault="00135E1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4C9A33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اُوعاين عضيده مرمي والدم صابغ درعه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5E13" w14:paraId="76019BA3" w14:textId="77777777" w:rsidTr="00246DEC">
        <w:trPr>
          <w:trHeight w:val="350"/>
        </w:trPr>
        <w:tc>
          <w:tcPr>
            <w:tcW w:w="3920" w:type="dxa"/>
          </w:tcPr>
          <w:p w14:paraId="4BD8B1AF" w14:textId="77777777" w:rsidR="00135E13" w:rsidRDefault="00135E13" w:rsidP="00135E13">
            <w:pPr>
              <w:pStyle w:val="libPoem"/>
            </w:pPr>
            <w:r>
              <w:rPr>
                <w:rtl/>
                <w:lang w:bidi="fa-IR"/>
              </w:rPr>
              <w:t>اتخوصريويلي عنده واعلى الاُخو هل دمعه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25728C" w14:textId="77777777" w:rsidR="00135E13" w:rsidRDefault="00135E1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A834E2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اُونادى يشايل بيرقي منهو يخويه ايشيله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5E13" w14:paraId="6E0C0BC2" w14:textId="77777777" w:rsidTr="00246DEC">
        <w:trPr>
          <w:trHeight w:val="350"/>
        </w:trPr>
        <w:tc>
          <w:tcPr>
            <w:tcW w:w="3920" w:type="dxa"/>
          </w:tcPr>
          <w:p w14:paraId="36BCBEBE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حطّ راس اُخوه ابحجره والصوت منه 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EE42B0" w14:textId="77777777" w:rsidR="00135E13" w:rsidRDefault="00135E1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810E3D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عبّاس اخويه اتوعى يا شيخ كُل ارجالي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5E13" w14:paraId="5DEAB03F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F2BFAE6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منهو يشيل البيرق عبّاس يا سردالي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453946" w14:textId="77777777" w:rsidR="00135E13" w:rsidRDefault="00135E1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B3059A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ياسناد ظهري عقبك منه لحملي ايشيله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5E13" w14:paraId="4F79BA36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F784FC9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فتح اعيونه اُونادى والعين منّه عبرا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997EE8" w14:textId="77777777" w:rsidR="00135E13" w:rsidRDefault="00135E1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A63631" w14:textId="77777777" w:rsidR="00135E13" w:rsidRDefault="00135E13" w:rsidP="00135E13">
            <w:pPr>
              <w:pStyle w:val="libPoem"/>
            </w:pPr>
            <w:r>
              <w:rPr>
                <w:rtl/>
                <w:lang w:bidi="fa-IR"/>
              </w:rPr>
              <w:t>منهوالذي امسندلي اُووضع لراسي ابحجره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5E13" w14:paraId="4421340E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BE97D3E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قلّه انا اللي ابفقدك اُوهيت خويه ظهره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765BEA" w14:textId="77777777" w:rsidR="00135E13" w:rsidRDefault="00135E1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B0CFD0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دقعد يشيال العلم واللي لحملي ايشيله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5E13" w14:paraId="0514008A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8D6E097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إنْ عد فضل الإخوة فضلك يخويه ابزوده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72E315" w14:textId="77777777" w:rsidR="00135E13" w:rsidRDefault="00135E1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7EA1DA" w14:textId="77777777" w:rsidR="00135E13" w:rsidRDefault="00135E13" w:rsidP="00135E13">
            <w:pPr>
              <w:pStyle w:val="libPoem"/>
            </w:pPr>
            <w:r>
              <w:rPr>
                <w:rtl/>
                <w:lang w:bidi="fa-IR"/>
              </w:rPr>
              <w:t>ماشفت انافي الإخوةمثلك بذلك مجهوده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5E13" w14:paraId="6B8DA389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B656787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قصوا العدى ذرعانه اُوشال العلم بزنوده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418521" w14:textId="77777777" w:rsidR="00135E13" w:rsidRDefault="00135E1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9D09CB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يوم وقع فوق الثرى جاني المهر باصهيله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5E13" w14:paraId="1CE35CED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3C7A319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انا السبع في الوثبة وانته النمر في الهفه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C8D851" w14:textId="77777777" w:rsidR="00135E13" w:rsidRDefault="00135E1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1F53ED" w14:textId="77777777" w:rsidR="00135E13" w:rsidRDefault="00135E13" w:rsidP="00135E13">
            <w:pPr>
              <w:pStyle w:val="libPoem"/>
            </w:pPr>
            <w:r>
              <w:rPr>
                <w:rtl/>
                <w:lang w:bidi="fa-IR"/>
              </w:rPr>
              <w:t>اُوتدري السبع له وثبةاُوتدري النمرله هفّه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5E13" w14:paraId="030F2798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970C1EB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واللي قطع كفينك ياخوي ابقطع كفّه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CC3BB2" w14:textId="77777777" w:rsidR="00135E13" w:rsidRDefault="00135E1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1B0803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اُو امر قضاه الباري ما اتفيد فيه الحيله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76EB726" w14:textId="77777777" w:rsidR="00EE7C84" w:rsidRDefault="00EE7C84" w:rsidP="00135E13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35E13" w14:paraId="2C6C144D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6D753134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يمشرّد الخيّالة يمشرّد الخيّاله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3ED8729" w14:textId="77777777" w:rsidR="00135E13" w:rsidRDefault="00135E1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A66FFB2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قم لعضيدك شيله لا تدوسه الخيّاله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5E13" w14:paraId="1E270297" w14:textId="77777777" w:rsidTr="00246DEC">
        <w:trPr>
          <w:trHeight w:val="350"/>
        </w:trPr>
        <w:tc>
          <w:tcPr>
            <w:tcW w:w="3920" w:type="dxa"/>
          </w:tcPr>
          <w:p w14:paraId="49539022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حوّل عليه هاتف مثل الصقر تحويله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CD511A" w14:textId="77777777" w:rsidR="00135E13" w:rsidRDefault="00135E1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AD29BC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طاح الاخو في المعركة يحسين دسرع 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5E13" w14:paraId="3F3CADC5" w14:textId="77777777" w:rsidTr="00246DEC">
        <w:trPr>
          <w:trHeight w:val="350"/>
        </w:trPr>
        <w:tc>
          <w:tcPr>
            <w:tcW w:w="3920" w:type="dxa"/>
          </w:tcPr>
          <w:p w14:paraId="599B26E8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حين سمعت الهاتف قلت امني الحيله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307A22" w14:textId="77777777" w:rsidR="00135E13" w:rsidRDefault="00135E1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CA3AC0" w14:textId="77777777" w:rsidR="00135E13" w:rsidRDefault="00135E13" w:rsidP="00246DEC">
            <w:pPr>
              <w:pStyle w:val="libPoem"/>
            </w:pPr>
            <w:r>
              <w:rPr>
                <w:rtl/>
                <w:lang w:bidi="fa-IR"/>
              </w:rPr>
              <w:t>اُو جيتك انا متعني اُو عاقتني الخيّاله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5E3262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604" w:type="pct"/>
        <w:tblInd w:w="384" w:type="dxa"/>
        <w:tblLook w:val="01E0" w:firstRow="1" w:lastRow="1" w:firstColumn="1" w:lastColumn="1" w:noHBand="0" w:noVBand="0"/>
      </w:tblPr>
      <w:tblGrid>
        <w:gridCol w:w="3975"/>
        <w:gridCol w:w="303"/>
        <w:gridCol w:w="3968"/>
      </w:tblGrid>
      <w:tr w:rsidR="009E4DA9" w14:paraId="1A39ED92" w14:textId="77777777" w:rsidTr="009E4DA9">
        <w:trPr>
          <w:trHeight w:val="350"/>
        </w:trPr>
        <w:tc>
          <w:tcPr>
            <w:tcW w:w="3556" w:type="dxa"/>
            <w:shd w:val="clear" w:color="auto" w:fill="auto"/>
          </w:tcPr>
          <w:p w14:paraId="463A5F02" w14:textId="77777777" w:rsidR="009E4DA9" w:rsidRDefault="009E4DA9" w:rsidP="00246DEC">
            <w:pPr>
              <w:pStyle w:val="libPoem"/>
            </w:pPr>
            <w:r>
              <w:rPr>
                <w:rtl/>
                <w:lang w:bidi="fa-IR"/>
              </w:rPr>
              <w:lastRenderedPageBreak/>
              <w:t>هذي الحرم تنخاني يحسين ودنا لعمنا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  <w:shd w:val="clear" w:color="auto" w:fill="auto"/>
          </w:tcPr>
          <w:p w14:paraId="485BB135" w14:textId="77777777" w:rsidR="009E4DA9" w:rsidRDefault="009E4DA9" w:rsidP="00246DEC">
            <w:pPr>
              <w:pStyle w:val="libPoem"/>
              <w:rPr>
                <w:rtl/>
              </w:rPr>
            </w:pPr>
          </w:p>
        </w:tc>
        <w:tc>
          <w:tcPr>
            <w:tcW w:w="3550" w:type="dxa"/>
            <w:shd w:val="clear" w:color="auto" w:fill="auto"/>
          </w:tcPr>
          <w:p w14:paraId="00AA2429" w14:textId="77777777" w:rsidR="009E4DA9" w:rsidRDefault="009E4DA9" w:rsidP="00246DEC">
            <w:pPr>
              <w:pStyle w:val="libPoem"/>
            </w:pPr>
            <w:r>
              <w:rPr>
                <w:rtl/>
                <w:lang w:bidi="fa-IR"/>
              </w:rPr>
              <w:t>اُوخليتني يعضيدي يسرى ابليا يمنا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DA9" w14:paraId="045FE551" w14:textId="77777777" w:rsidTr="009E4DA9">
        <w:trPr>
          <w:trHeight w:val="350"/>
        </w:trPr>
        <w:tc>
          <w:tcPr>
            <w:tcW w:w="3556" w:type="dxa"/>
          </w:tcPr>
          <w:p w14:paraId="3B5BC81E" w14:textId="77777777" w:rsidR="009E4DA9" w:rsidRDefault="009E4DA9" w:rsidP="00246DEC">
            <w:pPr>
              <w:pStyle w:val="libPoem"/>
            </w:pPr>
            <w:r>
              <w:rPr>
                <w:rtl/>
                <w:lang w:bidi="fa-IR"/>
              </w:rPr>
              <w:t>سبعين الف خيّالة دارت على امخيمنا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4B18F037" w14:textId="77777777" w:rsidR="009E4DA9" w:rsidRDefault="009E4DA9" w:rsidP="00246DEC">
            <w:pPr>
              <w:pStyle w:val="libPoem"/>
              <w:rPr>
                <w:rtl/>
              </w:rPr>
            </w:pPr>
          </w:p>
        </w:tc>
        <w:tc>
          <w:tcPr>
            <w:tcW w:w="3550" w:type="dxa"/>
          </w:tcPr>
          <w:p w14:paraId="16C450E3" w14:textId="77777777" w:rsidR="009E4DA9" w:rsidRDefault="009E4DA9" w:rsidP="00246DEC">
            <w:pPr>
              <w:pStyle w:val="libPoem"/>
            </w:pPr>
            <w:r>
              <w:rPr>
                <w:rtl/>
                <w:lang w:bidi="fa-IR"/>
              </w:rPr>
              <w:t>واتزلزلت نسوانا من ضجّة الخيّاله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DA9" w14:paraId="70E529F7" w14:textId="77777777" w:rsidTr="009E4DA9">
        <w:trPr>
          <w:trHeight w:val="350"/>
        </w:trPr>
        <w:tc>
          <w:tcPr>
            <w:tcW w:w="3556" w:type="dxa"/>
          </w:tcPr>
          <w:p w14:paraId="6DED0786" w14:textId="77777777" w:rsidR="009E4DA9" w:rsidRDefault="009E4DA9" w:rsidP="00246DEC">
            <w:pPr>
              <w:pStyle w:val="libPoem"/>
            </w:pPr>
            <w:r>
              <w:rPr>
                <w:rtl/>
                <w:lang w:bidi="fa-IR"/>
              </w:rPr>
              <w:t>فلت يخويه الحيلة اُوفلت امني اللزمه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39469B3D" w14:textId="77777777" w:rsidR="009E4DA9" w:rsidRDefault="009E4DA9" w:rsidP="00246DEC">
            <w:pPr>
              <w:pStyle w:val="libPoem"/>
              <w:rPr>
                <w:rtl/>
              </w:rPr>
            </w:pPr>
          </w:p>
        </w:tc>
        <w:tc>
          <w:tcPr>
            <w:tcW w:w="3550" w:type="dxa"/>
          </w:tcPr>
          <w:p w14:paraId="64BE3ADD" w14:textId="77777777" w:rsidR="009E4DA9" w:rsidRDefault="009E4DA9" w:rsidP="00246DEC">
            <w:pPr>
              <w:pStyle w:val="libPoem"/>
            </w:pPr>
            <w:r>
              <w:rPr>
                <w:rtl/>
                <w:lang w:bidi="fa-IR"/>
              </w:rPr>
              <w:t>سبعين الف خيّالة كلها على محتزمه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DA9" w14:paraId="35B0688A" w14:textId="77777777" w:rsidTr="009E4DA9">
        <w:trPr>
          <w:trHeight w:val="350"/>
        </w:trPr>
        <w:tc>
          <w:tcPr>
            <w:tcW w:w="3556" w:type="dxa"/>
          </w:tcPr>
          <w:p w14:paraId="2287E856" w14:textId="77777777" w:rsidR="009E4DA9" w:rsidRDefault="009E4DA9" w:rsidP="00246DEC">
            <w:pPr>
              <w:pStyle w:val="libPoem"/>
            </w:pPr>
            <w:r>
              <w:rPr>
                <w:rtl/>
                <w:lang w:bidi="fa-IR"/>
              </w:rPr>
              <w:t>اوتدري يخويه الوحدة تبهض قوي العزمه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2E8EB9B" w14:textId="77777777" w:rsidR="009E4DA9" w:rsidRDefault="009E4DA9" w:rsidP="00246DEC">
            <w:pPr>
              <w:pStyle w:val="libPoem"/>
              <w:rPr>
                <w:rtl/>
              </w:rPr>
            </w:pPr>
          </w:p>
        </w:tc>
        <w:tc>
          <w:tcPr>
            <w:tcW w:w="3550" w:type="dxa"/>
          </w:tcPr>
          <w:p w14:paraId="4CA37445" w14:textId="77777777" w:rsidR="009E4DA9" w:rsidRDefault="009E4DA9" w:rsidP="00246DEC">
            <w:pPr>
              <w:pStyle w:val="libPoem"/>
            </w:pPr>
            <w:r>
              <w:rPr>
                <w:rtl/>
                <w:lang w:bidi="fa-IR"/>
              </w:rPr>
              <w:t>احمل على الخيّالة واتعوفني الرجّاله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DA9" w14:paraId="010F62C9" w14:textId="77777777" w:rsidTr="009E4DA9">
        <w:trPr>
          <w:trHeight w:val="350"/>
        </w:trPr>
        <w:tc>
          <w:tcPr>
            <w:tcW w:w="3556" w:type="dxa"/>
          </w:tcPr>
          <w:p w14:paraId="4BA73812" w14:textId="77777777" w:rsidR="009E4DA9" w:rsidRDefault="009E4DA9" w:rsidP="00246DEC">
            <w:pPr>
              <w:pStyle w:val="libPoem"/>
            </w:pPr>
            <w:r>
              <w:rPr>
                <w:rtl/>
                <w:lang w:bidi="fa-IR"/>
              </w:rPr>
              <w:t>يحسين هذي المرجله والموتت الممدوحه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691EDE62" w14:textId="77777777" w:rsidR="009E4DA9" w:rsidRDefault="009E4DA9" w:rsidP="00246DEC">
            <w:pPr>
              <w:pStyle w:val="libPoem"/>
              <w:rPr>
                <w:rtl/>
              </w:rPr>
            </w:pPr>
          </w:p>
        </w:tc>
        <w:tc>
          <w:tcPr>
            <w:tcW w:w="3550" w:type="dxa"/>
          </w:tcPr>
          <w:p w14:paraId="60463941" w14:textId="77777777" w:rsidR="009E4DA9" w:rsidRDefault="009E4DA9" w:rsidP="009E4DA9">
            <w:pPr>
              <w:pStyle w:val="libPoem"/>
            </w:pPr>
            <w:r>
              <w:rPr>
                <w:rtl/>
                <w:lang w:bidi="fa-IR"/>
              </w:rPr>
              <w:t>اُوكل الخلايق تحكي فادي عضيده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  <w:lang w:bidi="fa-IR"/>
              </w:rPr>
              <w:t>ابروحه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DA9" w14:paraId="0706E594" w14:textId="77777777" w:rsidTr="009E4DA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56" w:type="dxa"/>
          </w:tcPr>
          <w:p w14:paraId="464D6946" w14:textId="77777777" w:rsidR="009E4DA9" w:rsidRDefault="009E4DA9" w:rsidP="00246DEC">
            <w:pPr>
              <w:pStyle w:val="libPoem"/>
            </w:pPr>
            <w:r>
              <w:rPr>
                <w:rtl/>
                <w:lang w:bidi="fa-IR"/>
              </w:rPr>
              <w:t>يحسين لا ترفعني خل جثتي مطروحه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22CC7B5F" w14:textId="77777777" w:rsidR="009E4DA9" w:rsidRDefault="009E4DA9" w:rsidP="00246DEC">
            <w:pPr>
              <w:pStyle w:val="libPoem"/>
              <w:rPr>
                <w:rtl/>
              </w:rPr>
            </w:pPr>
          </w:p>
        </w:tc>
        <w:tc>
          <w:tcPr>
            <w:tcW w:w="3550" w:type="dxa"/>
          </w:tcPr>
          <w:p w14:paraId="19A5C1C2" w14:textId="77777777" w:rsidR="009E4DA9" w:rsidRDefault="009E4DA9" w:rsidP="00246DEC">
            <w:pPr>
              <w:pStyle w:val="libPoem"/>
            </w:pPr>
            <w:r>
              <w:rPr>
                <w:rtl/>
                <w:lang w:bidi="fa-IR"/>
              </w:rPr>
              <w:t>خلها على وجه الثرى واتدوسها الخيّاله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DA9" w14:paraId="42C135D1" w14:textId="77777777" w:rsidTr="009E4DA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56" w:type="dxa"/>
          </w:tcPr>
          <w:p w14:paraId="2EA217CA" w14:textId="77777777" w:rsidR="009E4DA9" w:rsidRDefault="009E4DA9" w:rsidP="00246DEC">
            <w:pPr>
              <w:pStyle w:val="libPoem"/>
            </w:pPr>
            <w:r>
              <w:rPr>
                <w:rtl/>
                <w:lang w:bidi="fa-IR"/>
              </w:rPr>
              <w:t>اليوم يوم اسعودي واليوم ذا مقصودي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1B775CA1" w14:textId="77777777" w:rsidR="009E4DA9" w:rsidRDefault="009E4DA9" w:rsidP="00246DEC">
            <w:pPr>
              <w:pStyle w:val="libPoem"/>
              <w:rPr>
                <w:rtl/>
              </w:rPr>
            </w:pPr>
          </w:p>
        </w:tc>
        <w:tc>
          <w:tcPr>
            <w:tcW w:w="3550" w:type="dxa"/>
          </w:tcPr>
          <w:p w14:paraId="4D294176" w14:textId="77777777" w:rsidR="009E4DA9" w:rsidRDefault="009E4DA9" w:rsidP="00246DEC">
            <w:pPr>
              <w:pStyle w:val="libPoem"/>
            </w:pPr>
            <w:r>
              <w:rPr>
                <w:rtl/>
                <w:lang w:bidi="fa-IR"/>
              </w:rPr>
              <w:t>من يوم تحت الراية قصوا يخويه ازنودي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DA9" w14:paraId="7064CACC" w14:textId="77777777" w:rsidTr="009E4DA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56" w:type="dxa"/>
          </w:tcPr>
          <w:p w14:paraId="093A66A0" w14:textId="77777777" w:rsidR="009E4DA9" w:rsidRDefault="009E4DA9" w:rsidP="009E4DA9">
            <w:pPr>
              <w:pStyle w:val="libPoem"/>
            </w:pPr>
            <w:r>
              <w:rPr>
                <w:rtl/>
                <w:lang w:bidi="fa-IR"/>
              </w:rPr>
              <w:t>يحسين لو اني امقيد لفصم حديداقيودي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207FB77B" w14:textId="77777777" w:rsidR="009E4DA9" w:rsidRDefault="009E4DA9" w:rsidP="00246DEC">
            <w:pPr>
              <w:pStyle w:val="libPoem"/>
              <w:rPr>
                <w:rtl/>
              </w:rPr>
            </w:pPr>
          </w:p>
        </w:tc>
        <w:tc>
          <w:tcPr>
            <w:tcW w:w="3550" w:type="dxa"/>
          </w:tcPr>
          <w:p w14:paraId="5EAEBBBB" w14:textId="77777777" w:rsidR="009E4DA9" w:rsidRDefault="009E4DA9" w:rsidP="00246DEC">
            <w:pPr>
              <w:pStyle w:val="libPoem"/>
            </w:pPr>
            <w:r>
              <w:rPr>
                <w:rtl/>
                <w:lang w:bidi="fa-IR"/>
              </w:rPr>
              <w:t>اُوعنك يخويه ابصدري لتصدر الخيّاله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DA9" w14:paraId="4C8C9BAE" w14:textId="77777777" w:rsidTr="009E4DA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56" w:type="dxa"/>
          </w:tcPr>
          <w:p w14:paraId="65C4FA74" w14:textId="77777777" w:rsidR="009E4DA9" w:rsidRDefault="009E4DA9" w:rsidP="00246DEC">
            <w:pPr>
              <w:pStyle w:val="libPoem"/>
            </w:pPr>
            <w:r>
              <w:rPr>
                <w:rtl/>
                <w:lang w:bidi="fa-IR"/>
              </w:rPr>
              <w:t>عبّاس هذي رايتي بعدك غدت ملتفه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50C92834" w14:textId="77777777" w:rsidR="009E4DA9" w:rsidRDefault="009E4DA9" w:rsidP="00246DEC">
            <w:pPr>
              <w:pStyle w:val="libPoem"/>
              <w:rPr>
                <w:rtl/>
              </w:rPr>
            </w:pPr>
          </w:p>
        </w:tc>
        <w:tc>
          <w:tcPr>
            <w:tcW w:w="3550" w:type="dxa"/>
          </w:tcPr>
          <w:p w14:paraId="50183A97" w14:textId="77777777" w:rsidR="009E4DA9" w:rsidRDefault="009E4DA9" w:rsidP="00246DEC">
            <w:pPr>
              <w:pStyle w:val="libPoem"/>
            </w:pPr>
            <w:r>
              <w:rPr>
                <w:rtl/>
                <w:lang w:bidi="fa-IR"/>
              </w:rPr>
              <w:t>اُوكل الحرم تنعى لك واقلوبها ملتهفه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DA9" w14:paraId="78970BD0" w14:textId="77777777" w:rsidTr="009E4DA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56" w:type="dxa"/>
          </w:tcPr>
          <w:p w14:paraId="493D4078" w14:textId="77777777" w:rsidR="009E4DA9" w:rsidRDefault="009E4DA9" w:rsidP="00246DEC">
            <w:pPr>
              <w:pStyle w:val="libPoem"/>
            </w:pPr>
            <w:r>
              <w:rPr>
                <w:rtl/>
                <w:lang w:bidi="fa-IR"/>
              </w:rPr>
              <w:t>اوبيت الخنا والمنجس يمتى تجيه العفّه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1" w:type="dxa"/>
          </w:tcPr>
          <w:p w14:paraId="4DDF28C4" w14:textId="77777777" w:rsidR="009E4DA9" w:rsidRDefault="009E4DA9" w:rsidP="00246DEC">
            <w:pPr>
              <w:pStyle w:val="libPoem"/>
              <w:rPr>
                <w:rtl/>
              </w:rPr>
            </w:pPr>
          </w:p>
        </w:tc>
        <w:tc>
          <w:tcPr>
            <w:tcW w:w="3550" w:type="dxa"/>
          </w:tcPr>
          <w:p w14:paraId="052BB3A2" w14:textId="77777777" w:rsidR="009E4DA9" w:rsidRDefault="009E4DA9" w:rsidP="00246DEC">
            <w:pPr>
              <w:pStyle w:val="libPoem"/>
            </w:pPr>
            <w:r>
              <w:rPr>
                <w:rtl/>
                <w:lang w:bidi="fa-IR"/>
              </w:rPr>
              <w:t>اُوجيتك انا متعني اُوعافتني الخيّاله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5AD3315" w14:textId="77777777" w:rsidR="00EE7C84" w:rsidRDefault="00EE7C84" w:rsidP="009E4DA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708D84AB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00277E60" w14:textId="77777777" w:rsidR="00EE7C84" w:rsidRDefault="00EE7C84" w:rsidP="00BB61B7">
      <w:pPr>
        <w:pStyle w:val="Heading3"/>
        <w:rPr>
          <w:lang w:bidi="fa-IR"/>
        </w:rPr>
      </w:pPr>
      <w:bookmarkStart w:id="24" w:name="_Toc17226583"/>
      <w:r>
        <w:rPr>
          <w:rtl/>
          <w:lang w:bidi="fa-IR"/>
        </w:rPr>
        <w:lastRenderedPageBreak/>
        <w:t>هذا فصل فيه ما جرى في أحوال القاسم العرّيس ابن الحسن رضوان الله عليه</w:t>
      </w:r>
      <w:bookmarkEnd w:id="24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42"/>
        <w:gridCol w:w="304"/>
        <w:gridCol w:w="3925"/>
      </w:tblGrid>
      <w:tr w:rsidR="00BB61B7" w14:paraId="1BDB49FA" w14:textId="77777777" w:rsidTr="00BB61B7">
        <w:trPr>
          <w:trHeight w:val="350"/>
        </w:trPr>
        <w:tc>
          <w:tcPr>
            <w:tcW w:w="3527" w:type="dxa"/>
            <w:shd w:val="clear" w:color="auto" w:fill="auto"/>
          </w:tcPr>
          <w:p w14:paraId="0627CBDF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حسّ المنيّة اتنادي حس المنيّة اتنادي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14:paraId="3FC4D6D2" w14:textId="77777777" w:rsidR="00BB61B7" w:rsidRDefault="00BB61B7" w:rsidP="00246DEC">
            <w:pPr>
              <w:pStyle w:val="libPoem"/>
              <w:rPr>
                <w:rtl/>
              </w:rPr>
            </w:pPr>
          </w:p>
        </w:tc>
        <w:tc>
          <w:tcPr>
            <w:tcW w:w="3511" w:type="dxa"/>
            <w:shd w:val="clear" w:color="auto" w:fill="auto"/>
          </w:tcPr>
          <w:p w14:paraId="7D720FF6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سرعوا بعرس الجاسم حس المنيّة اتنادي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61B7" w14:paraId="630E1B9F" w14:textId="77777777" w:rsidTr="00BB61B7">
        <w:trPr>
          <w:trHeight w:val="350"/>
        </w:trPr>
        <w:tc>
          <w:tcPr>
            <w:tcW w:w="3527" w:type="dxa"/>
          </w:tcPr>
          <w:p w14:paraId="46B1CE2B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يحسين لا تمهل به خلني اباخذ دونه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2E3F1300" w14:textId="77777777" w:rsidR="00BB61B7" w:rsidRDefault="00BB61B7" w:rsidP="00246DEC">
            <w:pPr>
              <w:pStyle w:val="libPoem"/>
              <w:rPr>
                <w:rtl/>
              </w:rPr>
            </w:pPr>
          </w:p>
        </w:tc>
        <w:tc>
          <w:tcPr>
            <w:tcW w:w="3511" w:type="dxa"/>
          </w:tcPr>
          <w:p w14:paraId="44C8B680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الفردوس جت ولدانها الجسام بيزفونه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61B7" w14:paraId="1AD64EF6" w14:textId="77777777" w:rsidTr="00BB61B7">
        <w:trPr>
          <w:trHeight w:val="350"/>
        </w:trPr>
        <w:tc>
          <w:tcPr>
            <w:tcW w:w="3527" w:type="dxa"/>
          </w:tcPr>
          <w:p w14:paraId="2F469BC6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وانا احرسه لما يصعد على ميمونه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2D2BBD1" w14:textId="77777777" w:rsidR="00BB61B7" w:rsidRDefault="00BB61B7" w:rsidP="00246DEC">
            <w:pPr>
              <w:pStyle w:val="libPoem"/>
              <w:rPr>
                <w:rtl/>
              </w:rPr>
            </w:pPr>
          </w:p>
        </w:tc>
        <w:tc>
          <w:tcPr>
            <w:tcW w:w="3511" w:type="dxa"/>
          </w:tcPr>
          <w:p w14:paraId="297C264E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سرعوا بعرس الجاسم حس المنيّة اتنادي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61B7" w14:paraId="6BA4EC0C" w14:textId="77777777" w:rsidTr="00BB61B7">
        <w:trPr>
          <w:trHeight w:val="350"/>
        </w:trPr>
        <w:tc>
          <w:tcPr>
            <w:tcW w:w="3527" w:type="dxa"/>
          </w:tcPr>
          <w:p w14:paraId="2A9FF7EE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وانتين يم الجاسم سرعي اخضبي كفينه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5F720A7" w14:textId="77777777" w:rsidR="00BB61B7" w:rsidRDefault="00BB61B7" w:rsidP="00246DEC">
            <w:pPr>
              <w:pStyle w:val="libPoem"/>
              <w:rPr>
                <w:rtl/>
              </w:rPr>
            </w:pPr>
          </w:p>
        </w:tc>
        <w:tc>
          <w:tcPr>
            <w:tcW w:w="3511" w:type="dxa"/>
          </w:tcPr>
          <w:p w14:paraId="04AC938B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وإ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المنيّة ابتاخذه من قبل ما تخضبينه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61B7" w14:paraId="7D8731A1" w14:textId="77777777" w:rsidTr="00BB61B7">
        <w:trPr>
          <w:trHeight w:val="350"/>
        </w:trPr>
        <w:tc>
          <w:tcPr>
            <w:tcW w:w="3527" w:type="dxa"/>
          </w:tcPr>
          <w:p w14:paraId="31007D2C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ويّاك بس هالساعة اُوتالي فلا تشوفينه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7ACEE1B7" w14:textId="77777777" w:rsidR="00BB61B7" w:rsidRDefault="00BB61B7" w:rsidP="00246DEC">
            <w:pPr>
              <w:pStyle w:val="libPoem"/>
              <w:rPr>
                <w:rtl/>
              </w:rPr>
            </w:pPr>
          </w:p>
        </w:tc>
        <w:tc>
          <w:tcPr>
            <w:tcW w:w="3511" w:type="dxa"/>
          </w:tcPr>
          <w:p w14:paraId="6DB6166C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سرعوا بعرس الجاسم حس المنيّة اتنادي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61B7" w14:paraId="49BA4DE4" w14:textId="77777777" w:rsidTr="00BB61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27" w:type="dxa"/>
          </w:tcPr>
          <w:p w14:paraId="4687EC31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هيا يزينب هياجت الولد كم حوره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677CF3A2" w14:textId="77777777" w:rsidR="00BB61B7" w:rsidRDefault="00BB61B7" w:rsidP="00246DEC">
            <w:pPr>
              <w:pStyle w:val="libPoem"/>
              <w:rPr>
                <w:rtl/>
              </w:rPr>
            </w:pPr>
          </w:p>
        </w:tc>
        <w:tc>
          <w:tcPr>
            <w:tcW w:w="3511" w:type="dxa"/>
          </w:tcPr>
          <w:p w14:paraId="3F9B73E7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انتي به المفجوعة اُوهي به المسروره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61B7" w14:paraId="64CB899E" w14:textId="77777777" w:rsidTr="00BB61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27" w:type="dxa"/>
          </w:tcPr>
          <w:p w14:paraId="0B4B1007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نذر عليّه باخذه والحر يوفي اِنذوره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59B29B1B" w14:textId="77777777" w:rsidR="00BB61B7" w:rsidRDefault="00BB61B7" w:rsidP="00246DEC">
            <w:pPr>
              <w:pStyle w:val="libPoem"/>
              <w:rPr>
                <w:rtl/>
              </w:rPr>
            </w:pPr>
          </w:p>
        </w:tc>
        <w:tc>
          <w:tcPr>
            <w:tcW w:w="3511" w:type="dxa"/>
          </w:tcPr>
          <w:p w14:paraId="33F54E59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يحسين زف الجاسم جت المنيّة اتنادي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61B7" w14:paraId="79E21F77" w14:textId="77777777" w:rsidTr="00BB61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27" w:type="dxa"/>
          </w:tcPr>
          <w:p w14:paraId="6F6B51B4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قولوا العروس الجاسم ثوب الحزن تلبسها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032A6865" w14:textId="77777777" w:rsidR="00BB61B7" w:rsidRDefault="00BB61B7" w:rsidP="00246DEC">
            <w:pPr>
              <w:pStyle w:val="libPoem"/>
              <w:rPr>
                <w:rtl/>
              </w:rPr>
            </w:pPr>
          </w:p>
        </w:tc>
        <w:tc>
          <w:tcPr>
            <w:tcW w:w="3511" w:type="dxa"/>
          </w:tcPr>
          <w:p w14:paraId="0CF3A3DD" w14:textId="77777777" w:rsidR="00BB61B7" w:rsidRDefault="00BB61B7" w:rsidP="00BB61B7">
            <w:pPr>
              <w:pStyle w:val="libPoem"/>
            </w:pPr>
            <w:r>
              <w:rPr>
                <w:rtl/>
                <w:lang w:bidi="fa-IR"/>
              </w:rPr>
              <w:t>اُوتدخل ابوسط الخيمةتنعى على معرسها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61B7" w14:paraId="04F2C3E0" w14:textId="77777777" w:rsidTr="00BB61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527" w:type="dxa"/>
          </w:tcPr>
          <w:p w14:paraId="72DE0251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هي عزونه وارجاله عين الفنا تحرسها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14:paraId="4A0BD649" w14:textId="77777777" w:rsidR="00BB61B7" w:rsidRDefault="00BB61B7" w:rsidP="00246DEC">
            <w:pPr>
              <w:pStyle w:val="libPoem"/>
              <w:rPr>
                <w:rtl/>
              </w:rPr>
            </w:pPr>
          </w:p>
        </w:tc>
        <w:tc>
          <w:tcPr>
            <w:tcW w:w="3511" w:type="dxa"/>
          </w:tcPr>
          <w:p w14:paraId="432887E9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يحسين لا تمهل به حس المنيّة اتنادي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0510DC3" w14:textId="77777777" w:rsidR="00EE7C84" w:rsidRDefault="00EE7C84" w:rsidP="009E4DA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B61B7" w14:paraId="4B724C08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7089E42E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في الغاضريّة امعرّسين ابنك يمسموم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50399BD" w14:textId="77777777" w:rsidR="00BB61B7" w:rsidRDefault="00BB61B7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62DF08E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مازفنه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عمته زينب وام كلثوم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61B7" w14:paraId="7651F0FC" w14:textId="77777777" w:rsidTr="00246DEC">
        <w:trPr>
          <w:trHeight w:val="350"/>
        </w:trPr>
        <w:tc>
          <w:tcPr>
            <w:tcW w:w="3920" w:type="dxa"/>
          </w:tcPr>
          <w:p w14:paraId="7ADB9D94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وحدة اتخضبه اُو وحدة تجذب 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392C54" w14:textId="77777777" w:rsidR="00BB61B7" w:rsidRDefault="00BB61B7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666C34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اُو وحده ابفيض ادموعها تعجن الحنّه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61B7" w14:paraId="3414FD7B" w14:textId="77777777" w:rsidTr="00246DEC">
        <w:trPr>
          <w:trHeight w:val="350"/>
        </w:trPr>
        <w:tc>
          <w:tcPr>
            <w:tcW w:w="3920" w:type="dxa"/>
          </w:tcPr>
          <w:p w14:paraId="4096FB8B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اُوحدة تنادي وين حيدر غاب عنّه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3CD10B" w14:textId="77777777" w:rsidR="00BB61B7" w:rsidRDefault="00BB61B7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2C931F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لَحد يداحي الباب من حزّاتك 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61B7" w14:paraId="623F1B0D" w14:textId="77777777" w:rsidTr="00246DEC">
        <w:trPr>
          <w:trHeight w:val="350"/>
        </w:trPr>
        <w:tc>
          <w:tcPr>
            <w:tcW w:w="3920" w:type="dxa"/>
          </w:tcPr>
          <w:p w14:paraId="244D1CC5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اُوصيوان عرسه ما بنوه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55772D" w14:textId="77777777" w:rsidR="00BB61B7" w:rsidRDefault="00BB61B7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C9C960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وحدة تخضبه اُو وحدة تلطم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61B7" w14:paraId="27977BB4" w14:textId="77777777" w:rsidTr="00246DEC">
        <w:trPr>
          <w:trHeight w:val="350"/>
        </w:trPr>
        <w:tc>
          <w:tcPr>
            <w:tcW w:w="3920" w:type="dxa"/>
          </w:tcPr>
          <w:p w14:paraId="29FD9DE3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واجب عليك اتقوم يا مسموم ذا لحين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9ED0FB" w14:textId="77777777" w:rsidR="00BB61B7" w:rsidRDefault="00BB61B7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4C3D38C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هالسا تجي ويّا بني هاشم اُو مخزوم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61B7" w14:paraId="7646FF99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9715F29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اُو سكنة تنادي يا خلق لا تمحنوني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5C9FA2" w14:textId="77777777" w:rsidR="00BB61B7" w:rsidRDefault="00BB61B7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64C785" w14:textId="77777777" w:rsidR="00BB61B7" w:rsidRDefault="00BB61B7" w:rsidP="00246DEC">
            <w:pPr>
              <w:pStyle w:val="libPoem"/>
            </w:pPr>
            <w:r>
              <w:rPr>
                <w:rtl/>
                <w:lang w:bidi="fa-IR"/>
              </w:rPr>
              <w:t>خلّو بلا تخضيب كفي واتركوني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CC878F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077D1" w14:paraId="6F742ABB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51D529E4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lastRenderedPageBreak/>
              <w:t>ابها لحال يا عمّة ما تسامحوني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9B4F654" w14:textId="77777777" w:rsidR="00F077D1" w:rsidRDefault="00F077D1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E5AE0F0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شفتون معرس يخضبونه ابفيض الدموم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D1" w14:paraId="5A104F32" w14:textId="77777777" w:rsidTr="00246DEC">
        <w:trPr>
          <w:trHeight w:val="350"/>
        </w:trPr>
        <w:tc>
          <w:tcPr>
            <w:tcW w:w="3920" w:type="dxa"/>
          </w:tcPr>
          <w:p w14:paraId="56983614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اخضب اكفوفي يا خلق واني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5F77B5" w14:textId="77777777" w:rsidR="00F077D1" w:rsidRDefault="00F077D1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801771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اُو عبّاس عمّي امقطعه اشماله اُو 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D1" w14:paraId="6EE4EB51" w14:textId="77777777" w:rsidTr="00246DEC">
        <w:trPr>
          <w:trHeight w:val="350"/>
        </w:trPr>
        <w:tc>
          <w:tcPr>
            <w:tcW w:w="3920" w:type="dxa"/>
          </w:tcPr>
          <w:p w14:paraId="3EBB28D3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شاقول لو منّه التقت عيني ابعينه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1A0391" w14:textId="77777777" w:rsidR="00F077D1" w:rsidRDefault="00F077D1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A078E24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عرسي اُو ذبحك صار يا عمّي فرد 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D1" w14:paraId="01D2A4C7" w14:textId="77777777" w:rsidTr="00246DEC">
        <w:trPr>
          <w:trHeight w:val="350"/>
        </w:trPr>
        <w:tc>
          <w:tcPr>
            <w:tcW w:w="3920" w:type="dxa"/>
          </w:tcPr>
          <w:p w14:paraId="5F24865F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والله لو انّي عشت عمر النّبي شعيب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43E5C6" w14:textId="77777777" w:rsidR="00F077D1" w:rsidRDefault="00F077D1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D288B1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ما نالت اكفوفي ابد يا ناس تخضيب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D1" w14:paraId="2D55363F" w14:textId="77777777" w:rsidTr="00246DEC">
        <w:trPr>
          <w:trHeight w:val="350"/>
        </w:trPr>
        <w:tc>
          <w:tcPr>
            <w:tcW w:w="3920" w:type="dxa"/>
          </w:tcPr>
          <w:p w14:paraId="09081BCC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اُو عبّاس عمّي بالثرى دمه اخضيب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1F08C0" w14:textId="77777777" w:rsidR="00F077D1" w:rsidRDefault="00F077D1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9F7B98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مرمي على المسنات متخضب بلدموم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D1" w14:paraId="7C205142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90EDDAD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والله لواني عشت عمر النّبي 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5AFC52" w14:textId="77777777" w:rsidR="00F077D1" w:rsidRDefault="00F077D1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8E9613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ما قط يا عمّة الهنا في وجنتي ايلوح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D1" w14:paraId="6DA889D4" w14:textId="77777777" w:rsidTr="00D44598">
        <w:tblPrEx>
          <w:tblLook w:val="04A0" w:firstRow="1" w:lastRow="0" w:firstColumn="1" w:lastColumn="0" w:noHBand="0" w:noVBand="1"/>
        </w:tblPrEx>
        <w:trPr>
          <w:trHeight w:val="189"/>
        </w:trPr>
        <w:tc>
          <w:tcPr>
            <w:tcW w:w="3920" w:type="dxa"/>
          </w:tcPr>
          <w:p w14:paraId="7EDA4290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كيف الهنا اُو في المعركة سبعين 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389C9B" w14:textId="77777777" w:rsidR="00F077D1" w:rsidRDefault="00F077D1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DC9764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أعرّس وانا بحدود أبو فاضل المعلوم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5BC7430" w14:textId="77777777" w:rsidR="00EE7C84" w:rsidRDefault="00EE7C84" w:rsidP="00F077D1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077D1" w14:paraId="12B91207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59C23E1C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جاسم اُو سكنة عرّسوا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BD5AEF0" w14:textId="77777777" w:rsidR="00F077D1" w:rsidRDefault="00F077D1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FA4DCD8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واصباح عرسه خيمته منّه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D1" w14:paraId="2F297629" w14:textId="77777777" w:rsidTr="00246DEC">
        <w:trPr>
          <w:trHeight w:val="350"/>
        </w:trPr>
        <w:tc>
          <w:tcPr>
            <w:tcW w:w="3920" w:type="dxa"/>
          </w:tcPr>
          <w:p w14:paraId="60F55BED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يا عرس القشر ما تهنا فرد يومين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D47494" w14:textId="77777777" w:rsidR="00F077D1" w:rsidRDefault="00F077D1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8937AB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واضحت خليّه خيمته دون الصياوين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D1" w14:paraId="63093B70" w14:textId="77777777" w:rsidTr="00246DEC">
        <w:trPr>
          <w:trHeight w:val="350"/>
        </w:trPr>
        <w:tc>
          <w:tcPr>
            <w:tcW w:w="3920" w:type="dxa"/>
          </w:tcPr>
          <w:p w14:paraId="64A6D0F8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من فيض دمه خضبوا منه الكفين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AB9E45" w14:textId="77777777" w:rsidR="00F077D1" w:rsidRDefault="00F077D1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8E3B7A6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اُو طيب عرسه من اتراب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D1" w14:paraId="0B241FDA" w14:textId="77777777" w:rsidTr="00246DEC">
        <w:trPr>
          <w:trHeight w:val="350"/>
        </w:trPr>
        <w:tc>
          <w:tcPr>
            <w:tcW w:w="3920" w:type="dxa"/>
          </w:tcPr>
          <w:p w14:paraId="743A133F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في كربلا اقمار غابت قبل الغروب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30156BD" w14:textId="77777777" w:rsidR="00F077D1" w:rsidRDefault="00F077D1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697E6F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واشموس غابت وانقشع صيوان منصوب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D1" w14:paraId="3E0BE9FD" w14:textId="77777777" w:rsidTr="00246DEC">
        <w:trPr>
          <w:trHeight w:val="350"/>
        </w:trPr>
        <w:tc>
          <w:tcPr>
            <w:tcW w:w="3920" w:type="dxa"/>
          </w:tcPr>
          <w:p w14:paraId="03E6922A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في يوم ثاني للعرس جاسم مصيوب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820FED" w14:textId="77777777" w:rsidR="00F077D1" w:rsidRDefault="00F077D1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A9D98D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اُو سكنة عليه اتنوح حطت له 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D1" w14:paraId="0B5F01A4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A1C5ACF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واتقول واغصن انقصف من غير ميحان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D4B77A" w14:textId="77777777" w:rsidR="00F077D1" w:rsidRDefault="00F077D1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8F9BF5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حزني الجاسم من وقع من فوق لحصان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D1" w14:paraId="69346175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6CE98D0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جاسم مثل بدر الدجى مرمي ابتربان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C95228" w14:textId="77777777" w:rsidR="00F077D1" w:rsidRDefault="00F077D1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61A645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بانصب عزا جاسم اُو باجلس في العزيّه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D1" w14:paraId="0754A218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98BAEC8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واتقول كُل الناس ما صاروا سوانا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BCEA00" w14:textId="77777777" w:rsidR="00F077D1" w:rsidRDefault="00F077D1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69D672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ناس ابفرح واسرور واحنا في عزانا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D1" w14:paraId="332D8DDC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4DB1B8E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ساعة عرسنا امفارقه عزنا اودرانا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BCF033" w14:textId="77777777" w:rsidR="00F077D1" w:rsidRDefault="00F077D1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57B7A9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لجله لشق الجيب واجلس في العزيّه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D1" w14:paraId="6FA589AA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5A804FD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واتقول كُل الناس ما صاروا سوانا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D45678" w14:textId="77777777" w:rsidR="00F077D1" w:rsidRDefault="00F077D1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061D78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ناس ابفرح واسرور واحنا في عزانا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D1" w14:paraId="1B80E61F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C9F2F60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ساعة عرسنا امفارقه عزنا اودرانا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E95004" w14:textId="77777777" w:rsidR="00F077D1" w:rsidRDefault="00F077D1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AF70A3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لجله لشق الجيب واجلس في العزيّه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D1" w14:paraId="56C681BC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B0902FC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لجلك لشق الجيب واجلس في معزاك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C46193" w14:textId="77777777" w:rsidR="00F077D1" w:rsidRDefault="00F077D1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FE0310B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والقلب يا جاسم فلا يسلي بلياك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D1" w14:paraId="21C16633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86BE430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هل كيف انا صبر يا عديل الروح وانساك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1DC593" w14:textId="77777777" w:rsidR="00F077D1" w:rsidRDefault="00F077D1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3184D3" w14:textId="77777777" w:rsidR="00F077D1" w:rsidRDefault="00F077D1" w:rsidP="00246DEC">
            <w:pPr>
              <w:pStyle w:val="libPoem"/>
            </w:pPr>
            <w:r>
              <w:rPr>
                <w:rtl/>
                <w:lang w:bidi="fa-IR"/>
              </w:rPr>
              <w:t>لجلك لقيم النوح كُل صبح اومسيّه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37A7A50" w14:textId="77777777" w:rsidR="00EE7C84" w:rsidRDefault="00EE7C84" w:rsidP="00F077D1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44598" w14:paraId="232FF984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5CB302FD" w14:textId="77777777" w:rsidR="00D44598" w:rsidRDefault="00D44598" w:rsidP="00246DEC">
            <w:pPr>
              <w:pStyle w:val="libPoem"/>
            </w:pPr>
            <w:r>
              <w:rPr>
                <w:rtl/>
                <w:lang w:bidi="fa-IR"/>
              </w:rPr>
              <w:t>زفّت الجاسم ما حضرها 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A867907" w14:textId="77777777" w:rsidR="00D44598" w:rsidRDefault="00D44598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3DDE891" w14:textId="77777777" w:rsidR="00D44598" w:rsidRDefault="00D44598" w:rsidP="00D44598">
            <w:pPr>
              <w:pStyle w:val="libPoem"/>
            </w:pPr>
            <w:r>
              <w:rPr>
                <w:rtl/>
                <w:lang w:bidi="fa-IR"/>
              </w:rPr>
              <w:t>ياليت شخصه عن محاني الطفِّ ما غاب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598" w14:paraId="5A5EBDAC" w14:textId="77777777" w:rsidTr="00246DEC">
        <w:trPr>
          <w:trHeight w:val="350"/>
        </w:trPr>
        <w:tc>
          <w:tcPr>
            <w:tcW w:w="3920" w:type="dxa"/>
          </w:tcPr>
          <w:p w14:paraId="0283F3BB" w14:textId="77777777" w:rsidR="00D44598" w:rsidRDefault="00D44598" w:rsidP="00246DEC">
            <w:pPr>
              <w:pStyle w:val="libPoem"/>
            </w:pPr>
            <w:r>
              <w:rPr>
                <w:rtl/>
                <w:lang w:bidi="fa-IR"/>
              </w:rPr>
              <w:t>زفّت الجاسم وافقت ساعة مشومه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29F7F2" w14:textId="77777777" w:rsidR="00D44598" w:rsidRDefault="00D44598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19BC6F" w14:textId="77777777" w:rsidR="00D44598" w:rsidRDefault="00D44598" w:rsidP="00246DEC">
            <w:pPr>
              <w:pStyle w:val="libPoem"/>
            </w:pPr>
            <w:r>
              <w:rPr>
                <w:rtl/>
                <w:lang w:bidi="fa-IR"/>
              </w:rPr>
              <w:t>واذباح عرسه من هله ويّا اعمومه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598" w14:paraId="748BB732" w14:textId="77777777" w:rsidTr="00246DEC">
        <w:trPr>
          <w:trHeight w:val="350"/>
        </w:trPr>
        <w:tc>
          <w:tcPr>
            <w:tcW w:w="3920" w:type="dxa"/>
          </w:tcPr>
          <w:p w14:paraId="7F9F5708" w14:textId="77777777" w:rsidR="00D44598" w:rsidRDefault="00D44598" w:rsidP="00246DEC">
            <w:pPr>
              <w:pStyle w:val="libPoem"/>
            </w:pPr>
            <w:r>
              <w:rPr>
                <w:rtl/>
                <w:lang w:bidi="fa-IR"/>
              </w:rPr>
              <w:t>واخضاب عرسه يا علي جاري ادمومه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DACF29" w14:textId="77777777" w:rsidR="00D44598" w:rsidRDefault="00D44598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4A181C" w14:textId="77777777" w:rsidR="00D44598" w:rsidRDefault="00D44598" w:rsidP="00246DEC">
            <w:pPr>
              <w:pStyle w:val="libPoem"/>
            </w:pPr>
            <w:r>
              <w:rPr>
                <w:rtl/>
                <w:lang w:bidi="fa-IR"/>
              </w:rPr>
              <w:t>يمتى سمعنا يا علي جاري الدما اخضاب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598" w14:paraId="4D0317F0" w14:textId="77777777" w:rsidTr="00D44598">
        <w:trPr>
          <w:trHeight w:val="225"/>
        </w:trPr>
        <w:tc>
          <w:tcPr>
            <w:tcW w:w="3920" w:type="dxa"/>
          </w:tcPr>
          <w:p w14:paraId="2EFFEEE1" w14:textId="77777777" w:rsidR="00D44598" w:rsidRDefault="00D44598" w:rsidP="00246DEC">
            <w:pPr>
              <w:pStyle w:val="libPoem"/>
            </w:pPr>
            <w:r>
              <w:rPr>
                <w:rtl/>
                <w:lang w:bidi="fa-IR"/>
              </w:rPr>
              <w:t>ولا سمعنا ادموم قبله اتخضب اكفوف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7BEF01" w14:textId="77777777" w:rsidR="00D44598" w:rsidRDefault="00D44598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8CB4DB" w14:textId="77777777" w:rsidR="00D44598" w:rsidRDefault="00D44598" w:rsidP="00246DEC">
            <w:pPr>
              <w:pStyle w:val="libPoem"/>
            </w:pPr>
            <w:r>
              <w:rPr>
                <w:rtl/>
                <w:lang w:bidi="fa-IR"/>
              </w:rPr>
              <w:t>لبنك حضرته يوم عرسه بارض 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ABA3EF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15C07" w14:paraId="035DE9C6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260F197F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lastRenderedPageBreak/>
              <w:t>اوشفت الأعادي يوم عرسه تزحف ازحوف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C51EFB6" w14:textId="77777777" w:rsidR="00815C07" w:rsidRDefault="00815C07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E65D309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اُو لرماح هزّوها اُوشمسنا نورها غاب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5C07" w14:paraId="7D8477AD" w14:textId="77777777" w:rsidTr="00246DEC">
        <w:trPr>
          <w:trHeight w:val="350"/>
        </w:trPr>
        <w:tc>
          <w:tcPr>
            <w:tcW w:w="3920" w:type="dxa"/>
          </w:tcPr>
          <w:p w14:paraId="44DDFAD1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الله ياهي زفّته مامن مثلها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EBEC03" w14:textId="77777777" w:rsidR="00815C07" w:rsidRDefault="00815C07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FC9D886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زفّة ولاحد من بني عدنان جالها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5C07" w14:paraId="45F295AC" w14:textId="77777777" w:rsidTr="00246DEC">
        <w:trPr>
          <w:trHeight w:val="350"/>
        </w:trPr>
        <w:tc>
          <w:tcPr>
            <w:tcW w:w="3920" w:type="dxa"/>
          </w:tcPr>
          <w:p w14:paraId="5DF0105F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شفتون زفّة ما يحضروها أهلها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DB0F556" w14:textId="77777777" w:rsidR="00815C07" w:rsidRDefault="00815C07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C0C280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لا شيخ جاليها ولا كهل ولا شاب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5C07" w14:paraId="1A3AC5EE" w14:textId="77777777" w:rsidTr="00246DEC">
        <w:trPr>
          <w:trHeight w:val="350"/>
        </w:trPr>
        <w:tc>
          <w:tcPr>
            <w:tcW w:w="3920" w:type="dxa"/>
          </w:tcPr>
          <w:p w14:paraId="0664B3EA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لحد يسادات الورى يا آل ياسين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56D5F9" w14:textId="77777777" w:rsidR="00815C07" w:rsidRDefault="00815C07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5B939C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عندكم شباب مع فتاة لكم امعرسين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5C07" w14:paraId="73B30D2E" w14:textId="77777777" w:rsidTr="00246DEC">
        <w:trPr>
          <w:trHeight w:val="350"/>
        </w:trPr>
        <w:tc>
          <w:tcPr>
            <w:tcW w:w="3920" w:type="dxa"/>
          </w:tcPr>
          <w:p w14:paraId="5BC7F17C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جاسم امعرّس ما احد زفه مع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87FA77" w14:textId="77777777" w:rsidR="00815C07" w:rsidRDefault="00815C07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A06799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الانساء يبكون حوله ابدمع سكّاب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5C07" w14:paraId="626E385E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70D8B2F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لوزفة الجاسم ارجاله حاضرينه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A14C17" w14:textId="77777777" w:rsidR="00815C07" w:rsidRDefault="00815C07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F0C2CE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بالخيل جوله انكان يسبوع العرينه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5C07" w14:paraId="2E8F38FB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9755EB1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لوهم مع المظلوم عمّه زافينه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BE7F65" w14:textId="77777777" w:rsidR="00815C07" w:rsidRDefault="00815C07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2A3064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ما كان زينب من حزنها جسمها 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5C07" w14:paraId="1CD3D3DD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789C80E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في يوم عرسه نصبت سكنة الماتم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CC96E2" w14:textId="77777777" w:rsidR="00815C07" w:rsidRDefault="00815C07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C50EC1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واتصيح وابدر طلع نوره ولاتم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5C07" w14:paraId="736F310C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5737F49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بدر لنا ياضي العين الليل اظلم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E6B743" w14:textId="77777777" w:rsidR="00815C07" w:rsidRDefault="00815C07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115178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لو افلت شمس الضحى وإ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البدر غاب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BB98C01" w14:textId="77777777" w:rsidR="00EE7C84" w:rsidRDefault="00EE7C84" w:rsidP="00815C07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99" w:type="pct"/>
        <w:tblInd w:w="384" w:type="dxa"/>
        <w:tblLook w:val="01E0" w:firstRow="1" w:lastRow="1" w:firstColumn="1" w:lastColumn="1" w:noHBand="0" w:noVBand="0"/>
      </w:tblPr>
      <w:tblGrid>
        <w:gridCol w:w="3960"/>
        <w:gridCol w:w="294"/>
        <w:gridCol w:w="3983"/>
      </w:tblGrid>
      <w:tr w:rsidR="00815C07" w14:paraId="3083F7F4" w14:textId="77777777" w:rsidTr="00815C07">
        <w:trPr>
          <w:trHeight w:val="350"/>
        </w:trPr>
        <w:tc>
          <w:tcPr>
            <w:tcW w:w="3705" w:type="dxa"/>
            <w:shd w:val="clear" w:color="auto" w:fill="auto"/>
          </w:tcPr>
          <w:p w14:paraId="683CB28A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شيل العلم يا جاسم واتقدم الحربيّه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7B9A5077" w14:textId="77777777" w:rsidR="00815C07" w:rsidRDefault="00815C07" w:rsidP="00246DEC">
            <w:pPr>
              <w:pStyle w:val="libPoem"/>
              <w:rPr>
                <w:rtl/>
              </w:rPr>
            </w:pPr>
          </w:p>
        </w:tc>
        <w:tc>
          <w:tcPr>
            <w:tcW w:w="3727" w:type="dxa"/>
            <w:shd w:val="clear" w:color="auto" w:fill="auto"/>
          </w:tcPr>
          <w:p w14:paraId="6A0DDA7E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عبّاس عمّك طايح اُوجثّته مرميّه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5C07" w14:paraId="1D778FCC" w14:textId="77777777" w:rsidTr="00815C07">
        <w:trPr>
          <w:trHeight w:val="350"/>
        </w:trPr>
        <w:tc>
          <w:tcPr>
            <w:tcW w:w="3705" w:type="dxa"/>
          </w:tcPr>
          <w:p w14:paraId="51CC1FDC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شيل العلم يا جاسم واسلك طريق اَعمامك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EEF1B0F" w14:textId="77777777" w:rsidR="00815C07" w:rsidRDefault="00815C07" w:rsidP="00246DEC">
            <w:pPr>
              <w:pStyle w:val="libPoem"/>
              <w:rPr>
                <w:rtl/>
              </w:rPr>
            </w:pPr>
          </w:p>
        </w:tc>
        <w:tc>
          <w:tcPr>
            <w:tcW w:w="3727" w:type="dxa"/>
          </w:tcPr>
          <w:p w14:paraId="55EDC3A6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دارت عليك النوبة للموت شدّ اِحزامك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5C07" w14:paraId="02288C45" w14:textId="77777777" w:rsidTr="00815C07">
        <w:trPr>
          <w:trHeight w:val="350"/>
        </w:trPr>
        <w:tc>
          <w:tcPr>
            <w:tcW w:w="3705" w:type="dxa"/>
          </w:tcPr>
          <w:p w14:paraId="0ED44C72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حادي المنايا يحدي واتصرّمت أيّامك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18561E6" w14:textId="77777777" w:rsidR="00815C07" w:rsidRDefault="00815C07" w:rsidP="00246DEC">
            <w:pPr>
              <w:pStyle w:val="libPoem"/>
              <w:rPr>
                <w:rtl/>
              </w:rPr>
            </w:pPr>
          </w:p>
        </w:tc>
        <w:tc>
          <w:tcPr>
            <w:tcW w:w="3727" w:type="dxa"/>
          </w:tcPr>
          <w:p w14:paraId="750955AC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خلِّ الجثث يا جاسم فوق الثرى مرميّه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5C07" w14:paraId="15B02410" w14:textId="77777777" w:rsidTr="00815C07">
        <w:trPr>
          <w:trHeight w:val="350"/>
        </w:trPr>
        <w:tc>
          <w:tcPr>
            <w:tcW w:w="3705" w:type="dxa"/>
          </w:tcPr>
          <w:p w14:paraId="6899D78E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حنا العرس للجاسم من فيض نحر ادمومه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0EF4E08" w14:textId="77777777" w:rsidR="00815C07" w:rsidRDefault="00815C07" w:rsidP="00246DEC">
            <w:pPr>
              <w:pStyle w:val="libPoem"/>
              <w:rPr>
                <w:rtl/>
              </w:rPr>
            </w:pPr>
          </w:p>
        </w:tc>
        <w:tc>
          <w:tcPr>
            <w:tcW w:w="3727" w:type="dxa"/>
          </w:tcPr>
          <w:p w14:paraId="27918BE2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واذباح عرس الجاسم من اخوته واعمومه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5C07" w14:paraId="23981F78" w14:textId="77777777" w:rsidTr="00815C07">
        <w:trPr>
          <w:trHeight w:val="350"/>
        </w:trPr>
        <w:tc>
          <w:tcPr>
            <w:tcW w:w="3705" w:type="dxa"/>
          </w:tcPr>
          <w:p w14:paraId="21642DD1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عبّاس عمّه طايح ويّا ضياغم قومه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B3E60A7" w14:textId="77777777" w:rsidR="00815C07" w:rsidRDefault="00815C07" w:rsidP="00246DEC">
            <w:pPr>
              <w:pStyle w:val="libPoem"/>
              <w:rPr>
                <w:rtl/>
              </w:rPr>
            </w:pPr>
          </w:p>
        </w:tc>
        <w:tc>
          <w:tcPr>
            <w:tcW w:w="3727" w:type="dxa"/>
          </w:tcPr>
          <w:p w14:paraId="430EA336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واِحسين عمّه وحده دارت به الحربيّه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5C07" w14:paraId="0D8F74F1" w14:textId="77777777" w:rsidTr="00815C0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5" w:type="dxa"/>
          </w:tcPr>
          <w:p w14:paraId="1DFBF1B2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سكنة تقول للجاسم وقّف إلي باشمك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5740EDB" w14:textId="77777777" w:rsidR="00815C07" w:rsidRDefault="00815C07" w:rsidP="00246DEC">
            <w:pPr>
              <w:pStyle w:val="libPoem"/>
              <w:rPr>
                <w:rtl/>
              </w:rPr>
            </w:pPr>
          </w:p>
        </w:tc>
        <w:tc>
          <w:tcPr>
            <w:tcW w:w="3727" w:type="dxa"/>
          </w:tcPr>
          <w:p w14:paraId="306AD58E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لجلك لهل ادموعي واخضب اكفوفي ابدمك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5C07" w14:paraId="03003645" w14:textId="77777777" w:rsidTr="00815C0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5" w:type="dxa"/>
          </w:tcPr>
          <w:p w14:paraId="5385F88C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أنصب عزيّة لجلك واجلس حزينة يمّك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59CF923" w14:textId="77777777" w:rsidR="00815C07" w:rsidRDefault="00815C07" w:rsidP="00246DEC">
            <w:pPr>
              <w:pStyle w:val="libPoem"/>
              <w:rPr>
                <w:rtl/>
              </w:rPr>
            </w:pPr>
          </w:p>
        </w:tc>
        <w:tc>
          <w:tcPr>
            <w:tcW w:w="3727" w:type="dxa"/>
          </w:tcPr>
          <w:p w14:paraId="020E8B3C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ما دمت انا بيّه نفس اُو مادام عيني 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5C07" w14:paraId="2C773B35" w14:textId="77777777" w:rsidTr="00815C0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5" w:type="dxa"/>
          </w:tcPr>
          <w:p w14:paraId="3A2EB4C2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ثوب العرس يا لجاسم مثل الكفن تفصيله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CD95016" w14:textId="77777777" w:rsidR="00815C07" w:rsidRDefault="00815C07" w:rsidP="00246DEC">
            <w:pPr>
              <w:pStyle w:val="libPoem"/>
              <w:rPr>
                <w:rtl/>
              </w:rPr>
            </w:pPr>
          </w:p>
        </w:tc>
        <w:tc>
          <w:tcPr>
            <w:tcW w:w="3727" w:type="dxa"/>
          </w:tcPr>
          <w:p w14:paraId="27E2377B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مدري القمر في الذابح وانحوس ذيك الليله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5C07" w14:paraId="4DE5B6F4" w14:textId="77777777" w:rsidTr="00815C0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5" w:type="dxa"/>
          </w:tcPr>
          <w:p w14:paraId="75272BB4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يحسين لا تزفونه حتّى أبوه ايجيله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AC49538" w14:textId="77777777" w:rsidR="00815C07" w:rsidRDefault="00815C07" w:rsidP="00246DEC">
            <w:pPr>
              <w:pStyle w:val="libPoem"/>
              <w:rPr>
                <w:rtl/>
              </w:rPr>
            </w:pPr>
          </w:p>
        </w:tc>
        <w:tc>
          <w:tcPr>
            <w:tcW w:w="3727" w:type="dxa"/>
          </w:tcPr>
          <w:p w14:paraId="629D76DC" w14:textId="77777777" w:rsidR="00815C07" w:rsidRDefault="00815C07" w:rsidP="00246DEC">
            <w:pPr>
              <w:pStyle w:val="libPoem"/>
            </w:pPr>
            <w:r>
              <w:rPr>
                <w:rtl/>
                <w:lang w:bidi="fa-IR"/>
              </w:rPr>
              <w:t>يلفي عليه ابسرعة ماهي بطبّة الجيّه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0A8911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27DB4" w14:paraId="49ADC3C3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5DD3397B" w14:textId="77777777" w:rsidR="00927DB4" w:rsidRDefault="00927DB4" w:rsidP="00246DEC">
            <w:pPr>
              <w:pStyle w:val="libPoem"/>
            </w:pPr>
            <w:r>
              <w:rPr>
                <w:rtl/>
                <w:lang w:bidi="fa-IR"/>
              </w:rPr>
              <w:lastRenderedPageBreak/>
              <w:t>وابدور سعدي غابوا عنّي ولا الهم طلعه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B5115E1" w14:textId="77777777" w:rsidR="00927DB4" w:rsidRDefault="00927DB4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0C110C9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لجذب الونّة اليهم طول الدهر بالفجعه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DB4" w14:paraId="19CC9938" w14:textId="77777777" w:rsidTr="00246DEC">
        <w:trPr>
          <w:trHeight w:val="350"/>
        </w:trPr>
        <w:tc>
          <w:tcPr>
            <w:tcW w:w="3920" w:type="dxa"/>
          </w:tcPr>
          <w:p w14:paraId="2A3BFA64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غابت جميع أقماري ما عاد ليهم رجعه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018D0B" w14:textId="77777777" w:rsidR="00927DB4" w:rsidRDefault="00927DB4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8CBA1D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لقمار عنّي راحت كلهم ولا الهم جيّه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DB4" w14:paraId="659EAC88" w14:textId="77777777" w:rsidTr="00246DEC">
        <w:trPr>
          <w:trHeight w:val="350"/>
        </w:trPr>
        <w:tc>
          <w:tcPr>
            <w:tcW w:w="3920" w:type="dxa"/>
          </w:tcPr>
          <w:p w14:paraId="591EB30A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شيل العلم يا جاسم محلا هذيك النضره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C75B3B" w14:textId="77777777" w:rsidR="00927DB4" w:rsidRDefault="00927DB4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039CAF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معرّس اُو ملبس كفن من قصر ويلي عمره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DB4" w14:paraId="01DE3941" w14:textId="77777777" w:rsidTr="00246DEC">
        <w:trPr>
          <w:trHeight w:val="350"/>
        </w:trPr>
        <w:tc>
          <w:tcPr>
            <w:tcW w:w="3920" w:type="dxa"/>
          </w:tcPr>
          <w:p w14:paraId="134DB7C6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أصبح اُوهوه امعرّس أمسى طريح ابقبره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8FDCA8" w14:textId="77777777" w:rsidR="00927DB4" w:rsidRDefault="00927DB4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10D593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ويش هالعرس هالأقشر دون الخلق جا ليّه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54725B7" w14:textId="77777777" w:rsidR="00EE7C84" w:rsidRDefault="00EE7C84" w:rsidP="00927DB4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635" w:type="pct"/>
        <w:tblInd w:w="261" w:type="dxa"/>
        <w:tblLook w:val="01E0" w:firstRow="1" w:lastRow="1" w:firstColumn="1" w:lastColumn="1" w:noHBand="0" w:noVBand="0"/>
      </w:tblPr>
      <w:tblGrid>
        <w:gridCol w:w="4088"/>
        <w:gridCol w:w="294"/>
        <w:gridCol w:w="3919"/>
      </w:tblGrid>
      <w:tr w:rsidR="00927DB4" w14:paraId="636A7036" w14:textId="77777777" w:rsidTr="00D16222">
        <w:trPr>
          <w:trHeight w:val="350"/>
        </w:trPr>
        <w:tc>
          <w:tcPr>
            <w:tcW w:w="3826" w:type="dxa"/>
            <w:shd w:val="clear" w:color="auto" w:fill="auto"/>
          </w:tcPr>
          <w:p w14:paraId="557EB2AD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شيل العلم يا جاسم دارت عليك النوبه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7899757B" w14:textId="77777777" w:rsidR="00927DB4" w:rsidRDefault="00927DB4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  <w:shd w:val="clear" w:color="auto" w:fill="auto"/>
          </w:tcPr>
          <w:p w14:paraId="323CD955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حادي المنايا يحدي ونار الحرب مشبوبه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DB4" w14:paraId="3C3FC20F" w14:textId="77777777" w:rsidTr="00D16222">
        <w:trPr>
          <w:trHeight w:val="350"/>
        </w:trPr>
        <w:tc>
          <w:tcPr>
            <w:tcW w:w="3826" w:type="dxa"/>
          </w:tcPr>
          <w:p w14:paraId="055FBBC3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شيل العلم يا جاسم واتبع هوى من راحوا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4B2C9C8" w14:textId="77777777" w:rsidR="00927DB4" w:rsidRDefault="00927DB4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9F3E25D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واتقنطروا في الغبره فوق الوهايد طاحوا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DB4" w14:paraId="2F9C7EE2" w14:textId="77777777" w:rsidTr="00D16222">
        <w:trPr>
          <w:trHeight w:val="350"/>
        </w:trPr>
        <w:tc>
          <w:tcPr>
            <w:tcW w:w="3826" w:type="dxa"/>
          </w:tcPr>
          <w:p w14:paraId="75047CBB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ويلي عليهم سافروا ويلي عليهم راحوا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832167B" w14:textId="77777777" w:rsidR="00927DB4" w:rsidRDefault="00927DB4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49552F6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اتمّنيت انا من قبلك دارت عليه النوبه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DB4" w14:paraId="62BC0987" w14:textId="77777777" w:rsidTr="00D16222">
        <w:trPr>
          <w:trHeight w:val="350"/>
        </w:trPr>
        <w:tc>
          <w:tcPr>
            <w:tcW w:w="3826" w:type="dxa"/>
          </w:tcPr>
          <w:p w14:paraId="21BC83F0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بس الوصل في الدنيا هي علة للعوده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81E4DE0" w14:textId="77777777" w:rsidR="00927DB4" w:rsidRDefault="00927DB4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D9E735A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ودعي حبيب افادك دارت عليه النوبه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DB4" w14:paraId="4FA9EB19" w14:textId="77777777" w:rsidTr="00D16222">
        <w:trPr>
          <w:trHeight w:val="350"/>
        </w:trPr>
        <w:tc>
          <w:tcPr>
            <w:tcW w:w="3826" w:type="dxa"/>
          </w:tcPr>
          <w:p w14:paraId="62C664F8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معلوم ليلة عرسك يا بني مهي مسعودة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01C71A1" w14:textId="77777777" w:rsidR="00927DB4" w:rsidRDefault="00927DB4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E403124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فيها البلايا نازله اُو فيها الحرب معدوده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DB4" w14:paraId="38A31AEF" w14:textId="77777777" w:rsidTr="00D162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26" w:type="dxa"/>
          </w:tcPr>
          <w:p w14:paraId="44AD00B0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جتني المنيّة اتقول لي عندك اليه اوداعه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C003B47" w14:textId="77777777" w:rsidR="00927DB4" w:rsidRDefault="00927DB4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FEED660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حل الوعد للجاسم في حال هذي الساعه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DB4" w14:paraId="7018B00B" w14:textId="77777777" w:rsidTr="00D162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26" w:type="dxa"/>
          </w:tcPr>
          <w:p w14:paraId="644D189D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ودعي عزيز افادك واتزودي امن اُوداعه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CB63E69" w14:textId="77777777" w:rsidR="00927DB4" w:rsidRDefault="00927DB4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6853A40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قومي إلى ابنك ودعي دارت عليه النوبه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DB4" w14:paraId="1203F4D7" w14:textId="77777777" w:rsidTr="00D162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26" w:type="dxa"/>
          </w:tcPr>
          <w:p w14:paraId="7E268D81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ياما قمر غيبته اُوياما قلب باروعه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80F8347" w14:textId="77777777" w:rsidR="00927DB4" w:rsidRDefault="00927DB4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62C068B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اُوياما فتاة خليتها اعلى الولد مفجوعه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DB4" w14:paraId="26ED84FA" w14:textId="77777777" w:rsidTr="00D162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26" w:type="dxa"/>
          </w:tcPr>
          <w:p w14:paraId="3CD496C6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وانكان يم الجاسم تترقبين ارجوعه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2A90C63" w14:textId="77777777" w:rsidR="00927DB4" w:rsidRDefault="00927DB4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A4CFF5D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سمي اسم من دونه دارت عليه النوبه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DB4" w14:paraId="3D0FD3B6" w14:textId="77777777" w:rsidTr="00D162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26" w:type="dxa"/>
          </w:tcPr>
          <w:p w14:paraId="01133DC5" w14:textId="77777777" w:rsidR="00927DB4" w:rsidRDefault="00D16222" w:rsidP="00D16222">
            <w:pPr>
              <w:pStyle w:val="libPoem"/>
            </w:pPr>
            <w:r>
              <w:rPr>
                <w:rtl/>
                <w:lang w:bidi="fa-IR"/>
              </w:rPr>
              <w:t>اُوقولي العروس الجاسم تدخل عليهم احدوده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A3564F7" w14:textId="77777777" w:rsidR="00927DB4" w:rsidRDefault="00927DB4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D6F2CA0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حادي المنايا يجدي اُونار الحرب موقوده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DB4" w14:paraId="44B388F3" w14:textId="77777777" w:rsidTr="00D162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26" w:type="dxa"/>
          </w:tcPr>
          <w:p w14:paraId="2339C1F0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وانا مهومن شاني اخذ بدر واعوده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9D1DF56" w14:textId="77777777" w:rsidR="00927DB4" w:rsidRDefault="00927DB4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371ED91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سمي اسم من دونه دارت عليه النوبه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DB4" w14:paraId="31BA8765" w14:textId="77777777" w:rsidTr="00D162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26" w:type="dxa"/>
          </w:tcPr>
          <w:p w14:paraId="3699B1BD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جاسم يقول يا عمّه باسرج على ميموني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14462DF" w14:textId="77777777" w:rsidR="00927DB4" w:rsidRDefault="00927DB4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791DC3A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وانا العرس ما ريده اُومن هالعرس خلّوني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DB4" w14:paraId="1E8C874E" w14:textId="77777777" w:rsidTr="00D162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26" w:type="dxa"/>
          </w:tcPr>
          <w:p w14:paraId="5BE8FDF0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معرس انا يا عمّي ابدم النحر حنوني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462CEA3" w14:textId="77777777" w:rsidR="00927DB4" w:rsidRDefault="00927DB4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D9DECA7" w14:textId="77777777" w:rsidR="00927DB4" w:rsidRDefault="00D16222" w:rsidP="00246DEC">
            <w:pPr>
              <w:pStyle w:val="libPoem"/>
            </w:pPr>
            <w:r>
              <w:rPr>
                <w:rtl/>
                <w:lang w:bidi="fa-IR"/>
              </w:rPr>
              <w:t>وانا تمام الحسبه دارت عليه النوبه</w:t>
            </w:r>
            <w:r w:rsidR="00927DB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02F7D80" w14:textId="77777777" w:rsidR="00EE7C84" w:rsidRDefault="00EE7C84" w:rsidP="00927DB4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57FB9" w14:paraId="41C85AD5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08EE59E4" w14:textId="77777777" w:rsidR="00257FB9" w:rsidRDefault="00257FB9" w:rsidP="00246DEC">
            <w:pPr>
              <w:pStyle w:val="libPoem"/>
            </w:pPr>
            <w:r>
              <w:rPr>
                <w:rtl/>
                <w:lang w:bidi="fa-IR"/>
              </w:rPr>
              <w:t>جاسم تچني يوم حرب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AFB30C2" w14:textId="77777777" w:rsidR="00257FB9" w:rsidRDefault="00257FB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18A4D67" w14:textId="77777777" w:rsidR="00257FB9" w:rsidRDefault="00257FB9" w:rsidP="00246DEC">
            <w:pPr>
              <w:pStyle w:val="libPoem"/>
            </w:pPr>
            <w:r>
              <w:rPr>
                <w:rtl/>
                <w:lang w:bidi="fa-IR"/>
              </w:rPr>
              <w:t>عاف العرس واهدى النفس لبن الزكيّه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E51853B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00859" w14:paraId="624B7D6B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5870F8D5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lastRenderedPageBreak/>
              <w:t>ويقول هذا العرس ما يخطر اِبالي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106D967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ECEE59C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هل كيف انا اعرس اُو مفقوده رجالي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859" w14:paraId="5E1A1A23" w14:textId="77777777" w:rsidTr="00246DEC">
        <w:trPr>
          <w:trHeight w:val="350"/>
        </w:trPr>
        <w:tc>
          <w:tcPr>
            <w:tcW w:w="3920" w:type="dxa"/>
          </w:tcPr>
          <w:p w14:paraId="05175EE5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او عمّي وحيد اُو عزوتي صرعى اقبالي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A035AE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93840C8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وين العرس يهنا يخلق الله اليّه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859" w14:paraId="0C845106" w14:textId="77777777" w:rsidTr="00246DEC">
        <w:trPr>
          <w:trHeight w:val="350"/>
        </w:trPr>
        <w:tc>
          <w:tcPr>
            <w:tcW w:w="3920" w:type="dxa"/>
          </w:tcPr>
          <w:p w14:paraId="2A69969E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واِحسين عمّه ايلبس الجاسم اثيابه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C40670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37C4C4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في صورة الأكفان ويلي اعلى شبابه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859" w14:paraId="20361DAD" w14:textId="77777777" w:rsidTr="00246DEC">
        <w:trPr>
          <w:trHeight w:val="350"/>
        </w:trPr>
        <w:tc>
          <w:tcPr>
            <w:tcW w:w="3920" w:type="dxa"/>
          </w:tcPr>
          <w:p w14:paraId="4B250109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اُو سكنة لفت عنده اُولزمتلا ركابه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A59667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87C8FC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واتقول هالطلعة أظن بيها المنيّه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859" w14:paraId="2F6FE7F5" w14:textId="77777777" w:rsidTr="00246DEC">
        <w:trPr>
          <w:trHeight w:val="350"/>
        </w:trPr>
        <w:tc>
          <w:tcPr>
            <w:tcW w:w="3920" w:type="dxa"/>
          </w:tcPr>
          <w:p w14:paraId="571D3D2E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حنّت على الوالي حنين ايذيب لنفوس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C0E48E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0CE311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عرس الأماجد يا خلايق شيّب الروس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859" w14:paraId="26D20EB6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322613E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نجم العرس أقشر اُوزفّتهم بلنحوس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F96D0E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D96A5B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عرس عبوس في اطفوف الغاضريّه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859" w14:paraId="25A57555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38B13F0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قلها استقري في مكانك يا مصونه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88C463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E300E0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العرس يا سكنة انا ويني اُوينه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859" w14:paraId="13B58A6B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792FD31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اُو عبّاس عمّي امقطعه اشماله اُو يمينه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082D4C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BE970B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العرس هذا اليوم انا ميلوق ليّه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859" w14:paraId="7C3E6920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68BE371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قالت يجاسم شيّبتني ابصغر سنّي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A14536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E8F651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ايحق لي يجاسم من حنيني ما أونّي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859" w14:paraId="48F745DF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153D974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على عزيزي اُوطير سعدي فر منّي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C9EF1E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E6F950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لنصب على فقدك يبن عمّي عزيّه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859" w14:paraId="7635A62F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140490A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أهل العرس بافراحهم وانا حزينه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3ED3FC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7572BBC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هم ابقلبي مثل امواس السنينه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859" w14:paraId="123D1372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3353F95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ظل ينتخب جاسم اُويهمل دمع عينه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D4D6D3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42301F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ويقول ذا مكتوب وامقدّر عليّه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859" w14:paraId="773EFEF6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C1FAB65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اِتمنّيت عرسي بالمدينة بين أهلي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FF1742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2C2973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دمعك يسكنة من اِعيونك عاد هلي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859" w14:paraId="44C54718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6C80992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قالت انا اشبيدي على تشتيت شملي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23F697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B7BC73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يا ليتني لا عرست في الغاضريّه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F4540DA" w14:textId="77777777" w:rsidR="00EE7C84" w:rsidRDefault="00EE7C84" w:rsidP="00D0085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00859" w14:paraId="48A7FDA0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7ED5E2ED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شال الشهيد اِحسين جاسم للصياوين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E6FA856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C99F064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أقدام الولد طافت على اقدام لحسين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859" w14:paraId="7B3F9C9B" w14:textId="77777777" w:rsidTr="00246DEC">
        <w:trPr>
          <w:trHeight w:val="350"/>
        </w:trPr>
        <w:tc>
          <w:tcPr>
            <w:tcW w:w="3920" w:type="dxa"/>
          </w:tcPr>
          <w:p w14:paraId="6FB9C009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بس ما وصل به طلعت النسوة من الخدور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08FC1A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BC3B67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داروا على الجاسم اُوصبوا الدمع منثور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859" w14:paraId="1C2C4550" w14:textId="77777777" w:rsidTr="00246DEC">
        <w:trPr>
          <w:trHeight w:val="350"/>
        </w:trPr>
        <w:tc>
          <w:tcPr>
            <w:tcW w:w="3920" w:type="dxa"/>
          </w:tcPr>
          <w:p w14:paraId="5267DD5E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كادت فيافي كربلا امن الضجّة اتمور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A4511D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C8A9F1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داروا على الجاسم خواته اُوزاد لحنين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859" w14:paraId="1EB4DAB1" w14:textId="77777777" w:rsidTr="00246DEC">
        <w:trPr>
          <w:trHeight w:val="350"/>
        </w:trPr>
        <w:tc>
          <w:tcPr>
            <w:tcW w:w="3920" w:type="dxa"/>
          </w:tcPr>
          <w:p w14:paraId="696BE1D5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هذي تحب جسمه اُوهذي اتقبل ايديه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C38510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D4AB19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اُو هذي تحب راسه اُو هذي اتحب رجليه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859" w14:paraId="7EE4C595" w14:textId="77777777" w:rsidTr="00246DEC">
        <w:trPr>
          <w:trHeight w:val="350"/>
        </w:trPr>
        <w:tc>
          <w:tcPr>
            <w:tcW w:w="3920" w:type="dxa"/>
          </w:tcPr>
          <w:p w14:paraId="1B366E67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اوهذي على الهامه اتراب الحزن تحثيه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361E71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3A914B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اُوذي تمسح اجروحه اُوهذي اتصيح يحسين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859" w14:paraId="42DAE5D2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97CCF14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انكبت عليه اتصيح سكنة يا عمادي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21061D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F443D3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جاسم ابدم نحرك لخضب للايادي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859" w14:paraId="77BA6ABA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2AF7FFB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وادعي ادموعي مشربي والنوح زادي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CDA019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8837F60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ماتم مصابك لنصبه في طول لسنين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859" w14:paraId="193EED98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59D6525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العرس يا جاسم اله زفات وافراح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3E14C8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B01C6A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وانته يجاسم يوم عرسك لطم وانياح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859" w14:paraId="6BC6B22F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E2DA6F4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والله حسافه يا بدر سعدي يمصباح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6AA419" w14:textId="77777777" w:rsidR="00D00859" w:rsidRDefault="00D0085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263B89" w14:textId="77777777" w:rsidR="00D00859" w:rsidRDefault="00303085" w:rsidP="00246DEC">
            <w:pPr>
              <w:pStyle w:val="libPoem"/>
            </w:pPr>
            <w:r>
              <w:rPr>
                <w:rtl/>
                <w:lang w:bidi="fa-IR"/>
              </w:rPr>
              <w:t>بعد الفخر والعزّ تبقى عاري اطعين</w:t>
            </w:r>
            <w:r w:rsidR="00D0085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0AEB6D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E23C3" w14:paraId="3977896A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09A993C1" w14:textId="77777777" w:rsidR="000E23C3" w:rsidRDefault="000E23C3" w:rsidP="00246DEC">
            <w:pPr>
              <w:pStyle w:val="libPoem"/>
            </w:pPr>
            <w:r>
              <w:rPr>
                <w:rtl/>
                <w:lang w:bidi="fa-IR"/>
              </w:rPr>
              <w:lastRenderedPageBreak/>
              <w:t>باشق جيبي اُو باجذب الونّة خفيه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995FC53" w14:textId="77777777" w:rsidR="000E23C3" w:rsidRDefault="000E23C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9FDD23F" w14:textId="77777777" w:rsidR="000E23C3" w:rsidRDefault="000E23C3" w:rsidP="00246DEC">
            <w:pPr>
              <w:pStyle w:val="libPoem"/>
            </w:pPr>
            <w:r>
              <w:rPr>
                <w:rtl/>
                <w:lang w:bidi="fa-IR"/>
              </w:rPr>
              <w:t>يايوم عرسه محنة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3C3" w14:paraId="232C87D5" w14:textId="77777777" w:rsidTr="00246DEC">
        <w:trPr>
          <w:trHeight w:val="350"/>
        </w:trPr>
        <w:tc>
          <w:tcPr>
            <w:tcW w:w="3920" w:type="dxa"/>
          </w:tcPr>
          <w:p w14:paraId="39DF68C5" w14:textId="77777777" w:rsidR="000E23C3" w:rsidRDefault="000E23C3" w:rsidP="00246DEC">
            <w:pPr>
              <w:pStyle w:val="libPoem"/>
            </w:pPr>
            <w:r>
              <w:rPr>
                <w:rtl/>
                <w:lang w:bidi="fa-IR"/>
              </w:rPr>
              <w:t>فطر ضميري اُوزيد الحسرةعليّه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C32F6C" w14:textId="77777777" w:rsidR="000E23C3" w:rsidRDefault="000E23C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FF249E" w14:textId="77777777" w:rsidR="000E23C3" w:rsidRDefault="000E23C3" w:rsidP="00246DEC">
            <w:pPr>
              <w:pStyle w:val="libPoem"/>
            </w:pPr>
            <w:r>
              <w:rPr>
                <w:rtl/>
                <w:lang w:bidi="fa-IR"/>
              </w:rPr>
              <w:t>كنّه يطالبني ابعرسك حادي البين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3C3" w14:paraId="53A071AB" w14:textId="77777777" w:rsidTr="00246DEC">
        <w:trPr>
          <w:trHeight w:val="350"/>
        </w:trPr>
        <w:tc>
          <w:tcPr>
            <w:tcW w:w="3920" w:type="dxa"/>
          </w:tcPr>
          <w:p w14:paraId="7E63C653" w14:textId="77777777" w:rsidR="000E23C3" w:rsidRDefault="000E23C3" w:rsidP="00246DEC">
            <w:pPr>
              <w:pStyle w:val="libPoem"/>
            </w:pPr>
            <w:r>
              <w:rPr>
                <w:rtl/>
                <w:lang w:bidi="fa-IR"/>
              </w:rPr>
              <w:t>صدت إلى النسوه تصب الدمع مسفوح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BC5716" w14:textId="77777777" w:rsidR="000E23C3" w:rsidRDefault="000E23C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65C76C" w14:textId="77777777" w:rsidR="000E23C3" w:rsidRDefault="000E23C3" w:rsidP="00246DEC">
            <w:pPr>
              <w:pStyle w:val="libPoem"/>
            </w:pPr>
            <w:r>
              <w:rPr>
                <w:rtl/>
                <w:lang w:bidi="fa-IR"/>
              </w:rPr>
              <w:t>قوموا تعالوا يا حريم الهاشم انوح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3C3" w14:paraId="7618E5F6" w14:textId="77777777" w:rsidTr="00246DEC">
        <w:trPr>
          <w:trHeight w:val="350"/>
        </w:trPr>
        <w:tc>
          <w:tcPr>
            <w:tcW w:w="3920" w:type="dxa"/>
          </w:tcPr>
          <w:p w14:paraId="4D359B7D" w14:textId="77777777" w:rsidR="000E23C3" w:rsidRDefault="000E23C3" w:rsidP="00246DEC">
            <w:pPr>
              <w:pStyle w:val="libPoem"/>
            </w:pPr>
            <w:r>
              <w:rPr>
                <w:rtl/>
                <w:lang w:bidi="fa-IR"/>
              </w:rPr>
              <w:t>نبكي شباب ظل في الميدان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9AF99B" w14:textId="77777777" w:rsidR="000E23C3" w:rsidRDefault="000E23C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667811" w14:textId="77777777" w:rsidR="000E23C3" w:rsidRDefault="000E23C3" w:rsidP="00246DEC">
            <w:pPr>
              <w:pStyle w:val="libPoem"/>
            </w:pPr>
            <w:r>
              <w:rPr>
                <w:rtl/>
                <w:lang w:bidi="fa-IR"/>
              </w:rPr>
              <w:t>لجل الذي في كربلا توهم امعرسين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3C3" w14:paraId="0ED7136B" w14:textId="77777777" w:rsidTr="00246DEC">
        <w:trPr>
          <w:trHeight w:val="350"/>
        </w:trPr>
        <w:tc>
          <w:tcPr>
            <w:tcW w:w="3920" w:type="dxa"/>
          </w:tcPr>
          <w:p w14:paraId="343AFAA4" w14:textId="77777777" w:rsidR="000E23C3" w:rsidRDefault="000E23C3" w:rsidP="00246DEC">
            <w:pPr>
              <w:pStyle w:val="libPoem"/>
            </w:pPr>
            <w:r>
              <w:rPr>
                <w:rtl/>
                <w:lang w:bidi="fa-IR"/>
              </w:rPr>
              <w:t>رحتون يهل الكرم يا اخادة الثار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AE3992" w14:textId="77777777" w:rsidR="000E23C3" w:rsidRDefault="000E23C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E387A2" w14:textId="77777777" w:rsidR="000E23C3" w:rsidRDefault="000E23C3" w:rsidP="00246DEC">
            <w:pPr>
              <w:pStyle w:val="libPoem"/>
            </w:pPr>
            <w:r>
              <w:rPr>
                <w:rtl/>
                <w:lang w:bidi="fa-IR"/>
              </w:rPr>
              <w:t>خليتوا الخيمة اُونمتوا فوق لوعار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3C3" w14:paraId="53A57D84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C10A0DF" w14:textId="77777777" w:rsidR="000E23C3" w:rsidRDefault="000E23C3" w:rsidP="00246DEC">
            <w:pPr>
              <w:pStyle w:val="libPoem"/>
            </w:pPr>
            <w:r>
              <w:rPr>
                <w:rtl/>
                <w:lang w:bidi="fa-IR"/>
              </w:rPr>
              <w:t>من بعدكم ظل الشهيد اِحسين محتار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F88345" w14:textId="77777777" w:rsidR="000E23C3" w:rsidRDefault="000E23C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D0DC6F" w14:textId="77777777" w:rsidR="000E23C3" w:rsidRDefault="000E23C3" w:rsidP="00246DEC">
            <w:pPr>
              <w:pStyle w:val="libPoem"/>
            </w:pPr>
            <w:r>
              <w:rPr>
                <w:rtl/>
                <w:lang w:bidi="fa-IR"/>
              </w:rPr>
              <w:t>من عقبكم يصفق اشماله بليمين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ECD2013" w14:textId="77777777" w:rsidR="00EE7C84" w:rsidRDefault="00EE7C84" w:rsidP="00B53E5E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6E543AB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305C5E36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هذا الفصل يتضمّن الأحوال التي جرت على عليِّ بن الحسين الأكبر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يوم عاشوراء في واقعة طفِّ كربلاء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9316D" w14:paraId="24668224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62970339" w14:textId="77777777" w:rsidR="00B9316D" w:rsidRDefault="00B9316D" w:rsidP="00246DEC">
            <w:pPr>
              <w:pStyle w:val="libPoem"/>
            </w:pPr>
            <w:r>
              <w:rPr>
                <w:rtl/>
                <w:lang w:bidi="fa-IR"/>
              </w:rPr>
              <w:t>شبل العلم يالأكبر هاليوم من حزاتك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6639818" w14:textId="77777777" w:rsidR="00B9316D" w:rsidRDefault="00B9316D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5CEAA42" w14:textId="77777777" w:rsidR="00B9316D" w:rsidRDefault="00B9316D" w:rsidP="00246DEC">
            <w:pPr>
              <w:pStyle w:val="libPoem"/>
            </w:pPr>
            <w:r>
              <w:rPr>
                <w:rtl/>
                <w:lang w:bidi="fa-IR"/>
              </w:rPr>
              <w:t>هذي الحراير بالظما ماتت اُوكل اخواتك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316D" w14:paraId="5D89D3C4" w14:textId="77777777" w:rsidTr="00246DEC">
        <w:trPr>
          <w:trHeight w:val="350"/>
        </w:trPr>
        <w:tc>
          <w:tcPr>
            <w:tcW w:w="3920" w:type="dxa"/>
          </w:tcPr>
          <w:p w14:paraId="0B9B6298" w14:textId="77777777" w:rsidR="00B9316D" w:rsidRDefault="00B9316D" w:rsidP="00246DEC">
            <w:pPr>
              <w:pStyle w:val="libPoem"/>
            </w:pPr>
            <w:r>
              <w:rPr>
                <w:rtl/>
                <w:lang w:bidi="fa-IR"/>
              </w:rPr>
              <w:t>وبوك وحده ابكربلا ذبحت جميع انصاره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220795" w14:textId="77777777" w:rsidR="00B9316D" w:rsidRDefault="00B9316D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89B8F8" w14:textId="77777777" w:rsidR="00B9316D" w:rsidRDefault="00B9316D" w:rsidP="00246DEC">
            <w:pPr>
              <w:pStyle w:val="libPoem"/>
            </w:pPr>
            <w:r>
              <w:rPr>
                <w:rtl/>
                <w:lang w:bidi="fa-IR"/>
              </w:rPr>
              <w:t>اُو زينب اُو سكنة بالخيم واقلوبهم سعاره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316D" w14:paraId="0042529A" w14:textId="77777777" w:rsidTr="00246DEC">
        <w:trPr>
          <w:trHeight w:val="350"/>
        </w:trPr>
        <w:tc>
          <w:tcPr>
            <w:tcW w:w="3920" w:type="dxa"/>
          </w:tcPr>
          <w:p w14:paraId="0B8DDF99" w14:textId="77777777" w:rsidR="00B9316D" w:rsidRDefault="00B9316D" w:rsidP="00246DEC">
            <w:pPr>
              <w:pStyle w:val="libPoem"/>
            </w:pPr>
            <w:r>
              <w:rPr>
                <w:rtl/>
                <w:lang w:bidi="fa-IR"/>
              </w:rPr>
              <w:t>اسرج على ميمونك يا بني اُوشن الغاره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C79871" w14:textId="77777777" w:rsidR="00B9316D" w:rsidRDefault="00B9316D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30192A" w14:textId="77777777" w:rsidR="00B9316D" w:rsidRDefault="00B9316D" w:rsidP="00246DEC">
            <w:pPr>
              <w:pStyle w:val="libPoem"/>
            </w:pPr>
            <w:r>
              <w:rPr>
                <w:rtl/>
                <w:lang w:bidi="fa-IR"/>
              </w:rPr>
              <w:t>والماي جيبه للنسا هاليوم من حزاتك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316D" w14:paraId="2399115F" w14:textId="77777777" w:rsidTr="00246DEC">
        <w:trPr>
          <w:trHeight w:val="350"/>
        </w:trPr>
        <w:tc>
          <w:tcPr>
            <w:tcW w:w="3920" w:type="dxa"/>
          </w:tcPr>
          <w:p w14:paraId="0B67989E" w14:textId="77777777" w:rsidR="00B9316D" w:rsidRDefault="00B9316D" w:rsidP="00246DEC">
            <w:pPr>
              <w:pStyle w:val="libPoem"/>
            </w:pPr>
            <w:r>
              <w:rPr>
                <w:rtl/>
                <w:lang w:bidi="fa-IR"/>
              </w:rPr>
              <w:t>شال العلم وانخى واعلى الاعادي صول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56A17F" w14:textId="77777777" w:rsidR="00B9316D" w:rsidRDefault="00B9316D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7E3A8D" w14:textId="77777777" w:rsidR="00B9316D" w:rsidRDefault="00B9316D" w:rsidP="00246DEC">
            <w:pPr>
              <w:pStyle w:val="libPoem"/>
            </w:pPr>
            <w:r>
              <w:rPr>
                <w:rtl/>
                <w:lang w:bidi="fa-IR"/>
              </w:rPr>
              <w:t>مثل الاسد في اطراده اُو كالصقر لاحول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316D" w14:paraId="2D4FF095" w14:textId="77777777" w:rsidTr="00246DEC">
        <w:trPr>
          <w:trHeight w:val="350"/>
        </w:trPr>
        <w:tc>
          <w:tcPr>
            <w:tcW w:w="3920" w:type="dxa"/>
          </w:tcPr>
          <w:p w14:paraId="423C3916" w14:textId="77777777" w:rsidR="00B9316D" w:rsidRDefault="00B9316D" w:rsidP="00246DEC">
            <w:pPr>
              <w:pStyle w:val="libPoem"/>
            </w:pPr>
            <w:r>
              <w:rPr>
                <w:rtl/>
                <w:lang w:bidi="fa-IR"/>
              </w:rPr>
              <w:t>الماء يعمّة ايجيكم لو بالثرى اتجدل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66D716" w14:textId="77777777" w:rsidR="00B9316D" w:rsidRDefault="00B9316D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563584" w14:textId="77777777" w:rsidR="00B9316D" w:rsidRDefault="00B9316D" w:rsidP="00246DEC">
            <w:pPr>
              <w:pStyle w:val="libPoem"/>
            </w:pPr>
            <w:r>
              <w:rPr>
                <w:rtl/>
                <w:lang w:bidi="fa-IR"/>
              </w:rPr>
              <w:t>ما دام انا بيه النفس ما حد يطب خيماتك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316D" w14:paraId="4D49CF32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ECD3F9F" w14:textId="77777777" w:rsidR="00B9316D" w:rsidRDefault="00B9316D" w:rsidP="00246DEC">
            <w:pPr>
              <w:pStyle w:val="libPoem"/>
            </w:pPr>
            <w:r>
              <w:rPr>
                <w:rtl/>
                <w:lang w:bidi="fa-IR"/>
              </w:rPr>
              <w:t>صول ابعرصة كربلا اُونار الوغى مشتبه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0E9924" w14:textId="77777777" w:rsidR="00B9316D" w:rsidRDefault="00B9316D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15E6F2" w14:textId="77777777" w:rsidR="00B9316D" w:rsidRDefault="00B9316D" w:rsidP="00246DEC">
            <w:pPr>
              <w:pStyle w:val="libPoem"/>
            </w:pPr>
            <w:r>
              <w:rPr>
                <w:rtl/>
                <w:lang w:bidi="fa-IR"/>
              </w:rPr>
              <w:t>كم من شجاع ضاري بالوهايد ايذبه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316D" w14:paraId="0D621BCD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39E7F9E" w14:textId="77777777" w:rsidR="00B9316D" w:rsidRDefault="00B9316D" w:rsidP="00246DEC">
            <w:pPr>
              <w:pStyle w:val="libPoem"/>
            </w:pPr>
            <w:r>
              <w:rPr>
                <w:rtl/>
                <w:lang w:bidi="fa-IR"/>
              </w:rPr>
              <w:t>هذا اُو يسعر قلبه اُو كبده غدت ملتهبه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928AB2" w14:textId="77777777" w:rsidR="00B9316D" w:rsidRDefault="00B9316D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DF8E48" w14:textId="77777777" w:rsidR="00B9316D" w:rsidRDefault="00B9316D" w:rsidP="00246DEC">
            <w:pPr>
              <w:pStyle w:val="libPoem"/>
            </w:pPr>
            <w:r>
              <w:rPr>
                <w:rtl/>
                <w:lang w:bidi="fa-IR"/>
              </w:rPr>
              <w:t>واِحسين ايشوف افعاله وايقول من حزاتك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316D" w14:paraId="4B08372D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7D1516E" w14:textId="77777777" w:rsidR="00B9316D" w:rsidRDefault="00B9316D" w:rsidP="00246DEC">
            <w:pPr>
              <w:pStyle w:val="libPoem"/>
            </w:pPr>
            <w:r>
              <w:rPr>
                <w:rtl/>
                <w:lang w:bidi="fa-IR"/>
              </w:rPr>
              <w:t>دارت عليه الاعداء اُوماهاب كثر العسكر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2DA728" w14:textId="77777777" w:rsidR="00B9316D" w:rsidRDefault="00B9316D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7253DD" w14:textId="77777777" w:rsidR="00B9316D" w:rsidRDefault="00B9316D" w:rsidP="00246DEC">
            <w:pPr>
              <w:pStyle w:val="libPoem"/>
            </w:pPr>
            <w:r>
              <w:rPr>
                <w:rtl/>
                <w:lang w:bidi="fa-IR"/>
              </w:rPr>
              <w:t>مثل الوصي حملاته يوم عليهم كبر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316D" w14:paraId="6A29A545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53996C9" w14:textId="77777777" w:rsidR="00B9316D" w:rsidRDefault="00B9316D" w:rsidP="00246DEC">
            <w:pPr>
              <w:pStyle w:val="libPoem"/>
            </w:pPr>
            <w:r>
              <w:rPr>
                <w:rtl/>
                <w:lang w:bidi="fa-IR"/>
              </w:rPr>
              <w:t>خوض احصانه بالدما اُوخلا الجثث تتعثر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D5A63E6" w14:textId="77777777" w:rsidR="00B9316D" w:rsidRDefault="00B9316D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B76850" w14:textId="77777777" w:rsidR="00B9316D" w:rsidRDefault="00B9316D" w:rsidP="00246DEC">
            <w:pPr>
              <w:pStyle w:val="libPoem"/>
            </w:pPr>
            <w:r>
              <w:rPr>
                <w:rtl/>
                <w:lang w:bidi="fa-IR"/>
              </w:rPr>
              <w:t>يشبيه جدّي المصطفى سريتني ابحملاتك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316D" w14:paraId="37057CA7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AB62A99" w14:textId="77777777" w:rsidR="00B9316D" w:rsidRDefault="00B9316D" w:rsidP="00246DEC">
            <w:pPr>
              <w:pStyle w:val="libPoem"/>
            </w:pPr>
            <w:r>
              <w:rPr>
                <w:rtl/>
                <w:lang w:bidi="fa-IR"/>
              </w:rPr>
              <w:t>حاطت عليه العسكر اُوصال وحده فيها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98D03F4" w14:textId="77777777" w:rsidR="00B9316D" w:rsidRDefault="00B9316D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DD6F59" w14:textId="77777777" w:rsidR="00B9316D" w:rsidRDefault="00B9316D" w:rsidP="00246DEC">
            <w:pPr>
              <w:pStyle w:val="libPoem"/>
            </w:pPr>
            <w:r>
              <w:rPr>
                <w:rtl/>
                <w:lang w:bidi="fa-IR"/>
              </w:rPr>
              <w:t>شبّت عليه ابنارها ما حد قدر يطفيها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88BEBE8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E30F3" w14:paraId="12F1F7E2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5AE609EF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lastRenderedPageBreak/>
              <w:t>يا ليت جاله حيدر لجموع العدى يحميها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617E9D2" w14:textId="77777777" w:rsidR="00EE30F3" w:rsidRDefault="00EE30F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E71E885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لَحد يحامي طيبة حرب الاعادي فاتك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0F3" w14:paraId="71E303CC" w14:textId="77777777" w:rsidTr="00246DEC">
        <w:trPr>
          <w:trHeight w:val="350"/>
        </w:trPr>
        <w:tc>
          <w:tcPr>
            <w:tcW w:w="3920" w:type="dxa"/>
          </w:tcPr>
          <w:p w14:paraId="67BF4A1A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او حين وقع في المعركة نادى يبويه ادركني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8ABFB5" w14:textId="77777777" w:rsidR="00EE30F3" w:rsidRDefault="00EE30F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E94AAF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اسهام العدى صابتني واخيولهم داستني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0F3" w14:paraId="12CAAADE" w14:textId="77777777" w:rsidTr="00246DEC">
        <w:trPr>
          <w:trHeight w:val="350"/>
        </w:trPr>
        <w:tc>
          <w:tcPr>
            <w:tcW w:w="3920" w:type="dxa"/>
          </w:tcPr>
          <w:p w14:paraId="2D159C5A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حين سمع منه الندى جاه السبط متعني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1BEA42" w14:textId="77777777" w:rsidR="00EE30F3" w:rsidRDefault="00EE30F3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F6BD59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سريت قلبي في الحرب وابكيتني ابطعناتك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409CE95" w14:textId="77777777" w:rsidR="00EE7C84" w:rsidRDefault="00EE7C84" w:rsidP="00D53F13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8"/>
        <w:gridCol w:w="294"/>
        <w:gridCol w:w="3919"/>
      </w:tblGrid>
      <w:tr w:rsidR="00EE30F3" w14:paraId="3BADCE8F" w14:textId="77777777" w:rsidTr="00EE30F3">
        <w:trPr>
          <w:trHeight w:val="350"/>
        </w:trPr>
        <w:tc>
          <w:tcPr>
            <w:tcW w:w="3703" w:type="dxa"/>
            <w:shd w:val="clear" w:color="auto" w:fill="auto"/>
          </w:tcPr>
          <w:p w14:paraId="0746EBFF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بس ما حمل الكبر اُوهبت ريح زلزال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46D83C26" w14:textId="77777777" w:rsidR="00EE30F3" w:rsidRDefault="00EE30F3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  <w:shd w:val="clear" w:color="auto" w:fill="auto"/>
          </w:tcPr>
          <w:p w14:paraId="70886594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اُو جبريل ينعى في السما ويّاه ميكال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0F3" w14:paraId="3D64E16F" w14:textId="77777777" w:rsidTr="00EE30F3">
        <w:trPr>
          <w:trHeight w:val="350"/>
        </w:trPr>
        <w:tc>
          <w:tcPr>
            <w:tcW w:w="3703" w:type="dxa"/>
          </w:tcPr>
          <w:p w14:paraId="15DA1E17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حاطوا عليه القوم بارماح اُونشاب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BC11F89" w14:textId="77777777" w:rsidR="00EE30F3" w:rsidRDefault="00EE30F3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AE3BA09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اُوصول على اجموع العدى وحده ولاهاب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0F3" w14:paraId="6931D03D" w14:textId="77777777" w:rsidTr="00EE30F3">
        <w:trPr>
          <w:trHeight w:val="350"/>
        </w:trPr>
        <w:tc>
          <w:tcPr>
            <w:tcW w:w="3703" w:type="dxa"/>
          </w:tcPr>
          <w:p w14:paraId="62292408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وامن العطش قلب الشباب اتفطر اُوذاب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F583666" w14:textId="77777777" w:rsidR="00EE30F3" w:rsidRDefault="00EE30F3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62BCBAF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حاطت عليه اجنودها يمنى ولشمال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0F3" w14:paraId="3FB15789" w14:textId="77777777" w:rsidTr="00EE30F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70EA1EE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اودارت عليه القوم يمناته وليسار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7670545" w14:textId="77777777" w:rsidR="00EE30F3" w:rsidRDefault="00EE30F3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64211CA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ناس عليه انبال ترمي اُوناس بحجار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0F3" w14:paraId="5A3D80F3" w14:textId="77777777" w:rsidTr="00EE30F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17804DB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حتّى دنى له فاجر ملعون غدار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45EF01E" w14:textId="77777777" w:rsidR="00EE30F3" w:rsidRDefault="00EE30F3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92E8F56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اُوصابه على راسه اُوقع في حر لرمال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0F3" w14:paraId="5A7857BE" w14:textId="77777777" w:rsidTr="00EE30F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488D8A7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حين وقع لكبر علي نادى ادركني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0EC2123" w14:textId="77777777" w:rsidR="00EE30F3" w:rsidRDefault="00EE30F3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DC00478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سرعك يبويه اِحسين حتّى اتودعني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0F3" w14:paraId="21749ACD" w14:textId="77777777" w:rsidTr="00EE30F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5CB004B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اوجيب ليه ماي يا بويه اُوسقني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7D72924" w14:textId="77777777" w:rsidR="00EE30F3" w:rsidRDefault="00EE30F3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452397F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انذبح ظامي ما سقوني ماي لزلال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0F3" w14:paraId="778D0E9D" w14:textId="77777777" w:rsidTr="00EE30F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1635FE6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واِحسين واقف بالخبا ياناس ينظر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C62C197" w14:textId="77777777" w:rsidR="00EE30F3" w:rsidRDefault="00EE30F3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3A978D2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الله عوينه يوم طاح ابنه الأكبر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0F3" w14:paraId="6375B91A" w14:textId="77777777" w:rsidTr="00EE30F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976A6AD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جاله ولنه بالثرى مرمي امعفر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7E52E9C" w14:textId="77777777" w:rsidR="00EE30F3" w:rsidRDefault="00EE30F3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E3A08F1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جاه اُوجلس يمّه اُو بكاه ابدمع همّال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0F3" w14:paraId="03E305DC" w14:textId="77777777" w:rsidTr="00EE30F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64AF316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ظل ينتحب عنده اُودمع العين سكّاب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45C6842" w14:textId="77777777" w:rsidR="00EE30F3" w:rsidRDefault="00EE30F3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818A0F1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مذبوح ظامي تعتفر في حر لتراب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0F3" w14:paraId="1A9EC6FF" w14:textId="77777777" w:rsidTr="00EE30F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7648743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وينك يبويه يا علي يا 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6A5F3FA" w14:textId="77777777" w:rsidR="00EE30F3" w:rsidRDefault="00EE30F3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78D811B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يا ليت تحضرنا اُو تنظرنا باي 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0F3" w14:paraId="7472CD9F" w14:textId="77777777" w:rsidTr="00EE30F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844E479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ابذبحة علي الأكبر يبويه افجعوني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5FDECDE" w14:textId="77777777" w:rsidR="00EE30F3" w:rsidRDefault="00EE30F3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974E49A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ذبحوا ارجالي واخوتي واستضعفوني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0F3" w14:paraId="6AE42EF7" w14:textId="77777777" w:rsidTr="00EE30F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3473941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يا ليت جدّي واُمّي الزهرا يجوني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E6C736B" w14:textId="77777777" w:rsidR="00EE30F3" w:rsidRDefault="00EE30F3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1948CA3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يا ليتهم حولي يشوفوا فعل لنذال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0F3" w14:paraId="7A345D17" w14:textId="77777777" w:rsidTr="00EE30F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EEAAD58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وركب جواده قاصد الخيمة ابحسره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C08ED4D" w14:textId="77777777" w:rsidR="00EE30F3" w:rsidRDefault="00EE30F3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D845EC5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محني اضلوعه اُو منفصم يا ناس ظهره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0F3" w14:paraId="39DD7416" w14:textId="77777777" w:rsidTr="00EE30F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5E43E08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هذا اُو زينب في الخبا ترقب تنظره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02C8A5A" w14:textId="77777777" w:rsidR="00EE30F3" w:rsidRDefault="00EE30F3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7C4898B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ساعة ولنه قد اتاها ابغير 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0F3" w14:paraId="5F925B78" w14:textId="77777777" w:rsidTr="00EE30F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FBB3A9E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حنت على الوالي حنين يشعب الروح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CC4BC4E" w14:textId="77777777" w:rsidR="00EE30F3" w:rsidRDefault="00EE30F3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278CE62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اُو نادت على خوها اُو دمع العين مسفوح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0F3" w14:paraId="6A8E1A65" w14:textId="77777777" w:rsidTr="00EE30F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CCBEA95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خبر عن الأكبر يخويه قال 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5F2FD65" w14:textId="77777777" w:rsidR="00EE30F3" w:rsidRDefault="00EE30F3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5EFC60F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مرمي على حر الثرى ما فوقه اظلال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0F3" w14:paraId="5BAD8F34" w14:textId="77777777" w:rsidTr="00EE30F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8977293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ذبحوا علي الأكبر اُوفلت دولة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5136219" w14:textId="77777777" w:rsidR="00EE30F3" w:rsidRDefault="00EE30F3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3A713C1" w14:textId="77777777" w:rsidR="00EE30F3" w:rsidRDefault="00EE30F3" w:rsidP="00246DEC">
            <w:pPr>
              <w:pStyle w:val="libPoem"/>
            </w:pPr>
            <w:r>
              <w:rPr>
                <w:rtl/>
                <w:lang w:bidi="fa-IR"/>
              </w:rPr>
              <w:t>وابقى بعد خوته اُوولده ماله امعين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C5BB1A8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D5996" w14:paraId="036A810B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54BB45DC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lastRenderedPageBreak/>
              <w:t>صبرك يبو السجّاد محمّد صبر مثله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F73DBDE" w14:textId="77777777" w:rsidR="001D5996" w:rsidRDefault="001D5996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AC6B06A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أبداً ولا امصابك جرى في الدهر كلّه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5996" w14:paraId="6E3C8F13" w14:textId="77777777" w:rsidTr="00246DEC">
        <w:trPr>
          <w:trHeight w:val="350"/>
        </w:trPr>
        <w:tc>
          <w:tcPr>
            <w:tcW w:w="3920" w:type="dxa"/>
          </w:tcPr>
          <w:p w14:paraId="27E52EC2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العرش يبكي والسما بالدم لَجله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3F7EF4" w14:textId="77777777" w:rsidR="001D5996" w:rsidRDefault="001D5996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F60C25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اُولجلَه جميع الرسل تبكي والنبيّين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5996" w14:paraId="45BE6940" w14:textId="77777777" w:rsidTr="00246DEC">
        <w:trPr>
          <w:trHeight w:val="350"/>
        </w:trPr>
        <w:tc>
          <w:tcPr>
            <w:tcW w:w="3920" w:type="dxa"/>
          </w:tcPr>
          <w:p w14:paraId="2449CF7A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لله صبرك يا غريب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A953A9" w14:textId="77777777" w:rsidR="001D5996" w:rsidRDefault="001D5996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FB5A28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وامصيبتك مامن مثلها من رزيّه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5996" w14:paraId="1450EF82" w14:textId="77777777" w:rsidTr="00246DEC">
        <w:trPr>
          <w:trHeight w:val="350"/>
        </w:trPr>
        <w:tc>
          <w:tcPr>
            <w:tcW w:w="3920" w:type="dxa"/>
          </w:tcPr>
          <w:p w14:paraId="34D8A959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العرش يبكي والسماوات العليّه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E58C40" w14:textId="77777777" w:rsidR="001D5996" w:rsidRDefault="001D5996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427A0B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اُو يبكي النّبي ويا الوصي اُوستِّ 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5996" w14:paraId="3149EC65" w14:textId="77777777" w:rsidTr="00246DEC">
        <w:trPr>
          <w:trHeight w:val="350"/>
        </w:trPr>
        <w:tc>
          <w:tcPr>
            <w:tcW w:w="3920" w:type="dxa"/>
          </w:tcPr>
          <w:p w14:paraId="00011D35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ويش حال من ينظر إلى اُوليده اِمبضّع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CA189A" w14:textId="77777777" w:rsidR="001D5996" w:rsidRDefault="001D5996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1E9513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امفارق الدّنيا اُو يدري به ما يرجع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5996" w14:paraId="3D462708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BFEA725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وامصيبته في كربلا اتشيب الرضّع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35F2914" w14:textId="77777777" w:rsidR="001D5996" w:rsidRDefault="001D5996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B7E12C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أبكت سماوات العليّة والأراضين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5996" w14:paraId="3DFFEF96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75433C6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صبرك نسى صبر النّبي نوح اُو أيّوب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5312EB" w14:textId="77777777" w:rsidR="001D5996" w:rsidRDefault="001D5996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0968A3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اُو زايد على آدم حنينه اُو نوح يعقوب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5996" w14:paraId="5BBEE095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E971414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ويلا كَم قاسيت من بلوى اُومن اكروب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EA11CB" w14:textId="77777777" w:rsidR="001D5996" w:rsidRDefault="001D5996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B95A02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ظلّيت حاير ما إلك ناصر ولا امعين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5996" w14:paraId="081F7890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4BA9683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يا لولد من حر الظما يرويك جدّك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2CE606" w14:textId="77777777" w:rsidR="001D5996" w:rsidRDefault="001D5996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814420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يا بني على الدنيا العفا من بعد فقدك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5996" w14:paraId="30085BFC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A60E63C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نحبك قضيته يا لولد وابقيت بعدك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6D4EEF" w14:textId="77777777" w:rsidR="001D5996" w:rsidRDefault="001D5996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79F713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بين العدى كالطير مكسور الجناحين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5996" w14:paraId="7F35F65C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BBDA258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اليوم قلّت حيلتي وانعدم صبري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09F4F7" w14:textId="77777777" w:rsidR="001D5996" w:rsidRDefault="001D5996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079042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اليوم قلّت شوكتي وانكسر ظهري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5996" w14:paraId="4943C4B9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4392513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وانكسر صيوان النساء بعدك يبدري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503B45" w14:textId="77777777" w:rsidR="001D5996" w:rsidRDefault="001D5996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FE9917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بعدك على الدّنيا العفا يا قرّة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5996" w14:paraId="58DA964C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7DEBDFB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قولوا لاُمٍّ بالأمس كانت تربّيه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2B18AE" w14:textId="77777777" w:rsidR="001D5996" w:rsidRDefault="001D5996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5EA486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الله يساعدها ويعظم اجرها فيه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5996" w14:paraId="763A79B1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4C4D7D8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إتمنّيت لنها حاضرة تجلس حواليه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996B70" w14:textId="77777777" w:rsidR="001D5996" w:rsidRDefault="001D5996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BB65BA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اتشوفه رميّة اعلى الثرى امعفّر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C5B7582" w14:textId="77777777" w:rsidR="00EE7C84" w:rsidRDefault="00EE7C84" w:rsidP="001D5996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D5996" w14:paraId="6F5E0CC5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1BB7DFF5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إتقنطر علي لكبر اُوهبّت ريح لخسوف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8178AC6" w14:textId="77777777" w:rsidR="001D5996" w:rsidRDefault="001D5996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A33C6CA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واتزلزل الكرسي اُوماجت أرض 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5996" w14:paraId="5749FD05" w14:textId="77777777" w:rsidTr="00246DEC">
        <w:trPr>
          <w:trHeight w:val="350"/>
        </w:trPr>
        <w:tc>
          <w:tcPr>
            <w:tcW w:w="3920" w:type="dxa"/>
          </w:tcPr>
          <w:p w14:paraId="061CD629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لله صبرك يا غريب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508849" w14:textId="77777777" w:rsidR="001D5996" w:rsidRDefault="001D5996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89247E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تنظر ثمانتعشر بدر صرعى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5996" w14:paraId="44491AB0" w14:textId="77777777" w:rsidTr="00246DEC">
        <w:trPr>
          <w:trHeight w:val="350"/>
        </w:trPr>
        <w:tc>
          <w:tcPr>
            <w:tcW w:w="3920" w:type="dxa"/>
          </w:tcPr>
          <w:p w14:paraId="4C7C7D69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اُو تسمع بكى النسوان بخيام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E401C1" w14:textId="77777777" w:rsidR="001D5996" w:rsidRDefault="001D5996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24366E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اُو تنظر عساكر حايطتك الكوك والوف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5996" w14:paraId="48C814FA" w14:textId="77777777" w:rsidTr="00246DEC">
        <w:trPr>
          <w:trHeight w:val="350"/>
        </w:trPr>
        <w:tc>
          <w:tcPr>
            <w:tcW w:w="3920" w:type="dxa"/>
          </w:tcPr>
          <w:p w14:paraId="4391AE2D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لله صبره من سمع لابنه يناديه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D3BED4" w14:textId="77777777" w:rsidR="001D5996" w:rsidRDefault="001D5996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44C939F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اتعنى لجسمه لازم ظهره بياديه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5996" w14:paraId="7D5B4B44" w14:textId="77777777" w:rsidTr="00246DEC">
        <w:trPr>
          <w:trHeight w:val="350"/>
        </w:trPr>
        <w:tc>
          <w:tcPr>
            <w:tcW w:w="3920" w:type="dxa"/>
          </w:tcPr>
          <w:p w14:paraId="3ED988F9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اُوشاف الولد مرمي اُومن حوله أأعاديه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687D3E" w14:textId="77777777" w:rsidR="001D5996" w:rsidRDefault="001D5996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99839F" w14:textId="77777777" w:rsidR="001D5996" w:rsidRDefault="001D5996" w:rsidP="00246DEC">
            <w:pPr>
              <w:pStyle w:val="libPoem"/>
            </w:pPr>
            <w:r>
              <w:rPr>
                <w:rtl/>
                <w:lang w:bidi="fa-IR"/>
              </w:rPr>
              <w:t>حن اُوجدب ونّه اُوصب الدمع مذروف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2636E1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99" w:type="pct"/>
        <w:tblInd w:w="384" w:type="dxa"/>
        <w:tblLook w:val="01E0" w:firstRow="1" w:lastRow="1" w:firstColumn="1" w:lastColumn="1" w:noHBand="0" w:noVBand="0"/>
      </w:tblPr>
      <w:tblGrid>
        <w:gridCol w:w="3958"/>
        <w:gridCol w:w="294"/>
        <w:gridCol w:w="3985"/>
      </w:tblGrid>
      <w:tr w:rsidR="00E72229" w14:paraId="5AC12286" w14:textId="77777777" w:rsidTr="00E72229">
        <w:trPr>
          <w:trHeight w:val="350"/>
        </w:trPr>
        <w:tc>
          <w:tcPr>
            <w:tcW w:w="3703" w:type="dxa"/>
            <w:shd w:val="clear" w:color="auto" w:fill="auto"/>
          </w:tcPr>
          <w:p w14:paraId="2B83EC22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lastRenderedPageBreak/>
              <w:t>اُونادى عليّه ابصوت فتْ قلب اليسمعه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7F06A485" w14:textId="77777777" w:rsidR="00E72229" w:rsidRDefault="00E72229" w:rsidP="00246DEC">
            <w:pPr>
              <w:pStyle w:val="libPoem"/>
              <w:rPr>
                <w:rtl/>
              </w:rPr>
            </w:pPr>
          </w:p>
        </w:tc>
        <w:tc>
          <w:tcPr>
            <w:tcW w:w="3729" w:type="dxa"/>
            <w:shd w:val="clear" w:color="auto" w:fill="auto"/>
          </w:tcPr>
          <w:p w14:paraId="3CE29028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إيدٍ على ظهره اُواِيدٍ فوق ضلعه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2229" w14:paraId="0DA2DE7A" w14:textId="77777777" w:rsidTr="00E72229">
        <w:trPr>
          <w:trHeight w:val="350"/>
        </w:trPr>
        <w:tc>
          <w:tcPr>
            <w:tcW w:w="3703" w:type="dxa"/>
          </w:tcPr>
          <w:p w14:paraId="3E566045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ينثر على اجروح الولد همّاي دمعه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2B81EFF" w14:textId="77777777" w:rsidR="00E72229" w:rsidRDefault="00E72229" w:rsidP="00246DEC">
            <w:pPr>
              <w:pStyle w:val="libPoem"/>
              <w:rPr>
                <w:rtl/>
              </w:rPr>
            </w:pPr>
          </w:p>
        </w:tc>
        <w:tc>
          <w:tcPr>
            <w:tcW w:w="3729" w:type="dxa"/>
          </w:tcPr>
          <w:p w14:paraId="3C89CDA4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نوبَ يشم نحره اُو نوب ايشم لكفوف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2229" w14:paraId="194E4BF1" w14:textId="77777777" w:rsidTr="00E72229">
        <w:trPr>
          <w:trHeight w:val="350"/>
        </w:trPr>
        <w:tc>
          <w:tcPr>
            <w:tcW w:w="3703" w:type="dxa"/>
          </w:tcPr>
          <w:p w14:paraId="3C3DB641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نادى على الدّنيا العفا من بعد يومك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6859D7A" w14:textId="77777777" w:rsidR="00E72229" w:rsidRDefault="00E72229" w:rsidP="00246DEC">
            <w:pPr>
              <w:pStyle w:val="libPoem"/>
              <w:rPr>
                <w:rtl/>
              </w:rPr>
            </w:pPr>
          </w:p>
        </w:tc>
        <w:tc>
          <w:tcPr>
            <w:tcW w:w="3729" w:type="dxa"/>
          </w:tcPr>
          <w:p w14:paraId="6EF71E32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اسم الله على جسمك امخضّب من ادمومك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2229" w14:paraId="70F01F59" w14:textId="77777777" w:rsidTr="00E72229">
        <w:trPr>
          <w:trHeight w:val="350"/>
        </w:trPr>
        <w:tc>
          <w:tcPr>
            <w:tcW w:w="3703" w:type="dxa"/>
          </w:tcPr>
          <w:p w14:paraId="6BC4260E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اُو مقدر أعاين لك اُومن حولك اعمومك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EF4C831" w14:textId="77777777" w:rsidR="00E72229" w:rsidRDefault="00E72229" w:rsidP="00246DEC">
            <w:pPr>
              <w:pStyle w:val="libPoem"/>
              <w:rPr>
                <w:rtl/>
              </w:rPr>
            </w:pPr>
          </w:p>
        </w:tc>
        <w:tc>
          <w:tcPr>
            <w:tcW w:w="3729" w:type="dxa"/>
          </w:tcPr>
          <w:p w14:paraId="6FB0E939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إمبضّع ابنشاب يبني اُوضرب لسيوف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2229" w14:paraId="7D5748D1" w14:textId="77777777" w:rsidTr="00E72229">
        <w:trPr>
          <w:trHeight w:val="350"/>
        </w:trPr>
        <w:tc>
          <w:tcPr>
            <w:tcW w:w="3703" w:type="dxa"/>
          </w:tcPr>
          <w:p w14:paraId="46EF8C0C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يبني الوحدة تبهض الفارس الصنديد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EDC85CB" w14:textId="77777777" w:rsidR="00E72229" w:rsidRDefault="00E72229" w:rsidP="00246DEC">
            <w:pPr>
              <w:pStyle w:val="libPoem"/>
              <w:rPr>
                <w:rtl/>
              </w:rPr>
            </w:pPr>
          </w:p>
        </w:tc>
        <w:tc>
          <w:tcPr>
            <w:tcW w:w="3729" w:type="dxa"/>
          </w:tcPr>
          <w:p w14:paraId="1D05A9FE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بالخص لو منّه خلا من ابنه ولعضيد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2229" w14:paraId="6F56B928" w14:textId="77777777" w:rsidTr="00E7222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8916813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كلما أرد دولة عليّه دولة اتعيد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D5254FB" w14:textId="77777777" w:rsidR="00E72229" w:rsidRDefault="00E72229" w:rsidP="00246DEC">
            <w:pPr>
              <w:pStyle w:val="libPoem"/>
              <w:rPr>
                <w:rtl/>
              </w:rPr>
            </w:pPr>
          </w:p>
        </w:tc>
        <w:tc>
          <w:tcPr>
            <w:tcW w:w="3729" w:type="dxa"/>
          </w:tcPr>
          <w:p w14:paraId="7A92DDDF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اُوكلما افرق صف دارت حولي اصفوف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2229" w14:paraId="5A0CB0EB" w14:textId="77777777" w:rsidTr="00E7222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D0A2B30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او طلعوا بنات المصطفى من ذيك لخدور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A27D3CA" w14:textId="77777777" w:rsidR="00E72229" w:rsidRDefault="00E72229" w:rsidP="00246DEC">
            <w:pPr>
              <w:pStyle w:val="libPoem"/>
              <w:rPr>
                <w:rtl/>
              </w:rPr>
            </w:pPr>
          </w:p>
        </w:tc>
        <w:tc>
          <w:tcPr>
            <w:tcW w:w="3729" w:type="dxa"/>
          </w:tcPr>
          <w:p w14:paraId="24F4AFE5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اُوليلى معاهم تنتحب والدمع منثور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2229" w14:paraId="423D71BB" w14:textId="77777777" w:rsidTr="00E7222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3EC0136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اُوشافوا علي لكبر على التربان منحور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FF74649" w14:textId="77777777" w:rsidR="00E72229" w:rsidRDefault="00E72229" w:rsidP="00246DEC">
            <w:pPr>
              <w:pStyle w:val="libPoem"/>
              <w:rPr>
                <w:rtl/>
              </w:rPr>
            </w:pPr>
          </w:p>
        </w:tc>
        <w:tc>
          <w:tcPr>
            <w:tcW w:w="3729" w:type="dxa"/>
          </w:tcPr>
          <w:p w14:paraId="4C505E46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وقعت على جسمه تشم نحره ولكفوف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A40E5A7" w14:textId="77777777" w:rsidR="00EE7C84" w:rsidRDefault="00EE7C84" w:rsidP="004C5351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72229" w14:paraId="74A95A4A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36B725E3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حين وقع لكبر اُوجاله بوه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B3556B9" w14:textId="77777777" w:rsidR="00E72229" w:rsidRDefault="00E7222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84CC835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شاله على صدره اُوجابه للصياوين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2229" w14:paraId="1749E00C" w14:textId="77777777" w:rsidTr="00246DEC">
        <w:trPr>
          <w:trHeight w:val="350"/>
        </w:trPr>
        <w:tc>
          <w:tcPr>
            <w:tcW w:w="3920" w:type="dxa"/>
          </w:tcPr>
          <w:p w14:paraId="1FF9BC33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من شافته النسوان طلعت له امن لخدور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B5B8FC" w14:textId="77777777" w:rsidR="00E72229" w:rsidRDefault="00E7222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8667D3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شافوا علي لكبر يون وادموعه اتثور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2229" w14:paraId="2C080798" w14:textId="77777777" w:rsidTr="00246DEC">
        <w:trPr>
          <w:trHeight w:val="350"/>
        </w:trPr>
        <w:tc>
          <w:tcPr>
            <w:tcW w:w="3920" w:type="dxa"/>
          </w:tcPr>
          <w:p w14:paraId="0824F066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واِحسين من حوله يصب الدمع منثور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2729D6" w14:textId="77777777" w:rsidR="00E72229" w:rsidRDefault="00E7222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7CB3BC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ويصعد التزفار ويصفق الكفين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2229" w14:paraId="6391DC1D" w14:textId="77777777" w:rsidTr="00246DEC">
        <w:trPr>
          <w:trHeight w:val="350"/>
        </w:trPr>
        <w:tc>
          <w:tcPr>
            <w:tcW w:w="3920" w:type="dxa"/>
          </w:tcPr>
          <w:p w14:paraId="4B1812F5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والحرم دارت عن اشماله اُوعن 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9C1871" w14:textId="77777777" w:rsidR="00E72229" w:rsidRDefault="00E7222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62A649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هذي تحب صدره اُوذي تلثم جبينه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2229" w14:paraId="6F951C03" w14:textId="77777777" w:rsidTr="00246DEC">
        <w:trPr>
          <w:trHeight w:val="350"/>
        </w:trPr>
        <w:tc>
          <w:tcPr>
            <w:tcW w:w="3920" w:type="dxa"/>
          </w:tcPr>
          <w:p w14:paraId="6DB63B12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اوهذيك تمسح دمه الجاري على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051768" w14:textId="77777777" w:rsidR="00E72229" w:rsidRDefault="00E7222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5F999D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وامه تجرونه اُوتصب الدمع كالعين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2229" w14:paraId="67C149BC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660994C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اِقعد يلكبر كلّم اِمّك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E5DC58" w14:textId="77777777" w:rsidR="00E72229" w:rsidRDefault="00E7222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742C661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اشلون عفت اِمّك اِبأرض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2229" w14:paraId="143E07DC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D36A19C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بان الهظم والذل من بعدك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E2E897" w14:textId="77777777" w:rsidR="00E72229" w:rsidRDefault="00E7222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01B9B5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ما تسمع الصيحة ولك تلطم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2229" w14:paraId="28048F06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AC031C1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يا بني ترى قلبي تفطر من ونينك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4180BF" w14:textId="77777777" w:rsidR="00E72229" w:rsidRDefault="00E7222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F4EBBD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واعلى العطش والسيف يا بني الله عوينك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2229" w14:paraId="07B23C9F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1EF9918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يا ليت حيني يا لولد من قبل حينك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D1053B" w14:textId="77777777" w:rsidR="00E72229" w:rsidRDefault="00E7222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C2AEA1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اُويومي سبق يومك يعقلي يا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2229" w14:paraId="6DC987CA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BCC42FA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اقعد توعّى يا عديل الروح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3258E5" w14:textId="77777777" w:rsidR="00E72229" w:rsidRDefault="00E7222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892E7F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اشلون يحلا لك اتراب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2229" w14:paraId="0F2613E2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76B3F6D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باتعود يبني لو بعد ماليك 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6D19EF" w14:textId="77777777" w:rsidR="00E72229" w:rsidRDefault="00E7222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88976E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اسم الله على هالطول عاري ابغير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2229" w14:paraId="15BFE4A2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2D56C10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اقعد يلكبر واسمع اِخواتك تناديك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9F8D0A" w14:textId="77777777" w:rsidR="00E72229" w:rsidRDefault="00E7222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F26956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اُو تلطم على الهامة واتقبل لا اياديك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2229" w14:paraId="3C71CF42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DB2CCE6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ويش حال قلبي يوم حاطت بك اعاديك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6BA0A5" w14:textId="77777777" w:rsidR="00E72229" w:rsidRDefault="00E72229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EFEB4FA" w14:textId="77777777" w:rsidR="00E72229" w:rsidRDefault="00E72229" w:rsidP="00246DEC">
            <w:pPr>
              <w:pStyle w:val="libPoem"/>
            </w:pPr>
            <w:r>
              <w:rPr>
                <w:rtl/>
                <w:lang w:bidi="fa-IR"/>
              </w:rPr>
              <w:t>وانته تجر ونه اُو تندب ابوك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528FB4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F65BE" w14:paraId="56C79BC4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403DC17E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lastRenderedPageBreak/>
              <w:t>يا ليت يومي قبل يومك يا لولد حان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C34D6D1" w14:textId="77777777" w:rsidR="00DF65BE" w:rsidRDefault="00DF65B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221D3D0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يا شبه طاها ابخلقته اُو خيّال لحصان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65BE" w14:paraId="789ABBDE" w14:textId="77777777" w:rsidTr="00246DEC">
        <w:trPr>
          <w:trHeight w:val="350"/>
        </w:trPr>
        <w:tc>
          <w:tcPr>
            <w:tcW w:w="3920" w:type="dxa"/>
          </w:tcPr>
          <w:p w14:paraId="42AF99CD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في اشجاعته والحسن في جوده ولحسان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AC2104" w14:textId="77777777" w:rsidR="00DF65BE" w:rsidRDefault="00DF65B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7B849A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اُوفي قصر عمرك يا لبتولة والابا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3262F21" w14:textId="77777777" w:rsidR="00EE7C84" w:rsidRDefault="00EE7C84" w:rsidP="00DF65BE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8"/>
        <w:gridCol w:w="294"/>
        <w:gridCol w:w="3919"/>
      </w:tblGrid>
      <w:tr w:rsidR="00DF65BE" w14:paraId="280C596E" w14:textId="77777777" w:rsidTr="00DF65BE">
        <w:trPr>
          <w:trHeight w:val="350"/>
        </w:trPr>
        <w:tc>
          <w:tcPr>
            <w:tcW w:w="3703" w:type="dxa"/>
            <w:shd w:val="clear" w:color="auto" w:fill="auto"/>
          </w:tcPr>
          <w:p w14:paraId="4AEAEC04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خلّوا شبيه الهادي خلّوا شبيه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316D25ED" w14:textId="77777777" w:rsidR="00DF65BE" w:rsidRDefault="00DF65BE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  <w:shd w:val="clear" w:color="auto" w:fill="auto"/>
          </w:tcPr>
          <w:p w14:paraId="4354D215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ودعتك يا لولد احرقت لي افادي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65BE" w14:paraId="72C48300" w14:textId="77777777" w:rsidTr="00DF65BE">
        <w:trPr>
          <w:trHeight w:val="350"/>
        </w:trPr>
        <w:tc>
          <w:tcPr>
            <w:tcW w:w="3703" w:type="dxa"/>
          </w:tcPr>
          <w:p w14:paraId="7CCF96B7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هذا شبيه الهادي في مشيته والصوره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2D5EECE" w14:textId="77777777" w:rsidR="00DF65BE" w:rsidRDefault="00DF65BE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4372649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في خلقته واوصافه اُو نوره يشابه نوره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65BE" w14:paraId="52DB3B67" w14:textId="77777777" w:rsidTr="00DF65BE">
        <w:trPr>
          <w:trHeight w:val="350"/>
        </w:trPr>
        <w:tc>
          <w:tcPr>
            <w:tcW w:w="3703" w:type="dxa"/>
          </w:tcPr>
          <w:p w14:paraId="77E297F3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لا تلزمون الأكبر كبدي غدت مفطوره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AEC3658" w14:textId="77777777" w:rsidR="00DF65BE" w:rsidRDefault="00DF65BE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2EDAB8D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خلّوا الشباب الأكبر هذا شبيه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65BE" w14:paraId="3C4764F7" w14:textId="77777777" w:rsidTr="00DF65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F82CFEF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يشبه لجده المصطفى اُو يشبه لجده حيدر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86FE4C9" w14:textId="77777777" w:rsidR="00DF65BE" w:rsidRDefault="00DF65BE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7A8A825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وانا بعد من بعده قلبي ابد ما يستر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65BE" w14:paraId="40DF1C85" w14:textId="77777777" w:rsidTr="00DF65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9F92330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الله عوين اُو ناصر يوم حمل بالعسكر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5C7988C" w14:textId="77777777" w:rsidR="00DF65BE" w:rsidRDefault="00DF65BE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533D780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الله ايعديه البلا لكبر شبيه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65BE" w14:paraId="40EB9B26" w14:textId="77777777" w:rsidTr="00DF65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A55FE0C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وامه وراه اتنادي وافجعتي يجنيني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FFFE321" w14:textId="77777777" w:rsidR="00DF65BE" w:rsidRDefault="00DF65BE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6B961D8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يا بني فلا لي غيرك باتروح واتخليني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65BE" w14:paraId="296AB68A" w14:textId="77777777" w:rsidTr="00DF65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9ABC810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بتروح يابني اُو تنذبح لعمّي عليك اعيوني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E26DDB0" w14:textId="77777777" w:rsidR="00DF65BE" w:rsidRDefault="00DF65BE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413748A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باطلب انا امن الباري يرجع شبيه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65BE" w14:paraId="55D842C0" w14:textId="77777777" w:rsidTr="00DF65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DE98EE4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قلها اُوصب ادموعه في داعة الله رايح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41BBAF7" w14:textId="77777777" w:rsidR="00DF65BE" w:rsidRDefault="00DF65BE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6E04C34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مالي صبر وابويه في وحدته والصايح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65BE" w14:paraId="67C31B67" w14:textId="77777777" w:rsidTr="00DF65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485B41D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ما تنظرين أعمامي كلمن عفير اُو طايح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85B99BE" w14:textId="77777777" w:rsidR="00DF65BE" w:rsidRDefault="00DF65BE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D260CBA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وانا بعد ويّاهم بانروح عند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65BE" w14:paraId="2365A625" w14:textId="77777777" w:rsidTr="00DF65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2FF248C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واركب على ميمونه مثل الشهاب الثاقب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129D870" w14:textId="77777777" w:rsidR="00DF65BE" w:rsidRDefault="00DF65BE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D6128C3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وامه تحن من خلفه تبكي ابقلب ذايب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65BE" w14:paraId="5A645035" w14:textId="77777777" w:rsidTr="00DF65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DA3A319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بدعي انا اُو بتوسل الله يعود الغايب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9B4BEC3" w14:textId="77777777" w:rsidR="00DF65BE" w:rsidRDefault="00DF65BE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6072007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يرجع عليه مهجتي لكبر شبيه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65BE" w14:paraId="537732EC" w14:textId="77777777" w:rsidTr="00DF65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565ECC6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بالطفِّ حان اغروبه بالطفِّ حان اغروبه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2395ADF" w14:textId="77777777" w:rsidR="00DF65BE" w:rsidRDefault="00DF65BE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D5FE8EA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بدر المضي الأكبر بالطفِّ حان اغروبه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65BE" w14:paraId="605AF84D" w14:textId="77777777" w:rsidTr="00DF65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EE96060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سكنة تعزي ليلى بدرك يليلى غايب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A231824" w14:textId="77777777" w:rsidR="00DF65BE" w:rsidRDefault="00DF65BE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F62120B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صبي عليه ادموعك لا ترتجين الغايب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65BE" w14:paraId="12579437" w14:textId="77777777" w:rsidTr="00DF65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CF486AE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انا عليه محزونه وانتين قلبك ذايب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BDF797B" w14:textId="77777777" w:rsidR="00DF65BE" w:rsidRDefault="00DF65BE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7444D54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بدر تربى ابحجرك بالطفِّ حان اغروبه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65BE" w14:paraId="78A27642" w14:textId="77777777" w:rsidTr="00DF65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4DDCFD5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صاحت اُوهي مذهوله وافجعتي من بعده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C7AEDA8" w14:textId="77777777" w:rsidR="00DF65BE" w:rsidRDefault="00DF65BE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2FC0040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اتمّنيت باقي عمري انصب عزيّه عنده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65BE" w14:paraId="067359D5" w14:textId="77777777" w:rsidTr="00DF65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B9FA81B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واسمع اِحسين اينادي واوحدتي من بعده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700DD78" w14:textId="77777777" w:rsidR="00DF65BE" w:rsidRDefault="00DF65BE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73CE6E9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بدر المضي الأكبر بالطفِّ حان اغروبه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65BE" w14:paraId="01BCFC19" w14:textId="77777777" w:rsidTr="00DF65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249E40C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خليتني في شده اُو خليتني في حيره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7BE6585" w14:textId="77777777" w:rsidR="00DF65BE" w:rsidRDefault="00DF65BE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E496BE5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اُو هذي العساكر حولي كلها علي امديره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65BE" w14:paraId="5248B4E4" w14:textId="77777777" w:rsidTr="00DF65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A1FFEA2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باقي ارجالي الأكبر ما ظل عندي غيره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878657E" w14:textId="77777777" w:rsidR="00DF65BE" w:rsidRDefault="00DF65BE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DDA7F0B" w14:textId="77777777" w:rsidR="00DF65BE" w:rsidRDefault="00DF65BE" w:rsidP="00246DEC">
            <w:pPr>
              <w:pStyle w:val="libPoem"/>
            </w:pPr>
            <w:r>
              <w:rPr>
                <w:rtl/>
                <w:lang w:bidi="fa-IR"/>
              </w:rPr>
              <w:t>بدر المضي الأكبر بالطفِّ حان اغروبه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A507E3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03835" w14:paraId="0DE8D994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0D08148D" w14:textId="77777777" w:rsidR="00203835" w:rsidRDefault="00203835" w:rsidP="00246DEC">
            <w:pPr>
              <w:pStyle w:val="libPoem"/>
            </w:pPr>
            <w:r>
              <w:rPr>
                <w:rtl/>
                <w:lang w:bidi="fa-IR"/>
              </w:rPr>
              <w:lastRenderedPageBreak/>
              <w:t>ما حد على ميموني يسرج الي ويجيبه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A091AA6" w14:textId="77777777" w:rsidR="00203835" w:rsidRDefault="00203835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A501957" w14:textId="77777777" w:rsidR="00203835" w:rsidRDefault="00203835" w:rsidP="00246DEC">
            <w:pPr>
              <w:pStyle w:val="libPoem"/>
            </w:pPr>
            <w:r>
              <w:rPr>
                <w:rtl/>
                <w:lang w:bidi="fa-IR"/>
              </w:rPr>
              <w:t>بدر تربى ابحجري اُو بالطفِّ حان امغيبه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3835" w14:paraId="03E265BF" w14:textId="77777777" w:rsidTr="00246DEC">
        <w:trPr>
          <w:trHeight w:val="350"/>
        </w:trPr>
        <w:tc>
          <w:tcPr>
            <w:tcW w:w="3920" w:type="dxa"/>
          </w:tcPr>
          <w:p w14:paraId="38EFB45E" w14:textId="77777777" w:rsidR="00203835" w:rsidRDefault="00203835" w:rsidP="00246DEC">
            <w:pPr>
              <w:pStyle w:val="libPoem"/>
            </w:pPr>
            <w:r>
              <w:rPr>
                <w:rtl/>
                <w:lang w:bidi="fa-IR"/>
              </w:rPr>
              <w:t>كل اخوتي وانصاري كُل مضى ابترتيبه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E75D6D" w14:textId="77777777" w:rsidR="00203835" w:rsidRDefault="00203835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F81249" w14:textId="77777777" w:rsidR="00203835" w:rsidRDefault="00203835" w:rsidP="00246DEC">
            <w:pPr>
              <w:pStyle w:val="libPoem"/>
            </w:pPr>
            <w:r>
              <w:rPr>
                <w:rtl/>
                <w:lang w:bidi="fa-IR"/>
              </w:rPr>
              <w:t>اُو باقي البقيّه الأكبر بالطفِّ حان اغروبه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F66012B" w14:textId="77777777" w:rsidR="00203835" w:rsidRDefault="00EE7C84" w:rsidP="00203835">
      <w:pPr>
        <w:pStyle w:val="libCenter"/>
        <w:rPr>
          <w:lang w:bidi="fa-IR"/>
        </w:rPr>
      </w:pPr>
      <w:r>
        <w:rPr>
          <w:rtl/>
          <w:lang w:bidi="fa-IR"/>
        </w:rPr>
        <w:t>* * *</w:t>
      </w:r>
      <w:r w:rsidR="00203835" w:rsidRPr="00203835">
        <w:rPr>
          <w:rtl/>
          <w:lang w:bidi="fa-IR"/>
        </w:rPr>
        <w:t xml:space="preserve"> </w:t>
      </w:r>
    </w:p>
    <w:p w14:paraId="27478B9D" w14:textId="77777777" w:rsidR="00203835" w:rsidRDefault="00203835" w:rsidP="00203835">
      <w:pPr>
        <w:pStyle w:val="libNormal"/>
        <w:rPr>
          <w:lang w:bidi="fa-IR"/>
        </w:rPr>
      </w:pPr>
      <w:r>
        <w:rPr>
          <w:rtl/>
          <w:lang w:bidi="fa-IR"/>
        </w:rPr>
        <w:t>وهذا فصل يشتمل على أحوال الحسين (</w:t>
      </w:r>
      <w:r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بعد فقد رجاله وأنصاره بطفِّ كربلاء ووحدته</w:t>
      </w:r>
    </w:p>
    <w:tbl>
      <w:tblPr>
        <w:tblStyle w:val="TableGrid"/>
        <w:bidiVisual/>
        <w:tblW w:w="4635" w:type="pct"/>
        <w:tblInd w:w="261" w:type="dxa"/>
        <w:tblLook w:val="01E0" w:firstRow="1" w:lastRow="1" w:firstColumn="1" w:lastColumn="1" w:noHBand="0" w:noVBand="0"/>
      </w:tblPr>
      <w:tblGrid>
        <w:gridCol w:w="4088"/>
        <w:gridCol w:w="294"/>
        <w:gridCol w:w="3919"/>
      </w:tblGrid>
      <w:tr w:rsidR="00203835" w14:paraId="68786BF8" w14:textId="77777777" w:rsidTr="009C4041">
        <w:trPr>
          <w:trHeight w:val="350"/>
        </w:trPr>
        <w:tc>
          <w:tcPr>
            <w:tcW w:w="3825" w:type="dxa"/>
            <w:shd w:val="clear" w:color="auto" w:fill="auto"/>
          </w:tcPr>
          <w:p w14:paraId="7EC3DA53" w14:textId="77777777" w:rsidR="00203835" w:rsidRDefault="009C4041" w:rsidP="00246DEC">
            <w:pPr>
              <w:pStyle w:val="libPoem"/>
            </w:pPr>
            <w:r>
              <w:rPr>
                <w:rtl/>
                <w:lang w:bidi="fa-IR"/>
              </w:rPr>
              <w:t>ما حد بقي امن ارجالي يسرج على ميموني</w:t>
            </w:r>
            <w:r w:rsidR="002038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3A9BAF9E" w14:textId="77777777" w:rsidR="00203835" w:rsidRDefault="00203835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  <w:shd w:val="clear" w:color="auto" w:fill="auto"/>
          </w:tcPr>
          <w:p w14:paraId="01AD17D8" w14:textId="77777777" w:rsidR="00203835" w:rsidRDefault="009C4041" w:rsidP="00246DEC">
            <w:pPr>
              <w:pStyle w:val="libPoem"/>
            </w:pPr>
            <w:r>
              <w:rPr>
                <w:rtl/>
                <w:lang w:bidi="fa-IR"/>
              </w:rPr>
              <w:t>كلكم طبق بارجال في كربلا عفتوني</w:t>
            </w:r>
            <w:r w:rsidR="002038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3835" w14:paraId="0E038AC7" w14:textId="77777777" w:rsidTr="009C4041">
        <w:trPr>
          <w:trHeight w:val="350"/>
        </w:trPr>
        <w:tc>
          <w:tcPr>
            <w:tcW w:w="3825" w:type="dxa"/>
          </w:tcPr>
          <w:p w14:paraId="6ED2F344" w14:textId="77777777" w:rsidR="00203835" w:rsidRDefault="009C4041" w:rsidP="00246DEC">
            <w:pPr>
              <w:pStyle w:val="libPoem"/>
            </w:pPr>
            <w:r>
              <w:rPr>
                <w:rtl/>
                <w:lang w:bidi="fa-IR"/>
              </w:rPr>
              <w:t>اوقلت منّي الحيلة سيفي انكسر واسناني</w:t>
            </w:r>
            <w:r w:rsidR="002038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DCB774F" w14:textId="77777777" w:rsidR="00203835" w:rsidRDefault="00203835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1ACD20F" w14:textId="77777777" w:rsidR="00203835" w:rsidRDefault="009C4041" w:rsidP="00246DEC">
            <w:pPr>
              <w:pStyle w:val="libPoem"/>
            </w:pPr>
            <w:r>
              <w:rPr>
                <w:rtl/>
                <w:lang w:bidi="fa-IR"/>
              </w:rPr>
              <w:t>وحدي بليا ناصر وامكسر جنحاني</w:t>
            </w:r>
            <w:r w:rsidR="002038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3835" w14:paraId="17FF1FFB" w14:textId="77777777" w:rsidTr="009C4041">
        <w:trPr>
          <w:trHeight w:val="350"/>
        </w:trPr>
        <w:tc>
          <w:tcPr>
            <w:tcW w:w="3825" w:type="dxa"/>
          </w:tcPr>
          <w:p w14:paraId="38EFBB8D" w14:textId="77777777" w:rsidR="00203835" w:rsidRDefault="009C4041" w:rsidP="00246DEC">
            <w:pPr>
              <w:pStyle w:val="libPoem"/>
            </w:pPr>
            <w:r>
              <w:rPr>
                <w:rtl/>
                <w:lang w:bidi="fa-IR"/>
              </w:rPr>
              <w:t>في كربلا متحيّر وحدي ولا لي ثاني</w:t>
            </w:r>
            <w:r w:rsidR="002038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FFAE018" w14:textId="77777777" w:rsidR="00203835" w:rsidRDefault="00203835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673EAB0" w14:textId="77777777" w:rsidR="00203835" w:rsidRDefault="009C4041" w:rsidP="00246DEC">
            <w:pPr>
              <w:pStyle w:val="libPoem"/>
            </w:pPr>
            <w:r>
              <w:rPr>
                <w:rtl/>
                <w:lang w:bidi="fa-IR"/>
              </w:rPr>
              <w:t>وحدي ولا لي ثاني يسرج على ميموني</w:t>
            </w:r>
            <w:r w:rsidR="002038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3835" w14:paraId="52090F44" w14:textId="77777777" w:rsidTr="009C4041">
        <w:trPr>
          <w:trHeight w:val="350"/>
        </w:trPr>
        <w:tc>
          <w:tcPr>
            <w:tcW w:w="3825" w:type="dxa"/>
          </w:tcPr>
          <w:p w14:paraId="317AA2F2" w14:textId="77777777" w:rsidR="00203835" w:rsidRDefault="009C4041" w:rsidP="00246DEC">
            <w:pPr>
              <w:pStyle w:val="libPoem"/>
            </w:pPr>
            <w:r>
              <w:rPr>
                <w:rtl/>
                <w:lang w:bidi="fa-IR"/>
              </w:rPr>
              <w:t>عنّي قضيتوا الواجب والمستحب من فرضي</w:t>
            </w:r>
            <w:r w:rsidR="002038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8C9F1AF" w14:textId="77777777" w:rsidR="00203835" w:rsidRDefault="00203835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649A344" w14:textId="77777777" w:rsidR="00203835" w:rsidRDefault="009C4041" w:rsidP="009C4041">
            <w:pPr>
              <w:pStyle w:val="libPoem"/>
            </w:pPr>
            <w:r>
              <w:rPr>
                <w:rtl/>
                <w:lang w:bidi="fa-IR"/>
              </w:rPr>
              <w:t>اُورحتوعليكم معفي عنكم يخوتي اُو مرضي</w:t>
            </w:r>
            <w:r w:rsidR="002038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3835" w14:paraId="728D3D94" w14:textId="77777777" w:rsidTr="009C4041">
        <w:trPr>
          <w:trHeight w:val="350"/>
        </w:trPr>
        <w:tc>
          <w:tcPr>
            <w:tcW w:w="3825" w:type="dxa"/>
          </w:tcPr>
          <w:p w14:paraId="409B79F2" w14:textId="77777777" w:rsidR="00203835" w:rsidRDefault="009C4041" w:rsidP="00246DEC">
            <w:pPr>
              <w:pStyle w:val="libPoem"/>
            </w:pPr>
            <w:r>
              <w:rPr>
                <w:rtl/>
                <w:lang w:bidi="fa-IR"/>
              </w:rPr>
              <w:t>اِنتوا قضيتوا فروضكم وانا ابقضي فرضي</w:t>
            </w:r>
            <w:r w:rsidR="002038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7A21561" w14:textId="77777777" w:rsidR="00203835" w:rsidRDefault="00203835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01AE343" w14:textId="77777777" w:rsidR="00203835" w:rsidRDefault="009C4041" w:rsidP="00246DEC">
            <w:pPr>
              <w:pStyle w:val="libPoem"/>
            </w:pPr>
            <w:r>
              <w:rPr>
                <w:rtl/>
                <w:lang w:bidi="fa-IR"/>
              </w:rPr>
              <w:t>لكن أدور واحد بسرج على ميموني</w:t>
            </w:r>
            <w:r w:rsidR="002038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3835" w14:paraId="06455C65" w14:textId="77777777" w:rsidTr="009C404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25" w:type="dxa"/>
          </w:tcPr>
          <w:p w14:paraId="2F805878" w14:textId="77777777" w:rsidR="00203835" w:rsidRDefault="009C4041" w:rsidP="00246DEC">
            <w:pPr>
              <w:pStyle w:val="libPoem"/>
            </w:pPr>
            <w:r>
              <w:rPr>
                <w:rtl/>
                <w:lang w:bidi="fa-IR"/>
              </w:rPr>
              <w:t>جمرة غضا في كفّي اُو جمرة عليها واطي</w:t>
            </w:r>
            <w:r w:rsidR="002038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9CEB740" w14:textId="77777777" w:rsidR="00203835" w:rsidRDefault="00203835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A591347" w14:textId="77777777" w:rsidR="00203835" w:rsidRDefault="009C4041" w:rsidP="00246DEC">
            <w:pPr>
              <w:pStyle w:val="libPoem"/>
            </w:pPr>
            <w:r>
              <w:rPr>
                <w:rtl/>
                <w:lang w:bidi="fa-IR"/>
              </w:rPr>
              <w:t>خيل تجول اِعليّه اُوخيل على فسطاطي</w:t>
            </w:r>
            <w:r w:rsidR="002038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3835" w14:paraId="669C1A5D" w14:textId="77777777" w:rsidTr="009C404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25" w:type="dxa"/>
          </w:tcPr>
          <w:p w14:paraId="2DF63AC0" w14:textId="77777777" w:rsidR="00203835" w:rsidRDefault="009C4041" w:rsidP="00246DEC">
            <w:pPr>
              <w:pStyle w:val="libPoem"/>
            </w:pPr>
            <w:r>
              <w:rPr>
                <w:rtl/>
                <w:lang w:bidi="fa-IR"/>
              </w:rPr>
              <w:t>سهم العدى صايبني اُوسهمي عليهم خاطي</w:t>
            </w:r>
            <w:r w:rsidR="002038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A38AA18" w14:textId="77777777" w:rsidR="00203835" w:rsidRDefault="00203835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AE24C76" w14:textId="77777777" w:rsidR="00203835" w:rsidRDefault="009C4041" w:rsidP="00246DEC">
            <w:pPr>
              <w:pStyle w:val="libPoem"/>
            </w:pPr>
            <w:r>
              <w:rPr>
                <w:rtl/>
                <w:lang w:bidi="fa-IR"/>
              </w:rPr>
              <w:t>وانا أدوّر واحد يسرج على ميموني</w:t>
            </w:r>
            <w:r w:rsidR="002038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3835" w14:paraId="0EFF008D" w14:textId="77777777" w:rsidTr="009C404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25" w:type="dxa"/>
          </w:tcPr>
          <w:p w14:paraId="0DAC5747" w14:textId="77777777" w:rsidR="00203835" w:rsidRDefault="009C4041" w:rsidP="00246DEC">
            <w:pPr>
              <w:pStyle w:val="libPoem"/>
            </w:pPr>
            <w:r>
              <w:rPr>
                <w:rtl/>
                <w:lang w:bidi="fa-IR"/>
              </w:rPr>
              <w:t>كلما جذبت الونّة ما شفت احد لباني</w:t>
            </w:r>
            <w:r w:rsidR="002038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79CEB14" w14:textId="77777777" w:rsidR="00203835" w:rsidRDefault="00203835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9F31F27" w14:textId="77777777" w:rsidR="00203835" w:rsidRDefault="009C4041" w:rsidP="00246DEC">
            <w:pPr>
              <w:pStyle w:val="libPoem"/>
            </w:pPr>
            <w:r>
              <w:rPr>
                <w:rtl/>
                <w:lang w:bidi="fa-IR"/>
              </w:rPr>
              <w:t>اُوموت البطل في المعركة زلزل جميع أركاني</w:t>
            </w:r>
            <w:r w:rsidR="002038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3835" w14:paraId="410FB228" w14:textId="77777777" w:rsidTr="009C404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25" w:type="dxa"/>
          </w:tcPr>
          <w:p w14:paraId="67C4CB7B" w14:textId="77777777" w:rsidR="00203835" w:rsidRDefault="009C4041" w:rsidP="00246DEC">
            <w:pPr>
              <w:pStyle w:val="libPoem"/>
            </w:pPr>
            <w:r>
              <w:rPr>
                <w:rtl/>
                <w:lang w:bidi="fa-IR"/>
              </w:rPr>
              <w:t>واَعظم عليّه فجعة ذبحة جميع اَغصاني</w:t>
            </w:r>
            <w:r w:rsidR="002038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3BF189C" w14:textId="77777777" w:rsidR="00203835" w:rsidRDefault="00203835" w:rsidP="00246DEC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51FD3DD" w14:textId="77777777" w:rsidR="00203835" w:rsidRDefault="009C4041" w:rsidP="00246DEC">
            <w:pPr>
              <w:pStyle w:val="libPoem"/>
            </w:pPr>
            <w:r>
              <w:rPr>
                <w:rtl/>
                <w:lang w:bidi="fa-IR"/>
              </w:rPr>
              <w:t>جاسم اُو لكبر والبطل في كربلا خلّوني</w:t>
            </w:r>
            <w:r w:rsidR="0020383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2327F74" w14:textId="77777777" w:rsidR="00EE7C84" w:rsidRDefault="00EE7C84" w:rsidP="00203835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36502D3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F04A2" w14:paraId="01DA399B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3CE3EABA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lastRenderedPageBreak/>
              <w:t>أقبل أبو السجّاد وحده للميادين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EB0C78D" w14:textId="77777777" w:rsidR="00DF04A2" w:rsidRDefault="00DF04A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EE427DE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عاين اَنصاره بالثرى كُلهم 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04A2" w14:paraId="237BB6D2" w14:textId="77777777" w:rsidTr="00246DEC">
        <w:trPr>
          <w:trHeight w:val="350"/>
        </w:trPr>
        <w:tc>
          <w:tcPr>
            <w:tcW w:w="3920" w:type="dxa"/>
          </w:tcPr>
          <w:p w14:paraId="2BE0AD80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اِتزفّر اُونادى اُودمعته ابخدّه جريه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6CD833" w14:textId="77777777" w:rsidR="00DF04A2" w:rsidRDefault="00DF04A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AEFF10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بعتون منّي السهم يصحاب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04A2" w14:paraId="1B7D632E" w14:textId="77777777" w:rsidTr="00246DEC">
        <w:trPr>
          <w:trHeight w:val="350"/>
        </w:trPr>
        <w:tc>
          <w:tcPr>
            <w:tcW w:w="3920" w:type="dxa"/>
          </w:tcPr>
          <w:p w14:paraId="5C215DFE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رحتوا فرد مره ولا عدتوا عليه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1FD2F6" w14:textId="77777777" w:rsidR="00DF04A2" w:rsidRDefault="00DF04A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ECDA3E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امست خيمكم ياهل الشيمه خليين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04A2" w14:paraId="258FB821" w14:textId="77777777" w:rsidTr="00246DEC">
        <w:trPr>
          <w:trHeight w:val="350"/>
        </w:trPr>
        <w:tc>
          <w:tcPr>
            <w:tcW w:w="3920" w:type="dxa"/>
          </w:tcPr>
          <w:p w14:paraId="3452897E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لانتوا بمرضى وارتجي تشفي عللكم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D717FF0" w14:textId="77777777" w:rsidR="00DF04A2" w:rsidRDefault="00DF04A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45F9DE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ولنتوا بغياب ارتجي ايجيني ظعنكم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04A2" w14:paraId="1E3E6644" w14:textId="77777777" w:rsidTr="00246DEC">
        <w:trPr>
          <w:trHeight w:val="350"/>
        </w:trPr>
        <w:tc>
          <w:tcPr>
            <w:tcW w:w="3920" w:type="dxa"/>
          </w:tcPr>
          <w:p w14:paraId="159794D8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ناديت ما واحد اجاب الصوت منكم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335E78D" w14:textId="77777777" w:rsidR="00DF04A2" w:rsidRDefault="00DF04A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00F831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ما تسمعوا ضجة حرمكم بالصياوين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04A2" w14:paraId="2E9D18C0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AE5F8EC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آيس من اصحابه اُورجع يبكي الخيامه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8B54BE" w14:textId="77777777" w:rsidR="00DF04A2" w:rsidRDefault="00DF04A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3EE326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لمن وصل للخيم طلعت له ايتامه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04A2" w14:paraId="1D0C0843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BCB3F76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هذي تحب ايده اُوذى اتقبل اقدامه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4E772C" w14:textId="77777777" w:rsidR="00DF04A2" w:rsidRDefault="00DF04A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3E9CA4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اُوهذي تشم نحره اُوهذي اتصيح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04A2" w14:paraId="326E74A1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1A5AD28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هذى علي عمها تصيح اُوذيك ابوها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F0C7EC" w14:textId="77777777" w:rsidR="00DF04A2" w:rsidRDefault="00DF04A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329441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اُوهذي على بنها تصيح اُوذيك اخوها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04A2" w14:paraId="6ED35062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27D175C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اوهذي تصيح ارجال عزها فارقوها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F5FA38" w14:textId="77777777" w:rsidR="00DF04A2" w:rsidRDefault="00DF04A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8CE8FF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اُوهذي تنادي وين بدر التم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04A2" w14:paraId="706A983A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BBF9FF6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اوهذي ابكفيها تصك ابها على الراس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686A9F" w14:textId="77777777" w:rsidR="00DF04A2" w:rsidRDefault="00DF04A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CF2FD3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اُوهذي اتنادي وين عمّي البطل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04A2" w14:paraId="2AFEE74C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45EDC76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اوهذي تصب ادموعها واتصعد انفاس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3C6A38" w14:textId="77777777" w:rsidR="00DF04A2" w:rsidRDefault="00DF04A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C3A788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اُوهذي من الحسره تصيح ابصوت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04A2" w14:paraId="753D684B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FFC0EC0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او هذيك تبكي اُو تكثر الحسره الولدها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CEA1CF" w14:textId="77777777" w:rsidR="00DF04A2" w:rsidRDefault="00DF04A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2255AC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اُوهذي من الاحزان محروقه كبدها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04A2" w14:paraId="0C9A4B38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FD70A05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اوهذي تجر ونه اُو تلطم فوق خدها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A83690" w14:textId="77777777" w:rsidR="00DF04A2" w:rsidRDefault="00DF04A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41F67F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اُوهذي تحن والراسها تصفق الكفين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04A2" w14:paraId="487E5126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6445819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اوهاذيك تبكي صارخه يابدر سعدي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F465C3" w14:textId="77777777" w:rsidR="00DF04A2" w:rsidRDefault="00DF04A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F0C9E5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ابفرقاك يبني منفطر بالنوح كبدي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04A2" w14:paraId="4EACE687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0FBFB7E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اتمّنيت قبلك كان مدفونه ابلحدي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EBDEB3" w14:textId="77777777" w:rsidR="00DF04A2" w:rsidRDefault="00DF04A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CB4F44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ولا اشوف اعزيز قلبي بالثرى اطعين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A14A893" w14:textId="77777777" w:rsidR="00EE7C84" w:rsidRDefault="00EE7C84" w:rsidP="009C4041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F04A2" w14:paraId="6DB6273F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6593FFF1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طلعت من الخيمة المصونة اتصيح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9CEBA02" w14:textId="77777777" w:rsidR="00DF04A2" w:rsidRDefault="00DF04A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AC2C96E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شافت اخوها ابخيمته زايد له اونين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04A2" w14:paraId="1526FEC3" w14:textId="77777777" w:rsidTr="00246DEC">
        <w:trPr>
          <w:trHeight w:val="350"/>
        </w:trPr>
        <w:tc>
          <w:tcPr>
            <w:tcW w:w="3920" w:type="dxa"/>
          </w:tcPr>
          <w:p w14:paraId="000C9520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يصلح لسيفه والدمع يجري ابخده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C19C33" w14:textId="77777777" w:rsidR="00DF04A2" w:rsidRDefault="00DF04A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925DD9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ويذم دهره اُوربه الباري يحمده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04A2" w14:paraId="6EB68EA5" w14:textId="77777777" w:rsidTr="00246DEC">
        <w:trPr>
          <w:trHeight w:val="350"/>
        </w:trPr>
        <w:tc>
          <w:tcPr>
            <w:tcW w:w="3920" w:type="dxa"/>
          </w:tcPr>
          <w:p w14:paraId="140849C5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متفطره من النوح والتزفار كبده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02D69F" w14:textId="77777777" w:rsidR="00DF04A2" w:rsidRDefault="00DF04A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F05341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انكبت على رأسه تقله ياضيا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04A2" w14:paraId="6DD099DA" w14:textId="77777777" w:rsidTr="00246DEC">
        <w:trPr>
          <w:trHeight w:val="350"/>
        </w:trPr>
        <w:tc>
          <w:tcPr>
            <w:tcW w:w="3920" w:type="dxa"/>
          </w:tcPr>
          <w:p w14:paraId="6C8B4C52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يحسين اخويه كربلا ضاقت عليه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FBD3B6" w14:textId="77777777" w:rsidR="00DF04A2" w:rsidRDefault="00DF04A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F5B293" w14:textId="77777777" w:rsidR="00DF04A2" w:rsidRDefault="00DF04A2" w:rsidP="00246DEC">
            <w:pPr>
              <w:pStyle w:val="libPoem"/>
            </w:pPr>
            <w:r>
              <w:rPr>
                <w:rtl/>
                <w:lang w:bidi="fa-IR"/>
              </w:rPr>
              <w:t>قولك يبو سكنة ايقرب للمنيّه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6AB222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1028F" w14:paraId="348BC524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1E490F0D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lastRenderedPageBreak/>
              <w:t>نادى عليها اُودمعته ابخده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3D32F13" w14:textId="77777777" w:rsidR="00E1028F" w:rsidRDefault="00E1028F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7C1E571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الدهر شانه الغدر يختي بالسلاطين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028F" w14:paraId="2C58A9F0" w14:textId="77777777" w:rsidTr="00246DEC">
        <w:trPr>
          <w:trHeight w:val="350"/>
        </w:trPr>
        <w:tc>
          <w:tcPr>
            <w:tcW w:w="3920" w:type="dxa"/>
          </w:tcPr>
          <w:p w14:paraId="7116CC8B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صبري على كُل البلا يا 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B1E1DE" w14:textId="77777777" w:rsidR="00E1028F" w:rsidRDefault="00E1028F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32AE61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من عقب ساعة تنظري جسمي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028F" w14:paraId="5A1D9E0C" w14:textId="77777777" w:rsidTr="00246DEC">
        <w:trPr>
          <w:trHeight w:val="350"/>
        </w:trPr>
        <w:tc>
          <w:tcPr>
            <w:tcW w:w="3920" w:type="dxa"/>
          </w:tcPr>
          <w:p w14:paraId="607C28D6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او صدري امكسر من اطراد الأعوجيّه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3792FB" w14:textId="77777777" w:rsidR="00E1028F" w:rsidRDefault="00E1028F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0E569C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اُوراسي ابراس الرمح وانتي له تشوفين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028F" w14:paraId="2085E284" w14:textId="77777777" w:rsidTr="00246DEC">
        <w:trPr>
          <w:trHeight w:val="350"/>
        </w:trPr>
        <w:tc>
          <w:tcPr>
            <w:tcW w:w="3920" w:type="dxa"/>
          </w:tcPr>
          <w:p w14:paraId="3D452A78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سمعت حكي خوها اُو صاحت ياسنادي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7B1DF4" w14:textId="77777777" w:rsidR="00E1028F" w:rsidRDefault="00E1028F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38E3C0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قولك يبو سكنة ترى ذوب افادي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028F" w14:paraId="689ACF85" w14:textId="77777777" w:rsidTr="00246DEC">
        <w:trPr>
          <w:trHeight w:val="350"/>
        </w:trPr>
        <w:tc>
          <w:tcPr>
            <w:tcW w:w="3920" w:type="dxa"/>
          </w:tcPr>
          <w:p w14:paraId="4B4FAA69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ظامي القلب يا خوي تذبحك الاعادي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494A6C" w14:textId="77777777" w:rsidR="00E1028F" w:rsidRDefault="00E1028F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B8E7A0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اُو تبقى على وجه الثرى معفر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028F" w14:paraId="04B983E7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6181ED3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يا ليتني عميا ولا اعيوني تشوفك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6341A5" w14:textId="77777777" w:rsidR="00E1028F" w:rsidRDefault="00E1028F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DA2B3D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مرمي على الرمضا اُو مقطوعه كفوفك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028F" w14:paraId="1D8EA716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C05E5FF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اودمك امخضب يا عديل الروح جوفك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554080" w14:textId="77777777" w:rsidR="00E1028F" w:rsidRDefault="00E1028F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9858AD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يا ساعة القشرا من اشوفك ياضيا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028F" w14:paraId="36ADCB3A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4ACC05A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اشلون اصبر يا عديل الروح وانساك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5BE980" w14:textId="77777777" w:rsidR="00E1028F" w:rsidRDefault="00E1028F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19C52A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عاري اُو تفطر مهجتي حنة يتاماك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028F" w14:paraId="1D37462B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45A4A49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يا عيشة القشرا يبو سكنة بلياك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E0A0AB" w14:textId="77777777" w:rsidR="00E1028F" w:rsidRDefault="00E1028F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80AB46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حاشا فلا انساك يا نور المسلمين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028F" w14:paraId="4D6C414F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C8B99C4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ايحق لي لشق الجيب واجلس في عزاكم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96E33F" w14:textId="77777777" w:rsidR="00E1028F" w:rsidRDefault="00E1028F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98C938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وابطول دهري ما ابطل من نعاكم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028F" w14:paraId="246A08D9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D1256FB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فوق الترب يا ليت عيني ما تراكم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9FA882" w14:textId="77777777" w:rsidR="00E1028F" w:rsidRDefault="00E1028F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106E73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في كربلا من غير تغسيل اُو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2E222DC" w14:textId="77777777" w:rsidR="00EE7C84" w:rsidRDefault="00EE7C84" w:rsidP="00E1028F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1028F" w14:paraId="00AD12BE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086003FA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يوصي على الأملاك مولانا اِبوصيّه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6854E2F" w14:textId="77777777" w:rsidR="00E1028F" w:rsidRDefault="00E1028F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3153C0A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آنا أموت اُو أنذبح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028F" w14:paraId="240A7F59" w14:textId="77777777" w:rsidTr="00246DEC">
        <w:trPr>
          <w:trHeight w:val="350"/>
        </w:trPr>
        <w:tc>
          <w:tcPr>
            <w:tcW w:w="3920" w:type="dxa"/>
          </w:tcPr>
          <w:p w14:paraId="0AB4C4F7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حفو ابضريحي والزموه ابليل وانهار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F4E536" w14:textId="77777777" w:rsidR="00E1028F" w:rsidRDefault="00E1028F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0A37C5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اُو سمعوا وصاتي واكتبوا كُل من لفى اُوزار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028F" w14:paraId="3BE6B685" w14:textId="77777777" w:rsidTr="00246DEC">
        <w:trPr>
          <w:trHeight w:val="350"/>
        </w:trPr>
        <w:tc>
          <w:tcPr>
            <w:tcW w:w="3920" w:type="dxa"/>
          </w:tcPr>
          <w:p w14:paraId="41C439B2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اُوكُل من قصد لي ما يتأثر جسمه النار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E63CA1" w14:textId="77777777" w:rsidR="00E1028F" w:rsidRDefault="00E1028F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B0B398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اُوكتبوا ثواب اهل الماتم والعزيّه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028F" w14:paraId="45E3EA3C" w14:textId="77777777" w:rsidTr="00246DEC">
        <w:trPr>
          <w:trHeight w:val="350"/>
        </w:trPr>
        <w:tc>
          <w:tcPr>
            <w:tcW w:w="3920" w:type="dxa"/>
          </w:tcPr>
          <w:p w14:paraId="1CF4E02A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اُوكُل من قصدني يحتضي ابعزّ اوناموس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48688C" w14:textId="77777777" w:rsidR="00E1028F" w:rsidRDefault="00E1028F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DFB306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امن النار ينجى اُو يحتضي ابجنتة الفردوس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028F" w14:paraId="5AC83435" w14:textId="77777777" w:rsidTr="00246DEC">
        <w:trPr>
          <w:trHeight w:val="350"/>
        </w:trPr>
        <w:tc>
          <w:tcPr>
            <w:tcW w:w="3920" w:type="dxa"/>
          </w:tcPr>
          <w:p w14:paraId="539DDFB4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واقولوا لشيعتنا ترى ادفنا بلا روس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9BE969" w14:textId="77777777" w:rsidR="00E1028F" w:rsidRDefault="00E1028F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5645FF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الجساد منا رضضتها الأعوجيّه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028F" w14:paraId="1BCE5BC1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D87B6BC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اُو قولوا لشيعتنا اُو قولوا للمحبين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7A3032" w14:textId="77777777" w:rsidR="00E1028F" w:rsidRDefault="00E1028F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97EF90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حطو مآتم للعزاء وابكوا على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028F" w14:paraId="67F178EF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6A2B914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اُو قولوا ترى اِحسين اندفن من غير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A3166C" w14:textId="77777777" w:rsidR="00E1028F" w:rsidRDefault="00E1028F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A0051F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اُو راسه امعلا فوق راس السمهريّه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028F" w14:paraId="303BAA07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5B960A3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اُومن عقب ذبحه قطع اكفوفه الجمال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BD11B4" w14:textId="77777777" w:rsidR="00E1028F" w:rsidRDefault="00E1028F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5CDA9E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اكفوف سخيّه كم فدت مسكين بالمال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028F" w14:paraId="45390C55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BF6A515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اُويا طالما جبريل قبلها اُو ميكال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0280EF7" w14:textId="77777777" w:rsidR="00E1028F" w:rsidRDefault="00E1028F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D2E8C7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لعنه على الجمال شارك بني أميّه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028F" w14:paraId="303D08A4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89B0440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يا شيعتي نصبوا المئاتم واوندبوني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FEF041" w14:textId="77777777" w:rsidR="00E1028F" w:rsidRDefault="00E1028F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53C1C2" w14:textId="77777777" w:rsidR="00E1028F" w:rsidRDefault="00E1028F" w:rsidP="00246DEC">
            <w:pPr>
              <w:pStyle w:val="libPoem"/>
            </w:pPr>
            <w:r>
              <w:rPr>
                <w:rtl/>
                <w:lang w:bidi="fa-IR"/>
              </w:rPr>
              <w:t>لو مَن شربتوا بارد الماي اذكروني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0815B43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F07DD" w14:paraId="332D96B5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6D96F174" w14:textId="77777777" w:rsidR="00AF07DD" w:rsidRDefault="00AF07DD" w:rsidP="00246DEC">
            <w:pPr>
              <w:pStyle w:val="libPoem"/>
            </w:pPr>
            <w:r>
              <w:rPr>
                <w:rtl/>
                <w:lang w:bidi="fa-IR"/>
              </w:rPr>
              <w:lastRenderedPageBreak/>
              <w:t>يا ليت جدّي المصطفى اُو حيدر يجوني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2B9E05B" w14:textId="77777777" w:rsidR="00AF07DD" w:rsidRDefault="00AF07DD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FE0EE95" w14:textId="77777777" w:rsidR="00AF07DD" w:rsidRDefault="00AF07DD" w:rsidP="00246DEC">
            <w:pPr>
              <w:pStyle w:val="libPoem"/>
            </w:pPr>
            <w:r>
              <w:rPr>
                <w:rtl/>
                <w:lang w:bidi="fa-IR"/>
              </w:rPr>
              <w:t>واُمّي البتولة فاطمة الزهرا الزكيّه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6FB69A7" w14:textId="77777777" w:rsidR="00EE7C84" w:rsidRDefault="00EE7C84" w:rsidP="00E1028F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225BB" w14:paraId="1EE29F50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26112BF2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ردّ الشهيد اِحسين طفله للنساوين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BCFBB8D" w14:textId="77777777" w:rsidR="005225BB" w:rsidRDefault="005225BB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B5B0BDA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طلعت تلقّاه اليتامى والخواتين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25BB" w14:paraId="4806034E" w14:textId="77777777" w:rsidTr="00246DEC">
        <w:trPr>
          <w:trHeight w:val="350"/>
        </w:trPr>
        <w:tc>
          <w:tcPr>
            <w:tcW w:w="3920" w:type="dxa"/>
          </w:tcPr>
          <w:p w14:paraId="77066FF0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طلعوا فرد طلعه وليهم يلتقونه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014D03" w14:textId="77777777" w:rsidR="005225BB" w:rsidRDefault="005225BB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F44BA0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ما ظنتي طفلك من الماء يمنعونه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25BB" w14:paraId="77FB573A" w14:textId="77777777" w:rsidTr="00246DEC">
        <w:trPr>
          <w:trHeight w:val="350"/>
        </w:trPr>
        <w:tc>
          <w:tcPr>
            <w:tcW w:w="3920" w:type="dxa"/>
          </w:tcPr>
          <w:p w14:paraId="29B99A6F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اصغير وظنهم يا ولينا يرحمونه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06658A8" w14:textId="77777777" w:rsidR="005225BB" w:rsidRDefault="005225BB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64180D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ايشوفون قلبه يرتجف غاير العينين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25BB" w14:paraId="3B86A975" w14:textId="77777777" w:rsidTr="00246DEC">
        <w:trPr>
          <w:trHeight w:val="350"/>
        </w:trPr>
        <w:tc>
          <w:tcPr>
            <w:tcW w:w="3920" w:type="dxa"/>
          </w:tcPr>
          <w:p w14:paraId="004E483B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طلعت تلقى له اسكينة اُوهي اتنادي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35BDB3" w14:textId="77777777" w:rsidR="005225BB" w:rsidRDefault="005225BB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BB53B1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خويه سقوه الماي يابويه الاعادي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25BB" w14:paraId="0BC96E18" w14:textId="77777777" w:rsidTr="00246DEC">
        <w:trPr>
          <w:trHeight w:val="350"/>
        </w:trPr>
        <w:tc>
          <w:tcPr>
            <w:tcW w:w="3920" w:type="dxa"/>
          </w:tcPr>
          <w:p w14:paraId="381FC685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ماجبت باقي الماي اروي به افادي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0FAE10" w14:textId="77777777" w:rsidR="005225BB" w:rsidRDefault="005225BB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957C2C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قلها شرب ما قصروا بيه الملاعين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25BB" w14:paraId="4D634178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991347B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اخذت اخوها اُو عاينت منحور نحره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2974180" w14:textId="77777777" w:rsidR="005225BB" w:rsidRDefault="005225BB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B8BE24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اُوشافت دم الاوداج سايل فوق صدره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25BB" w14:paraId="29164C74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3D382FD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في الحال شقت جيبها اُونادت ابحسره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55216B" w14:textId="77777777" w:rsidR="005225BB" w:rsidRDefault="005225BB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EFC2F1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قوموا ترى ذبحوا طفلنا ياخواتين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25BB" w14:paraId="2E075C6D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77FBAC2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ضجوا فرد ضجه ابحسره يندبونه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2C7C4B" w14:textId="77777777" w:rsidR="005225BB" w:rsidRDefault="005225BB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A91E96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والله عجب طفل اصغير يذبحونه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25BB" w14:paraId="58504A35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B7185DB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بالسهم نحره واحسافه يهبرونه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290E9A" w14:textId="77777777" w:rsidR="005225BB" w:rsidRDefault="005225BB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222774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اشذنب الطفل مذبوح قلّي عاد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25BB" w14:paraId="070450ED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B3BAE85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اضحى يواري اِحسين طفله خلف لخيام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A2E0EF" w14:textId="77777777" w:rsidR="005225BB" w:rsidRDefault="005225BB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9C08A5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ابسيفه حفر قبره اُوصب الدمع سجام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25BB" w14:paraId="76699DE9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BA1434D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بالخيل خايف جسمه اتدوسه الاقوام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9FCB73" w14:textId="77777777" w:rsidR="005225BB" w:rsidRDefault="005225BB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4CB287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يدري ترضه الخيل في وسط الميادين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25BB" w14:paraId="479F9C02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CDBEEAD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خايف على طفله يدوسونه هلنذول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6051F8" w14:textId="77777777" w:rsidR="005225BB" w:rsidRDefault="005225BB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3558E2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يدري عقب عينه يرضونه بلخيول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25BB" w14:paraId="04FD214E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130E49F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ابسيفه حفر قبره اُوصب الدمع مهمول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BF972E" w14:textId="77777777" w:rsidR="005225BB" w:rsidRDefault="005225BB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179D5F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اُوقله على الدنيا العفى يا قرة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25BB" w14:paraId="3F30DCB7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DF34E00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اورد للخيم يبكي اُودمع العين سجام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045DB1" w14:textId="77777777" w:rsidR="005225BB" w:rsidRDefault="005225BB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8B4DB5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لَحد تركتوني يخوتي بين لقوام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25BB" w14:paraId="386FDD0C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09028A7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في وين اهلي اُوصحبتي واُولاد لعمام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747625" w14:textId="77777777" w:rsidR="005225BB" w:rsidRDefault="005225BB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E53D5D" w14:textId="77777777" w:rsidR="005225BB" w:rsidRDefault="005225BB" w:rsidP="00246DEC">
            <w:pPr>
              <w:pStyle w:val="libPoem"/>
            </w:pPr>
            <w:r>
              <w:rPr>
                <w:rtl/>
                <w:lang w:bidi="fa-IR"/>
              </w:rPr>
              <w:t>ماحد بقى منهم يحامي هالصياوين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67FDB0B" w14:textId="77777777" w:rsidR="00EE7C84" w:rsidRDefault="00EE7C84" w:rsidP="00AF07DD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225BB" w14:paraId="68E1CE13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62030BFC" w14:textId="77777777" w:rsidR="005225BB" w:rsidRDefault="003102DF" w:rsidP="00246DEC">
            <w:pPr>
              <w:pStyle w:val="libPoem"/>
            </w:pPr>
            <w:r>
              <w:rPr>
                <w:rtl/>
                <w:lang w:bidi="fa-IR"/>
              </w:rPr>
              <w:t>اقبل يودع نسوته باقي البقيّه</w:t>
            </w:r>
            <w:r w:rsidR="005225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9EFBE55" w14:textId="77777777" w:rsidR="005225BB" w:rsidRDefault="005225BB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D65790D" w14:textId="77777777" w:rsidR="005225BB" w:rsidRDefault="003102DF" w:rsidP="00246DEC">
            <w:pPr>
              <w:pStyle w:val="libPoem"/>
            </w:pPr>
            <w:r>
              <w:rPr>
                <w:rtl/>
                <w:lang w:bidi="fa-IR"/>
              </w:rPr>
              <w:t>اُونادى على زينب اُودمعاته جريّه</w:t>
            </w:r>
            <w:r w:rsidR="005225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25BB" w14:paraId="69096449" w14:textId="77777777" w:rsidTr="00246DEC">
        <w:trPr>
          <w:trHeight w:val="350"/>
        </w:trPr>
        <w:tc>
          <w:tcPr>
            <w:tcW w:w="3920" w:type="dxa"/>
          </w:tcPr>
          <w:p w14:paraId="39AB8D8A" w14:textId="77777777" w:rsidR="005225BB" w:rsidRDefault="003102DF" w:rsidP="00246DEC">
            <w:pPr>
              <w:pStyle w:val="libPoem"/>
            </w:pPr>
            <w:r>
              <w:rPr>
                <w:rtl/>
                <w:lang w:bidi="fa-IR"/>
              </w:rPr>
              <w:t>لمي الحراير بالعجل ويا اليتامى</w:t>
            </w:r>
            <w:r w:rsidR="005225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61AA6C" w14:textId="77777777" w:rsidR="005225BB" w:rsidRDefault="005225BB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D3A90F" w14:textId="77777777" w:rsidR="005225BB" w:rsidRDefault="003102DF" w:rsidP="00246DEC">
            <w:pPr>
              <w:pStyle w:val="libPoem"/>
            </w:pPr>
            <w:r>
              <w:rPr>
                <w:rtl/>
                <w:lang w:bidi="fa-IR"/>
              </w:rPr>
              <w:t>باتودع امنهم اُو بلحق بالنشامى</w:t>
            </w:r>
            <w:r w:rsidR="005225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25BB" w14:paraId="15204213" w14:textId="77777777" w:rsidTr="00246DEC">
        <w:trPr>
          <w:trHeight w:val="350"/>
        </w:trPr>
        <w:tc>
          <w:tcPr>
            <w:tcW w:w="3920" w:type="dxa"/>
          </w:tcPr>
          <w:p w14:paraId="28593B6F" w14:textId="77777777" w:rsidR="005225BB" w:rsidRDefault="003102DF" w:rsidP="00246DEC">
            <w:pPr>
              <w:pStyle w:val="libPoem"/>
            </w:pPr>
            <w:r>
              <w:rPr>
                <w:rtl/>
                <w:lang w:bidi="fa-IR"/>
              </w:rPr>
              <w:t>اِنكبّت عليه اتصيح من سمعت كلامه</w:t>
            </w:r>
            <w:r w:rsidR="005225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49CEEB" w14:textId="77777777" w:rsidR="005225BB" w:rsidRDefault="005225BB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93CCAF" w14:textId="77777777" w:rsidR="005225BB" w:rsidRDefault="003102DF" w:rsidP="00246DEC">
            <w:pPr>
              <w:pStyle w:val="libPoem"/>
            </w:pPr>
            <w:r>
              <w:rPr>
                <w:rtl/>
                <w:lang w:bidi="fa-IR"/>
              </w:rPr>
              <w:t>وين الأحبّة قال في الغبرة رميّه</w:t>
            </w:r>
            <w:r w:rsidR="005225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25BB" w14:paraId="4BE4535E" w14:textId="77777777" w:rsidTr="00246DEC">
        <w:trPr>
          <w:trHeight w:val="350"/>
        </w:trPr>
        <w:tc>
          <w:tcPr>
            <w:tcW w:w="3920" w:type="dxa"/>
          </w:tcPr>
          <w:p w14:paraId="11939DFC" w14:textId="77777777" w:rsidR="005225BB" w:rsidRDefault="003102DF" w:rsidP="00246DEC">
            <w:pPr>
              <w:pStyle w:val="libPoem"/>
            </w:pPr>
            <w:r>
              <w:rPr>
                <w:rtl/>
                <w:lang w:bidi="fa-IR"/>
              </w:rPr>
              <w:t>ادوا الفرض واليوم انا فرضي باديه</w:t>
            </w:r>
            <w:r w:rsidR="005225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20802C" w14:textId="77777777" w:rsidR="005225BB" w:rsidRDefault="005225BB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E1F797" w14:textId="77777777" w:rsidR="005225BB" w:rsidRDefault="003102DF" w:rsidP="00246DEC">
            <w:pPr>
              <w:pStyle w:val="libPoem"/>
            </w:pPr>
            <w:r>
              <w:rPr>
                <w:rtl/>
                <w:lang w:bidi="fa-IR"/>
              </w:rPr>
              <w:t>اُو لازم يزينب مصرعي ابعينك تشوفيه</w:t>
            </w:r>
            <w:r w:rsidR="005225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25BB" w14:paraId="674BE923" w14:textId="77777777" w:rsidTr="00246DEC">
        <w:trPr>
          <w:trHeight w:val="350"/>
        </w:trPr>
        <w:tc>
          <w:tcPr>
            <w:tcW w:w="3920" w:type="dxa"/>
          </w:tcPr>
          <w:p w14:paraId="115F0C20" w14:textId="77777777" w:rsidR="005225BB" w:rsidRDefault="003102DF" w:rsidP="00246DEC">
            <w:pPr>
              <w:pStyle w:val="libPoem"/>
            </w:pPr>
            <w:r>
              <w:rPr>
                <w:rtl/>
                <w:lang w:bidi="fa-IR"/>
              </w:rPr>
              <w:t>لا تخمشي وجهك اُوجيبك لا تشقيه</w:t>
            </w:r>
            <w:r w:rsidR="005225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60EC57" w14:textId="77777777" w:rsidR="005225BB" w:rsidRDefault="005225BB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57685F" w14:textId="77777777" w:rsidR="005225BB" w:rsidRDefault="003102DF" w:rsidP="00246DEC">
            <w:pPr>
              <w:pStyle w:val="libPoem"/>
            </w:pPr>
            <w:r>
              <w:rPr>
                <w:rtl/>
                <w:lang w:bidi="fa-IR"/>
              </w:rPr>
              <w:t>قالت بعيي الصبر يا باقي البقيّه</w:t>
            </w:r>
            <w:r w:rsidR="005225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25BB" w14:paraId="1E743150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63BE1BE" w14:textId="77777777" w:rsidR="005225BB" w:rsidRDefault="003102DF" w:rsidP="00246DEC">
            <w:pPr>
              <w:pStyle w:val="libPoem"/>
            </w:pPr>
            <w:r>
              <w:rPr>
                <w:rtl/>
                <w:lang w:bidi="fa-IR"/>
              </w:rPr>
              <w:t>لكن قبل يحسين ما نبقى وحدنا</w:t>
            </w:r>
            <w:r w:rsidR="005225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5023CC" w14:textId="77777777" w:rsidR="005225BB" w:rsidRDefault="005225BB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7A008E" w14:textId="77777777" w:rsidR="005225BB" w:rsidRDefault="003102DF" w:rsidP="00246DEC">
            <w:pPr>
              <w:pStyle w:val="libPoem"/>
            </w:pPr>
            <w:r>
              <w:rPr>
                <w:rtl/>
                <w:lang w:bidi="fa-IR"/>
              </w:rPr>
              <w:t>لارض المدينة يا خلف حيدر رجعنا</w:t>
            </w:r>
            <w:r w:rsidR="005225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25BB" w14:paraId="53351E1D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A9488ED" w14:textId="77777777" w:rsidR="005225BB" w:rsidRDefault="003102DF" w:rsidP="00246DEC">
            <w:pPr>
              <w:pStyle w:val="libPoem"/>
            </w:pPr>
            <w:r>
              <w:rPr>
                <w:rtl/>
                <w:lang w:bidi="fa-IR"/>
              </w:rPr>
              <w:t>قلها اليوم امحال ما نرجع وطنا</w:t>
            </w:r>
            <w:r w:rsidR="005225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55D525" w14:textId="77777777" w:rsidR="005225BB" w:rsidRDefault="005225BB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DEDF9A" w14:textId="77777777" w:rsidR="005225BB" w:rsidRDefault="003102DF" w:rsidP="00246DEC">
            <w:pPr>
              <w:pStyle w:val="libPoem"/>
            </w:pPr>
            <w:r>
              <w:rPr>
                <w:rtl/>
                <w:lang w:bidi="fa-IR"/>
              </w:rPr>
              <w:t>بس الله الله ابعيلتي يا هاشميّه</w:t>
            </w:r>
            <w:r w:rsidR="005225B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7D13273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21EFE" w14:paraId="117F796F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6F893F8A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lastRenderedPageBreak/>
              <w:t>يمّه استدارت نسوته ايصيحون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F578232" w14:textId="77777777" w:rsidR="00221EFE" w:rsidRDefault="00221EF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B2ABC1D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في داعة الله يا غياث المستغيثين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1EFE" w14:paraId="7BCB94DE" w14:textId="77777777" w:rsidTr="00246DEC">
        <w:trPr>
          <w:trHeight w:val="350"/>
        </w:trPr>
        <w:tc>
          <w:tcPr>
            <w:tcW w:w="3920" w:type="dxa"/>
          </w:tcPr>
          <w:p w14:paraId="62624315" w14:textId="77777777" w:rsidR="00221EFE" w:rsidRDefault="00221EFE" w:rsidP="00221EFE">
            <w:pPr>
              <w:pStyle w:val="libPoem"/>
            </w:pPr>
            <w:r>
              <w:rPr>
                <w:rtl/>
                <w:lang w:bidi="fa-IR"/>
              </w:rPr>
              <w:t>اُوسكنة لفت له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اُومن من نظرهاهلت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B45976" w14:textId="77777777" w:rsidR="00221EFE" w:rsidRDefault="00221EF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D90618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اُوضمها ابصدره اُوظل يقبلها الشفيّه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1EFE" w14:paraId="331582AA" w14:textId="77777777" w:rsidTr="00246DEC">
        <w:trPr>
          <w:trHeight w:val="350"/>
        </w:trPr>
        <w:tc>
          <w:tcPr>
            <w:tcW w:w="3920" w:type="dxa"/>
          </w:tcPr>
          <w:p w14:paraId="4C1AF3CC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اُوشبكت على بوها اُودار ايده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07A95C" w14:textId="77777777" w:rsidR="00221EFE" w:rsidRDefault="00221EF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F8F680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اُوصد للرباب اُوقال هالحره اكفليها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1EFE" w14:paraId="58D7DE34" w14:textId="77777777" w:rsidTr="00246DEC">
        <w:trPr>
          <w:trHeight w:val="350"/>
        </w:trPr>
        <w:tc>
          <w:tcPr>
            <w:tcW w:w="3920" w:type="dxa"/>
          </w:tcPr>
          <w:p w14:paraId="5B427864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اُولا من بكت من عقب عيني سكتيها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117CDB" w14:textId="77777777" w:rsidR="00221EFE" w:rsidRDefault="00221EF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9EF9FF2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اُودخلي احدودي وانصبي الماتم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1EFE" w14:paraId="3346B897" w14:textId="77777777" w:rsidTr="00246DEC">
        <w:trPr>
          <w:trHeight w:val="350"/>
        </w:trPr>
        <w:tc>
          <w:tcPr>
            <w:tcW w:w="3920" w:type="dxa"/>
          </w:tcPr>
          <w:p w14:paraId="6C74622E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اُوصد للعليل اُوظل يتلهف ابحسره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E77120" w14:textId="77777777" w:rsidR="00221EFE" w:rsidRDefault="00221EF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EBC08E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اُويمه جلس يبكي اُوضع راسه ابحجره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1EFE" w14:paraId="019AB3AA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B244AC1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لمّن توعى صاح يا مهجة الزهرا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54960B" w14:textId="77777777" w:rsidR="00221EFE" w:rsidRDefault="00221EF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0D0C39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خلِّ البواكي مهجتي ذابت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1EFE" w14:paraId="384C5DAD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6EB22C7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قلّه أنا جيتك بودعك يا حبيبي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A1F19B" w14:textId="77777777" w:rsidR="00221EFE" w:rsidRDefault="00221EF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BE86F6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من قبل يتخضب ابدم النحر شيبي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1EFE" w14:paraId="340CDD7C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4B290F5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اُوشفتك اُوحالك يا لولد زيّد لهيبي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700269" w14:textId="77777777" w:rsidR="00221EFE" w:rsidRDefault="00221EF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195634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لكن ينور العين بوصيك ابوصيّه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1EFE" w14:paraId="3AFAA268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C99BAA8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ليكون هالنسوة عقب عيني يضيعون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9AAC5A" w14:textId="77777777" w:rsidR="00221EFE" w:rsidRDefault="00221EF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D2D323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والقوم لو مَن عزموا بيكم يشيلون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1EFE" w14:paraId="20759117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C354E91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فوق المطايا ركّب اِعيالي على هون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13E1E5" w14:textId="77777777" w:rsidR="00221EFE" w:rsidRDefault="00221EF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CE0A7F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اُو ليكون طفلة اتطيح من فوق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94BE8DC" w14:textId="77777777" w:rsidR="00EE7C84" w:rsidRDefault="00EE7C84" w:rsidP="003102DF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21EFE" w14:paraId="62E67813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50312107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طلعت يتامى اِحسين تنعى امن الصياوين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7CCF2F9" w14:textId="77777777" w:rsidR="00221EFE" w:rsidRDefault="00221EF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C91DD5F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لاوين هالشيلة يعزّ الهاشميّين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1EFE" w14:paraId="225AFCF2" w14:textId="77777777" w:rsidTr="00246DEC">
        <w:trPr>
          <w:trHeight w:val="350"/>
        </w:trPr>
        <w:tc>
          <w:tcPr>
            <w:tcW w:w="3920" w:type="dxa"/>
          </w:tcPr>
          <w:p w14:paraId="3E9966B1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لاوين هالشيلة يعزنياولينا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055C76" w14:textId="77777777" w:rsidR="00221EFE" w:rsidRDefault="00221EF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B8CB45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من بعد عينك منهو الوصّيت 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1EFE" w14:paraId="756AE575" w14:textId="77777777" w:rsidTr="00246DEC">
        <w:trPr>
          <w:trHeight w:val="350"/>
        </w:trPr>
        <w:tc>
          <w:tcPr>
            <w:tcW w:w="3920" w:type="dxa"/>
          </w:tcPr>
          <w:p w14:paraId="17A69274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إنكان رايح خلِّ اَبو فاضل يجينا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4D2B01" w14:textId="77777777" w:rsidR="00221EFE" w:rsidRDefault="00221EF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77AE69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والجاسم العريس والأكبر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1EFE" w14:paraId="3C4218D3" w14:textId="77777777" w:rsidTr="00246DEC">
        <w:trPr>
          <w:trHeight w:val="350"/>
        </w:trPr>
        <w:tc>
          <w:tcPr>
            <w:tcW w:w="3920" w:type="dxa"/>
          </w:tcPr>
          <w:p w14:paraId="20F1A840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وانكان يا الوالي بتمضي عن يتاماك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D064B5" w14:textId="77777777" w:rsidR="00221EFE" w:rsidRDefault="00221EF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B45C34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كلنا بعد للمعركة بانروح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1EFE" w14:paraId="2FBA1038" w14:textId="77777777" w:rsidTr="00246DEC">
        <w:trPr>
          <w:trHeight w:val="350"/>
        </w:trPr>
        <w:tc>
          <w:tcPr>
            <w:tcW w:w="3920" w:type="dxa"/>
          </w:tcPr>
          <w:p w14:paraId="4EBF19A3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اسيوف العدى كلنا انتلقاها فداياك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476AE5" w14:textId="77777777" w:rsidR="00221EFE" w:rsidRDefault="00221EF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DC7D28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باروحنا نفديك يا روح المسلمين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1EFE" w14:paraId="4EE90432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00D0006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انكبت على اقدامه اسكينة اتصيح يا ياب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DC6AB30" w14:textId="77777777" w:rsidR="00221EFE" w:rsidRDefault="00221EF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A23571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راسي من اُوداعك اُومن فقد الأهل شاب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1EFE" w14:paraId="66502DCB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C52CB54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كبدي يبويه اتفطرت من فقد لحباب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4F3532" w14:textId="77777777" w:rsidR="00221EFE" w:rsidRDefault="00221EF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B8BDA4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في يوم واحد دولتي صفاهم البين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1EFE" w14:paraId="7FA2242E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CF9B032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اولمت عليه الحرم كلها ايودعونه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E933C7" w14:textId="77777777" w:rsidR="00221EFE" w:rsidRDefault="00221EF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7402F3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اُوطاحوا على رأس الشفيّة ايقبلونه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1EFE" w14:paraId="2D88CEC8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A52EBE1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ريّض اشويه اقلوبنا ذابت يبونه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2FD142" w14:textId="77777777" w:rsidR="00221EFE" w:rsidRDefault="00221EF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7BA580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ملنا عقيبك يالولي كافل ولا امعين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1EFE" w14:paraId="32FEE602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47199BB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اونادى على زينب تجيبي لي السراويل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239B49" w14:textId="77777777" w:rsidR="00221EFE" w:rsidRDefault="00221EF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091F35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اُوثوب عتيق فربي يعفيفه الذيل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1EFE" w14:paraId="548C3E2F" w14:textId="77777777" w:rsidTr="00246D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7CAA594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بيده يخرقها اُودمعه ابخده ايسيل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3F2138" w14:textId="77777777" w:rsidR="00221EFE" w:rsidRDefault="00221EFE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EA1DF5" w14:textId="77777777" w:rsidR="00221EFE" w:rsidRDefault="00221EFE" w:rsidP="00246DEC">
            <w:pPr>
              <w:pStyle w:val="libPoem"/>
            </w:pPr>
            <w:r>
              <w:rPr>
                <w:rtl/>
                <w:lang w:bidi="fa-IR"/>
              </w:rPr>
              <w:t>قصده ايتستر يوم يبقى بالثرى اطعين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33A666B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E1652" w14:paraId="1897439A" w14:textId="77777777" w:rsidTr="00246DEC">
        <w:trPr>
          <w:trHeight w:val="350"/>
        </w:trPr>
        <w:tc>
          <w:tcPr>
            <w:tcW w:w="3920" w:type="dxa"/>
            <w:shd w:val="clear" w:color="auto" w:fill="auto"/>
          </w:tcPr>
          <w:p w14:paraId="1277EC71" w14:textId="77777777" w:rsidR="005E1652" w:rsidRDefault="005E1652" w:rsidP="00246DEC">
            <w:pPr>
              <w:pStyle w:val="libPoem"/>
            </w:pPr>
            <w:r>
              <w:rPr>
                <w:rtl/>
                <w:lang w:bidi="fa-IR"/>
              </w:rPr>
              <w:lastRenderedPageBreak/>
              <w:t>اُو زينب تعاين له اُوتصب الدمع سكّاب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DB66F2A" w14:textId="77777777" w:rsidR="005E1652" w:rsidRDefault="005E165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AD35600" w14:textId="77777777" w:rsidR="005E1652" w:rsidRDefault="005E1652" w:rsidP="00246DEC">
            <w:pPr>
              <w:pStyle w:val="libPoem"/>
            </w:pPr>
            <w:r>
              <w:rPr>
                <w:rtl/>
                <w:lang w:bidi="fa-IR"/>
              </w:rPr>
              <w:t>فطرت قلبي يالولي ابتمزيق لثياب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1652" w14:paraId="2EE3A5AA" w14:textId="77777777" w:rsidTr="00246DEC">
        <w:trPr>
          <w:trHeight w:val="350"/>
        </w:trPr>
        <w:tc>
          <w:tcPr>
            <w:tcW w:w="3920" w:type="dxa"/>
          </w:tcPr>
          <w:p w14:paraId="7E091953" w14:textId="77777777" w:rsidR="005E1652" w:rsidRDefault="005E1652" w:rsidP="00246DEC">
            <w:pPr>
              <w:pStyle w:val="libPoem"/>
            </w:pPr>
            <w:r>
              <w:rPr>
                <w:rtl/>
                <w:lang w:bidi="fa-IR"/>
              </w:rPr>
              <w:t>ذاب القلب منّي اُوراسي من الحزن شاب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1D6FB3" w14:textId="77777777" w:rsidR="005E1652" w:rsidRDefault="005E165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530B42" w14:textId="77777777" w:rsidR="005E1652" w:rsidRDefault="005E1652" w:rsidP="00246DEC">
            <w:pPr>
              <w:pStyle w:val="libPoem"/>
            </w:pPr>
            <w:r>
              <w:rPr>
                <w:rtl/>
                <w:lang w:bidi="fa-IR"/>
              </w:rPr>
              <w:t>كلما سمعت اتودع اُولادك ولبنين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1652" w14:paraId="23B5974F" w14:textId="77777777" w:rsidTr="00246DEC">
        <w:trPr>
          <w:trHeight w:val="350"/>
        </w:trPr>
        <w:tc>
          <w:tcPr>
            <w:tcW w:w="3920" w:type="dxa"/>
          </w:tcPr>
          <w:p w14:paraId="6E57378F" w14:textId="77777777" w:rsidR="005E1652" w:rsidRDefault="005E1652" w:rsidP="00246DEC">
            <w:pPr>
              <w:pStyle w:val="libPoem"/>
            </w:pPr>
            <w:r>
              <w:rPr>
                <w:rtl/>
                <w:lang w:bidi="fa-IR"/>
              </w:rPr>
              <w:t>اوظل الشهيد ايهون امصابه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FB49C2" w14:textId="77777777" w:rsidR="005E1652" w:rsidRDefault="005E165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496508" w14:textId="77777777" w:rsidR="005E1652" w:rsidRDefault="005E1652" w:rsidP="00246DEC">
            <w:pPr>
              <w:pStyle w:val="libPoem"/>
            </w:pPr>
            <w:r>
              <w:rPr>
                <w:rtl/>
                <w:lang w:bidi="fa-IR"/>
              </w:rPr>
              <w:t>ضمها اِبصدره اُوضمّته ويلي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1652" w14:paraId="1E1C7C57" w14:textId="77777777" w:rsidTr="00246DEC">
        <w:trPr>
          <w:trHeight w:val="350"/>
        </w:trPr>
        <w:tc>
          <w:tcPr>
            <w:tcW w:w="3920" w:type="dxa"/>
          </w:tcPr>
          <w:p w14:paraId="087A7C68" w14:textId="77777777" w:rsidR="005E1652" w:rsidRDefault="005E1652" w:rsidP="00246DEC">
            <w:pPr>
              <w:pStyle w:val="libPoem"/>
            </w:pPr>
            <w:r>
              <w:rPr>
                <w:rtl/>
                <w:lang w:bidi="fa-IR"/>
              </w:rPr>
              <w:t>تبكي على افراقه اُوهو يبكي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0358ED" w14:textId="77777777" w:rsidR="005E1652" w:rsidRDefault="005E1652" w:rsidP="00246DE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777050" w14:textId="77777777" w:rsidR="005E1652" w:rsidRDefault="005E1652" w:rsidP="00246DEC">
            <w:pPr>
              <w:pStyle w:val="libPoem"/>
            </w:pPr>
            <w:r>
              <w:rPr>
                <w:rtl/>
                <w:lang w:bidi="fa-IR"/>
              </w:rPr>
              <w:t>ويقول صبري اعلى البلا بنت الميامين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5DACFD3" w14:textId="77777777" w:rsidR="00EE7C84" w:rsidRDefault="00EE7C84" w:rsidP="00221EFE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7663B0A9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697D2985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هذا فصل يشتمل على ما صار بعدما وقع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من على جواده ، ورجوع الجواد إلى النساء خالي من راكبه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00A5F" w14:paraId="3E12B067" w14:textId="77777777" w:rsidTr="008965BB">
        <w:trPr>
          <w:trHeight w:val="350"/>
        </w:trPr>
        <w:tc>
          <w:tcPr>
            <w:tcW w:w="3920" w:type="dxa"/>
            <w:shd w:val="clear" w:color="auto" w:fill="auto"/>
          </w:tcPr>
          <w:p w14:paraId="01AEC357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أَقبل جَواد اِحسين خالي للصياوين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88882ED" w14:textId="77777777" w:rsidR="00D00A5F" w:rsidRDefault="00D00A5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81378EC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طلعت الحوري اتصيح والينا وقع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A5F" w14:paraId="1DB8D115" w14:textId="77777777" w:rsidTr="008965BB">
        <w:trPr>
          <w:trHeight w:val="350"/>
        </w:trPr>
        <w:tc>
          <w:tcPr>
            <w:tcW w:w="3920" w:type="dxa"/>
          </w:tcPr>
          <w:p w14:paraId="6E0641DF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طلعت يتامى اِحسين في ضجّة اُوصيحه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19FBC8" w14:textId="77777777" w:rsidR="00D00A5F" w:rsidRDefault="00D00A5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DCCD32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تمشي من الدهشة اُومدامعها سفوحه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A5F" w14:paraId="782B1DE8" w14:textId="77777777" w:rsidTr="008965BB">
        <w:trPr>
          <w:trHeight w:val="350"/>
        </w:trPr>
        <w:tc>
          <w:tcPr>
            <w:tcW w:w="3920" w:type="dxa"/>
          </w:tcPr>
          <w:p w14:paraId="5639D05E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ابنعمل دوى للحسين وانداوي اجروحه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FB99C4" w14:textId="77777777" w:rsidR="00D00A5F" w:rsidRDefault="00D00A5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46B219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من بعد بو السجّاد مدري نلتجي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A5F" w14:paraId="35B9F37E" w14:textId="77777777" w:rsidTr="008965BB">
        <w:trPr>
          <w:trHeight w:val="350"/>
        </w:trPr>
        <w:tc>
          <w:tcPr>
            <w:tcW w:w="3920" w:type="dxa"/>
          </w:tcPr>
          <w:p w14:paraId="2927404A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يا مهر وين اِحسين قلّي وين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DA1A8B" w14:textId="77777777" w:rsidR="00D00A5F" w:rsidRDefault="00D00A5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39212A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قلها رميّه اُوجسمه امبضّع بالجروح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A5F" w14:paraId="6DD6ECBD" w14:textId="77777777" w:rsidTr="008965BB">
        <w:trPr>
          <w:trHeight w:val="350"/>
        </w:trPr>
        <w:tc>
          <w:tcPr>
            <w:tcW w:w="3920" w:type="dxa"/>
          </w:tcPr>
          <w:p w14:paraId="39BEFB32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اُونادت ابعالي الصوت اُومنها القلب مجروح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B77F82" w14:textId="77777777" w:rsidR="00D00A5F" w:rsidRDefault="00D00A5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A38FF9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دهري فجعني في ارجالي والولي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A5F" w14:paraId="5EA87A6A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9451215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اُوسكنة تنادي وين والينا يعمّة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9D3A08C" w14:textId="77777777" w:rsidR="00D00A5F" w:rsidRDefault="00D00A5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C2EA6E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ليكون طاح اِحسين واتخضب ابدمه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A5F" w14:paraId="317C3014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06D2966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نور الشمس مسود والاكوان ظلمه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D9EF50" w14:textId="77777777" w:rsidR="00D00A5F" w:rsidRDefault="00D00A5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BED849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قالت يسكنة آيسي من جيت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A5F" w14:paraId="4DAC39C6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44D34A7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سور اليتامى من جواده بالترب طاح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E9A5CA" w14:textId="77777777" w:rsidR="00D00A5F" w:rsidRDefault="00D00A5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89F5EC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اُوجسمه امبضعينه العدى بسيوف وارماح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A5F" w14:paraId="629F199D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3312F01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وان راح ابو السجّاد عزنا قوّض اوراح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E51D8A" w14:textId="77777777" w:rsidR="00D00A5F" w:rsidRDefault="00D00A5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AB31B8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قومي يسكنة انروح وانشوف الولي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A5F" w14:paraId="14FFBDA4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CA6779A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قومي يسكنة انروح للوالي انشوفه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470112" w14:textId="77777777" w:rsidR="00D00A5F" w:rsidRDefault="00D00A5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00FD3B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قالت يعمّة اِحسين عاثر في اطفوفه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A5F" w14:paraId="50608203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21B0410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بانروح للعبّاس لو قصوا اكفوفه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77983A" w14:textId="77777777" w:rsidR="00D00A5F" w:rsidRDefault="00D00A5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17CEAC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فوق الثرى مرمي بلا راس اُوبلا ايدين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A5F" w14:paraId="57DFDB39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1688BBA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مامن صديق ابوصل الزهرا اُو يقلها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C521DB" w14:textId="77777777" w:rsidR="00D00A5F" w:rsidRDefault="00D00A5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B0ACBF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بني اُميّة ابكربلا ذبحوا شبلها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A5F" w14:paraId="3211EC02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1EA109E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او زينب عقب عينه غريبه ما حد الها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B8C615A" w14:textId="77777777" w:rsidR="00D00A5F" w:rsidRDefault="00D00A5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7F9F5F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بين الاعادي ضايعه ما عندها امعين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A5F" w14:paraId="6A1131CC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497E32A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ليتك تشوفي حالها بين الاعادي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F2A551" w14:textId="77777777" w:rsidR="00D00A5F" w:rsidRDefault="00D00A5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BCCCFF" w14:textId="77777777" w:rsidR="00D00A5F" w:rsidRDefault="00D00A5F" w:rsidP="008965BB">
            <w:pPr>
              <w:pStyle w:val="libPoem"/>
            </w:pPr>
            <w:r>
              <w:rPr>
                <w:rtl/>
                <w:lang w:bidi="fa-IR"/>
              </w:rPr>
              <w:t>باسياط ايضروبها اذا ظلّت 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0B043D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57504" w14:paraId="681C4E54" w14:textId="77777777" w:rsidTr="008965BB">
        <w:trPr>
          <w:trHeight w:val="350"/>
        </w:trPr>
        <w:tc>
          <w:tcPr>
            <w:tcW w:w="3920" w:type="dxa"/>
            <w:shd w:val="clear" w:color="auto" w:fill="auto"/>
          </w:tcPr>
          <w:p w14:paraId="75266132" w14:textId="77777777" w:rsidR="00957504" w:rsidRDefault="00BA7875" w:rsidP="008965BB">
            <w:pPr>
              <w:pStyle w:val="libPoem"/>
            </w:pPr>
            <w:r>
              <w:rPr>
                <w:rtl/>
                <w:lang w:bidi="fa-IR"/>
              </w:rPr>
              <w:lastRenderedPageBreak/>
              <w:t>اُو والي الحرم وجعان مغلول الأيادي</w:t>
            </w:r>
            <w:r w:rsidR="0095750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C6BA4D0" w14:textId="77777777" w:rsidR="00957504" w:rsidRDefault="00957504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89E9DE6" w14:textId="77777777" w:rsidR="00957504" w:rsidRDefault="00BA7875" w:rsidP="008965BB">
            <w:pPr>
              <w:pStyle w:val="libPoem"/>
            </w:pPr>
            <w:r>
              <w:rPr>
                <w:rtl/>
                <w:lang w:bidi="fa-IR"/>
              </w:rPr>
              <w:t>ماجوا يشوفونه بني عدنان في وين</w:t>
            </w:r>
            <w:r w:rsidR="0095750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0F5DB30" w14:textId="77777777" w:rsidR="00EE7C84" w:rsidRDefault="00EE7C84" w:rsidP="00D00A5F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A7875" w14:paraId="1F53BC93" w14:textId="77777777" w:rsidTr="008965BB">
        <w:trPr>
          <w:trHeight w:val="350"/>
        </w:trPr>
        <w:tc>
          <w:tcPr>
            <w:tcW w:w="3920" w:type="dxa"/>
            <w:shd w:val="clear" w:color="auto" w:fill="auto"/>
          </w:tcPr>
          <w:p w14:paraId="12E67EC8" w14:textId="77777777" w:rsidR="00BA7875" w:rsidRDefault="00BA7875" w:rsidP="008965BB">
            <w:pPr>
              <w:pStyle w:val="libPoem"/>
            </w:pPr>
            <w:r>
              <w:rPr>
                <w:rtl/>
                <w:lang w:bidi="fa-IR"/>
              </w:rPr>
              <w:t>يهل الخيم قوموا جاكم جواد الوالي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F9A76EE" w14:textId="77777777" w:rsidR="00BA7875" w:rsidRDefault="00BA7875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3D14BBF" w14:textId="77777777" w:rsidR="00BA7875" w:rsidRDefault="00BA7875" w:rsidP="008965BB">
            <w:pPr>
              <w:pStyle w:val="libPoem"/>
            </w:pPr>
            <w:r>
              <w:rPr>
                <w:rtl/>
                <w:lang w:bidi="fa-IR"/>
              </w:rPr>
              <w:t>والسرج منه منتكس اُومن احماكم خالي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875" w14:paraId="777DD773" w14:textId="77777777" w:rsidTr="008965BB">
        <w:trPr>
          <w:trHeight w:val="350"/>
        </w:trPr>
        <w:tc>
          <w:tcPr>
            <w:tcW w:w="3920" w:type="dxa"/>
          </w:tcPr>
          <w:p w14:paraId="6A76133D" w14:textId="77777777" w:rsidR="00BA7875" w:rsidRDefault="00BA7875" w:rsidP="008965BB">
            <w:pPr>
              <w:pStyle w:val="libPoem"/>
            </w:pPr>
            <w:r>
              <w:rPr>
                <w:rtl/>
                <w:lang w:bidi="fa-IR"/>
              </w:rPr>
              <w:t>طلعت اُوهي مدهوشة والصوت منها بادي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CD0212" w14:textId="77777777" w:rsidR="00BA7875" w:rsidRDefault="00BA7875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D5507F" w14:textId="77777777" w:rsidR="00BA7875" w:rsidRDefault="00BA7875" w:rsidP="008965BB">
            <w:pPr>
              <w:pStyle w:val="libPoem"/>
            </w:pPr>
            <w:r>
              <w:rPr>
                <w:rtl/>
                <w:lang w:bidi="fa-IR"/>
              </w:rPr>
              <w:t>يا مهر وين احمانا يا مهر وين اسنادي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875" w14:paraId="5C58A12C" w14:textId="77777777" w:rsidTr="008965BB">
        <w:trPr>
          <w:trHeight w:val="350"/>
        </w:trPr>
        <w:tc>
          <w:tcPr>
            <w:tcW w:w="3920" w:type="dxa"/>
          </w:tcPr>
          <w:p w14:paraId="31BF4346" w14:textId="77777777" w:rsidR="00BA7875" w:rsidRDefault="00BA7875" w:rsidP="008965BB">
            <w:pPr>
              <w:pStyle w:val="libPoem"/>
            </w:pPr>
            <w:r>
              <w:rPr>
                <w:rtl/>
                <w:lang w:bidi="fa-IR"/>
              </w:rPr>
              <w:t>قلها وقع من ظهري في وسط بطن 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84AEDF" w14:textId="77777777" w:rsidR="00BA7875" w:rsidRDefault="00BA7875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355DB5" w14:textId="77777777" w:rsidR="00BA7875" w:rsidRDefault="00BA7875" w:rsidP="008965BB">
            <w:pPr>
              <w:pStyle w:val="libPoem"/>
            </w:pPr>
            <w:r>
              <w:rPr>
                <w:rtl/>
                <w:lang w:bidi="fa-IR"/>
              </w:rPr>
              <w:t>قالت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وا ذلي الله الرحيم ابحالي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875" w14:paraId="0DDF1E39" w14:textId="77777777" w:rsidTr="008965BB">
        <w:trPr>
          <w:trHeight w:val="350"/>
        </w:trPr>
        <w:tc>
          <w:tcPr>
            <w:tcW w:w="3920" w:type="dxa"/>
          </w:tcPr>
          <w:p w14:paraId="4F2C0C92" w14:textId="77777777" w:rsidR="00BA7875" w:rsidRDefault="00BA7875" w:rsidP="008965BB">
            <w:pPr>
              <w:pStyle w:val="libPoem"/>
            </w:pPr>
            <w:r>
              <w:rPr>
                <w:rtl/>
                <w:lang w:bidi="fa-IR"/>
              </w:rPr>
              <w:t>يا مهر هذي جيّتك لي جيّة ميشومه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EB12FB" w14:textId="77777777" w:rsidR="00BA7875" w:rsidRDefault="00BA7875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440E23" w14:textId="77777777" w:rsidR="00BA7875" w:rsidRDefault="00BA7875" w:rsidP="008965BB">
            <w:pPr>
              <w:pStyle w:val="libPoem"/>
            </w:pPr>
            <w:r>
              <w:rPr>
                <w:rtl/>
                <w:lang w:bidi="fa-IR"/>
              </w:rPr>
              <w:t>يا مهر وين الوالي خبّر اُوعطني اعلومه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875" w14:paraId="030D0C31" w14:textId="77777777" w:rsidTr="008965BB">
        <w:trPr>
          <w:trHeight w:val="350"/>
        </w:trPr>
        <w:tc>
          <w:tcPr>
            <w:tcW w:w="3920" w:type="dxa"/>
          </w:tcPr>
          <w:p w14:paraId="43972B73" w14:textId="77777777" w:rsidR="00BA7875" w:rsidRDefault="00BA7875" w:rsidP="008965BB">
            <w:pPr>
              <w:pStyle w:val="libPoem"/>
            </w:pPr>
            <w:r>
              <w:rPr>
                <w:rtl/>
                <w:lang w:bidi="fa-IR"/>
              </w:rPr>
              <w:t>قلها وقع من ظهري امخضب ابفيض دموعه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96AC434" w14:textId="77777777" w:rsidR="00BA7875" w:rsidRDefault="00BA7875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F5C82C" w14:textId="77777777" w:rsidR="00BA7875" w:rsidRDefault="00BA7875" w:rsidP="008965BB">
            <w:pPr>
              <w:pStyle w:val="libPoem"/>
            </w:pPr>
            <w:r>
              <w:rPr>
                <w:rtl/>
                <w:lang w:bidi="fa-IR"/>
              </w:rPr>
              <w:t>قومي انذبيه اُو نوحي وابكني ابصوتٍ 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875" w14:paraId="1C63A41A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6995CDD" w14:textId="77777777" w:rsidR="00BA7875" w:rsidRDefault="00BA7875" w:rsidP="008965BB">
            <w:pPr>
              <w:pStyle w:val="libPoem"/>
            </w:pPr>
            <w:r>
              <w:rPr>
                <w:rtl/>
                <w:lang w:bidi="fa-IR"/>
              </w:rPr>
              <w:t>طلعت اُوهي مدهوشة وادموعها همّاله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8C5271" w14:textId="77777777" w:rsidR="00BA7875" w:rsidRDefault="00BA7875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43A6D1" w14:textId="77777777" w:rsidR="00BA7875" w:rsidRDefault="00BA7875" w:rsidP="008965BB">
            <w:pPr>
              <w:pStyle w:val="libPoem"/>
            </w:pPr>
            <w:r>
              <w:rPr>
                <w:rtl/>
                <w:lang w:bidi="fa-IR"/>
              </w:rPr>
              <w:t>اُوراحت لخوها المعركة تبغي تعاين 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875" w14:paraId="6F03E732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59B3CCF" w14:textId="77777777" w:rsidR="00BA7875" w:rsidRDefault="00BA7875" w:rsidP="008965BB">
            <w:pPr>
              <w:pStyle w:val="libPoem"/>
            </w:pPr>
            <w:r>
              <w:rPr>
                <w:rtl/>
                <w:lang w:bidi="fa-IR"/>
              </w:rPr>
              <w:t>ماجت اِليه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الشمر بارك عليه بانعاله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788FFE" w14:textId="77777777" w:rsidR="00BA7875" w:rsidRDefault="00BA7875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38BEFD" w14:textId="77777777" w:rsidR="00BA7875" w:rsidRDefault="00BA7875" w:rsidP="008965BB">
            <w:pPr>
              <w:pStyle w:val="libPoem"/>
            </w:pPr>
            <w:r>
              <w:rPr>
                <w:rtl/>
                <w:lang w:bidi="fa-IR"/>
              </w:rPr>
              <w:t>نادت ابعالي صوتها يا شمر خل الوالي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875" w14:paraId="7BC94E5A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3C9499A" w14:textId="77777777" w:rsidR="00BA7875" w:rsidRDefault="00BA7875" w:rsidP="008965BB">
            <w:pPr>
              <w:pStyle w:val="libPoem"/>
            </w:pPr>
            <w:r>
              <w:rPr>
                <w:rtl/>
                <w:lang w:bidi="fa-IR"/>
              </w:rPr>
              <w:t>يا شمر خل اكفيلي اُوراقب لجدنا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1943BA" w14:textId="77777777" w:rsidR="00BA7875" w:rsidRDefault="00BA7875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482BE8" w14:textId="77777777" w:rsidR="00BA7875" w:rsidRDefault="00BA7875" w:rsidP="008965BB">
            <w:pPr>
              <w:pStyle w:val="libPoem"/>
            </w:pPr>
            <w:r>
              <w:rPr>
                <w:rtl/>
                <w:lang w:bidi="fa-IR"/>
              </w:rPr>
              <w:t>لا تذبحه اُو تفجعنا ابعزي اُوسور اعمادي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875" w14:paraId="371B0CBF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4CFC230" w14:textId="77777777" w:rsidR="00BA7875" w:rsidRDefault="00BA7875" w:rsidP="008965BB">
            <w:pPr>
              <w:pStyle w:val="libPoem"/>
            </w:pPr>
            <w:r>
              <w:rPr>
                <w:rtl/>
                <w:lang w:bidi="fa-IR"/>
              </w:rPr>
              <w:t>أهوى عليه ابسيفه اُويمّه الحزينة اتنادي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599011" w14:textId="77777777" w:rsidR="00BA7875" w:rsidRDefault="00BA7875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F8B3EB" w14:textId="77777777" w:rsidR="00BA7875" w:rsidRDefault="00BA7875" w:rsidP="008965BB">
            <w:pPr>
              <w:pStyle w:val="libPoem"/>
            </w:pPr>
            <w:r>
              <w:rPr>
                <w:rtl/>
                <w:lang w:bidi="fa-IR"/>
              </w:rPr>
              <w:t>اُوحز الكريم اُوشاله اُوكبّر ابصوتٍ 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875" w14:paraId="3FD01554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3C4D514" w14:textId="77777777" w:rsidR="00BA7875" w:rsidRDefault="00BA7875" w:rsidP="008965BB">
            <w:pPr>
              <w:pStyle w:val="libPoem"/>
            </w:pPr>
            <w:r>
              <w:rPr>
                <w:rtl/>
                <w:lang w:bidi="fa-IR"/>
              </w:rPr>
              <w:t>اُوشاله على مياده واتشعشت انواره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2F2400" w14:textId="77777777" w:rsidR="00BA7875" w:rsidRDefault="00BA7875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84F5A2" w14:textId="77777777" w:rsidR="00BA7875" w:rsidRDefault="00BA7875" w:rsidP="008965BB">
            <w:pPr>
              <w:pStyle w:val="libPoem"/>
            </w:pPr>
            <w:r>
              <w:rPr>
                <w:rtl/>
                <w:lang w:bidi="fa-IR"/>
              </w:rPr>
              <w:t>والجسد ظل على الثرى مرمي ابغير اموارى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7875" w14:paraId="57C33751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CCF0A50" w14:textId="77777777" w:rsidR="00BA7875" w:rsidRDefault="00BA7875" w:rsidP="008965BB">
            <w:pPr>
              <w:pStyle w:val="libPoem"/>
            </w:pPr>
            <w:r>
              <w:rPr>
                <w:rtl/>
                <w:lang w:bidi="fa-IR"/>
              </w:rPr>
              <w:t>والجن لجله ناحت والأنبيا محتاره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CB6DE4" w14:textId="77777777" w:rsidR="00BA7875" w:rsidRDefault="00BA7875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437A9A" w14:textId="77777777" w:rsidR="00BA7875" w:rsidRDefault="00BA7875" w:rsidP="00BA7875">
            <w:pPr>
              <w:pStyle w:val="libPoem"/>
            </w:pPr>
            <w:r>
              <w:rPr>
                <w:rtl/>
                <w:lang w:bidi="fa-IR"/>
              </w:rPr>
              <w:t>اُوجبريل ينعى بالسمااُويصرخ ابصوتٍ 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72E024D" w14:textId="77777777" w:rsidR="00EE7C84" w:rsidRDefault="00EE7C84" w:rsidP="00D00A5F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0069E" w14:paraId="6E7015A8" w14:textId="77777777" w:rsidTr="008965BB">
        <w:trPr>
          <w:trHeight w:val="350"/>
        </w:trPr>
        <w:tc>
          <w:tcPr>
            <w:tcW w:w="3920" w:type="dxa"/>
            <w:shd w:val="clear" w:color="auto" w:fill="auto"/>
          </w:tcPr>
          <w:p w14:paraId="3B1B490C" w14:textId="77777777" w:rsidR="0040069E" w:rsidRDefault="0040069E" w:rsidP="008965BB">
            <w:pPr>
              <w:pStyle w:val="libPoem"/>
            </w:pPr>
            <w:r>
              <w:rPr>
                <w:rtl/>
                <w:lang w:bidi="fa-IR"/>
              </w:rPr>
              <w:t>يا ساعة الكشرا على ذيك الخواتين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0CE1B9E" w14:textId="77777777" w:rsidR="0040069E" w:rsidRDefault="0040069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E06301A" w14:textId="77777777" w:rsidR="0040069E" w:rsidRDefault="0040069E" w:rsidP="008965BB">
            <w:pPr>
              <w:pStyle w:val="libPoem"/>
            </w:pPr>
            <w:r>
              <w:rPr>
                <w:rtl/>
                <w:lang w:bidi="fa-IR"/>
              </w:rPr>
              <w:t>يوم لفى ليها المهر خالي من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069E" w14:paraId="77B19019" w14:textId="77777777" w:rsidTr="008965BB">
        <w:trPr>
          <w:trHeight w:val="350"/>
        </w:trPr>
        <w:tc>
          <w:tcPr>
            <w:tcW w:w="3920" w:type="dxa"/>
          </w:tcPr>
          <w:p w14:paraId="5CFBC16B" w14:textId="77777777" w:rsidR="0040069E" w:rsidRDefault="0040069E" w:rsidP="008965BB">
            <w:pPr>
              <w:pStyle w:val="libPoem"/>
            </w:pPr>
            <w:r>
              <w:rPr>
                <w:rtl/>
                <w:lang w:bidi="fa-IR"/>
              </w:rPr>
              <w:t>طلعت من الخيمة النسا كلها مداهيش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381B95" w14:textId="77777777" w:rsidR="0040069E" w:rsidRDefault="0040069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870AAF" w14:textId="77777777" w:rsidR="0040069E" w:rsidRDefault="0040069E" w:rsidP="008965BB">
            <w:pPr>
              <w:pStyle w:val="libPoem"/>
            </w:pPr>
            <w:r>
              <w:rPr>
                <w:rtl/>
                <w:lang w:bidi="fa-IR"/>
              </w:rPr>
              <w:t>وحده تنادي اشها المصاب النغص العيش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1F1F595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8"/>
        <w:gridCol w:w="294"/>
        <w:gridCol w:w="3919"/>
      </w:tblGrid>
      <w:tr w:rsidR="00F42295" w14:paraId="7D7F029E" w14:textId="77777777" w:rsidTr="00F42295">
        <w:trPr>
          <w:trHeight w:val="350"/>
        </w:trPr>
        <w:tc>
          <w:tcPr>
            <w:tcW w:w="3703" w:type="dxa"/>
            <w:shd w:val="clear" w:color="auto" w:fill="auto"/>
          </w:tcPr>
          <w:p w14:paraId="6A67418C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lastRenderedPageBreak/>
              <w:t>اووحده تنادي انكان راح اِحسين ماعيش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164A91C5" w14:textId="77777777" w:rsidR="00F42295" w:rsidRDefault="00F42295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  <w:shd w:val="clear" w:color="auto" w:fill="auto"/>
          </w:tcPr>
          <w:p w14:paraId="45C6FA59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اُووحده تخر فوق الثرى اُو تلطم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2295" w14:paraId="5229D4D5" w14:textId="77777777" w:rsidTr="00F42295">
        <w:trPr>
          <w:trHeight w:val="350"/>
        </w:trPr>
        <w:tc>
          <w:tcPr>
            <w:tcW w:w="3703" w:type="dxa"/>
          </w:tcPr>
          <w:p w14:paraId="0C9462E2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او تلقى لهم ضجة على امصيبة المذبوح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3A238C4" w14:textId="77777777" w:rsidR="00F42295" w:rsidRDefault="00F42295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16887AC" w14:textId="77777777" w:rsidR="00F42295" w:rsidRDefault="00F42295" w:rsidP="00F42295">
            <w:pPr>
              <w:pStyle w:val="libPoem"/>
            </w:pPr>
            <w:r>
              <w:rPr>
                <w:rtl/>
                <w:lang w:bidi="fa-IR"/>
              </w:rPr>
              <w:t>اُوكثر اللطم سوى على اُوجوه النسا اجروح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2295" w14:paraId="2F85F516" w14:textId="77777777" w:rsidTr="00F42295">
        <w:trPr>
          <w:trHeight w:val="350"/>
        </w:trPr>
        <w:tc>
          <w:tcPr>
            <w:tcW w:w="3703" w:type="dxa"/>
          </w:tcPr>
          <w:p w14:paraId="29D6D941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ولنجوم لافقدت شمسها قامت اتلوح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2595F57" w14:textId="77777777" w:rsidR="00F42295" w:rsidRDefault="00F42295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9AB6672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الشمس ابو سكنة ولنجوم الخواتين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2295" w14:paraId="63C1848B" w14:textId="77777777" w:rsidTr="00F42295">
        <w:trPr>
          <w:trHeight w:val="350"/>
        </w:trPr>
        <w:tc>
          <w:tcPr>
            <w:tcW w:w="3703" w:type="dxa"/>
          </w:tcPr>
          <w:p w14:paraId="41182662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وصلوا سريع المصرعه ايشوفون 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6854BD3" w14:textId="77777777" w:rsidR="00F42295" w:rsidRDefault="00F42295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2BACFC4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شافوا الشمر دايس على صدره ابنعاله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2295" w14:paraId="6A090A56" w14:textId="77777777" w:rsidTr="00F42295">
        <w:trPr>
          <w:trHeight w:val="350"/>
        </w:trPr>
        <w:tc>
          <w:tcPr>
            <w:tcW w:w="3703" w:type="dxa"/>
          </w:tcPr>
          <w:p w14:paraId="1206A962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وامن الظما اُو نزف الدما الجلد 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49CC2C2" w14:textId="77777777" w:rsidR="00F42295" w:rsidRDefault="00F42295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CE8621F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لن العطش يبس افاده والشفاتين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2295" w14:paraId="6155873B" w14:textId="77777777" w:rsidTr="00F4229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7DE8597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صاحوا ابوجهه اُو زينب اتقله يخايب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EB7F7D4" w14:textId="77777777" w:rsidR="00F42295" w:rsidRDefault="00F42295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2AB5129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ما تراقب الله ابها لغريب اُوها لغرايب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2295" w14:paraId="6B7EA7AD" w14:textId="77777777" w:rsidTr="00F4229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931CD82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لا من ذبحته نسوته تغدي شعايب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6A5BD5B" w14:textId="77777777" w:rsidR="00F42295" w:rsidRDefault="00F42295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F5E30B0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خلني امدنه اُو باغمض له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2295" w14:paraId="4064207C" w14:textId="77777777" w:rsidTr="00F4229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4F38C95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هذا الذي جبريل في مهده يناغيه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E653055" w14:textId="77777777" w:rsidR="00F42295" w:rsidRDefault="00F42295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AFBFEA0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وابكاه للمختار لو مَن صاح يؤذيه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2295" w14:paraId="1B891388" w14:textId="77777777" w:rsidTr="00F4229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C3EFF26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وانته يشمر ابن الخنا شربه ما تسقيه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7CF474B" w14:textId="77777777" w:rsidR="00F42295" w:rsidRDefault="00F42295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5EEF710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وامن العطش قلبه ترى صار شطرين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2295" w14:paraId="20FC506B" w14:textId="77777777" w:rsidTr="00F4229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4BEFF67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عن نحر أبو سكينة الولي سيفك تنحّه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E58F8B2" w14:textId="77777777" w:rsidR="00F42295" w:rsidRDefault="00F42295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6499C42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لا تذبحه يا شمر تفجعنا اِبذبحه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2295" w14:paraId="109C973E" w14:textId="77777777" w:rsidTr="00F4229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AA5D471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قلها يزينب داسكتي لازيد اذبحه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6D3B60A" w14:textId="77777777" w:rsidR="00F42295" w:rsidRDefault="00F42295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2FB5FF2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وادعي السما تبكي اُو تبكيه الاراضين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2295" w14:paraId="7BB65B66" w14:textId="77777777" w:rsidTr="00F4229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262CE35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اُو ميّز كريمه اُولا اختشى اِمن الله ولا هاب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38DB94C" w14:textId="77777777" w:rsidR="00F42295" w:rsidRDefault="00F42295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F0A5D9E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والراس شاله والجسد يعفر بلتراب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2295" w14:paraId="22781F5F" w14:textId="77777777" w:rsidTr="00F4229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DDD5291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اُو زينب الحورا تنتحب والدمع سكّاب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EB5378D" w14:textId="77777777" w:rsidR="00F42295" w:rsidRDefault="00F42295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92102E1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واتقول راح أخاً يعي مثله بعد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2295" w14:paraId="00C512B1" w14:textId="77777777" w:rsidTr="00F4229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5584ABD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قامت بحسرتها اُوكلّ الحرم معها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7381C96" w14:textId="77777777" w:rsidR="00F42295" w:rsidRDefault="00F42295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EAD7DF0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ادموع النسا تجري اُوهي تجري دمعها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2295" w14:paraId="71F10EE0" w14:textId="77777777" w:rsidTr="00F4229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36AD41D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لكنها ابسوطه الشمر كسر ضلعها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4581EC6" w14:textId="77777777" w:rsidR="00F42295" w:rsidRDefault="00F42295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3A166C9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صاحت ابعالي الصوت ترضى يا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2295" w14:paraId="3CDDDAAE" w14:textId="77777777" w:rsidTr="00F4229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7D489C1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ترضى الشمر يضرب عزيزتكم يمظلوم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FB59DFC" w14:textId="77777777" w:rsidR="00F42295" w:rsidRDefault="00F42295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57AA377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ما انا وديعة بوك حيدر بحر لعلوم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2295" w14:paraId="24CE814F" w14:textId="77777777" w:rsidTr="00F4229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61B25DF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بعد المعزّة يا كفيلي ابولية 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A889B9F" w14:textId="77777777" w:rsidR="00F42295" w:rsidRDefault="00F42295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5C72B21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قلها ارجعي امرك إلى الله واصبري 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2295" w14:paraId="22D1347A" w14:textId="77777777" w:rsidTr="00F4229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14371E4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صبري على ضرب اُوشتم واعلى هضيمه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3750887" w14:textId="77777777" w:rsidR="00F42295" w:rsidRDefault="00F42295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BD4EE92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واتكفلي ابكل ارمله وطفله اويتيمه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2295" w14:paraId="1A901F1B" w14:textId="77777777" w:rsidTr="00F4229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ED6F334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قالت يخويه امصيبتي شنعا اُو عظيمه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73CE54A" w14:textId="77777777" w:rsidR="00F42295" w:rsidRDefault="00F42295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63501BA" w14:textId="77777777" w:rsidR="00F42295" w:rsidRDefault="00F42295" w:rsidP="008965BB">
            <w:pPr>
              <w:pStyle w:val="libPoem"/>
            </w:pPr>
            <w:r>
              <w:rPr>
                <w:rtl/>
                <w:lang w:bidi="fa-IR"/>
              </w:rPr>
              <w:t>حرمه اُو غريبه برض ففرا مالي امعين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605FCD1" w14:textId="77777777" w:rsidR="00EE7C84" w:rsidRDefault="00EE7C84" w:rsidP="00F42295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4EC0A5A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1"/>
        <w:gridCol w:w="294"/>
        <w:gridCol w:w="3926"/>
      </w:tblGrid>
      <w:tr w:rsidR="009620A3" w14:paraId="6C0E9A6A" w14:textId="77777777" w:rsidTr="000B6B26">
        <w:trPr>
          <w:trHeight w:val="350"/>
        </w:trPr>
        <w:tc>
          <w:tcPr>
            <w:tcW w:w="3697" w:type="dxa"/>
            <w:shd w:val="clear" w:color="auto" w:fill="auto"/>
          </w:tcPr>
          <w:p w14:paraId="4F9F0B2C" w14:textId="77777777" w:rsidR="009620A3" w:rsidRDefault="009620A3" w:rsidP="008965BB">
            <w:pPr>
              <w:pStyle w:val="libPoem"/>
            </w:pPr>
            <w:r>
              <w:rPr>
                <w:rtl/>
                <w:lang w:bidi="fa-IR"/>
              </w:rPr>
              <w:lastRenderedPageBreak/>
              <w:t>جاكم جواد الوالي متخضب ابدماته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237C703A" w14:textId="77777777" w:rsidR="009620A3" w:rsidRDefault="009620A3" w:rsidP="008965BB">
            <w:pPr>
              <w:pStyle w:val="libPoem"/>
              <w:rPr>
                <w:rtl/>
              </w:rPr>
            </w:pPr>
          </w:p>
        </w:tc>
        <w:tc>
          <w:tcPr>
            <w:tcW w:w="3673" w:type="dxa"/>
            <w:shd w:val="clear" w:color="auto" w:fill="auto"/>
          </w:tcPr>
          <w:p w14:paraId="77EA215B" w14:textId="77777777" w:rsidR="009620A3" w:rsidRDefault="009620A3" w:rsidP="008965BB">
            <w:pPr>
              <w:pStyle w:val="libPoem"/>
            </w:pPr>
            <w:r>
              <w:rPr>
                <w:rtl/>
                <w:lang w:bidi="fa-IR"/>
              </w:rPr>
              <w:t>خالي وسرجه مايل يسحب فضيل اعنانه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20A3" w14:paraId="193135B6" w14:textId="77777777" w:rsidTr="000B6B26">
        <w:trPr>
          <w:trHeight w:val="350"/>
        </w:trPr>
        <w:tc>
          <w:tcPr>
            <w:tcW w:w="3697" w:type="dxa"/>
          </w:tcPr>
          <w:p w14:paraId="0746C62E" w14:textId="77777777" w:rsidR="009620A3" w:rsidRDefault="009620A3" w:rsidP="008965BB">
            <w:pPr>
              <w:pStyle w:val="libPoem"/>
            </w:pPr>
            <w:r>
              <w:rPr>
                <w:rtl/>
                <w:lang w:bidi="fa-IR"/>
              </w:rPr>
              <w:t>طلعت من امخيمها ذيك النسا المستوره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12D74F4" w14:textId="77777777" w:rsidR="009620A3" w:rsidRDefault="009620A3" w:rsidP="008965BB">
            <w:pPr>
              <w:pStyle w:val="libPoem"/>
              <w:rPr>
                <w:rtl/>
              </w:rPr>
            </w:pPr>
          </w:p>
        </w:tc>
        <w:tc>
          <w:tcPr>
            <w:tcW w:w="3673" w:type="dxa"/>
          </w:tcPr>
          <w:p w14:paraId="07EC8EDC" w14:textId="77777777" w:rsidR="009620A3" w:rsidRDefault="009620A3" w:rsidP="008965BB">
            <w:pPr>
              <w:pStyle w:val="libPoem"/>
            </w:pPr>
            <w:r>
              <w:rPr>
                <w:rtl/>
                <w:lang w:bidi="fa-IR"/>
              </w:rPr>
              <w:t>شافوا الجواد وقالوا لا مرحبا ابها لصورة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20A3" w14:paraId="68977F68" w14:textId="77777777" w:rsidTr="000B6B26">
        <w:trPr>
          <w:trHeight w:val="350"/>
        </w:trPr>
        <w:tc>
          <w:tcPr>
            <w:tcW w:w="3697" w:type="dxa"/>
          </w:tcPr>
          <w:p w14:paraId="0FE64BE8" w14:textId="77777777" w:rsidR="009620A3" w:rsidRDefault="009620A3" w:rsidP="008965BB">
            <w:pPr>
              <w:pStyle w:val="libPoem"/>
            </w:pPr>
            <w:r>
              <w:rPr>
                <w:rtl/>
                <w:lang w:bidi="fa-IR"/>
              </w:rPr>
              <w:t>يا مهرة وين الوالي بانروح كلنا اندوره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0FAAD05" w14:textId="77777777" w:rsidR="009620A3" w:rsidRDefault="009620A3" w:rsidP="008965BB">
            <w:pPr>
              <w:pStyle w:val="libPoem"/>
              <w:rPr>
                <w:rtl/>
              </w:rPr>
            </w:pPr>
          </w:p>
        </w:tc>
        <w:tc>
          <w:tcPr>
            <w:tcW w:w="3673" w:type="dxa"/>
          </w:tcPr>
          <w:p w14:paraId="7BCC52F5" w14:textId="77777777" w:rsidR="009620A3" w:rsidRDefault="009620A3" w:rsidP="008965BB">
            <w:pPr>
              <w:pStyle w:val="libPoem"/>
            </w:pPr>
            <w:r>
              <w:rPr>
                <w:rtl/>
                <w:lang w:bidi="fa-IR"/>
              </w:rPr>
              <w:t>زاد الصهيل اُوهلّت ادموعه من اجفانه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20A3" w14:paraId="16593D51" w14:textId="77777777" w:rsidTr="000B6B26">
        <w:trPr>
          <w:trHeight w:val="350"/>
        </w:trPr>
        <w:tc>
          <w:tcPr>
            <w:tcW w:w="3697" w:type="dxa"/>
          </w:tcPr>
          <w:p w14:paraId="16FFA31B" w14:textId="77777777" w:rsidR="009620A3" w:rsidRDefault="009620A3" w:rsidP="000B6B26">
            <w:pPr>
              <w:pStyle w:val="libPoem"/>
            </w:pPr>
            <w:r>
              <w:rPr>
                <w:rtl/>
                <w:lang w:bidi="fa-IR"/>
              </w:rPr>
              <w:t>اُوظل الجواد ايحمحم اُويجري الدمع من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82112FB" w14:textId="77777777" w:rsidR="009620A3" w:rsidRDefault="009620A3" w:rsidP="008965BB">
            <w:pPr>
              <w:pStyle w:val="libPoem"/>
              <w:rPr>
                <w:rtl/>
              </w:rPr>
            </w:pPr>
          </w:p>
        </w:tc>
        <w:tc>
          <w:tcPr>
            <w:tcW w:w="3673" w:type="dxa"/>
          </w:tcPr>
          <w:p w14:paraId="57E20EA9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كُل النسا اتخطاها اُوقف لعند اسكينه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20A3" w14:paraId="6324A045" w14:textId="77777777" w:rsidTr="000B6B26">
        <w:trPr>
          <w:trHeight w:val="350"/>
        </w:trPr>
        <w:tc>
          <w:tcPr>
            <w:tcW w:w="3697" w:type="dxa"/>
          </w:tcPr>
          <w:p w14:paraId="789210AF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قالت يمهر الوالي خلفت بويه وينه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696F5A0" w14:textId="77777777" w:rsidR="009620A3" w:rsidRDefault="009620A3" w:rsidP="008965BB">
            <w:pPr>
              <w:pStyle w:val="libPoem"/>
              <w:rPr>
                <w:rtl/>
              </w:rPr>
            </w:pPr>
          </w:p>
        </w:tc>
        <w:tc>
          <w:tcPr>
            <w:tcW w:w="3673" w:type="dxa"/>
          </w:tcPr>
          <w:p w14:paraId="3859ABE7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يا عمّتي راح الوالي اُوخالي جواده جانا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20A3" w14:paraId="7CE648F1" w14:textId="77777777" w:rsidTr="000B6B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97" w:type="dxa"/>
          </w:tcPr>
          <w:p w14:paraId="0F2571BA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يوم العليل اسمعهم صاح اُو تزيد همه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A88AD4F" w14:textId="77777777" w:rsidR="009620A3" w:rsidRDefault="009620A3" w:rsidP="008965BB">
            <w:pPr>
              <w:pStyle w:val="libPoem"/>
              <w:rPr>
                <w:rtl/>
              </w:rPr>
            </w:pPr>
          </w:p>
        </w:tc>
        <w:tc>
          <w:tcPr>
            <w:tcW w:w="3673" w:type="dxa"/>
          </w:tcPr>
          <w:p w14:paraId="586D8724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كشفي طرف هالخيمة باشوف انا ياعمّه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20A3" w14:paraId="130FAEA6" w14:textId="77777777" w:rsidTr="000B6B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97" w:type="dxa"/>
          </w:tcPr>
          <w:p w14:paraId="29892FBA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ما تنظري يا عمّة شمس النهار امظلمه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EF8B4E3" w14:textId="77777777" w:rsidR="009620A3" w:rsidRDefault="009620A3" w:rsidP="008965BB">
            <w:pPr>
              <w:pStyle w:val="libPoem"/>
              <w:rPr>
                <w:rtl/>
              </w:rPr>
            </w:pPr>
          </w:p>
        </w:tc>
        <w:tc>
          <w:tcPr>
            <w:tcW w:w="3673" w:type="dxa"/>
          </w:tcPr>
          <w:p w14:paraId="7640126C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والطير يبكي في السماء ويصفق ابجنحانه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20A3" w14:paraId="3299EE47" w14:textId="77777777" w:rsidTr="000B6B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97" w:type="dxa"/>
          </w:tcPr>
          <w:p w14:paraId="5BABE20E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قالت ينور اعيوني هبت ارياح سوده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C0C256D" w14:textId="77777777" w:rsidR="009620A3" w:rsidRDefault="009620A3" w:rsidP="008965BB">
            <w:pPr>
              <w:pStyle w:val="libPoem"/>
              <w:rPr>
                <w:rtl/>
              </w:rPr>
            </w:pPr>
          </w:p>
        </w:tc>
        <w:tc>
          <w:tcPr>
            <w:tcW w:w="3673" w:type="dxa"/>
          </w:tcPr>
          <w:p w14:paraId="2904A77B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والأرض ظلّت ترجف باجبالها الممدوده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20A3" w14:paraId="54C42544" w14:textId="77777777" w:rsidTr="000B6B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97" w:type="dxa"/>
          </w:tcPr>
          <w:p w14:paraId="5656F667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أشوف السما محمرّة اُو لخسوف زيّد زوده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137BABD" w14:textId="77777777" w:rsidR="009620A3" w:rsidRDefault="009620A3" w:rsidP="008965BB">
            <w:pPr>
              <w:pStyle w:val="libPoem"/>
              <w:rPr>
                <w:rtl/>
              </w:rPr>
            </w:pPr>
          </w:p>
        </w:tc>
        <w:tc>
          <w:tcPr>
            <w:tcW w:w="3673" w:type="dxa"/>
          </w:tcPr>
          <w:p w14:paraId="3203BF06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مدري اشجرى بوالينا ما ظنّتي ينسانا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20A3" w14:paraId="608525D9" w14:textId="77777777" w:rsidTr="000B6B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97" w:type="dxa"/>
          </w:tcPr>
          <w:p w14:paraId="03D6849D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قلها يعمّة جمعي كُل النسا في خيمه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7AA2585" w14:textId="77777777" w:rsidR="009620A3" w:rsidRDefault="009620A3" w:rsidP="008965BB">
            <w:pPr>
              <w:pStyle w:val="libPoem"/>
              <w:rPr>
                <w:rtl/>
              </w:rPr>
            </w:pPr>
          </w:p>
        </w:tc>
        <w:tc>
          <w:tcPr>
            <w:tcW w:w="3673" w:type="dxa"/>
          </w:tcPr>
          <w:p w14:paraId="356E38C8" w14:textId="77777777" w:rsidR="009620A3" w:rsidRDefault="000B6B26" w:rsidP="000B6B26">
            <w:pPr>
              <w:pStyle w:val="libPoem"/>
            </w:pPr>
            <w:r>
              <w:rPr>
                <w:rtl/>
                <w:lang w:bidi="fa-IR"/>
              </w:rPr>
              <w:t>شنهوالفكر لو ضاعت من هاليتامى ايتيمه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6B26" w14:paraId="5D93D05F" w14:textId="77777777" w:rsidTr="000B6B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697" w:type="dxa"/>
          </w:tcPr>
          <w:p w14:paraId="6F09E3D3" w14:textId="77777777" w:rsidR="000B6B26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كُلّ اليتامى فرّت شوفي خليّة الخيمه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976085E" w14:textId="77777777" w:rsidR="000B6B26" w:rsidRDefault="000B6B26" w:rsidP="008965BB">
            <w:pPr>
              <w:pStyle w:val="libPoem"/>
              <w:rPr>
                <w:rtl/>
              </w:rPr>
            </w:pPr>
          </w:p>
        </w:tc>
        <w:tc>
          <w:tcPr>
            <w:tcW w:w="3673" w:type="dxa"/>
          </w:tcPr>
          <w:p w14:paraId="702BDB95" w14:textId="77777777" w:rsidR="000B6B26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قالت أنا كلّفني إبعيلته اُو نسوانه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AADC66C" w14:textId="77777777" w:rsidR="00EE7C84" w:rsidRDefault="00EE7C84" w:rsidP="009620A3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0"/>
        <w:gridCol w:w="294"/>
        <w:gridCol w:w="3917"/>
      </w:tblGrid>
      <w:tr w:rsidR="009620A3" w14:paraId="332F661B" w14:textId="77777777" w:rsidTr="000B6B26">
        <w:trPr>
          <w:trHeight w:val="350"/>
        </w:trPr>
        <w:tc>
          <w:tcPr>
            <w:tcW w:w="3705" w:type="dxa"/>
            <w:shd w:val="clear" w:color="auto" w:fill="auto"/>
          </w:tcPr>
          <w:p w14:paraId="47A1E504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طلعت من الفسطاطا زينب تندب احسين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28DBA4BE" w14:textId="77777777" w:rsidR="009620A3" w:rsidRDefault="009620A3" w:rsidP="008965BB">
            <w:pPr>
              <w:pStyle w:val="libPoem"/>
              <w:rPr>
                <w:rtl/>
              </w:rPr>
            </w:pPr>
          </w:p>
        </w:tc>
        <w:tc>
          <w:tcPr>
            <w:tcW w:w="3665" w:type="dxa"/>
            <w:shd w:val="clear" w:color="auto" w:fill="auto"/>
          </w:tcPr>
          <w:p w14:paraId="0D4BE225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ادركنا يبو السجّاد حاطتنا الملاعين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20A3" w14:paraId="20368480" w14:textId="77777777" w:rsidTr="000B6B26">
        <w:trPr>
          <w:trHeight w:val="350"/>
        </w:trPr>
        <w:tc>
          <w:tcPr>
            <w:tcW w:w="3705" w:type="dxa"/>
          </w:tcPr>
          <w:p w14:paraId="3C6CEA48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اِدركنا يبو السجّاد حاطتنا ترى الخيل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964A925" w14:textId="77777777" w:rsidR="009620A3" w:rsidRDefault="009620A3" w:rsidP="008965BB">
            <w:pPr>
              <w:pStyle w:val="libPoem"/>
              <w:rPr>
                <w:rtl/>
              </w:rPr>
            </w:pPr>
          </w:p>
        </w:tc>
        <w:tc>
          <w:tcPr>
            <w:tcW w:w="3665" w:type="dxa"/>
          </w:tcPr>
          <w:p w14:paraId="65B9B3E0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والخيم ما فيها سوى السجّاد لعليل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20A3" w14:paraId="3068F4A3" w14:textId="77777777" w:rsidTr="000B6B26">
        <w:trPr>
          <w:trHeight w:val="350"/>
        </w:trPr>
        <w:tc>
          <w:tcPr>
            <w:tcW w:w="3705" w:type="dxa"/>
          </w:tcPr>
          <w:p w14:paraId="6685DA18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سمع بناتك تنتحب واتصيح بالويل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80CC261" w14:textId="77777777" w:rsidR="009620A3" w:rsidRDefault="009620A3" w:rsidP="008965BB">
            <w:pPr>
              <w:pStyle w:val="libPoem"/>
              <w:rPr>
                <w:rtl/>
              </w:rPr>
            </w:pPr>
          </w:p>
        </w:tc>
        <w:tc>
          <w:tcPr>
            <w:tcW w:w="3665" w:type="dxa"/>
          </w:tcPr>
          <w:p w14:paraId="5C89E026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يحسين عدوانك ترى هجموا الصياوين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20A3" w14:paraId="375107AF" w14:textId="77777777" w:rsidTr="000B6B26">
        <w:trPr>
          <w:trHeight w:val="350"/>
        </w:trPr>
        <w:tc>
          <w:tcPr>
            <w:tcW w:w="3705" w:type="dxa"/>
          </w:tcPr>
          <w:p w14:paraId="457DDB18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يحسين نقدر نجي لك ياولينا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84B054F" w14:textId="77777777" w:rsidR="009620A3" w:rsidRDefault="009620A3" w:rsidP="008965BB">
            <w:pPr>
              <w:pStyle w:val="libPoem"/>
              <w:rPr>
                <w:rtl/>
              </w:rPr>
            </w:pPr>
          </w:p>
        </w:tc>
        <w:tc>
          <w:tcPr>
            <w:tcW w:w="3665" w:type="dxa"/>
          </w:tcPr>
          <w:p w14:paraId="41175628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للمعركة والقوم خدرك حايطينه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20A3" w14:paraId="39C2E6EF" w14:textId="77777777" w:rsidTr="000B6B26">
        <w:trPr>
          <w:trHeight w:val="350"/>
        </w:trPr>
        <w:tc>
          <w:tcPr>
            <w:tcW w:w="3705" w:type="dxa"/>
          </w:tcPr>
          <w:p w14:paraId="3AA0A588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خلّه يجينا بوالفضل حامي الظعينه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FFB2DE5" w14:textId="77777777" w:rsidR="009620A3" w:rsidRDefault="009620A3" w:rsidP="008965BB">
            <w:pPr>
              <w:pStyle w:val="libPoem"/>
              <w:rPr>
                <w:rtl/>
              </w:rPr>
            </w:pPr>
          </w:p>
        </w:tc>
        <w:tc>
          <w:tcPr>
            <w:tcW w:w="3665" w:type="dxa"/>
          </w:tcPr>
          <w:p w14:paraId="221C7BB7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حتّى إلى جسمك نجيله ياضيا العين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20A3" w14:paraId="43D10DCC" w14:textId="77777777" w:rsidTr="000B6B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5" w:type="dxa"/>
          </w:tcPr>
          <w:p w14:paraId="0522354C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وانكان ما يقدر يجي العبّاس لكبر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C634941" w14:textId="77777777" w:rsidR="009620A3" w:rsidRDefault="009620A3" w:rsidP="008965BB">
            <w:pPr>
              <w:pStyle w:val="libPoem"/>
              <w:rPr>
                <w:rtl/>
              </w:rPr>
            </w:pPr>
          </w:p>
        </w:tc>
        <w:tc>
          <w:tcPr>
            <w:tcW w:w="3665" w:type="dxa"/>
          </w:tcPr>
          <w:p w14:paraId="57FDEF45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والجاسم العريس والانصار تحضر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20A3" w14:paraId="3279E3D0" w14:textId="77777777" w:rsidTr="000B6B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5" w:type="dxa"/>
          </w:tcPr>
          <w:p w14:paraId="460B1BE2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واِنته معاهم يا ولينا يا لغضنفر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3397F99" w14:textId="77777777" w:rsidR="009620A3" w:rsidRDefault="009620A3" w:rsidP="008965BB">
            <w:pPr>
              <w:pStyle w:val="libPoem"/>
              <w:rPr>
                <w:rtl/>
              </w:rPr>
            </w:pPr>
          </w:p>
        </w:tc>
        <w:tc>
          <w:tcPr>
            <w:tcW w:w="3665" w:type="dxa"/>
          </w:tcPr>
          <w:p w14:paraId="3FE0E9E6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ندرك الراحه من تجونه للصياوين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20A3" w14:paraId="735876A4" w14:textId="77777777" w:rsidTr="000B6B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5" w:type="dxa"/>
          </w:tcPr>
          <w:p w14:paraId="09257271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وانكان ما تقدر يبو سكنة تجينا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CA3FE49" w14:textId="77777777" w:rsidR="009620A3" w:rsidRDefault="009620A3" w:rsidP="008965BB">
            <w:pPr>
              <w:pStyle w:val="libPoem"/>
              <w:rPr>
                <w:rtl/>
              </w:rPr>
            </w:pPr>
          </w:p>
        </w:tc>
        <w:tc>
          <w:tcPr>
            <w:tcW w:w="3665" w:type="dxa"/>
          </w:tcPr>
          <w:p w14:paraId="3A5F414A" w14:textId="77777777" w:rsidR="009620A3" w:rsidRDefault="000B6B26" w:rsidP="008965BB">
            <w:pPr>
              <w:pStyle w:val="libPoem"/>
            </w:pPr>
            <w:r>
              <w:rPr>
                <w:rtl/>
                <w:lang w:bidi="fa-IR"/>
              </w:rPr>
              <w:t>بانجيك يابن اُمّي انا ويا اسكينه</w:t>
            </w:r>
            <w:r w:rsidR="009620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6B26" w14:paraId="3B4F2804" w14:textId="77777777" w:rsidTr="000B6B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5" w:type="dxa"/>
          </w:tcPr>
          <w:p w14:paraId="23CC6BB7" w14:textId="77777777" w:rsidR="000B6B26" w:rsidRDefault="000B6B26" w:rsidP="008965BB">
            <w:pPr>
              <w:pStyle w:val="libPoem"/>
            </w:pPr>
            <w:r>
              <w:rPr>
                <w:rtl/>
                <w:lang w:bidi="fa-IR"/>
              </w:rPr>
              <w:t>بانشيل جسمك للمخيم يا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44D01F3" w14:textId="77777777" w:rsidR="000B6B26" w:rsidRDefault="000B6B26" w:rsidP="008965BB">
            <w:pPr>
              <w:pStyle w:val="libPoem"/>
              <w:rPr>
                <w:rtl/>
              </w:rPr>
            </w:pPr>
          </w:p>
        </w:tc>
        <w:tc>
          <w:tcPr>
            <w:tcW w:w="3665" w:type="dxa"/>
          </w:tcPr>
          <w:p w14:paraId="4950C981" w14:textId="77777777" w:rsidR="000B6B26" w:rsidRDefault="000B6B26" w:rsidP="008965BB">
            <w:pPr>
              <w:pStyle w:val="libPoem"/>
            </w:pPr>
            <w:r>
              <w:rPr>
                <w:rtl/>
                <w:lang w:bidi="fa-IR"/>
              </w:rPr>
              <w:t>ما يستوى جسمك يظل بالثرب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6BEE63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D5A36" w14:paraId="29AE3D3E" w14:textId="77777777" w:rsidTr="008965BB">
        <w:trPr>
          <w:trHeight w:val="350"/>
        </w:trPr>
        <w:tc>
          <w:tcPr>
            <w:tcW w:w="3920" w:type="dxa"/>
            <w:shd w:val="clear" w:color="auto" w:fill="auto"/>
          </w:tcPr>
          <w:p w14:paraId="44938242" w14:textId="77777777" w:rsidR="000D5A36" w:rsidRDefault="000D5A36" w:rsidP="008965BB">
            <w:pPr>
              <w:pStyle w:val="libPoem"/>
            </w:pPr>
            <w:r>
              <w:rPr>
                <w:rtl/>
                <w:lang w:bidi="fa-IR"/>
              </w:rPr>
              <w:lastRenderedPageBreak/>
              <w:t>نادى يزينب لا تزيديني ونيني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9F8FE7B" w14:textId="77777777" w:rsidR="000D5A36" w:rsidRDefault="000D5A36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047B317" w14:textId="77777777" w:rsidR="000D5A36" w:rsidRDefault="000D5A36" w:rsidP="008965BB">
            <w:pPr>
              <w:pStyle w:val="libPoem"/>
            </w:pPr>
            <w:r>
              <w:rPr>
                <w:rtl/>
                <w:lang w:bidi="fa-IR"/>
              </w:rPr>
              <w:t>ما تنقل البتار يا زينب يميني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A36" w14:paraId="6448D967" w14:textId="77777777" w:rsidTr="008965BB">
        <w:trPr>
          <w:trHeight w:val="350"/>
        </w:trPr>
        <w:tc>
          <w:tcPr>
            <w:tcW w:w="3920" w:type="dxa"/>
          </w:tcPr>
          <w:p w14:paraId="1C703CBB" w14:textId="77777777" w:rsidR="000D5A36" w:rsidRDefault="000D5A36" w:rsidP="008965BB">
            <w:pPr>
              <w:pStyle w:val="libPoem"/>
            </w:pPr>
            <w:r>
              <w:rPr>
                <w:rtl/>
                <w:lang w:bidi="fa-IR"/>
              </w:rPr>
              <w:t>خلي اعتابك يا حزينة واعذريني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D6972C" w14:textId="77777777" w:rsidR="000D5A36" w:rsidRDefault="000D5A36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72202A" w14:textId="77777777" w:rsidR="000D5A36" w:rsidRDefault="000D5A36" w:rsidP="008965BB">
            <w:pPr>
              <w:pStyle w:val="libPoem"/>
            </w:pPr>
            <w:r>
              <w:rPr>
                <w:rtl/>
                <w:lang w:bidi="fa-IR"/>
              </w:rPr>
              <w:t>اُوباري اطفالي يا حزينة والنساوين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A36" w14:paraId="5986E483" w14:textId="77777777" w:rsidTr="008965BB">
        <w:trPr>
          <w:trHeight w:val="350"/>
        </w:trPr>
        <w:tc>
          <w:tcPr>
            <w:tcW w:w="3920" w:type="dxa"/>
          </w:tcPr>
          <w:p w14:paraId="59C91EDB" w14:textId="77777777" w:rsidR="000D5A36" w:rsidRDefault="000D5A36" w:rsidP="008965BB">
            <w:pPr>
              <w:pStyle w:val="libPoem"/>
            </w:pPr>
            <w:r>
              <w:rPr>
                <w:rtl/>
                <w:lang w:bidi="fa-IR"/>
              </w:rPr>
              <w:t>اُوحطي النظر يختي على بنتي اسكينه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3B19A9E" w14:textId="77777777" w:rsidR="000D5A36" w:rsidRDefault="000D5A36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8557D2" w14:textId="77777777" w:rsidR="000D5A36" w:rsidRDefault="000D5A36" w:rsidP="008965BB">
            <w:pPr>
              <w:pStyle w:val="libPoem"/>
            </w:pPr>
            <w:r>
              <w:rPr>
                <w:rtl/>
                <w:lang w:bidi="fa-IR"/>
              </w:rPr>
              <w:t>اُولا تتركي سكنة إلى العركة تجينا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A36" w14:paraId="53436E34" w14:textId="77777777" w:rsidTr="008965BB">
        <w:trPr>
          <w:trHeight w:val="350"/>
        </w:trPr>
        <w:tc>
          <w:tcPr>
            <w:tcW w:w="3920" w:type="dxa"/>
          </w:tcPr>
          <w:p w14:paraId="26F94B89" w14:textId="77777777" w:rsidR="000D5A36" w:rsidRDefault="000D5A36" w:rsidP="008965BB">
            <w:pPr>
              <w:pStyle w:val="libPoem"/>
            </w:pPr>
            <w:r>
              <w:rPr>
                <w:rtl/>
                <w:lang w:bidi="fa-IR"/>
              </w:rPr>
              <w:t>تنظر جثثنا بالعرا اُوتبكي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D3875C" w14:textId="77777777" w:rsidR="000D5A36" w:rsidRDefault="000D5A36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FC9DEE" w14:textId="77777777" w:rsidR="000D5A36" w:rsidRDefault="000D5A36" w:rsidP="008965BB">
            <w:pPr>
              <w:pStyle w:val="libPoem"/>
            </w:pPr>
            <w:r>
              <w:rPr>
                <w:rtl/>
                <w:lang w:bidi="fa-IR"/>
              </w:rPr>
              <w:t>هل كيف تصبر من ترى العسكر محيطين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A36" w14:paraId="50287FDC" w14:textId="77777777" w:rsidTr="008965BB">
        <w:trPr>
          <w:trHeight w:val="350"/>
        </w:trPr>
        <w:tc>
          <w:tcPr>
            <w:tcW w:w="3920" w:type="dxa"/>
          </w:tcPr>
          <w:p w14:paraId="5CE7AA51" w14:textId="77777777" w:rsidR="000D5A36" w:rsidRDefault="000D5A36" w:rsidP="008965BB">
            <w:pPr>
              <w:pStyle w:val="libPoem"/>
            </w:pPr>
            <w:r>
              <w:rPr>
                <w:rtl/>
                <w:lang w:bidi="fa-IR"/>
              </w:rPr>
              <w:t>التموا على ذبحي يزينب يا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7DC5B6" w14:textId="77777777" w:rsidR="000D5A36" w:rsidRDefault="000D5A36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169A40" w14:textId="77777777" w:rsidR="000D5A36" w:rsidRDefault="000D5A36" w:rsidP="008965BB">
            <w:pPr>
              <w:pStyle w:val="libPoem"/>
            </w:pPr>
            <w:r>
              <w:rPr>
                <w:rtl/>
                <w:lang w:bidi="fa-IR"/>
              </w:rPr>
              <w:t>اُوبن سعد ينخا عسكره حزوا وتينه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A36" w14:paraId="5C1AD35F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CBE0971" w14:textId="77777777" w:rsidR="000D5A36" w:rsidRDefault="000D5A36" w:rsidP="008965BB">
            <w:pPr>
              <w:pStyle w:val="libPoem"/>
            </w:pPr>
            <w:r>
              <w:rPr>
                <w:rtl/>
                <w:lang w:bidi="fa-IR"/>
              </w:rPr>
              <w:t>اُوشمر الضبابي جاي سيفه في 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7D0AD1" w14:textId="77777777" w:rsidR="000D5A36" w:rsidRDefault="000D5A36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14DACE" w14:textId="77777777" w:rsidR="000D5A36" w:rsidRDefault="000D5A36" w:rsidP="008965BB">
            <w:pPr>
              <w:pStyle w:val="libPoem"/>
            </w:pPr>
            <w:r>
              <w:rPr>
                <w:rtl/>
                <w:lang w:bidi="fa-IR"/>
              </w:rPr>
              <w:t>ويقول انا اُولا ابذبح ابن النّبي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C2BC8BE" w14:textId="77777777" w:rsidR="00EE7C84" w:rsidRDefault="00EE7C84" w:rsidP="000D5A36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D5A36" w14:paraId="60F8FB43" w14:textId="77777777" w:rsidTr="008965BB">
        <w:trPr>
          <w:trHeight w:val="350"/>
        </w:trPr>
        <w:tc>
          <w:tcPr>
            <w:tcW w:w="3920" w:type="dxa"/>
            <w:shd w:val="clear" w:color="auto" w:fill="auto"/>
          </w:tcPr>
          <w:p w14:paraId="06C0E3B7" w14:textId="77777777" w:rsidR="000D5A36" w:rsidRDefault="000D5A36" w:rsidP="008965BB">
            <w:pPr>
              <w:pStyle w:val="libPoem"/>
            </w:pPr>
            <w:r>
              <w:rPr>
                <w:rtl/>
                <w:lang w:bidi="fa-IR"/>
              </w:rPr>
              <w:t>لحد يزينب طود عزّك بالثرى 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0EC89EC" w14:textId="77777777" w:rsidR="000D5A36" w:rsidRDefault="000D5A36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D73DD2D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الله يعينك ذوّبت قلبك هالطفال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A36" w14:paraId="320F8B80" w14:textId="77777777" w:rsidTr="008965BB">
        <w:trPr>
          <w:trHeight w:val="350"/>
        </w:trPr>
        <w:tc>
          <w:tcPr>
            <w:tcW w:w="3920" w:type="dxa"/>
          </w:tcPr>
          <w:p w14:paraId="4ACC132E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طارش الك من طود عزّك يا حزينه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089D63" w14:textId="77777777" w:rsidR="000D5A36" w:rsidRDefault="000D5A36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8A91FD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ايقلك اخوك اِحسين لازم توصيلنه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A36" w14:paraId="6B98F22D" w14:textId="77777777" w:rsidTr="008965BB">
        <w:trPr>
          <w:trHeight w:val="350"/>
        </w:trPr>
        <w:tc>
          <w:tcPr>
            <w:tcW w:w="3920" w:type="dxa"/>
          </w:tcPr>
          <w:p w14:paraId="19677941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قالت يفضه بالعجل شيلي اسكينه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A37E97" w14:textId="77777777" w:rsidR="000D5A36" w:rsidRDefault="000D5A36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3C47BC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بنروح بانشيله لو تنصب له ظلال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A36" w14:paraId="4B758CE4" w14:textId="77777777" w:rsidTr="008965BB">
        <w:trPr>
          <w:trHeight w:val="350"/>
        </w:trPr>
        <w:tc>
          <w:tcPr>
            <w:tcW w:w="3920" w:type="dxa"/>
          </w:tcPr>
          <w:p w14:paraId="658FA45A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لمسامحة يحسين ما نقدر الجيّه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A10236" w14:textId="77777777" w:rsidR="000D5A36" w:rsidRDefault="000D5A36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DEB294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أمّا تجي لو تندب العبّاس ليّه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A36" w14:paraId="6EE65060" w14:textId="77777777" w:rsidTr="008965BB">
        <w:trPr>
          <w:trHeight w:val="350"/>
        </w:trPr>
        <w:tc>
          <w:tcPr>
            <w:tcW w:w="3920" w:type="dxa"/>
          </w:tcPr>
          <w:p w14:paraId="77AAD859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أمشي بليا اقناع ما ترضى عليّه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3AC025" w14:textId="77777777" w:rsidR="000D5A36" w:rsidRDefault="000D5A36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EA4859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حرمة اُوحشة ليل ما تمشي بلا رجال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A36" w14:paraId="3E915407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4A66F1C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معلوم هالليلة يجي جدنا وبونا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0013EF1" w14:textId="77777777" w:rsidR="000D5A36" w:rsidRDefault="000D5A36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AD87F1D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اُوياهم الزهراء والمسموم اخونا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A36" w14:paraId="13057D6F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85157DF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ما يستوي جسمك رميّة يتركونه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3A50338" w14:textId="77777777" w:rsidR="000D5A36" w:rsidRDefault="000D5A36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7942D3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مرمي على حر الوهايد فوق لرمال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A36" w14:paraId="7F524D6F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4A9CA90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واِنكان جدك في ظلام الليل جالك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CCDBD8" w14:textId="77777777" w:rsidR="000D5A36" w:rsidRDefault="000D5A36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1AA5AB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ويا ابوك المرتضى ايشوفون حالك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A36" w14:paraId="71DB2426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371A3FF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لزم على حيدر يجي يكفل اعيالك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AD2D1B" w14:textId="77777777" w:rsidR="000D5A36" w:rsidRDefault="000D5A36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A81284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حرمه اُودهشة ليل ما يخفاكم الحال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A36" w14:paraId="05AECCAA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F06A99B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لا ترفعين الصوت يختي يسمعونك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A59D6A" w14:textId="77777777" w:rsidR="000D5A36" w:rsidRDefault="000D5A36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94B9F6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خوفي قبل ما توصليني يمنعونك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A36" w14:paraId="57CA4A9E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DEE5560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سرعك تعالي اتودعي امن احجاب صونك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4DFF84" w14:textId="77777777" w:rsidR="000D5A36" w:rsidRDefault="000D5A36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A505B45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عوينك الله ذوبت قلبك هلطفال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A36" w14:paraId="110120E0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69D8677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واتعرفيني زين من دون المطاعين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3C2865" w14:textId="77777777" w:rsidR="000D5A36" w:rsidRDefault="000D5A36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E68820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علامتي فوق الثرى جثة بلا ايدين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A36" w14:paraId="3C537291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356DE8E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اُوعندي ازنود امقطعه منها الكفين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A4DBBA" w14:textId="77777777" w:rsidR="000D5A36" w:rsidRDefault="000D5A36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8E6F5F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ما قطعوها القوم قطعها الجمال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A36" w14:paraId="6758018F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85F0375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جاني لجل تكة سراويلي يحلها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149717" w14:textId="77777777" w:rsidR="000D5A36" w:rsidRDefault="000D5A36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F5234C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اُوقامت الدّنيا ترتجف والأرض كلها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5A36" w14:paraId="7A505F3B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640BAD1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انا قلت يا ردي الذات خلها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4BC508" w14:textId="77777777" w:rsidR="000D5A36" w:rsidRDefault="000D5A36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D2AD55" w14:textId="77777777" w:rsidR="000D5A36" w:rsidRDefault="00A45B1E" w:rsidP="008965BB">
            <w:pPr>
              <w:pStyle w:val="libPoem"/>
            </w:pPr>
            <w:r>
              <w:rPr>
                <w:rtl/>
                <w:lang w:bidi="fa-IR"/>
              </w:rPr>
              <w:t>واتعطّلت لفلاك لجلي والعرش مال</w:t>
            </w:r>
            <w:r w:rsidR="000D5A3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86253F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1508C" w14:paraId="0FEEED2D" w14:textId="77777777" w:rsidTr="008965BB">
        <w:trPr>
          <w:trHeight w:val="350"/>
        </w:trPr>
        <w:tc>
          <w:tcPr>
            <w:tcW w:w="3920" w:type="dxa"/>
            <w:shd w:val="clear" w:color="auto" w:fill="auto"/>
          </w:tcPr>
          <w:p w14:paraId="6F3C1C8B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lastRenderedPageBreak/>
              <w:t>آنا منعته لكن اِكفوفي براها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01FFD66" w14:textId="77777777" w:rsidR="00D1508C" w:rsidRDefault="00D1508C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6492A78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يرحمني الله لا تظل جثتي ابعراها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508C" w14:paraId="47F99D35" w14:textId="77777777" w:rsidTr="008965BB">
        <w:trPr>
          <w:trHeight w:val="350"/>
        </w:trPr>
        <w:tc>
          <w:tcPr>
            <w:tcW w:w="3920" w:type="dxa"/>
          </w:tcPr>
          <w:p w14:paraId="5C0D97EF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قالت يخويه ليتني جثتك اراها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8A9BB2" w14:textId="77777777" w:rsidR="00D1508C" w:rsidRDefault="00D1508C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83B669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لنوي الاقامه عندها وانصب لها اظلال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E10C389" w14:textId="77777777" w:rsidR="00EE7C84" w:rsidRDefault="00EE7C84" w:rsidP="00D1508C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99" w:type="pct"/>
        <w:tblInd w:w="384" w:type="dxa"/>
        <w:tblLook w:val="01E0" w:firstRow="1" w:lastRow="1" w:firstColumn="1" w:lastColumn="1" w:noHBand="0" w:noVBand="0"/>
      </w:tblPr>
      <w:tblGrid>
        <w:gridCol w:w="3958"/>
        <w:gridCol w:w="294"/>
        <w:gridCol w:w="3985"/>
      </w:tblGrid>
      <w:tr w:rsidR="00D1508C" w14:paraId="378D31BF" w14:textId="77777777" w:rsidTr="00D1508C">
        <w:trPr>
          <w:trHeight w:val="350"/>
        </w:trPr>
        <w:tc>
          <w:tcPr>
            <w:tcW w:w="3703" w:type="dxa"/>
            <w:shd w:val="clear" w:color="auto" w:fill="auto"/>
          </w:tcPr>
          <w:p w14:paraId="742A2AF8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في أيِّ وادي يا ذبيح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10BF61E2" w14:textId="77777777" w:rsidR="00D1508C" w:rsidRDefault="00D1508C" w:rsidP="008965BB">
            <w:pPr>
              <w:pStyle w:val="libPoem"/>
              <w:rPr>
                <w:rtl/>
              </w:rPr>
            </w:pPr>
          </w:p>
        </w:tc>
        <w:tc>
          <w:tcPr>
            <w:tcW w:w="3729" w:type="dxa"/>
            <w:shd w:val="clear" w:color="auto" w:fill="auto"/>
          </w:tcPr>
          <w:p w14:paraId="191AE343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جيتك يخويه اِحسين ورداء ما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508C" w14:paraId="55BA0632" w14:textId="77777777" w:rsidTr="00D150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EBA2CE6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في وين طايح يا عديل الروح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7595C75" w14:textId="77777777" w:rsidR="00D1508C" w:rsidRDefault="00D1508C" w:rsidP="008965BB">
            <w:pPr>
              <w:pStyle w:val="libPoem"/>
              <w:rPr>
                <w:rtl/>
              </w:rPr>
            </w:pPr>
          </w:p>
        </w:tc>
        <w:tc>
          <w:tcPr>
            <w:tcW w:w="3729" w:type="dxa"/>
          </w:tcPr>
          <w:p w14:paraId="0A3CB35F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يا تاج عزّي اُويا ضيا العينين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508C" w14:paraId="47318628" w14:textId="77777777" w:rsidTr="00D150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C8C9F54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يحسين يا مذبوح لا مطلب ولا 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9C93A53" w14:textId="77777777" w:rsidR="00D1508C" w:rsidRDefault="00D1508C" w:rsidP="008965BB">
            <w:pPr>
              <w:pStyle w:val="libPoem"/>
              <w:rPr>
                <w:rtl/>
              </w:rPr>
            </w:pPr>
          </w:p>
        </w:tc>
        <w:tc>
          <w:tcPr>
            <w:tcW w:w="3729" w:type="dxa"/>
          </w:tcPr>
          <w:p w14:paraId="57CF4FB4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رد الحكي يحسين قال الها يخيّه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508C" w14:paraId="1303CA80" w14:textId="77777777" w:rsidTr="00D150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1F4773C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يختي يزينب قال الها رايحه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A8F164F" w14:textId="77777777" w:rsidR="00D1508C" w:rsidRDefault="00D1508C" w:rsidP="008965BB">
            <w:pPr>
              <w:pStyle w:val="libPoem"/>
              <w:rPr>
                <w:rtl/>
              </w:rPr>
            </w:pPr>
          </w:p>
        </w:tc>
        <w:tc>
          <w:tcPr>
            <w:tcW w:w="3729" w:type="dxa"/>
          </w:tcPr>
          <w:p w14:paraId="4E57A28D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لاوين باتروحين يم الخدر لاوين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508C" w14:paraId="349811BC" w14:textId="77777777" w:rsidTr="00D150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37C4AB9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انكان تبغي اِحسين يا زينب انا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24B53DB" w14:textId="77777777" w:rsidR="00D1508C" w:rsidRDefault="00D1508C" w:rsidP="008965BB">
            <w:pPr>
              <w:pStyle w:val="libPoem"/>
              <w:rPr>
                <w:rtl/>
              </w:rPr>
            </w:pPr>
          </w:p>
        </w:tc>
        <w:tc>
          <w:tcPr>
            <w:tcW w:w="3729" w:type="dxa"/>
          </w:tcPr>
          <w:p w14:paraId="3EDCB853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سرعك تعالي اتودعي قبل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508C" w14:paraId="369EB1FE" w14:textId="77777777" w:rsidTr="00D150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8ED1B02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نادت اُومنها الدمع فوق الخد هماي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B320107" w14:textId="77777777" w:rsidR="00D1508C" w:rsidRDefault="00D1508C" w:rsidP="008965BB">
            <w:pPr>
              <w:pStyle w:val="libPoem"/>
              <w:rPr>
                <w:rtl/>
              </w:rPr>
            </w:pPr>
          </w:p>
        </w:tc>
        <w:tc>
          <w:tcPr>
            <w:tcW w:w="3729" w:type="dxa"/>
          </w:tcPr>
          <w:p w14:paraId="585E598F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عندي اشكايه يا لولي تسمع لشكواي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508C" w14:paraId="4AF5B68A" w14:textId="77777777" w:rsidTr="00D150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11F3E76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ارداء يخويه ما علي نهبوا العدى اِرداي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6ABD889" w14:textId="77777777" w:rsidR="00D1508C" w:rsidRDefault="00D1508C" w:rsidP="008965BB">
            <w:pPr>
              <w:pStyle w:val="libPoem"/>
              <w:rPr>
                <w:rtl/>
              </w:rPr>
            </w:pPr>
          </w:p>
        </w:tc>
        <w:tc>
          <w:tcPr>
            <w:tcW w:w="3729" w:type="dxa"/>
          </w:tcPr>
          <w:p w14:paraId="299EC4EE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ترضى يخويه قال ذا غصب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508C" w14:paraId="33963069" w14:textId="77777777" w:rsidTr="00D150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F68A6AF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اُو سمعت كلامه اُوجات له مشقوقة الجيب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CCF61EF" w14:textId="77777777" w:rsidR="00D1508C" w:rsidRDefault="00D1508C" w:rsidP="008965BB">
            <w:pPr>
              <w:pStyle w:val="libPoem"/>
              <w:rPr>
                <w:rtl/>
              </w:rPr>
            </w:pPr>
          </w:p>
        </w:tc>
        <w:tc>
          <w:tcPr>
            <w:tcW w:w="3729" w:type="dxa"/>
          </w:tcPr>
          <w:p w14:paraId="3AED1046" w14:textId="77777777" w:rsidR="00D1508C" w:rsidRDefault="00D1508C" w:rsidP="00D1508C">
            <w:pPr>
              <w:pStyle w:val="libPoem"/>
            </w:pPr>
            <w:r>
              <w:rPr>
                <w:rtl/>
                <w:lang w:bidi="fa-IR"/>
              </w:rPr>
              <w:t>اُوطاحت على جسمه اُوصاحت به يلغريب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508C" w14:paraId="537DC40C" w14:textId="77777777" w:rsidTr="00D150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3CC03F6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تدري يخويه مشيتي ويا الغرب عيب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4C0C9B5" w14:textId="77777777" w:rsidR="00D1508C" w:rsidRDefault="00D1508C" w:rsidP="008965BB">
            <w:pPr>
              <w:pStyle w:val="libPoem"/>
              <w:rPr>
                <w:rtl/>
              </w:rPr>
            </w:pPr>
          </w:p>
        </w:tc>
        <w:tc>
          <w:tcPr>
            <w:tcW w:w="3729" w:type="dxa"/>
          </w:tcPr>
          <w:p w14:paraId="530720AF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ترضى ايودوني إلى الطاغي هديّه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508C" w14:paraId="2EDE3228" w14:textId="77777777" w:rsidTr="00D150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AD6DE79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اِمن النوح بسك يا حزينة لا تنوحي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02180D4" w14:textId="77777777" w:rsidR="00D1508C" w:rsidRDefault="00D1508C" w:rsidP="008965BB">
            <w:pPr>
              <w:pStyle w:val="libPoem"/>
              <w:rPr>
                <w:rtl/>
              </w:rPr>
            </w:pPr>
          </w:p>
        </w:tc>
        <w:tc>
          <w:tcPr>
            <w:tcW w:w="3729" w:type="dxa"/>
          </w:tcPr>
          <w:p w14:paraId="605819AF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يمخدرة كبدي صليتيها اُوروحي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508C" w14:paraId="55E35135" w14:textId="77777777" w:rsidTr="00D150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D36EB5F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غصب عليّه الشام يا زينب تروحي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EF04FE3" w14:textId="77777777" w:rsidR="00D1508C" w:rsidRDefault="00D1508C" w:rsidP="008965BB">
            <w:pPr>
              <w:pStyle w:val="libPoem"/>
              <w:rPr>
                <w:rtl/>
              </w:rPr>
            </w:pPr>
          </w:p>
        </w:tc>
        <w:tc>
          <w:tcPr>
            <w:tcW w:w="3729" w:type="dxa"/>
          </w:tcPr>
          <w:p w14:paraId="44359008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غصب عليه يمخدرة تمشي هديّه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508C" w14:paraId="1BE250CF" w14:textId="77777777" w:rsidTr="00D150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CAF30FA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غصب علي يمخدرة تتقيدي ابقيد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7F6AEAD" w14:textId="77777777" w:rsidR="00D1508C" w:rsidRDefault="00D1508C" w:rsidP="008965BB">
            <w:pPr>
              <w:pStyle w:val="libPoem"/>
              <w:rPr>
                <w:rtl/>
              </w:rPr>
            </w:pPr>
          </w:p>
        </w:tc>
        <w:tc>
          <w:tcPr>
            <w:tcW w:w="3729" w:type="dxa"/>
          </w:tcPr>
          <w:p w14:paraId="0D98041C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وانا على التربان يا زينب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508C" w14:paraId="7FCE03AD" w14:textId="77777777" w:rsidTr="00D150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442D63C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قالت يخويه اِحسين ويش اصنع ابحالي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321AF1D" w14:textId="77777777" w:rsidR="00D1508C" w:rsidRDefault="00D1508C" w:rsidP="008965BB">
            <w:pPr>
              <w:pStyle w:val="libPoem"/>
              <w:rPr>
                <w:rtl/>
              </w:rPr>
            </w:pPr>
          </w:p>
        </w:tc>
        <w:tc>
          <w:tcPr>
            <w:tcW w:w="3729" w:type="dxa"/>
          </w:tcPr>
          <w:p w14:paraId="5E47B3EA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ما حال حرمه ضايعه من غير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508C" w14:paraId="7CED49D3" w14:textId="77777777" w:rsidTr="00D150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D7004BA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وابنك علي السجّاد كُل ساع اوشكالي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D72173A" w14:textId="77777777" w:rsidR="00D1508C" w:rsidRDefault="00D1508C" w:rsidP="008965BB">
            <w:pPr>
              <w:pStyle w:val="libPoem"/>
              <w:rPr>
                <w:rtl/>
              </w:rPr>
            </w:pPr>
          </w:p>
        </w:tc>
        <w:tc>
          <w:tcPr>
            <w:tcW w:w="3729" w:type="dxa"/>
          </w:tcPr>
          <w:p w14:paraId="4CF20D19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اُوقلّي يعمّة عضت اقيودي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508C" w14:paraId="7E3C1C4C" w14:textId="77777777" w:rsidTr="00D150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6362A60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كلما يخويه عضت اقيوده بكى اوصاح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7046F21" w14:textId="77777777" w:rsidR="00D1508C" w:rsidRDefault="00D1508C" w:rsidP="008965BB">
            <w:pPr>
              <w:pStyle w:val="libPoem"/>
              <w:rPr>
                <w:rtl/>
              </w:rPr>
            </w:pPr>
          </w:p>
        </w:tc>
        <w:tc>
          <w:tcPr>
            <w:tcW w:w="3729" w:type="dxa"/>
          </w:tcPr>
          <w:p w14:paraId="60281F0D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ايقلّي يعمّة القيد سوى ابساقي اجراح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508C" w14:paraId="7A6EF823" w14:textId="77777777" w:rsidTr="00D1508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31682FF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حتّى الصخر لو يسمع اُونينه بكى اوناح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1AC6659" w14:textId="77777777" w:rsidR="00D1508C" w:rsidRDefault="00D1508C" w:rsidP="008965BB">
            <w:pPr>
              <w:pStyle w:val="libPoem"/>
              <w:rPr>
                <w:rtl/>
              </w:rPr>
            </w:pPr>
          </w:p>
        </w:tc>
        <w:tc>
          <w:tcPr>
            <w:tcW w:w="3729" w:type="dxa"/>
          </w:tcPr>
          <w:p w14:paraId="7DDF4BE1" w14:textId="77777777" w:rsidR="00D1508C" w:rsidRDefault="00D1508C" w:rsidP="008965BB">
            <w:pPr>
              <w:pStyle w:val="libPoem"/>
            </w:pPr>
            <w:r>
              <w:rPr>
                <w:rtl/>
                <w:lang w:bidi="fa-IR"/>
              </w:rPr>
              <w:t>يبكي اُوسكنة اتجاوبه صبح اوعشيّه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E324B3B" w14:textId="77777777" w:rsidR="005B4CDA" w:rsidRPr="005B4CDA" w:rsidRDefault="00EE7C84" w:rsidP="005B4CDA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3A7CDB4B" w14:textId="77777777" w:rsidR="005B4CDA" w:rsidRDefault="005B4CDA" w:rsidP="005B4CDA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4"/>
        <w:gridCol w:w="294"/>
        <w:gridCol w:w="3923"/>
      </w:tblGrid>
      <w:tr w:rsidR="00E54F71" w14:paraId="20D51288" w14:textId="77777777" w:rsidTr="005B4CDA">
        <w:trPr>
          <w:trHeight w:val="350"/>
        </w:trPr>
        <w:tc>
          <w:tcPr>
            <w:tcW w:w="3700" w:type="dxa"/>
            <w:shd w:val="clear" w:color="auto" w:fill="auto"/>
          </w:tcPr>
          <w:p w14:paraId="62F5A350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lastRenderedPageBreak/>
              <w:t>شمر الضبابي اتربع ابنعله على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04871074" w14:textId="77777777" w:rsidR="00E54F71" w:rsidRDefault="00E54F71" w:rsidP="008965BB">
            <w:pPr>
              <w:pStyle w:val="libPoem"/>
              <w:rPr>
                <w:rtl/>
              </w:rPr>
            </w:pPr>
          </w:p>
        </w:tc>
        <w:tc>
          <w:tcPr>
            <w:tcW w:w="3670" w:type="dxa"/>
            <w:shd w:val="clear" w:color="auto" w:fill="auto"/>
          </w:tcPr>
          <w:p w14:paraId="4C8EE431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والله عجب هل كيف ما ساخت لراضين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4F71" w14:paraId="7E13990D" w14:textId="77777777" w:rsidTr="005B4CDA">
        <w:trPr>
          <w:trHeight w:val="350"/>
        </w:trPr>
        <w:tc>
          <w:tcPr>
            <w:tcW w:w="3700" w:type="dxa"/>
          </w:tcPr>
          <w:p w14:paraId="2934A002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او زينب الكبرى والنساء كلهم حواليه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2EB33D5" w14:textId="77777777" w:rsidR="00E54F71" w:rsidRDefault="00E54F71" w:rsidP="008965BB">
            <w:pPr>
              <w:pStyle w:val="libPoem"/>
              <w:rPr>
                <w:rtl/>
              </w:rPr>
            </w:pPr>
          </w:p>
        </w:tc>
        <w:tc>
          <w:tcPr>
            <w:tcW w:w="3670" w:type="dxa"/>
          </w:tcPr>
          <w:p w14:paraId="74305AAD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يستعطفونه والسبط يحفص ابرجليه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4F71" w14:paraId="72C6CFE2" w14:textId="77777777" w:rsidTr="005B4CDA">
        <w:trPr>
          <w:trHeight w:val="350"/>
        </w:trPr>
        <w:tc>
          <w:tcPr>
            <w:tcW w:w="3700" w:type="dxa"/>
          </w:tcPr>
          <w:p w14:paraId="50E391D1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يا شمر ذا عزّ اليتامى ما تخليه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55DCFC6" w14:textId="77777777" w:rsidR="00E54F71" w:rsidRDefault="00E54F71" w:rsidP="008965BB">
            <w:pPr>
              <w:pStyle w:val="libPoem"/>
              <w:rPr>
                <w:rtl/>
              </w:rPr>
            </w:pPr>
          </w:p>
        </w:tc>
        <w:tc>
          <w:tcPr>
            <w:tcW w:w="3670" w:type="dxa"/>
          </w:tcPr>
          <w:p w14:paraId="3AF8B865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هذا عزيز المصطفى خير النبيين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4F71" w14:paraId="4E3660DA" w14:textId="77777777" w:rsidTr="005B4CDA">
        <w:trPr>
          <w:trHeight w:val="350"/>
        </w:trPr>
        <w:tc>
          <w:tcPr>
            <w:tcW w:w="3700" w:type="dxa"/>
          </w:tcPr>
          <w:p w14:paraId="5021FF18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اترجل يظالم عن صدر عزنا الغشمشم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3442E6F" w14:textId="77777777" w:rsidR="00E54F71" w:rsidRDefault="00E54F71" w:rsidP="008965BB">
            <w:pPr>
              <w:pStyle w:val="libPoem"/>
              <w:rPr>
                <w:rtl/>
              </w:rPr>
            </w:pPr>
          </w:p>
        </w:tc>
        <w:tc>
          <w:tcPr>
            <w:tcW w:w="3670" w:type="dxa"/>
          </w:tcPr>
          <w:p w14:paraId="29B635B0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بعده ترى الاسلام والدين ايتهدم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4F71" w14:paraId="5531867D" w14:textId="77777777" w:rsidTr="005B4CDA">
        <w:trPr>
          <w:trHeight w:val="350"/>
        </w:trPr>
        <w:tc>
          <w:tcPr>
            <w:tcW w:w="3700" w:type="dxa"/>
          </w:tcPr>
          <w:p w14:paraId="172E62B7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ما تنظر السبع العلا تبكيه بالدم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98DBFF3" w14:textId="77777777" w:rsidR="00E54F71" w:rsidRDefault="00E54F71" w:rsidP="008965BB">
            <w:pPr>
              <w:pStyle w:val="libPoem"/>
              <w:rPr>
                <w:rtl/>
              </w:rPr>
            </w:pPr>
          </w:p>
        </w:tc>
        <w:tc>
          <w:tcPr>
            <w:tcW w:w="3670" w:type="dxa"/>
          </w:tcPr>
          <w:p w14:paraId="7E09B354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ما تسمع الأملاك في ضجه على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4F71" w14:paraId="73D29DBA" w14:textId="77777777" w:rsidTr="005B4C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0" w:type="dxa"/>
          </w:tcPr>
          <w:p w14:paraId="680155AE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لجله ترى الأملاك تنعى في السماوات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640E01C" w14:textId="77777777" w:rsidR="00E54F71" w:rsidRDefault="00E54F71" w:rsidP="008965BB">
            <w:pPr>
              <w:pStyle w:val="libPoem"/>
              <w:rPr>
                <w:rtl/>
              </w:rPr>
            </w:pPr>
          </w:p>
        </w:tc>
        <w:tc>
          <w:tcPr>
            <w:tcW w:w="3670" w:type="dxa"/>
          </w:tcPr>
          <w:p w14:paraId="51E25B3A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يحسين يا مذبوح ياللي بالظما مات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4F71" w14:paraId="3524E680" w14:textId="77777777" w:rsidTr="005B4C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0" w:type="dxa"/>
          </w:tcPr>
          <w:p w14:paraId="71F9EAB8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عطشان ظامي ما شرب من ماي لفرات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BAE8251" w14:textId="77777777" w:rsidR="00E54F71" w:rsidRDefault="00E54F71" w:rsidP="008965BB">
            <w:pPr>
              <w:pStyle w:val="libPoem"/>
              <w:rPr>
                <w:rtl/>
              </w:rPr>
            </w:pPr>
          </w:p>
        </w:tc>
        <w:tc>
          <w:tcPr>
            <w:tcW w:w="3670" w:type="dxa"/>
          </w:tcPr>
          <w:p w14:paraId="10CA1F71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ذبحوه ظامي اُو ترّبوا منّه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4F71" w14:paraId="4E57F2B6" w14:textId="77777777" w:rsidTr="005B4C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0" w:type="dxa"/>
          </w:tcPr>
          <w:p w14:paraId="63AB9C08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يا شمر ما تدري صدر منهو رقيته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98DCF73" w14:textId="77777777" w:rsidR="00E54F71" w:rsidRDefault="00E54F71" w:rsidP="008965BB">
            <w:pPr>
              <w:pStyle w:val="libPoem"/>
              <w:rPr>
                <w:rtl/>
              </w:rPr>
            </w:pPr>
          </w:p>
        </w:tc>
        <w:tc>
          <w:tcPr>
            <w:tcW w:w="3670" w:type="dxa"/>
          </w:tcPr>
          <w:p w14:paraId="605C41DF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يا شمر ما تدري نحر منهو فريته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4F71" w14:paraId="5D8FB1B2" w14:textId="77777777" w:rsidTr="005B4C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0" w:type="dxa"/>
          </w:tcPr>
          <w:p w14:paraId="1F06FCC5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ذا خامس الاشباح وانته ما رعيته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A1BE46F" w14:textId="77777777" w:rsidR="00E54F71" w:rsidRDefault="00E54F71" w:rsidP="008965BB">
            <w:pPr>
              <w:pStyle w:val="libPoem"/>
              <w:rPr>
                <w:rtl/>
              </w:rPr>
            </w:pPr>
          </w:p>
        </w:tc>
        <w:tc>
          <w:tcPr>
            <w:tcW w:w="3670" w:type="dxa"/>
          </w:tcPr>
          <w:p w14:paraId="4B17727B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من بعد عينه من إلى الاحكام والدين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4F71" w14:paraId="2E5576DB" w14:textId="77777777" w:rsidTr="005B4C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0" w:type="dxa"/>
          </w:tcPr>
          <w:p w14:paraId="6CA0F1C6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يا شمر تدري ذا عزيز احمد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5681949" w14:textId="77777777" w:rsidR="00E54F71" w:rsidRDefault="00E54F71" w:rsidP="008965BB">
            <w:pPr>
              <w:pStyle w:val="libPoem"/>
              <w:rPr>
                <w:rtl/>
              </w:rPr>
            </w:pPr>
          </w:p>
        </w:tc>
        <w:tc>
          <w:tcPr>
            <w:tcW w:w="3670" w:type="dxa"/>
          </w:tcPr>
          <w:p w14:paraId="359EF623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ذا مهجة الزهرا اُوعلي حيدر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4F71" w14:paraId="5A10981A" w14:textId="77777777" w:rsidTr="005B4C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0" w:type="dxa"/>
          </w:tcPr>
          <w:p w14:paraId="1FBD76BE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حاوي اعلوم الله اُوحاوي كُل لسرار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2811FEE" w14:textId="77777777" w:rsidR="00E54F71" w:rsidRDefault="00E54F71" w:rsidP="008965BB">
            <w:pPr>
              <w:pStyle w:val="libPoem"/>
              <w:rPr>
                <w:rtl/>
              </w:rPr>
            </w:pPr>
          </w:p>
        </w:tc>
        <w:tc>
          <w:tcPr>
            <w:tcW w:w="3670" w:type="dxa"/>
          </w:tcPr>
          <w:p w14:paraId="6EB2BD2F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والله عجب بانعال تتربّع على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4F71" w14:paraId="7BF00B1F" w14:textId="77777777" w:rsidTr="005B4C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0" w:type="dxa"/>
          </w:tcPr>
          <w:p w14:paraId="49A80A2A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ما لان قلبه وانحنا يفري وريديه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E9ADC9A" w14:textId="77777777" w:rsidR="00E54F71" w:rsidRDefault="00E54F71" w:rsidP="008965BB">
            <w:pPr>
              <w:pStyle w:val="libPoem"/>
              <w:rPr>
                <w:rtl/>
              </w:rPr>
            </w:pPr>
          </w:p>
        </w:tc>
        <w:tc>
          <w:tcPr>
            <w:tcW w:w="3670" w:type="dxa"/>
          </w:tcPr>
          <w:p w14:paraId="260DD6A4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ابسيفه وبو السجّاد ظل يحفص ابرجليه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4F71" w14:paraId="613B9FE8" w14:textId="77777777" w:rsidTr="005B4C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0" w:type="dxa"/>
          </w:tcPr>
          <w:p w14:paraId="42E79148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واحريم آل المصطفى تصرخ حواليه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8BD5C16" w14:textId="77777777" w:rsidR="00E54F71" w:rsidRDefault="00E54F71" w:rsidP="008965BB">
            <w:pPr>
              <w:pStyle w:val="libPoem"/>
              <w:rPr>
                <w:rtl/>
              </w:rPr>
            </w:pPr>
          </w:p>
        </w:tc>
        <w:tc>
          <w:tcPr>
            <w:tcW w:w="3670" w:type="dxa"/>
          </w:tcPr>
          <w:p w14:paraId="2382852C" w14:textId="77777777" w:rsidR="00E54F71" w:rsidRDefault="00E54F71" w:rsidP="008965BB">
            <w:pPr>
              <w:pStyle w:val="libPoem"/>
            </w:pPr>
            <w:r>
              <w:rPr>
                <w:rtl/>
                <w:lang w:bidi="fa-IR"/>
              </w:rPr>
              <w:t>اُو زينب تنادي ابكربلا ضيعني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772669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6444F" w14:paraId="79067BF1" w14:textId="77777777" w:rsidTr="008965BB">
        <w:trPr>
          <w:trHeight w:val="350"/>
        </w:trPr>
        <w:tc>
          <w:tcPr>
            <w:tcW w:w="3920" w:type="dxa"/>
            <w:shd w:val="clear" w:color="auto" w:fill="auto"/>
          </w:tcPr>
          <w:p w14:paraId="0AD68A7F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lastRenderedPageBreak/>
              <w:t>واحتزّ راس ابن النّبي اُوفي الرمح ع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>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38BE33B" w14:textId="77777777" w:rsidR="00B6444F" w:rsidRDefault="00B6444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8993803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مثل البدر والجسد فوق الترب خلاه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44F" w14:paraId="4476F20D" w14:textId="77777777" w:rsidTr="008965BB">
        <w:trPr>
          <w:trHeight w:val="350"/>
        </w:trPr>
        <w:tc>
          <w:tcPr>
            <w:tcW w:w="3920" w:type="dxa"/>
          </w:tcPr>
          <w:p w14:paraId="08CDB6E1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خلاه عاري بالثرى مخضوب بادماه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ED7F9F" w14:textId="77777777" w:rsidR="00B6444F" w:rsidRDefault="00B6444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45E534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وابقى ثلاث تيّام لا غسل اُو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230C7CC" w14:textId="77777777" w:rsidR="00EE7C84" w:rsidRDefault="00EE7C84" w:rsidP="005F5FFA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6444F" w14:paraId="320EC921" w14:textId="77777777" w:rsidTr="008965BB">
        <w:trPr>
          <w:trHeight w:val="350"/>
        </w:trPr>
        <w:tc>
          <w:tcPr>
            <w:tcW w:w="3920" w:type="dxa"/>
            <w:shd w:val="clear" w:color="auto" w:fill="auto"/>
          </w:tcPr>
          <w:p w14:paraId="446DA63D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شمس الضحى غابت اِبارض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D8F56CA" w14:textId="77777777" w:rsidR="00B6444F" w:rsidRDefault="00B6444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F015B0D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يوم وقع جسم الولي فوق الوطيّه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44F" w14:paraId="54406A5B" w14:textId="77777777" w:rsidTr="008965BB">
        <w:trPr>
          <w:trHeight w:val="350"/>
        </w:trPr>
        <w:tc>
          <w:tcPr>
            <w:tcW w:w="3920" w:type="dxa"/>
          </w:tcPr>
          <w:p w14:paraId="7C46D4CC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واتزلزلت لفلاك يوم اَنّه هوى اوطاح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5E7FD5" w14:textId="77777777" w:rsidR="00B6444F" w:rsidRDefault="00B6444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5AF39B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اُوياهي مصيبة يوم مهره للخيم 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44F" w14:paraId="1D6E6B09" w14:textId="77777777" w:rsidTr="008965BB">
        <w:trPr>
          <w:trHeight w:val="350"/>
        </w:trPr>
        <w:tc>
          <w:tcPr>
            <w:tcW w:w="3920" w:type="dxa"/>
          </w:tcPr>
          <w:p w14:paraId="463D1860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فرت بنات المصطفى ابضجات واصياح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DCE342" w14:textId="77777777" w:rsidR="00B6444F" w:rsidRDefault="00B6444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07204A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بدر الدجى ضمه اتراب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44F" w14:paraId="696BBA33" w14:textId="77777777" w:rsidTr="008965BB">
        <w:trPr>
          <w:trHeight w:val="350"/>
        </w:trPr>
        <w:tc>
          <w:tcPr>
            <w:tcW w:w="3920" w:type="dxa"/>
          </w:tcPr>
          <w:p w14:paraId="300CFBEE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حام اُوصهل مذعور يصهل يم لخيام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29B41F" w14:textId="77777777" w:rsidR="00B6444F" w:rsidRDefault="00B6444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F00139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اينادي يبنت المصطفى لمي هليتام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44F" w14:paraId="1A1A33D6" w14:textId="77777777" w:rsidTr="008965BB">
        <w:trPr>
          <w:trHeight w:val="350"/>
        </w:trPr>
        <w:tc>
          <w:tcPr>
            <w:tcW w:w="3920" w:type="dxa"/>
          </w:tcPr>
          <w:p w14:paraId="64D33634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زينب كفيل ايتامكم فوق الثرى نام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D35683" w14:textId="77777777" w:rsidR="00B6444F" w:rsidRDefault="00B6444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AAAF76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قومي استعدي للمصايب يا 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44F" w14:paraId="103C8528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A4356C8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سمعت عويل في الخبا اُوقامت 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651FC9" w14:textId="77777777" w:rsidR="00B6444F" w:rsidRDefault="00B6444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810F80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يا مهر خبرني وقع وينه اسنادي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44F" w14:paraId="5A033710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CCD1955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في اي كنز طايح ولينا اُو اي 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51CEDC" w14:textId="77777777" w:rsidR="00B6444F" w:rsidRDefault="00B6444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79A6DC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في وين خبرني وقع راعي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44F" w14:paraId="0DEE55A8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864454B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اسمعها اُوناداها يمحزونه تعالي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C317FA" w14:textId="77777777" w:rsidR="00B6444F" w:rsidRDefault="00B6444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7BA178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ويا حريم اللي بقت من غير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44F" w14:paraId="6D74712F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B58D870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صاحت ينور العين يا ذخري اوجمالي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740253" w14:textId="77777777" w:rsidR="00B6444F" w:rsidRDefault="00B6444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F8A087C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ابتمضي اُو تتركنا يخويه في اذيّه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44F" w14:paraId="6C8AE7D5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72706E5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نادى عليها يا حزينة واهمل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404B8C" w14:textId="77777777" w:rsidR="00B6444F" w:rsidRDefault="00B6444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9EF0DC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انكان يا زينب على اجروحي تنشدين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44F" w14:paraId="6E5ED162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7ECD443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ألف اُو تسعميّة اُو تسعة فوق تسعين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97D359" w14:textId="77777777" w:rsidR="00B6444F" w:rsidRDefault="00B6444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93E256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اُوتالي الأمر أبقى على الغبرة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44F" w14:paraId="2E383D95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6939C21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نادى عليها يا حزينة ابدمع سفّاح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D97DD3" w14:textId="77777777" w:rsidR="00B6444F" w:rsidRDefault="00B6444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BCC757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ما ظل في جسمي خلي موضع بلا اجراح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44F" w14:paraId="690C0874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E9F42F6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أمّا ضرب باسيوف والاطعن بارماح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D8BC4B" w14:textId="77777777" w:rsidR="00B6444F" w:rsidRDefault="00B6444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BC7CC9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اُوراسي ايعلونه ابراس السمهريّه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44F" w14:paraId="20C12C05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DAD3764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واِنكان خلّوا لك ردي سوي لي اظلال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32A45C" w14:textId="77777777" w:rsidR="00B6444F" w:rsidRDefault="00B6444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D83DA1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اُوقولي لبوا محمّد يجي ويجيب شيّال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44F" w14:paraId="089A8915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DC29030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اَنا لمدلل لا تخلّوني على اِرمال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224925" w14:textId="77777777" w:rsidR="00B6444F" w:rsidRDefault="00B6444F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5CE3C2" w14:textId="77777777" w:rsidR="00B6444F" w:rsidRDefault="00B6444F" w:rsidP="008965BB">
            <w:pPr>
              <w:pStyle w:val="libPoem"/>
            </w:pPr>
            <w:r>
              <w:rPr>
                <w:rtl/>
                <w:lang w:bidi="fa-IR"/>
              </w:rPr>
              <w:t>فوق الثرى طايح على الغبرة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B89AAEB" w14:textId="77777777" w:rsidR="00EE7C84" w:rsidRDefault="00EE7C84" w:rsidP="00B6444F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5B6ECD5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44C95A60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الشمر يخاطب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36EF9" w14:paraId="1BA2830A" w14:textId="77777777" w:rsidTr="008965BB">
        <w:trPr>
          <w:trHeight w:val="350"/>
        </w:trPr>
        <w:tc>
          <w:tcPr>
            <w:tcW w:w="3920" w:type="dxa"/>
            <w:shd w:val="clear" w:color="auto" w:fill="auto"/>
          </w:tcPr>
          <w:p w14:paraId="7B9CFCCC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يا مردي الحربيّة يا مردي الحربيّه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09B1BD7" w14:textId="77777777" w:rsidR="00436EF9" w:rsidRDefault="00436EF9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987D926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حصلنا فيك الفرصة يا مردي الحربيّه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EF9" w14:paraId="4649BED9" w14:textId="77777777" w:rsidTr="008965BB">
        <w:trPr>
          <w:trHeight w:val="350"/>
        </w:trPr>
        <w:tc>
          <w:tcPr>
            <w:tcW w:w="3920" w:type="dxa"/>
          </w:tcPr>
          <w:p w14:paraId="4489D041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هذي احريمك جاتك منك تريد اِحمايه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071B3C" w14:textId="77777777" w:rsidR="00436EF9" w:rsidRDefault="00436EF9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ACD3E5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وانته عفير اُومرمي يا متعب الرمّايه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EF9" w14:paraId="1A42A0C5" w14:textId="77777777" w:rsidTr="008965BB">
        <w:trPr>
          <w:trHeight w:val="350"/>
        </w:trPr>
        <w:tc>
          <w:tcPr>
            <w:tcW w:w="3920" w:type="dxa"/>
          </w:tcPr>
          <w:p w14:paraId="162B6FB0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وانا عليك ابسيفي امنك بلغت الغايه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687926" w14:textId="77777777" w:rsidR="00436EF9" w:rsidRDefault="00436EF9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FC61DA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منك حصلنا الفرصة جمرة غضا مطفيّه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EF9" w14:paraId="0B90CF37" w14:textId="77777777" w:rsidTr="008965BB">
        <w:trPr>
          <w:trHeight w:val="350"/>
        </w:trPr>
        <w:tc>
          <w:tcPr>
            <w:tcW w:w="3920" w:type="dxa"/>
          </w:tcPr>
          <w:p w14:paraId="091E5E5E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ما لك فخر في ذبحي جسمي عفير اوطايح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16E37C" w14:textId="77777777" w:rsidR="00436EF9" w:rsidRDefault="00436EF9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21F3C0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ما جيتني في الوقعه والزلزله والصايح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EF9" w14:paraId="10C0D5DA" w14:textId="77777777" w:rsidTr="008965BB">
        <w:trPr>
          <w:trHeight w:val="350"/>
        </w:trPr>
        <w:tc>
          <w:tcPr>
            <w:tcW w:w="3920" w:type="dxa"/>
          </w:tcPr>
          <w:p w14:paraId="4D6A28E0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قال الشمر ما ينفع يحسين راح الرايح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AF068B" w14:textId="77777777" w:rsidR="00436EF9" w:rsidRDefault="00436EF9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9AF549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حصلنا فيك الفرصة يا مردي الحربيّه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EF9" w14:paraId="39022078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0D8C7FD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ما شفتك اتلاقيني يوم الحرب واطرادي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7D0CCE" w14:textId="77777777" w:rsidR="00436EF9" w:rsidRDefault="00436EF9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60F0CA" w14:textId="77777777" w:rsidR="00436EF9" w:rsidRDefault="00436EF9" w:rsidP="00436EF9">
            <w:pPr>
              <w:pStyle w:val="libPoem"/>
            </w:pPr>
            <w:r>
              <w:rPr>
                <w:rtl/>
                <w:lang w:bidi="fa-IR"/>
              </w:rPr>
              <w:t>اُويوم تقضى عمري وانصك باب اجهادي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EF9" w14:paraId="4CA9F4FB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1A46015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والعطش صالي كبدي والحر فت افادي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06B9DB" w14:textId="77777777" w:rsidR="00436EF9" w:rsidRDefault="00436EF9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14D130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والسهم صايب قلبي والخيل خاطت 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EF9" w14:paraId="4AB78D6D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F281328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جمرة غضا اتعرفوني لكن غرقت ابدمي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73B46F" w14:textId="77777777" w:rsidR="00436EF9" w:rsidRDefault="00436EF9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DDC412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واعظم بلاء اُومحنه زيد بلاي اوهمي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EF9" w14:paraId="482631D8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EB972D9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حس العزيزة اتنادي ضيعتني يابن اُمّي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77F062" w14:textId="77777777" w:rsidR="00436EF9" w:rsidRDefault="00436EF9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4DBBB1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صاحت اُوهي معذوره لكن عزيزا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EF9" w14:paraId="284F358E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C52FC50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نادى اُوهل ادموعه في صحن خدّه غادي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A688E5" w14:textId="77777777" w:rsidR="00436EF9" w:rsidRDefault="00436EF9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DE682D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يا شمر لا تذبحني تيتم جميع اُولادي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EF9" w14:paraId="5B568BEE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1C64CB3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قال الشمر في ذبحك يحسين ابشفي افادي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7926C6" w14:textId="77777777" w:rsidR="00436EF9" w:rsidRDefault="00436EF9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D1592A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منك دركنا الفرصة جمرة غضا مطفيّه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24303FA" w14:textId="77777777" w:rsidR="00EE7C84" w:rsidRDefault="00EE7C84" w:rsidP="00436EF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36EF9" w14:paraId="132B4DA0" w14:textId="77777777" w:rsidTr="008965BB">
        <w:trPr>
          <w:trHeight w:val="350"/>
        </w:trPr>
        <w:tc>
          <w:tcPr>
            <w:tcW w:w="3920" w:type="dxa"/>
            <w:shd w:val="clear" w:color="auto" w:fill="auto"/>
          </w:tcPr>
          <w:p w14:paraId="7FFC517A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بيرق الإسلام اِنطفى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DCEB65A" w14:textId="77777777" w:rsidR="00436EF9" w:rsidRDefault="00436EF9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E364614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ولا بقى للدين من بعده بقيّه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EF9" w14:paraId="69CE69D7" w14:textId="77777777" w:rsidTr="008965BB">
        <w:trPr>
          <w:trHeight w:val="350"/>
        </w:trPr>
        <w:tc>
          <w:tcPr>
            <w:tcW w:w="3920" w:type="dxa"/>
          </w:tcPr>
          <w:p w14:paraId="7F4DBD3A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على يزيد الرجس ما دارت دواير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614C8F" w14:textId="77777777" w:rsidR="00436EF9" w:rsidRDefault="00436EF9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C2F8C6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يوم على آل النّبي جر العساكر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EF9" w14:paraId="45365CE4" w14:textId="77777777" w:rsidTr="008965BB">
        <w:trPr>
          <w:trHeight w:val="350"/>
        </w:trPr>
        <w:tc>
          <w:tcPr>
            <w:tcW w:w="3920" w:type="dxa"/>
          </w:tcPr>
          <w:p w14:paraId="2EBF59DD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اُوخ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اُولادي بالثرى كُلهم عفاير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E73751" w14:textId="77777777" w:rsidR="00436EF9" w:rsidRDefault="00436EF9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421BEF" w14:textId="77777777" w:rsidR="00436EF9" w:rsidRDefault="00436EF9" w:rsidP="008965BB">
            <w:pPr>
              <w:pStyle w:val="libPoem"/>
            </w:pPr>
            <w:r>
              <w:rPr>
                <w:rtl/>
                <w:lang w:bidi="fa-IR"/>
              </w:rPr>
              <w:t>مثل الضحايا صارت ابيوم الضحيّه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196721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A7A7B" w14:paraId="344B1351" w14:textId="77777777" w:rsidTr="008965BB">
        <w:trPr>
          <w:trHeight w:val="350"/>
        </w:trPr>
        <w:tc>
          <w:tcPr>
            <w:tcW w:w="3920" w:type="dxa"/>
            <w:shd w:val="clear" w:color="auto" w:fill="auto"/>
          </w:tcPr>
          <w:p w14:paraId="13A3BF57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lastRenderedPageBreak/>
              <w:t>والله ما أنسى مسيّة يوم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BF01E10" w14:textId="77777777" w:rsidR="006A7A7B" w:rsidRDefault="006A7A7B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5BDFACC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والسبط مرمي والعوادي فوقه اتدور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A7A7B" w14:paraId="5C0FF620" w14:textId="77777777" w:rsidTr="008965BB">
        <w:trPr>
          <w:trHeight w:val="350"/>
        </w:trPr>
        <w:tc>
          <w:tcPr>
            <w:tcW w:w="3920" w:type="dxa"/>
          </w:tcPr>
          <w:p w14:paraId="3F30CE89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اُو لأملاك تنهى ولجنان اتنوح والحور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703BE1" w14:textId="77777777" w:rsidR="006A7A7B" w:rsidRDefault="006A7A7B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B605F9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والجن تبكي في طبقات الخفيّه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A7A7B" w14:paraId="1DA1FF49" w14:textId="77777777" w:rsidTr="008965BB">
        <w:trPr>
          <w:trHeight w:val="350"/>
        </w:trPr>
        <w:tc>
          <w:tcPr>
            <w:tcW w:w="3920" w:type="dxa"/>
          </w:tcPr>
          <w:p w14:paraId="6B620D34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وانشق نور امن السما للأرض حوّل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A16D17" w14:textId="77777777" w:rsidR="006A7A7B" w:rsidRDefault="006A7A7B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E2E617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والأنبياء اللي من عصر آدم الأوّل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A7A7B" w14:paraId="57205F51" w14:textId="77777777" w:rsidTr="008965BB">
        <w:trPr>
          <w:trHeight w:val="350"/>
        </w:trPr>
        <w:tc>
          <w:tcPr>
            <w:tcW w:w="3920" w:type="dxa"/>
          </w:tcPr>
          <w:p w14:paraId="6ACB61F8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شافوا السبط مرمي على الغبرة يتوسّل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7A47C1" w14:textId="77777777" w:rsidR="006A7A7B" w:rsidRDefault="006A7A7B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1F76E1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يابن الضبابي شربة قبل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A7A7B" w14:paraId="4CDD6374" w14:textId="77777777" w:rsidTr="008965BB">
        <w:trPr>
          <w:trHeight w:val="350"/>
        </w:trPr>
        <w:tc>
          <w:tcPr>
            <w:tcW w:w="3920" w:type="dxa"/>
          </w:tcPr>
          <w:p w14:paraId="0FF58E81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عطشان ظامي ملتظي يابن الضبابي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68A9CD" w14:textId="77777777" w:rsidR="006A7A7B" w:rsidRDefault="006A7A7B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470D7D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مقدر اقوم امن العطش والجلد مابي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A7A7B" w14:paraId="2DE3A6C8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43D3A78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لو كان أهلي اُو عزوتي يدرون ما 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F90BED" w14:textId="77777777" w:rsidR="006A7A7B" w:rsidRDefault="006A7A7B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4B4004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إنكان جوني ابجيش مرهوب دويّه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A7A7B" w14:paraId="78505D4E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1820B85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قال الشمر يحسين وين أهلك اُوناسك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009E05" w14:textId="77777777" w:rsidR="006A7A7B" w:rsidRDefault="006A7A7B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BB0234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لسقيك من كاس الكدر والموت كاسك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A7A7B" w14:paraId="5D45503E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E186010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ما يلحقون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الشمر شايل ابراسك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2A20DA" w14:textId="77777777" w:rsidR="006A7A7B" w:rsidRDefault="006A7A7B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3B1946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ولا لبوك اُوجدك احقوق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A7A7B" w14:paraId="28B6D207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724551B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ياما سفكتم يابني هاشم من ادموم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E1CCF1" w14:textId="77777777" w:rsidR="006A7A7B" w:rsidRDefault="006A7A7B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80151E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لجداد والآباء ذبحتوهم ولعموم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A7A7B" w14:paraId="11535B6F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8A41DE1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كل الظغاين والدحايل حلت 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1AF138" w14:textId="77777777" w:rsidR="006A7A7B" w:rsidRDefault="006A7A7B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A4B8D3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ياما ابوك اديار خلاها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A7A7B" w14:paraId="3482DBA4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5E770A3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يا شمر قلبي امن العطش صادي اُو ملهوف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D909B6" w14:textId="77777777" w:rsidR="006A7A7B" w:rsidRDefault="006A7A7B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56658E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لا راقب الله اُولا دخل في قلبه الخوف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A7A7B" w14:paraId="0D336F13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B31015D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اِتمطى عليّه اُوحز راسه اُو زينب اتشوف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0E1E02" w14:textId="77777777" w:rsidR="006A7A7B" w:rsidRDefault="006A7A7B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A208AC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اُو طوح ابراسه اُو ظلّت الجثّة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938F569" w14:textId="77777777" w:rsidR="00EE7C84" w:rsidRDefault="00EE7C84" w:rsidP="006A7A7B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A7A7B" w14:paraId="5AFA0A5F" w14:textId="77777777" w:rsidTr="008965BB">
        <w:trPr>
          <w:trHeight w:val="350"/>
        </w:trPr>
        <w:tc>
          <w:tcPr>
            <w:tcW w:w="3920" w:type="dxa"/>
            <w:shd w:val="clear" w:color="auto" w:fill="auto"/>
          </w:tcPr>
          <w:p w14:paraId="692B77E3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ويلي على بدر انخسف في أرض 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3A328E4" w14:textId="77777777" w:rsidR="006A7A7B" w:rsidRDefault="006A7A7B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5647C1B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غاب اُو ظهر لكن بين أرماح واسيوف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A7A7B" w14:paraId="19B20124" w14:textId="77777777" w:rsidTr="008965BB">
        <w:trPr>
          <w:trHeight w:val="350"/>
        </w:trPr>
        <w:tc>
          <w:tcPr>
            <w:tcW w:w="3920" w:type="dxa"/>
          </w:tcPr>
          <w:p w14:paraId="456CD44D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بدر تلالا اُوفي محاني كربلا غاب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195620" w14:textId="77777777" w:rsidR="006A7A7B" w:rsidRDefault="006A7A7B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0A06C2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اُوجسم تربى ابحجر طاها ظل بلتراب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A7A7B" w14:paraId="1AD7B5D9" w14:textId="77777777" w:rsidTr="008965BB">
        <w:trPr>
          <w:trHeight w:val="350"/>
        </w:trPr>
        <w:tc>
          <w:tcPr>
            <w:tcW w:w="3920" w:type="dxa"/>
          </w:tcPr>
          <w:p w14:paraId="5CE2928D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ياما ارتوت ارماح من دمه اونشاب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1D0835" w14:textId="77777777" w:rsidR="006A7A7B" w:rsidRDefault="006A7A7B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D0C30E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نوحوا على بدر غدا بالخيل مخسوف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A7A7B" w14:paraId="587D0D4B" w14:textId="77777777" w:rsidTr="008965BB">
        <w:trPr>
          <w:trHeight w:val="350"/>
        </w:trPr>
        <w:tc>
          <w:tcPr>
            <w:tcW w:w="3920" w:type="dxa"/>
          </w:tcPr>
          <w:p w14:paraId="6067FD6D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والله فجيعة تبلعين القمر كله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723643" w14:textId="77777777" w:rsidR="006A7A7B" w:rsidRDefault="006A7A7B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985EE4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الله يبدر غاب يوم وصل للطفوف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A7A7B" w14:paraId="474528A8" w14:textId="77777777" w:rsidTr="008965BB">
        <w:trPr>
          <w:trHeight w:val="350"/>
        </w:trPr>
        <w:tc>
          <w:tcPr>
            <w:tcW w:w="3920" w:type="dxa"/>
          </w:tcPr>
          <w:p w14:paraId="5073E67D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والحوته اللي ابكربلا وصّوا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5E2700" w14:textId="77777777" w:rsidR="006A7A7B" w:rsidRDefault="006A7A7B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0AD974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اقمارها اللي لك لفت لا تبلعيها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A7A7B" w14:paraId="7042517E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3359610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خوفي على الدّنيا عقبهم تظلميها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CAC644" w14:textId="77777777" w:rsidR="006A7A7B" w:rsidRDefault="006A7A7B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251277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هم زينة الدنيا اُوهم الملجا من الخوف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A7A7B" w14:paraId="290020C8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B3D4F20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صرتي بعد يا غاضريّة كالسفينه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115E4F" w14:textId="77777777" w:rsidR="006A7A7B" w:rsidRDefault="006A7A7B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75BD4D1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يوم لفتك انوارها اللي بالمدينه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A7A7B" w14:paraId="398AE7EA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4F65DBE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إنهنّيك باللي اتعفر ابتربك جبينه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7707A1" w14:textId="77777777" w:rsidR="006A7A7B" w:rsidRDefault="006A7A7B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6CA1E0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نلتي الفخر منه اُوصرتي مأمن الخوف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A7A7B" w14:paraId="2E06A720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0EFD82C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إنهنّيك باللي صار في ارضك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44D37F" w14:textId="77777777" w:rsidR="006A7A7B" w:rsidRDefault="006A7A7B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727BDC" w14:textId="77777777" w:rsidR="006A7A7B" w:rsidRDefault="006A7A7B" w:rsidP="008965BB">
            <w:pPr>
              <w:pStyle w:val="libPoem"/>
            </w:pPr>
            <w:r>
              <w:rPr>
                <w:rtl/>
                <w:lang w:bidi="fa-IR"/>
              </w:rPr>
              <w:t>محطوم صدر من اطراد الأعوجيّه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046484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710E0" w14:paraId="14002DA2" w14:textId="77777777" w:rsidTr="008965BB">
        <w:trPr>
          <w:trHeight w:val="350"/>
        </w:trPr>
        <w:tc>
          <w:tcPr>
            <w:tcW w:w="3920" w:type="dxa"/>
            <w:shd w:val="clear" w:color="auto" w:fill="auto"/>
          </w:tcPr>
          <w:p w14:paraId="33506500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lastRenderedPageBreak/>
              <w:t>مرفوع راسه فوق راس السمهريّه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E3F7F3A" w14:textId="77777777" w:rsidR="00F710E0" w:rsidRDefault="00F710E0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5009FD2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شالوا ابراسه اُوهبت بنا ارياح لخسوف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10E0" w14:paraId="40F8EF4D" w14:textId="77777777" w:rsidTr="008965BB">
        <w:trPr>
          <w:trHeight w:val="350"/>
        </w:trPr>
        <w:tc>
          <w:tcPr>
            <w:tcW w:w="3920" w:type="dxa"/>
          </w:tcPr>
          <w:p w14:paraId="65E35A5E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اُو لجله سماوات العليّة كادت اِتمور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0EC308" w14:textId="77777777" w:rsidR="00F710E0" w:rsidRDefault="00F710E0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5CDF8C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اُو لفلاك لجله اِتعطّلت عيّت فلا اتدور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10E0" w14:paraId="10A70E7A" w14:textId="77777777" w:rsidTr="008965BB">
        <w:trPr>
          <w:trHeight w:val="350"/>
        </w:trPr>
        <w:tc>
          <w:tcPr>
            <w:tcW w:w="3920" w:type="dxa"/>
          </w:tcPr>
          <w:p w14:paraId="2901371D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والوحش والأسباع تتصارخ بلبرور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AC1AB8" w14:textId="77777777" w:rsidR="00F710E0" w:rsidRDefault="00F710E0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89CDC0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يبكوا على جسم غدا بالخيل مخسوف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10E0" w14:paraId="7B384FE6" w14:textId="77777777" w:rsidTr="008965BB">
        <w:trPr>
          <w:trHeight w:val="350"/>
        </w:trPr>
        <w:tc>
          <w:tcPr>
            <w:tcW w:w="3920" w:type="dxa"/>
          </w:tcPr>
          <w:p w14:paraId="73E31BFC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يا أرض سيخي اُو يا سما خري على القاع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B57F31" w14:textId="77777777" w:rsidR="00F710E0" w:rsidRDefault="00F710E0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DD6353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حزنك على من رضضوا صدره والاضلاع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10E0" w14:paraId="5F756462" w14:textId="77777777" w:rsidTr="008965BB">
        <w:trPr>
          <w:trHeight w:val="350"/>
        </w:trPr>
        <w:tc>
          <w:tcPr>
            <w:tcW w:w="3920" w:type="dxa"/>
          </w:tcPr>
          <w:p w14:paraId="3A5E2836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يحسين ذبنا عاد من شدّت هلنزاع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396A9F" w14:textId="77777777" w:rsidR="00F710E0" w:rsidRDefault="00F710E0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BC28C8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يا ليت ظعنك كان ما وصل للطفوف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598FABD" w14:textId="77777777" w:rsidR="00EE7C84" w:rsidRDefault="00EE7C84" w:rsidP="006A7A7B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710E0" w14:paraId="0182803C" w14:textId="77777777" w:rsidTr="008965BB">
        <w:trPr>
          <w:trHeight w:val="350"/>
        </w:trPr>
        <w:tc>
          <w:tcPr>
            <w:tcW w:w="3920" w:type="dxa"/>
            <w:shd w:val="clear" w:color="auto" w:fill="auto"/>
          </w:tcPr>
          <w:p w14:paraId="48D7F728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أقبل جواد اِحسين خالي امن الولي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03192D9" w14:textId="77777777" w:rsidR="00F710E0" w:rsidRDefault="00F710E0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8DB5617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اينادي ابصوته يا بنات الهاشميّين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10E0" w14:paraId="00EA6997" w14:textId="77777777" w:rsidTr="008965BB">
        <w:trPr>
          <w:trHeight w:val="350"/>
        </w:trPr>
        <w:tc>
          <w:tcPr>
            <w:tcW w:w="3920" w:type="dxa"/>
          </w:tcPr>
          <w:p w14:paraId="067E230A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يهل المكارم يا بنات احمد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12F4AD" w14:textId="77777777" w:rsidR="00F710E0" w:rsidRDefault="00F710E0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415F1B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قوموا إلى احماكم ترى هو فوق لوعار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10E0" w14:paraId="3A7AB072" w14:textId="77777777" w:rsidTr="008965BB">
        <w:trPr>
          <w:trHeight w:val="350"/>
        </w:trPr>
        <w:tc>
          <w:tcPr>
            <w:tcW w:w="3920" w:type="dxa"/>
          </w:tcPr>
          <w:p w14:paraId="3BE16853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حاطت عليه القوم يمناته وليسار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6C00E8" w14:textId="77777777" w:rsidR="00F710E0" w:rsidRDefault="00F710E0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6BB7E5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والكل منهم جاي قصده يذبح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10E0" w14:paraId="55980385" w14:textId="77777777" w:rsidTr="008965BB">
        <w:trPr>
          <w:trHeight w:val="350"/>
        </w:trPr>
        <w:tc>
          <w:tcPr>
            <w:tcW w:w="3920" w:type="dxa"/>
          </w:tcPr>
          <w:p w14:paraId="0FCFE09B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قوموا إلى الميدان شوفوا اِحسين 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E84FF5" w14:textId="77777777" w:rsidR="00F710E0" w:rsidRDefault="00F710E0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5045F1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فارقت انا احماكم يعالج نزعة الروح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10E0" w14:paraId="1C7CB56E" w14:textId="77777777" w:rsidTr="008965BB">
        <w:trPr>
          <w:trHeight w:val="350"/>
        </w:trPr>
        <w:tc>
          <w:tcPr>
            <w:tcW w:w="3920" w:type="dxa"/>
          </w:tcPr>
          <w:p w14:paraId="43CBDE68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والدم غرق جثته من فيض لجروح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20147E" w14:textId="77777777" w:rsidR="00F710E0" w:rsidRDefault="00F710E0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BF2860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يس يجدب الونّة لجلكم يا خواتين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10E0" w14:paraId="678DC9B2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7490C88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خلّيت عزكم بالثرى يجدب الونه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72B9DD" w14:textId="77777777" w:rsidR="00F710E0" w:rsidRDefault="00F710E0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5121E2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والقوم منجا له إلى ذبحه اتدنا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10E0" w14:paraId="097B07AB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57F8F66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ناس تجي حوله اُوناس اتفر منه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AD1ECF" w14:textId="77777777" w:rsidR="00F710E0" w:rsidRDefault="00F710E0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83D47A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وابن سعد ينخا عسكره من يذبح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10E0" w14:paraId="12228DFE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FE1D934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قوموا من الخيمة ابسرعه لا حماكم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566E91" w14:textId="77777777" w:rsidR="00F710E0" w:rsidRDefault="00F710E0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DC7FE0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والجثة الوالي انا بامضي معاكم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10E0" w14:paraId="4C400491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2AE060A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حوطوا الجثه قبل توليكم عداكم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2A9362" w14:textId="77777777" w:rsidR="00F710E0" w:rsidRDefault="00F710E0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650A10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لابد ترى العسكر تجيكم للصياوين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10E0" w14:paraId="58BA1331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EFC1926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اِينادي ولا واحد من اهله حضر عنده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5DA4EA" w14:textId="77777777" w:rsidR="00F710E0" w:rsidRDefault="00F710E0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8C843D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ويعالج السهم الذي ناشب ابكبده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10E0" w14:paraId="1F73F150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57F2287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والشمس يا زينب ترى ذوبت خدّه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5C8C2E" w14:textId="77777777" w:rsidR="00F710E0" w:rsidRDefault="00F710E0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7A935B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عطشان يتلظى إلى الماء شابح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10E0" w14:paraId="10D97E86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DFD4914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نوب على حاله ينوح اُونوب اليكم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E954E4" w14:textId="77777777" w:rsidR="00F710E0" w:rsidRDefault="00F710E0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6A7363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اكثر تزافيره اُووناته عليكم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10E0" w14:paraId="1C21ECE4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2D7A131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يصفق ابراحاته ولا يقدر يجيكم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4F855B" w14:textId="77777777" w:rsidR="00F710E0" w:rsidRDefault="00F710E0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BBC282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ويقول وا حزني على ذلِّ الخواتين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10E0" w14:paraId="063957A5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C899D73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سمعتْ بنات اِحسين نوحه واَطلعوا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6A2E94" w14:textId="77777777" w:rsidR="00F710E0" w:rsidRDefault="00F710E0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89A986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وصلوا إلى الميمون والتمّوا ابعوله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10E0" w14:paraId="5D6A4693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0E3FFE0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ظلوا ينشدونه اُوهم يبكون حوله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DC114A" w14:textId="77777777" w:rsidR="00F710E0" w:rsidRDefault="00F710E0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90005B" w14:textId="77777777" w:rsidR="00F710E0" w:rsidRDefault="00F710E0" w:rsidP="008965BB">
            <w:pPr>
              <w:pStyle w:val="libPoem"/>
            </w:pPr>
            <w:r>
              <w:rPr>
                <w:rtl/>
                <w:lang w:bidi="fa-IR"/>
              </w:rPr>
              <w:t>يا مهر خبّرنا ولينا طاح في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12252F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2CD688B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هذا فصل يشتمل على الأحوال التي جرت على حرمه بعد ذبحه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ليلة الحادي عشر وما بعدها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8"/>
        <w:gridCol w:w="294"/>
        <w:gridCol w:w="3919"/>
      </w:tblGrid>
      <w:tr w:rsidR="00205A36" w14:paraId="6A6DEAB9" w14:textId="77777777" w:rsidTr="00205A36">
        <w:trPr>
          <w:trHeight w:val="350"/>
        </w:trPr>
        <w:tc>
          <w:tcPr>
            <w:tcW w:w="3703" w:type="dxa"/>
            <w:shd w:val="clear" w:color="auto" w:fill="auto"/>
          </w:tcPr>
          <w:p w14:paraId="3D483916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زينب اِتنادي اُو تجدب الونّة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16C2E1F4" w14:textId="77777777" w:rsidR="00205A36" w:rsidRDefault="00205A36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  <w:shd w:val="clear" w:color="auto" w:fill="auto"/>
          </w:tcPr>
          <w:p w14:paraId="4D6302C4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ضيعتني يحسين برض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A36" w14:paraId="5003C5B8" w14:textId="77777777" w:rsidTr="00205A36">
        <w:trPr>
          <w:trHeight w:val="350"/>
        </w:trPr>
        <w:tc>
          <w:tcPr>
            <w:tcW w:w="3703" w:type="dxa"/>
          </w:tcPr>
          <w:p w14:paraId="15D2AD07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ما حد يجاوبني إذا ناديت باهلي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E4495A5" w14:textId="77777777" w:rsidR="00205A36" w:rsidRDefault="00205A36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82DCC4F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ثواكل فاقدة ياناس مثلي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A36" w14:paraId="65CD42C8" w14:textId="77777777" w:rsidTr="00205A36">
        <w:trPr>
          <w:trHeight w:val="350"/>
        </w:trPr>
        <w:tc>
          <w:tcPr>
            <w:tcW w:w="3703" w:type="dxa"/>
          </w:tcPr>
          <w:p w14:paraId="3BC50793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بانعى على فقدك يخويه ما حصل 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0C0632E" w14:textId="77777777" w:rsidR="00205A36" w:rsidRDefault="00205A36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FA987D8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اُو بانصب عزاكم يخوتي فوق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A36" w14:paraId="1DF7279D" w14:textId="77777777" w:rsidTr="00205A36">
        <w:trPr>
          <w:trHeight w:val="350"/>
        </w:trPr>
        <w:tc>
          <w:tcPr>
            <w:tcW w:w="3703" w:type="dxa"/>
          </w:tcPr>
          <w:p w14:paraId="0E87E048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مثلي محد فاقد ولا حد ناح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DB3D3AC" w14:textId="77777777" w:rsidR="00205A36" w:rsidRDefault="00205A36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6CC12B9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بس أندب باسما هلي ذيك الميامين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A36" w14:paraId="71D97898" w14:textId="77777777" w:rsidTr="00205A36">
        <w:trPr>
          <w:trHeight w:val="350"/>
        </w:trPr>
        <w:tc>
          <w:tcPr>
            <w:tcW w:w="3703" w:type="dxa"/>
          </w:tcPr>
          <w:p w14:paraId="2DB774CC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ما حد يجاوبني يخويه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20889E0" w14:textId="77777777" w:rsidR="00205A36" w:rsidRDefault="00205A36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C9E596D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كلهم ثواكل فاقدينك بالسويّه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A36" w14:paraId="45ED91D5" w14:textId="77777777" w:rsidTr="00205A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EF462CB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أي محنة يحسين عنّا شاغلتكم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07EDE16" w14:textId="77777777" w:rsidR="00205A36" w:rsidRDefault="00205A36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E1AD1C0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ما كنكم خوتي ولا كنى اختكم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A36" w14:paraId="212FBACF" w14:textId="77777777" w:rsidTr="00205A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6008579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غصب عليكم يا رجالي امفارقتكم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D0D5EC8" w14:textId="77777777" w:rsidR="00205A36" w:rsidRDefault="00205A36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4F9E0BF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غصب عليك امفارقي اُو غصب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A36" w14:paraId="29F56D3D" w14:textId="77777777" w:rsidTr="00205A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F1E4C40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وين العزيزة اُوين ركب النايب والشيل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85FFDCF" w14:textId="77777777" w:rsidR="00205A36" w:rsidRDefault="00205A36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5989768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ملنا ابد تهييد لا نهار ولا 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A36" w14:paraId="1440DFFC" w14:textId="77777777" w:rsidTr="00205A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76C8BAF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كله حثيث امسيرنا من غير تمهيل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A37A034" w14:textId="77777777" w:rsidR="00205A36" w:rsidRDefault="00205A36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309A663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نمشي نهار اُوليل كُل صبح اومسيّه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A36" w14:paraId="72329104" w14:textId="77777777" w:rsidTr="00205A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7DD8CFB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متعجبين الناس منّي كيف ماذوب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9764922" w14:textId="77777777" w:rsidR="00205A36" w:rsidRDefault="00205A36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9E06FEC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اُوحزني مثل حزن النّبي يوسف اُو يعقوب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A36" w14:paraId="4F40EF71" w14:textId="77777777" w:rsidTr="00205A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8F22FF4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ما انا يخويه امعوّدة بالسير واركوب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E2673E4" w14:textId="77777777" w:rsidR="00205A36" w:rsidRDefault="00205A36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438B9E9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ويني يخويه اِحسين واركوب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A36" w14:paraId="0E10257D" w14:textId="77777777" w:rsidTr="00205A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92EAD0D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وانا يخويه إليّ مصونة اُو رتب احجال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EB18DE2" w14:textId="77777777" w:rsidR="00205A36" w:rsidRDefault="00205A36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C9CFFDA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ويني اُوين الشام واركوبي على اجمال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A36" w14:paraId="17E40281" w14:textId="77777777" w:rsidTr="00205A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C7AF757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كلنا حريمٌ ضايعة من غير 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46F90A9" w14:textId="77777777" w:rsidR="00205A36" w:rsidRDefault="00205A36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70D64E2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عليل يجدب الونّة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A36" w14:paraId="2DC604F6" w14:textId="77777777" w:rsidTr="00205A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140BE85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اوظلّت اسكينة تنتحب واتصيح بالويل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BD9BBDF" w14:textId="77777777" w:rsidR="00205A36" w:rsidRDefault="00205A36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B0945C1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يابوي ظلّينا حرم ملنا رجاجيل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A36" w14:paraId="39E5D4BE" w14:textId="77777777" w:rsidTr="00205A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0B910FC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الله يساعدنا على اركوب المهازيل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6CD4F30" w14:textId="77777777" w:rsidR="00205A36" w:rsidRDefault="00205A36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D63D4C1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من عقب ذاك الصون نتودى هديّه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5A36" w14:paraId="2C28800A" w14:textId="77777777" w:rsidTr="00205A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11F54B1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اوصرنا نساء ضايعه ما عندنا ارجال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A00D1B5" w14:textId="77777777" w:rsidR="00205A36" w:rsidRDefault="00205A36" w:rsidP="008965B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C79EA91" w14:textId="77777777" w:rsidR="00205A36" w:rsidRDefault="00205A36" w:rsidP="008965BB">
            <w:pPr>
              <w:pStyle w:val="libPoem"/>
            </w:pPr>
            <w:r>
              <w:rPr>
                <w:rtl/>
                <w:lang w:bidi="fa-IR"/>
              </w:rPr>
              <w:t>عقب المعزّة ركّبونا اظهور لجمال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8C4BE6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D5E04" w14:paraId="0759D548" w14:textId="77777777" w:rsidTr="008965BB">
        <w:trPr>
          <w:trHeight w:val="350"/>
        </w:trPr>
        <w:tc>
          <w:tcPr>
            <w:tcW w:w="3920" w:type="dxa"/>
            <w:shd w:val="clear" w:color="auto" w:fill="auto"/>
          </w:tcPr>
          <w:p w14:paraId="1ECA1751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lastRenderedPageBreak/>
              <w:t>الله يساعدنا على املاقات لهوال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9ED4F59" w14:textId="77777777" w:rsidR="003D5E04" w:rsidRDefault="003D5E04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009E9C4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نمشي بليا ارجال في ضيم اُواذيّه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C57CCCD" w14:textId="77777777" w:rsidR="00EE7C84" w:rsidRDefault="00EE7C84" w:rsidP="003D5E04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D5E04" w14:paraId="4A5EE501" w14:textId="77777777" w:rsidTr="008965BB">
        <w:trPr>
          <w:trHeight w:val="350"/>
        </w:trPr>
        <w:tc>
          <w:tcPr>
            <w:tcW w:w="3920" w:type="dxa"/>
            <w:shd w:val="clear" w:color="auto" w:fill="auto"/>
          </w:tcPr>
          <w:p w14:paraId="6F589D4D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حين طحت يابن اُمّي وصلت لنا الخيّاله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5978218" w14:textId="77777777" w:rsidR="003D5E04" w:rsidRDefault="003D5E04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0669495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ليتك تجي يا لوالي بالخيل والخيّاله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5E04" w14:paraId="0B811755" w14:textId="77777777" w:rsidTr="008965BB">
        <w:trPr>
          <w:trHeight w:val="350"/>
        </w:trPr>
        <w:tc>
          <w:tcPr>
            <w:tcW w:w="3920" w:type="dxa"/>
          </w:tcPr>
          <w:p w14:paraId="35843F24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لا تلومني باعتابي يحسين أنا مفجوعه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771182" w14:textId="77777777" w:rsidR="003D5E04" w:rsidRDefault="003D5E04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E7825D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وامعوّدة با معزّة واِيكلمتي مسموعه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5E04" w14:paraId="005AE65F" w14:textId="77777777" w:rsidTr="008965BB">
        <w:trPr>
          <w:trHeight w:val="350"/>
        </w:trPr>
        <w:tc>
          <w:tcPr>
            <w:tcW w:w="3920" w:type="dxa"/>
          </w:tcPr>
          <w:p w14:paraId="7268E0C8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ما قلت لي ويش حالك يختي عقب هالروعه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844EBE" w14:textId="77777777" w:rsidR="003D5E04" w:rsidRDefault="003D5E04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CDB30E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من يوم شفتي روسنا ابروس السمر ميّاله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5E04" w14:paraId="31750820" w14:textId="77777777" w:rsidTr="008965BB">
        <w:trPr>
          <w:trHeight w:val="350"/>
        </w:trPr>
        <w:tc>
          <w:tcPr>
            <w:tcW w:w="3920" w:type="dxa"/>
          </w:tcPr>
          <w:p w14:paraId="3A448C86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جاب المطية الحادي اُوقلّي يزينب قومي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CFCB7E" w14:textId="77777777" w:rsidR="003D5E04" w:rsidRDefault="003D5E04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BE8EB2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ظلّيت ألوم الدّنيا اُومر اعاتب قومي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5E04" w14:paraId="7D268684" w14:textId="77777777" w:rsidTr="008965BB">
        <w:trPr>
          <w:trHeight w:val="350"/>
        </w:trPr>
        <w:tc>
          <w:tcPr>
            <w:tcW w:w="3920" w:type="dxa"/>
          </w:tcPr>
          <w:p w14:paraId="71C575B6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ردت عليه الدّنيا ما خجلت من لومي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41A8E6" w14:textId="77777777" w:rsidR="003D5E04" w:rsidRDefault="003D5E04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F95B0B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تدرين هذا فني باهل الفخر ميّاله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5E04" w14:paraId="34900D7E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A0367C5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يا سيدة يا فاخرة يا لذرة المعصومه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B0C71B" w14:textId="77777777" w:rsidR="003D5E04" w:rsidRDefault="003D5E04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D34F25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من دور أبوك اُوجدّك ويّاك أنا بخصومه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5E04" w14:paraId="3643F458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5626674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أبوك يوم جيته خاطبني يا لميشومه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013525" w14:textId="77777777" w:rsidR="003D5E04" w:rsidRDefault="003D5E04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60D7CE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لا تعرضين الحالي مابك وفي ميّاله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5E04" w14:paraId="0939D706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801AD35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عنك اخذت الوالي واللي فداك ابروحه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5EB0E8" w14:textId="77777777" w:rsidR="003D5E04" w:rsidRDefault="003D5E04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B58848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وامن الصبح سافرتي عن جثة مطروحه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5E04" w14:paraId="4D611835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AFAC2BF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كنتين في دوحة سعد ياحيها من دوحه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0DE162" w14:textId="77777777" w:rsidR="003D5E04" w:rsidRDefault="003D5E04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8C4C8A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دوحة سعت وامظله واغصونها ميّاله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5E04" w14:paraId="2517C70D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0EA8D6F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شمر الخنا روعني يوم لفى ابتهديده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40AF8B" w14:textId="77777777" w:rsidR="003D5E04" w:rsidRDefault="003D5E04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9B47A2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ايقلّي ابن اخوكم وينه ما يقوم يلبس قيده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5E04" w14:paraId="46148DC3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C3C1637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قلت الله الله ابحاله قلّي عجل بازيده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2D0350" w14:textId="77777777" w:rsidR="003D5E04" w:rsidRDefault="003D5E04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E4EAE9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باركبك مهزوله كلما مشت ميّاله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D8F56A0" w14:textId="77777777" w:rsidR="00EE7C84" w:rsidRDefault="00EE7C84" w:rsidP="003D5E04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D5E04" w14:paraId="42C31BE0" w14:textId="77777777" w:rsidTr="008965BB">
        <w:trPr>
          <w:trHeight w:val="350"/>
        </w:trPr>
        <w:tc>
          <w:tcPr>
            <w:tcW w:w="3920" w:type="dxa"/>
            <w:shd w:val="clear" w:color="auto" w:fill="auto"/>
          </w:tcPr>
          <w:p w14:paraId="1EFAE802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دخلت علينا القوم وين أهل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AA34AD4" w14:textId="77777777" w:rsidR="003D5E04" w:rsidRDefault="003D5E04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57A600A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قوموا دركوا الخيمة يفرسان الضريّه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5E04" w14:paraId="37499ACE" w14:textId="77777777" w:rsidTr="008965BB">
        <w:trPr>
          <w:trHeight w:val="350"/>
        </w:trPr>
        <w:tc>
          <w:tcPr>
            <w:tcW w:w="3920" w:type="dxa"/>
          </w:tcPr>
          <w:p w14:paraId="52113BB6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يحسين زينب في الخبا باتت بلا اكفيل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2C9F10" w14:textId="77777777" w:rsidR="003D5E04" w:rsidRDefault="003D5E04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DF22E0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ما في خباها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يتاماها ولعليل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5E04" w14:paraId="34AB46C0" w14:textId="77777777" w:rsidTr="008965BB">
        <w:trPr>
          <w:trHeight w:val="350"/>
        </w:trPr>
        <w:tc>
          <w:tcPr>
            <w:tcW w:w="3920" w:type="dxa"/>
          </w:tcPr>
          <w:p w14:paraId="1DC4A9DA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مادري شموسي ابها اليتامى بظلمه 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B4E1F2" w14:textId="77777777" w:rsidR="003D5E04" w:rsidRDefault="003D5E04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4CBAE8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نسوه بليا اكفيل يا راعي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5E04" w14:paraId="4D912271" w14:textId="77777777" w:rsidTr="008965BB">
        <w:trPr>
          <w:trHeight w:val="350"/>
        </w:trPr>
        <w:tc>
          <w:tcPr>
            <w:tcW w:w="3920" w:type="dxa"/>
          </w:tcPr>
          <w:p w14:paraId="29C5FFE1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من قبل ما يمسي مسانا يا 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F62332" w14:textId="77777777" w:rsidR="003D5E04" w:rsidRDefault="003D5E04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B10172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قوموا نروح المعركة واندور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5E04" w14:paraId="37AC46DE" w14:textId="77777777" w:rsidTr="008965BB">
        <w:trPr>
          <w:trHeight w:val="350"/>
        </w:trPr>
        <w:tc>
          <w:tcPr>
            <w:tcW w:w="3920" w:type="dxa"/>
          </w:tcPr>
          <w:p w14:paraId="53E33373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معلوم ما يدري العدى وصلوا الصياوين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3999EB" w14:textId="77777777" w:rsidR="003D5E04" w:rsidRDefault="003D5E04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D2AFBB" w14:textId="77777777" w:rsidR="003D5E04" w:rsidRDefault="003D5E04" w:rsidP="008965BB">
            <w:pPr>
              <w:pStyle w:val="libPoem"/>
            </w:pPr>
            <w:r>
              <w:rPr>
                <w:rtl/>
                <w:lang w:bidi="fa-IR"/>
              </w:rPr>
              <w:t>ما يدري الايتام في ضيم اواذيّه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727736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71DFE" w14:paraId="1AD036F4" w14:textId="77777777" w:rsidTr="008965BB">
        <w:trPr>
          <w:trHeight w:val="350"/>
        </w:trPr>
        <w:tc>
          <w:tcPr>
            <w:tcW w:w="3920" w:type="dxa"/>
            <w:shd w:val="clear" w:color="auto" w:fill="auto"/>
          </w:tcPr>
          <w:p w14:paraId="6F827467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lastRenderedPageBreak/>
              <w:t>وقفتْ على باب الخيم تنخى اُوتنعى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AB892A5" w14:textId="77777777" w:rsidR="00071DFE" w:rsidRDefault="00071DF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5DEAE44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من حولها النسوان حسرى ابغير اقنعى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DFE" w14:paraId="5CC53DF2" w14:textId="77777777" w:rsidTr="008965BB">
        <w:trPr>
          <w:trHeight w:val="350"/>
        </w:trPr>
        <w:tc>
          <w:tcPr>
            <w:tcW w:w="3920" w:type="dxa"/>
          </w:tcPr>
          <w:p w14:paraId="40D8F6B9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اُو فرسانها فوق الثرى صرعى اُوضجعى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7DE701" w14:textId="77777777" w:rsidR="00071DFE" w:rsidRDefault="00071DF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13FC5D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واخيامها امن ارجالها كلها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DFE" w14:paraId="1858BDB9" w14:textId="77777777" w:rsidTr="008965BB">
        <w:trPr>
          <w:trHeight w:val="350"/>
        </w:trPr>
        <w:tc>
          <w:tcPr>
            <w:tcW w:w="3920" w:type="dxa"/>
          </w:tcPr>
          <w:p w14:paraId="15E655AB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نادت على العبّاس يا حامي ظعنّه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071320D" w14:textId="77777777" w:rsidR="00071DFE" w:rsidRDefault="00071DF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99E7A6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أسمعها أبو فاضل اُوجاوبها اِبونّه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DFE" w14:paraId="5858F5EF" w14:textId="77777777" w:rsidTr="008965BB">
        <w:trPr>
          <w:trHeight w:val="350"/>
        </w:trPr>
        <w:tc>
          <w:tcPr>
            <w:tcW w:w="3920" w:type="dxa"/>
          </w:tcPr>
          <w:p w14:paraId="1F7323B2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ردّي إلى الخيمة يسكنة ابغير رنّه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2D3410" w14:textId="77777777" w:rsidR="00071DFE" w:rsidRDefault="00071DF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331FD5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ما قدر اسمعك تجدبي الونّة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DFE" w14:paraId="25054662" w14:textId="77777777" w:rsidTr="008965BB">
        <w:trPr>
          <w:trHeight w:val="350"/>
        </w:trPr>
        <w:tc>
          <w:tcPr>
            <w:tcW w:w="3920" w:type="dxa"/>
          </w:tcPr>
          <w:p w14:paraId="67DFBD92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لو كنت انا بلوجود ما حد وصل ليكم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786B86" w14:textId="77777777" w:rsidR="00071DFE" w:rsidRDefault="00071DF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C1B338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والخيل ما جتكم ولا واحد يجيكم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DFE" w14:paraId="07E528FA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669EBAD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لكن بليا اكفوف ويش بيدي عليكم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833007" w14:textId="77777777" w:rsidR="00071DFE" w:rsidRDefault="00071DF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D650C4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شكواك لله من فعل بني اُميّه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DFE" w14:paraId="6CE32B9E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D61B404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عمك يسكنة ايعود لا تترقبينه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43FC4F" w14:textId="77777777" w:rsidR="00071DFE" w:rsidRDefault="00071DF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332A1B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زندى بليا اكفوف حالي تنظرينه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DFE" w14:paraId="100E77AC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20D361F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قالت يعمّي من يردنا للمدينه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E2287E" w14:textId="77777777" w:rsidR="00071DFE" w:rsidRDefault="00071DF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382C76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وانا بليا اقناع ما ترضى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DFE" w14:paraId="7B611742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611BBEE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لاعم لا والد ولا بعل بقى 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636703" w14:textId="77777777" w:rsidR="00071DFE" w:rsidRDefault="00071DF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73B7DB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اُوظعن النسا ما يشيل نسوه ابغير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DFE" w14:paraId="45EDC16F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6C642D9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قوموا انظروا زينب يهلها ابغير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FF730D" w14:textId="77777777" w:rsidR="00071DFE" w:rsidRDefault="00071DF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ED62A1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ثوروا اليها بالعجل يهل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DFE" w14:paraId="7BFEF79C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D229E68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واِحسين ما ندري وقع في وين جسمه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23E8E0" w14:textId="77777777" w:rsidR="00071DFE" w:rsidRDefault="00071DF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A9C533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قوموا ينسوه انروح له كلنا ابلمه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DFE" w14:paraId="1E9D463B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F6E23D0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نوقع على جسمه اُو نتخضب ابدمه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60E46A" w14:textId="77777777" w:rsidR="00071DFE" w:rsidRDefault="00071DF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27881C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وانشيل جسمه خوفتي يبقى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29C17C9" w14:textId="77777777" w:rsidR="00EE7C84" w:rsidRDefault="00EE7C84" w:rsidP="00071DFE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71DFE" w14:paraId="1BCF0E33" w14:textId="77777777" w:rsidTr="008965BB">
        <w:trPr>
          <w:trHeight w:val="350"/>
        </w:trPr>
        <w:tc>
          <w:tcPr>
            <w:tcW w:w="3920" w:type="dxa"/>
            <w:shd w:val="clear" w:color="auto" w:fill="auto"/>
          </w:tcPr>
          <w:p w14:paraId="0949360A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هجمت علينا الخيل وين امشرد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8AAE410" w14:textId="77777777" w:rsidR="00071DFE" w:rsidRDefault="00071DF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EFC3020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ادرك حريمك يا وليها ابغير تمهيل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DFE" w14:paraId="35761B0F" w14:textId="77777777" w:rsidTr="008965BB">
        <w:trPr>
          <w:trHeight w:val="350"/>
        </w:trPr>
        <w:tc>
          <w:tcPr>
            <w:tcW w:w="3920" w:type="dxa"/>
          </w:tcPr>
          <w:p w14:paraId="71607472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يحسين جاوبنا جثثكم ما ندلهم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6022EA" w14:textId="77777777" w:rsidR="00071DFE" w:rsidRDefault="00071DF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283B42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جانك حريم عقب عينك ما حد الهم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DFE" w14:paraId="498F99F3" w14:textId="77777777" w:rsidTr="008965BB">
        <w:trPr>
          <w:trHeight w:val="350"/>
        </w:trPr>
        <w:tc>
          <w:tcPr>
            <w:tcW w:w="3920" w:type="dxa"/>
          </w:tcPr>
          <w:p w14:paraId="0EF8DE40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اتوكأ على سيفك يخويه وانهض الهم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7301E2" w14:textId="77777777" w:rsidR="00071DFE" w:rsidRDefault="00071DF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1C23A0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اُوعنا ترد القوم يابن اُمّي مع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DFE" w14:paraId="1F766527" w14:textId="77777777" w:rsidTr="008965BB">
        <w:trPr>
          <w:trHeight w:val="350"/>
        </w:trPr>
        <w:tc>
          <w:tcPr>
            <w:tcW w:w="3920" w:type="dxa"/>
          </w:tcPr>
          <w:p w14:paraId="2511DD8A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الشيل سيفي يا حزينة مالي اكفوف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6CBDF1" w14:textId="77777777" w:rsidR="00071DFE" w:rsidRDefault="00071DF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BF92FB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اُوجثتي يزينب بضعوها ابضرب لسيوف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DFE" w14:paraId="10041955" w14:textId="77777777" w:rsidTr="008965BB">
        <w:trPr>
          <w:trHeight w:val="350"/>
        </w:trPr>
        <w:tc>
          <w:tcPr>
            <w:tcW w:w="3920" w:type="dxa"/>
          </w:tcPr>
          <w:p w14:paraId="1C1344F7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غصب عليّه وصلوك اُوعيني اتشوف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496942" w14:textId="77777777" w:rsidR="00071DFE" w:rsidRDefault="00071DF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57E549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والدم من جسمي جرى يختي كما السيل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DFE" w14:paraId="62870C67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84C965E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لا تفجعيني يا حزينة ابصوت رنه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31485F" w14:textId="77777777" w:rsidR="00071DFE" w:rsidRDefault="00071DF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B25580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انتي تحاكيني وانا اجذب الونه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DFE" w14:paraId="74C76848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1F3C3C0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قالت يخويه وين شخصك غاب عنا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A99204" w14:textId="77777777" w:rsidR="00071DFE" w:rsidRDefault="00071DF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536146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يوم علينا في خيمنا هجمت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DFE" w14:paraId="2284B279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0F898A8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لا تفجعيني يا حزينة من حنينك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051A4D" w14:textId="77777777" w:rsidR="00071DFE" w:rsidRDefault="00071DF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CF01CB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مالي يزينب مقدره اسمع ونينك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DFE" w14:paraId="5A460F96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7BF8AD2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حال القضا يمخدره بيني اُو بينك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3D8356" w14:textId="77777777" w:rsidR="00071DFE" w:rsidRDefault="00071DF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E46D68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اشبيدي على امر جرى يعفيفة الذيل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DFE" w14:paraId="34C78ED3" w14:textId="77777777" w:rsidTr="008965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CD0E168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سرعك قبل موتي تعالى حق لوداع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642C8D" w14:textId="77777777" w:rsidR="00071DFE" w:rsidRDefault="00071DFE" w:rsidP="008965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0DC191" w14:textId="77777777" w:rsidR="00071DFE" w:rsidRDefault="00071DFE" w:rsidP="008965BB">
            <w:pPr>
              <w:pStyle w:val="libPoem"/>
            </w:pPr>
            <w:r>
              <w:rPr>
                <w:rtl/>
                <w:lang w:bidi="fa-IR"/>
              </w:rPr>
              <w:t>قالت ينور العين يا ذخري يمناع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6BF028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43E1D" w14:paraId="1B5D3A87" w14:textId="77777777" w:rsidTr="00AF386A">
        <w:trPr>
          <w:trHeight w:val="350"/>
        </w:trPr>
        <w:tc>
          <w:tcPr>
            <w:tcW w:w="3920" w:type="dxa"/>
            <w:shd w:val="clear" w:color="auto" w:fill="auto"/>
          </w:tcPr>
          <w:p w14:paraId="48CFDE23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lastRenderedPageBreak/>
              <w:t>ودي اناجي لك ولكني بلا اقناع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989C54C" w14:textId="77777777" w:rsidR="00643E1D" w:rsidRDefault="00643E1D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562D39E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انا مع الايتام واطفالي ولعليل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3E1D" w14:paraId="522B9203" w14:textId="77777777" w:rsidTr="00AF386A">
        <w:trPr>
          <w:trHeight w:val="350"/>
        </w:trPr>
        <w:tc>
          <w:tcPr>
            <w:tcW w:w="3920" w:type="dxa"/>
          </w:tcPr>
          <w:p w14:paraId="629B169F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قلها يزينب باري اسكينة اُواخوها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BFB9D6" w14:textId="77777777" w:rsidR="00643E1D" w:rsidRDefault="00643E1D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492C0C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لو مَن بكت سكنة يزينب سكتوها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3E1D" w14:paraId="54636780" w14:textId="77777777" w:rsidTr="00AF386A">
        <w:trPr>
          <w:trHeight w:val="350"/>
        </w:trPr>
        <w:tc>
          <w:tcPr>
            <w:tcW w:w="3920" w:type="dxa"/>
          </w:tcPr>
          <w:p w14:paraId="6C8D6C22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مكسورة الخاطر على عمها وبوها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7A358A" w14:textId="77777777" w:rsidR="00643E1D" w:rsidRDefault="00643E1D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6492DF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بعد المعزه صارت ابولية اراذيل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3E1D" w14:paraId="37162D13" w14:textId="77777777" w:rsidTr="00AF386A">
        <w:trPr>
          <w:trHeight w:val="350"/>
        </w:trPr>
        <w:tc>
          <w:tcPr>
            <w:tcW w:w="3920" w:type="dxa"/>
          </w:tcPr>
          <w:p w14:paraId="04868853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خفي البكى اُوصيك يختي اُو رفعة الصوت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287E11" w14:textId="77777777" w:rsidR="00643E1D" w:rsidRDefault="00643E1D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792892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اُو جيبي لي الصغرى ابشمها قبل ماموت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3E1D" w14:paraId="6A349F16" w14:textId="77777777" w:rsidTr="00AF386A">
        <w:trPr>
          <w:trHeight w:val="350"/>
        </w:trPr>
        <w:tc>
          <w:tcPr>
            <w:tcW w:w="3920" w:type="dxa"/>
          </w:tcPr>
          <w:p w14:paraId="68CC090B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يونس انا يختي اُوصارت كربلا حوت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83CE59" w14:textId="77777777" w:rsidR="00643E1D" w:rsidRDefault="00643E1D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9026FE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اُو يونس ما عنده نسا ظلّت بلا اكفيل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3E1D" w14:paraId="2FBC2C00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FC7ED66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اُو جيبي لي سكينة بقبلها اُو بشمها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EB5D2A" w14:textId="77777777" w:rsidR="00643E1D" w:rsidRDefault="00643E1D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61D884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توقع على صدري اُو بيديني يلمها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3E1D" w14:paraId="38D27918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0F0D2FD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مكسورة الخاطر على بوها اُوعمها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DB2FB2" w14:textId="77777777" w:rsidR="00643E1D" w:rsidRDefault="00643E1D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C175D7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اشبيدي على امر جرى يعفيفة الذيل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D7C6C33" w14:textId="77777777" w:rsidR="00EE7C84" w:rsidRDefault="00EE7C84" w:rsidP="008965BB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43E1D" w14:paraId="5CE38C78" w14:textId="77777777" w:rsidTr="00AF386A">
        <w:trPr>
          <w:trHeight w:val="350"/>
        </w:trPr>
        <w:tc>
          <w:tcPr>
            <w:tcW w:w="3920" w:type="dxa"/>
            <w:shd w:val="clear" w:color="auto" w:fill="auto"/>
          </w:tcPr>
          <w:p w14:paraId="294FE29B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دخلت علينا القوم وين أهل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8B5145F" w14:textId="77777777" w:rsidR="00643E1D" w:rsidRDefault="00643E1D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5DB65F7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اُوين البطل عبّاس قيدوم السريّه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3E1D" w14:paraId="1620E390" w14:textId="77777777" w:rsidTr="00AF386A">
        <w:trPr>
          <w:trHeight w:val="350"/>
        </w:trPr>
        <w:tc>
          <w:tcPr>
            <w:tcW w:w="3920" w:type="dxa"/>
          </w:tcPr>
          <w:p w14:paraId="2090CC56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اما تجي يحسين لو احنا نجي 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FBB291" w14:textId="77777777" w:rsidR="00643E1D" w:rsidRDefault="00643E1D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FE4EC6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كلنا انترجا لك اُو يرجي لك عليلك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3E1D" w14:paraId="7157CC1B" w14:textId="77777777" w:rsidTr="00AF386A">
        <w:trPr>
          <w:trHeight w:val="350"/>
        </w:trPr>
        <w:tc>
          <w:tcPr>
            <w:tcW w:w="3920" w:type="dxa"/>
          </w:tcPr>
          <w:p w14:paraId="06C6D8DE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وانكان ينشال الجسد جينا نشيلك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7A700D" w14:textId="77777777" w:rsidR="00643E1D" w:rsidRDefault="00643E1D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296D6E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انا اُوسكنة والحريم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3E1D" w14:paraId="73B3A541" w14:textId="77777777" w:rsidTr="00AF386A">
        <w:trPr>
          <w:trHeight w:val="350"/>
        </w:trPr>
        <w:tc>
          <w:tcPr>
            <w:tcW w:w="3920" w:type="dxa"/>
          </w:tcPr>
          <w:p w14:paraId="503E1C06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لا تفجعيني يا حزينة ابها لنواعي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C5E187" w14:textId="77777777" w:rsidR="00643E1D" w:rsidRDefault="00643E1D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69DF98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تدرين بي ماقدر على كثر النواعي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3E1D" w14:paraId="14F991A2" w14:textId="77777777" w:rsidTr="00AF386A">
        <w:trPr>
          <w:trHeight w:val="350"/>
        </w:trPr>
        <w:tc>
          <w:tcPr>
            <w:tcW w:w="3920" w:type="dxa"/>
          </w:tcPr>
          <w:p w14:paraId="4DD7A30D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هل كيف اجيكم والعدى قصوا اذراعي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970E0D" w14:textId="77777777" w:rsidR="00643E1D" w:rsidRDefault="00643E1D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02EAE2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المعذره لله وليكم يا 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3E1D" w14:paraId="1AA076EF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554A9CD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عذري يزينب لا تقولى ذي قطيعه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02EEEB" w14:textId="77777777" w:rsidR="00643E1D" w:rsidRDefault="00643E1D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949837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مذبوح يا زينب اُو كفيني قطيعه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3E1D" w14:paraId="77D66DF5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8FF7988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واللي ترجينه وقع يم الشريعه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E60D8E" w14:textId="77777777" w:rsidR="00643E1D" w:rsidRDefault="00643E1D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A2CE6F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اُو جملة انصاري واخوتي كلها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3E1D" w14:paraId="04FDB0A6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84556F2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كفي البوكي اُودمعك الهامي المسفوح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25875D" w14:textId="77777777" w:rsidR="00643E1D" w:rsidRDefault="00643E1D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C6C198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انتي تحاكيني ونا في نزعة الروح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3E1D" w14:paraId="59DDEAE4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36E8E46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هل كيف يختي تنهض الجثّة بلا 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354CF3A" w14:textId="77777777" w:rsidR="00643E1D" w:rsidRDefault="00643E1D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9E9599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اُوفي جسمي العدوان ما بقوا بقيّه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3E1D" w14:paraId="053E4620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18924A4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قلبي تقطع من كلامك يا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4F6C0F" w14:textId="77777777" w:rsidR="00643E1D" w:rsidRDefault="00643E1D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F17C68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كيف الاسد يفرس لو مقطوعه 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3E1D" w14:paraId="6B82A249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114F0C6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اُو صدري يزينب بالحوافر راضينه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65C0C6" w14:textId="77777777" w:rsidR="00643E1D" w:rsidRDefault="00643E1D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A14937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غصب عليّه ندبتك ياهل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3E1D" w14:paraId="7872A7F8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D98CC86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سرعك قبل موتي تعالي ودعيني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EAE9DA" w14:textId="77777777" w:rsidR="00643E1D" w:rsidRDefault="00643E1D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1A1A61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اُوسني عليّه ارداك يختي غمضيني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3E1D" w14:paraId="2014DBE5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1A2BFCA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اُولا تتركي سكنة تجي تسمع ونيني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A49B66" w14:textId="77777777" w:rsidR="00643E1D" w:rsidRDefault="00643E1D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EA6AED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تتلف من الحسره على عمها اُوعليّه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3E1D" w14:paraId="478B43DC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B4492D7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قالت يخويه اِحسين سامح مالي اقناع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C23A36" w14:textId="77777777" w:rsidR="00643E1D" w:rsidRDefault="00643E1D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403056" w14:textId="77777777" w:rsidR="00643E1D" w:rsidRDefault="00643E1D" w:rsidP="00AF386A">
            <w:pPr>
              <w:pStyle w:val="libPoem"/>
            </w:pPr>
            <w:r>
              <w:rPr>
                <w:rtl/>
                <w:lang w:bidi="fa-IR"/>
              </w:rPr>
              <w:t>غارت علينا الخيل في الخيمة يمناع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4B728F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01DDE" w14:paraId="41059101" w14:textId="77777777" w:rsidTr="00AF386A">
        <w:trPr>
          <w:trHeight w:val="350"/>
        </w:trPr>
        <w:tc>
          <w:tcPr>
            <w:tcW w:w="3920" w:type="dxa"/>
            <w:shd w:val="clear" w:color="auto" w:fill="auto"/>
          </w:tcPr>
          <w:p w14:paraId="41AC3220" w14:textId="77777777" w:rsidR="00701DDE" w:rsidRDefault="00701DDE" w:rsidP="00AF386A">
            <w:pPr>
              <w:pStyle w:val="libPoem"/>
            </w:pPr>
            <w:r>
              <w:rPr>
                <w:rtl/>
                <w:lang w:bidi="fa-IR"/>
              </w:rPr>
              <w:lastRenderedPageBreak/>
              <w:t>اتوكا على سيفك تعال للحرم فزاع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60BC2A8" w14:textId="77777777" w:rsidR="00701DDE" w:rsidRDefault="00701DDE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C375005" w14:textId="77777777" w:rsidR="00701DDE" w:rsidRDefault="00701DDE" w:rsidP="00AF386A">
            <w:pPr>
              <w:pStyle w:val="libPoem"/>
            </w:pPr>
            <w:r>
              <w:rPr>
                <w:rtl/>
                <w:lang w:bidi="fa-IR"/>
              </w:rPr>
              <w:t>وانصب هوادجنا يقيدوم السريّه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D98AE41" w14:textId="77777777" w:rsidR="00EE7C84" w:rsidRDefault="00EE7C84" w:rsidP="00701DDE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8"/>
        <w:gridCol w:w="294"/>
        <w:gridCol w:w="3919"/>
      </w:tblGrid>
      <w:tr w:rsidR="00701DDE" w14:paraId="24F56952" w14:textId="77777777" w:rsidTr="00701DDE">
        <w:trPr>
          <w:trHeight w:val="350"/>
        </w:trPr>
        <w:tc>
          <w:tcPr>
            <w:tcW w:w="3703" w:type="dxa"/>
            <w:shd w:val="clear" w:color="auto" w:fill="auto"/>
          </w:tcPr>
          <w:p w14:paraId="3561B3C1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امسى المسا واِحسين ما بطل ونينه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0039B92D" w14:textId="77777777" w:rsidR="00701DDE" w:rsidRDefault="00701DDE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  <w:shd w:val="clear" w:color="auto" w:fill="auto"/>
          </w:tcPr>
          <w:p w14:paraId="4181A074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ما اُوحش الدّنيا ابهالليلة علينا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DDE" w14:paraId="1E9B2A1A" w14:textId="77777777" w:rsidTr="00701DDE">
        <w:trPr>
          <w:trHeight w:val="350"/>
        </w:trPr>
        <w:tc>
          <w:tcPr>
            <w:tcW w:w="3703" w:type="dxa"/>
          </w:tcPr>
          <w:p w14:paraId="75D63538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ما اُوحش الدّنيا علينا هالعشيّه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5C49BA8" w14:textId="77777777" w:rsidR="00701DDE" w:rsidRDefault="00701DDE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2944EAD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من قلة الوليان واخيام خليّه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DDE" w14:paraId="15F82170" w14:textId="77777777" w:rsidTr="00701DDE">
        <w:trPr>
          <w:trHeight w:val="350"/>
        </w:trPr>
        <w:tc>
          <w:tcPr>
            <w:tcW w:w="3703" w:type="dxa"/>
          </w:tcPr>
          <w:p w14:paraId="41AAE676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مادري انا ابها لليل ويش يجري عليّه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4580D7D" w14:textId="77777777" w:rsidR="00701DDE" w:rsidRDefault="00701DDE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10A5F55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عجّل علينا يا علي عجّل علينا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DDE" w14:paraId="5FF0FCEC" w14:textId="77777777" w:rsidTr="00701DDE">
        <w:trPr>
          <w:trHeight w:val="350"/>
        </w:trPr>
        <w:tc>
          <w:tcPr>
            <w:tcW w:w="3703" w:type="dxa"/>
          </w:tcPr>
          <w:p w14:paraId="6B278C31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يا فرج الله تنقضي وحشة الليله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73A3114" w14:textId="77777777" w:rsidR="00701DDE" w:rsidRDefault="00701DDE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E79C114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باكر يعين الله على اركوب الهزيله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DDE" w14:paraId="1B1EA652" w14:textId="77777777" w:rsidTr="00701DDE">
        <w:trPr>
          <w:trHeight w:val="350"/>
        </w:trPr>
        <w:tc>
          <w:tcPr>
            <w:tcW w:w="3703" w:type="dxa"/>
          </w:tcPr>
          <w:p w14:paraId="3B23CFB6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بانشيل عن جسم الولي ماحد يشيله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7E45B1F" w14:textId="77777777" w:rsidR="00701DDE" w:rsidRDefault="00701DDE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E88A494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ما نقطعه حتّى لوانه قطع بينا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DDE" w14:paraId="11A51A03" w14:textId="77777777" w:rsidTr="00701D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1DF687E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خلني ابامضي البو الفضل باشكي له الحال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2B84EEF" w14:textId="77777777" w:rsidR="00701DDE" w:rsidRDefault="00701DDE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3B92AA1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بلكي يدبرني ابحال في هلطفال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DDE" w14:paraId="3C3F0C47" w14:textId="77777777" w:rsidTr="00701D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5E3AF6C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انا واطفالي نشيله انكان ينشال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ACD7CE8" w14:textId="77777777" w:rsidR="00701DDE" w:rsidRDefault="00701DDE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83D8C61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قلها توفى من متى اُوغمضت عينه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DDE" w14:paraId="00DD75DA" w14:textId="77777777" w:rsidTr="00701D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9C6CB9F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هاللي ترجينه بقي بالترب طايح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A7E65B5" w14:textId="77777777" w:rsidR="00701DDE" w:rsidRDefault="00701DDE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E10AD84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واخوانك الضفرين من حوله ذبايح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DDE" w14:paraId="04AD814B" w14:textId="77777777" w:rsidTr="00701D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AFED7F4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اموات كلهم ما يسمعون الصوايح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DAF887B" w14:textId="77777777" w:rsidR="00701DDE" w:rsidRDefault="00701DDE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21397A6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ماحد من ارجالك بقي تترقبينه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DDE" w14:paraId="1BAE0420" w14:textId="77777777" w:rsidTr="00701D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F45C063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اُوهذا حكيك للولي من قلة الراي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1F25AE7" w14:textId="77777777" w:rsidR="00701DDE" w:rsidRDefault="00701DDE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9960797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صبري استعدي للبلا لن البلا جاي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DDE" w14:paraId="6646F663" w14:textId="77777777" w:rsidTr="00701D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DE1090D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اُو لازم تسلكين الدرب للشام وياي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D25383A" w14:textId="77777777" w:rsidR="00701DDE" w:rsidRDefault="00701DDE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7EAD053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يامى من الأهوال من شيء ترينه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DDE" w14:paraId="00C051EB" w14:textId="77777777" w:rsidTr="00701D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B6725EE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واللي يرد الخيل عنّك داسته الخيل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F26FFDD" w14:textId="77777777" w:rsidR="00701DDE" w:rsidRDefault="00701DDE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632AA69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من عقب عينه مالك امساعد ولا اكفيل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DDE" w14:paraId="27190EA1" w14:textId="77777777" w:rsidTr="00701D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D135AB1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شبعي مذلّة يوم فارقتي الرجاجيل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A8B2C98" w14:textId="77777777" w:rsidR="00701DDE" w:rsidRDefault="00701DDE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83A7EA2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راح الذي يحميك واتوسد يمينه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DDE" w14:paraId="23FA43E1" w14:textId="77777777" w:rsidTr="00701D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753010C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نزعى المعزه والبسي بردة الذلّه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65BD293" w14:textId="77777777" w:rsidR="00701DDE" w:rsidRDefault="00701DDE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BAA0121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عزك ذبحنا والذي اتلوذي ابظله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DDE" w14:paraId="634CA3FB" w14:textId="77777777" w:rsidTr="00701D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30AD000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واما تركبين الجمل بالطيب والا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0DA71DB" w14:textId="77777777" w:rsidR="00701DDE" w:rsidRDefault="00701DDE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74EC0F1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بانركبك وانكان تقوين امنعينه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DDE" w14:paraId="59855EC4" w14:textId="77777777" w:rsidTr="00701D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E3BCA80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قالت ذليله والعدو ما اقدر امنعه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6D43CB6" w14:textId="77777777" w:rsidR="00701DDE" w:rsidRDefault="00701DDE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729CC0A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لو كان بيدي ما ركبنا ابغير اقنعه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DDE" w14:paraId="53D3BC6B" w14:textId="77777777" w:rsidTr="00701D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C917BD0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انكبت على اسكينة اتقبلها وتنعى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447C902" w14:textId="77777777" w:rsidR="00701DDE" w:rsidRDefault="00701DDE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0F721AC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الله على ذاك الرجس ما بكت عينه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DDE" w14:paraId="159FA6BE" w14:textId="77777777" w:rsidTr="00701D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CF0354D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كلما اتوسل زادها الملعون لوعه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639C269" w14:textId="77777777" w:rsidR="00701DDE" w:rsidRDefault="00701DDE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0E3FE4E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اركوب الجمل عيت ولاهي مستطيعه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DDE" w14:paraId="173E2362" w14:textId="77777777" w:rsidTr="00701D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8CC878A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لو انتلف لو انذبح ماني امطيعه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9787BAB" w14:textId="77777777" w:rsidR="00701DDE" w:rsidRDefault="00701DDE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E2D345A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نركب بلا والي اُوقنعه ما علينا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DDE" w14:paraId="112B4287" w14:textId="77777777" w:rsidTr="00701D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5E03367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والله خجاله يا خلق ندخل الكوفه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520D73A" w14:textId="77777777" w:rsidR="00701DDE" w:rsidRDefault="00701DDE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7ED99A0" w14:textId="77777777" w:rsidR="00701DDE" w:rsidRDefault="00B9157C" w:rsidP="00AF386A">
            <w:pPr>
              <w:pStyle w:val="libPoem"/>
            </w:pPr>
            <w:r>
              <w:rPr>
                <w:rtl/>
                <w:lang w:bidi="fa-IR"/>
              </w:rPr>
              <w:t>انا مع الايتام دخلتنا الكوفه</w:t>
            </w:r>
            <w:r w:rsidR="00701DD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3A3FFB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63A74" w14:paraId="1D9772AC" w14:textId="77777777" w:rsidTr="00AF386A">
        <w:trPr>
          <w:trHeight w:val="350"/>
        </w:trPr>
        <w:tc>
          <w:tcPr>
            <w:tcW w:w="3920" w:type="dxa"/>
            <w:shd w:val="clear" w:color="auto" w:fill="auto"/>
          </w:tcPr>
          <w:p w14:paraId="05971FE7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lastRenderedPageBreak/>
              <w:t>اُوعزنا طريح ابكربلا قطعوا اكفوفه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1AF8869" w14:textId="77777777" w:rsidR="00B63A74" w:rsidRDefault="00B63A74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610CD0F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يا غيرة الله شمتت العدوان 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616E921" w14:textId="77777777" w:rsidR="00EE7C84" w:rsidRDefault="00EE7C84" w:rsidP="00B63A74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63A74" w14:paraId="71D67111" w14:textId="77777777" w:rsidTr="00AF386A">
        <w:trPr>
          <w:trHeight w:val="350"/>
        </w:trPr>
        <w:tc>
          <w:tcPr>
            <w:tcW w:w="3920" w:type="dxa"/>
            <w:shd w:val="clear" w:color="auto" w:fill="auto"/>
          </w:tcPr>
          <w:p w14:paraId="47FA7D1E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كلما يون اِحسين يفجعني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F9EB17A" w14:textId="77777777" w:rsidR="00B63A74" w:rsidRDefault="00B63A74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60B7D66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قومي يسكنة انروح واندور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3A74" w14:paraId="04F8798F" w14:textId="77777777" w:rsidTr="00AF386A">
        <w:trPr>
          <w:trHeight w:val="350"/>
        </w:trPr>
        <w:tc>
          <w:tcPr>
            <w:tcW w:w="3920" w:type="dxa"/>
          </w:tcPr>
          <w:p w14:paraId="4ABC9029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قومي يسكنة المعركة نادي لنا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F35FD1" w14:textId="77777777" w:rsidR="00B63A74" w:rsidRDefault="00B63A74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AFB67C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اُونادي لنا العبّاس يحمي هالصياوين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3A74" w14:paraId="57B59BD2" w14:textId="77777777" w:rsidTr="00AF386A">
        <w:trPr>
          <w:trHeight w:val="350"/>
        </w:trPr>
        <w:tc>
          <w:tcPr>
            <w:tcW w:w="3920" w:type="dxa"/>
          </w:tcPr>
          <w:p w14:paraId="4B5C1381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ما يستوي نبقى بلا والي اُوبلا امعين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650A51" w14:textId="77777777" w:rsidR="00B63A74" w:rsidRDefault="00B63A74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497FB9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يهل الشيم ردوا بنا لاَرض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3A74" w14:paraId="2F892F38" w14:textId="77777777" w:rsidTr="00AF386A">
        <w:trPr>
          <w:trHeight w:val="350"/>
        </w:trPr>
        <w:tc>
          <w:tcPr>
            <w:tcW w:w="3920" w:type="dxa"/>
          </w:tcPr>
          <w:p w14:paraId="6D27A94B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اوظلّت تعاتب كربلا وايام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969291" w14:textId="77777777" w:rsidR="00B63A74" w:rsidRDefault="00B63A74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8182F2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يا كربلا ضميتي اقماري ولبدور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3A74" w14:paraId="207C77A4" w14:textId="77777777" w:rsidTr="00AF386A">
        <w:trPr>
          <w:trHeight w:val="350"/>
        </w:trPr>
        <w:tc>
          <w:tcPr>
            <w:tcW w:w="3920" w:type="dxa"/>
          </w:tcPr>
          <w:p w14:paraId="3CE53EC0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من نورهم يا كربلا تاصين بالنور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A5298F" w14:textId="77777777" w:rsidR="00B63A74" w:rsidRDefault="00B63A74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383CAC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ياضون بارضك واظلموا بارض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3A74" w14:paraId="20D5CC96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2068A72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كلما تون يحسين تنحب معك يتاماك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FA1646" w14:textId="77777777" w:rsidR="00B63A74" w:rsidRDefault="00B63A74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35539F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ايقولون يابونا تخذنا اليوم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3A74" w14:paraId="0276D1F2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5165774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يا ليتنا كلنا يبو سكنة فداياك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25E97E" w14:textId="77777777" w:rsidR="00B63A74" w:rsidRDefault="00B63A74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7B2CEA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واذلة الإسلام بعدك يا والينا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3A74" w14:paraId="640FD534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360E896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بطل ونينك بالثرى يحسين لا تنام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C79AC2" w14:textId="77777777" w:rsidR="00B63A74" w:rsidRDefault="00B63A74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88F446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اُونار العدى يحسين شبوها بلخيام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3A74" w14:paraId="1B6DD595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E73196F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ذوب افادي يا لولي ضجة الايتام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A3A698" w14:textId="77777777" w:rsidR="00B63A74" w:rsidRDefault="00B63A74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3AE4F2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ايقولون ابويه اِحسين عنا راح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3A74" w14:paraId="35BF0186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FA77B69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غصب عليّه يا لولي اُوباقي ارجالي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365385" w14:textId="77777777" w:rsidR="00B63A74" w:rsidRDefault="00B63A74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2EF021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امشي يخويه الشام حرمه ابغير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3A74" w14:paraId="14D502B1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BAA3BDB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واعظم عليّه الروس منصوبة اقبالي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C73A04" w14:textId="77777777" w:rsidR="00B63A74" w:rsidRDefault="00B63A74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09963B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بيها الأسنّة اتميل قدّام الظعينه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3A74" w14:paraId="1C50804C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AD50F0D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اوسارات مطايانا اُوظلّت تقطع البيد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AF3BE3" w14:textId="77777777" w:rsidR="00B63A74" w:rsidRDefault="00B63A74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996F52" w14:textId="77777777" w:rsidR="00B63A74" w:rsidRDefault="00B63A74" w:rsidP="00AF386A">
            <w:pPr>
              <w:pStyle w:val="libPoem"/>
            </w:pPr>
            <w:r>
              <w:rPr>
                <w:rtl/>
                <w:lang w:bidi="fa-IR"/>
              </w:rPr>
              <w:t>اُوفارقت قومي واخوتي ذيك الصناديد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3A74" w14:paraId="316C75BE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7569F7A" w14:textId="77777777" w:rsidR="00B63A74" w:rsidRDefault="00740924" w:rsidP="00AF386A">
            <w:pPr>
              <w:pStyle w:val="libPoem"/>
            </w:pPr>
            <w:r>
              <w:rPr>
                <w:rtl/>
                <w:lang w:bidi="fa-IR"/>
              </w:rPr>
              <w:t>واعظم خجالة يوم ندخل مجلس ايزيد</w:t>
            </w:r>
            <w:r w:rsidR="00B63A7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30EA2E" w14:textId="77777777" w:rsidR="00B63A74" w:rsidRDefault="00B63A74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94BEE7" w14:textId="77777777" w:rsidR="00B63A74" w:rsidRDefault="00740924" w:rsidP="00AF386A">
            <w:pPr>
              <w:pStyle w:val="libPoem"/>
            </w:pPr>
            <w:r>
              <w:rPr>
                <w:rtl/>
                <w:lang w:bidi="fa-IR"/>
              </w:rPr>
              <w:t>سرعك يداحي الباب قوم الحق علينا</w:t>
            </w:r>
            <w:r w:rsidR="00B63A7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3A74" w14:paraId="2486039A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8EDBAFD" w14:textId="77777777" w:rsidR="00B63A74" w:rsidRDefault="00740924" w:rsidP="00AF386A">
            <w:pPr>
              <w:pStyle w:val="libPoem"/>
            </w:pPr>
            <w:r>
              <w:rPr>
                <w:rtl/>
                <w:lang w:bidi="fa-IR"/>
              </w:rPr>
              <w:t>يمشيّد الإسلام والدين ابقناتك</w:t>
            </w:r>
            <w:r w:rsidR="00B63A7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2B41E5" w14:textId="77777777" w:rsidR="00B63A74" w:rsidRDefault="00B63A74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8BBAB1" w14:textId="77777777" w:rsidR="00B63A74" w:rsidRDefault="00740924" w:rsidP="00AF386A">
            <w:pPr>
              <w:pStyle w:val="libPoem"/>
            </w:pPr>
            <w:r>
              <w:rPr>
                <w:rtl/>
                <w:lang w:bidi="fa-IR"/>
              </w:rPr>
              <w:t>اخبار عنا يا علي ماظن جاتك</w:t>
            </w:r>
            <w:r w:rsidR="00B63A7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3A74" w14:paraId="14FF7F11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444E29E" w14:textId="77777777" w:rsidR="00B63A74" w:rsidRDefault="00740924" w:rsidP="00AF386A">
            <w:pPr>
              <w:pStyle w:val="libPoem"/>
            </w:pPr>
            <w:r>
              <w:rPr>
                <w:rtl/>
                <w:lang w:bidi="fa-IR"/>
              </w:rPr>
              <w:t>ترضى يبويه تدخل المجلس بناتك</w:t>
            </w:r>
            <w:r w:rsidR="00B63A7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B69FAB" w14:textId="77777777" w:rsidR="00B63A74" w:rsidRDefault="00B63A74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18158B" w14:textId="77777777" w:rsidR="00B63A74" w:rsidRDefault="00740924" w:rsidP="00AF386A">
            <w:pPr>
              <w:pStyle w:val="libPoem"/>
            </w:pPr>
            <w:r>
              <w:rPr>
                <w:rtl/>
                <w:lang w:bidi="fa-IR"/>
              </w:rPr>
              <w:t>كُل الخلق يابوي تتفرج علينا</w:t>
            </w:r>
            <w:r w:rsidR="00B63A7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8BA7589" w14:textId="77777777" w:rsidR="00EE7C84" w:rsidRDefault="00EE7C84" w:rsidP="00B63A74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63A74" w14:paraId="34E40B07" w14:textId="77777777" w:rsidTr="00AF386A">
        <w:trPr>
          <w:trHeight w:val="350"/>
        </w:trPr>
        <w:tc>
          <w:tcPr>
            <w:tcW w:w="3920" w:type="dxa"/>
            <w:shd w:val="clear" w:color="auto" w:fill="auto"/>
          </w:tcPr>
          <w:p w14:paraId="143BD1C1" w14:textId="77777777" w:rsidR="00B63A74" w:rsidRDefault="00740924" w:rsidP="00AF386A">
            <w:pPr>
              <w:pStyle w:val="libPoem"/>
            </w:pPr>
            <w:r>
              <w:rPr>
                <w:rtl/>
                <w:lang w:bidi="fa-IR"/>
              </w:rPr>
              <w:t>طلعت يتيمه امروعه من خيمة احسين</w:t>
            </w:r>
            <w:r w:rsidR="00B63A7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5EA8971" w14:textId="77777777" w:rsidR="00B63A74" w:rsidRDefault="00B63A74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1A793F6" w14:textId="77777777" w:rsidR="00B63A74" w:rsidRDefault="00740924" w:rsidP="00AF386A">
            <w:pPr>
              <w:pStyle w:val="libPoem"/>
            </w:pPr>
            <w:r>
              <w:rPr>
                <w:rtl/>
                <w:lang w:bidi="fa-IR"/>
              </w:rPr>
              <w:t>كُل من نلاقي اتسايله درب الغري وين</w:t>
            </w:r>
            <w:r w:rsidR="00B63A7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3A74" w14:paraId="4F00EC81" w14:textId="77777777" w:rsidTr="00AF386A">
        <w:trPr>
          <w:trHeight w:val="350"/>
        </w:trPr>
        <w:tc>
          <w:tcPr>
            <w:tcW w:w="3920" w:type="dxa"/>
          </w:tcPr>
          <w:p w14:paraId="2B87CA09" w14:textId="77777777" w:rsidR="00B63A74" w:rsidRDefault="00740924" w:rsidP="00AF386A">
            <w:pPr>
              <w:pStyle w:val="libPoem"/>
            </w:pPr>
            <w:r>
              <w:rPr>
                <w:rtl/>
                <w:lang w:bidi="fa-IR"/>
              </w:rPr>
              <w:t>لاقت لعين قال ردي يا حزينه</w:t>
            </w:r>
            <w:r w:rsidR="00B63A7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35E817B" w14:textId="77777777" w:rsidR="00B63A74" w:rsidRDefault="00B63A74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9A06BB" w14:textId="77777777" w:rsidR="00B63A74" w:rsidRDefault="00740924" w:rsidP="00AF386A">
            <w:pPr>
              <w:pStyle w:val="libPoem"/>
            </w:pPr>
            <w:r>
              <w:rPr>
                <w:rtl/>
                <w:lang w:bidi="fa-IR"/>
              </w:rPr>
              <w:t>درب الغري وينك اُوينه توصيلنه</w:t>
            </w:r>
            <w:r w:rsidR="00B63A7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3A74" w14:paraId="39888F62" w14:textId="77777777" w:rsidTr="00AF386A">
        <w:trPr>
          <w:trHeight w:val="350"/>
        </w:trPr>
        <w:tc>
          <w:tcPr>
            <w:tcW w:w="3920" w:type="dxa"/>
          </w:tcPr>
          <w:p w14:paraId="717DF005" w14:textId="77777777" w:rsidR="00B63A74" w:rsidRDefault="00740924" w:rsidP="00AF386A">
            <w:pPr>
              <w:pStyle w:val="libPoem"/>
            </w:pPr>
            <w:r>
              <w:rPr>
                <w:rtl/>
                <w:lang w:bidi="fa-IR"/>
              </w:rPr>
              <w:t>في البر هلقفر كيف وحدك تسلكينه</w:t>
            </w:r>
            <w:r w:rsidR="00B63A7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6DE3E2" w14:textId="77777777" w:rsidR="00B63A74" w:rsidRDefault="00B63A74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CC1684" w14:textId="77777777" w:rsidR="00B63A74" w:rsidRDefault="00740924" w:rsidP="00AF386A">
            <w:pPr>
              <w:pStyle w:val="libPoem"/>
            </w:pPr>
            <w:r>
              <w:rPr>
                <w:rtl/>
                <w:lang w:bidi="fa-IR"/>
              </w:rPr>
              <w:t>ردي لخدرك يا يتيمه لا تضيعين</w:t>
            </w:r>
            <w:r w:rsidR="00B63A7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3A74" w14:paraId="4C71329E" w14:textId="77777777" w:rsidTr="00AF386A">
        <w:trPr>
          <w:trHeight w:val="350"/>
        </w:trPr>
        <w:tc>
          <w:tcPr>
            <w:tcW w:w="3920" w:type="dxa"/>
          </w:tcPr>
          <w:p w14:paraId="46F17CBD" w14:textId="77777777" w:rsidR="00B63A74" w:rsidRDefault="00740924" w:rsidP="00AF386A">
            <w:pPr>
              <w:pStyle w:val="libPoem"/>
            </w:pPr>
            <w:r>
              <w:rPr>
                <w:rtl/>
                <w:lang w:bidi="fa-IR"/>
              </w:rPr>
              <w:t>درب الغري بينك اُوبينه شد وارحال</w:t>
            </w:r>
            <w:r w:rsidR="00B63A7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4B4C35" w14:textId="77777777" w:rsidR="00B63A74" w:rsidRDefault="00B63A74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B75629" w14:textId="77777777" w:rsidR="00B63A74" w:rsidRDefault="00740924" w:rsidP="00AF386A">
            <w:pPr>
              <w:pStyle w:val="libPoem"/>
            </w:pPr>
            <w:r>
              <w:rPr>
                <w:rtl/>
                <w:lang w:bidi="fa-IR"/>
              </w:rPr>
              <w:t>وانتين مالك في الغري معروف رجال</w:t>
            </w:r>
            <w:r w:rsidR="00B63A7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DAFBB6E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6650C" w14:paraId="20A5F6AF" w14:textId="77777777" w:rsidTr="00AF386A">
        <w:trPr>
          <w:trHeight w:val="350"/>
        </w:trPr>
        <w:tc>
          <w:tcPr>
            <w:tcW w:w="3920" w:type="dxa"/>
            <w:shd w:val="clear" w:color="auto" w:fill="auto"/>
          </w:tcPr>
          <w:p w14:paraId="49B6313E" w14:textId="77777777" w:rsidR="0056650C" w:rsidRDefault="0056650C" w:rsidP="00AF386A">
            <w:pPr>
              <w:pStyle w:val="libPoem"/>
            </w:pPr>
            <w:r>
              <w:rPr>
                <w:rtl/>
                <w:lang w:bidi="fa-IR"/>
              </w:rPr>
              <w:lastRenderedPageBreak/>
              <w:t>قالت تخلّوني اُوسمعوا ربي اشقال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D8BFFE5" w14:textId="77777777" w:rsidR="0056650C" w:rsidRDefault="0056650C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EE4F55F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في محكم القرآن في عم اُو ياسين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50C" w14:paraId="59A3C84B" w14:textId="77777777" w:rsidTr="00AF386A">
        <w:trPr>
          <w:trHeight w:val="350"/>
        </w:trPr>
        <w:tc>
          <w:tcPr>
            <w:tcW w:w="3920" w:type="dxa"/>
          </w:tcPr>
          <w:p w14:paraId="19F561C2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عندي اشكاية المشتكى لله اُو رسوله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B3FC35" w14:textId="77777777" w:rsidR="0056650C" w:rsidRDefault="0056650C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DF67F4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وإلى علي المرتضى فحل الفحوله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50C" w14:paraId="2048E40C" w14:textId="77777777" w:rsidTr="00AF386A">
        <w:trPr>
          <w:trHeight w:val="350"/>
        </w:trPr>
        <w:tc>
          <w:tcPr>
            <w:tcW w:w="3920" w:type="dxa"/>
          </w:tcPr>
          <w:p w14:paraId="7B47B81D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باخبره يمكن يجي لينا ابدوله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6F2CB2" w14:textId="77777777" w:rsidR="0056650C" w:rsidRDefault="0056650C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125B65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ياخذ ابثاره من هل الكوفة الملاعين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50C" w14:paraId="2F7F1545" w14:textId="77777777" w:rsidTr="00AF386A">
        <w:trPr>
          <w:trHeight w:val="350"/>
        </w:trPr>
        <w:tc>
          <w:tcPr>
            <w:tcW w:w="3920" w:type="dxa"/>
          </w:tcPr>
          <w:p w14:paraId="2761563C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باندب عليكم داحي الصخره ابيمينه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360646" w14:textId="77777777" w:rsidR="0056650C" w:rsidRDefault="0056650C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9B9A67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ناصر الهادي اُو مظهر بالسيف دينه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50C" w14:paraId="30C0B580" w14:textId="77777777" w:rsidTr="00AF386A">
        <w:trPr>
          <w:trHeight w:val="350"/>
        </w:trPr>
        <w:tc>
          <w:tcPr>
            <w:tcW w:w="3920" w:type="dxa"/>
          </w:tcPr>
          <w:p w14:paraId="395FC638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ايجينا ابعمامي اُوكل من يعلق علينا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441721" w14:textId="77777777" w:rsidR="0056650C" w:rsidRDefault="0056650C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381D17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يا حي ذاك الشوف من يقبل ابو احسين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50C" w14:paraId="7F0B5D2C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BFFC78A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نادى عليها ذلك الفاجر الملعون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96E361" w14:textId="77777777" w:rsidR="0056650C" w:rsidRDefault="0056650C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9DEFF6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سمي اباسمه يا فتاة الخدر والصون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50C" w14:paraId="352B23F7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20252A6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قالت علي المرتضى هزاز لحصون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299946" w14:textId="77777777" w:rsidR="0056650C" w:rsidRDefault="0056650C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E9ECB7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لمن سمعها قال عز الله اُو نعمين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50C" w14:paraId="19B9EE53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30F7B65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صدت ولن زينب تناديها تعالي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3FDA22B" w14:textId="77777777" w:rsidR="0056650C" w:rsidRDefault="0056650C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43023F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حتّى نروح المعركة اُو ندفن الوالي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50C" w14:paraId="1F7D7539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CF8ABEA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الله رحيم يرحم ابحالك اُو حالي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E7E79B" w14:textId="77777777" w:rsidR="0056650C" w:rsidRDefault="0056650C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ACF69A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ردي لخدرك يا يتيمه لا تضيعين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B06C82D" w14:textId="77777777" w:rsidR="00EE7C84" w:rsidRDefault="00EE7C84" w:rsidP="0056650C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6650C" w14:paraId="78874158" w14:textId="77777777" w:rsidTr="00AF386A">
        <w:trPr>
          <w:trHeight w:val="350"/>
        </w:trPr>
        <w:tc>
          <w:tcPr>
            <w:tcW w:w="3920" w:type="dxa"/>
            <w:shd w:val="clear" w:color="auto" w:fill="auto"/>
          </w:tcPr>
          <w:p w14:paraId="3E3A303A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نزعي المعزّة طود عزّك قوّض أوراح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958FEA8" w14:textId="77777777" w:rsidR="0056650C" w:rsidRDefault="0056650C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62E47DA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من يوم أبوك اِحسين وسط المعركة طاح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50C" w14:paraId="1F0B1460" w14:textId="77777777" w:rsidTr="00AF386A">
        <w:trPr>
          <w:trHeight w:val="350"/>
        </w:trPr>
        <w:tc>
          <w:tcPr>
            <w:tcW w:w="3920" w:type="dxa"/>
          </w:tcPr>
          <w:p w14:paraId="77E2D449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لا ترتجين اِحسين يرجع وسط الخيام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F6F685" w14:textId="77777777" w:rsidR="0056650C" w:rsidRDefault="0056650C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45C2BDA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فوق الثرى طايح اُوجسمه امبضع اسهام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50C" w14:paraId="683C8500" w14:textId="77777777" w:rsidTr="00AF386A">
        <w:trPr>
          <w:trHeight w:val="350"/>
        </w:trPr>
        <w:tc>
          <w:tcPr>
            <w:tcW w:w="3920" w:type="dxa"/>
          </w:tcPr>
          <w:p w14:paraId="071979F9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وانتي استعدي للشماته اُودخلت الشام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6909CA" w14:textId="77777777" w:rsidR="0056650C" w:rsidRDefault="0056650C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A97D67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من حين سمعت اصفقت راح على راح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50C" w14:paraId="1B612195" w14:textId="77777777" w:rsidTr="00AF386A">
        <w:trPr>
          <w:trHeight w:val="350"/>
        </w:trPr>
        <w:tc>
          <w:tcPr>
            <w:tcW w:w="3920" w:type="dxa"/>
          </w:tcPr>
          <w:p w14:paraId="74C72DC2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قالت اباشكي عند ابن عمّي الجاسم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3366BD" w14:textId="77777777" w:rsidR="0056650C" w:rsidRDefault="0056650C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F90C7F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عريس وادي كربلا بدر الهواشم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50C" w14:paraId="76CE64C3" w14:textId="77777777" w:rsidTr="00AF386A">
        <w:trPr>
          <w:trHeight w:val="350"/>
        </w:trPr>
        <w:tc>
          <w:tcPr>
            <w:tcW w:w="3920" w:type="dxa"/>
          </w:tcPr>
          <w:p w14:paraId="78520281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قلها الجاسم فوق حر الثرب نايم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370399" w14:textId="77777777" w:rsidR="0056650C" w:rsidRDefault="0056650C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9204C9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جسمه امبضع يا حزينة ابكثر لجراح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50C" w14:paraId="66D9AA3D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6FC938F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قالت ابشكي عند عمّي وافي الباس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B5C592" w14:textId="77777777" w:rsidR="0056650C" w:rsidRDefault="0056650C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6925BE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شايل بيرقنا ابو فاضل العبّاس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50C" w14:paraId="71AF972D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764CA30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قلها ابجنب المشرعه ايجاذب الانفاس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AD8016" w14:textId="77777777" w:rsidR="0056650C" w:rsidRDefault="0056650C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178E02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مقطوعه اكفوفه امبضّعينه بلجراح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50C" w14:paraId="0C7660C8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8478461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قالت ابشكي عند لكبر سبع لبطال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AE7C8A" w14:textId="77777777" w:rsidR="0056650C" w:rsidRDefault="0056650C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ECAB59" w14:textId="77777777" w:rsidR="0056650C" w:rsidRDefault="00A01A30" w:rsidP="00AF386A">
            <w:pPr>
              <w:pStyle w:val="libPoem"/>
            </w:pPr>
            <w:r>
              <w:rPr>
                <w:rtl/>
                <w:lang w:bidi="fa-IR"/>
              </w:rPr>
              <w:t>قلها امبضع بالمواضي فوق لرمال</w:t>
            </w:r>
            <w:r w:rsidR="0056650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46B9E44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8"/>
        <w:gridCol w:w="294"/>
        <w:gridCol w:w="3919"/>
      </w:tblGrid>
      <w:tr w:rsidR="00AF386A" w14:paraId="3ACEFBC1" w14:textId="77777777" w:rsidTr="00AF386A">
        <w:trPr>
          <w:trHeight w:val="350"/>
        </w:trPr>
        <w:tc>
          <w:tcPr>
            <w:tcW w:w="3703" w:type="dxa"/>
            <w:shd w:val="clear" w:color="auto" w:fill="auto"/>
          </w:tcPr>
          <w:p w14:paraId="1FA366BB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lastRenderedPageBreak/>
              <w:t>واِنكان ليهم ترتجي ما عندك ارجال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5AA8C71C" w14:textId="77777777" w:rsidR="00AF386A" w:rsidRDefault="00AF386A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  <w:shd w:val="clear" w:color="auto" w:fill="auto"/>
          </w:tcPr>
          <w:p w14:paraId="17EB5956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كلهم رميّة اُوروسهم في روس لرماح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86A" w14:paraId="018DD109" w14:textId="77777777" w:rsidTr="00AF386A">
        <w:trPr>
          <w:trHeight w:val="350"/>
        </w:trPr>
        <w:tc>
          <w:tcPr>
            <w:tcW w:w="3703" w:type="dxa"/>
          </w:tcPr>
          <w:p w14:paraId="319CE7D7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من فوق المصلى جذبها ابن الملاعين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B76FCF1" w14:textId="77777777" w:rsidR="00AF386A" w:rsidRDefault="00AF386A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ED2A196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ظلّت تنادي وين عنّي رحت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86A" w14:paraId="28A9D6D5" w14:textId="77777777" w:rsidTr="00AF386A">
        <w:trPr>
          <w:trHeight w:val="350"/>
        </w:trPr>
        <w:tc>
          <w:tcPr>
            <w:tcW w:w="3703" w:type="dxa"/>
          </w:tcPr>
          <w:p w14:paraId="3898FC12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انهض اُوعاين حالتي اُوحال 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00B020D" w14:textId="77777777" w:rsidR="00AF386A" w:rsidRDefault="00AF386A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15A84EA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اُوضجت بنات المصطفى كلهم بلصياح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86A" w14:paraId="06128861" w14:textId="77777777" w:rsidTr="00AF386A">
        <w:trPr>
          <w:trHeight w:val="350"/>
        </w:trPr>
        <w:tc>
          <w:tcPr>
            <w:tcW w:w="3703" w:type="dxa"/>
          </w:tcPr>
          <w:p w14:paraId="16A36A58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سكنة تحن اُوتجدب الونّة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63377F4" w14:textId="77777777" w:rsidR="00AF386A" w:rsidRDefault="00AF386A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F8D9824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عبّاس ما تقعد يبو نفس الأبيّه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86A" w14:paraId="6683F687" w14:textId="77777777" w:rsidTr="00AF386A">
        <w:trPr>
          <w:trHeight w:val="350"/>
        </w:trPr>
        <w:tc>
          <w:tcPr>
            <w:tcW w:w="3703" w:type="dxa"/>
          </w:tcPr>
          <w:p w14:paraId="1006A8EA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معلوم عمّي مادري باللي جرى اُوصار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A8ACAE8" w14:textId="77777777" w:rsidR="00AF386A" w:rsidRDefault="00AF386A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997256F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في وين عنّي بوالفضل عمّي المغوار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86A" w14:paraId="4D43BCDA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F9585C3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با روح له با خبره باللي جرى اُوصار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639792F" w14:textId="77777777" w:rsidR="00AF386A" w:rsidRDefault="00AF386A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5EAD6EA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باقول يا عمّي ادخلو الخيمة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86A" w14:paraId="3D79B6C9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AB0DC20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جونا يعمّي اُوسلبوا كلما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DF984CD" w14:textId="77777777" w:rsidR="00AF386A" w:rsidRDefault="00AF386A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86889C2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امن الخوف فرينا اُوباسماكم نخينا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86A" w14:paraId="15831E3B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16618A9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يا رجالنا ماحد نغر منكم الينا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4CCC47D" w14:textId="77777777" w:rsidR="00AF386A" w:rsidRDefault="00AF386A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E9AD8FB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كلكم نسيتونا يهلنا بالسويّه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86A" w14:paraId="25432F45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22B7973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وانا عليكم داخله بالله يا شجعان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8DF1D93" w14:textId="77777777" w:rsidR="00AF386A" w:rsidRDefault="00AF386A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27E6059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قوموا ادركونا وادركوا بنكم الوجعان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86A" w14:paraId="01D358C2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D7923FD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واحريمكم ظلّت بلا خيمة اوصيوان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B66640C" w14:textId="77777777" w:rsidR="00AF386A" w:rsidRDefault="00AF386A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218F09C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اُولنتوا ابغيبة وارتجي منكم الجيّه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86A" w14:paraId="68340E7D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400B3EA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والله يعمّي اخيام ما خلّوا الينا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A02DCA5" w14:textId="77777777" w:rsidR="00AF386A" w:rsidRDefault="00AF386A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AD77F1B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والنار شبوا بالمضارب يا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86A" w14:paraId="22581735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01CCFF7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وانته على التربان ما تنغر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C63088D" w14:textId="77777777" w:rsidR="00AF386A" w:rsidRDefault="00AF386A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E4BF08C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وانته يعمّي من قبل تحني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86A" w14:paraId="3123F5FA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87F18C2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مرمي على التربان مقطوع الايادي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EE58F69" w14:textId="77777777" w:rsidR="00AF386A" w:rsidRDefault="00AF386A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7BB8D2E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ما تسمع اسكينة يبو فرجه 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86A" w14:paraId="1C397911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BA0509C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اُو ساقوا الظعن بيها اُوحدا بيها الحادي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04153E0" w14:textId="77777777" w:rsidR="00AF386A" w:rsidRDefault="00AF386A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53BA519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وانته على المسنات ما تنغر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86A" w14:paraId="51EE9258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3E63181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بالامس انا الامخدره ماحد يراني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10601C6" w14:textId="77777777" w:rsidR="00AF386A" w:rsidRDefault="00AF386A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E7ECF97" w14:textId="77777777" w:rsidR="00AF386A" w:rsidRDefault="00AF386A" w:rsidP="00AF386A">
            <w:pPr>
              <w:pStyle w:val="libPoem"/>
            </w:pPr>
            <w:r>
              <w:rPr>
                <w:rtl/>
                <w:lang w:bidi="fa-IR"/>
              </w:rPr>
              <w:t>واليوم حرمه امسلبه من غير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86A" w14:paraId="57FFA955" w14:textId="77777777" w:rsidTr="00AF38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871268A" w14:textId="77777777" w:rsidR="00AF386A" w:rsidRDefault="00CC3B25" w:rsidP="00AF386A">
            <w:pPr>
              <w:pStyle w:val="libPoem"/>
            </w:pPr>
            <w:r>
              <w:rPr>
                <w:rtl/>
                <w:lang w:bidi="fa-IR"/>
              </w:rPr>
              <w:t>ترضى ينور العين يا عزي اُوجلالي</w:t>
            </w:r>
            <w:r w:rsidR="00AF38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7E05D8A" w14:textId="77777777" w:rsidR="00AF386A" w:rsidRDefault="00AF386A" w:rsidP="00AF386A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5715611" w14:textId="77777777" w:rsidR="00AF386A" w:rsidRDefault="00CC3B25" w:rsidP="00AF386A">
            <w:pPr>
              <w:pStyle w:val="libPoem"/>
            </w:pPr>
            <w:r>
              <w:rPr>
                <w:rtl/>
                <w:lang w:bidi="fa-IR"/>
              </w:rPr>
              <w:t>بعد الخدر والصون صرنا في أاذيّه</w:t>
            </w:r>
            <w:r w:rsidR="00AF386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61015F2" w14:textId="77777777" w:rsidR="00EE7C84" w:rsidRDefault="00EE7C84" w:rsidP="00AF386A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F386A" w14:paraId="248E4B11" w14:textId="77777777" w:rsidTr="00AF386A">
        <w:trPr>
          <w:trHeight w:val="350"/>
        </w:trPr>
        <w:tc>
          <w:tcPr>
            <w:tcW w:w="3920" w:type="dxa"/>
            <w:shd w:val="clear" w:color="auto" w:fill="auto"/>
          </w:tcPr>
          <w:p w14:paraId="3226A641" w14:textId="77777777" w:rsidR="00AF386A" w:rsidRDefault="00CC3B25" w:rsidP="00AF386A">
            <w:pPr>
              <w:pStyle w:val="libPoem"/>
            </w:pPr>
            <w:r>
              <w:rPr>
                <w:rtl/>
                <w:lang w:bidi="fa-IR"/>
              </w:rPr>
              <w:t>شبّان طاحت في اطفوف الغاضريّه</w:t>
            </w:r>
            <w:r w:rsidR="00AF38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FC4CE14" w14:textId="77777777" w:rsidR="00AF386A" w:rsidRDefault="00AF386A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C228D2A" w14:textId="77777777" w:rsidR="00AF386A" w:rsidRDefault="00CC3B25" w:rsidP="00AF386A">
            <w:pPr>
              <w:pStyle w:val="libPoem"/>
            </w:pPr>
            <w:r>
              <w:rPr>
                <w:rtl/>
                <w:lang w:bidi="fa-IR"/>
              </w:rPr>
              <w:t>راحت ارجالي اُوظلّت اخيامي خليّه</w:t>
            </w:r>
            <w:r w:rsidR="00AF38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86A" w14:paraId="54759776" w14:textId="77777777" w:rsidTr="00AF386A">
        <w:trPr>
          <w:trHeight w:val="350"/>
        </w:trPr>
        <w:tc>
          <w:tcPr>
            <w:tcW w:w="3920" w:type="dxa"/>
          </w:tcPr>
          <w:p w14:paraId="01E2979B" w14:textId="77777777" w:rsidR="00AF386A" w:rsidRDefault="00CC3B25" w:rsidP="00AF386A">
            <w:pPr>
              <w:pStyle w:val="libPoem"/>
            </w:pPr>
            <w:r>
              <w:rPr>
                <w:rtl/>
                <w:lang w:bidi="fa-IR"/>
              </w:rPr>
              <w:t>أمست الحورى واليتامى حولها اتدور</w:t>
            </w:r>
            <w:r w:rsidR="00AF38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DED346" w14:textId="77777777" w:rsidR="00AF386A" w:rsidRDefault="00AF386A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5C0697" w14:textId="77777777" w:rsidR="00AF386A" w:rsidRDefault="00CC3B25" w:rsidP="00AF386A">
            <w:pPr>
              <w:pStyle w:val="libPoem"/>
            </w:pPr>
            <w:r>
              <w:rPr>
                <w:rtl/>
                <w:lang w:bidi="fa-IR"/>
              </w:rPr>
              <w:t>والنار شبها ابن الدعيّة وسط لخدور</w:t>
            </w:r>
            <w:r w:rsidR="00AF38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386A" w14:paraId="16012727" w14:textId="77777777" w:rsidTr="00AF386A">
        <w:trPr>
          <w:trHeight w:val="350"/>
        </w:trPr>
        <w:tc>
          <w:tcPr>
            <w:tcW w:w="3920" w:type="dxa"/>
          </w:tcPr>
          <w:p w14:paraId="3E406415" w14:textId="77777777" w:rsidR="00AF386A" w:rsidRDefault="00CC3B25" w:rsidP="00AF386A">
            <w:pPr>
              <w:pStyle w:val="libPoem"/>
            </w:pPr>
            <w:r>
              <w:rPr>
                <w:rtl/>
                <w:lang w:bidi="fa-IR"/>
              </w:rPr>
              <w:t>وابكربلا صيحه اتشابه نفخة الصور</w:t>
            </w:r>
            <w:r w:rsidR="00AF38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4C47C7" w14:textId="77777777" w:rsidR="00AF386A" w:rsidRDefault="00AF386A" w:rsidP="00AF386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6A8871" w14:textId="77777777" w:rsidR="00AF386A" w:rsidRDefault="00CC3B25" w:rsidP="00AF386A">
            <w:pPr>
              <w:pStyle w:val="libPoem"/>
            </w:pPr>
            <w:r>
              <w:rPr>
                <w:rtl/>
                <w:lang w:bidi="fa-IR"/>
              </w:rPr>
              <w:t>اُو زينب تنادي راحت اِرجالي سويّه</w:t>
            </w:r>
            <w:r w:rsidR="00AF386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547BD5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F59A2" w14:paraId="776D6DFC" w14:textId="77777777" w:rsidTr="00FA336B">
        <w:trPr>
          <w:trHeight w:val="350"/>
        </w:trPr>
        <w:tc>
          <w:tcPr>
            <w:tcW w:w="3920" w:type="dxa"/>
            <w:shd w:val="clear" w:color="auto" w:fill="auto"/>
          </w:tcPr>
          <w:p w14:paraId="6C367E1A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lastRenderedPageBreak/>
              <w:t>سلبت روحي يالذي طايح على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19095B3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2CB9705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ما كنك الموصى عليّه وانته ملفاي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6560F9F9" w14:textId="77777777" w:rsidTr="00FA336B">
        <w:trPr>
          <w:trHeight w:val="350"/>
        </w:trPr>
        <w:tc>
          <w:tcPr>
            <w:tcW w:w="3920" w:type="dxa"/>
          </w:tcPr>
          <w:p w14:paraId="3C2159B7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باخبرك خولي يخويه سلب ارداي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7B98C5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A0AEDC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دنهض يخويه بالعجل وانغر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4CF04E00" w14:textId="77777777" w:rsidTr="00FA336B">
        <w:trPr>
          <w:trHeight w:val="350"/>
        </w:trPr>
        <w:tc>
          <w:tcPr>
            <w:tcW w:w="3920" w:type="dxa"/>
          </w:tcPr>
          <w:p w14:paraId="5462AD4F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قلها علي السجّاد اُو أن اُوصعد انفاس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9F8018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021519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لا ترفعين الصوت لا يسمع العبّاس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5BA30342" w14:textId="77777777" w:rsidTr="00FA336B">
        <w:trPr>
          <w:trHeight w:val="350"/>
        </w:trPr>
        <w:tc>
          <w:tcPr>
            <w:tcW w:w="3920" w:type="dxa"/>
          </w:tcPr>
          <w:p w14:paraId="39ED41BF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عيبٌ علينا تسمع الصوتك الأرجاس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001DDE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86B38D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واحنا ابُات الضيم والشيمة الأبيّه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3A4AE3AA" w14:textId="77777777" w:rsidTr="00FA336B">
        <w:trPr>
          <w:trHeight w:val="350"/>
        </w:trPr>
        <w:tc>
          <w:tcPr>
            <w:tcW w:w="3920" w:type="dxa"/>
          </w:tcPr>
          <w:p w14:paraId="17C0EF6B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لاشفتي اجنازة ويادي ما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AD99AF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EDC929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وانوارها تاضي بعد قصدي اليها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46AAED41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60CCC51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لازم اطيور امن السما اتظلل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073E48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ED177C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اُولملاك لجله في السما حطت 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3AB6DC64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65C9E2C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وانكان تبغي جشة القصفوا اشبابه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2CC35E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4FCEA2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مرمي على وجه الثرى بيده دمه اخضابه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5D0DA1AF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431C35E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نوحي على فقده اُو على قصفت شبابه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20BB39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BB5DE4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وابكي لعريس انذبح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0670EE73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F0096B4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أوّل علامة فيه يا زينب يعمه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A27952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14F110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مرمي على وجه الثرى من حول عمه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027DFF75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5785A04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اُوثاني علامة فيه متخضّب ابدمه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2213AF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59FE4F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واصباح عرسه خيمته منه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75D2B091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6BDEE6A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اُومن عادت العريس يجلس سبعة ايام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703A38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F763B6D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وانته يجاسم ما تهنيت ابد بيام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4AA50986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ECCA124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اقعد عروسك سيرها القوم للشام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4E9C4B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CEEE9F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من غير والي في ايادي بني اُميّه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86B49A0" w14:textId="77777777" w:rsidR="00EE7C84" w:rsidRDefault="00EE7C84" w:rsidP="00EF59A2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F59A2" w14:paraId="200C0F23" w14:textId="77777777" w:rsidTr="00FA336B">
        <w:trPr>
          <w:trHeight w:val="350"/>
        </w:trPr>
        <w:tc>
          <w:tcPr>
            <w:tcW w:w="3920" w:type="dxa"/>
            <w:shd w:val="clear" w:color="auto" w:fill="auto"/>
          </w:tcPr>
          <w:p w14:paraId="06F440D7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اِشموس غابت في اطفوف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368370B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0149104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راحت ارجالي اُو ظلّت اخيامي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7438316D" w14:textId="77777777" w:rsidTr="00FA336B">
        <w:trPr>
          <w:trHeight w:val="350"/>
        </w:trPr>
        <w:tc>
          <w:tcPr>
            <w:tcW w:w="3920" w:type="dxa"/>
          </w:tcPr>
          <w:p w14:paraId="09AD6C8A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راحت اهلنا اُوبانت الذلّة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D298DCC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31B6A2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اُوحامي الظعينة بالثرى اتوسد 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432A35C8" w14:textId="77777777" w:rsidTr="00FA336B">
        <w:trPr>
          <w:trHeight w:val="350"/>
        </w:trPr>
        <w:tc>
          <w:tcPr>
            <w:tcW w:w="3920" w:type="dxa"/>
          </w:tcPr>
          <w:p w14:paraId="2ACD14DD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اُوسكنة تنادي حيدر الكرّار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A63C47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63290A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في يوم واحد راحت ارجالي 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57B267AE" w14:textId="77777777" w:rsidTr="00FA336B">
        <w:trPr>
          <w:trHeight w:val="350"/>
        </w:trPr>
        <w:tc>
          <w:tcPr>
            <w:tcW w:w="3920" w:type="dxa"/>
          </w:tcPr>
          <w:p w14:paraId="455E08A1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بس من طحت يحسين شبوا بالخيم 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7DF390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F5A471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اُو دارت علينا القوم عن يمنى وليسار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254DE5D9" w14:textId="77777777" w:rsidTr="00FA336B">
        <w:trPr>
          <w:trHeight w:val="350"/>
        </w:trPr>
        <w:tc>
          <w:tcPr>
            <w:tcW w:w="3920" w:type="dxa"/>
          </w:tcPr>
          <w:p w14:paraId="724055E0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لحد ولا بين علينا حامي الجار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2B6026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144955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ما ظنتي يرضى ابها لذلّة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877708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F59A2" w14:paraId="5321D985" w14:textId="77777777" w:rsidTr="00FA336B">
        <w:trPr>
          <w:trHeight w:val="350"/>
        </w:trPr>
        <w:tc>
          <w:tcPr>
            <w:tcW w:w="3920" w:type="dxa"/>
            <w:shd w:val="clear" w:color="auto" w:fill="auto"/>
          </w:tcPr>
          <w:p w14:paraId="5923CE97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lastRenderedPageBreak/>
              <w:t>اُو طلعت يتيمة تصفق الهام اُو 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DB96CDE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D925DB5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مدري قبر جدي علي في اي 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5F70C3DA" w14:textId="77777777" w:rsidTr="00FA336B">
        <w:trPr>
          <w:trHeight w:val="350"/>
        </w:trPr>
        <w:tc>
          <w:tcPr>
            <w:tcW w:w="3920" w:type="dxa"/>
          </w:tcPr>
          <w:p w14:paraId="54A2AB51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بامضي إلى قبره اُوباصفق بالأيادي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9320C2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5CA69D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لَحد يجدي راح من يحمي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6D9AC2E4" w14:textId="77777777" w:rsidTr="00FA336B">
        <w:trPr>
          <w:trHeight w:val="350"/>
        </w:trPr>
        <w:tc>
          <w:tcPr>
            <w:tcW w:w="3920" w:type="dxa"/>
          </w:tcPr>
          <w:p w14:paraId="041674D7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اُو باقول شبوا النار ياجد ابخيمنا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8D0C22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175EBF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لَحد يحيدر راح من يجمع شملنا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0A83D0CA" w14:textId="77777777" w:rsidTr="00FA336B">
        <w:trPr>
          <w:trHeight w:val="350"/>
        </w:trPr>
        <w:tc>
          <w:tcPr>
            <w:tcW w:w="3920" w:type="dxa"/>
          </w:tcPr>
          <w:p w14:paraId="65338842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في الغاضريّة يا علي ذبحوا اهلنا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FF2751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941203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اُوضيعني الوالي ابارض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46AE6C9E" w14:textId="77777777" w:rsidTr="00FA336B">
        <w:trPr>
          <w:trHeight w:val="350"/>
        </w:trPr>
        <w:tc>
          <w:tcPr>
            <w:tcW w:w="3920" w:type="dxa"/>
          </w:tcPr>
          <w:p w14:paraId="7DED84BC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حيدر علينا الخيل غارت بالصياوين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0A18B6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62ADB2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اُوحرقوا خيمنا اُوسلبوا كُل 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4DB06797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C89B2E8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يا ليت من طيبة هلي جونا امسرعين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A12907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AFB49A" w14:textId="77777777" w:rsidR="00EF59A2" w:rsidRDefault="00EF59A2" w:rsidP="00FA336B">
            <w:pPr>
              <w:pStyle w:val="libPoem"/>
            </w:pPr>
            <w:r>
              <w:rPr>
                <w:rtl/>
                <w:lang w:bidi="fa-IR"/>
              </w:rPr>
              <w:t>لوما دروا يحسين بالغبرة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033C6395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382D836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في ليلة الحادي عشر بتنا ابذلّه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AD469D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7ADB51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بالأمس حول الخدر فرسان اجلا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1FFBD526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EC50499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واليوم بعد اِحسين الشمل فله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4E47A3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1F11D5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من ذبح بويه طاح صيواني عليّه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51EBA976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B2CD233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ياهي مصيبة اُو ليلة وحشة علينا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88A0C5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8C642C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وامن الصبح حادي الظعن ساق الظعينه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465712D9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8D10246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اُوعن جثّة الكافل بلا والي مشينا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5116E3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E7EC09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اُو نوحي مثل نوح الحمامة الراعبيّه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57AF928" w14:textId="77777777" w:rsidR="00EE7C84" w:rsidRDefault="00EE7C84" w:rsidP="00EF59A2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F59A2" w14:paraId="5B028C4C" w14:textId="77777777" w:rsidTr="00FA336B">
        <w:trPr>
          <w:trHeight w:val="350"/>
        </w:trPr>
        <w:tc>
          <w:tcPr>
            <w:tcW w:w="3920" w:type="dxa"/>
            <w:shd w:val="clear" w:color="auto" w:fill="auto"/>
          </w:tcPr>
          <w:p w14:paraId="29B543B5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زينب تحن واتنوح بارض الغاضريّه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9F337DE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2B31391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حزني على اللي رضضنه الأعوجيّه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4F960452" w14:textId="77777777" w:rsidTr="00FA336B">
        <w:trPr>
          <w:trHeight w:val="350"/>
        </w:trPr>
        <w:tc>
          <w:tcPr>
            <w:tcW w:w="3920" w:type="dxa"/>
          </w:tcPr>
          <w:p w14:paraId="0BCD2BBC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يطيور وادي كربلا روحي المدينه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1382E4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915C7D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اُو خبري النّبي المبعوث والزهرا الحزينه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4C0E9214" w14:textId="77777777" w:rsidTr="00FA336B">
        <w:trPr>
          <w:trHeight w:val="350"/>
        </w:trPr>
        <w:tc>
          <w:tcPr>
            <w:tcW w:w="3920" w:type="dxa"/>
          </w:tcPr>
          <w:p w14:paraId="4930A09F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مدري درى لو ما درى ابذبحة ولينا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8EBDA4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0E1A2A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معلوم لنه منذبح في الغاضريّه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22905B63" w14:textId="77777777" w:rsidTr="00FA336B">
        <w:trPr>
          <w:trHeight w:val="350"/>
        </w:trPr>
        <w:tc>
          <w:tcPr>
            <w:tcW w:w="3920" w:type="dxa"/>
          </w:tcPr>
          <w:p w14:paraId="6606D46B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اُو روحي إلى مسموم جعده في بقيعه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0FEDD4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23B982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اُو خبريه عن حال الذي ابجنب الشريعه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4115BEB1" w14:textId="77777777" w:rsidTr="00FA336B">
        <w:trPr>
          <w:trHeight w:val="350"/>
        </w:trPr>
        <w:tc>
          <w:tcPr>
            <w:tcW w:w="3920" w:type="dxa"/>
          </w:tcPr>
          <w:p w14:paraId="170EB06C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ويلي على اللي ابمهجته فادى رضيعه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92CF57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29079D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واحسرتي رضّت اعضامه الأعوجيّه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191ADFD2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A417007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اُومرّي على محمّد اُو إعطيه الإشاره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73C211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E8D406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اُو قولي خواتك في يد الاعدى اسارى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7A4477C0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7093582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اُو عبّاس اخوك امقطعه ايمينه اُو يساره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569B3C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8E32EC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ابجنب الشريعه جثثه ظلّت رميّه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59A2" w14:paraId="3FCFF5DD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FB2EFCC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اُو روحي إلى الحمزه اُو جعفر خبريهم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A62013" w14:textId="77777777" w:rsidR="00EF59A2" w:rsidRDefault="00EF59A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29773B" w14:textId="77777777" w:rsidR="00EF59A2" w:rsidRDefault="00610C2E" w:rsidP="00FA336B">
            <w:pPr>
              <w:pStyle w:val="libPoem"/>
            </w:pPr>
            <w:r>
              <w:rPr>
                <w:rtl/>
                <w:lang w:bidi="fa-IR"/>
              </w:rPr>
              <w:t>شبّان وادي كربلا حزني عليهم</w:t>
            </w:r>
            <w:r w:rsidR="00EF59A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817FA8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716A8" w14:paraId="33128DD6" w14:textId="77777777" w:rsidTr="00FA336B">
        <w:trPr>
          <w:trHeight w:val="350"/>
        </w:trPr>
        <w:tc>
          <w:tcPr>
            <w:tcW w:w="3920" w:type="dxa"/>
            <w:shd w:val="clear" w:color="auto" w:fill="auto"/>
          </w:tcPr>
          <w:p w14:paraId="3AF3AFD7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lastRenderedPageBreak/>
              <w:t>نصبوا مآتم للحشر وابكوا عليهم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1ADA2EC" w14:textId="77777777" w:rsidR="000716A8" w:rsidRDefault="000716A8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D500D13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اُو زينب بلا والي إبأرض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6A8" w14:paraId="30EF201D" w14:textId="77777777" w:rsidTr="00FA336B">
        <w:trPr>
          <w:trHeight w:val="350"/>
        </w:trPr>
        <w:tc>
          <w:tcPr>
            <w:tcW w:w="3920" w:type="dxa"/>
          </w:tcPr>
          <w:p w14:paraId="69D80F00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اُومرّي على اللي في النجف مدفون جسمه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C45F0C" w14:textId="77777777" w:rsidR="000716A8" w:rsidRDefault="000716A8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7F265A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اُوقولي عزيزك ذبح واتخضب ابدمه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6A8" w14:paraId="71D29EC6" w14:textId="77777777" w:rsidTr="00FA336B">
        <w:trPr>
          <w:trHeight w:val="350"/>
        </w:trPr>
        <w:tc>
          <w:tcPr>
            <w:tcW w:w="3920" w:type="dxa"/>
          </w:tcPr>
          <w:p w14:paraId="60AFD512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وان سايلك قولي العزيزة اتنوح يمّه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8DF9E4" w14:textId="77777777" w:rsidR="000716A8" w:rsidRDefault="000716A8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B87E50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من غير والي أصبحت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6A8" w14:paraId="16C2CA68" w14:textId="77777777" w:rsidTr="00FA336B">
        <w:trPr>
          <w:trHeight w:val="350"/>
        </w:trPr>
        <w:tc>
          <w:tcPr>
            <w:tcW w:w="3920" w:type="dxa"/>
          </w:tcPr>
          <w:p w14:paraId="3821F85C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اُو خبريه عن فعلة هل البصرة اُو كوفان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41A097" w14:textId="77777777" w:rsidR="000716A8" w:rsidRDefault="000716A8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BA790E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لفرات طامي والعزيز انذبح عطشان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6A8" w14:paraId="19588ACE" w14:textId="77777777" w:rsidTr="00FA336B">
        <w:trPr>
          <w:trHeight w:val="350"/>
        </w:trPr>
        <w:tc>
          <w:tcPr>
            <w:tcW w:w="3920" w:type="dxa"/>
          </w:tcPr>
          <w:p w14:paraId="49DBB3B9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ولا كفاهم ذبحته يا شيخ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8AA60A" w14:textId="77777777" w:rsidR="000716A8" w:rsidRDefault="000716A8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107B57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حتّى على صدره وطوا بالأعوجيّه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6A8" w14:paraId="07BCCC01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4D1BE46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اُو قولي إلى اللي بالغري مدفون يطيور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7D8189" w14:textId="77777777" w:rsidR="000716A8" w:rsidRDefault="000716A8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DF3338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شلي امنعك على الحراير ذات لخدور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6A8" w14:paraId="6553C1A6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0EB01FA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اُو قولي العزيزة الغالية ركبتْ على كور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B7B5D5" w14:textId="77777777" w:rsidR="000716A8" w:rsidRDefault="000716A8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C74FF8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ما تقدر على السير واركوب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938E501" w14:textId="77777777" w:rsidR="00EE7C84" w:rsidRDefault="00EE7C84" w:rsidP="000716A8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716A8" w14:paraId="0FAD39EA" w14:textId="77777777" w:rsidTr="00FA336B">
        <w:trPr>
          <w:trHeight w:val="350"/>
        </w:trPr>
        <w:tc>
          <w:tcPr>
            <w:tcW w:w="3920" w:type="dxa"/>
            <w:shd w:val="clear" w:color="auto" w:fill="auto"/>
          </w:tcPr>
          <w:p w14:paraId="76B6402F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زينب اتنادي ارجالها يهل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8C94FB2" w14:textId="77777777" w:rsidR="000716A8" w:rsidRDefault="000716A8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E034CFB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دركوا خدر زينب يفرسان الضريّه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6A8" w14:paraId="79B58182" w14:textId="77777777" w:rsidTr="00FA336B">
        <w:trPr>
          <w:trHeight w:val="350"/>
        </w:trPr>
        <w:tc>
          <w:tcPr>
            <w:tcW w:w="3920" w:type="dxa"/>
          </w:tcPr>
          <w:p w14:paraId="03937BE3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خدر له الأملاك كانت سابق اتطوف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045794" w14:textId="77777777" w:rsidR="000716A8" w:rsidRDefault="000716A8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A0B7BC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صاعد اُونازل والملايك حوله اعكوف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6A8" w14:paraId="11C27003" w14:textId="77777777" w:rsidTr="00FA336B">
        <w:trPr>
          <w:trHeight w:val="350"/>
        </w:trPr>
        <w:tc>
          <w:tcPr>
            <w:tcW w:w="3920" w:type="dxa"/>
          </w:tcPr>
          <w:p w14:paraId="43364CBD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حتّى اطيور الجو ما تمر به من الخوف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2AD9E3" w14:textId="77777777" w:rsidR="000716A8" w:rsidRDefault="000716A8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F58A2C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من خيفة ارجاله هل الشيمه الأبيّه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6A8" w14:paraId="3539A087" w14:textId="77777777" w:rsidTr="00FA336B">
        <w:trPr>
          <w:trHeight w:val="350"/>
        </w:trPr>
        <w:tc>
          <w:tcPr>
            <w:tcW w:w="3920" w:type="dxa"/>
          </w:tcPr>
          <w:p w14:paraId="6B4FD524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من آل عبد المطلب ذيك الصناديد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B0ACCD" w14:textId="77777777" w:rsidR="000716A8" w:rsidRDefault="000716A8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4E235E0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يوم الحرايب والوقايع عندهم 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6A8" w14:paraId="0913AAE9" w14:textId="77777777" w:rsidTr="00FA336B">
        <w:trPr>
          <w:trHeight w:val="350"/>
        </w:trPr>
        <w:tc>
          <w:tcPr>
            <w:tcW w:w="3920" w:type="dxa"/>
          </w:tcPr>
          <w:p w14:paraId="7ED01FD3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اُو لو مَن طروهم في الحرب وقف ولا اتزيد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61D81E" w14:textId="77777777" w:rsidR="000716A8" w:rsidRDefault="000716A8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ACB11D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فاقت شجاعتهم على كُل البريه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6A8" w14:paraId="0887B577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2906C68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مقصد العاني في الورى اُو ملجا كُل امخيف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9BC1BA" w14:textId="77777777" w:rsidR="000716A8" w:rsidRDefault="000716A8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63BE49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سادات وارباب العلا والرمح والسيف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16A8" w14:paraId="49FC6856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9493985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واليوم مسبيّة حرمهم مالفو كيف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30925C" w14:textId="77777777" w:rsidR="000716A8" w:rsidRDefault="000716A8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6BB49C" w14:textId="77777777" w:rsidR="000716A8" w:rsidRDefault="000716A8" w:rsidP="00FA336B">
            <w:pPr>
              <w:pStyle w:val="libPoem"/>
            </w:pPr>
            <w:r>
              <w:rPr>
                <w:rtl/>
                <w:lang w:bidi="fa-IR"/>
              </w:rPr>
              <w:t>زينب عزيزتكم يهلها في أذيّه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33B96C3" w14:textId="77777777" w:rsidR="00EE7C84" w:rsidRDefault="00EE7C84" w:rsidP="000716A8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5013A9C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99" w:type="pct"/>
        <w:tblInd w:w="384" w:type="dxa"/>
        <w:tblLook w:val="01E0" w:firstRow="1" w:lastRow="1" w:firstColumn="1" w:lastColumn="1" w:noHBand="0" w:noVBand="0"/>
      </w:tblPr>
      <w:tblGrid>
        <w:gridCol w:w="3955"/>
        <w:gridCol w:w="294"/>
        <w:gridCol w:w="3988"/>
      </w:tblGrid>
      <w:tr w:rsidR="00675B79" w14:paraId="4F55E3C5" w14:textId="77777777" w:rsidTr="00675B79">
        <w:trPr>
          <w:trHeight w:val="350"/>
        </w:trPr>
        <w:tc>
          <w:tcPr>
            <w:tcW w:w="3701" w:type="dxa"/>
            <w:shd w:val="clear" w:color="auto" w:fill="auto"/>
          </w:tcPr>
          <w:p w14:paraId="1D6529B6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lastRenderedPageBreak/>
              <w:t>زينب تنادي ارجالها وادموعها همّاله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4CFDEC9B" w14:textId="77777777" w:rsidR="00675B79" w:rsidRDefault="00675B79" w:rsidP="00FA336B">
            <w:pPr>
              <w:pStyle w:val="libPoem"/>
              <w:rPr>
                <w:rtl/>
              </w:rPr>
            </w:pPr>
          </w:p>
        </w:tc>
        <w:tc>
          <w:tcPr>
            <w:tcW w:w="3731" w:type="dxa"/>
            <w:shd w:val="clear" w:color="auto" w:fill="auto"/>
          </w:tcPr>
          <w:p w14:paraId="446AC6B5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ما تحضروا يا رجالي بالخيل والخيّاله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B79" w14:paraId="2299A1FA" w14:textId="77777777" w:rsidTr="00675B79">
        <w:trPr>
          <w:trHeight w:val="350"/>
        </w:trPr>
        <w:tc>
          <w:tcPr>
            <w:tcW w:w="3701" w:type="dxa"/>
          </w:tcPr>
          <w:p w14:paraId="2D0FEA7D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جاني المهر يابن اُمّي فريت داهش بالي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6A382CB" w14:textId="77777777" w:rsidR="00675B79" w:rsidRDefault="00675B79" w:rsidP="00FA336B">
            <w:pPr>
              <w:pStyle w:val="libPoem"/>
              <w:rPr>
                <w:rtl/>
              </w:rPr>
            </w:pPr>
          </w:p>
        </w:tc>
        <w:tc>
          <w:tcPr>
            <w:tcW w:w="3731" w:type="dxa"/>
          </w:tcPr>
          <w:p w14:paraId="59DD873A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وانا ارتجي يابن اُمّي ترجع الي يا لوالي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B79" w14:paraId="5FD5A312" w14:textId="77777777" w:rsidTr="00675B79">
        <w:trPr>
          <w:trHeight w:val="350"/>
        </w:trPr>
        <w:tc>
          <w:tcPr>
            <w:tcW w:w="3701" w:type="dxa"/>
          </w:tcPr>
          <w:p w14:paraId="7AE7A87E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الماء تجيبه لينا وإ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المهر جا خالي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437DE37" w14:textId="77777777" w:rsidR="00675B79" w:rsidRDefault="00675B79" w:rsidP="00FA336B">
            <w:pPr>
              <w:pStyle w:val="libPoem"/>
              <w:rPr>
                <w:rtl/>
              </w:rPr>
            </w:pPr>
          </w:p>
        </w:tc>
        <w:tc>
          <w:tcPr>
            <w:tcW w:w="3731" w:type="dxa"/>
          </w:tcPr>
          <w:p w14:paraId="0E54A1F3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شقّيت جيبي يا لولي حين نظرت أحواله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B79" w14:paraId="7F58AF38" w14:textId="77777777" w:rsidTr="00675B79">
        <w:trPr>
          <w:trHeight w:val="350"/>
        </w:trPr>
        <w:tc>
          <w:tcPr>
            <w:tcW w:w="3701" w:type="dxa"/>
          </w:tcPr>
          <w:p w14:paraId="21DDC16F" w14:textId="77777777" w:rsidR="00675B79" w:rsidRDefault="00675B79" w:rsidP="00675B79">
            <w:pPr>
              <w:pStyle w:val="libPoem"/>
            </w:pPr>
            <w:r>
              <w:rPr>
                <w:rtl/>
                <w:lang w:bidi="fa-IR"/>
              </w:rPr>
              <w:t>اُوظلّيت أسايل مهرك في وين طاح ابن اُمّي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3527546" w14:textId="77777777" w:rsidR="00675B79" w:rsidRDefault="00675B79" w:rsidP="00FA336B">
            <w:pPr>
              <w:pStyle w:val="libPoem"/>
              <w:rPr>
                <w:rtl/>
              </w:rPr>
            </w:pPr>
          </w:p>
        </w:tc>
        <w:tc>
          <w:tcPr>
            <w:tcW w:w="3731" w:type="dxa"/>
          </w:tcPr>
          <w:p w14:paraId="1D69CFE1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قال المهر يا زينب بالترب عزك مرمي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B79" w14:paraId="189AFD41" w14:textId="77777777" w:rsidTr="00675B79">
        <w:trPr>
          <w:trHeight w:val="350"/>
        </w:trPr>
        <w:tc>
          <w:tcPr>
            <w:tcW w:w="3701" w:type="dxa"/>
          </w:tcPr>
          <w:p w14:paraId="0846F84D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جيتك وانا من دمه صابغ يزينب جسمي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5B04651" w14:textId="77777777" w:rsidR="00675B79" w:rsidRDefault="00675B79" w:rsidP="00FA336B">
            <w:pPr>
              <w:pStyle w:val="libPoem"/>
              <w:rPr>
                <w:rtl/>
              </w:rPr>
            </w:pPr>
          </w:p>
        </w:tc>
        <w:tc>
          <w:tcPr>
            <w:tcW w:w="3731" w:type="dxa"/>
          </w:tcPr>
          <w:p w14:paraId="76864892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وسط الحريبه طايح بين اخوته وارجاله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B79" w14:paraId="0D24817B" w14:textId="77777777" w:rsidTr="00675B7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1" w:type="dxa"/>
          </w:tcPr>
          <w:p w14:paraId="0CF275F7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يحسين أخويه ترضى عن جثتك طردوني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CA445EB" w14:textId="77777777" w:rsidR="00675B79" w:rsidRDefault="00675B79" w:rsidP="00FA336B">
            <w:pPr>
              <w:pStyle w:val="libPoem"/>
              <w:rPr>
                <w:rtl/>
              </w:rPr>
            </w:pPr>
          </w:p>
        </w:tc>
        <w:tc>
          <w:tcPr>
            <w:tcW w:w="3731" w:type="dxa"/>
          </w:tcPr>
          <w:p w14:paraId="551B2342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إلى من صحت يابن اُمّي باسياطهم ضربوني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B79" w14:paraId="00E5F1B1" w14:textId="77777777" w:rsidTr="00675B7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1" w:type="dxa"/>
          </w:tcPr>
          <w:p w14:paraId="4C8811BE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وانته عفير ابدمك تنظر اليك اعيوني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B1D797F" w14:textId="77777777" w:rsidR="00675B79" w:rsidRDefault="00675B79" w:rsidP="00FA336B">
            <w:pPr>
              <w:pStyle w:val="libPoem"/>
              <w:rPr>
                <w:rtl/>
              </w:rPr>
            </w:pPr>
          </w:p>
        </w:tc>
        <w:tc>
          <w:tcPr>
            <w:tcW w:w="3731" w:type="dxa"/>
          </w:tcPr>
          <w:p w14:paraId="54CABDF3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وانا يخويه امن الصبح عنكم ترى شياله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B79" w14:paraId="773E83D8" w14:textId="77777777" w:rsidTr="00675B7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1" w:type="dxa"/>
          </w:tcPr>
          <w:p w14:paraId="1075C1AF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يآل هاشم ثوروا واِحسين طلبوا ثاره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0941AC3" w14:textId="77777777" w:rsidR="00675B79" w:rsidRDefault="00675B79" w:rsidP="00FA336B">
            <w:pPr>
              <w:pStyle w:val="libPoem"/>
              <w:rPr>
                <w:rtl/>
              </w:rPr>
            </w:pPr>
          </w:p>
        </w:tc>
        <w:tc>
          <w:tcPr>
            <w:tcW w:w="3731" w:type="dxa"/>
          </w:tcPr>
          <w:p w14:paraId="1CD3750F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قوموا ادركوا المحزونه بين العدى محتاره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B79" w14:paraId="6D01B2EE" w14:textId="77777777" w:rsidTr="00675B7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1" w:type="dxa"/>
          </w:tcPr>
          <w:p w14:paraId="3454F14A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قوموا دفنوا قتلاكم ظلّت بليا اموارى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9B970D6" w14:textId="77777777" w:rsidR="00675B79" w:rsidRDefault="00675B79" w:rsidP="00FA336B">
            <w:pPr>
              <w:pStyle w:val="libPoem"/>
              <w:rPr>
                <w:rtl/>
              </w:rPr>
            </w:pPr>
          </w:p>
        </w:tc>
        <w:tc>
          <w:tcPr>
            <w:tcW w:w="3731" w:type="dxa"/>
          </w:tcPr>
          <w:p w14:paraId="1A2A8A20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يهلي ادركونا ابدوله شيلوا الولي من ارماله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B79" w14:paraId="1045649F" w14:textId="77777777" w:rsidTr="00675B7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1" w:type="dxa"/>
          </w:tcPr>
          <w:p w14:paraId="753A5556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حلّت عليكم ذلّة ياذلة الميشومه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9E8AE44" w14:textId="77777777" w:rsidR="00675B79" w:rsidRDefault="00675B79" w:rsidP="00FA336B">
            <w:pPr>
              <w:pStyle w:val="libPoem"/>
              <w:rPr>
                <w:rtl/>
              </w:rPr>
            </w:pPr>
          </w:p>
        </w:tc>
        <w:tc>
          <w:tcPr>
            <w:tcW w:w="3731" w:type="dxa"/>
          </w:tcPr>
          <w:p w14:paraId="4E724171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هذا العزيز الغالي متخضب بادمومه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B79" w14:paraId="72CCECA3" w14:textId="77777777" w:rsidTr="00675B7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1" w:type="dxa"/>
          </w:tcPr>
          <w:p w14:paraId="5131CFB3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ماحد لفى له ايقبره من عزوته اُومن قومه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EF9D8BF" w14:textId="77777777" w:rsidR="00675B79" w:rsidRDefault="00675B79" w:rsidP="00FA336B">
            <w:pPr>
              <w:pStyle w:val="libPoem"/>
              <w:rPr>
                <w:rtl/>
              </w:rPr>
            </w:pPr>
          </w:p>
        </w:tc>
        <w:tc>
          <w:tcPr>
            <w:tcW w:w="3731" w:type="dxa"/>
          </w:tcPr>
          <w:p w14:paraId="51FD059B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جسمه سليب اُوعاري مرمي ابحر ارماله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B79" w14:paraId="04EEA168" w14:textId="77777777" w:rsidTr="00675B7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1" w:type="dxa"/>
          </w:tcPr>
          <w:p w14:paraId="3A9F278B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جاني الشمر وينادي ثوب المذلّة لبسي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6BCE2EE" w14:textId="77777777" w:rsidR="00675B79" w:rsidRDefault="00675B79" w:rsidP="00FA336B">
            <w:pPr>
              <w:pStyle w:val="libPoem"/>
              <w:rPr>
                <w:rtl/>
              </w:rPr>
            </w:pPr>
          </w:p>
        </w:tc>
        <w:tc>
          <w:tcPr>
            <w:tcW w:w="3731" w:type="dxa"/>
          </w:tcPr>
          <w:p w14:paraId="175A795D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ناديت خويه بوالفضل لكن ما سمع حسي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5B79" w14:paraId="40E8356A" w14:textId="77777777" w:rsidTr="00675B7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1" w:type="dxa"/>
          </w:tcPr>
          <w:p w14:paraId="51B2C43C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وانا يخويه جيتك بارمي عليك ابنفسي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21F0724" w14:textId="77777777" w:rsidR="00675B79" w:rsidRDefault="00675B79" w:rsidP="00FA336B">
            <w:pPr>
              <w:pStyle w:val="libPoem"/>
              <w:rPr>
                <w:rtl/>
              </w:rPr>
            </w:pPr>
          </w:p>
        </w:tc>
        <w:tc>
          <w:tcPr>
            <w:tcW w:w="3731" w:type="dxa"/>
          </w:tcPr>
          <w:p w14:paraId="0B61C5A6" w14:textId="77777777" w:rsidR="00675B79" w:rsidRDefault="00675B79" w:rsidP="00FA336B">
            <w:pPr>
              <w:pStyle w:val="libPoem"/>
            </w:pPr>
            <w:r>
              <w:rPr>
                <w:rtl/>
                <w:lang w:bidi="fa-IR"/>
              </w:rPr>
              <w:t>وابذمتك يالوالي عنكم انا شياله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756019F" w14:textId="77777777" w:rsidR="00EE7C84" w:rsidRDefault="00EE7C84" w:rsidP="00675B7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2988E9A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B6961" w14:paraId="5847C211" w14:textId="77777777" w:rsidTr="00FA336B">
        <w:trPr>
          <w:trHeight w:val="350"/>
        </w:trPr>
        <w:tc>
          <w:tcPr>
            <w:tcW w:w="3920" w:type="dxa"/>
            <w:shd w:val="clear" w:color="auto" w:fill="auto"/>
          </w:tcPr>
          <w:p w14:paraId="0477C086" w14:textId="77777777" w:rsidR="00FB6961" w:rsidRDefault="00FB6961" w:rsidP="00FA336B">
            <w:pPr>
              <w:pStyle w:val="libPoem"/>
            </w:pPr>
            <w:r>
              <w:rPr>
                <w:rtl/>
                <w:lang w:bidi="fa-IR"/>
              </w:rPr>
              <w:lastRenderedPageBreak/>
              <w:t>يرجال عزي ما بقت منكم بقيّه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12191E6" w14:textId="77777777" w:rsidR="00FB6961" w:rsidRDefault="00FB6961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FE6E763" w14:textId="77777777" w:rsidR="00FB6961" w:rsidRDefault="00FB6961" w:rsidP="00FA336B">
            <w:pPr>
              <w:pStyle w:val="libPoem"/>
            </w:pPr>
            <w:r>
              <w:rPr>
                <w:rtl/>
                <w:lang w:bidi="fa-IR"/>
              </w:rPr>
              <w:t>ما قصرت لعدى ولا بقت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6961" w14:paraId="233FF7AA" w14:textId="77777777" w:rsidTr="00FA336B">
        <w:trPr>
          <w:trHeight w:val="350"/>
        </w:trPr>
        <w:tc>
          <w:tcPr>
            <w:tcW w:w="3920" w:type="dxa"/>
          </w:tcPr>
          <w:p w14:paraId="53ECEA5B" w14:textId="77777777" w:rsidR="00FB6961" w:rsidRDefault="00FB6961" w:rsidP="00FB6961">
            <w:pPr>
              <w:pStyle w:val="libPoem"/>
            </w:pPr>
            <w:r>
              <w:rPr>
                <w:rtl/>
                <w:lang w:bidi="fa-IR"/>
              </w:rPr>
              <w:t>اُولااعتب على اللي ابعيد عتبي على الاهالي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E77947" w14:textId="77777777" w:rsidR="00FB6961" w:rsidRDefault="00FB6961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2478ED" w14:textId="77777777" w:rsidR="00FB6961" w:rsidRDefault="00FB6961" w:rsidP="00FA336B">
            <w:pPr>
              <w:pStyle w:val="libPoem"/>
            </w:pPr>
            <w:r>
              <w:rPr>
                <w:rtl/>
                <w:lang w:bidi="fa-IR"/>
              </w:rPr>
              <w:t>نمتوا اُوطال النوم منكم يا 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6961" w14:paraId="71F3011F" w14:textId="77777777" w:rsidTr="00FA336B">
        <w:trPr>
          <w:trHeight w:val="350"/>
        </w:trPr>
        <w:tc>
          <w:tcPr>
            <w:tcW w:w="3920" w:type="dxa"/>
          </w:tcPr>
          <w:p w14:paraId="680CE6E2" w14:textId="77777777" w:rsidR="00FB6961" w:rsidRDefault="00FB6961" w:rsidP="00FA336B">
            <w:pPr>
              <w:pStyle w:val="libPoem"/>
            </w:pPr>
            <w:r>
              <w:rPr>
                <w:rtl/>
                <w:lang w:bidi="fa-IR"/>
              </w:rPr>
              <w:t>ويش هالغفاله عن حريم ابغير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0259CC" w14:textId="77777777" w:rsidR="00FB6961" w:rsidRDefault="00FB6961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3BBDF4" w14:textId="77777777" w:rsidR="00FB6961" w:rsidRDefault="00FB6961" w:rsidP="00FA336B">
            <w:pPr>
              <w:pStyle w:val="libPoem"/>
            </w:pPr>
            <w:r>
              <w:rPr>
                <w:rtl/>
                <w:lang w:bidi="fa-IR"/>
              </w:rPr>
              <w:t>ابتخذيرها انسيتون تعبت لوليّه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6961" w14:paraId="3FD5FF9A" w14:textId="77777777" w:rsidTr="00FA336B">
        <w:trPr>
          <w:trHeight w:val="350"/>
        </w:trPr>
        <w:tc>
          <w:tcPr>
            <w:tcW w:w="3920" w:type="dxa"/>
          </w:tcPr>
          <w:p w14:paraId="127EE70B" w14:textId="77777777" w:rsidR="00FB6961" w:rsidRDefault="00FB6961" w:rsidP="00FA336B">
            <w:pPr>
              <w:pStyle w:val="libPoem"/>
            </w:pPr>
            <w:r>
              <w:rPr>
                <w:rtl/>
                <w:lang w:bidi="fa-IR"/>
              </w:rPr>
              <w:t>خلنا صبرنا اعلى الهضم ويا الاهانه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725050" w14:textId="77777777" w:rsidR="00FB6961" w:rsidRDefault="00FB6961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7FD333" w14:textId="77777777" w:rsidR="00FB6961" w:rsidRDefault="00FB6961" w:rsidP="00FA336B">
            <w:pPr>
              <w:pStyle w:val="libPoem"/>
            </w:pPr>
            <w:r>
              <w:rPr>
                <w:rtl/>
                <w:lang w:bidi="fa-IR"/>
              </w:rPr>
              <w:t>اُوقلنا يجبنا الله ربنا وابتلانا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6961" w14:paraId="0549A078" w14:textId="77777777" w:rsidTr="00FA336B">
        <w:trPr>
          <w:trHeight w:val="350"/>
        </w:trPr>
        <w:tc>
          <w:tcPr>
            <w:tcW w:w="3920" w:type="dxa"/>
          </w:tcPr>
          <w:p w14:paraId="0FBB9A01" w14:textId="77777777" w:rsidR="00FB6961" w:rsidRDefault="00FB6961" w:rsidP="00FA336B">
            <w:pPr>
              <w:pStyle w:val="libPoem"/>
            </w:pPr>
            <w:r>
              <w:rPr>
                <w:rtl/>
                <w:lang w:bidi="fa-IR"/>
              </w:rPr>
              <w:t>لكن مانقوى اعلى سبلنا اُولا سبانا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0FD0C9" w14:textId="77777777" w:rsidR="00FB6961" w:rsidRDefault="00FB6961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C9803F" w14:textId="77777777" w:rsidR="00FB6961" w:rsidRDefault="00FB6961" w:rsidP="00FA336B">
            <w:pPr>
              <w:pStyle w:val="libPoem"/>
            </w:pPr>
            <w:r>
              <w:rPr>
                <w:rtl/>
                <w:lang w:bidi="fa-IR"/>
              </w:rPr>
              <w:t>عار عليكم ياهلي اُوعار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6961" w14:paraId="2C0C0A4F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49DDC2E" w14:textId="77777777" w:rsidR="00FB6961" w:rsidRDefault="00FB6961" w:rsidP="00FA336B">
            <w:pPr>
              <w:pStyle w:val="libPoem"/>
            </w:pPr>
            <w:r>
              <w:rPr>
                <w:rtl/>
                <w:lang w:bidi="fa-IR"/>
              </w:rPr>
              <w:t>انكان احتملتوا عار ذلنا يا اماجيد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14C094" w14:textId="77777777" w:rsidR="00FB6961" w:rsidRDefault="00FB6961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2CCEF3" w14:textId="77777777" w:rsidR="00FB6961" w:rsidRDefault="00FB6961" w:rsidP="00FA336B">
            <w:pPr>
              <w:pStyle w:val="libPoem"/>
            </w:pPr>
            <w:r>
              <w:rPr>
                <w:rtl/>
                <w:lang w:bidi="fa-IR"/>
              </w:rPr>
              <w:t>اُوركب الهزيلة والسفر لو امجاذب البيد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6961" w14:paraId="20E63056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4F43DDB" w14:textId="77777777" w:rsidR="00FB6961" w:rsidRDefault="00FB6961" w:rsidP="00FA336B">
            <w:pPr>
              <w:pStyle w:val="libPoem"/>
            </w:pPr>
            <w:r>
              <w:rPr>
                <w:rtl/>
                <w:lang w:bidi="fa-IR"/>
              </w:rPr>
              <w:t>عار علينا لو يدخلونا على ايزيد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F5ED81" w14:textId="77777777" w:rsidR="00FB6961" w:rsidRDefault="00FB6961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A51367" w14:textId="77777777" w:rsidR="00FB6961" w:rsidRDefault="00FB6961" w:rsidP="00FA336B">
            <w:pPr>
              <w:pStyle w:val="libPoem"/>
            </w:pPr>
            <w:r>
              <w:rPr>
                <w:rtl/>
                <w:lang w:bidi="fa-IR"/>
              </w:rPr>
              <w:t>هذي عليكم تستوي خجلة اُوبليّه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6961" w14:paraId="798D19F2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9D90585" w14:textId="77777777" w:rsidR="00FB6961" w:rsidRDefault="00FB6961" w:rsidP="00FA336B">
            <w:pPr>
              <w:pStyle w:val="libPoem"/>
            </w:pPr>
            <w:r>
              <w:rPr>
                <w:rtl/>
                <w:lang w:bidi="fa-IR"/>
              </w:rPr>
              <w:t>وانكان غيرتكم رضت باللي نقوله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B59495" w14:textId="77777777" w:rsidR="00FB6961" w:rsidRDefault="00FB6961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120D18" w14:textId="77777777" w:rsidR="00FB6961" w:rsidRDefault="00FB6961" w:rsidP="00FA336B">
            <w:pPr>
              <w:pStyle w:val="libPoem"/>
            </w:pPr>
            <w:r>
              <w:rPr>
                <w:rtl/>
                <w:lang w:bidi="fa-IR"/>
              </w:rPr>
              <w:t>اُوقلتون هالمجلس مهو امنا في ادخوله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6961" w14:paraId="231C1D9F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5295D03" w14:textId="77777777" w:rsidR="00FB6961" w:rsidRDefault="00FB6961" w:rsidP="00FA336B">
            <w:pPr>
              <w:pStyle w:val="libPoem"/>
            </w:pPr>
            <w:r>
              <w:rPr>
                <w:rtl/>
                <w:lang w:bidi="fa-IR"/>
              </w:rPr>
              <w:t>عار عليكم ينشتم زوج البتوله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E21EEC" w14:textId="77777777" w:rsidR="00FB6961" w:rsidRDefault="00FB6961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C90D9E" w14:textId="77777777" w:rsidR="00FB6961" w:rsidRDefault="00FB6961" w:rsidP="00FA336B">
            <w:pPr>
              <w:pStyle w:val="libPoem"/>
            </w:pPr>
            <w:r>
              <w:rPr>
                <w:rtl/>
                <w:lang w:bidi="fa-IR"/>
              </w:rPr>
              <w:t>ينشتم بونا اُوينسبوني خارجيّه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8A93196" w14:textId="77777777" w:rsidR="00EE7C84" w:rsidRDefault="00EE7C84" w:rsidP="00FB6961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5DDFEC48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7278671C" w14:textId="77777777" w:rsidR="00EE7C84" w:rsidRDefault="00EE7C84" w:rsidP="006206EF">
      <w:pPr>
        <w:pStyle w:val="Heading3Center"/>
        <w:rPr>
          <w:lang w:bidi="fa-IR"/>
        </w:rPr>
      </w:pPr>
      <w:bookmarkStart w:id="25" w:name="_Toc17226584"/>
      <w:r>
        <w:rPr>
          <w:rtl/>
          <w:lang w:bidi="fa-IR"/>
        </w:rPr>
        <w:lastRenderedPageBreak/>
        <w:t>هذا فصل يشتمل على ما لاقت زينب من فراق أولادها ليلة الحادي عشر من المحرّم</w:t>
      </w:r>
      <w:r w:rsidR="00FB110A">
        <w:rPr>
          <w:rtl/>
          <w:lang w:bidi="fa-IR"/>
        </w:rPr>
        <w:t>.</w:t>
      </w:r>
      <w:bookmarkEnd w:id="25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8"/>
        <w:gridCol w:w="294"/>
        <w:gridCol w:w="3919"/>
      </w:tblGrid>
      <w:tr w:rsidR="006206EF" w14:paraId="4E909CD3" w14:textId="77777777" w:rsidTr="006206EF">
        <w:trPr>
          <w:trHeight w:val="350"/>
        </w:trPr>
        <w:tc>
          <w:tcPr>
            <w:tcW w:w="3703" w:type="dxa"/>
            <w:shd w:val="clear" w:color="auto" w:fill="auto"/>
          </w:tcPr>
          <w:p w14:paraId="10189F07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زينب تنادي اُو تجدب الونّة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1B997AC7" w14:textId="77777777" w:rsidR="006206EF" w:rsidRDefault="006206EF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  <w:shd w:val="clear" w:color="auto" w:fill="auto"/>
          </w:tcPr>
          <w:p w14:paraId="6A07F6B6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في وين اُولادي يافضه هالعشيّه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6EF" w14:paraId="42F352BE" w14:textId="77777777" w:rsidTr="006206EF">
        <w:trPr>
          <w:trHeight w:val="350"/>
        </w:trPr>
        <w:tc>
          <w:tcPr>
            <w:tcW w:w="3703" w:type="dxa"/>
          </w:tcPr>
          <w:p w14:paraId="1CDD3C65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قامت تدور اُولادها واتهل الدموع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E62BE30" w14:textId="77777777" w:rsidR="006206EF" w:rsidRDefault="006206EF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D272CEC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قلبي على اُولادي يفضه راح موجوع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6EF" w14:paraId="6BDF8836" w14:textId="77777777" w:rsidTr="006206EF">
        <w:trPr>
          <w:trHeight w:val="350"/>
        </w:trPr>
        <w:tc>
          <w:tcPr>
            <w:tcW w:w="3703" w:type="dxa"/>
          </w:tcPr>
          <w:p w14:paraId="0BBA2A47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ذبحت ارجالي وانهدم سوري المرفوع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FF4A4CE" w14:textId="77777777" w:rsidR="006206EF" w:rsidRDefault="006206EF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76369D2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لولاد والاخوه انفنت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6EF" w14:paraId="6B225B6C" w14:textId="77777777" w:rsidTr="006206EF">
        <w:trPr>
          <w:trHeight w:val="350"/>
        </w:trPr>
        <w:tc>
          <w:tcPr>
            <w:tcW w:w="3703" w:type="dxa"/>
          </w:tcPr>
          <w:p w14:paraId="7979612C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طلعت الحورا واليتامى حولها اتدور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091C201" w14:textId="77777777" w:rsidR="006206EF" w:rsidRDefault="006206EF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2CC854B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اُو زينب تنادي ابصوت فجر صم لصخور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6EF" w14:paraId="1B245F31" w14:textId="77777777" w:rsidTr="006206EF">
        <w:trPr>
          <w:trHeight w:val="350"/>
        </w:trPr>
        <w:tc>
          <w:tcPr>
            <w:tcW w:w="3703" w:type="dxa"/>
          </w:tcPr>
          <w:p w14:paraId="201A1B86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لولاد والاخوه فناهم شهر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49E9CB4" w14:textId="77777777" w:rsidR="006206EF" w:rsidRDefault="006206EF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3EE61A1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راحوا اُوخلّوني غريبة واجنبيّه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6EF" w14:paraId="193426DD" w14:textId="77777777" w:rsidTr="006206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D649E76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ظلّت يويلي اتدور حتّى جسمها 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81FEF87" w14:textId="77777777" w:rsidR="006206EF" w:rsidRDefault="006206EF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C350600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ابدن ولا لقيت خبر عن ذيك لولاد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6EF" w14:paraId="6CBEDCCE" w14:textId="77777777" w:rsidTr="006206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0C39F51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اُوردت تنخي ارجالها من حرقة افاد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BC38E49" w14:textId="77777777" w:rsidR="006206EF" w:rsidRDefault="006206EF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83678A3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اتنادي ابهم قوموا من أرض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6EF" w14:paraId="25D0ADEE" w14:textId="77777777" w:rsidTr="006206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129B1A3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عنهم يفضه ما دريتي وين راحوا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7909C25" w14:textId="77777777" w:rsidR="006206EF" w:rsidRDefault="006206EF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1C320DE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ياهي فجيعه انكان بيد القوم طاحوا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6EF" w14:paraId="09AA3135" w14:textId="77777777" w:rsidTr="006206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1AD4FAA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وانكان طاحوا في يد العدوان راحوا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0D5FC30" w14:textId="77777777" w:rsidR="006206EF" w:rsidRDefault="006206EF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C385F3B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غصنين ما منهم رجع واحد إليّه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6EF" w14:paraId="658F4EE8" w14:textId="77777777" w:rsidTr="006206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12E63E7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اُوقامت تدور اُولادها وسطة 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BBB8C77" w14:textId="77777777" w:rsidR="006206EF" w:rsidRDefault="006206EF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50896D5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واتصيح قوموا ياهلي دوروا اُولادي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6EF" w14:paraId="7EA5452E" w14:textId="77777777" w:rsidTr="006206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5D2F8EA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جسمي عليهم باد واتفتت افادي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9A412A8" w14:textId="77777777" w:rsidR="006206EF" w:rsidRDefault="006206EF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66C9538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فروا اُولادي وين كانوا هالعشيّه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6EF" w14:paraId="664569EB" w14:textId="77777777" w:rsidTr="006206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55BECA0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عنّي مضوا اُولادي اُوخلّوني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29173CA" w14:textId="77777777" w:rsidR="006206EF" w:rsidRDefault="006206EF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113F908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طاهر ولمطهر مضوا ياناس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6EF" w14:paraId="59DB8D4A" w14:textId="77777777" w:rsidTr="006206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FFD3730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ولبى اقاسي امصيبة اُوخلّوني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03AE59D" w14:textId="77777777" w:rsidR="006206EF" w:rsidRDefault="006206EF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E875BD9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طاهر ولمطهر مضوا ياناس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6EF" w14:paraId="5AC488F8" w14:textId="77777777" w:rsidTr="006206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6C8490A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ولبى اقاسي امصيبة اللي امعفرينه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CA6F9D2" w14:textId="77777777" w:rsidR="006206EF" w:rsidRDefault="006206EF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CCACA6E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شيخ العشيره اُوعزوته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6EF" w14:paraId="4A540A70" w14:textId="77777777" w:rsidTr="006206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0C775F9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مامن صديق ايقوم يطلب لي الغصنين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F05B02B" w14:textId="77777777" w:rsidR="006206EF" w:rsidRDefault="006206EF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8442BE0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فروا ولا ادري لشمال ساروا لولي ليمين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6EF" w14:paraId="3D4F4CB5" w14:textId="77777777" w:rsidTr="006206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5215144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ولبى اقاسي يا خلايق ذبحت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A376ABB" w14:textId="77777777" w:rsidR="006206EF" w:rsidRDefault="006206EF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B065748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اطلب من الله ترجع اُولادي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6EF" w14:paraId="1B51EAD1" w14:textId="77777777" w:rsidTr="006206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63E96CB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نادى ابها هاتف اُودمعاته ذروفه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A2BB7D2" w14:textId="77777777" w:rsidR="006206EF" w:rsidRDefault="006206EF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A37D779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انكان عنهم تسئلي راحوا 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6EF" w14:paraId="223729A5" w14:textId="77777777" w:rsidTr="006206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0AA0DB2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نوحي عليهم دائم ابكبد لهوفه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6DC413B" w14:textId="77777777" w:rsidR="006206EF" w:rsidRDefault="006206EF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ABF268F" w14:textId="77777777" w:rsidR="006206EF" w:rsidRDefault="006206EF" w:rsidP="00FA336B">
            <w:pPr>
              <w:pStyle w:val="libPoem"/>
            </w:pPr>
            <w:r>
              <w:rPr>
                <w:rtl/>
                <w:lang w:bidi="fa-IR"/>
              </w:rPr>
              <w:t>نوحي على اُولادك اُونصبي الهم 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94575C9" w14:textId="77777777" w:rsidR="00EE7C84" w:rsidRDefault="00EE7C84" w:rsidP="006206EF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38C4678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8"/>
        <w:gridCol w:w="294"/>
        <w:gridCol w:w="3919"/>
      </w:tblGrid>
      <w:tr w:rsidR="00ED645E" w14:paraId="775531E6" w14:textId="77777777" w:rsidTr="00ED645E">
        <w:trPr>
          <w:trHeight w:val="350"/>
        </w:trPr>
        <w:tc>
          <w:tcPr>
            <w:tcW w:w="3703" w:type="dxa"/>
            <w:shd w:val="clear" w:color="auto" w:fill="auto"/>
          </w:tcPr>
          <w:p w14:paraId="61C37E47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lastRenderedPageBreak/>
              <w:t>زينب على اُولادها ناحت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23D04F66" w14:textId="77777777" w:rsidR="00ED645E" w:rsidRDefault="00ED645E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  <w:shd w:val="clear" w:color="auto" w:fill="auto"/>
          </w:tcPr>
          <w:p w14:paraId="0982BB39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طاهر مع خوه لمطهر راح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645E" w14:paraId="07478536" w14:textId="77777777" w:rsidTr="00ED645E">
        <w:trPr>
          <w:trHeight w:val="350"/>
        </w:trPr>
        <w:tc>
          <w:tcPr>
            <w:tcW w:w="3703" w:type="dxa"/>
          </w:tcPr>
          <w:p w14:paraId="1A684D9A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طلعوا امن الخيمة اُوتاهوا وسط لبرور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E75C8F7" w14:textId="77777777" w:rsidR="00ED645E" w:rsidRDefault="00ED645E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7AB7229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يمشوا على خوف اُوجل اُوقلب مذعور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645E" w14:paraId="3C50749B" w14:textId="77777777" w:rsidTr="00ED645E">
        <w:trPr>
          <w:trHeight w:val="350"/>
        </w:trPr>
        <w:tc>
          <w:tcPr>
            <w:tcW w:w="3703" w:type="dxa"/>
          </w:tcPr>
          <w:p w14:paraId="5DCE14E6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والله امصيبتهم يويلي اتفت لصخور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604A2CE" w14:textId="77777777" w:rsidR="00ED645E" w:rsidRDefault="00ED645E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AE69E37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من راح ابو السجّاد عنا احنا اندهينا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645E" w14:paraId="64A8CA7F" w14:textId="77777777" w:rsidTr="00ED645E">
        <w:trPr>
          <w:trHeight w:val="350"/>
        </w:trPr>
        <w:tc>
          <w:tcPr>
            <w:tcW w:w="3703" w:type="dxa"/>
          </w:tcPr>
          <w:p w14:paraId="759622DD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قومي يفضه انروح واندور اُولادي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BC48035" w14:textId="77777777" w:rsidR="00ED645E" w:rsidRDefault="00ED645E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C7737E9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فروا ولادري اتوجهوا لا اي 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645E" w14:paraId="4EFF322D" w14:textId="77777777" w:rsidTr="00ED645E">
        <w:trPr>
          <w:trHeight w:val="350"/>
        </w:trPr>
        <w:tc>
          <w:tcPr>
            <w:tcW w:w="3703" w:type="dxa"/>
          </w:tcPr>
          <w:p w14:paraId="3A6D56B5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اُوشيخ العشيره امصيبته فتت افادي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FA43F2A" w14:textId="77777777" w:rsidR="00ED645E" w:rsidRDefault="00ED645E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B17E6D5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وامصيبة اللي قطعوا اشماله اُويمينه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645E" w14:paraId="312FC5B1" w14:textId="77777777" w:rsidTr="00ED645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F34B60D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ابكي على عريس ما تهنى ابزفافه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438D210" w14:textId="77777777" w:rsidR="00ED645E" w:rsidRDefault="00ED645E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2DF7246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صار البطل عبّاس حق عرسه اضيافه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645E" w14:paraId="49457DCD" w14:textId="77777777" w:rsidTr="00ED645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0BFDE1C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واليوم اُولادي غدوا منّي حسافه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BB8A49A" w14:textId="77777777" w:rsidR="00ED645E" w:rsidRDefault="00ED645E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58F65E9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واللي إلى العشرين ما وصلت اسنينه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645E" w14:paraId="518B7EE4" w14:textId="77777777" w:rsidTr="00ED645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9F7F95E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اُومن حين طاح اِحسين حرقوا للصياوين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926411A" w14:textId="77777777" w:rsidR="00ED645E" w:rsidRDefault="00ED645E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B9C2D88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فروا امن الخيمة ولادري اتوجهوا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645E" w14:paraId="0A3DEB0C" w14:textId="77777777" w:rsidTr="00ED645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F8FCB6A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قومي يفضه انروح واندور الغصنين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A7B927F" w14:textId="77777777" w:rsidR="00ED645E" w:rsidRDefault="00ED645E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1B00F0A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قلبي على اُولادي يفضه فاطرينه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645E" w14:paraId="11507B3D" w14:textId="77777777" w:rsidTr="00ED645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46EDAF1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طلعت الحورا والحرم من وسط الخيام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BD21024" w14:textId="77777777" w:rsidR="00ED645E" w:rsidRDefault="00ED645E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4C1FE95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اتنادي اُودمع العين فوق الخد سجام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645E" w14:paraId="5F9D5F08" w14:textId="77777777" w:rsidTr="00ED645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7949638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اُوطبت العركة اُوظلّت اتدور الايتام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A53D1FC" w14:textId="77777777" w:rsidR="00ED645E" w:rsidRDefault="00ED645E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CABA31C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طاهر مع خوه لمطهر راح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645E" w14:paraId="51D52D5A" w14:textId="77777777" w:rsidTr="00ED645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353AB78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فروا من الخيمة ولا دري اشصار بيهم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BE5F436" w14:textId="77777777" w:rsidR="00ED645E" w:rsidRDefault="00ED645E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FD67863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خوفي على اُولادي الاعادي ذابحيهم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645E" w14:paraId="4C4ED69F" w14:textId="77777777" w:rsidTr="00ED645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A39C928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قوموا ينسوه انوح وانجنز عليهم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5E70037" w14:textId="77777777" w:rsidR="00ED645E" w:rsidRDefault="00ED645E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9FFFB0C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انعزي النّبي المختار والزهرا الحزينه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645E" w14:paraId="2A47DE59" w14:textId="77777777" w:rsidTr="00ED645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78C74BF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اُوردت إلى الخيمة اُومنها الدمع سكّاب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26774D7" w14:textId="77777777" w:rsidR="00ED645E" w:rsidRDefault="00ED645E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5FA3173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قوموا اسعدوني يا خواتي في هلمصاب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645E" w14:paraId="0A21EFA9" w14:textId="77777777" w:rsidTr="00ED645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229C072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مجروح قلبي امن المصايب والجسد 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6C88D29" w14:textId="77777777" w:rsidR="00ED645E" w:rsidRDefault="00ED645E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6DC3D21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ويش حال هاللي فاقد إخوانه اُوبنينه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645E" w14:paraId="2AB46F64" w14:textId="77777777" w:rsidTr="00ED645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2F3E39C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خلي النياحه وارحمي ابحالة هليتام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16FC0DE" w14:textId="77777777" w:rsidR="00ED645E" w:rsidRDefault="00ED645E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74705BF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واتصبري زينب اُوخلي النوح قدّام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645E" w14:paraId="33438513" w14:textId="77777777" w:rsidTr="00ED645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7222498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اُو لازم يزينب توقفي ابدروازة الشام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3E2D02F" w14:textId="77777777" w:rsidR="00ED645E" w:rsidRDefault="00ED645E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F59634E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ويا عليل امقيده اشماله اُو 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054E64B" w14:textId="77777777" w:rsidR="00EE7C84" w:rsidRDefault="00EE7C84" w:rsidP="00ED645E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D645E" w14:paraId="54132ECC" w14:textId="77777777" w:rsidTr="00FA336B">
        <w:trPr>
          <w:trHeight w:val="350"/>
        </w:trPr>
        <w:tc>
          <w:tcPr>
            <w:tcW w:w="3920" w:type="dxa"/>
            <w:shd w:val="clear" w:color="auto" w:fill="auto"/>
          </w:tcPr>
          <w:p w14:paraId="1413B486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نوحي على اُولادك يزينب والبسي اسواد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3013406" w14:textId="77777777" w:rsidR="00ED645E" w:rsidRDefault="00ED645E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0359E9F" w14:textId="77777777" w:rsidR="00ED645E" w:rsidRDefault="00ED645E" w:rsidP="00FA336B">
            <w:pPr>
              <w:pStyle w:val="libPoem"/>
            </w:pPr>
            <w:r>
              <w:rPr>
                <w:rtl/>
                <w:lang w:bidi="fa-IR"/>
              </w:rPr>
              <w:t>كُل من طلع من خيمتك هاليوم ماعاد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EF73DD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8"/>
        <w:gridCol w:w="294"/>
        <w:gridCol w:w="3919"/>
      </w:tblGrid>
      <w:tr w:rsidR="00434D02" w14:paraId="34E87401" w14:textId="77777777" w:rsidTr="00434D02">
        <w:trPr>
          <w:trHeight w:val="350"/>
        </w:trPr>
        <w:tc>
          <w:tcPr>
            <w:tcW w:w="3703" w:type="dxa"/>
            <w:shd w:val="clear" w:color="auto" w:fill="auto"/>
          </w:tcPr>
          <w:p w14:paraId="6E0B88D6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lastRenderedPageBreak/>
              <w:t>قومي يفضّة كلنا باندور في البر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4B8D7B25" w14:textId="77777777" w:rsidR="00434D02" w:rsidRDefault="00434D02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  <w:shd w:val="clear" w:color="auto" w:fill="auto"/>
          </w:tcPr>
          <w:p w14:paraId="0DBA0898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إندور إلى الطاهر اُولادي ولمطهّر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D02" w14:paraId="2C24D642" w14:textId="77777777" w:rsidTr="00434D02">
        <w:trPr>
          <w:trHeight w:val="350"/>
        </w:trPr>
        <w:tc>
          <w:tcPr>
            <w:tcW w:w="3703" w:type="dxa"/>
          </w:tcPr>
          <w:p w14:paraId="54B71A76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يمكن بمد واحد عن اُولادي أستخبر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F7F0161" w14:textId="77777777" w:rsidR="00434D02" w:rsidRDefault="00434D02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66497EB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والله من افراق الولاد ايذوب لفاد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D02" w14:paraId="212C61AC" w14:textId="77777777" w:rsidTr="00434D02">
        <w:trPr>
          <w:trHeight w:val="350"/>
        </w:trPr>
        <w:tc>
          <w:tcPr>
            <w:tcW w:w="3703" w:type="dxa"/>
          </w:tcPr>
          <w:p w14:paraId="1C3C6B2F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قومي يفضّة اندور اُولادي مضوا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4E8AF4F" w14:textId="77777777" w:rsidR="00434D02" w:rsidRDefault="00434D02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D9A3D3E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مدري إلى العبّاس لو راحوا إلى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D02" w14:paraId="259C8007" w14:textId="77777777" w:rsidTr="00434D02">
        <w:trPr>
          <w:trHeight w:val="350"/>
        </w:trPr>
        <w:tc>
          <w:tcPr>
            <w:tcW w:w="3703" w:type="dxa"/>
          </w:tcPr>
          <w:p w14:paraId="3EABB78F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وإ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إلى الأكبر علي حول المطاعين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CADCC01" w14:textId="77777777" w:rsidR="00434D02" w:rsidRDefault="00434D02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2782127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كلهم تفانوا بالثرى من فوق لوهاد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D02" w14:paraId="34FF40B6" w14:textId="77777777" w:rsidTr="00434D02">
        <w:trPr>
          <w:trHeight w:val="350"/>
        </w:trPr>
        <w:tc>
          <w:tcPr>
            <w:tcW w:w="3703" w:type="dxa"/>
          </w:tcPr>
          <w:p w14:paraId="7FE8627B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علمي ابهم من هجمة العسكر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1171600" w14:textId="77777777" w:rsidR="00434D02" w:rsidRDefault="00434D02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DB3C7A8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فروا ولادري اي درب هم سالكينه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D02" w14:paraId="44363742" w14:textId="77777777" w:rsidTr="00434D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F62674D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مدري درب كوفان لو درب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D21BF01" w14:textId="77777777" w:rsidR="00434D02" w:rsidRDefault="00434D02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2A94E85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لو عند جدهم بوالحسن صارع الاساد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D02" w14:paraId="5C1EDA0B" w14:textId="77777777" w:rsidTr="00434D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EF2AAE0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ويلي الغصنين حلوين المعاني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E9253A6" w14:textId="77777777" w:rsidR="00434D02" w:rsidRDefault="00434D02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EA0064E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يمتى يجوني واحد قابض الثاني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D02" w14:paraId="3CEB596D" w14:textId="77777777" w:rsidTr="00434D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69FADA4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باشم منكم يالولد ريحة اخواني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6D537A8" w14:textId="77777777" w:rsidR="00434D02" w:rsidRDefault="00434D02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CC50205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محلا على ام الولد دخلت الاُولاد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D02" w14:paraId="127CFA45" w14:textId="77777777" w:rsidTr="00434D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BD27BBF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حافظكم الله يا ولادي وين كنتون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4E21D5C" w14:textId="77777777" w:rsidR="00434D02" w:rsidRDefault="00434D02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18D3D7F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ماكنكم يا بني على اكتافي اتحملتون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D02" w14:paraId="0DF93F84" w14:textId="77777777" w:rsidTr="00434D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F99E755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بالأمس ابوكم ينذبح واليوم انتون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E4C7F8C" w14:textId="77777777" w:rsidR="00434D02" w:rsidRDefault="00434D02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7C5E544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والله فجيعه فقدة الأخوه ولولاد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D02" w14:paraId="6DEF6EBC" w14:textId="77777777" w:rsidTr="00434D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E066E51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من خوفهم فروا ولادري وين تاهوا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7C2D837" w14:textId="77777777" w:rsidR="00434D02" w:rsidRDefault="00434D02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8ED9810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اُولادري عند منهو من الخيلان باتوا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D02" w14:paraId="03DB7C06" w14:textId="77777777" w:rsidTr="00434D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57802BC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اُوهم مثل خيلانهم بالعطش ماتوا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80D9115" w14:textId="77777777" w:rsidR="00434D02" w:rsidRDefault="00434D02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B83A19A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وان صدق ظني ما احد من عزوتي راد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D02" w14:paraId="1BDB2ADF" w14:textId="77777777" w:rsidTr="00434D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6319506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يمتى تجوني يا ولادي يا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72ECC6B" w14:textId="77777777" w:rsidR="00434D02" w:rsidRDefault="00434D02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964D20E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والكل منكم حاضن الثاني باليدين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D02" w14:paraId="2289A743" w14:textId="77777777" w:rsidTr="00434D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20860F0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باشم منكم يا ولادي ريحة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67BAC4E" w14:textId="77777777" w:rsidR="00434D02" w:rsidRDefault="00434D02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18E135C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والوالده صعبه عليها افراق لولاد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D02" w14:paraId="6044B832" w14:textId="77777777" w:rsidTr="00434D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5E26BF7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راحت الأخوه وانفنت كُل العشيره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A54A62B" w14:textId="77777777" w:rsidR="00434D02" w:rsidRDefault="00434D02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C778562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وابقيت انا وايتام في ذلّة اُوحيره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D02" w14:paraId="35EDA452" w14:textId="77777777" w:rsidTr="00434D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75B4DD3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بين الأعادي ضايعة ابذلة اُوكسيره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4C57491" w14:textId="77777777" w:rsidR="00434D02" w:rsidRDefault="00434D02" w:rsidP="00FA336B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6159B24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واكفيلنا وجعان وامغلل بلقياد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8C5BB85" w14:textId="77777777" w:rsidR="00EE7C84" w:rsidRDefault="00EE7C84" w:rsidP="00434D02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34D02" w14:paraId="5879931B" w14:textId="77777777" w:rsidTr="00FA336B">
        <w:trPr>
          <w:trHeight w:val="350"/>
        </w:trPr>
        <w:tc>
          <w:tcPr>
            <w:tcW w:w="3920" w:type="dxa"/>
            <w:shd w:val="clear" w:color="auto" w:fill="auto"/>
          </w:tcPr>
          <w:p w14:paraId="54B7E66F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اغلامين ضاعوا الليلة اغلامين ضاعوا الليله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E1019C0" w14:textId="77777777" w:rsidR="00434D02" w:rsidRDefault="00434D0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AB8A408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باقي ضحايا كربلا اغلامين ضاعوا الليله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D02" w14:paraId="74544679" w14:textId="77777777" w:rsidTr="00FA336B">
        <w:trPr>
          <w:trHeight w:val="350"/>
        </w:trPr>
        <w:tc>
          <w:tcPr>
            <w:tcW w:w="3920" w:type="dxa"/>
          </w:tcPr>
          <w:p w14:paraId="4B0D6898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طاهر بعد يمطهر في وين يابني غبتوا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727DBD" w14:textId="77777777" w:rsidR="00434D02" w:rsidRDefault="00434D0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4E926E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شفتون وقعة كربلا وامن الأعادي خفتوا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D02" w14:paraId="6385A557" w14:textId="77777777" w:rsidTr="00FA336B">
        <w:trPr>
          <w:trHeight w:val="350"/>
        </w:trPr>
        <w:tc>
          <w:tcPr>
            <w:tcW w:w="3920" w:type="dxa"/>
          </w:tcPr>
          <w:p w14:paraId="602078DB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بالامس ابوكم ينذبح في الكوفة الميشومه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C94EC9" w14:textId="77777777" w:rsidR="00434D02" w:rsidRDefault="00434D02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E05E12" w14:textId="77777777" w:rsidR="00434D02" w:rsidRDefault="00434D02" w:rsidP="00FA336B">
            <w:pPr>
              <w:pStyle w:val="libPoem"/>
            </w:pPr>
            <w:r>
              <w:rPr>
                <w:rtl/>
                <w:lang w:bidi="fa-IR"/>
              </w:rPr>
              <w:t>امن اعلا القصر ذبوله وامخضب بادمومه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924DB6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A63D6" w14:paraId="588DDB15" w14:textId="77777777" w:rsidTr="00FA336B">
        <w:trPr>
          <w:trHeight w:val="350"/>
        </w:trPr>
        <w:tc>
          <w:tcPr>
            <w:tcW w:w="3920" w:type="dxa"/>
            <w:shd w:val="clear" w:color="auto" w:fill="auto"/>
          </w:tcPr>
          <w:p w14:paraId="36023F0F" w14:textId="77777777" w:rsidR="00CA63D6" w:rsidRDefault="00CA63D6" w:rsidP="00FA336B">
            <w:pPr>
              <w:pStyle w:val="libPoem"/>
            </w:pPr>
            <w:r>
              <w:rPr>
                <w:rtl/>
                <w:lang w:bidi="fa-IR"/>
              </w:rPr>
              <w:lastRenderedPageBreak/>
              <w:t>واليوم انتوا غبتوا يا غيبة الميشومه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F39FC37" w14:textId="77777777" w:rsidR="00CA63D6" w:rsidRDefault="00CA63D6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E8D94AF" w14:textId="77777777" w:rsidR="00CA63D6" w:rsidRDefault="00E94758" w:rsidP="00FA336B">
            <w:pPr>
              <w:pStyle w:val="libPoem"/>
            </w:pPr>
            <w:r>
              <w:rPr>
                <w:rtl/>
                <w:lang w:bidi="fa-IR"/>
              </w:rPr>
              <w:t>باقي ضحايا كربلا اغلامين ضاعوا الليله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63D6" w14:paraId="54D60B64" w14:textId="77777777" w:rsidTr="00FA336B">
        <w:trPr>
          <w:trHeight w:val="350"/>
        </w:trPr>
        <w:tc>
          <w:tcPr>
            <w:tcW w:w="3920" w:type="dxa"/>
          </w:tcPr>
          <w:p w14:paraId="551AA8D7" w14:textId="77777777" w:rsidR="00CA63D6" w:rsidRDefault="00E94758" w:rsidP="00FA336B">
            <w:pPr>
              <w:pStyle w:val="libPoem"/>
            </w:pPr>
            <w:r>
              <w:rPr>
                <w:rtl/>
                <w:lang w:bidi="fa-IR"/>
              </w:rPr>
              <w:t>يا كربلا جيت أرضك ابعزوتي وارجالي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CC35BD" w14:textId="77777777" w:rsidR="00CA63D6" w:rsidRDefault="00CA63D6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369A9C" w14:textId="77777777" w:rsidR="00CA63D6" w:rsidRDefault="00E94758" w:rsidP="00FA336B">
            <w:pPr>
              <w:pStyle w:val="libPoem"/>
            </w:pPr>
            <w:r>
              <w:rPr>
                <w:rtl/>
                <w:lang w:bidi="fa-IR"/>
              </w:rPr>
              <w:t>منّي اخذتي قومي اُومنّي اخذتي ارجالي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63D6" w14:paraId="374381B4" w14:textId="77777777" w:rsidTr="00FA336B">
        <w:trPr>
          <w:trHeight w:val="350"/>
        </w:trPr>
        <w:tc>
          <w:tcPr>
            <w:tcW w:w="3920" w:type="dxa"/>
          </w:tcPr>
          <w:p w14:paraId="327FE86D" w14:textId="77777777" w:rsidR="00CA63D6" w:rsidRDefault="00E94758" w:rsidP="00FA336B">
            <w:pPr>
              <w:pStyle w:val="libPoem"/>
            </w:pPr>
            <w:r>
              <w:rPr>
                <w:rtl/>
                <w:lang w:bidi="fa-IR"/>
              </w:rPr>
              <w:t>وابقيت حرمه ضايعه الله الرحيم ابحالي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04630E" w14:textId="77777777" w:rsidR="00CA63D6" w:rsidRDefault="00CA63D6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58F888" w14:textId="77777777" w:rsidR="00CA63D6" w:rsidRDefault="00E94758" w:rsidP="00FA336B">
            <w:pPr>
              <w:pStyle w:val="libPoem"/>
            </w:pPr>
            <w:r>
              <w:rPr>
                <w:rtl/>
                <w:lang w:bidi="fa-IR"/>
              </w:rPr>
              <w:t>اُو باقي ضحايا كربلا اغلامين ضاعوا الليله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63D6" w14:paraId="54FF871C" w14:textId="77777777" w:rsidTr="00FA336B">
        <w:trPr>
          <w:trHeight w:val="350"/>
        </w:trPr>
        <w:tc>
          <w:tcPr>
            <w:tcW w:w="3920" w:type="dxa"/>
          </w:tcPr>
          <w:p w14:paraId="33D39974" w14:textId="77777777" w:rsidR="00CA63D6" w:rsidRDefault="00E94758" w:rsidP="00FA336B">
            <w:pPr>
              <w:pStyle w:val="libPoem"/>
            </w:pPr>
            <w:r>
              <w:rPr>
                <w:rtl/>
                <w:lang w:bidi="fa-IR"/>
              </w:rPr>
              <w:t>وانتين صوبتيني ابحزن سطى بفادي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B2C06B" w14:textId="77777777" w:rsidR="00CA63D6" w:rsidRDefault="00CA63D6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F8CBB6F" w14:textId="77777777" w:rsidR="00CA63D6" w:rsidRDefault="00E94758" w:rsidP="00FA336B">
            <w:pPr>
              <w:pStyle w:val="libPoem"/>
            </w:pPr>
            <w:r>
              <w:rPr>
                <w:rtl/>
                <w:lang w:bidi="fa-IR"/>
              </w:rPr>
              <w:t>حزني لذبح ارجالي اُوحزني لفقد اُولادي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63D6" w14:paraId="5B927E9F" w14:textId="77777777" w:rsidTr="00FA336B">
        <w:trPr>
          <w:trHeight w:val="350"/>
        </w:trPr>
        <w:tc>
          <w:tcPr>
            <w:tcW w:w="3920" w:type="dxa"/>
          </w:tcPr>
          <w:p w14:paraId="69EF2BB0" w14:textId="77777777" w:rsidR="00CA63D6" w:rsidRDefault="00E94758" w:rsidP="00FA336B">
            <w:pPr>
              <w:pStyle w:val="libPoem"/>
            </w:pPr>
            <w:r>
              <w:rPr>
                <w:rtl/>
                <w:lang w:bidi="fa-IR"/>
              </w:rPr>
              <w:t>هذي ارجالي صرعى في حر ترب هالوادي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6BFC12" w14:textId="77777777" w:rsidR="00CA63D6" w:rsidRDefault="00CA63D6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B1FF0E" w14:textId="77777777" w:rsidR="00CA63D6" w:rsidRDefault="00E94758" w:rsidP="00FA336B">
            <w:pPr>
              <w:pStyle w:val="libPoem"/>
            </w:pPr>
            <w:r>
              <w:rPr>
                <w:rtl/>
                <w:lang w:bidi="fa-IR"/>
              </w:rPr>
              <w:t>باقي ضحايا كربلا اغلامين ضاعوا الليله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63D6" w14:paraId="3C0D6C81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E107EFE" w14:textId="77777777" w:rsidR="00CA63D6" w:rsidRDefault="00E94758" w:rsidP="00FA336B">
            <w:pPr>
              <w:pStyle w:val="libPoem"/>
            </w:pPr>
            <w:r>
              <w:rPr>
                <w:rtl/>
                <w:lang w:bidi="fa-IR"/>
              </w:rPr>
              <w:t>ظلّت تعاتب كربلا والدمع منها جاري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E498F5" w14:textId="77777777" w:rsidR="00CA63D6" w:rsidRDefault="00CA63D6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CCE22B" w14:textId="77777777" w:rsidR="00CA63D6" w:rsidRDefault="00E94758" w:rsidP="00FA336B">
            <w:pPr>
              <w:pStyle w:val="libPoem"/>
            </w:pPr>
            <w:r>
              <w:rPr>
                <w:rtl/>
                <w:lang w:bidi="fa-IR"/>
              </w:rPr>
              <w:t>يا كربلا خنتيني وانتي طفيتي انواري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63D6" w14:paraId="73E5B2B7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A086561" w14:textId="77777777" w:rsidR="00CA63D6" w:rsidRDefault="00E94758" w:rsidP="00FA336B">
            <w:pPr>
              <w:pStyle w:val="libPoem"/>
            </w:pPr>
            <w:r>
              <w:rPr>
                <w:rtl/>
                <w:lang w:bidi="fa-IR"/>
              </w:rPr>
              <w:t>هذا كفيلي مرمي يسقي عليه الذاري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26363E" w14:textId="77777777" w:rsidR="00CA63D6" w:rsidRDefault="00CA63D6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FBD9F7" w14:textId="77777777" w:rsidR="00CA63D6" w:rsidRDefault="00E94758" w:rsidP="00FA336B">
            <w:pPr>
              <w:pStyle w:val="libPoem"/>
            </w:pPr>
            <w:r>
              <w:rPr>
                <w:rtl/>
                <w:lang w:bidi="fa-IR"/>
              </w:rPr>
              <w:t>اُوباقي ضحايا كربلا اغلامين ضاعوا الليله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E061C74" w14:textId="77777777" w:rsidR="00EE7C84" w:rsidRDefault="00EE7C84" w:rsidP="00CA63D6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A63D6" w14:paraId="5A2E03FB" w14:textId="77777777" w:rsidTr="00FA336B">
        <w:trPr>
          <w:trHeight w:val="350"/>
        </w:trPr>
        <w:tc>
          <w:tcPr>
            <w:tcW w:w="3920" w:type="dxa"/>
            <w:shd w:val="clear" w:color="auto" w:fill="auto"/>
          </w:tcPr>
          <w:p w14:paraId="5B7E5F49" w14:textId="77777777" w:rsidR="00CA63D6" w:rsidRDefault="00E94758" w:rsidP="00FA336B">
            <w:pPr>
              <w:pStyle w:val="libPoem"/>
            </w:pPr>
            <w:r>
              <w:rPr>
                <w:rtl/>
                <w:lang w:bidi="fa-IR"/>
              </w:rPr>
              <w:t>بينك اُوبين الله يخيل الأعوجيّه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A1A68DC" w14:textId="77777777" w:rsidR="00CA63D6" w:rsidRDefault="00CA63D6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23584A3" w14:textId="77777777" w:rsidR="00CA63D6" w:rsidRDefault="00DA4557" w:rsidP="00FA336B">
            <w:pPr>
              <w:pStyle w:val="libPoem"/>
            </w:pPr>
            <w:r>
              <w:rPr>
                <w:rtl/>
                <w:lang w:bidi="fa-IR"/>
              </w:rPr>
              <w:t>دستين صدر اِحسين باَرض الغاضريّه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63D6" w14:paraId="493BCB59" w14:textId="77777777" w:rsidTr="00FA336B">
        <w:trPr>
          <w:trHeight w:val="350"/>
        </w:trPr>
        <w:tc>
          <w:tcPr>
            <w:tcW w:w="3920" w:type="dxa"/>
          </w:tcPr>
          <w:p w14:paraId="325B98D1" w14:textId="77777777" w:rsidR="00CA63D6" w:rsidRDefault="00DA4557" w:rsidP="00FA336B">
            <w:pPr>
              <w:pStyle w:val="libPoem"/>
            </w:pPr>
            <w:r>
              <w:rPr>
                <w:rtl/>
                <w:lang w:bidi="fa-IR"/>
              </w:rPr>
              <w:t>دستين صدر كُل علم الله حاويه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02523A" w14:textId="77777777" w:rsidR="00CA63D6" w:rsidRDefault="00CA63D6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198624" w14:textId="77777777" w:rsidR="00CA63D6" w:rsidRDefault="00DA4557" w:rsidP="00FA336B">
            <w:pPr>
              <w:pStyle w:val="libPoem"/>
            </w:pPr>
            <w:r>
              <w:rPr>
                <w:rtl/>
                <w:lang w:bidi="fa-IR"/>
              </w:rPr>
              <w:t>هذا الذي جبريل في مهده يناغيه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63D6" w14:paraId="07FA623F" w14:textId="77777777" w:rsidTr="00FA336B">
        <w:trPr>
          <w:trHeight w:val="350"/>
        </w:trPr>
        <w:tc>
          <w:tcPr>
            <w:tcW w:w="3920" w:type="dxa"/>
          </w:tcPr>
          <w:p w14:paraId="15F4FEFC" w14:textId="77777777" w:rsidR="00CA63D6" w:rsidRDefault="00DA4557" w:rsidP="00FA336B">
            <w:pPr>
              <w:pStyle w:val="libPoem"/>
            </w:pPr>
            <w:r>
              <w:rPr>
                <w:rtl/>
                <w:lang w:bidi="fa-IR"/>
              </w:rPr>
              <w:t>اُوجدّه رسول الله في حجره يربّيه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E6C15E" w14:textId="77777777" w:rsidR="00CA63D6" w:rsidRDefault="00CA63D6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95195A" w14:textId="77777777" w:rsidR="00CA63D6" w:rsidRDefault="00DA4557" w:rsidP="00FA336B">
            <w:pPr>
              <w:pStyle w:val="libPoem"/>
            </w:pPr>
            <w:r>
              <w:rPr>
                <w:rtl/>
                <w:lang w:bidi="fa-IR"/>
              </w:rPr>
              <w:t>وانتين دستي فوق صدره يا دعيّه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63D6" w14:paraId="3CC1E6CA" w14:textId="77777777" w:rsidTr="00FA336B">
        <w:trPr>
          <w:trHeight w:val="350"/>
        </w:trPr>
        <w:tc>
          <w:tcPr>
            <w:tcW w:w="3920" w:type="dxa"/>
          </w:tcPr>
          <w:p w14:paraId="2B97C87B" w14:textId="77777777" w:rsidR="00CA63D6" w:rsidRDefault="00DA4557" w:rsidP="00FA336B">
            <w:pPr>
              <w:pStyle w:val="libPoem"/>
            </w:pPr>
            <w:r>
              <w:rPr>
                <w:rtl/>
                <w:lang w:bidi="fa-IR"/>
              </w:rPr>
              <w:t>منك يغبرة كان ما نستاهل احسين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F2D5FF" w14:textId="77777777" w:rsidR="00CA63D6" w:rsidRDefault="00CA63D6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088423" w14:textId="77777777" w:rsidR="00CA63D6" w:rsidRDefault="00DA4557" w:rsidP="00FA336B">
            <w:pPr>
              <w:pStyle w:val="libPoem"/>
            </w:pPr>
            <w:r>
              <w:rPr>
                <w:rtl/>
                <w:lang w:bidi="fa-IR"/>
              </w:rPr>
              <w:t>يجرونك الاعدا اُوعلى صدره تدوسين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63D6" w14:paraId="69E88E86" w14:textId="77777777" w:rsidTr="00FA336B">
        <w:trPr>
          <w:trHeight w:val="350"/>
        </w:trPr>
        <w:tc>
          <w:tcPr>
            <w:tcW w:w="3920" w:type="dxa"/>
          </w:tcPr>
          <w:p w14:paraId="75BFB66F" w14:textId="77777777" w:rsidR="00CA63D6" w:rsidRDefault="00DA4557" w:rsidP="00FA336B">
            <w:pPr>
              <w:pStyle w:val="libPoem"/>
            </w:pPr>
            <w:r>
              <w:rPr>
                <w:rtl/>
                <w:lang w:bidi="fa-IR"/>
              </w:rPr>
              <w:t>اُوتدرين صدره اخزانته اعلوم النبيين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C6C579" w14:textId="77777777" w:rsidR="00CA63D6" w:rsidRDefault="00CA63D6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928442" w14:textId="77777777" w:rsidR="00CA63D6" w:rsidRDefault="00DA4557" w:rsidP="00FA336B">
            <w:pPr>
              <w:pStyle w:val="libPoem"/>
            </w:pPr>
            <w:r>
              <w:rPr>
                <w:rtl/>
                <w:lang w:bidi="fa-IR"/>
              </w:rPr>
              <w:t>من آدم الأوّل إلى خير البريّه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63D6" w14:paraId="3F8C5288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9B08D83" w14:textId="77777777" w:rsidR="00CA63D6" w:rsidRDefault="00DA4557" w:rsidP="00FA336B">
            <w:pPr>
              <w:pStyle w:val="libPoem"/>
            </w:pPr>
            <w:r>
              <w:rPr>
                <w:rtl/>
                <w:lang w:bidi="fa-IR"/>
              </w:rPr>
              <w:t>لا بارك الله يعوجيّة فيك من خيل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31A479" w14:textId="77777777" w:rsidR="00CA63D6" w:rsidRDefault="00CA63D6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7F6D2D" w14:textId="77777777" w:rsidR="00CA63D6" w:rsidRDefault="00DA4557" w:rsidP="00FA336B">
            <w:pPr>
              <w:pStyle w:val="libPoem"/>
            </w:pPr>
            <w:r>
              <w:rPr>
                <w:rtl/>
                <w:lang w:bidi="fa-IR"/>
              </w:rPr>
              <w:t>دستي على التوراة اُودستي فوق الانجيل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63D6" w14:paraId="2D292617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546F690" w14:textId="77777777" w:rsidR="00CA63D6" w:rsidRDefault="00DA4557" w:rsidP="00FA336B">
            <w:pPr>
              <w:pStyle w:val="libPoem"/>
            </w:pPr>
            <w:r>
              <w:rPr>
                <w:rtl/>
                <w:lang w:bidi="fa-IR"/>
              </w:rPr>
              <w:t>اُودستي إماماً لا نضا بردة التشكيل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6DACE9" w14:textId="77777777" w:rsidR="00CA63D6" w:rsidRDefault="00CA63D6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8F1BC5" w14:textId="77777777" w:rsidR="00CA63D6" w:rsidRDefault="00DA4557" w:rsidP="00FA336B">
            <w:pPr>
              <w:pStyle w:val="libPoem"/>
            </w:pPr>
            <w:r>
              <w:rPr>
                <w:rtl/>
                <w:lang w:bidi="fa-IR"/>
              </w:rPr>
              <w:t>لاهوت قدس ما تشاكله البريّه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63D6" w14:paraId="71E1A7A5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EA70BD0" w14:textId="77777777" w:rsidR="00CA63D6" w:rsidRDefault="00DA4557" w:rsidP="00FA336B">
            <w:pPr>
              <w:pStyle w:val="libPoem"/>
            </w:pPr>
            <w:r>
              <w:rPr>
                <w:rtl/>
                <w:lang w:bidi="fa-IR"/>
              </w:rPr>
              <w:t>يا أعوجيّة ما تعرفي من وطاتين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7CDAAC" w14:textId="77777777" w:rsidR="00CA63D6" w:rsidRDefault="00CA63D6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DD9D21" w14:textId="77777777" w:rsidR="00CA63D6" w:rsidRDefault="00DA4557" w:rsidP="00FA336B">
            <w:pPr>
              <w:pStyle w:val="libPoem"/>
            </w:pPr>
            <w:r>
              <w:rPr>
                <w:rtl/>
                <w:lang w:bidi="fa-IR"/>
              </w:rPr>
              <w:t>هذا التربى في حجر ست النساوين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63D6" w14:paraId="2C425A09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8E948AB" w14:textId="77777777" w:rsidR="00CA63D6" w:rsidRDefault="00DA4557" w:rsidP="00FA336B">
            <w:pPr>
              <w:pStyle w:val="libPoem"/>
            </w:pPr>
            <w:r>
              <w:rPr>
                <w:rtl/>
                <w:lang w:bidi="fa-IR"/>
              </w:rPr>
              <w:t>دستي يغبرة على صدر خير النبيِّين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95BF55" w14:textId="77777777" w:rsidR="00CA63D6" w:rsidRDefault="00CA63D6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D9F96C" w14:textId="77777777" w:rsidR="00CA63D6" w:rsidRDefault="00DA4557" w:rsidP="00FA336B">
            <w:pPr>
              <w:pStyle w:val="libPoem"/>
            </w:pPr>
            <w:r>
              <w:rPr>
                <w:rtl/>
                <w:lang w:bidi="fa-IR"/>
              </w:rPr>
              <w:t>واِنتي تدوسينه يغبرة يا دعيّه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63D6" w14:paraId="230238BA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884CEC9" w14:textId="77777777" w:rsidR="00CA63D6" w:rsidRDefault="00DA4557" w:rsidP="00FA336B">
            <w:pPr>
              <w:pStyle w:val="libPoem"/>
            </w:pPr>
            <w:r>
              <w:rPr>
                <w:rtl/>
                <w:lang w:bidi="fa-IR"/>
              </w:rPr>
              <w:t>دستي على صدره اُوفيه العلم مكنون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FD9B61" w14:textId="77777777" w:rsidR="00CA63D6" w:rsidRDefault="00CA63D6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3ED871" w14:textId="77777777" w:rsidR="00CA63D6" w:rsidRDefault="00DA4557" w:rsidP="00FA336B">
            <w:pPr>
              <w:pStyle w:val="libPoem"/>
            </w:pPr>
            <w:r>
              <w:rPr>
                <w:rtl/>
                <w:lang w:bidi="fa-IR"/>
              </w:rPr>
              <w:t>عنده علم ما كان واللي بعد بيكون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63D6" w14:paraId="394B519E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746EA99" w14:textId="77777777" w:rsidR="00CA63D6" w:rsidRDefault="00DA4557" w:rsidP="00FA336B">
            <w:pPr>
              <w:pStyle w:val="libPoem"/>
            </w:pPr>
            <w:r>
              <w:rPr>
                <w:rtl/>
                <w:lang w:bidi="fa-IR"/>
              </w:rPr>
              <w:t>لولاه ربك ما براك اُوكون الكون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A2BDCE" w14:textId="77777777" w:rsidR="00CA63D6" w:rsidRDefault="00CA63D6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5879F5" w14:textId="77777777" w:rsidR="00CA63D6" w:rsidRDefault="00DA4557" w:rsidP="00FA336B">
            <w:pPr>
              <w:pStyle w:val="libPoem"/>
            </w:pPr>
            <w:r>
              <w:rPr>
                <w:rtl/>
                <w:lang w:bidi="fa-IR"/>
              </w:rPr>
              <w:t>ولفلاك ما دارت ولا الشمس المضيّه</w:t>
            </w:r>
            <w:r w:rsidR="00CA63D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986FB49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955BC" w14:paraId="10F55456" w14:textId="77777777" w:rsidTr="00FA336B">
        <w:trPr>
          <w:trHeight w:val="350"/>
        </w:trPr>
        <w:tc>
          <w:tcPr>
            <w:tcW w:w="3920" w:type="dxa"/>
            <w:shd w:val="clear" w:color="auto" w:fill="auto"/>
          </w:tcPr>
          <w:p w14:paraId="6A62CDAC" w14:textId="77777777" w:rsidR="000955BC" w:rsidRDefault="000955BC" w:rsidP="00FA336B">
            <w:pPr>
              <w:pStyle w:val="libPoem"/>
            </w:pPr>
            <w:r>
              <w:rPr>
                <w:rtl/>
                <w:lang w:bidi="fa-IR"/>
              </w:rPr>
              <w:lastRenderedPageBreak/>
              <w:t>يوم القيامة يا دعيّة ويش تقولين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B793B7D" w14:textId="77777777" w:rsidR="000955BC" w:rsidRDefault="000955BC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4EC1BDB" w14:textId="77777777" w:rsidR="000955BC" w:rsidRDefault="000955BC" w:rsidP="00FA336B">
            <w:pPr>
              <w:pStyle w:val="libPoem"/>
            </w:pPr>
            <w:r>
              <w:rPr>
                <w:rtl/>
                <w:lang w:bidi="fa-IR"/>
              </w:rPr>
              <w:t>لو ضجّت الزهرا اُوبكى خير النبيّين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55BC" w14:paraId="2590E686" w14:textId="77777777" w:rsidTr="00FA336B">
        <w:trPr>
          <w:trHeight w:val="350"/>
        </w:trPr>
        <w:tc>
          <w:tcPr>
            <w:tcW w:w="3920" w:type="dxa"/>
          </w:tcPr>
          <w:p w14:paraId="2EB12E6D" w14:textId="77777777" w:rsidR="000955BC" w:rsidRDefault="000955BC" w:rsidP="00FA336B">
            <w:pPr>
              <w:pStyle w:val="libPoem"/>
            </w:pPr>
            <w:r>
              <w:rPr>
                <w:rtl/>
                <w:lang w:bidi="fa-IR"/>
              </w:rPr>
              <w:t>تباً لك يا داره باللي فعلتين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4ED480" w14:textId="77777777" w:rsidR="000955BC" w:rsidRDefault="000955BC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3B2897" w14:textId="77777777" w:rsidR="000955BC" w:rsidRDefault="000955BC" w:rsidP="00FA336B">
            <w:pPr>
              <w:pStyle w:val="libPoem"/>
            </w:pPr>
            <w:r>
              <w:rPr>
                <w:rtl/>
                <w:lang w:bidi="fa-IR"/>
              </w:rPr>
              <w:t>في كربلا يا كافره دستي الشفيّه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55BC" w14:paraId="46D0CD47" w14:textId="77777777" w:rsidTr="00FA336B">
        <w:trPr>
          <w:trHeight w:val="350"/>
        </w:trPr>
        <w:tc>
          <w:tcPr>
            <w:tcW w:w="3920" w:type="dxa"/>
          </w:tcPr>
          <w:p w14:paraId="42E868F6" w14:textId="77777777" w:rsidR="000955BC" w:rsidRDefault="000955BC" w:rsidP="00FA336B">
            <w:pPr>
              <w:pStyle w:val="libPoem"/>
            </w:pPr>
            <w:r>
              <w:rPr>
                <w:rtl/>
                <w:lang w:bidi="fa-IR"/>
              </w:rPr>
              <w:t>يأعوجيّة بالقيامة اش كلامك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0F8DBD" w14:textId="77777777" w:rsidR="000955BC" w:rsidRDefault="000955BC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BD8CD7" w14:textId="77777777" w:rsidR="000955BC" w:rsidRDefault="000955BC" w:rsidP="00FA336B">
            <w:pPr>
              <w:pStyle w:val="libPoem"/>
            </w:pPr>
            <w:r>
              <w:rPr>
                <w:rtl/>
                <w:lang w:bidi="fa-IR"/>
              </w:rPr>
              <w:t>لو من لفت بنت النّبي اُوحيدر أمامك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55BC" w14:paraId="1DF42263" w14:textId="77777777" w:rsidTr="00FA336B">
        <w:trPr>
          <w:trHeight w:val="350"/>
        </w:trPr>
        <w:tc>
          <w:tcPr>
            <w:tcW w:w="3920" w:type="dxa"/>
          </w:tcPr>
          <w:p w14:paraId="535FE6F9" w14:textId="77777777" w:rsidR="000955BC" w:rsidRDefault="000955BC" w:rsidP="00FA336B">
            <w:pPr>
              <w:pStyle w:val="libPoem"/>
            </w:pPr>
            <w:r>
              <w:rPr>
                <w:rtl/>
                <w:lang w:bidi="fa-IR"/>
              </w:rPr>
              <w:t>اُوجاك النّبي المختار وانتي في قيامك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2CB18E" w14:textId="77777777" w:rsidR="000955BC" w:rsidRDefault="000955BC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A458EC" w14:textId="77777777" w:rsidR="000955BC" w:rsidRDefault="000955BC" w:rsidP="00FA336B">
            <w:pPr>
              <w:pStyle w:val="libPoem"/>
            </w:pPr>
            <w:r>
              <w:rPr>
                <w:rtl/>
                <w:lang w:bidi="fa-IR"/>
              </w:rPr>
              <w:t>شنهو العذر منّك يغبرة يا دعيّه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55BC" w14:paraId="491F39C4" w14:textId="77777777" w:rsidTr="00FA336B">
        <w:trPr>
          <w:trHeight w:val="350"/>
        </w:trPr>
        <w:tc>
          <w:tcPr>
            <w:tcW w:w="3920" w:type="dxa"/>
          </w:tcPr>
          <w:p w14:paraId="39D802D6" w14:textId="77777777" w:rsidR="000955BC" w:rsidRDefault="000955BC" w:rsidP="00FA336B">
            <w:pPr>
              <w:pStyle w:val="libPoem"/>
            </w:pPr>
            <w:r>
              <w:rPr>
                <w:rtl/>
                <w:lang w:bidi="fa-IR"/>
              </w:rPr>
              <w:t>يا أعوجيّة خصمك أحمد يوم لحساب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F1A189" w14:textId="77777777" w:rsidR="000955BC" w:rsidRDefault="000955BC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CEDDCA" w14:textId="77777777" w:rsidR="000955BC" w:rsidRDefault="000955BC" w:rsidP="00FA336B">
            <w:pPr>
              <w:pStyle w:val="libPoem"/>
            </w:pPr>
            <w:r>
              <w:rPr>
                <w:rtl/>
                <w:lang w:bidi="fa-IR"/>
              </w:rPr>
              <w:t>اُو خصيمك الزهرا اُو حيدر 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55BC" w14:paraId="63FDBB74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DF7F48F" w14:textId="77777777" w:rsidR="000955BC" w:rsidRDefault="000955BC" w:rsidP="00FA336B">
            <w:pPr>
              <w:pStyle w:val="libPoem"/>
            </w:pPr>
            <w:r>
              <w:rPr>
                <w:rtl/>
                <w:lang w:bidi="fa-IR"/>
              </w:rPr>
              <w:t>بالله استعدي يا دعيّة الرد لجواب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6E026B" w14:textId="77777777" w:rsidR="000955BC" w:rsidRDefault="000955BC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5F8EFF" w14:textId="77777777" w:rsidR="000955BC" w:rsidRDefault="000955BC" w:rsidP="00FA336B">
            <w:pPr>
              <w:pStyle w:val="libPoem"/>
            </w:pPr>
            <w:r>
              <w:rPr>
                <w:rtl/>
                <w:lang w:bidi="fa-IR"/>
              </w:rPr>
              <w:t>ما شوف رد اجواب عندك يا دعيّه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55BC" w14:paraId="0C8FDD9F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80D43C9" w14:textId="77777777" w:rsidR="000955BC" w:rsidRDefault="000955BC" w:rsidP="00FA336B">
            <w:pPr>
              <w:pStyle w:val="libPoem"/>
            </w:pPr>
            <w:r>
              <w:rPr>
                <w:rtl/>
                <w:lang w:bidi="fa-IR"/>
              </w:rPr>
              <w:t>واخجلنك في محشر الجنّة مع الناس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EE260C" w14:textId="77777777" w:rsidR="000955BC" w:rsidRDefault="000955BC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3684C1" w14:textId="77777777" w:rsidR="000955BC" w:rsidRDefault="000955BC" w:rsidP="00FA336B">
            <w:pPr>
              <w:pStyle w:val="libPoem"/>
            </w:pPr>
            <w:r>
              <w:rPr>
                <w:rtl/>
                <w:lang w:bidi="fa-IR"/>
              </w:rPr>
              <w:t>واِحسين واقف بالحشر جثّة بلا 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55BC" w14:paraId="24590EBF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635D9D5" w14:textId="77777777" w:rsidR="000955BC" w:rsidRDefault="000955BC" w:rsidP="00FA336B">
            <w:pPr>
              <w:pStyle w:val="libPoem"/>
            </w:pPr>
            <w:r>
              <w:rPr>
                <w:rtl/>
                <w:lang w:bidi="fa-IR"/>
              </w:rPr>
              <w:t>اُوفاطم تنادي يالولد لا باس لا باس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F27547" w14:textId="77777777" w:rsidR="000955BC" w:rsidRDefault="000955BC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8A07C6" w14:textId="77777777" w:rsidR="000955BC" w:rsidRDefault="000955BC" w:rsidP="00FA336B">
            <w:pPr>
              <w:pStyle w:val="libPoem"/>
            </w:pPr>
            <w:r>
              <w:rPr>
                <w:rtl/>
                <w:lang w:bidi="fa-IR"/>
              </w:rPr>
              <w:t>يا بني بليا راس من دون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55BC" w14:paraId="62F38B91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7978ABC" w14:textId="77777777" w:rsidR="000955BC" w:rsidRDefault="000955BC" w:rsidP="00FA336B">
            <w:pPr>
              <w:pStyle w:val="libPoem"/>
            </w:pPr>
            <w:r>
              <w:rPr>
                <w:rtl/>
                <w:lang w:bidi="fa-IR"/>
              </w:rPr>
              <w:t>دستي على صدره اُوكسرتي اضلوعه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B1FD80" w14:textId="77777777" w:rsidR="000955BC" w:rsidRDefault="000955BC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5701F9" w14:textId="77777777" w:rsidR="000955BC" w:rsidRDefault="000955BC" w:rsidP="00FA336B">
            <w:pPr>
              <w:pStyle w:val="libPoem"/>
            </w:pPr>
            <w:r>
              <w:rPr>
                <w:rtl/>
                <w:lang w:bidi="fa-IR"/>
              </w:rPr>
              <w:t>اُو زين لعباد ايعاينه اُو تجري ادموعه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55BC" w14:paraId="0DE54BC8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43E18E9" w14:textId="77777777" w:rsidR="000955BC" w:rsidRDefault="000955BC" w:rsidP="00FA336B">
            <w:pPr>
              <w:pStyle w:val="libPoem"/>
            </w:pPr>
            <w:r>
              <w:rPr>
                <w:rtl/>
                <w:lang w:bidi="fa-IR"/>
              </w:rPr>
              <w:t>تعبان ويلي يرتعش ما سكن روعه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4E7750" w14:textId="77777777" w:rsidR="000955BC" w:rsidRDefault="000955BC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441BA4" w14:textId="77777777" w:rsidR="000955BC" w:rsidRDefault="000955BC" w:rsidP="00FA336B">
            <w:pPr>
              <w:pStyle w:val="libPoem"/>
            </w:pPr>
            <w:r>
              <w:rPr>
                <w:rtl/>
                <w:lang w:bidi="fa-IR"/>
              </w:rPr>
              <w:t>الغوث لله من فعلكم يا اُميّه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098EC08" w14:textId="77777777" w:rsidR="00EE7C84" w:rsidRDefault="00EE7C84" w:rsidP="00F81C3A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75A3C778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27283B42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وهذا ما جرى عند مسيرهم وخطابهم للحواري , وحالتها عند الركوب</w:t>
      </w:r>
      <w:r w:rsidR="00FB110A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54F9D" w14:paraId="32BCF0A0" w14:textId="77777777" w:rsidTr="00FA336B">
        <w:trPr>
          <w:trHeight w:val="350"/>
        </w:trPr>
        <w:tc>
          <w:tcPr>
            <w:tcW w:w="3920" w:type="dxa"/>
            <w:shd w:val="clear" w:color="auto" w:fill="auto"/>
          </w:tcPr>
          <w:p w14:paraId="4D7625C6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مطروح في الغبرة يون حامي الظعينه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893EBC1" w14:textId="77777777" w:rsidR="00554F9D" w:rsidRDefault="00554F9D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DC8283F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إشلون نمشي اُو بالترب طايح ولينه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F9D" w14:paraId="04CD7B30" w14:textId="77777777" w:rsidTr="00FA336B">
        <w:trPr>
          <w:trHeight w:val="350"/>
        </w:trPr>
        <w:tc>
          <w:tcPr>
            <w:tcW w:w="3920" w:type="dxa"/>
          </w:tcPr>
          <w:p w14:paraId="1567E7CB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يا غبره الله اُوفي الترب طايح الوالي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341D07" w14:textId="77777777" w:rsidR="00554F9D" w:rsidRDefault="00554F9D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4A7DEB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والروس قدّامي على روس العوالي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F9D" w14:paraId="002BBE96" w14:textId="77777777" w:rsidTr="00FA336B">
        <w:trPr>
          <w:trHeight w:val="350"/>
        </w:trPr>
        <w:tc>
          <w:tcPr>
            <w:tcW w:w="3920" w:type="dxa"/>
          </w:tcPr>
          <w:p w14:paraId="59FB999B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اُوليتام تتصارخ عن ايميني اُوشمالي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40BFDA" w14:textId="77777777" w:rsidR="00554F9D" w:rsidRDefault="00554F9D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0CE14A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ثكلا ابثكلا تلتجي عبرى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F9D" w14:paraId="1807C2EE" w14:textId="77777777" w:rsidTr="00FA336B">
        <w:trPr>
          <w:trHeight w:val="350"/>
        </w:trPr>
        <w:tc>
          <w:tcPr>
            <w:tcW w:w="3920" w:type="dxa"/>
          </w:tcPr>
          <w:p w14:paraId="293B26C8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يا ليت لنّي ابحفرة الوالي طريحه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D4B9987" w14:textId="77777777" w:rsidR="00554F9D" w:rsidRDefault="00554F9D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4DB439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من هالبواكي والمصايب مستريحه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F9D" w14:paraId="66C6040F" w14:textId="77777777" w:rsidTr="00FA336B">
        <w:trPr>
          <w:trHeight w:val="350"/>
        </w:trPr>
        <w:tc>
          <w:tcPr>
            <w:tcW w:w="3920" w:type="dxa"/>
          </w:tcPr>
          <w:p w14:paraId="7CCDDE3A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يا قوم دفنوني مع الوالي ابضريحه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D35900" w14:textId="77777777" w:rsidR="00554F9D" w:rsidRDefault="00554F9D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70A0747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امشي مع اجناب ما يرضى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F9D" w14:paraId="2F032679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596B3E0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امشي واخلي اِحسين مرمي في صعيده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7F7EF4" w14:textId="77777777" w:rsidR="00554F9D" w:rsidRDefault="00554F9D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3623AA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ويش هالهضم يا غبرة الله اعلا عبيده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F9D" w14:paraId="546C79E0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6E7B126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اُوزين لعباد ايحن وامقيد ابقيده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83B355" w14:textId="77777777" w:rsidR="00554F9D" w:rsidRDefault="00554F9D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838404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ازياده على يتمه اُوذلّة امقيدينه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F9D" w14:paraId="2D147371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08C59D8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ما احد عن حر الشمس ينصب له خيمه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5F9AA6" w14:textId="77777777" w:rsidR="00554F9D" w:rsidRDefault="00554F9D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BC8A5B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اُو سكنة عقب بوها اُو عقب عمها يتيمه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F9D" w14:paraId="1570A075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49D7A3D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وانا يبعدوني عن اُمّي هضيمه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6734E0" w14:textId="77777777" w:rsidR="00554F9D" w:rsidRDefault="00554F9D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64507E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لَحد يهلنا وين غيرتكم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F9D" w14:paraId="13922056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CC86233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اُو سافر ظعنّا والولي مرمي بلا اَظلال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6C131F" w14:textId="77777777" w:rsidR="00554F9D" w:rsidRDefault="00554F9D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2668E0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مرمي على الغبرة اُولا له نعش ينشال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F9D" w14:paraId="11573E9E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7EF373E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وانا نحيلة امن المصاب اُو نوح لطفال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27219C" w14:textId="77777777" w:rsidR="00554F9D" w:rsidRDefault="00554F9D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414093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كُل تناديني يعمه اِحسين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F9D" w14:paraId="172C7D2B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B09E693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باتودعه ما ريض الحادي بلظعون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DF7191" w14:textId="77777777" w:rsidR="00554F9D" w:rsidRDefault="00554F9D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148B31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حسرا بليا اخدور واطفال ينوحون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F9D" w14:paraId="03C08A18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0CA8E19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ناديت حادي الظعن يا حادي على هون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BA26C2" w14:textId="77777777" w:rsidR="00554F9D" w:rsidRDefault="00554F9D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6D9381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بانواري الاجساد وانواري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F9D" w14:paraId="19E78C76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C7E601D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والله حسافه يالولي انسافر بلياك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39DE26" w14:textId="77777777" w:rsidR="00554F9D" w:rsidRDefault="00554F9D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0C38B0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انهض يبو الشيمه اسكينة اليوم تنخاك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F9D" w14:paraId="5FCDA7F6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3043A25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لتود الحرم لرض المدينة اتروح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378EE2" w14:textId="77777777" w:rsidR="00554F9D" w:rsidRDefault="00554F9D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714E17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ما رايحين الشام بانعود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FB17FE0" w14:textId="77777777" w:rsidR="00EE7C84" w:rsidRDefault="00EE7C84" w:rsidP="00554F9D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54F9D" w14:paraId="2522C8DF" w14:textId="77777777" w:rsidTr="00FA336B">
        <w:trPr>
          <w:trHeight w:val="350"/>
        </w:trPr>
        <w:tc>
          <w:tcPr>
            <w:tcW w:w="3920" w:type="dxa"/>
            <w:shd w:val="clear" w:color="auto" w:fill="auto"/>
          </w:tcPr>
          <w:p w14:paraId="0783A9B7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شمس المضيّة أفّلت في يوم 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1129656" w14:textId="77777777" w:rsidR="00554F9D" w:rsidRDefault="00554F9D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11E5EAD" w14:textId="77777777" w:rsidR="00554F9D" w:rsidRDefault="00554F9D" w:rsidP="00FA336B">
            <w:pPr>
              <w:pStyle w:val="libPoem"/>
            </w:pPr>
            <w:r>
              <w:rPr>
                <w:rtl/>
                <w:lang w:bidi="fa-IR"/>
              </w:rPr>
              <w:t>والفلك الدوار لجله صابه اِرجوف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280EB6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1"/>
        <w:gridCol w:w="294"/>
        <w:gridCol w:w="3916"/>
      </w:tblGrid>
      <w:tr w:rsidR="00FA336B" w14:paraId="453166AA" w14:textId="77777777" w:rsidTr="00FA336B">
        <w:trPr>
          <w:trHeight w:val="350"/>
        </w:trPr>
        <w:tc>
          <w:tcPr>
            <w:tcW w:w="3706" w:type="dxa"/>
            <w:shd w:val="clear" w:color="auto" w:fill="auto"/>
          </w:tcPr>
          <w:p w14:paraId="66D49B53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lastRenderedPageBreak/>
              <w:t>لولا القضا جاري اُوأمر اللي امحتم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05579A1F" w14:textId="77777777" w:rsidR="00FA336B" w:rsidRDefault="00FA336B" w:rsidP="00FA336B">
            <w:pPr>
              <w:pStyle w:val="libPoem"/>
              <w:rPr>
                <w:rtl/>
              </w:rPr>
            </w:pPr>
          </w:p>
        </w:tc>
        <w:tc>
          <w:tcPr>
            <w:tcW w:w="3664" w:type="dxa"/>
            <w:shd w:val="clear" w:color="auto" w:fill="auto"/>
          </w:tcPr>
          <w:p w14:paraId="0CC03802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من عقب وقعة كربلا منهم محد 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36B" w14:paraId="77DC9B5D" w14:textId="77777777" w:rsidTr="00FA336B">
        <w:trPr>
          <w:trHeight w:val="350"/>
        </w:trPr>
        <w:tc>
          <w:tcPr>
            <w:tcW w:w="3706" w:type="dxa"/>
          </w:tcPr>
          <w:p w14:paraId="133C5B9B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صول اُوخلا انهارهم والجوّ أكتم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D93069A" w14:textId="77777777" w:rsidR="00FA336B" w:rsidRDefault="00FA336B" w:rsidP="00FA336B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14:paraId="5C710BC0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شمس الضحى غابت واَبدت شمس لسيوف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36B" w14:paraId="56E2C5FF" w14:textId="77777777" w:rsidTr="00FA336B">
        <w:trPr>
          <w:trHeight w:val="350"/>
        </w:trPr>
        <w:tc>
          <w:tcPr>
            <w:tcW w:w="3706" w:type="dxa"/>
          </w:tcPr>
          <w:p w14:paraId="65413E16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أقبل عليهم ماسح ابسيفه ولسنان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2F7C336" w14:textId="77777777" w:rsidR="00FA336B" w:rsidRDefault="00FA336B" w:rsidP="00FA336B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14:paraId="4608B3B3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والشام زلزلها اُوزلزل أرض كوفان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36B" w14:paraId="4493103D" w14:textId="77777777" w:rsidTr="00FA336B">
        <w:trPr>
          <w:trHeight w:val="350"/>
        </w:trPr>
        <w:tc>
          <w:tcPr>
            <w:tcW w:w="3706" w:type="dxa"/>
          </w:tcPr>
          <w:p w14:paraId="54D2BE06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والأرض زلزلها اُوهو ملهوف عطشان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3D0C5B8" w14:textId="77777777" w:rsidR="00FA336B" w:rsidRDefault="00FA336B" w:rsidP="00FA336B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14:paraId="6B3E0001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روحي فدى له اُوهو صادي الكبد ملهوف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36B" w14:paraId="4FACBE51" w14:textId="77777777" w:rsidTr="00FA336B">
        <w:trPr>
          <w:trHeight w:val="350"/>
        </w:trPr>
        <w:tc>
          <w:tcPr>
            <w:tcW w:w="3706" w:type="dxa"/>
          </w:tcPr>
          <w:p w14:paraId="58E2C0F6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يحمل على العدوان ابو السجّاد وحده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E117E2E" w14:textId="77777777" w:rsidR="00FA336B" w:rsidRDefault="00FA336B" w:rsidP="00FA336B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14:paraId="502251E6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اسم الله على شيخ العشيره عن الوحده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36B" w14:paraId="1D758ACA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6" w:type="dxa"/>
          </w:tcPr>
          <w:p w14:paraId="310E1A7E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ماحد من ارجاله ولا الانصار عنده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51B314A" w14:textId="77777777" w:rsidR="00FA336B" w:rsidRDefault="00FA336B" w:rsidP="00FA336B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14:paraId="7F3E8B5E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لحبيب لا الجسام ولا مقطوع لكفوف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36B" w14:paraId="24AC748E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6" w:type="dxa"/>
          </w:tcPr>
          <w:p w14:paraId="415A21C1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اقبل على ارجاله وانصاره ينادي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9CDAFB2" w14:textId="77777777" w:rsidR="00FA336B" w:rsidRDefault="00FA336B" w:rsidP="00FA336B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14:paraId="22DA1D8D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ماحد بقى منكم ايقدم لي جوادي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36B" w14:paraId="28406A61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6" w:type="dxa"/>
          </w:tcPr>
          <w:p w14:paraId="07002642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عبّاس ما تقعد يمقطوع الايادي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BC86E12" w14:textId="77777777" w:rsidR="00FA336B" w:rsidRDefault="00FA336B" w:rsidP="00FA336B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14:paraId="433375F1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من مصرعك ياخوي تقعد ساعة اُوشوف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36B" w14:paraId="34698256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6" w:type="dxa"/>
          </w:tcPr>
          <w:p w14:paraId="4A3DDE2F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وانظر عضيدك يا عضيدي وقف حاير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2818DD6" w14:textId="77777777" w:rsidR="00FA336B" w:rsidRDefault="00FA336B" w:rsidP="00FA336B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14:paraId="7F2B1FA2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ينظر ابعين القوم اُوعين للحراير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36B" w14:paraId="4F12FF1F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6" w:type="dxa"/>
          </w:tcPr>
          <w:p w14:paraId="4EB9FA14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اينادي ابكلام تنفطر منه المراير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FBBAD21" w14:textId="77777777" w:rsidR="00FA336B" w:rsidRDefault="00FA336B" w:rsidP="00FA336B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14:paraId="6DED98FC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واشومها ساعة علينا واعظمه اُوقوف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36B" w14:paraId="5463F20D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6" w:type="dxa"/>
          </w:tcPr>
          <w:p w14:paraId="26D2209B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واتحركت اجسادهم يوم نخاهم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63993B4" w14:textId="77777777" w:rsidR="00FA336B" w:rsidRDefault="00FA336B" w:rsidP="00FA336B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14:paraId="49E43F79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لكن بليا روس اُوهي تشخب ادماهم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36B" w14:paraId="3B797D14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6" w:type="dxa"/>
          </w:tcPr>
          <w:p w14:paraId="1949C88C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قالوا يبو السجّاد فرسانك تراهم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E9F64F2" w14:textId="77777777" w:rsidR="00FA336B" w:rsidRDefault="00FA336B" w:rsidP="00FA336B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14:paraId="03F079B3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لا روس يالوالي ولا ظلّت لنا اكفوف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36B" w14:paraId="6304B4D6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6" w:type="dxa"/>
          </w:tcPr>
          <w:p w14:paraId="3EC032D2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غصب علينا ننظرك حاير يمظلوم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E6A71DC" w14:textId="77777777" w:rsidR="00FA336B" w:rsidRDefault="00FA336B" w:rsidP="00FA336B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14:paraId="049F0162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واصعب علينا يوم دارت حولك 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36B" w14:paraId="6ABEF9AD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6" w:type="dxa"/>
          </w:tcPr>
          <w:p w14:paraId="469A6456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يحسين سامحنا ترى ما نقدر انقوم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C0814FB" w14:textId="77777777" w:rsidR="00FA336B" w:rsidRDefault="00FA336B" w:rsidP="00FA336B">
            <w:pPr>
              <w:pStyle w:val="libPoem"/>
              <w:rPr>
                <w:rtl/>
              </w:rPr>
            </w:pPr>
          </w:p>
        </w:tc>
        <w:tc>
          <w:tcPr>
            <w:tcW w:w="3664" w:type="dxa"/>
          </w:tcPr>
          <w:p w14:paraId="4D199D93" w14:textId="77777777" w:rsidR="00FA336B" w:rsidRDefault="00FA336B" w:rsidP="00FA336B">
            <w:pPr>
              <w:pStyle w:val="libPoem"/>
            </w:pPr>
            <w:r>
              <w:rPr>
                <w:rtl/>
                <w:lang w:bidi="fa-IR"/>
              </w:rPr>
              <w:t>مالنا ايادي يالولي تنقل للسيوف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B7D438E" w14:textId="77777777" w:rsidR="00EE7C84" w:rsidRDefault="00EE7C84" w:rsidP="00FA336B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A336B" w14:paraId="1A8E2F22" w14:textId="77777777" w:rsidTr="00FA336B">
        <w:trPr>
          <w:trHeight w:val="350"/>
        </w:trPr>
        <w:tc>
          <w:tcPr>
            <w:tcW w:w="3920" w:type="dxa"/>
            <w:shd w:val="clear" w:color="auto" w:fill="auto"/>
          </w:tcPr>
          <w:p w14:paraId="4F957308" w14:textId="77777777" w:rsidR="00FA336B" w:rsidRDefault="006F220C" w:rsidP="00FA336B">
            <w:pPr>
              <w:pStyle w:val="libPoem"/>
            </w:pPr>
            <w:r>
              <w:rPr>
                <w:rtl/>
                <w:lang w:bidi="fa-IR"/>
              </w:rPr>
              <w:t>ماهي هينه اعلى الثرى نومة الشبان</w:t>
            </w:r>
            <w:r w:rsidR="00FA336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36AC895" w14:textId="77777777" w:rsidR="00FA336B" w:rsidRDefault="00FA336B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29DCB55" w14:textId="77777777" w:rsidR="00FA336B" w:rsidRDefault="006F220C" w:rsidP="00FA336B">
            <w:pPr>
              <w:pStyle w:val="libPoem"/>
            </w:pPr>
            <w:r>
              <w:rPr>
                <w:rtl/>
                <w:lang w:bidi="fa-IR"/>
              </w:rPr>
              <w:t>دركوا حرمكم واتركوا نومة التربان</w:t>
            </w:r>
            <w:r w:rsidR="00FA336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36B" w14:paraId="10740EF6" w14:textId="77777777" w:rsidTr="00FA336B">
        <w:trPr>
          <w:trHeight w:val="350"/>
        </w:trPr>
        <w:tc>
          <w:tcPr>
            <w:tcW w:w="3920" w:type="dxa"/>
          </w:tcPr>
          <w:p w14:paraId="5BB2E81E" w14:textId="77777777" w:rsidR="00FA336B" w:rsidRDefault="006F220C" w:rsidP="00FA336B">
            <w:pPr>
              <w:pStyle w:val="libPoem"/>
            </w:pPr>
            <w:r>
              <w:rPr>
                <w:rtl/>
                <w:lang w:bidi="fa-IR"/>
              </w:rPr>
              <w:t>ويلي عليها من حدى بيها الحادي</w:t>
            </w:r>
            <w:r w:rsidR="00FA336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7FACA6" w14:textId="77777777" w:rsidR="00FA336B" w:rsidRDefault="00FA336B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0F4FC5" w14:textId="77777777" w:rsidR="00FA336B" w:rsidRDefault="006F220C" w:rsidP="00FA336B">
            <w:pPr>
              <w:pStyle w:val="libPoem"/>
            </w:pPr>
            <w:r>
              <w:rPr>
                <w:rtl/>
                <w:lang w:bidi="fa-IR"/>
              </w:rPr>
              <w:t>ساق الظعينة امقوّض بيها اُوغادي</w:t>
            </w:r>
            <w:r w:rsidR="00FA336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36B" w14:paraId="52987AA1" w14:textId="77777777" w:rsidTr="00FA336B">
        <w:trPr>
          <w:trHeight w:val="350"/>
        </w:trPr>
        <w:tc>
          <w:tcPr>
            <w:tcW w:w="3920" w:type="dxa"/>
          </w:tcPr>
          <w:p w14:paraId="4F6EB767" w14:textId="77777777" w:rsidR="00FA336B" w:rsidRDefault="006F220C" w:rsidP="00FA336B">
            <w:pPr>
              <w:pStyle w:val="libPoem"/>
            </w:pPr>
            <w:r>
              <w:rPr>
                <w:rtl/>
                <w:lang w:bidi="fa-IR"/>
              </w:rPr>
              <w:t>مرت على خوها وأومت بالأيادي</w:t>
            </w:r>
            <w:r w:rsidR="00FA336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7EC18F" w14:textId="77777777" w:rsidR="00FA336B" w:rsidRDefault="00FA336B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D46E4E" w14:textId="77777777" w:rsidR="00FA336B" w:rsidRDefault="006F220C" w:rsidP="00FA336B">
            <w:pPr>
              <w:pStyle w:val="libPoem"/>
            </w:pPr>
            <w:r>
              <w:rPr>
                <w:rtl/>
                <w:lang w:bidi="fa-IR"/>
              </w:rPr>
              <w:t>لَحد يخويه سلبوا بعدك النسوان</w:t>
            </w:r>
            <w:r w:rsidR="00FA336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36B" w14:paraId="5408CD21" w14:textId="77777777" w:rsidTr="00FA336B">
        <w:trPr>
          <w:trHeight w:val="350"/>
        </w:trPr>
        <w:tc>
          <w:tcPr>
            <w:tcW w:w="3920" w:type="dxa"/>
          </w:tcPr>
          <w:p w14:paraId="3EA55997" w14:textId="77777777" w:rsidR="00FA336B" w:rsidRDefault="006F220C" w:rsidP="00FA336B">
            <w:pPr>
              <w:pStyle w:val="libPoem"/>
            </w:pPr>
            <w:r>
              <w:rPr>
                <w:rtl/>
                <w:lang w:bidi="fa-IR"/>
              </w:rPr>
              <w:t>ماهي امروه يالولي فوق الثرى اتنام</w:t>
            </w:r>
            <w:r w:rsidR="00FA336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6ACD4B" w14:textId="77777777" w:rsidR="00FA336B" w:rsidRDefault="00FA336B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52B579" w14:textId="77777777" w:rsidR="00FA336B" w:rsidRDefault="006F220C" w:rsidP="00FA336B">
            <w:pPr>
              <w:pStyle w:val="libPoem"/>
            </w:pPr>
            <w:r>
              <w:rPr>
                <w:rtl/>
                <w:lang w:bidi="fa-IR"/>
              </w:rPr>
              <w:t>اتخلي خواتك يا وليها اتسافر الشام</w:t>
            </w:r>
            <w:r w:rsidR="00FA336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36B" w14:paraId="03E6CB8F" w14:textId="77777777" w:rsidTr="00FA336B">
        <w:trPr>
          <w:trHeight w:val="350"/>
        </w:trPr>
        <w:tc>
          <w:tcPr>
            <w:tcW w:w="3920" w:type="dxa"/>
          </w:tcPr>
          <w:p w14:paraId="70B25396" w14:textId="77777777" w:rsidR="00FA336B" w:rsidRDefault="006F220C" w:rsidP="00FA336B">
            <w:pPr>
              <w:pStyle w:val="libPoem"/>
            </w:pPr>
            <w:r>
              <w:rPr>
                <w:rtl/>
                <w:lang w:bidi="fa-IR"/>
              </w:rPr>
              <w:t>اُومعها عليل اُومبتلية ابحرم وايتام</w:t>
            </w:r>
            <w:r w:rsidR="00FA336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3D9137" w14:textId="77777777" w:rsidR="00FA336B" w:rsidRDefault="00FA336B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8F897DD" w14:textId="77777777" w:rsidR="00FA336B" w:rsidRDefault="006F220C" w:rsidP="00FA336B">
            <w:pPr>
              <w:pStyle w:val="libPoem"/>
            </w:pPr>
            <w:r>
              <w:rPr>
                <w:rtl/>
                <w:lang w:bidi="fa-IR"/>
              </w:rPr>
              <w:t>الله يعينه ركبوه الهزل وجعان</w:t>
            </w:r>
            <w:r w:rsidR="00FA336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36B" w14:paraId="054393A2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81BF15C" w14:textId="77777777" w:rsidR="00FA336B" w:rsidRDefault="006F220C" w:rsidP="00FA336B">
            <w:pPr>
              <w:pStyle w:val="libPoem"/>
            </w:pPr>
            <w:r>
              <w:rPr>
                <w:rtl/>
                <w:lang w:bidi="fa-IR"/>
              </w:rPr>
              <w:t>والله يخويه ما برح يجذب ونينه</w:t>
            </w:r>
            <w:r w:rsidR="00FA336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3072A0A" w14:textId="77777777" w:rsidR="00FA336B" w:rsidRDefault="00FA336B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E4B6BE" w14:textId="77777777" w:rsidR="00FA336B" w:rsidRDefault="006F220C" w:rsidP="00FA336B">
            <w:pPr>
              <w:pStyle w:val="libPoem"/>
            </w:pPr>
            <w:r>
              <w:rPr>
                <w:rtl/>
                <w:lang w:bidi="fa-IR"/>
              </w:rPr>
              <w:t>واعظم عليّه حالته اُوبنتك اسكينه</w:t>
            </w:r>
            <w:r w:rsidR="00FA336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36B" w14:paraId="57BF098A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C836407" w14:textId="77777777" w:rsidR="00FA336B" w:rsidRDefault="006F220C" w:rsidP="00FA336B">
            <w:pPr>
              <w:pStyle w:val="libPoem"/>
            </w:pPr>
            <w:r>
              <w:rPr>
                <w:rtl/>
                <w:lang w:bidi="fa-IR"/>
              </w:rPr>
              <w:t>دوبي يخويه اَلاطف الحادي علينه</w:t>
            </w:r>
            <w:r w:rsidR="00FA336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A12089" w14:textId="77777777" w:rsidR="00FA336B" w:rsidRDefault="00FA336B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69DFE3" w14:textId="77777777" w:rsidR="00FA336B" w:rsidRDefault="006F220C" w:rsidP="00FA336B">
            <w:pPr>
              <w:pStyle w:val="libPoem"/>
            </w:pPr>
            <w:r>
              <w:rPr>
                <w:rtl/>
                <w:lang w:bidi="fa-IR"/>
              </w:rPr>
              <w:t>أبداً فلا يبرح علينا بسِّ غضبان</w:t>
            </w:r>
            <w:r w:rsidR="00FA336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36B" w14:paraId="17F46688" w14:textId="77777777" w:rsidTr="00FA336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6DDD98F" w14:textId="77777777" w:rsidR="00FA336B" w:rsidRDefault="006F220C" w:rsidP="00FA336B">
            <w:pPr>
              <w:pStyle w:val="libPoem"/>
            </w:pPr>
            <w:r>
              <w:rPr>
                <w:rtl/>
                <w:lang w:bidi="fa-IR"/>
              </w:rPr>
              <w:t>اُوكلما مضت لي في السفر ايام وايام</w:t>
            </w:r>
            <w:r w:rsidR="00FA336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F02868" w14:textId="77777777" w:rsidR="00FA336B" w:rsidRDefault="00FA336B" w:rsidP="00FA336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4ACF02" w14:textId="77777777" w:rsidR="00FA336B" w:rsidRDefault="006F220C" w:rsidP="00FA336B">
            <w:pPr>
              <w:pStyle w:val="libPoem"/>
            </w:pPr>
            <w:r>
              <w:rPr>
                <w:rtl/>
                <w:lang w:bidi="fa-IR"/>
              </w:rPr>
              <w:t>قالوا لنا العدوان باكر نوصل الشام</w:t>
            </w:r>
            <w:r w:rsidR="00FA336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60E2AF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8"/>
        <w:gridCol w:w="294"/>
        <w:gridCol w:w="3919"/>
      </w:tblGrid>
      <w:tr w:rsidR="0091621B" w14:paraId="1B02930F" w14:textId="77777777" w:rsidTr="0091621B">
        <w:trPr>
          <w:trHeight w:val="350"/>
        </w:trPr>
        <w:tc>
          <w:tcPr>
            <w:tcW w:w="3703" w:type="dxa"/>
            <w:shd w:val="clear" w:color="auto" w:fill="auto"/>
          </w:tcPr>
          <w:p w14:paraId="38937BCF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lastRenderedPageBreak/>
              <w:t>قالت استعدوا للبلى اُو صبروا يليتام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0D017684" w14:textId="77777777" w:rsidR="0091621B" w:rsidRDefault="0091621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  <w:shd w:val="clear" w:color="auto" w:fill="auto"/>
          </w:tcPr>
          <w:p w14:paraId="0C2C4FEB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اُوجسمي انتحل ياخوي من ضجة النسوان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621B" w14:paraId="002056BA" w14:textId="77777777" w:rsidTr="0091621B">
        <w:trPr>
          <w:trHeight w:val="350"/>
        </w:trPr>
        <w:tc>
          <w:tcPr>
            <w:tcW w:w="3703" w:type="dxa"/>
          </w:tcPr>
          <w:p w14:paraId="4CD07220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شمس الهدى ابعشر المحرّم يا مسلمين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3B720FF" w14:textId="77777777" w:rsidR="0091621B" w:rsidRDefault="0091621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379BBA4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غابت اُو أظلم نورها واتهدّم الدين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621B" w14:paraId="1539A60D" w14:textId="77777777" w:rsidTr="0091621B">
        <w:trPr>
          <w:trHeight w:val="350"/>
        </w:trPr>
        <w:tc>
          <w:tcPr>
            <w:tcW w:w="3703" w:type="dxa"/>
          </w:tcPr>
          <w:p w14:paraId="73ABD05E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بيرق الإسلام انتكس في يوم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165AC33" w14:textId="77777777" w:rsidR="0091621B" w:rsidRDefault="0091621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48BE0BD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من طاح ابو السجّاد في الترب عافر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621B" w14:paraId="40166407" w14:textId="77777777" w:rsidTr="0091621B">
        <w:trPr>
          <w:trHeight w:val="350"/>
        </w:trPr>
        <w:tc>
          <w:tcPr>
            <w:tcW w:w="3703" w:type="dxa"/>
          </w:tcPr>
          <w:p w14:paraId="5FA41012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ولا بقى للدين بعد اِحسين ناصر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4096A17" w14:textId="77777777" w:rsidR="0091621B" w:rsidRDefault="0091621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837CF3E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بيرقه انتكس واندهى ابذلّة اُوتوهين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621B" w14:paraId="22063A10" w14:textId="77777777" w:rsidTr="0091621B">
        <w:trPr>
          <w:trHeight w:val="350"/>
        </w:trPr>
        <w:tc>
          <w:tcPr>
            <w:tcW w:w="3703" w:type="dxa"/>
          </w:tcPr>
          <w:p w14:paraId="3608269A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الله واكبر من بقى يجذب الونه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1BDB56A" w14:textId="77777777" w:rsidR="0091621B" w:rsidRDefault="0091621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5E58AB0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بالشمس عاري امركزه بصدره الاسنه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621B" w14:paraId="5417B91D" w14:textId="77777777" w:rsidTr="0091621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3EE2D29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ماله اظلال ايظلّله زينة الجنّه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3476452" w14:textId="77777777" w:rsidR="0091621B" w:rsidRDefault="0091621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4E0833E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غير الطيور ايظللونه بالجناحين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621B" w14:paraId="5F5D738D" w14:textId="77777777" w:rsidTr="0091621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D257457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لطيور لما شافت اُوصاف الوعدها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0ECE92D" w14:textId="77777777" w:rsidR="0091621B" w:rsidRDefault="0091621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BBA2655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يوم تريد النصرته واِحسين ردها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621B" w14:paraId="65CC742E" w14:textId="77777777" w:rsidTr="0091621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F26DEFC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اُوقلها اذا شفتون جسمي في وهدها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1453F91" w14:textId="77777777" w:rsidR="0091621B" w:rsidRDefault="0091621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8A4653B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جثّة بليا راس يطيور اُوبلا ايدين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621B" w14:paraId="23A3C50A" w14:textId="77777777" w:rsidTr="0091621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F91EA31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تالي تعالوا ظللوا كلكم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BD23FB4" w14:textId="77777777" w:rsidR="0091621B" w:rsidRDefault="0091621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BE2B76D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ذي نصرتي منكم اُو قصدي والبغيّه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621B" w14:paraId="49902C34" w14:textId="77777777" w:rsidTr="0091621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CCACE72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واتمرغوا ابدمي اُو طيروا بالسويّه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B5EE5FF" w14:textId="77777777" w:rsidR="0091621B" w:rsidRDefault="0091621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2AA47C5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اُوودوا اخباري للنبي خير النبيين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621B" w14:paraId="102AF677" w14:textId="77777777" w:rsidTr="0091621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AFCA65A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لطيور جات الكربلا اُوشافت مصايب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9868DE9" w14:textId="77777777" w:rsidR="0091621B" w:rsidRDefault="0091621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9FED480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شافت ابو السجّاد في حر الترايب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621B" w14:paraId="745ABAFA" w14:textId="77777777" w:rsidTr="0091621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B3DDD0A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حوله اُولاده واخوته اُوكل الحبايب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F55B01B" w14:textId="77777777" w:rsidR="0091621B" w:rsidRDefault="0091621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551F617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جثّة بلا راس اُوبلا يسرى ولا ايمين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621B" w14:paraId="515CA5F4" w14:textId="77777777" w:rsidTr="0091621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7C3F4DE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صفّت عليه إتظلله اِطيور كثيره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395BFCB" w14:textId="77777777" w:rsidR="0091621B" w:rsidRDefault="0091621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2EB8BBC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إتصيح ابلغتها اِتقول وا شيخ العشيره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621B" w14:paraId="1ECAE119" w14:textId="77777777" w:rsidTr="0091621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A5768D1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واتمرغوا ابدمه اُوطاروا الكل ديره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65CF856" w14:textId="77777777" w:rsidR="0091621B" w:rsidRDefault="0091621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7AFCFFD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كلمن يحن وايصيح واحزني على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621B" w14:paraId="29BBDFCF" w14:textId="77777777" w:rsidTr="0091621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82A3ACB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واحد تمرغ من ادمومه اُوصعد انفاس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71E7F39" w14:textId="77777777" w:rsidR="0091621B" w:rsidRDefault="0091621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80382C1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وارتفع في جو السما يلطم على الراس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621B" w14:paraId="13C2879B" w14:textId="77777777" w:rsidTr="0091621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785DCCC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وايقول ذبحوا اِحسين والأكبر اُو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574345B" w14:textId="77777777" w:rsidR="0091621B" w:rsidRDefault="0091621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6097461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اُو جسام نسل الحسن مع كُل الشياهين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621B" w14:paraId="0163859D" w14:textId="77777777" w:rsidTr="0091621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8D8FB09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ما بين هو ايسير اُولنّه ابجمعة اطيور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72344D0" w14:textId="77777777" w:rsidR="0091621B" w:rsidRDefault="0091621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F13B06A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فوق لشجار العالية والكل مسرور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621B" w14:paraId="0B90ACCE" w14:textId="77777777" w:rsidTr="0091621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20986DD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يتذاكرون العلف والزينة ولزهور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287BA48" w14:textId="77777777" w:rsidR="0091621B" w:rsidRDefault="0091621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C0233F9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اُوعن غدر الدنيا اُو فجايعها امعرضين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621B" w14:paraId="2A98279B" w14:textId="77777777" w:rsidTr="0091621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8420A0A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اُوصاح يطيور الذي ابفرحة اُوزينه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8880C1C" w14:textId="77777777" w:rsidR="0091621B" w:rsidRDefault="0091621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64545EC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خلّوا الفرح عنكم ترى الزهرا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1621B" w14:paraId="6B488959" w14:textId="77777777" w:rsidTr="0091621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A3439FB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في كربلا مهجة حشاها ذابحينه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0A10F67" w14:textId="77777777" w:rsidR="0091621B" w:rsidRDefault="0091621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DD8A541" w14:textId="77777777" w:rsidR="0091621B" w:rsidRDefault="0091621B" w:rsidP="001D4AC3">
            <w:pPr>
              <w:pStyle w:val="libPoem"/>
            </w:pPr>
            <w:r>
              <w:rPr>
                <w:rtl/>
                <w:lang w:bidi="fa-IR"/>
              </w:rPr>
              <w:t>اِحسين انذبح مظلوم واحزني على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8CA1A4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F44AD" w14:paraId="11F33BAE" w14:textId="77777777" w:rsidTr="001D4AC3">
        <w:trPr>
          <w:trHeight w:val="350"/>
        </w:trPr>
        <w:tc>
          <w:tcPr>
            <w:tcW w:w="3920" w:type="dxa"/>
            <w:shd w:val="clear" w:color="auto" w:fill="auto"/>
          </w:tcPr>
          <w:p w14:paraId="5C5E4ACA" w14:textId="77777777" w:rsidR="00EF44AD" w:rsidRDefault="00EF44AD" w:rsidP="001D4AC3">
            <w:pPr>
              <w:pStyle w:val="libPoem"/>
            </w:pPr>
            <w:r>
              <w:rPr>
                <w:rtl/>
                <w:lang w:bidi="fa-IR"/>
              </w:rPr>
              <w:lastRenderedPageBreak/>
              <w:t>اُوراح المدينة اُوحل على قبة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868080B" w14:textId="77777777" w:rsidR="00EF44AD" w:rsidRDefault="00EF44AD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A094D9C" w14:textId="77777777" w:rsidR="00EF44AD" w:rsidRDefault="00EF44AD" w:rsidP="001D4AC3">
            <w:pPr>
              <w:pStyle w:val="libPoem"/>
            </w:pPr>
            <w:r>
              <w:rPr>
                <w:rtl/>
                <w:lang w:bidi="fa-IR"/>
              </w:rPr>
              <w:t>والدم يقطر من جنحانه اُويجر تزفار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44AD" w14:paraId="6DF6C4F1" w14:textId="77777777" w:rsidTr="001D4AC3">
        <w:trPr>
          <w:trHeight w:val="350"/>
        </w:trPr>
        <w:tc>
          <w:tcPr>
            <w:tcW w:w="3920" w:type="dxa"/>
          </w:tcPr>
          <w:p w14:paraId="3B454C2A" w14:textId="77777777" w:rsidR="00EF44AD" w:rsidRDefault="00EF44AD" w:rsidP="001D4AC3">
            <w:pPr>
              <w:pStyle w:val="libPoem"/>
            </w:pPr>
            <w:r>
              <w:rPr>
                <w:rtl/>
                <w:lang w:bidi="fa-IR"/>
              </w:rPr>
              <w:t>اُوكلمن رآه اعتجب منه اُوظل محتار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87CBCF" w14:textId="77777777" w:rsidR="00EF44AD" w:rsidRDefault="00EF44AD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A2BB43" w14:textId="77777777" w:rsidR="00EF44AD" w:rsidRDefault="00EF44AD" w:rsidP="001D4AC3">
            <w:pPr>
              <w:pStyle w:val="libPoem"/>
            </w:pPr>
            <w:r>
              <w:rPr>
                <w:rtl/>
                <w:lang w:bidi="fa-IR"/>
              </w:rPr>
              <w:t>ويش صايبك يا طير اُوهذا الطير من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44AD" w14:paraId="172E6125" w14:textId="77777777" w:rsidTr="001D4AC3">
        <w:trPr>
          <w:trHeight w:val="350"/>
        </w:trPr>
        <w:tc>
          <w:tcPr>
            <w:tcW w:w="3920" w:type="dxa"/>
          </w:tcPr>
          <w:p w14:paraId="2EEE35F5" w14:textId="77777777" w:rsidR="00EF44AD" w:rsidRDefault="00EF44AD" w:rsidP="001D4AC3">
            <w:pPr>
              <w:pStyle w:val="libPoem"/>
            </w:pPr>
            <w:r>
              <w:rPr>
                <w:rtl/>
                <w:lang w:bidi="fa-IR"/>
              </w:rPr>
              <w:t>حن اُوبكى واحكى لهم بالعربيّه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98BAC5" w14:textId="77777777" w:rsidR="00EF44AD" w:rsidRDefault="00EF44AD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41C4FA" w14:textId="77777777" w:rsidR="00EF44AD" w:rsidRDefault="00EF44AD" w:rsidP="001D4AC3">
            <w:pPr>
              <w:pStyle w:val="libPoem"/>
            </w:pPr>
            <w:r>
              <w:rPr>
                <w:rtl/>
                <w:lang w:bidi="fa-IR"/>
              </w:rPr>
              <w:t>اُوعلا نحيبه اُوصاح بدموع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44AD" w14:paraId="407FD6EB" w14:textId="77777777" w:rsidTr="001D4AC3">
        <w:trPr>
          <w:trHeight w:val="350"/>
        </w:trPr>
        <w:tc>
          <w:tcPr>
            <w:tcW w:w="3920" w:type="dxa"/>
          </w:tcPr>
          <w:p w14:paraId="6951965D" w14:textId="77777777" w:rsidR="00EF44AD" w:rsidRDefault="00EF44AD" w:rsidP="001D4AC3">
            <w:pPr>
              <w:pStyle w:val="libPoem"/>
            </w:pPr>
            <w:r>
              <w:rPr>
                <w:rtl/>
                <w:lang w:bidi="fa-IR"/>
              </w:rPr>
              <w:t>اُوقلهم ياناس مريت وادي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026A63" w14:textId="77777777" w:rsidR="00EF44AD" w:rsidRDefault="00EF44AD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B85ACA" w14:textId="77777777" w:rsidR="00EF44AD" w:rsidRDefault="00EF44AD" w:rsidP="001D4AC3">
            <w:pPr>
              <w:pStyle w:val="libPoem"/>
            </w:pPr>
            <w:r>
              <w:rPr>
                <w:rtl/>
                <w:lang w:bidi="fa-IR"/>
              </w:rPr>
              <w:t>اُوشفت الشهيد اِحسين وانصاره 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364BF8E" w14:textId="77777777" w:rsidR="00EE7C84" w:rsidRDefault="00EE7C84" w:rsidP="003C1D6A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4B15575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0CC3A92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هذا فصل يخصّ الزهراء (</w:t>
      </w:r>
      <w:r w:rsidR="00204F6E" w:rsidRPr="00204F6E">
        <w:rPr>
          <w:rStyle w:val="libAlaemChar"/>
          <w:rtl/>
        </w:rPr>
        <w:t>عليها‌السلام</w:t>
      </w:r>
      <w:r>
        <w:rPr>
          <w:rtl/>
          <w:lang w:bidi="fa-IR"/>
        </w:rPr>
        <w:t>) من ليلة الحادي عشر من المحرّم وما بعدها , وأحوالها حين رأت ابنها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  <w:r w:rsidR="00FB110A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3402D" w14:paraId="1C24443D" w14:textId="77777777" w:rsidTr="001D4AC3">
        <w:trPr>
          <w:trHeight w:val="350"/>
        </w:trPr>
        <w:tc>
          <w:tcPr>
            <w:tcW w:w="3920" w:type="dxa"/>
            <w:shd w:val="clear" w:color="auto" w:fill="auto"/>
          </w:tcPr>
          <w:p w14:paraId="493BFD47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بينك اُوبين الله على فعلك يجمّال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D705FAB" w14:textId="77777777" w:rsidR="0023402D" w:rsidRDefault="0023402D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B12D28C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تقطع أيادي اللي غدت للكرم مكيال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2D" w14:paraId="12D0DFB4" w14:textId="77777777" w:rsidTr="001D4AC3">
        <w:trPr>
          <w:trHeight w:val="350"/>
        </w:trPr>
        <w:tc>
          <w:tcPr>
            <w:tcW w:w="3920" w:type="dxa"/>
          </w:tcPr>
          <w:p w14:paraId="365AA9E8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تقطع ايادي تنتفع منها المساكين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3509A3" w14:textId="77777777" w:rsidR="0023402D" w:rsidRDefault="0023402D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BFA2AF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والله عجايب كيف ما ساخت لراضين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2D" w14:paraId="21B79374" w14:textId="77777777" w:rsidTr="001D4AC3">
        <w:trPr>
          <w:trHeight w:val="350"/>
        </w:trPr>
        <w:tc>
          <w:tcPr>
            <w:tcW w:w="3920" w:type="dxa"/>
          </w:tcPr>
          <w:p w14:paraId="7222C4D8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اشحال البتوله يوم جت واتسايل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E6851C" w14:textId="77777777" w:rsidR="0023402D" w:rsidRDefault="0023402D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8D59B7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والدمع من اجفانها كالمطر همّال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2D" w14:paraId="11FFC4E7" w14:textId="77777777" w:rsidTr="001D4AC3">
        <w:trPr>
          <w:trHeight w:val="350"/>
        </w:trPr>
        <w:tc>
          <w:tcPr>
            <w:tcW w:w="3920" w:type="dxa"/>
          </w:tcPr>
          <w:p w14:paraId="1AA0980B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يحسين قلّي من قطع منّك هالكفوف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F59BBD" w14:textId="77777777" w:rsidR="0023402D" w:rsidRDefault="0023402D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646EE9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طعن الاسنه ما كفاهم ضرب لسيوف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2D" w14:paraId="039102A2" w14:textId="77777777" w:rsidTr="001D4AC3">
        <w:trPr>
          <w:trHeight w:val="350"/>
        </w:trPr>
        <w:tc>
          <w:tcPr>
            <w:tcW w:w="3920" w:type="dxa"/>
          </w:tcPr>
          <w:p w14:paraId="1C3186E5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بادعي عليهم وابتهل والراس مكشوف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10C2C7" w14:textId="77777777" w:rsidR="0023402D" w:rsidRDefault="0023402D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0D1FFD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بادعي عليهم واهلك الأوّل مع التال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2D" w14:paraId="2EE98BE5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D1EAC88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حتّى جنينك ذابحينه يا جنيني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CDD9A3" w14:textId="77777777" w:rsidR="0023402D" w:rsidRDefault="0023402D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23225A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يا نور عين المصطفى اُو يا نور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2D" w14:paraId="77892A2E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0A8A8AE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ويش هالعداوة بين هالاُمّة اُو 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5C08E7" w14:textId="77777777" w:rsidR="0023402D" w:rsidRDefault="0023402D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CE831F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الله يجازي من فعل بيكم هالفعال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2D" w14:paraId="015800EA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4241288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ايحق لي على امصابك لشق يحسين جيبي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E7D3EE" w14:textId="77777777" w:rsidR="0023402D" w:rsidRDefault="0023402D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BA3A37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اُوبدمك يسبط المصطفى لخضب لشيبي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2D" w14:paraId="640FD5D1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827B593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جيتك من الجنّة بشوفك يا حبيبي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6D9475" w14:textId="77777777" w:rsidR="0023402D" w:rsidRDefault="0023402D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E5197F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الله ياخذ لي حقي من هالنذال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2D" w14:paraId="5DD40D12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E8AAFB8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يحسين قلّي وين ابو فاضل بشوفه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840082" w14:textId="77777777" w:rsidR="0023402D" w:rsidRDefault="0023402D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144CD4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قلها بعد مثلي اُو مقطوعه اكفوفه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2D" w14:paraId="1D447209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B066440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قصوا يمينه مع شماله هل 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40B6A1" w14:textId="77777777" w:rsidR="0023402D" w:rsidRDefault="0023402D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AB0DFC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خلّوا عفيرة جثّته من فوق لرمال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2D" w14:paraId="579719AE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5D795EA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من عقب ما نمضي إلى مقطوع لكفوف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9F1943" w14:textId="77777777" w:rsidR="0023402D" w:rsidRDefault="0023402D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98DE5A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جبريل لا تعجل عليه خلني اباشوف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2D" w14:paraId="223ADC16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AC11322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بامضي إلى اللي سترها للوجه لكفوف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07E0E9" w14:textId="77777777" w:rsidR="0023402D" w:rsidRDefault="0023402D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4C1128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بنتي وحيده مالها في الخيم 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2D" w14:paraId="50DD5DF0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71A0671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من قبل ما نمضي إلى مقطوع 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75FDB5" w14:textId="77777777" w:rsidR="0023402D" w:rsidRDefault="0023402D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92EEBB" w14:textId="77777777" w:rsidR="0023402D" w:rsidRDefault="0023402D" w:rsidP="001D4AC3">
            <w:pPr>
              <w:pStyle w:val="libPoem"/>
            </w:pPr>
            <w:r>
              <w:rPr>
                <w:rtl/>
                <w:lang w:bidi="fa-IR"/>
              </w:rPr>
              <w:t>اُوتالي بنمضي للذي توهم امعرسين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769B08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8"/>
        <w:gridCol w:w="294"/>
        <w:gridCol w:w="3919"/>
      </w:tblGrid>
      <w:tr w:rsidR="00E75D49" w14:paraId="2B60421D" w14:textId="77777777" w:rsidTr="00E75D49">
        <w:trPr>
          <w:trHeight w:val="350"/>
        </w:trPr>
        <w:tc>
          <w:tcPr>
            <w:tcW w:w="3703" w:type="dxa"/>
            <w:shd w:val="clear" w:color="auto" w:fill="auto"/>
          </w:tcPr>
          <w:p w14:paraId="0CA5296C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lastRenderedPageBreak/>
              <w:t>اُوباسايلك بالله ويش حال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3732BE92" w14:textId="77777777" w:rsidR="00E75D49" w:rsidRDefault="00E75D49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  <w:shd w:val="clear" w:color="auto" w:fill="auto"/>
          </w:tcPr>
          <w:p w14:paraId="30C5B291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اُو بنروح للخيمة نشوف إشحال لطفال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D49" w14:paraId="73B6D62C" w14:textId="77777777" w:rsidTr="00E75D49">
        <w:trPr>
          <w:trHeight w:val="350"/>
        </w:trPr>
        <w:tc>
          <w:tcPr>
            <w:tcW w:w="3703" w:type="dxa"/>
          </w:tcPr>
          <w:p w14:paraId="26D5196B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مطروح في هالوادي مطروح في هالوادي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83CF144" w14:textId="77777777" w:rsidR="00E75D49" w:rsidRDefault="00E75D49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5009DE9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كلما جذبت الونّة يابني حرقت افادي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D49" w14:paraId="102D5F85" w14:textId="77777777" w:rsidTr="00E75D49">
        <w:trPr>
          <w:trHeight w:val="350"/>
        </w:trPr>
        <w:tc>
          <w:tcPr>
            <w:tcW w:w="3703" w:type="dxa"/>
          </w:tcPr>
          <w:p w14:paraId="484350B7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ما بين انا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جالسه وحدي ابوسط الجنّه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97C6AB3" w14:textId="77777777" w:rsidR="00E75D49" w:rsidRDefault="00E75D49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516364A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ابطير ابيض والدم يقطر منه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D49" w14:paraId="65C04044" w14:textId="77777777" w:rsidTr="00E75D49">
        <w:trPr>
          <w:trHeight w:val="350"/>
        </w:trPr>
        <w:tc>
          <w:tcPr>
            <w:tcW w:w="3703" w:type="dxa"/>
          </w:tcPr>
          <w:p w14:paraId="37B6325B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اشعب لقلبي ابنوحه اُوجريت لجله 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3B69A02" w14:textId="77777777" w:rsidR="00E75D49" w:rsidRDefault="00E75D49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F3F2D78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اُوسايلت له من تبكي لبناك لو لولادي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D49" w14:paraId="1F1D6A6B" w14:textId="77777777" w:rsidTr="00E75D49">
        <w:trPr>
          <w:trHeight w:val="350"/>
        </w:trPr>
        <w:tc>
          <w:tcPr>
            <w:tcW w:w="3703" w:type="dxa"/>
          </w:tcPr>
          <w:p w14:paraId="1B6E4B4B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والطير نادى ابعبره وامدامعه مسفوحه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14B46DF" w14:textId="77777777" w:rsidR="00E75D49" w:rsidRDefault="00E75D49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FEAD5EA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ابكي يزهرا اُولادك في كربلا مذبوحه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D49" w14:paraId="240718B0" w14:textId="77777777" w:rsidTr="00E75D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68860D0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ابليا غسل واجسادهم فوق الثرى مطروحه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8F6F283" w14:textId="77777777" w:rsidR="00E75D49" w:rsidRDefault="00E75D49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4C27B75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قومي يزهرا اُوصيحي وافجعتي باُولادي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D49" w14:paraId="02A651B5" w14:textId="77777777" w:rsidTr="00E75D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F4AE1F8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ما بين انا الاجالسه في جنتي اُومختاره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6CBAC41" w14:textId="77777777" w:rsidR="00E75D49" w:rsidRDefault="00E75D49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E9C0631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انا معاي آسيّة اُو مريم معاها ساره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D49" w14:paraId="13B95D41" w14:textId="77777777" w:rsidTr="00E75D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199404E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ابطير ابيض وامدامعه قطاره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F44C8FB" w14:textId="77777777" w:rsidR="00E75D49" w:rsidRDefault="00E75D49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CDF0B17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ايقلّي يزهرا صيحي وافجعتي باُولادي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D49" w14:paraId="34869072" w14:textId="77777777" w:rsidTr="00E75D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93B4FAB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ذيك لغصون الحلوة باتت ابحر الرمضا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36C30C9" w14:textId="77777777" w:rsidR="00E75D49" w:rsidRDefault="00E75D49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8984471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ماتوا عطش يا زهرا واقلوبهم تتلظى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D49" w14:paraId="4EDB9438" w14:textId="77777777" w:rsidTr="00E75D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96046BF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اُولعوجيّة منهم ظلّت ترض الأعضا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D86E55A" w14:textId="77777777" w:rsidR="00E75D49" w:rsidRDefault="00E75D49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B1990F9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قومي يزهرا اُوصيحي وا فجعتي باُولادي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D49" w14:paraId="57E7209E" w14:textId="77777777" w:rsidTr="00E75D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8D21A9C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طفل تربى ابحجرك لا من بكى اتسكتينه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F53AC97" w14:textId="77777777" w:rsidR="00E75D49" w:rsidRDefault="00E75D49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810CF23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مذبوح ظامي بالعرى وانتين ما جيتينه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D49" w14:paraId="264D1145" w14:textId="77777777" w:rsidTr="00E75D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8DB425C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يا ليت لنك حاضره وابعينك اتشوفينه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E8DB203" w14:textId="77777777" w:rsidR="00E75D49" w:rsidRDefault="00E75D49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CF32130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ذاك العزيز الغالي يحفص ابطن 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D49" w14:paraId="535475D0" w14:textId="77777777" w:rsidTr="00E75D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59C4DF1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في كربلا جينا لك واجنازتك شفناها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8671A81" w14:textId="77777777" w:rsidR="00E75D49" w:rsidRDefault="00E75D49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6707564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شفنا كفنها الذاري واما غسلها ادماها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D49" w14:paraId="3119DBB9" w14:textId="77777777" w:rsidTr="00E75D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A388965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وامقطّعة يسراها وامقطعة يمناها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5FBE9EB" w14:textId="77777777" w:rsidR="00E75D49" w:rsidRDefault="00E75D49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C49AA5E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ايحق لي لعيف الجنّة وانزل على هالوادي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D49" w14:paraId="6F0001C7" w14:textId="77777777" w:rsidTr="00E75D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80F208C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وانا نصبت الماتم وسط العزيّةابروحي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7607A9F" w14:textId="77777777" w:rsidR="00E75D49" w:rsidRDefault="00E75D49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B4CDE7C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انعى على مسمومي وابكي على مذبوحي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D49" w14:paraId="71BF73B0" w14:textId="77777777" w:rsidTr="00E75D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E511B1D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اُودمع عيني يجري فوق الوجن مسفوحي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88A1010" w14:textId="77777777" w:rsidR="00E75D49" w:rsidRDefault="00E75D49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396F847" w14:textId="77777777" w:rsidR="00E75D49" w:rsidRDefault="00E75D49" w:rsidP="001D4AC3">
            <w:pPr>
              <w:pStyle w:val="libPoem"/>
            </w:pPr>
            <w:r>
              <w:rPr>
                <w:rtl/>
                <w:lang w:bidi="fa-IR"/>
              </w:rPr>
              <w:t>ليلي اُو نهاري ابكي على امصاب اُولادي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8C6141B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8"/>
        <w:gridCol w:w="294"/>
        <w:gridCol w:w="3919"/>
      </w:tblGrid>
      <w:tr w:rsidR="001F3E8B" w14:paraId="1A105F92" w14:textId="77777777" w:rsidTr="001F3E8B">
        <w:trPr>
          <w:trHeight w:val="350"/>
        </w:trPr>
        <w:tc>
          <w:tcPr>
            <w:tcW w:w="3703" w:type="dxa"/>
            <w:shd w:val="clear" w:color="auto" w:fill="auto"/>
          </w:tcPr>
          <w:p w14:paraId="41FE42AD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lastRenderedPageBreak/>
              <w:t>قومي يزهرا وانصبي الماتم على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5250ABC8" w14:textId="77777777" w:rsidR="001F3E8B" w:rsidRDefault="001F3E8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  <w:shd w:val="clear" w:color="auto" w:fill="auto"/>
          </w:tcPr>
          <w:p w14:paraId="7BDAF5B0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اُوكسرت اِضلوعك يا زكيّة لا تذكرين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E8B" w14:paraId="10B01A3F" w14:textId="77777777" w:rsidTr="001F3E8B">
        <w:trPr>
          <w:trHeight w:val="350"/>
        </w:trPr>
        <w:tc>
          <w:tcPr>
            <w:tcW w:w="3703" w:type="dxa"/>
          </w:tcPr>
          <w:p w14:paraId="012F169F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قومي يزهرا امن القبر نصبي 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683762E" w14:textId="77777777" w:rsidR="001F3E8B" w:rsidRDefault="001F3E8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C5980D3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وابكي على اللي اتذبحوا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E8B" w14:paraId="2E61AAE7" w14:textId="77777777" w:rsidTr="001F3E8B">
        <w:trPr>
          <w:trHeight w:val="350"/>
        </w:trPr>
        <w:tc>
          <w:tcPr>
            <w:tcW w:w="3703" w:type="dxa"/>
          </w:tcPr>
          <w:p w14:paraId="4EEB9337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سبعين مدرع ما بقت منهم بقيّه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E7B84E4" w14:textId="77777777" w:rsidR="001F3E8B" w:rsidRDefault="001F3E8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3A5E57D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ظلوا ثلاث بالعرى من غير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E8B" w14:paraId="4997D744" w14:textId="77777777" w:rsidTr="001F3E8B">
        <w:trPr>
          <w:trHeight w:val="350"/>
        </w:trPr>
        <w:tc>
          <w:tcPr>
            <w:tcW w:w="3703" w:type="dxa"/>
          </w:tcPr>
          <w:p w14:paraId="73E6261F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إنكان ضلعك يا حزينة كاسرينه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F517B08" w14:textId="77777777" w:rsidR="001F3E8B" w:rsidRDefault="001F3E8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3E9C0D7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وانكان بعلك بالحمايل قايدينه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E8B" w14:paraId="089ACE78" w14:textId="77777777" w:rsidTr="001F3E8B">
        <w:trPr>
          <w:trHeight w:val="350"/>
        </w:trPr>
        <w:tc>
          <w:tcPr>
            <w:tcW w:w="3703" w:type="dxa"/>
          </w:tcPr>
          <w:p w14:paraId="612A1967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وابنك المحسن يا زكيّة امسقطّينه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71D6C1F" w14:textId="77777777" w:rsidR="001F3E8B" w:rsidRDefault="001F3E8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EC9A3B9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وانتي مع الكرّار للمسجد مشيتين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E8B" w14:paraId="5C8FB944" w14:textId="77777777" w:rsidTr="001F3E8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5EF9867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من يومك المعلوم يوم اِحسين اعظم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3B673D8" w14:textId="77777777" w:rsidR="001F3E8B" w:rsidRDefault="001F3E8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98709CC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من ساعة اللي جاك وسط الدار ادلم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E8B" w14:paraId="4172EC0B" w14:textId="77777777" w:rsidTr="001F3E8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0C33D99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امن السقيفة كربلا ادهى واعظم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D1ECC88" w14:textId="77777777" w:rsidR="001F3E8B" w:rsidRDefault="001F3E8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1994EDB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اعظم مصايبكم يزهرا امصيبة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E8B" w14:paraId="6378B8CE" w14:textId="77777777" w:rsidTr="001F3E8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0D63C95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مشيك مع حيدر مشت زينب بلقياد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5DF111E" w14:textId="77777777" w:rsidR="001F3E8B" w:rsidRDefault="001F3E8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9A0A8CE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وابقيد حيدر قيدوا شبلك السجّاد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E8B" w14:paraId="5796E144" w14:textId="77777777" w:rsidTr="001F3E8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956AC1A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وانتي إلى حبتر اُو زينب إلى ابن زياد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D151F2F" w14:textId="77777777" w:rsidR="001F3E8B" w:rsidRDefault="001F3E8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E5A41B1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وانتي مع اُولادك اُو زينب مالها امعين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E8B" w14:paraId="57397FD2" w14:textId="77777777" w:rsidTr="001F3E8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24CCFDC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قالت على اُولادي تفطر قلبي اُوذاب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7CF02D0" w14:textId="77777777" w:rsidR="001F3E8B" w:rsidRDefault="001F3E8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BABC1E1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أعظم عليّه امصابهم من رصعة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E8B" w14:paraId="601C6B45" w14:textId="77777777" w:rsidTr="001F3E8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3E98623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اُوحزني على بدر طلع من يثرب اُوغاب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0CBC74E" w14:textId="77777777" w:rsidR="001F3E8B" w:rsidRDefault="001F3E8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4A9C5F6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اظلم ابطيبة اُوعمر ابرور خليين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E8B" w14:paraId="2FA24DA9" w14:textId="77777777" w:rsidTr="001F3E8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D4C2E67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والله احاتيهم مثل نفسي اُو اعظم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E9CF452" w14:textId="77777777" w:rsidR="001F3E8B" w:rsidRDefault="001F3E8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655AB87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واللي قضى بالسيف واللي انغال بالسم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E8B" w14:paraId="4C020A9B" w14:textId="77777777" w:rsidTr="001F3E8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08A0A4A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اُو حزني على بوهم قتيل لبن ملجم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AB96DB5" w14:textId="77777777" w:rsidR="001F3E8B" w:rsidRDefault="001F3E8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6B294C4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واعظم مصيبةم علينا ذبحة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E8B" w14:paraId="595B978A" w14:textId="77777777" w:rsidTr="001F3E8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55DA944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حزني على ابدور الذي حثوا ظعنهم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53337B8" w14:textId="77777777" w:rsidR="001F3E8B" w:rsidRDefault="001F3E8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8ED7984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راحوا ابجمعتهم ولا احد رد منهم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E8B" w14:paraId="76EE811D" w14:textId="77777777" w:rsidTr="001F3E8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9D17A20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سبعة اُوسبعة وأربعة واِحسين منهم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446F42A" w14:textId="77777777" w:rsidR="001F3E8B" w:rsidRDefault="001F3E8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111E799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راحوا ولا عادوا علينا يا مسلمين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E8B" w14:paraId="5D13DC12" w14:textId="77777777" w:rsidTr="001F3E8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6DC4001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بالسم غالوهم اُوكل صارم بتار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A90339D" w14:textId="77777777" w:rsidR="001F3E8B" w:rsidRDefault="001F3E8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918F24A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اُوهذا سبب قوم عليّه دخلوا الدار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E8B" w14:paraId="1D797361" w14:textId="77777777" w:rsidTr="001F3E8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DEE7A8D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كسروا اضلوعي اُولببوا حيدر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0E04F29" w14:textId="77777777" w:rsidR="001F3E8B" w:rsidRDefault="001F3E8B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849ACDD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واعظم مصايبنا علينا امصيبة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74C0297" w14:textId="77777777" w:rsidR="00EE7C84" w:rsidRDefault="00EE7C84" w:rsidP="00E75D4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F3E8B" w14:paraId="11D55992" w14:textId="77777777" w:rsidTr="001D4AC3">
        <w:trPr>
          <w:trHeight w:val="350"/>
        </w:trPr>
        <w:tc>
          <w:tcPr>
            <w:tcW w:w="3920" w:type="dxa"/>
            <w:shd w:val="clear" w:color="auto" w:fill="auto"/>
          </w:tcPr>
          <w:p w14:paraId="1A0C3718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والله يزهرا ما حضرتي يوم 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1AA5E32" w14:textId="77777777" w:rsidR="001F3E8B" w:rsidRDefault="001F3E8B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FEC9322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حين استدارت يم اخويه اِحسين لصفوف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E8B" w14:paraId="7E290B8B" w14:textId="77777777" w:rsidTr="001D4AC3">
        <w:trPr>
          <w:trHeight w:val="350"/>
        </w:trPr>
        <w:tc>
          <w:tcPr>
            <w:tcW w:w="3920" w:type="dxa"/>
          </w:tcPr>
          <w:p w14:paraId="40D9DDD4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انصار ما عنده سوى هاذيك لبدور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1FD2CE" w14:textId="77777777" w:rsidR="001F3E8B" w:rsidRDefault="001F3E8B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E6D292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اللي اراد الله ابسعدهم يوم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E8B" w14:paraId="0BEEA042" w14:textId="77777777" w:rsidTr="001D4AC3">
        <w:trPr>
          <w:trHeight w:val="350"/>
        </w:trPr>
        <w:tc>
          <w:tcPr>
            <w:tcW w:w="3920" w:type="dxa"/>
          </w:tcPr>
          <w:p w14:paraId="07ACDD5E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عافوا الدنيا اُوشاهدوا الجنات والحور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B51B05" w14:textId="77777777" w:rsidR="001F3E8B" w:rsidRDefault="001F3E8B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DA474F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هم اُولياء الله لا حزن ولا خوف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E8B" w14:paraId="2B243B60" w14:textId="77777777" w:rsidTr="001D4AC3">
        <w:trPr>
          <w:trHeight w:val="350"/>
        </w:trPr>
        <w:tc>
          <w:tcPr>
            <w:tcW w:w="3920" w:type="dxa"/>
          </w:tcPr>
          <w:p w14:paraId="5C86AF82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واللي يزهرا شاركوهم بالمصيبه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07FC86" w14:textId="77777777" w:rsidR="001F3E8B" w:rsidRDefault="001F3E8B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6F628A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شبّان كالاقمار واغصون رطيبه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E8B" w14:paraId="43B50C7A" w14:textId="77777777" w:rsidTr="001D4AC3">
        <w:trPr>
          <w:trHeight w:val="350"/>
        </w:trPr>
        <w:tc>
          <w:tcPr>
            <w:tcW w:w="3920" w:type="dxa"/>
          </w:tcPr>
          <w:p w14:paraId="28069370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ما طرشوا ليهم ولا جوا بالغصيبه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53070E" w14:textId="77777777" w:rsidR="001F3E8B" w:rsidRDefault="001F3E8B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4275FB" w14:textId="77777777" w:rsidR="001F3E8B" w:rsidRDefault="001F3E8B" w:rsidP="001D4AC3">
            <w:pPr>
              <w:pStyle w:val="libPoem"/>
            </w:pPr>
            <w:r>
              <w:rPr>
                <w:rtl/>
                <w:lang w:bidi="fa-IR"/>
              </w:rPr>
              <w:t>الله جمعهم وصل ابهم ارض 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3AC8C8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01BF3" w14:paraId="412B5405" w14:textId="77777777" w:rsidTr="001D4AC3">
        <w:trPr>
          <w:trHeight w:val="350"/>
        </w:trPr>
        <w:tc>
          <w:tcPr>
            <w:tcW w:w="3920" w:type="dxa"/>
            <w:shd w:val="clear" w:color="auto" w:fill="auto"/>
          </w:tcPr>
          <w:p w14:paraId="5D98A3BC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lastRenderedPageBreak/>
              <w:t>ماجوا جمعهم بس كُل حين تجي ناس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3CE4B13" w14:textId="77777777" w:rsidR="00B01BF3" w:rsidRDefault="00B01BF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C22E155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ما وصلوا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العلم بيد البطل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1BF3" w14:paraId="70E60D64" w14:textId="77777777" w:rsidTr="001D4AC3">
        <w:trPr>
          <w:trHeight w:val="350"/>
        </w:trPr>
        <w:tc>
          <w:tcPr>
            <w:tcW w:w="3920" w:type="dxa"/>
          </w:tcPr>
          <w:p w14:paraId="36430B00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اُوشاهر لسيفه في يمينه وافي الباس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09C7E8" w14:textId="77777777" w:rsidR="00B01BF3" w:rsidRDefault="00B01BF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46DF02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والقوم خلا اقلوبهم ترجف من الخوف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1BF3" w14:paraId="19E6161E" w14:textId="77777777" w:rsidTr="001D4AC3">
        <w:trPr>
          <w:trHeight w:val="350"/>
        </w:trPr>
        <w:tc>
          <w:tcPr>
            <w:tcW w:w="3920" w:type="dxa"/>
          </w:tcPr>
          <w:p w14:paraId="449CA1F9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واتجمعوا كلهم عن اشماله اُو 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FEB5FB" w14:textId="77777777" w:rsidR="00B01BF3" w:rsidRDefault="00B01BF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9846F0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محمّد ما لفى من ارض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1BF3" w14:paraId="51FE3CF1" w14:textId="77777777" w:rsidTr="001D4AC3">
        <w:trPr>
          <w:trHeight w:val="350"/>
        </w:trPr>
        <w:tc>
          <w:tcPr>
            <w:tcW w:w="3920" w:type="dxa"/>
          </w:tcPr>
          <w:p w14:paraId="2AEB47D4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تعبان من كثر المرض الله يعينه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2F5C12" w14:textId="77777777" w:rsidR="00B01BF3" w:rsidRDefault="00B01BF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EBE006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لو كان حاضر يم اخوه اليفني اصفوف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174BFA5" w14:textId="77777777" w:rsidR="00EE7C84" w:rsidRDefault="00EE7C84" w:rsidP="000419EE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01BF3" w14:paraId="1E5AFEE4" w14:textId="77777777" w:rsidTr="001D4AC3">
        <w:trPr>
          <w:trHeight w:val="350"/>
        </w:trPr>
        <w:tc>
          <w:tcPr>
            <w:tcW w:w="3920" w:type="dxa"/>
            <w:shd w:val="clear" w:color="auto" w:fill="auto"/>
          </w:tcPr>
          <w:p w14:paraId="16E8EB78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دوبك يزهرا بس في المآتم تحنين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09E1BDC" w14:textId="77777777" w:rsidR="00B01BF3" w:rsidRDefault="00B01BF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C9F826A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ما ينقضي نوحك اُو تعديدك على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1BF3" w14:paraId="3D911386" w14:textId="77777777" w:rsidTr="001D4AC3">
        <w:trPr>
          <w:trHeight w:val="350"/>
        </w:trPr>
        <w:tc>
          <w:tcPr>
            <w:tcW w:w="3920" w:type="dxa"/>
          </w:tcPr>
          <w:p w14:paraId="23F142BA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وانتي مدا الأيام ما يبطل مناحك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99A180" w14:textId="77777777" w:rsidR="00B01BF3" w:rsidRDefault="00B01BF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D593BA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بس في عويلك من مساك إلى صباحك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1BF3" w14:paraId="6D695B7D" w14:textId="77777777" w:rsidTr="001D4AC3">
        <w:trPr>
          <w:trHeight w:val="350"/>
        </w:trPr>
        <w:tc>
          <w:tcPr>
            <w:tcW w:w="3920" w:type="dxa"/>
          </w:tcPr>
          <w:p w14:paraId="01A6C411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والى من بكيتي العرش يهتز من اصياحك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BC5F1E" w14:textId="77777777" w:rsidR="00B01BF3" w:rsidRDefault="00B01BF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9A02C6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معلوم جيتي الغاضريّة اُوشفتي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1BF3" w14:paraId="3383C7EE" w14:textId="77777777" w:rsidTr="001D4AC3">
        <w:trPr>
          <w:trHeight w:val="350"/>
        </w:trPr>
        <w:tc>
          <w:tcPr>
            <w:tcW w:w="3920" w:type="dxa"/>
          </w:tcPr>
          <w:p w14:paraId="7DE7CA62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والله مصيبة ما جرت في هالملا قط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04C1B18" w14:textId="77777777" w:rsidR="00B01BF3" w:rsidRDefault="00B01BF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B84D8C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حتّى القلم في اللوح يحلف ما ابد خط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1BF3" w14:paraId="10317B6D" w14:textId="77777777" w:rsidTr="001D4AC3">
        <w:trPr>
          <w:trHeight w:val="350"/>
        </w:trPr>
        <w:tc>
          <w:tcPr>
            <w:tcW w:w="3920" w:type="dxa"/>
          </w:tcPr>
          <w:p w14:paraId="6199C7A8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يبكي على اللي اتذبحوا في جانب الشط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8D5BD5" w14:textId="77777777" w:rsidR="00B01BF3" w:rsidRDefault="00B01BF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08F87C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كله من اعمال السقيفه ذبحة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1BF3" w14:paraId="65C80B90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558B7EC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يا ليت كُل اُولادنا فدوة لرضيعه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94C2D5" w14:textId="77777777" w:rsidR="00B01BF3" w:rsidRDefault="00B01BF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034703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واحنا فدايا اللي انذبح يم الشريعه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1BF3" w14:paraId="3965CA1E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6708C79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والله افتجعت فاطمة الزهرا ابفجيعه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C9CCC8" w14:textId="77777777" w:rsidR="00B01BF3" w:rsidRDefault="00B01BF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C1F1CA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في يوم واحد فاقده سبعين واثنين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1BF3" w14:paraId="34F0848A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107C4C8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والله يزهرا ما ذبح بالطفِّ ولدك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14E500" w14:textId="77777777" w:rsidR="00B01BF3" w:rsidRDefault="00B01BF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A2219E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اُوسيّر بناتك في السبا واحرق لكبدك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1BF3" w14:paraId="16882CFA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A196951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الذي هم آمروا قنفد بجلدك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EA1156" w14:textId="77777777" w:rsidR="00B01BF3" w:rsidRDefault="00B01BF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A7B99B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ثاروا عليك اُوالدك من غير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1BF3" w14:paraId="668A0984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132391B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والله يزهرا ماذبح بالطفِّ بنينك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C582D1" w14:textId="77777777" w:rsidR="00B01BF3" w:rsidRDefault="00B01BF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388D1A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الذي هم من قبل سقطوا جنينك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1BF3" w14:paraId="574B3071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89BFC85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طحتي مريضه اُوالدك يسمع انينك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33365E9" w14:textId="77777777" w:rsidR="00B01BF3" w:rsidRDefault="00B01BF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D9958E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يبكي رسول الله لا سمعك تونين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1BF3" w14:paraId="31D85C00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A8E404E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وانكان فاطم يا خلق كسروا ضلعها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45E7B2" w14:textId="77777777" w:rsidR="00B01BF3" w:rsidRDefault="00B01BF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D67F25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زينب مشت للشام والاطفال معها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1BF3" w14:paraId="109F5668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44E3042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هاذيك لول عن بكى بوها منعها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9E4006" w14:textId="77777777" w:rsidR="00B01BF3" w:rsidRDefault="00B01BF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0AFD2D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اُوهذي امنعوها لا تجي يم جثّة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1BF3" w14:paraId="54C6B730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BC289F4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اُو زينب تنادي والدمع بالخد ماطر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333BFF" w14:textId="77777777" w:rsidR="00B01BF3" w:rsidRDefault="00B01BF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915DC3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اِحسين اخويه شوفته تكسر الخاطر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1BF3" w14:paraId="4B3C411F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66E9E5D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والله يحادي منشطر قلبي ابمشاطر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BE49ED" w14:textId="77777777" w:rsidR="00B01BF3" w:rsidRDefault="00B01BF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26D167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وانته علينا قلبك الملعون ما يلين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19B20E5" w14:textId="77777777" w:rsidR="00EE7C84" w:rsidRDefault="00EE7C84" w:rsidP="000419EE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01BF3" w14:paraId="60BA8D8A" w14:textId="77777777" w:rsidTr="001D4AC3">
        <w:trPr>
          <w:trHeight w:val="350"/>
        </w:trPr>
        <w:tc>
          <w:tcPr>
            <w:tcW w:w="3920" w:type="dxa"/>
            <w:shd w:val="clear" w:color="auto" w:fill="auto"/>
          </w:tcPr>
          <w:p w14:paraId="1749DAD8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هالنوح يا زهرا على منهو تنوحين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75D484B" w14:textId="77777777" w:rsidR="00B01BF3" w:rsidRDefault="00B01BF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0AB2516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نوحك على المسموم لو نوحك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1BF3" w14:paraId="3293B3B5" w14:textId="77777777" w:rsidTr="001D4AC3">
        <w:trPr>
          <w:trHeight w:val="350"/>
        </w:trPr>
        <w:tc>
          <w:tcPr>
            <w:tcW w:w="3920" w:type="dxa"/>
          </w:tcPr>
          <w:p w14:paraId="6FD4CB16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حنّت اُونادت والدمع بالخد بادي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7FF0AB" w14:textId="77777777" w:rsidR="00B01BF3" w:rsidRDefault="00B01BF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40BCB1" w14:textId="77777777" w:rsidR="00B01BF3" w:rsidRDefault="00B01BF3" w:rsidP="001D4AC3">
            <w:pPr>
              <w:pStyle w:val="libPoem"/>
            </w:pPr>
            <w:r>
              <w:rPr>
                <w:rtl/>
                <w:lang w:bidi="fa-IR"/>
              </w:rPr>
              <w:t>ان تسألوني يا خلق كلهم اُولادي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76205B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8"/>
        <w:gridCol w:w="294"/>
        <w:gridCol w:w="3919"/>
      </w:tblGrid>
      <w:tr w:rsidR="00D04B52" w14:paraId="574D27E2" w14:textId="77777777" w:rsidTr="00D04B52">
        <w:trPr>
          <w:trHeight w:val="350"/>
        </w:trPr>
        <w:tc>
          <w:tcPr>
            <w:tcW w:w="3703" w:type="dxa"/>
            <w:shd w:val="clear" w:color="auto" w:fill="auto"/>
          </w:tcPr>
          <w:p w14:paraId="36811019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lastRenderedPageBreak/>
              <w:t>لكن مصاب اِحسين ساطي في افادي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10535CC9" w14:textId="77777777" w:rsidR="00D04B52" w:rsidRDefault="00D04B52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  <w:shd w:val="clear" w:color="auto" w:fill="auto"/>
          </w:tcPr>
          <w:p w14:paraId="691B4C5B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كُل العزا والنوح والصيحه على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B52" w14:paraId="38B26E45" w14:textId="77777777" w:rsidTr="00D04B52">
        <w:trPr>
          <w:trHeight w:val="350"/>
        </w:trPr>
        <w:tc>
          <w:tcPr>
            <w:tcW w:w="3703" w:type="dxa"/>
          </w:tcPr>
          <w:p w14:paraId="45FFE75C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ابكي على اُولادي فنوا بالسيف والسم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55BA199" w14:textId="77777777" w:rsidR="00D04B52" w:rsidRDefault="00D04B52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75310A6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وابكي على بوهم قتيل لابن ملجم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B52" w14:paraId="6D1304A3" w14:textId="77777777" w:rsidTr="00D04B52">
        <w:trPr>
          <w:trHeight w:val="350"/>
        </w:trPr>
        <w:tc>
          <w:tcPr>
            <w:tcW w:w="3703" w:type="dxa"/>
          </w:tcPr>
          <w:p w14:paraId="303D2F39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وانكان بالله تسئلوني ياهو اعظم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6497599" w14:textId="77777777" w:rsidR="00D04B52" w:rsidRDefault="00D04B52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B314AE5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كُل المصايب هونتها امصيبة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B52" w14:paraId="324EC4AF" w14:textId="77777777" w:rsidTr="00D04B52">
        <w:trPr>
          <w:trHeight w:val="350"/>
        </w:trPr>
        <w:tc>
          <w:tcPr>
            <w:tcW w:w="3703" w:type="dxa"/>
          </w:tcPr>
          <w:p w14:paraId="0DA5CC11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دهري رماني بالرزايا ابكل غالي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C925C8D" w14:textId="77777777" w:rsidR="00D04B52" w:rsidRDefault="00D04B52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5F565CB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اُوشتت اُولادي عن يميني اُوعن شمالي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B52" w14:paraId="6751AD68" w14:textId="77777777" w:rsidTr="00D04B52">
        <w:trPr>
          <w:trHeight w:val="350"/>
        </w:trPr>
        <w:tc>
          <w:tcPr>
            <w:tcW w:w="3703" w:type="dxa"/>
          </w:tcPr>
          <w:p w14:paraId="12DC404C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ما شوف ساعة فارغ امن النوح بالي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69B6B78" w14:textId="77777777" w:rsidR="00D04B52" w:rsidRDefault="00D04B52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376957D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واعظم عليّه لو نعى الناعي على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B52" w14:paraId="343A9368" w14:textId="77777777" w:rsidTr="00D04B5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376562F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أبكي على اُولادي ذبايح يوم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DD51607" w14:textId="77777777" w:rsidR="00D04B52" w:rsidRDefault="00D04B52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2BAD2EC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وانا نصبت العزا ليهم وسط لقبور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B52" w14:paraId="3BA27688" w14:textId="77777777" w:rsidTr="00D04B5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635D74B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وانسيت ضلعي اللي ابصير الباب مكسور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A914246" w14:textId="77777777" w:rsidR="00D04B52" w:rsidRDefault="00D04B52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1A82BBB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كُل العزا والنوح والصيحه على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B52" w14:paraId="23A2EDC2" w14:textId="77777777" w:rsidTr="00D04B5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2AA11D3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إذا ابتليت ابمعضلة اُوشقّيت جيبك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17AC45D" w14:textId="77777777" w:rsidR="00D04B52" w:rsidRDefault="00D04B52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DCBEF2A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اِذكر حبيب المصطفى تنسى حبيبك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B52" w14:paraId="1F1ED130" w14:textId="77777777" w:rsidTr="00D04B5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C87FA9A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اُولو من ذكرت امصيبته الله يثيبك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7A5B897" w14:textId="77777777" w:rsidR="00D04B52" w:rsidRDefault="00D04B52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BA7601B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وسفه قضى مذبوح ماحد غمض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B52" w14:paraId="7E7DE3EA" w14:textId="77777777" w:rsidTr="00D04B5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C4BEF0F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إمصابي نحلني اُوهيّج أحزاني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81EFD60" w14:textId="77777777" w:rsidR="00D04B52" w:rsidRDefault="00D04B52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7EB0725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ورّث عليّه امصاب يوم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B52" w14:paraId="266E0B7D" w14:textId="77777777" w:rsidTr="00D04B5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E9D812B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راسه مشوا به اُوجثّته ظلّت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B711D85" w14:textId="77777777" w:rsidR="00D04B52" w:rsidRDefault="00D04B52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D865B6B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ظلّت ثلاث بالعرى من غير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B52" w14:paraId="4984956C" w14:textId="77777777" w:rsidTr="00D04B5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6BB7860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والله ماشتت اُولادي في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105DD08" w14:textId="77777777" w:rsidR="00D04B52" w:rsidRDefault="00D04B52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8FD53CD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واسقاهم الغصات اُوكاسات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B52" w14:paraId="77518F00" w14:textId="77777777" w:rsidTr="00D04B5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E6521AE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الذي هم قبل دخلوا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8C9FB10" w14:textId="77777777" w:rsidR="00D04B52" w:rsidRDefault="00D04B52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7B14930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اُولحوا عليّه بالضرب واسقطوا للجنين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B52" w14:paraId="2CEFC648" w14:textId="77777777" w:rsidTr="00D04B5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EE7E7AB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ولا بلد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اُوفيها منهم اقبور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1AF378D" w14:textId="77777777" w:rsidR="00D04B52" w:rsidRDefault="00D04B52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9F31169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اُوليّه اِبغداد المشومة منطفي نور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B52" w14:paraId="68AAE6AA" w14:textId="77777777" w:rsidTr="00D04B5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5968988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وابني علي في طوس قلبه انشطر باشطور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B26E3EB" w14:textId="77777777" w:rsidR="00D04B52" w:rsidRDefault="00D04B52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E02B372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واللي نحلني يا خلايق ذبحة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B52" w14:paraId="7AEF63E1" w14:textId="77777777" w:rsidTr="00D04B5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F60082E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اُولا تحسبوني للرضا في طوس ماجيت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226D9A7" w14:textId="77777777" w:rsidR="00D04B52" w:rsidRDefault="00D04B52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778A8C5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ولا إلى بغداد مارحت اُوتعنيت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B52" w14:paraId="68217226" w14:textId="77777777" w:rsidTr="00D04B5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CD7B888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كلهم عليهم نوحت والجيب شقيت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ACF14BF" w14:textId="77777777" w:rsidR="00D04B52" w:rsidRDefault="00D04B52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55BA6F9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واعظم عليّه لو ذكرت امصيبة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B52" w14:paraId="4B091C7D" w14:textId="77777777" w:rsidTr="00D04B5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62517E2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واحد ابطوس امغرب اُوواحد ابغداد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8123183" w14:textId="77777777" w:rsidR="00D04B52" w:rsidRDefault="00D04B52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D024476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اُومنهم ابسامرا اُوعني كلهم ابعاد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B52" w14:paraId="6141F0CC" w14:textId="77777777" w:rsidTr="00D04B5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796B509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واما عندي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من سقوه السم في زاد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BABFB01" w14:textId="77777777" w:rsidR="00D04B52" w:rsidRDefault="00D04B52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FC91BF1" w14:textId="77777777" w:rsidR="00D04B52" w:rsidRDefault="00D04B52" w:rsidP="001D4AC3">
            <w:pPr>
              <w:pStyle w:val="libPoem"/>
            </w:pPr>
            <w:r>
              <w:rPr>
                <w:rtl/>
                <w:lang w:bidi="fa-IR"/>
              </w:rPr>
              <w:t>اُو عندي قبر باقي البقيّة اِخليفة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9BFB2E1" w14:textId="77777777" w:rsidR="00EE7C84" w:rsidRDefault="00EE7C84" w:rsidP="0028535D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E7E15" w14:paraId="09A2D400" w14:textId="77777777" w:rsidTr="001D4AC3">
        <w:trPr>
          <w:trHeight w:val="350"/>
        </w:trPr>
        <w:tc>
          <w:tcPr>
            <w:tcW w:w="3920" w:type="dxa"/>
            <w:shd w:val="clear" w:color="auto" w:fill="auto"/>
          </w:tcPr>
          <w:p w14:paraId="0A3E2361" w14:textId="77777777" w:rsidR="00BE7E15" w:rsidRDefault="00BE7E15" w:rsidP="001D4AC3">
            <w:pPr>
              <w:pStyle w:val="libPoem"/>
            </w:pPr>
            <w:r>
              <w:rPr>
                <w:rtl/>
                <w:lang w:bidi="fa-IR"/>
              </w:rPr>
              <w:t>صارت صوايح في اطفوف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CDFF837" w14:textId="77777777" w:rsidR="00BE7E15" w:rsidRDefault="00BE7E15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741FD66" w14:textId="77777777" w:rsidR="00BE7E15" w:rsidRDefault="00BE7E15" w:rsidP="001D4AC3">
            <w:pPr>
              <w:pStyle w:val="libPoem"/>
            </w:pPr>
            <w:r>
              <w:rPr>
                <w:rtl/>
                <w:lang w:bidi="fa-IR"/>
              </w:rPr>
              <w:t>من يوم شال الروس فوق السمهريّه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7E15" w14:paraId="2EA68E63" w14:textId="77777777" w:rsidTr="001D4AC3">
        <w:trPr>
          <w:trHeight w:val="350"/>
        </w:trPr>
        <w:tc>
          <w:tcPr>
            <w:tcW w:w="3920" w:type="dxa"/>
          </w:tcPr>
          <w:p w14:paraId="46ABC257" w14:textId="77777777" w:rsidR="00BE7E15" w:rsidRDefault="00BE7E15" w:rsidP="001D4AC3">
            <w:pPr>
              <w:pStyle w:val="libPoem"/>
            </w:pPr>
            <w:r>
              <w:rPr>
                <w:rtl/>
                <w:lang w:bidi="fa-IR"/>
              </w:rPr>
              <w:t>ليلة احد عشر وصلت الزهرا للطفوف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4B623D" w14:textId="77777777" w:rsidR="00BE7E15" w:rsidRDefault="00BE7E15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04A7CF" w14:textId="77777777" w:rsidR="00BE7E15" w:rsidRDefault="00BE7E15" w:rsidP="001D4AC3">
            <w:pPr>
              <w:pStyle w:val="libPoem"/>
            </w:pPr>
            <w:r>
              <w:rPr>
                <w:rtl/>
                <w:lang w:bidi="fa-IR"/>
              </w:rPr>
              <w:t>والجسد منها منتحل والقلب ملهوف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6B12BCE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C4F79" w14:paraId="1EE040D7" w14:textId="77777777" w:rsidTr="001D4AC3">
        <w:trPr>
          <w:trHeight w:val="350"/>
        </w:trPr>
        <w:tc>
          <w:tcPr>
            <w:tcW w:w="3920" w:type="dxa"/>
            <w:shd w:val="clear" w:color="auto" w:fill="auto"/>
          </w:tcPr>
          <w:p w14:paraId="15EA4E63" w14:textId="77777777" w:rsidR="00AC4F79" w:rsidRDefault="00AC4F79" w:rsidP="001D4AC3">
            <w:pPr>
              <w:pStyle w:val="libPoem"/>
            </w:pPr>
            <w:r>
              <w:rPr>
                <w:rtl/>
                <w:lang w:bidi="fa-IR"/>
              </w:rPr>
              <w:lastRenderedPageBreak/>
              <w:t>واتقول وين الجثته بضعوا بلسيوف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8CDE98E" w14:textId="77777777" w:rsidR="00AC4F79" w:rsidRDefault="00AC4F79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E85D243" w14:textId="77777777" w:rsidR="00AC4F79" w:rsidRDefault="00AC4F79" w:rsidP="001D4AC3">
            <w:pPr>
              <w:pStyle w:val="libPoem"/>
            </w:pPr>
            <w:r>
              <w:rPr>
                <w:rtl/>
                <w:lang w:bidi="fa-IR"/>
              </w:rPr>
              <w:t>اُووين الذي رضّت اِعضامه الأعوجيّه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F79" w14:paraId="271FFF22" w14:textId="77777777" w:rsidTr="001D4AC3">
        <w:trPr>
          <w:trHeight w:val="350"/>
        </w:trPr>
        <w:tc>
          <w:tcPr>
            <w:tcW w:w="3920" w:type="dxa"/>
          </w:tcPr>
          <w:p w14:paraId="1C242C2F" w14:textId="77777777" w:rsidR="00AC4F79" w:rsidRDefault="00AC4F79" w:rsidP="001D4AC3">
            <w:pPr>
              <w:pStyle w:val="libPoem"/>
            </w:pPr>
            <w:r>
              <w:rPr>
                <w:rtl/>
                <w:lang w:bidi="fa-IR"/>
              </w:rPr>
              <w:t>جبريل وين أجسادهم دلني عليهم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BFC3C4" w14:textId="77777777" w:rsidR="00AC4F79" w:rsidRDefault="00AC4F79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C614FE" w14:textId="77777777" w:rsidR="00AC4F79" w:rsidRDefault="00AC4F79" w:rsidP="001D4AC3">
            <w:pPr>
              <w:pStyle w:val="libPoem"/>
            </w:pPr>
            <w:r>
              <w:rPr>
                <w:rtl/>
                <w:lang w:bidi="fa-IR"/>
              </w:rPr>
              <w:t>قلها يزهرا ما تقدري تنظريهم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F79" w14:paraId="10C91F73" w14:textId="77777777" w:rsidTr="001D4AC3">
        <w:trPr>
          <w:trHeight w:val="350"/>
        </w:trPr>
        <w:tc>
          <w:tcPr>
            <w:tcW w:w="3920" w:type="dxa"/>
          </w:tcPr>
          <w:p w14:paraId="118B914D" w14:textId="77777777" w:rsidR="00AC4F79" w:rsidRDefault="00AC4F79" w:rsidP="001D4AC3">
            <w:pPr>
              <w:pStyle w:val="libPoem"/>
            </w:pPr>
            <w:r>
              <w:rPr>
                <w:rtl/>
                <w:lang w:bidi="fa-IR"/>
              </w:rPr>
              <w:t>كلهم على التربان واحزني عليهم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51E834" w14:textId="77777777" w:rsidR="00AC4F79" w:rsidRDefault="00AC4F79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45D355" w14:textId="77777777" w:rsidR="00AC4F79" w:rsidRDefault="00AC4F79" w:rsidP="001D4AC3">
            <w:pPr>
              <w:pStyle w:val="libPoem"/>
            </w:pPr>
            <w:r>
              <w:rPr>
                <w:rtl/>
                <w:lang w:bidi="fa-IR"/>
              </w:rPr>
              <w:t>والروس شالوها ابروس السمهريّه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F79" w14:paraId="29A0D8D8" w14:textId="77777777" w:rsidTr="001D4AC3">
        <w:trPr>
          <w:trHeight w:val="350"/>
        </w:trPr>
        <w:tc>
          <w:tcPr>
            <w:tcW w:w="3920" w:type="dxa"/>
          </w:tcPr>
          <w:p w14:paraId="0EC841C4" w14:textId="77777777" w:rsidR="00AC4F79" w:rsidRDefault="00AC4F79" w:rsidP="001D4AC3">
            <w:pPr>
              <w:pStyle w:val="libPoem"/>
            </w:pPr>
            <w:r>
              <w:rPr>
                <w:rtl/>
                <w:lang w:bidi="fa-IR"/>
              </w:rPr>
              <w:t>اُونادت على الولدان ويا جملة الحور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8FBE84" w14:textId="77777777" w:rsidR="00AC4F79" w:rsidRDefault="00AC4F79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8C9E47" w14:textId="77777777" w:rsidR="00AC4F79" w:rsidRDefault="00AC4F79" w:rsidP="001D4AC3">
            <w:pPr>
              <w:pStyle w:val="libPoem"/>
            </w:pPr>
            <w:r>
              <w:rPr>
                <w:rtl/>
                <w:lang w:bidi="fa-IR"/>
              </w:rPr>
              <w:t>والروح خلنا انروح وادي كربلا انزور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F79" w14:paraId="130B2ED3" w14:textId="77777777" w:rsidTr="001D4AC3">
        <w:trPr>
          <w:trHeight w:val="350"/>
        </w:trPr>
        <w:tc>
          <w:tcPr>
            <w:tcW w:w="3920" w:type="dxa"/>
          </w:tcPr>
          <w:p w14:paraId="1AABA226" w14:textId="77777777" w:rsidR="00AC4F79" w:rsidRDefault="00AC4F79" w:rsidP="001D4AC3">
            <w:pPr>
              <w:pStyle w:val="libPoem"/>
            </w:pPr>
            <w:r>
              <w:rPr>
                <w:rtl/>
                <w:lang w:bidi="fa-IR"/>
              </w:rPr>
              <w:t>بانزور من هوا على الغبرا بلا اقبور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7850D0" w14:textId="77777777" w:rsidR="00AC4F79" w:rsidRDefault="00AC4F79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C12091" w14:textId="77777777" w:rsidR="00AC4F79" w:rsidRDefault="00AC4F79" w:rsidP="001D4AC3">
            <w:pPr>
              <w:pStyle w:val="libPoem"/>
            </w:pPr>
            <w:r>
              <w:rPr>
                <w:rtl/>
                <w:lang w:bidi="fa-IR"/>
              </w:rPr>
              <w:t>اجنازة أبو السجّاد بالغبرة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F79" w14:paraId="695B5A6B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F100775" w14:textId="77777777" w:rsidR="00AC4F79" w:rsidRDefault="00AC4F79" w:rsidP="001D4AC3">
            <w:pPr>
              <w:pStyle w:val="libPoem"/>
            </w:pPr>
            <w:r>
              <w:rPr>
                <w:rtl/>
                <w:lang w:bidi="fa-IR"/>
              </w:rPr>
              <w:t>جنّة المأوى لجل روحه زيّنوها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FACCD4" w14:textId="77777777" w:rsidR="00AC4F79" w:rsidRDefault="00AC4F79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9092C4" w14:textId="77777777" w:rsidR="00AC4F79" w:rsidRDefault="00AC4F79" w:rsidP="001D4AC3">
            <w:pPr>
              <w:pStyle w:val="libPoem"/>
            </w:pPr>
            <w:r>
              <w:rPr>
                <w:rtl/>
                <w:lang w:bidi="fa-IR"/>
              </w:rPr>
              <w:t>واليوم باتجيكم اجنايز والتقوها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F79" w14:paraId="620802BF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0A8A664" w14:textId="77777777" w:rsidR="00AC4F79" w:rsidRDefault="00AC4F79" w:rsidP="001D4AC3">
            <w:pPr>
              <w:pStyle w:val="libPoem"/>
            </w:pPr>
            <w:r>
              <w:rPr>
                <w:rtl/>
                <w:lang w:bidi="fa-IR"/>
              </w:rPr>
              <w:t>اُوفيهم اجنازة بالعوادي رضّضوها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043D45" w14:textId="77777777" w:rsidR="00AC4F79" w:rsidRDefault="00AC4F79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AF4C1E" w14:textId="77777777" w:rsidR="00AC4F79" w:rsidRDefault="00AC4F79" w:rsidP="001D4AC3">
            <w:pPr>
              <w:pStyle w:val="libPoem"/>
            </w:pPr>
            <w:r>
              <w:rPr>
                <w:rtl/>
                <w:lang w:bidi="fa-IR"/>
              </w:rPr>
              <w:t>شالوا ابراسه اُوجثّته ظلّت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F79" w14:paraId="61E87A00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85E5025" w14:textId="77777777" w:rsidR="00AC4F79" w:rsidRDefault="00AC4F79" w:rsidP="001D4AC3">
            <w:pPr>
              <w:pStyle w:val="libPoem"/>
            </w:pPr>
            <w:r>
              <w:rPr>
                <w:rtl/>
                <w:lang w:bidi="fa-IR"/>
              </w:rPr>
              <w:t>يا لحور قوموا زينوا جنة الفردوس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3597D4" w14:textId="77777777" w:rsidR="00AC4F79" w:rsidRDefault="00AC4F79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0E4135" w14:textId="77777777" w:rsidR="00AC4F79" w:rsidRDefault="00AC4F79" w:rsidP="001D4AC3">
            <w:pPr>
              <w:pStyle w:val="libPoem"/>
            </w:pPr>
            <w:r>
              <w:rPr>
                <w:rtl/>
                <w:lang w:bidi="fa-IR"/>
              </w:rPr>
              <w:t>اليوم باتجيكم جنايز مالها روس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F79" w14:paraId="16B4A3E4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E9D33A2" w14:textId="77777777" w:rsidR="00AC4F79" w:rsidRDefault="00F22A99" w:rsidP="001D4AC3">
            <w:pPr>
              <w:pStyle w:val="libPoem"/>
            </w:pPr>
            <w:r>
              <w:rPr>
                <w:rtl/>
                <w:lang w:bidi="fa-IR"/>
              </w:rPr>
              <w:t>اُوفيهم إجنازة صدرها بالخيل مديوس</w:t>
            </w:r>
            <w:r w:rsidR="00AC4F7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D29B53" w14:textId="77777777" w:rsidR="00AC4F79" w:rsidRDefault="00AC4F79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9DB850" w14:textId="77777777" w:rsidR="00AC4F79" w:rsidRDefault="00F22A99" w:rsidP="001D4AC3">
            <w:pPr>
              <w:pStyle w:val="libPoem"/>
            </w:pPr>
            <w:r>
              <w:rPr>
                <w:rtl/>
                <w:lang w:bidi="fa-IR"/>
              </w:rPr>
              <w:t>واعضاه كُلها اِمرضضه بالأعوجيّه</w:t>
            </w:r>
            <w:r w:rsidR="00AC4F7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F79" w14:paraId="063A5F0D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B00189A" w14:textId="77777777" w:rsidR="00AC4F79" w:rsidRDefault="00F22A99" w:rsidP="001D4AC3">
            <w:pPr>
              <w:pStyle w:val="libPoem"/>
            </w:pPr>
            <w:r>
              <w:rPr>
                <w:rtl/>
                <w:lang w:bidi="fa-IR"/>
              </w:rPr>
              <w:t>واَعظم مصاب اللي دهش يا لحور بالي</w:t>
            </w:r>
            <w:r w:rsidR="00AC4F7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BC9D51" w14:textId="77777777" w:rsidR="00AC4F79" w:rsidRDefault="00AC4F79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EC104F" w14:textId="77777777" w:rsidR="00AC4F79" w:rsidRDefault="00F22A99" w:rsidP="001D4AC3">
            <w:pPr>
              <w:pStyle w:val="libPoem"/>
            </w:pPr>
            <w:r>
              <w:rPr>
                <w:rtl/>
                <w:lang w:bidi="fa-IR"/>
              </w:rPr>
              <w:t>اُو نغّص عليّه عيشتي اُوكدر احوالي</w:t>
            </w:r>
            <w:r w:rsidR="00AC4F7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F79" w14:paraId="7336B77E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85D199E" w14:textId="77777777" w:rsidR="00AC4F79" w:rsidRDefault="00F22A99" w:rsidP="001D4AC3">
            <w:pPr>
              <w:pStyle w:val="libPoem"/>
            </w:pPr>
            <w:r>
              <w:rPr>
                <w:rtl/>
                <w:lang w:bidi="fa-IR"/>
              </w:rPr>
              <w:t>هاللي مشت للشام حسرا ابغير والي</w:t>
            </w:r>
            <w:r w:rsidR="00AC4F7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AC7619" w14:textId="77777777" w:rsidR="00AC4F79" w:rsidRDefault="00AC4F79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3B83A8" w14:textId="77777777" w:rsidR="00AC4F79" w:rsidRDefault="00F22A99" w:rsidP="001D4AC3">
            <w:pPr>
              <w:pStyle w:val="libPoem"/>
            </w:pPr>
            <w:r>
              <w:rPr>
                <w:rtl/>
                <w:lang w:bidi="fa-IR"/>
              </w:rPr>
              <w:t>شالت اُوخلت جثّة الكافل رميّه</w:t>
            </w:r>
            <w:r w:rsidR="00AC4F7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52A5975" w14:textId="77777777" w:rsidR="00EE7C84" w:rsidRDefault="00EE7C84" w:rsidP="00F22A9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14B69A93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3C54AE4D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هذا فصل يشتمل على ندبة حرائر بيت الرسالة لأبيهم علي بن أبي طالب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  <w:r w:rsidR="00FB110A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8"/>
        <w:gridCol w:w="294"/>
        <w:gridCol w:w="3919"/>
      </w:tblGrid>
      <w:tr w:rsidR="00616D0C" w14:paraId="1593F567" w14:textId="77777777" w:rsidTr="00616D0C">
        <w:trPr>
          <w:trHeight w:val="350"/>
        </w:trPr>
        <w:tc>
          <w:tcPr>
            <w:tcW w:w="3703" w:type="dxa"/>
            <w:shd w:val="clear" w:color="auto" w:fill="auto"/>
          </w:tcPr>
          <w:p w14:paraId="17AFA2F5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عجّل يداحي الباب يا منجي السفينه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480B4275" w14:textId="77777777" w:rsidR="00616D0C" w:rsidRDefault="00616D0C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  <w:shd w:val="clear" w:color="auto" w:fill="auto"/>
          </w:tcPr>
          <w:p w14:paraId="730157D8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يمغسل الهادي النّبي غسل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D0C" w14:paraId="7FE0047D" w14:textId="77777777" w:rsidTr="00616D0C">
        <w:trPr>
          <w:trHeight w:val="350"/>
        </w:trPr>
        <w:tc>
          <w:tcPr>
            <w:tcW w:w="3703" w:type="dxa"/>
          </w:tcPr>
          <w:p w14:paraId="683A34AD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يمغسل الهادي النّبي خير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C03BCE6" w14:textId="77777777" w:rsidR="00616D0C" w:rsidRDefault="00616D0C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672742F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من اَرض النجف عجّل تعال 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D0C" w14:paraId="13468302" w14:textId="77777777" w:rsidTr="00616D0C">
        <w:trPr>
          <w:trHeight w:val="350"/>
        </w:trPr>
        <w:tc>
          <w:tcPr>
            <w:tcW w:w="3703" w:type="dxa"/>
          </w:tcPr>
          <w:p w14:paraId="5019324F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غسّل اَجساد رضضتها الأعوجيّه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1ABE720" w14:textId="77777777" w:rsidR="00616D0C" w:rsidRDefault="00616D0C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ACE9C13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ابدوس الحوافر جسم اخويه امكسّرينه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D0C" w14:paraId="3F09989D" w14:textId="77777777" w:rsidTr="00616D0C">
        <w:trPr>
          <w:trHeight w:val="350"/>
        </w:trPr>
        <w:tc>
          <w:tcPr>
            <w:tcW w:w="3703" w:type="dxa"/>
          </w:tcPr>
          <w:p w14:paraId="131CB22E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يمغسل الزهرا البتولة ابظلمة 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EEC4901" w14:textId="77777777" w:rsidR="00616D0C" w:rsidRDefault="00616D0C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9B99157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حين رأيت اضلوعها ظل دمعك ايسيل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D0C" w14:paraId="3A028CBB" w14:textId="77777777" w:rsidTr="00616D0C">
        <w:trPr>
          <w:trHeight w:val="350"/>
        </w:trPr>
        <w:tc>
          <w:tcPr>
            <w:tcW w:w="3703" w:type="dxa"/>
          </w:tcPr>
          <w:p w14:paraId="6E3088FD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ليتك ترى صدر الذي رضوه بالخيل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7043676" w14:textId="77777777" w:rsidR="00616D0C" w:rsidRDefault="00616D0C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7AA4414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بالأعوجيّة صدر شبلك راضينه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D0C" w14:paraId="1AEB29F9" w14:textId="77777777" w:rsidTr="00616D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EDDB721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اُو سلمان في أقصى المدائن له تعنّيت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AC7349E" w14:textId="77777777" w:rsidR="00616D0C" w:rsidRDefault="00616D0C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73A841C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امن المدينة يا علي جيته اُوواريت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D0C" w14:paraId="7433F4FC" w14:textId="77777777" w:rsidTr="00616D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AB5FC6A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وامن النجف لا كربلا لحسين ما جيت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2A148DF" w14:textId="77777777" w:rsidR="00616D0C" w:rsidRDefault="00616D0C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0756F19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مدري يبويه اشلون صبرك عن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D0C" w14:paraId="067013EA" w14:textId="77777777" w:rsidTr="00616D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84A5EC3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اُو زينب عزيزة يا علي اُو عندك مصونه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8221205" w14:textId="77777777" w:rsidR="00616D0C" w:rsidRDefault="00616D0C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E19FF9E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كُل الخلايق شخصها ما ينظرونه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D0C" w14:paraId="69CAA189" w14:textId="77777777" w:rsidTr="00616D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4B89E60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بس الاسم عند الخلايق يذكرونه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9A07C5B" w14:textId="77777777" w:rsidR="00616D0C" w:rsidRDefault="00616D0C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CCF5A5D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عند الخلايق بس اسمها ذاكرينه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D0C" w14:paraId="57969D3C" w14:textId="77777777" w:rsidTr="00616D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DA3F96F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بالليل هاللي انزورها جدها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6A4EA0C" w14:textId="77777777" w:rsidR="00616D0C" w:rsidRDefault="00616D0C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FB39637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هجموا عليها اُوفي خيمها شبوا النار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D0C" w14:paraId="22980715" w14:textId="77777777" w:rsidTr="00616D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81AFE4F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فوق الهزيله ركبوها اُوهي بلا اخمار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E9AEBAC" w14:textId="77777777" w:rsidR="00616D0C" w:rsidRDefault="00616D0C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850108F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حتّى لقناع اللي عليها سالبينه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D0C" w14:paraId="18366567" w14:textId="77777777" w:rsidTr="00616D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D546EE5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اُو عقب الهوادج ركبوها اعلى 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B2F1EDB" w14:textId="77777777" w:rsidR="00616D0C" w:rsidRDefault="00616D0C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9BFA555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للطاغي ابن ازياد ودوها هديّه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D0C" w14:paraId="0CB5B4CA" w14:textId="77777777" w:rsidTr="00616D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9DCEABE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ما ظّنتي ترضى يبو النفس الأبيّه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B26826C" w14:textId="77777777" w:rsidR="00616D0C" w:rsidRDefault="00616D0C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F662566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للطاغي ابن ازياد ينظرها ابعينه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D0C" w14:paraId="5A9D230C" w14:textId="77777777" w:rsidTr="00616D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1E5713D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دخلوا بها الكوفة يحيدر في اذل 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A36126B" w14:textId="77777777" w:rsidR="00616D0C" w:rsidRDefault="00616D0C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76D63DF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هيّه اُويتامى اِحسين مكتوفين بحبال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D0C" w14:paraId="24106A8A" w14:textId="77777777" w:rsidTr="00616D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95676AC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اُوراس العزيز اِحسين في ذروة العسال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513933A" w14:textId="77777777" w:rsidR="00616D0C" w:rsidRDefault="00616D0C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B0403BE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نوره ايتلإ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ايسير قدّام الظعينه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D0C" w14:paraId="4A1A3985" w14:textId="77777777" w:rsidTr="00616D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4D3F3CC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اُوفي باب ابو الساعات وقفوا ابهم يكرّار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23C8D68" w14:textId="77777777" w:rsidR="00616D0C" w:rsidRDefault="00616D0C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809C6BF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والناس من عظم الفرح تضرب المزمار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D0C" w14:paraId="686C9BD5" w14:textId="77777777" w:rsidTr="00616D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B1D7CA1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ناس يسبوهم وناس يضربوهم بلحجار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5431A1B" w14:textId="77777777" w:rsidR="00616D0C" w:rsidRDefault="00616D0C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A4D741E" w14:textId="77777777" w:rsidR="00616D0C" w:rsidRDefault="00616D0C" w:rsidP="001D4AC3">
            <w:pPr>
              <w:pStyle w:val="libPoem"/>
            </w:pPr>
            <w:r>
              <w:rPr>
                <w:rtl/>
                <w:lang w:bidi="fa-IR"/>
              </w:rPr>
              <w:t>واِحسين راسه فوق خطي ناصبينه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9A31AAA" w14:textId="77777777" w:rsidR="00EE7C84" w:rsidRDefault="00EE7C84" w:rsidP="00F22A9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7142AEE4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C485E" w14:paraId="62DFB0D7" w14:textId="77777777" w:rsidTr="001D4AC3">
        <w:trPr>
          <w:trHeight w:val="350"/>
        </w:trPr>
        <w:tc>
          <w:tcPr>
            <w:tcW w:w="3920" w:type="dxa"/>
            <w:shd w:val="clear" w:color="auto" w:fill="auto"/>
          </w:tcPr>
          <w:p w14:paraId="263C5771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lastRenderedPageBreak/>
              <w:t>يا حيدر الكرّار تنهض من ثراها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3F35234" w14:textId="77777777" w:rsidR="004C485E" w:rsidRDefault="004C485E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8A59205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اُوشيع اجنازة بو علي اُوهلل وراها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85E" w14:paraId="6B5593CC" w14:textId="77777777" w:rsidTr="001D4AC3">
        <w:trPr>
          <w:trHeight w:val="350"/>
        </w:trPr>
        <w:tc>
          <w:tcPr>
            <w:tcW w:w="3920" w:type="dxa"/>
          </w:tcPr>
          <w:p w14:paraId="3A901EF1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اِمن الله اُومنك ترتجي زينب العونه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FFE089" w14:textId="77777777" w:rsidR="004C485E" w:rsidRDefault="004C485E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55D192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ما يستوي جسمه رميّة تتركونه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85E" w14:paraId="28994148" w14:textId="77777777" w:rsidTr="001D4AC3">
        <w:trPr>
          <w:trHeight w:val="350"/>
        </w:trPr>
        <w:tc>
          <w:tcPr>
            <w:tcW w:w="3920" w:type="dxa"/>
          </w:tcPr>
          <w:p w14:paraId="4D13D712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دفنوا ولدكم يا علي اُوباروا اظعونه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2E9EFD" w14:textId="77777777" w:rsidR="004C485E" w:rsidRDefault="004C485E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961465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جثّة أبو السجّاد لا تبقى ابعراها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85E" w14:paraId="45B11F92" w14:textId="77777777" w:rsidTr="001D4AC3">
        <w:trPr>
          <w:trHeight w:val="350"/>
        </w:trPr>
        <w:tc>
          <w:tcPr>
            <w:tcW w:w="3920" w:type="dxa"/>
          </w:tcPr>
          <w:p w14:paraId="1A6A31CA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ظلّت رميّة جثّته ماحد اليها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04C28F" w14:textId="77777777" w:rsidR="004C485E" w:rsidRDefault="004C485E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A8E04A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في الغاضريّة جثته منهو وليها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85E" w14:paraId="2D09C2AC" w14:textId="77777777" w:rsidTr="001D4AC3">
        <w:trPr>
          <w:trHeight w:val="350"/>
        </w:trPr>
        <w:tc>
          <w:tcPr>
            <w:tcW w:w="3920" w:type="dxa"/>
          </w:tcPr>
          <w:p w14:paraId="3714EFB8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إنته وليها يا علي انته وليها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3D2ADA" w14:textId="77777777" w:rsidR="004C485E" w:rsidRDefault="004C485E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A1D232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ما يصير تبقى بالثرى جثّة ابعراها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85E" w14:paraId="6B3B1599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A7E19B9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بارض المداين يا علي غسلت سلمان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ADB4DD" w14:textId="77777777" w:rsidR="004C485E" w:rsidRDefault="004C485E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002FEA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اُواريت جسمه بالقبر يا شيخ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85E" w14:paraId="6D7B8DDC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4B88D82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واِحسين ظل مطروح ولا غسل ولا اكفان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19A90A" w14:textId="77777777" w:rsidR="004C485E" w:rsidRDefault="004C485E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76C54A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شنهو السبب ما جيت للعركة تراها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85E" w14:paraId="50C2EF82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7FE12EE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عندك اُولاد امذبّحة في أرض 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28FE6B" w14:textId="77777777" w:rsidR="004C485E" w:rsidRDefault="004C485E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B50D10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ما جيت ليهم كربلا وابعينك اِتشوف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85E" w14:paraId="6945DD05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16B401E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واِحسين مرمي بالعرى مقطوع لكفوف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879C55" w14:textId="77777777" w:rsidR="004C485E" w:rsidRDefault="004C485E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85561F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الله على الجمال كفينه براها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85E" w14:paraId="4C8BDA52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83CE91A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شيخ العشيره جثته من غير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3C74D96" w14:textId="77777777" w:rsidR="004C485E" w:rsidRDefault="004C485E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F81D60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انهض اُو غسل جثته اُوشيع لها اوشيل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85E" w14:paraId="3424B493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C434B97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واره ابقبره يا علي اُوار المقاتيل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B7A47E" w14:textId="77777777" w:rsidR="004C485E" w:rsidRDefault="004C485E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2E37F0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اكفان جيب الها واغسلها ابدماها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85E" w14:paraId="122E5EFF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F3042B1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انهض يداحي الباب من قبرك اُوشيله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7B7197" w14:textId="77777777" w:rsidR="004C485E" w:rsidRDefault="004C485E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C1A046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مطروح جسم اِحسين ما واحد يجي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85E" w14:paraId="49CFDD7A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7FF0DA5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ما أحد أولى يا علي منّك ايشيله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BB1E7A" w14:textId="77777777" w:rsidR="004C485E" w:rsidRDefault="004C485E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8CF640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سلبوا المصونه اُوشبوا النار ابخباها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6705E32" w14:textId="77777777" w:rsidR="00EE7C84" w:rsidRDefault="00EE7C84" w:rsidP="004C485E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C485E" w14:paraId="3427BF56" w14:textId="77777777" w:rsidTr="001D4AC3">
        <w:trPr>
          <w:trHeight w:val="350"/>
        </w:trPr>
        <w:tc>
          <w:tcPr>
            <w:tcW w:w="3920" w:type="dxa"/>
            <w:shd w:val="clear" w:color="auto" w:fill="auto"/>
          </w:tcPr>
          <w:p w14:paraId="5FDA8BF0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صارت صوابح يا علي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E3765FB" w14:textId="77777777" w:rsidR="004C485E" w:rsidRDefault="004C485E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E502853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آجرك الله في هلجساد الرميّه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85E" w14:paraId="56A2762F" w14:textId="77777777" w:rsidTr="001D4AC3">
        <w:trPr>
          <w:trHeight w:val="350"/>
        </w:trPr>
        <w:tc>
          <w:tcPr>
            <w:tcW w:w="3920" w:type="dxa"/>
          </w:tcPr>
          <w:p w14:paraId="73E40F25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أجساد يا حيدر على التربان صرعى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25F488" w14:textId="77777777" w:rsidR="004C485E" w:rsidRDefault="004C485E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22C313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اُونسوان يا كرّار فوق اجمال تنعى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85E" w14:paraId="6536A181" w14:textId="77777777" w:rsidTr="001D4AC3">
        <w:trPr>
          <w:trHeight w:val="350"/>
        </w:trPr>
        <w:tc>
          <w:tcPr>
            <w:tcW w:w="3920" w:type="dxa"/>
          </w:tcPr>
          <w:p w14:paraId="319CD173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والله خجاله يا علي من غير اقنعه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1C0397" w14:textId="77777777" w:rsidR="004C485E" w:rsidRDefault="004C485E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C29764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من كربلا للشام ودوها هديّه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85E" w14:paraId="1CD36BB0" w14:textId="77777777" w:rsidTr="001D4AC3">
        <w:trPr>
          <w:trHeight w:val="350"/>
        </w:trPr>
        <w:tc>
          <w:tcPr>
            <w:tcW w:w="3920" w:type="dxa"/>
          </w:tcPr>
          <w:p w14:paraId="7BDECB52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يا حيدر الكرّار صرنا ابغير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2AF37D" w14:textId="77777777" w:rsidR="004C485E" w:rsidRDefault="004C485E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CBCF0F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وانا يبويه اصفق ايميني ابشمالي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85E" w14:paraId="2407DCB9" w14:textId="77777777" w:rsidTr="001D4AC3">
        <w:trPr>
          <w:trHeight w:val="350"/>
        </w:trPr>
        <w:tc>
          <w:tcPr>
            <w:tcW w:w="3920" w:type="dxa"/>
          </w:tcPr>
          <w:p w14:paraId="75D6EE5D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من بعد اخويه اِحسين واتشتيت حالي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83652A" w14:textId="77777777" w:rsidR="004C485E" w:rsidRDefault="004C485E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CCCE01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راحت الدوله والخيم ظلّت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85E" w14:paraId="33124C41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CAB6F4F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والله عجيبه دولتي افتلت بلطفوف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DA1C31" w14:textId="77777777" w:rsidR="004C485E" w:rsidRDefault="004C485E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784C42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كم قمر غاب اُوكم بدر بالخيل مخسوف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85E" w14:paraId="3F5A738A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0043001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اُوكم جسد لعبت بيه ارماح مع اسيوف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B280C4" w14:textId="77777777" w:rsidR="004C485E" w:rsidRDefault="004C485E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028FFC" w14:textId="77777777" w:rsidR="004C485E" w:rsidRDefault="004C485E" w:rsidP="001D4AC3">
            <w:pPr>
              <w:pStyle w:val="libPoem"/>
            </w:pPr>
            <w:r>
              <w:rPr>
                <w:rtl/>
                <w:lang w:bidi="fa-IR"/>
              </w:rPr>
              <w:t>مثل الولد لكبر علي الشمس المضيّه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C0F496E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99" w:type="pct"/>
        <w:tblInd w:w="384" w:type="dxa"/>
        <w:tblLook w:val="01E0" w:firstRow="1" w:lastRow="1" w:firstColumn="1" w:lastColumn="1" w:noHBand="0" w:noVBand="0"/>
      </w:tblPr>
      <w:tblGrid>
        <w:gridCol w:w="3955"/>
        <w:gridCol w:w="294"/>
        <w:gridCol w:w="3988"/>
      </w:tblGrid>
      <w:tr w:rsidR="000F19B5" w14:paraId="6ABBB5AD" w14:textId="77777777" w:rsidTr="00467513">
        <w:trPr>
          <w:trHeight w:val="350"/>
        </w:trPr>
        <w:tc>
          <w:tcPr>
            <w:tcW w:w="3701" w:type="dxa"/>
            <w:shd w:val="clear" w:color="auto" w:fill="auto"/>
          </w:tcPr>
          <w:p w14:paraId="4180C1B3" w14:textId="77777777" w:rsidR="000F19B5" w:rsidRDefault="000F19B5" w:rsidP="001D4AC3">
            <w:pPr>
              <w:pStyle w:val="libPoem"/>
            </w:pPr>
            <w:r>
              <w:rPr>
                <w:rtl/>
                <w:lang w:bidi="fa-IR"/>
              </w:rPr>
              <w:lastRenderedPageBreak/>
              <w:t>كم طفل يا كرّار ذاك اليوم مفطوم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0393C779" w14:textId="77777777" w:rsidR="000F19B5" w:rsidRDefault="000F19B5" w:rsidP="001D4AC3">
            <w:pPr>
              <w:pStyle w:val="libPoem"/>
              <w:rPr>
                <w:rtl/>
              </w:rPr>
            </w:pPr>
          </w:p>
        </w:tc>
        <w:tc>
          <w:tcPr>
            <w:tcW w:w="3731" w:type="dxa"/>
            <w:shd w:val="clear" w:color="auto" w:fill="auto"/>
          </w:tcPr>
          <w:p w14:paraId="57581F75" w14:textId="77777777" w:rsidR="000F19B5" w:rsidRDefault="000F19B5" w:rsidP="001D4AC3">
            <w:pPr>
              <w:pStyle w:val="libPoem"/>
            </w:pPr>
            <w:r>
              <w:rPr>
                <w:rtl/>
                <w:lang w:bidi="fa-IR"/>
              </w:rPr>
              <w:t>اُوكم شاب عرس واختضب من فيض لدموم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19B5" w14:paraId="7F0419FB" w14:textId="77777777" w:rsidTr="00467513">
        <w:trPr>
          <w:trHeight w:val="350"/>
        </w:trPr>
        <w:tc>
          <w:tcPr>
            <w:tcW w:w="3701" w:type="dxa"/>
          </w:tcPr>
          <w:p w14:paraId="3E359673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اُوكم صدر حاوي اعلوم ظل بالخيل محطوم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8D98322" w14:textId="77777777" w:rsidR="000F19B5" w:rsidRDefault="000F19B5" w:rsidP="001D4AC3">
            <w:pPr>
              <w:pStyle w:val="libPoem"/>
              <w:rPr>
                <w:rtl/>
              </w:rPr>
            </w:pPr>
          </w:p>
        </w:tc>
        <w:tc>
          <w:tcPr>
            <w:tcW w:w="3731" w:type="dxa"/>
          </w:tcPr>
          <w:p w14:paraId="3B888286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أضحت على جسمه تدوس الأعوجيّه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19B5" w14:paraId="4443B0B2" w14:textId="77777777" w:rsidTr="00467513">
        <w:trPr>
          <w:trHeight w:val="350"/>
        </w:trPr>
        <w:tc>
          <w:tcPr>
            <w:tcW w:w="3701" w:type="dxa"/>
          </w:tcPr>
          <w:p w14:paraId="5B65A113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اُو باقي البقيّة بالحديد امقيّدينه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4E14F82" w14:textId="77777777" w:rsidR="000F19B5" w:rsidRDefault="000F19B5" w:rsidP="001D4AC3">
            <w:pPr>
              <w:pStyle w:val="libPoem"/>
              <w:rPr>
                <w:rtl/>
              </w:rPr>
            </w:pPr>
          </w:p>
        </w:tc>
        <w:tc>
          <w:tcPr>
            <w:tcW w:w="3731" w:type="dxa"/>
          </w:tcPr>
          <w:p w14:paraId="32B426DD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ما شغله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النوح وامجاذب ونينه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19B5" w14:paraId="0CB2332A" w14:textId="77777777" w:rsidTr="00467513">
        <w:trPr>
          <w:trHeight w:val="350"/>
        </w:trPr>
        <w:tc>
          <w:tcPr>
            <w:tcW w:w="3701" w:type="dxa"/>
          </w:tcPr>
          <w:p w14:paraId="73DE7048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مغلولة اشماله يحيدر مَعْ يمينه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7866F45" w14:textId="77777777" w:rsidR="000F19B5" w:rsidRDefault="000F19B5" w:rsidP="001D4AC3">
            <w:pPr>
              <w:pStyle w:val="libPoem"/>
              <w:rPr>
                <w:rtl/>
              </w:rPr>
            </w:pPr>
          </w:p>
        </w:tc>
        <w:tc>
          <w:tcPr>
            <w:tcW w:w="3731" w:type="dxa"/>
          </w:tcPr>
          <w:p w14:paraId="3B67804F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اُو مشدودة اِرجوله تحت بطن المطيّه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19B5" w14:paraId="5D92E746" w14:textId="77777777" w:rsidTr="00467513">
        <w:trPr>
          <w:trHeight w:val="350"/>
        </w:trPr>
        <w:tc>
          <w:tcPr>
            <w:tcW w:w="3701" w:type="dxa"/>
          </w:tcPr>
          <w:p w14:paraId="2B618B48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غلوا يدينه وأوضعوا اِبحلقه زناجيل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8290566" w14:textId="77777777" w:rsidR="000F19B5" w:rsidRDefault="000F19B5" w:rsidP="001D4AC3">
            <w:pPr>
              <w:pStyle w:val="libPoem"/>
              <w:rPr>
                <w:rtl/>
              </w:rPr>
            </w:pPr>
          </w:p>
        </w:tc>
        <w:tc>
          <w:tcPr>
            <w:tcW w:w="3731" w:type="dxa"/>
          </w:tcPr>
          <w:p w14:paraId="38C0F565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واحنا معاه انوح باظهور المهازيل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19B5" w14:paraId="2DBD2624" w14:textId="77777777" w:rsidTr="004675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1" w:type="dxa"/>
          </w:tcPr>
          <w:p w14:paraId="67BF627C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واِحسين خليناه مرمي ابغير تغسيل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4322B21" w14:textId="77777777" w:rsidR="000F19B5" w:rsidRDefault="000F19B5" w:rsidP="001D4AC3">
            <w:pPr>
              <w:pStyle w:val="libPoem"/>
              <w:rPr>
                <w:rtl/>
              </w:rPr>
            </w:pPr>
          </w:p>
        </w:tc>
        <w:tc>
          <w:tcPr>
            <w:tcW w:w="3731" w:type="dxa"/>
          </w:tcPr>
          <w:p w14:paraId="03AD630A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اُو صدره امرضض من اطراد الأعوجيّه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C6CECB3" w14:textId="77777777" w:rsidR="00EE7C84" w:rsidRDefault="00EE7C84" w:rsidP="000F19B5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F19B5" w14:paraId="5E44A6E2" w14:textId="77777777" w:rsidTr="001D4AC3">
        <w:trPr>
          <w:trHeight w:val="350"/>
        </w:trPr>
        <w:tc>
          <w:tcPr>
            <w:tcW w:w="3920" w:type="dxa"/>
            <w:shd w:val="clear" w:color="auto" w:fill="auto"/>
          </w:tcPr>
          <w:p w14:paraId="09C15CA8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يا مظهر الإسلام يا حيدر الكرّار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A0C5366" w14:textId="77777777" w:rsidR="000F19B5" w:rsidRDefault="000F19B5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5E85D01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جتّك اشكاية امن الحرم يا حامي الجار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19B5" w14:paraId="082F2F4E" w14:textId="77777777" w:rsidTr="001D4AC3">
        <w:trPr>
          <w:trHeight w:val="350"/>
        </w:trPr>
        <w:tc>
          <w:tcPr>
            <w:tcW w:w="3920" w:type="dxa"/>
          </w:tcPr>
          <w:p w14:paraId="0AC31CCC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جتّك اشكاية امن الحرم بويه انهض الها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3478C6" w14:textId="77777777" w:rsidR="000F19B5" w:rsidRDefault="000F19B5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0A4CC0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زينب ذليلة اُوفاقدة جملة أهلها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19B5" w14:paraId="7733BD75" w14:textId="77777777" w:rsidTr="001D4AC3">
        <w:trPr>
          <w:trHeight w:val="350"/>
        </w:trPr>
        <w:tc>
          <w:tcPr>
            <w:tcW w:w="3920" w:type="dxa"/>
          </w:tcPr>
          <w:p w14:paraId="153676BD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ما للملازم يا علي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اهلها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75FB5D" w14:textId="77777777" w:rsidR="000F19B5" w:rsidRDefault="000F19B5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38FC4B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واليوم حزاتك تجرد سيف لفقار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19B5" w14:paraId="449529A4" w14:textId="77777777" w:rsidTr="001D4AC3">
        <w:trPr>
          <w:trHeight w:val="350"/>
        </w:trPr>
        <w:tc>
          <w:tcPr>
            <w:tcW w:w="3920" w:type="dxa"/>
          </w:tcPr>
          <w:p w14:paraId="16F82738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طبيت بير العلم لى طاعة الهادي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05509B" w14:textId="77777777" w:rsidR="000F19B5" w:rsidRDefault="000F19B5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F22C2A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اُوفي طاعة الرحمن وافنيت الأعادي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19B5" w14:paraId="1CF19B61" w14:textId="77777777" w:rsidTr="001D4AC3">
        <w:trPr>
          <w:trHeight w:val="350"/>
        </w:trPr>
        <w:tc>
          <w:tcPr>
            <w:tcW w:w="3920" w:type="dxa"/>
          </w:tcPr>
          <w:p w14:paraId="296B3F16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اُوخلّيتهم صرعى على حرِّ الوهادي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6005EA" w14:textId="77777777" w:rsidR="000F19B5" w:rsidRDefault="000F19B5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CF8A19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ما هالك الأصوات والدخان والنار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19B5" w14:paraId="10E0AF07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BE297D9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كم لك وقايع تعتجب منها البريّه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E86834" w14:textId="77777777" w:rsidR="000F19B5" w:rsidRDefault="000F19B5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F25CD8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يا منجي العذرا يقيدوم السريّه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19B5" w14:paraId="1DA72A5E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6A74A08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لكن يحيدر ما وصلت الغاضريّه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CFC802" w14:textId="77777777" w:rsidR="000F19B5" w:rsidRDefault="000F19B5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38C9ED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اُوشفت العزيز اِحسين واخوانه ولنصار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19B5" w14:paraId="2D3EE421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1112481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شبّان ماليهم مثيل والملا اشهود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B22E3E" w14:textId="77777777" w:rsidR="000F19B5" w:rsidRDefault="000F19B5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A5085E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ان عدت الشجعان هم خيرة الموجود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19B5" w14:paraId="4171B907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0C281A1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وان عد اهل الكرم هم بحره المورود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F3EDCF" w14:textId="77777777" w:rsidR="000F19B5" w:rsidRDefault="000F19B5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8F6DC64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يا عين صبي لجلهم دمعك النثار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19B5" w14:paraId="0D8C7DCA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2D40D12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لكن يحيدر قدر الباري عليهم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0648F9" w14:textId="77777777" w:rsidR="000F19B5" w:rsidRDefault="000F19B5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2A65B3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طاحوا على التربان واحزني عليهم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19B5" w14:paraId="2F63F669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1C2684D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اُوحزني لزينب والنسا تبكي عليهم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283B78" w14:textId="77777777" w:rsidR="000F19B5" w:rsidRDefault="000F19B5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7E6134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يا غيرة الله ما لهم حامي ولا جار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19B5" w14:paraId="46465769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8F0F0FD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ليتك رأيت اِحسين وحده ابغير ناصر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59E164" w14:textId="77777777" w:rsidR="000F19B5" w:rsidRDefault="000F19B5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289E1C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تكسر الخاطر وحدته تكسر الخاطر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19B5" w14:paraId="308BF028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3943CAD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فاقد اخوانه اُو عزوته اُو حوله العساكر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E8710B" w14:textId="77777777" w:rsidR="000F19B5" w:rsidRDefault="000F19B5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84595AD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يبكي اخوانه يا علي اُو يبكي الأنصار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19B5" w14:paraId="47C35615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388EE00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اُوجاهد لحتّى اعلى الثرى جسمه تقنطر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1F23B5" w14:textId="77777777" w:rsidR="000F19B5" w:rsidRDefault="000F19B5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A9A8F3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امن العطش والحر يا علي قلبه تفطر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19B5" w14:paraId="1EB56945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BCA3B5F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اُوحين وقع حاطت على جسمه العسكر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5479E4" w14:textId="77777777" w:rsidR="000F19B5" w:rsidRDefault="000F19B5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D4D328" w14:textId="77777777" w:rsidR="000F19B5" w:rsidRDefault="00467513" w:rsidP="001D4AC3">
            <w:pPr>
              <w:pStyle w:val="libPoem"/>
            </w:pPr>
            <w:r>
              <w:rPr>
                <w:rtl/>
                <w:lang w:bidi="fa-IR"/>
              </w:rPr>
              <w:t>الكل يريد ايحز راسه يا حمى الجار</w:t>
            </w:r>
            <w:r w:rsidR="000F19B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094375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D4AC3" w14:paraId="58A78A8D" w14:textId="77777777" w:rsidTr="001D4AC3">
        <w:trPr>
          <w:trHeight w:val="350"/>
        </w:trPr>
        <w:tc>
          <w:tcPr>
            <w:tcW w:w="3920" w:type="dxa"/>
            <w:shd w:val="clear" w:color="auto" w:fill="auto"/>
          </w:tcPr>
          <w:p w14:paraId="411BABB8" w14:textId="77777777" w:rsidR="001D4AC3" w:rsidRDefault="001D4AC3" w:rsidP="001D4AC3">
            <w:pPr>
              <w:pStyle w:val="libPoem"/>
            </w:pPr>
            <w:r>
              <w:rPr>
                <w:rtl/>
                <w:lang w:bidi="fa-IR"/>
              </w:rPr>
              <w:lastRenderedPageBreak/>
              <w:t>اُوجاه الشمر واركب على صدره ولا هاب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D9784A3" w14:textId="77777777" w:rsidR="001D4AC3" w:rsidRDefault="001D4AC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8C85668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واحتز راس اِحسين يامن للعلم باب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4AC3" w14:paraId="456A4DD1" w14:textId="77777777" w:rsidTr="001D4AC3">
        <w:trPr>
          <w:trHeight w:val="350"/>
        </w:trPr>
        <w:tc>
          <w:tcPr>
            <w:tcW w:w="3920" w:type="dxa"/>
          </w:tcPr>
          <w:p w14:paraId="2E7B3AF6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اُوشبّوا العدى النيران يا حيدر بلطناب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91ACE2" w14:textId="77777777" w:rsidR="001D4AC3" w:rsidRDefault="001D4AC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A238D0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اُوفرّت خوات اِحسين يوم شبّوا النار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4AC3" w14:paraId="3D700409" w14:textId="77777777" w:rsidTr="001D4AC3">
        <w:trPr>
          <w:trHeight w:val="350"/>
        </w:trPr>
        <w:tc>
          <w:tcPr>
            <w:tcW w:w="3920" w:type="dxa"/>
          </w:tcPr>
          <w:p w14:paraId="1A3824FE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اُو زينب تنادي اِحسين خويه يا شفيّه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EFE47C" w14:textId="77777777" w:rsidR="001D4AC3" w:rsidRDefault="001D4AC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1D5C6F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حرقوا خيمنا يا غريب الغاضريّه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4AC3" w14:paraId="7E5F0487" w14:textId="77777777" w:rsidTr="001D4AC3">
        <w:trPr>
          <w:trHeight w:val="350"/>
        </w:trPr>
        <w:tc>
          <w:tcPr>
            <w:tcW w:w="3920" w:type="dxa"/>
          </w:tcPr>
          <w:p w14:paraId="0D57B4E6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ترضى يبو الشيمة ابها لذلّة عليّه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C3970B" w14:textId="77777777" w:rsidR="001D4AC3" w:rsidRDefault="001D4AC3" w:rsidP="001D4A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8689BF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ماني العزيزة امخدّرة حيدر الكرّار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E3DAC54" w14:textId="77777777" w:rsidR="00EE7C84" w:rsidRDefault="00EE7C84" w:rsidP="00CA3AB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8"/>
        <w:gridCol w:w="294"/>
        <w:gridCol w:w="3919"/>
      </w:tblGrid>
      <w:tr w:rsidR="001D4AC3" w14:paraId="06E26932" w14:textId="77777777" w:rsidTr="001D4AC3">
        <w:trPr>
          <w:trHeight w:val="350"/>
        </w:trPr>
        <w:tc>
          <w:tcPr>
            <w:tcW w:w="3703" w:type="dxa"/>
            <w:shd w:val="clear" w:color="auto" w:fill="auto"/>
          </w:tcPr>
          <w:p w14:paraId="3F08D1AE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اِنهض يحيدر وانصب المآتم على ابناك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5060DEC5" w14:textId="77777777" w:rsidR="001D4AC3" w:rsidRDefault="001D4AC3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  <w:shd w:val="clear" w:color="auto" w:fill="auto"/>
          </w:tcPr>
          <w:p w14:paraId="2F4F0E40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اُوحشّم الحمزة اُو جعفر الطيّار ويّاك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4AC3" w14:paraId="254F2D3F" w14:textId="77777777" w:rsidTr="001D4AC3">
        <w:trPr>
          <w:trHeight w:val="350"/>
        </w:trPr>
        <w:tc>
          <w:tcPr>
            <w:tcW w:w="3703" w:type="dxa"/>
          </w:tcPr>
          <w:p w14:paraId="36EA62A1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اُو ثور من وادي الغري ابجيش عرمرم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8D68E8E" w14:textId="77777777" w:rsidR="001D4AC3" w:rsidRDefault="001D4AC3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A27D625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نار اللظى بحشاك يا حيدر تضرم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4AC3" w14:paraId="2BB1F88F" w14:textId="77777777" w:rsidTr="001D4AC3">
        <w:trPr>
          <w:trHeight w:val="350"/>
        </w:trPr>
        <w:tc>
          <w:tcPr>
            <w:tcW w:w="3703" w:type="dxa"/>
          </w:tcPr>
          <w:p w14:paraId="6987A1A0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على بنيك اللي فجعك بهم امحرّم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3506BDE" w14:textId="77777777" w:rsidR="001D4AC3" w:rsidRDefault="001D4AC3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F46D6FA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الوادي الغري عنهم خبر يا حيف ماجاك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4AC3" w14:paraId="4EE017D1" w14:textId="77777777" w:rsidTr="001D4AC3">
        <w:trPr>
          <w:trHeight w:val="350"/>
        </w:trPr>
        <w:tc>
          <w:tcPr>
            <w:tcW w:w="3703" w:type="dxa"/>
          </w:tcPr>
          <w:p w14:paraId="65994137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سبعين مدرع يا علي ماتوا عطاشا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367CED2" w14:textId="77777777" w:rsidR="001D4AC3" w:rsidRDefault="001D4AC3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0762117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واِحسين وادي كربلا تربة افراشه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4AC3" w14:paraId="0A2E0FA0" w14:textId="77777777" w:rsidTr="001D4AC3">
        <w:trPr>
          <w:trHeight w:val="350"/>
        </w:trPr>
        <w:tc>
          <w:tcPr>
            <w:tcW w:w="3703" w:type="dxa"/>
          </w:tcPr>
          <w:p w14:paraId="05FE8A11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حاشاك تنسى اِحسين يابو اِحسين حاشا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10364A7" w14:textId="77777777" w:rsidR="001D4AC3" w:rsidRDefault="001D4AC3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A39102B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وانته الذي ما دارت الافلاك لولاك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4AC3" w14:paraId="1F8047BC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41A23F9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ليتك حضرت اِحسين يوم الطفِّ باجناد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9E2DFCD" w14:textId="77777777" w:rsidR="001D4AC3" w:rsidRDefault="001D4AC3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FB074DE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وامليت وادي كربلا بالخيل واطراد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4AC3" w14:paraId="08E5C5BB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74CBE08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ماكان زينب وصلت مجلس بن ازياد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622FE5D" w14:textId="77777777" w:rsidR="001D4AC3" w:rsidRDefault="001D4AC3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7851E3C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ولا على الهزل غدت حسرا اُوتنخاك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4AC3" w14:paraId="6CEE717E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1DF59EB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ولا اخذوها اُوخلت الوالي رميّه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089750C" w14:textId="77777777" w:rsidR="001D4AC3" w:rsidRDefault="001D4AC3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45C1DC2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اُولا كان صدر ابنك ترضّه الأعوجيّه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4AC3" w14:paraId="07112EE7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284DCB2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ولا ركبت زينب على كور المطيّه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E135E20" w14:textId="77777777" w:rsidR="001D4AC3" w:rsidRDefault="001D4AC3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80EB3B7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تنعى اُودمع العين في الخدّين سفاك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4AC3" w14:paraId="5BBADCD4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94108F8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اتحاتي نفسها لو تحاتي زين لعباد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F01DCA7" w14:textId="77777777" w:rsidR="001D4AC3" w:rsidRDefault="001D4AC3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57A9BE1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تنظر عليه الجامعة واغلال لقياد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4AC3" w14:paraId="25572314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AB6A5E8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لو الجنايز هالذي في حر لوهاد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C07768B" w14:textId="77777777" w:rsidR="001D4AC3" w:rsidRDefault="001D4AC3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55B945B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وإ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تحاتي نسوتك ويا يتاماك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4AC3" w14:paraId="095DFF9D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AE97CB3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واَعظم عليها يوم شالوها على الكور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A61AEFB" w14:textId="77777777" w:rsidR="001D4AC3" w:rsidRDefault="001D4AC3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0827F64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وارجالها ظلّت تعاينهم بلا اقبور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4AC3" w14:paraId="12384169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623ED2B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كُلهم قضوا ما بين مطعون اُو منحور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B4E813B" w14:textId="77777777" w:rsidR="001D4AC3" w:rsidRDefault="001D4AC3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DC0A2F3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لامتى يبو الحسنين تترك حالة اعداك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4AC3" w14:paraId="6F87D664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33219D0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صبرك يحيدر لو الأمر ما حان حينه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414EAAD" w14:textId="77777777" w:rsidR="001D4AC3" w:rsidRDefault="001D4AC3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17BA579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لو ما دريت اِحسين ظامي ذابحينه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4AC3" w14:paraId="2E7D93CF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938A673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اُوراسه على ذروة قناة شايلينه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D5667D1" w14:textId="77777777" w:rsidR="001D4AC3" w:rsidRDefault="001D4AC3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6D96ED5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لوما يداحي الباب جالك خبر ابناك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4AC3" w14:paraId="4FD32B53" w14:textId="77777777" w:rsidTr="001D4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29C290B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حيدر يداحي الباب يرجى لك محبك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BDF515A" w14:textId="77777777" w:rsidR="001D4AC3" w:rsidRDefault="001D4AC3" w:rsidP="001D4AC3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140D90A" w14:textId="77777777" w:rsidR="001D4AC3" w:rsidRDefault="00DF5CF4" w:rsidP="001D4AC3">
            <w:pPr>
              <w:pStyle w:val="libPoem"/>
            </w:pPr>
            <w:r>
              <w:rPr>
                <w:rtl/>
                <w:lang w:bidi="fa-IR"/>
              </w:rPr>
              <w:t>ولا يقدم في القيامة غير حبك</w:t>
            </w:r>
            <w:r w:rsidR="001D4AC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331EF0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F7D70" w14:paraId="36BC46D8" w14:textId="77777777" w:rsidTr="00282649">
        <w:trPr>
          <w:trHeight w:val="350"/>
        </w:trPr>
        <w:tc>
          <w:tcPr>
            <w:tcW w:w="3920" w:type="dxa"/>
            <w:shd w:val="clear" w:color="auto" w:fill="auto"/>
          </w:tcPr>
          <w:p w14:paraId="5DACFF78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lastRenderedPageBreak/>
              <w:t>وانته شفيعه في القيامة عند ربّك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0D18385" w14:textId="77777777" w:rsidR="00FF7D70" w:rsidRDefault="00FF7D70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0AF78DC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دنيا اُو آخره يا علي علوان ينخاك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FF6ABC6" w14:textId="77777777" w:rsidR="00EE7C84" w:rsidRDefault="00EE7C84" w:rsidP="00DF5CF4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F7D70" w14:paraId="711FB205" w14:textId="77777777" w:rsidTr="00282649">
        <w:trPr>
          <w:trHeight w:val="350"/>
        </w:trPr>
        <w:tc>
          <w:tcPr>
            <w:tcW w:w="3920" w:type="dxa"/>
            <w:shd w:val="clear" w:color="auto" w:fill="auto"/>
          </w:tcPr>
          <w:p w14:paraId="6528CCEE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طوّل الغيبة بالنجف حيدر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94AA5FE" w14:textId="77777777" w:rsidR="00FF7D70" w:rsidRDefault="00FF7D70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FCEF1D0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لوما درى بحسين مرمي فوق لوعار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7D70" w14:paraId="36180599" w14:textId="77777777" w:rsidTr="00282649">
        <w:trPr>
          <w:trHeight w:val="350"/>
        </w:trPr>
        <w:tc>
          <w:tcPr>
            <w:tcW w:w="3920" w:type="dxa"/>
          </w:tcPr>
          <w:p w14:paraId="67FD5496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انهض يبو الحسنين باَرض النجف لا تنام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A2F88C" w14:textId="77777777" w:rsidR="00FF7D70" w:rsidRDefault="00FF7D70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260EF2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تنخاك زينب والعليل اُوذيك ليتام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7D70" w14:paraId="0482FAF8" w14:textId="77777777" w:rsidTr="00282649">
        <w:trPr>
          <w:trHeight w:val="350"/>
        </w:trPr>
        <w:tc>
          <w:tcPr>
            <w:tcW w:w="3920" w:type="dxa"/>
          </w:tcPr>
          <w:p w14:paraId="529B9473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ترضى يبو الحملات زينب تمضي لشّام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9ADFC3" w14:textId="77777777" w:rsidR="00FF7D70" w:rsidRDefault="00FF7D70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870978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ماهي العزيزة اللي تخدّرها بلخدار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7D70" w14:paraId="1C7E3558" w14:textId="77777777" w:rsidTr="00282649">
        <w:trPr>
          <w:trHeight w:val="350"/>
        </w:trPr>
        <w:tc>
          <w:tcPr>
            <w:tcW w:w="3920" w:type="dxa"/>
          </w:tcPr>
          <w:p w14:paraId="2FE29C50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في وين راح اللي حمى مكّة اُو طيبه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9386F3" w14:textId="77777777" w:rsidR="00FF7D70" w:rsidRDefault="00FF7D70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ACE29B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واللي سكن وادي الغري ليث الحرييه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7D70" w14:paraId="0F46595A" w14:textId="77777777" w:rsidTr="00282649">
        <w:trPr>
          <w:trHeight w:val="350"/>
        </w:trPr>
        <w:tc>
          <w:tcPr>
            <w:tcW w:w="3920" w:type="dxa"/>
          </w:tcPr>
          <w:p w14:paraId="30D12D23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ثوروا يهلنا ابكربلا حلّتْ امصيبه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BD6C15" w14:textId="77777777" w:rsidR="00FF7D70" w:rsidRDefault="00FF7D70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E84FB2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فاتوا العدى بادموم ثوروا ياهل الثار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7D70" w14:paraId="6371B3D6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8DE8493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يمشيد الإسلام والدين ابيمينه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90BBB1" w14:textId="77777777" w:rsidR="00FF7D70" w:rsidRDefault="00FF7D70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7D494B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واللي كشف كرب النّبي راعي السكينه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7D70" w14:paraId="58CC46A1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C0D00AC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في كربلا شبلك يحيدر ذا بحينه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DF777D" w14:textId="77777777" w:rsidR="00FF7D70" w:rsidRDefault="00FF7D70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F7C84E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قوم اطلق الميمون حيدر واطلب الثار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7D70" w14:paraId="6CDF0C2B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FBE76B7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مرت على خوها الحزينة اُوهي اتنادي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DD175C" w14:textId="77777777" w:rsidR="00FF7D70" w:rsidRDefault="00FF7D70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D5E5D6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سلبوا الحرم دنهض يخويه يا سنادي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7D70" w14:paraId="5EC8C392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3E2CE20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شوف العليل ابقيد مغلول الايادي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0A68E1" w14:textId="77777777" w:rsidR="00FF7D70" w:rsidRDefault="00FF7D70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6675F9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ترضى يبو الشيمه نروح ابأيد فجار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7D70" w14:paraId="55709F80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703AA74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يحسين ظعن الحرم للشامات شايل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AF0BFE" w14:textId="77777777" w:rsidR="00FF7D70" w:rsidRDefault="00FF7D70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6BDFAC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وانته ينور العين مرمي ابغير غاسل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7D70" w14:paraId="3CD522A4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CA3DF6B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اتربيت باظلالك اُوعنّي اليوم زايل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BEF79F" w14:textId="77777777" w:rsidR="00FF7D70" w:rsidRDefault="00FF7D70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A2E49E1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هذي اليتامى امقيديها اصغار واكبار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7D70" w14:paraId="2E08BBF0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79EC89D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ضيعتني يحسين يا حامي الظعينه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83237A" w14:textId="77777777" w:rsidR="00FF7D70" w:rsidRDefault="00FF7D70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F4BD23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ملنا ولي بين العدى ينغر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7D70" w14:paraId="4D3D741D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01EAB76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جتنا نسا وارجال تتفرج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A491B7" w14:textId="77777777" w:rsidR="00FF7D70" w:rsidRDefault="00FF7D70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76F261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اُوسكنة تنادي وين عنا حامي الجار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7D70" w14:paraId="63399745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99C668F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وين الذي بالامس يحمي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17569E" w14:textId="77777777" w:rsidR="00FF7D70" w:rsidRDefault="00FF7D70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6296A1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اُوكل الحريم اتلوذ تحت اظلال 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7D70" w14:paraId="07A4CAC0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36D2AC7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اُوسكنة تنادي وين عبّاس الشفيّه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0EDFAB" w14:textId="77777777" w:rsidR="00FF7D70" w:rsidRDefault="00FF7D70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A798FC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ترضى يعمّي اركب الناقه بلا اخدار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802DB00" w14:textId="77777777" w:rsidR="00EE7C84" w:rsidRDefault="00EE7C84" w:rsidP="00FF7D70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F7D70" w14:paraId="013B248F" w14:textId="77777777" w:rsidTr="00282649">
        <w:trPr>
          <w:trHeight w:val="350"/>
        </w:trPr>
        <w:tc>
          <w:tcPr>
            <w:tcW w:w="3920" w:type="dxa"/>
            <w:shd w:val="clear" w:color="auto" w:fill="auto"/>
          </w:tcPr>
          <w:p w14:paraId="00987222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طوّل الغيبة بالنجف حامي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35F41BD" w14:textId="77777777" w:rsidR="00FF7D70" w:rsidRDefault="00FF7D70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869E321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ميجي يشوف اِحسين في الغبرة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7D70" w14:paraId="29FD14EB" w14:textId="77777777" w:rsidTr="00282649">
        <w:trPr>
          <w:trHeight w:val="350"/>
        </w:trPr>
        <w:tc>
          <w:tcPr>
            <w:tcW w:w="3920" w:type="dxa"/>
          </w:tcPr>
          <w:p w14:paraId="54F644EF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يا ليت بالرايات جانا اُوحوله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BF6D81" w14:textId="77777777" w:rsidR="00FF7D70" w:rsidRDefault="00FF7D70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D8A349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ويا بني عدنان بسيوف مساليل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7D70" w14:paraId="6EEFC1DB" w14:textId="77777777" w:rsidTr="00282649">
        <w:trPr>
          <w:trHeight w:val="350"/>
        </w:trPr>
        <w:tc>
          <w:tcPr>
            <w:tcW w:w="3920" w:type="dxa"/>
          </w:tcPr>
          <w:p w14:paraId="6D183656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اُوعاين الشبله بالثرى من غير تغسيل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E97F92" w14:textId="77777777" w:rsidR="00FF7D70" w:rsidRDefault="00FF7D70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CFE779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مرمي اُوعلى جسمه تدوس الأعوجيّه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7D70" w14:paraId="42165817" w14:textId="77777777" w:rsidTr="00282649">
        <w:trPr>
          <w:trHeight w:val="350"/>
        </w:trPr>
        <w:tc>
          <w:tcPr>
            <w:tcW w:w="3920" w:type="dxa"/>
          </w:tcPr>
          <w:p w14:paraId="7EECD189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سافر ظعنا والولي في الترب مطعون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2F7306" w14:textId="77777777" w:rsidR="00FF7D70" w:rsidRDefault="00FF7D70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5C8991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من حوله الشبان في العركة يونون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7D70" w14:paraId="672D4331" w14:textId="77777777" w:rsidTr="00282649">
        <w:trPr>
          <w:trHeight w:val="350"/>
        </w:trPr>
        <w:tc>
          <w:tcPr>
            <w:tcW w:w="3920" w:type="dxa"/>
          </w:tcPr>
          <w:p w14:paraId="6E3E5114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ناديت حادي الظعن يا حادي على هون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B96D97" w14:textId="77777777" w:rsidR="00FF7D70" w:rsidRDefault="00FF7D70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AE277A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بانودع الوالي اُو ننصب له 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7D70" w14:paraId="366BE818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E77A0C4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نادى عليها اللي تربيتي ابخدره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5F639B" w14:textId="77777777" w:rsidR="00FF7D70" w:rsidRDefault="00FF7D70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7D1A70" w14:textId="77777777" w:rsidR="00FF7D70" w:rsidRDefault="00FF7D70" w:rsidP="00282649">
            <w:pPr>
              <w:pStyle w:val="libPoem"/>
            </w:pPr>
            <w:r>
              <w:rPr>
                <w:rtl/>
                <w:lang w:bidi="fa-IR"/>
              </w:rPr>
              <w:t>عنه مشيتي والضبابي حز نحره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4B3BD6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32D2C" w14:paraId="245F1E9E" w14:textId="77777777" w:rsidTr="00282649">
        <w:trPr>
          <w:trHeight w:val="350"/>
        </w:trPr>
        <w:tc>
          <w:tcPr>
            <w:tcW w:w="3920" w:type="dxa"/>
            <w:shd w:val="clear" w:color="auto" w:fill="auto"/>
          </w:tcPr>
          <w:p w14:paraId="5E760CB5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lastRenderedPageBreak/>
              <w:t>حنّي اُونادي يا كفيلي ابعين عبره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1D251FE" w14:textId="77777777" w:rsidR="00232D2C" w:rsidRDefault="00232D2C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CA0801A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اُو نوحي مثل نوح الحمام الراعبيّه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2D2C" w14:paraId="40416B49" w14:textId="77777777" w:rsidTr="00282649">
        <w:trPr>
          <w:trHeight w:val="350"/>
        </w:trPr>
        <w:tc>
          <w:tcPr>
            <w:tcW w:w="3920" w:type="dxa"/>
          </w:tcPr>
          <w:p w14:paraId="70265D93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سافر ظعنّا يا لولي في داعة 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E0C9DD" w14:textId="77777777" w:rsidR="00232D2C" w:rsidRDefault="00232D2C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ACE7B1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اُوراسك يحادي للظعن يا غيرة 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2D2C" w14:paraId="4CE70C63" w14:textId="77777777" w:rsidTr="00282649">
        <w:trPr>
          <w:trHeight w:val="350"/>
        </w:trPr>
        <w:tc>
          <w:tcPr>
            <w:tcW w:w="3920" w:type="dxa"/>
          </w:tcPr>
          <w:p w14:paraId="28BD9E45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خويه تفارقنا الكُل في جيرة 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6D933D" w14:textId="77777777" w:rsidR="00232D2C" w:rsidRDefault="00232D2C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B63A4A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ودعتك الله شيلتي غصبن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2D2C" w14:paraId="3DB27D69" w14:textId="77777777" w:rsidTr="00282649">
        <w:trPr>
          <w:trHeight w:val="350"/>
        </w:trPr>
        <w:tc>
          <w:tcPr>
            <w:tcW w:w="3920" w:type="dxa"/>
          </w:tcPr>
          <w:p w14:paraId="56D31432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شلنا اُوصناديد الحرايب بالثرى انيام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BAA105" w14:textId="77777777" w:rsidR="00232D2C" w:rsidRDefault="00232D2C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C03B5E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مدري تريد ابنا العدى الكوفة اُو الشام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2D2C" w14:paraId="5C61360F" w14:textId="77777777" w:rsidTr="00282649">
        <w:trPr>
          <w:trHeight w:val="350"/>
        </w:trPr>
        <w:tc>
          <w:tcPr>
            <w:tcW w:w="3920" w:type="dxa"/>
          </w:tcPr>
          <w:p w14:paraId="0381ED14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اُوراسك يباري للظعن يحسين قدّام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70DA21" w14:textId="77777777" w:rsidR="00232D2C" w:rsidRDefault="00232D2C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6CF0DD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مثل البدر ياضي ابراس السمهريّه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2D2C" w14:paraId="07A76B76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863CD3F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غصب علينا يالولي غصب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C59DA9" w14:textId="77777777" w:rsidR="00232D2C" w:rsidRDefault="00232D2C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3E49F2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نمشي اُوجسمك بالثرى يبقى رهينه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2D2C" w14:paraId="38461231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CD2373B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وينك يصنديد الحرب حيدر يمناع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9DA717" w14:textId="77777777" w:rsidR="00232D2C" w:rsidRDefault="00232D2C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201804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ترضى بناتك تدخل المجلس بلا اقناع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2D2C" w14:paraId="3774BF0F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334B93D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يا ليت بالرايات جيت اليوم فزاع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B35863" w14:textId="77777777" w:rsidR="00232D2C" w:rsidRDefault="00232D2C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52B84A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تاخذ ابثارك من عساكر بني اميّه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4D26391" w14:textId="77777777" w:rsidR="00EE7C84" w:rsidRDefault="00EE7C84" w:rsidP="00232D2C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32D2C" w14:paraId="6317ED57" w14:textId="77777777" w:rsidTr="00282649">
        <w:trPr>
          <w:trHeight w:val="350"/>
        </w:trPr>
        <w:tc>
          <w:tcPr>
            <w:tcW w:w="3920" w:type="dxa"/>
            <w:shd w:val="clear" w:color="auto" w:fill="auto"/>
          </w:tcPr>
          <w:p w14:paraId="66425F3B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جيّة يحيدر جيّة للغاضريّة 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B4C450F" w14:textId="77777777" w:rsidR="00232D2C" w:rsidRDefault="00232D2C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8021622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زينب ابعرصت كربلا وانوارها مطفيّه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2D2C" w14:paraId="634325AE" w14:textId="77777777" w:rsidTr="00282649">
        <w:trPr>
          <w:trHeight w:val="350"/>
        </w:trPr>
        <w:tc>
          <w:tcPr>
            <w:tcW w:w="3920" w:type="dxa"/>
          </w:tcPr>
          <w:p w14:paraId="27F91E64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جيّة يحيدر جيّة ذبحت جميع السّاده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0F9881" w14:textId="77777777" w:rsidR="00232D2C" w:rsidRDefault="00232D2C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5A4CDA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وابنك علي يا حيدر دركه اُوفك اِقياده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2D2C" w14:paraId="45010EEC" w14:textId="77777777" w:rsidTr="00282649">
        <w:trPr>
          <w:trHeight w:val="350"/>
        </w:trPr>
        <w:tc>
          <w:tcPr>
            <w:tcW w:w="3920" w:type="dxa"/>
          </w:tcPr>
          <w:p w14:paraId="22095FED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يبكي على مهزولة وامدامعه مداده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B1C729" w14:textId="77777777" w:rsidR="00232D2C" w:rsidRDefault="00232D2C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325559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اُو ينظر ابحر الغبرة كُل عزوته مرميّه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2D2C" w14:paraId="78C2CA8C" w14:textId="77777777" w:rsidTr="00282649">
        <w:trPr>
          <w:trHeight w:val="350"/>
        </w:trPr>
        <w:tc>
          <w:tcPr>
            <w:tcW w:w="3920" w:type="dxa"/>
          </w:tcPr>
          <w:p w14:paraId="54A65A89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ويش هالتواني يا علي ابنك ذبح ما تجي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EC1BB4" w14:textId="77777777" w:rsidR="00232D2C" w:rsidRDefault="00232D2C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EF8B60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مرمي ابحر الرمضا عجّل يحيدر 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2D2C" w14:paraId="2B9CC32A" w14:textId="77777777" w:rsidTr="00282649">
        <w:trPr>
          <w:trHeight w:val="350"/>
        </w:trPr>
        <w:tc>
          <w:tcPr>
            <w:tcW w:w="3920" w:type="dxa"/>
          </w:tcPr>
          <w:p w14:paraId="63E1538B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اُوشوف العزيزة عنده وابصدرها اتكي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4EF0E8" w14:textId="77777777" w:rsidR="00232D2C" w:rsidRDefault="00232D2C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7CE653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وامن النحر يتكلم عطشان انا ياخيّه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2D2C" w14:paraId="725DF67B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7F7E0E6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قالت انا ويش بيدي شوف العدى سلبوني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7BABB3" w14:textId="77777777" w:rsidR="00232D2C" w:rsidRDefault="00232D2C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76CB32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اُوكلما صحت يبن اُمّي بسياطهم ضربوني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2D2C" w14:paraId="16595F5F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9C5CB2A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نخيت كُل أعمامي ما شفتهم غاثوني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0FD51C" w14:textId="77777777" w:rsidR="00232D2C" w:rsidRDefault="00232D2C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6F7E9E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جاب المطيّة الحادي اُوقلّي يزينب هيّه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2D2C" w14:paraId="12C7D000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DAC8F9B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وقلّي يبنت الخارجي قومي اركبي المهزوله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0E342E" w14:textId="77777777" w:rsidR="00232D2C" w:rsidRDefault="00232D2C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F4A0C1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والله خجالة اُوذلّة من عقب ذيك الدوله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2D2C" w14:paraId="6575B7C9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6835935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بعدك اُوبعد أبو الفضل أمشي أنا مذلوله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020B7D" w14:textId="77777777" w:rsidR="00232D2C" w:rsidRDefault="00232D2C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7F8DF5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مضروبة مشتومة بين العدى مسبيّه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2D2C" w14:paraId="03494031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018744E" w14:textId="77777777" w:rsidR="00232D2C" w:rsidRDefault="00232D2C" w:rsidP="00232D2C">
            <w:pPr>
              <w:pStyle w:val="libPoem"/>
            </w:pPr>
            <w:r>
              <w:rPr>
                <w:rtl/>
                <w:lang w:bidi="fa-IR"/>
              </w:rPr>
              <w:t>بالامس اناالموصوفه بالصون وسط اخدوري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32CFD1" w14:textId="77777777" w:rsidR="00232D2C" w:rsidRDefault="00232D2C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5B6BF4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واليوم عرصة كربلا ضمت جميع ابدوري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2D2C" w14:paraId="0E23EFA9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C305565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ظلّيت اهل ادموعي كلما نظرت اصقوري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48C302" w14:textId="77777777" w:rsidR="00232D2C" w:rsidRDefault="00232D2C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6E00DC" w14:textId="77777777" w:rsidR="00232D2C" w:rsidRDefault="00232D2C" w:rsidP="00282649">
            <w:pPr>
              <w:pStyle w:val="libPoem"/>
            </w:pPr>
            <w:r>
              <w:rPr>
                <w:rtl/>
                <w:lang w:bidi="fa-IR"/>
              </w:rPr>
              <w:t>تمشي الظعينة ابروسهم واجسادهم مرميّه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3ADE3E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B27CB" w14:paraId="2F7CA234" w14:textId="77777777" w:rsidTr="00282649">
        <w:trPr>
          <w:trHeight w:val="350"/>
        </w:trPr>
        <w:tc>
          <w:tcPr>
            <w:tcW w:w="3920" w:type="dxa"/>
            <w:shd w:val="clear" w:color="auto" w:fill="auto"/>
          </w:tcPr>
          <w:p w14:paraId="110D405B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lastRenderedPageBreak/>
              <w:t>إيحق لي انا يابن اُمّي لانوح طول دنياتي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46AAD50" w14:textId="77777777" w:rsidR="00FB27CB" w:rsidRDefault="00FB27CB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B87B020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وافني العمر في حزني والطم على وجناتي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27CB" w14:paraId="7E5C3A93" w14:textId="77777777" w:rsidTr="00282649">
        <w:trPr>
          <w:trHeight w:val="350"/>
        </w:trPr>
        <w:tc>
          <w:tcPr>
            <w:tcW w:w="3920" w:type="dxa"/>
          </w:tcPr>
          <w:p w14:paraId="5B6771EA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وادعي لنوحي زادي والشرب من عبراتي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8A13B9" w14:textId="77777777" w:rsidR="00FB27CB" w:rsidRDefault="00FB27CB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236166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من مات أبويه اُوجدّي والدهر جار إعليّه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27CB" w14:paraId="7690C5E4" w14:textId="77777777" w:rsidTr="00282649">
        <w:trPr>
          <w:trHeight w:val="350"/>
        </w:trPr>
        <w:tc>
          <w:tcPr>
            <w:tcW w:w="3920" w:type="dxa"/>
          </w:tcPr>
          <w:p w14:paraId="33402645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طبّت عليّه العسكر يحسين وسط اخيامي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08EB20" w14:textId="77777777" w:rsidR="00FB27CB" w:rsidRDefault="00FB27CB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30FE18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اُوجاني اللعين ابثاره اُوج الخيم قدّامي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27CB" w14:paraId="03F24447" w14:textId="77777777" w:rsidTr="00282649">
        <w:trPr>
          <w:trHeight w:val="350"/>
        </w:trPr>
        <w:tc>
          <w:tcPr>
            <w:tcW w:w="3920" w:type="dxa"/>
          </w:tcPr>
          <w:p w14:paraId="2B04C09A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واتصارخت نسوانا واتفاررت ايتامي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5DA8B0" w14:textId="77777777" w:rsidR="00FB27CB" w:rsidRDefault="00FB27CB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1D527C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والقوم ما راعونا اُو عبّاس خلى الجيّه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0321A7C" w14:textId="77777777" w:rsidR="00EE7C84" w:rsidRDefault="00EE7C84" w:rsidP="00FB27CB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B27CB" w14:paraId="328AF41B" w14:textId="77777777" w:rsidTr="00282649">
        <w:trPr>
          <w:trHeight w:val="350"/>
        </w:trPr>
        <w:tc>
          <w:tcPr>
            <w:tcW w:w="3920" w:type="dxa"/>
            <w:shd w:val="clear" w:color="auto" w:fill="auto"/>
          </w:tcPr>
          <w:p w14:paraId="1D2EAD7D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وين اليعزي حيدر الكرّار بحسين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2C24EDC" w14:textId="77777777" w:rsidR="00FB27CB" w:rsidRDefault="00FB27CB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3580380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محزوز راسه واخوته يمّه 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27CB" w14:paraId="2B5F79D1" w14:textId="77777777" w:rsidTr="00282649">
        <w:trPr>
          <w:trHeight w:val="350"/>
        </w:trPr>
        <w:tc>
          <w:tcPr>
            <w:tcW w:w="3920" w:type="dxa"/>
          </w:tcPr>
          <w:p w14:paraId="17C388E7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بالشمس مطروحين ما حد وصل ليهم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67B845" w14:textId="77777777" w:rsidR="00FB27CB" w:rsidRDefault="00FB27CB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150B4D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ما حد تدنى امن الخلق صلى عليهم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27CB" w14:paraId="25709133" w14:textId="77777777" w:rsidTr="00282649">
        <w:trPr>
          <w:trHeight w:val="350"/>
        </w:trPr>
        <w:tc>
          <w:tcPr>
            <w:tcW w:w="3920" w:type="dxa"/>
          </w:tcPr>
          <w:p w14:paraId="08D10FAF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واَطفالهم صارت أسارى يا وليهم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536E5C" w14:textId="77777777" w:rsidR="00FB27CB" w:rsidRDefault="00FB27CB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BDABB2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من يوم يهم قوّضوا للشام ماشين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27CB" w14:paraId="083E5705" w14:textId="77777777" w:rsidTr="00282649">
        <w:trPr>
          <w:trHeight w:val="350"/>
        </w:trPr>
        <w:tc>
          <w:tcPr>
            <w:tcW w:w="3920" w:type="dxa"/>
          </w:tcPr>
          <w:p w14:paraId="6A7F1A95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اِنهض اُوشوف اطفالكم راحوا سبايا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2BA3CA" w14:textId="77777777" w:rsidR="00FB27CB" w:rsidRDefault="00FB27CB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37582C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اُوذيك الحراير مشت للطاغي هدايا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27CB" w14:paraId="64096F57" w14:textId="77777777" w:rsidTr="00282649">
        <w:trPr>
          <w:trHeight w:val="350"/>
        </w:trPr>
        <w:tc>
          <w:tcPr>
            <w:tcW w:w="3920" w:type="dxa"/>
          </w:tcPr>
          <w:p w14:paraId="5A9D15C9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ذلت اُودون الذل تتمنى المنايا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5997FC" w14:textId="77777777" w:rsidR="00FB27CB" w:rsidRDefault="00FB27CB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2881D4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ويحول بين امسيرها اُو ما بينها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27CB" w14:paraId="3ADB0ADF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90147D4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لو اتشوف زينب واليتامى اتنوح يمها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2D6716" w14:textId="77777777" w:rsidR="00FB27CB" w:rsidRDefault="00FB27CB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D86D03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يوم لفت ليها العدى اُو حرقت خيمها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27CB" w14:paraId="080B974F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03CCD61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هذي اتنخي ذيك ابوها اُوذيك عمها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9FB6D7" w14:textId="77777777" w:rsidR="00FB27CB" w:rsidRDefault="00FB27CB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361D38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يهل الشيم حرقوا خيمنا والصياوين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27CB" w14:paraId="48FC4048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FB85A63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ايحق لي لهيمن طول عمري في البراري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7053A5" w14:textId="77777777" w:rsidR="00FB27CB" w:rsidRDefault="00FB27CB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45A5F3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والطم وقضي باللطم ليلي ونهاري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27CB" w14:paraId="0DF8182C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03ADE4E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اِصبر وشوف اِحسين دامي النحر عاري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6F0923" w14:textId="77777777" w:rsidR="00FB27CB" w:rsidRDefault="00FB27CB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BE6365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عقبه خذونا القوم مدري وين ناوين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27CB" w14:paraId="68F9532B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1C41AD8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ترضى يبويه إعيالكم امسيّرة اتروح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466F30" w14:textId="77777777" w:rsidR="00FB27CB" w:rsidRDefault="00FB27CB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24706A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اُو ترضى يظل بالقاع دم اِحسين مسفوح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27CB" w14:paraId="0B12E661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FF88F75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اُو بالرمح راسه والجسد بالشمس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A4587E" w14:textId="77777777" w:rsidR="00FB27CB" w:rsidRDefault="00FB27CB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E39D35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اُو زينب تنادي القوم وين اليدفن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27CB" w14:paraId="5E594432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F1CCED5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مقطوع كفه والطفل دامي ابكتره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37B90A" w14:textId="77777777" w:rsidR="00FB27CB" w:rsidRDefault="00FB27CB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C2919E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يا ليت حز الشمر نحري قبل نحره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27CB" w14:paraId="6D1FB118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19A1E4A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والخيل داست فوق صدري قبل صدره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88B47B" w14:textId="77777777" w:rsidR="00FB27CB" w:rsidRDefault="00FB27CB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80A3FC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اُو ياليتها لاخطت من فوق الميامين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27CB" w14:paraId="4801937C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3D9C88C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عريان شبكت فوق جسمه اسيوف وارماح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EF932E" w14:textId="77777777" w:rsidR="00FB27CB" w:rsidRDefault="00FB27CB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EE09F9" w14:textId="77777777" w:rsidR="00FB27CB" w:rsidRDefault="00FB27CB" w:rsidP="00282649">
            <w:pPr>
              <w:pStyle w:val="libPoem"/>
            </w:pPr>
            <w:r>
              <w:rPr>
                <w:rtl/>
                <w:lang w:bidi="fa-IR"/>
              </w:rPr>
              <w:t>اُوراسه على راس الرمح مثل البدر لاح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F83E9F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99" w:type="pct"/>
        <w:tblInd w:w="384" w:type="dxa"/>
        <w:tblLook w:val="01E0" w:firstRow="1" w:lastRow="1" w:firstColumn="1" w:lastColumn="1" w:noHBand="0" w:noVBand="0"/>
      </w:tblPr>
      <w:tblGrid>
        <w:gridCol w:w="3952"/>
        <w:gridCol w:w="294"/>
        <w:gridCol w:w="3991"/>
      </w:tblGrid>
      <w:tr w:rsidR="0092246A" w14:paraId="08D2A3B3" w14:textId="77777777" w:rsidTr="00A442B0">
        <w:trPr>
          <w:trHeight w:val="350"/>
        </w:trPr>
        <w:tc>
          <w:tcPr>
            <w:tcW w:w="3698" w:type="dxa"/>
            <w:shd w:val="clear" w:color="auto" w:fill="auto"/>
          </w:tcPr>
          <w:p w14:paraId="02B3947B" w14:textId="77777777" w:rsidR="0092246A" w:rsidRDefault="0092246A" w:rsidP="00282649">
            <w:pPr>
              <w:pStyle w:val="libPoem"/>
            </w:pPr>
            <w:r>
              <w:rPr>
                <w:rtl/>
                <w:lang w:bidi="fa-IR"/>
              </w:rPr>
              <w:lastRenderedPageBreak/>
              <w:t>اُوشيبه اتلاعب ويح قلبي بيه الرياح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3E53EDF4" w14:textId="77777777" w:rsidR="0092246A" w:rsidRDefault="0092246A" w:rsidP="00282649">
            <w:pPr>
              <w:pStyle w:val="libPoem"/>
              <w:rPr>
                <w:rtl/>
              </w:rPr>
            </w:pPr>
          </w:p>
        </w:tc>
        <w:tc>
          <w:tcPr>
            <w:tcW w:w="3734" w:type="dxa"/>
            <w:shd w:val="clear" w:color="auto" w:fill="auto"/>
          </w:tcPr>
          <w:p w14:paraId="34DC771F" w14:textId="77777777" w:rsidR="0092246A" w:rsidRDefault="0092246A" w:rsidP="00282649">
            <w:pPr>
              <w:pStyle w:val="libPoem"/>
            </w:pPr>
            <w:r>
              <w:rPr>
                <w:rtl/>
                <w:lang w:bidi="fa-IR"/>
              </w:rPr>
              <w:t>اُو يميل بيه الرمح يبرى للنساوين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46A" w14:paraId="1FA32899" w14:textId="77777777" w:rsidTr="00A442B0">
        <w:trPr>
          <w:trHeight w:val="350"/>
        </w:trPr>
        <w:tc>
          <w:tcPr>
            <w:tcW w:w="3698" w:type="dxa"/>
          </w:tcPr>
          <w:p w14:paraId="13DECFCA" w14:textId="77777777" w:rsidR="0092246A" w:rsidRDefault="0092246A" w:rsidP="00282649">
            <w:pPr>
              <w:pStyle w:val="libPoem"/>
            </w:pPr>
            <w:r>
              <w:rPr>
                <w:rtl/>
                <w:lang w:bidi="fa-IR"/>
              </w:rPr>
              <w:t>ويلي عليها من لفت جسمه امبضع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5D62FFA" w14:textId="77777777" w:rsidR="0092246A" w:rsidRDefault="0092246A" w:rsidP="00282649">
            <w:pPr>
              <w:pStyle w:val="libPoem"/>
              <w:rPr>
                <w:rtl/>
              </w:rPr>
            </w:pPr>
          </w:p>
        </w:tc>
        <w:tc>
          <w:tcPr>
            <w:tcW w:w="3734" w:type="dxa"/>
          </w:tcPr>
          <w:p w14:paraId="64FB817B" w14:textId="77777777" w:rsidR="0092246A" w:rsidRDefault="0092246A" w:rsidP="00282649">
            <w:pPr>
              <w:pStyle w:val="libPoem"/>
            </w:pPr>
            <w:r>
              <w:rPr>
                <w:rtl/>
                <w:lang w:bidi="fa-IR"/>
              </w:rPr>
              <w:t>صارت ابقلب يشب نار اُوعين تدمع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46A" w14:paraId="2C21593A" w14:textId="77777777" w:rsidTr="00A442B0">
        <w:trPr>
          <w:trHeight w:val="350"/>
        </w:trPr>
        <w:tc>
          <w:tcPr>
            <w:tcW w:w="3698" w:type="dxa"/>
          </w:tcPr>
          <w:p w14:paraId="5159320C" w14:textId="77777777" w:rsidR="0092246A" w:rsidRDefault="0092246A" w:rsidP="00282649">
            <w:pPr>
              <w:pStyle w:val="libPoem"/>
            </w:pPr>
            <w:r>
              <w:rPr>
                <w:rtl/>
                <w:lang w:bidi="fa-IR"/>
              </w:rPr>
              <w:t>إتقلّه اُوراسك يا عديل الروح ماهجع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5E1E69A" w14:textId="77777777" w:rsidR="0092246A" w:rsidRDefault="0092246A" w:rsidP="00282649">
            <w:pPr>
              <w:pStyle w:val="libPoem"/>
              <w:rPr>
                <w:rtl/>
              </w:rPr>
            </w:pPr>
          </w:p>
        </w:tc>
        <w:tc>
          <w:tcPr>
            <w:tcW w:w="3734" w:type="dxa"/>
          </w:tcPr>
          <w:p w14:paraId="26587F88" w14:textId="77777777" w:rsidR="0092246A" w:rsidRDefault="0092246A" w:rsidP="00A442B0">
            <w:pPr>
              <w:pStyle w:val="libPoem"/>
            </w:pPr>
            <w:r>
              <w:rPr>
                <w:rtl/>
                <w:lang w:bidi="fa-IR"/>
              </w:rPr>
              <w:t>واَصبغ اِهدومي سودوابكي اعليك كُل 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46A" w14:paraId="27C53B69" w14:textId="77777777" w:rsidTr="00A442B0">
        <w:trPr>
          <w:trHeight w:val="350"/>
        </w:trPr>
        <w:tc>
          <w:tcPr>
            <w:tcW w:w="3698" w:type="dxa"/>
          </w:tcPr>
          <w:p w14:paraId="1668D13A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يحسين يوم بالظعن طرح الحادي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E2F58AA" w14:textId="77777777" w:rsidR="0092246A" w:rsidRDefault="0092246A" w:rsidP="00282649">
            <w:pPr>
              <w:pStyle w:val="libPoem"/>
              <w:rPr>
                <w:rtl/>
              </w:rPr>
            </w:pPr>
          </w:p>
        </w:tc>
        <w:tc>
          <w:tcPr>
            <w:tcW w:w="3734" w:type="dxa"/>
          </w:tcPr>
          <w:p w14:paraId="09694D40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شربي الدمع لفراقكم والنوح زادي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46A" w14:paraId="5B230D97" w14:textId="77777777" w:rsidTr="00A442B0">
        <w:trPr>
          <w:trHeight w:val="350"/>
        </w:trPr>
        <w:tc>
          <w:tcPr>
            <w:tcW w:w="3698" w:type="dxa"/>
          </w:tcPr>
          <w:p w14:paraId="5484F699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يحسين يوم افراقكم ذوب افادي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BF5220E" w14:textId="77777777" w:rsidR="0092246A" w:rsidRDefault="0092246A" w:rsidP="00282649">
            <w:pPr>
              <w:pStyle w:val="libPoem"/>
              <w:rPr>
                <w:rtl/>
              </w:rPr>
            </w:pPr>
          </w:p>
        </w:tc>
        <w:tc>
          <w:tcPr>
            <w:tcW w:w="3734" w:type="dxa"/>
          </w:tcPr>
          <w:p w14:paraId="562817BA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واجري ينور العين دم اُودمع بالعين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ACD3D95" w14:textId="77777777" w:rsidR="00EE7C84" w:rsidRDefault="00EE7C84" w:rsidP="0092246A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2246A" w14:paraId="28640182" w14:textId="77777777" w:rsidTr="00282649">
        <w:trPr>
          <w:trHeight w:val="350"/>
        </w:trPr>
        <w:tc>
          <w:tcPr>
            <w:tcW w:w="3920" w:type="dxa"/>
            <w:shd w:val="clear" w:color="auto" w:fill="auto"/>
          </w:tcPr>
          <w:p w14:paraId="5EC07443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زينب تنادي ابكربلا يا مظهر الدين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839275A" w14:textId="77777777" w:rsidR="0092246A" w:rsidRDefault="0092246A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3A76895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ادرك بناتك مالها كافل ولا امعين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46A" w14:paraId="49A874FE" w14:textId="77777777" w:rsidTr="00282649">
        <w:trPr>
          <w:trHeight w:val="350"/>
        </w:trPr>
        <w:tc>
          <w:tcPr>
            <w:tcW w:w="3920" w:type="dxa"/>
          </w:tcPr>
          <w:p w14:paraId="1F9AA8DA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شق الضريح اُو قوم يا هزاز لحصون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4C77C2" w14:textId="77777777" w:rsidR="0092246A" w:rsidRDefault="0092246A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9B08AC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واسمع اُولادك في الثرى صرعى يونون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46A" w14:paraId="5F8BF242" w14:textId="77777777" w:rsidTr="00282649">
        <w:trPr>
          <w:trHeight w:val="350"/>
        </w:trPr>
        <w:tc>
          <w:tcPr>
            <w:tcW w:w="3920" w:type="dxa"/>
          </w:tcPr>
          <w:p w14:paraId="5E9D0B30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واسمع بواكي الحرم في الخيمة ينحون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C32540" w14:textId="77777777" w:rsidR="0092246A" w:rsidRDefault="0092246A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78E8E8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عجّل علينا يا علي امن ارض الغريين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46A" w14:paraId="5849F0C8" w14:textId="77777777" w:rsidTr="00282649">
        <w:trPr>
          <w:trHeight w:val="350"/>
        </w:trPr>
        <w:tc>
          <w:tcPr>
            <w:tcW w:w="3920" w:type="dxa"/>
          </w:tcPr>
          <w:p w14:paraId="16D9AFFC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ما هيّة عادة لك يداحي باب خيبر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412080" w14:textId="77777777" w:rsidR="0092246A" w:rsidRDefault="0092246A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88B30E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ايناديك خايف ما تجي عنده اُو تحضر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46A" w14:paraId="3BC1112B" w14:textId="77777777" w:rsidTr="00282649">
        <w:trPr>
          <w:trHeight w:val="350"/>
        </w:trPr>
        <w:tc>
          <w:tcPr>
            <w:tcW w:w="3920" w:type="dxa"/>
          </w:tcPr>
          <w:p w14:paraId="27A71A8D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ادرك بناتك حايره ابولية العسكر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0B24A4B" w14:textId="77777777" w:rsidR="0092246A" w:rsidRDefault="0092246A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D90C7D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والليل مظلم والخيم وحشة خليين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46A" w14:paraId="59934716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8BC7ED3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ما بين ما تنخاه يا عزنا اُولينا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5A6D8B" w14:textId="77777777" w:rsidR="0092246A" w:rsidRDefault="0092246A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29684F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الليل مظلم يا علي اُو موحش علينا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46A" w14:paraId="46CE14D4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21AED2A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لبى نداها اُوقال ليها يا حزينه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091363" w14:textId="77777777" w:rsidR="0092246A" w:rsidRDefault="0092246A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39A079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خفي من اعتابك حرقتي قلب ابو احسين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46A" w14:paraId="72D9D6ED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B01DECE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روعت قلبي يا الذي مقبل علينا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CD8437" w14:textId="77777777" w:rsidR="0092246A" w:rsidRDefault="0092246A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5603BB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كنك ابو الحسنين حامينا اُوولينا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46A" w14:paraId="4F914E6A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A173291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قلها اُويهل دمعه ابخده يا مصونه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FBB0E0" w14:textId="77777777" w:rsidR="0092246A" w:rsidRDefault="0092246A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BD772A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جيتك احرسك والحرم عن ها المححدين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46A" w14:paraId="5F074706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47A0F47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قالت يبويه اشلون للمظلوم ماجيت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A8D74F" w14:textId="77777777" w:rsidR="0092246A" w:rsidRDefault="0092246A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58B43C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مره يبو الحسنين عن ابنك تبريت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46A" w14:paraId="1B9A73DD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53C9A3B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دبحو اخوته اُو عزوته يا محيي الميت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F5963C" w14:textId="77777777" w:rsidR="0092246A" w:rsidRDefault="0092246A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915C9B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في فرد ساعة اذبحوا سبعين واثنين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46A" w14:paraId="3BBC3F35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F5B98B0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كل ساع انادي لك يحيدر وانتخي لك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FD62A4" w14:textId="77777777" w:rsidR="0092246A" w:rsidRDefault="0092246A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BE0B16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ذبحوا اُولادك يا علي اُووجوا غليلك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46A" w14:paraId="3208357B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FD1A387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ما عندنا رجال يا حيدر يجي لك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7B52A0" w14:textId="77777777" w:rsidR="0092246A" w:rsidRDefault="0092246A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1DA322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ويقول لك ماجور يابو الحسن بحسين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46A" w14:paraId="573D7F29" w14:textId="77777777" w:rsidTr="002826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FF87942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الله يثيبك يا علي ابهاذي الرزيّه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50E769" w14:textId="77777777" w:rsidR="0092246A" w:rsidRDefault="0092246A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CAB2E4" w14:textId="77777777" w:rsidR="0092246A" w:rsidRDefault="00A442B0" w:rsidP="00282649">
            <w:pPr>
              <w:pStyle w:val="libPoem"/>
            </w:pPr>
            <w:r>
              <w:rPr>
                <w:rtl/>
                <w:lang w:bidi="fa-IR"/>
              </w:rPr>
              <w:t>سبعين مدرع ما بقت منهم بقيّه</w:t>
            </w:r>
            <w:r w:rsidR="0092246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D4439C8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11A4C" w14:paraId="31FDD464" w14:textId="77777777" w:rsidTr="00282649">
        <w:trPr>
          <w:trHeight w:val="350"/>
        </w:trPr>
        <w:tc>
          <w:tcPr>
            <w:tcW w:w="3920" w:type="dxa"/>
            <w:shd w:val="clear" w:color="auto" w:fill="auto"/>
          </w:tcPr>
          <w:p w14:paraId="6D69B174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lastRenderedPageBreak/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عليل ايطوح الونّة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AC99C77" w14:textId="77777777" w:rsidR="00611A4C" w:rsidRDefault="00611A4C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384354E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بيده يصك راسه ويصيح ابصوت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1C9DF42" w14:textId="77777777" w:rsidR="00EE7C84" w:rsidRDefault="00EE7C84" w:rsidP="00611A4C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8"/>
        <w:gridCol w:w="294"/>
        <w:gridCol w:w="3919"/>
      </w:tblGrid>
      <w:tr w:rsidR="00611A4C" w14:paraId="3F0CC1AD" w14:textId="77777777" w:rsidTr="00611A4C">
        <w:trPr>
          <w:trHeight w:val="350"/>
        </w:trPr>
        <w:tc>
          <w:tcPr>
            <w:tcW w:w="3703" w:type="dxa"/>
            <w:shd w:val="clear" w:color="auto" w:fill="auto"/>
          </w:tcPr>
          <w:p w14:paraId="6886EC7F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بني اُميّة يا علي بني اُميّه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1B2BB85A" w14:textId="77777777" w:rsidR="00611A4C" w:rsidRDefault="00611A4C" w:rsidP="00282649">
            <w:pPr>
              <w:pStyle w:val="libPoem"/>
              <w:rPr>
                <w:rtl/>
              </w:rPr>
            </w:pPr>
          </w:p>
        </w:tc>
        <w:tc>
          <w:tcPr>
            <w:tcW w:w="3667" w:type="dxa"/>
            <w:shd w:val="clear" w:color="auto" w:fill="auto"/>
          </w:tcPr>
          <w:p w14:paraId="774C23F7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لا تفوتك الثارات منهم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A4C" w14:paraId="4E271C3B" w14:textId="77777777" w:rsidTr="00611A4C">
        <w:trPr>
          <w:trHeight w:val="350"/>
        </w:trPr>
        <w:tc>
          <w:tcPr>
            <w:tcW w:w="3703" w:type="dxa"/>
          </w:tcPr>
          <w:p w14:paraId="676EE8EE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بني اُميّة يا علي خاضوا لك ادموم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4EADF8F" w14:textId="77777777" w:rsidR="00611A4C" w:rsidRDefault="00611A4C" w:rsidP="00282649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18F3668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ويش هالتواني يا علي بسك من النوم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A4C" w14:paraId="1C957377" w14:textId="77777777" w:rsidTr="00611A4C">
        <w:trPr>
          <w:trHeight w:val="350"/>
        </w:trPr>
        <w:tc>
          <w:tcPr>
            <w:tcW w:w="3703" w:type="dxa"/>
          </w:tcPr>
          <w:p w14:paraId="4D72E537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بالامس واحد من بنيك ايموت مسموم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BD04A65" w14:textId="77777777" w:rsidR="00611A4C" w:rsidRDefault="00611A4C" w:rsidP="00282649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0C2CF40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اُو باقي البقيّة ينذبح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A4C" w14:paraId="14228800" w14:textId="77777777" w:rsidTr="00611A4C">
        <w:trPr>
          <w:trHeight w:val="350"/>
        </w:trPr>
        <w:tc>
          <w:tcPr>
            <w:tcW w:w="3703" w:type="dxa"/>
          </w:tcPr>
          <w:p w14:paraId="2C7B4BF6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بني اُميّة يا علي فاتوا لك ابثار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11DEAE5" w14:textId="77777777" w:rsidR="00611A4C" w:rsidRDefault="00611A4C" w:rsidP="00282649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3C91474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بني اُميّة ذبحوا اُولادك اصغار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A4C" w14:paraId="3C16CC19" w14:textId="77777777" w:rsidTr="00611A4C">
        <w:trPr>
          <w:trHeight w:val="350"/>
        </w:trPr>
        <w:tc>
          <w:tcPr>
            <w:tcW w:w="3703" w:type="dxa"/>
          </w:tcPr>
          <w:p w14:paraId="0BC82405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بني اُميّة شهروا زينب ابلمصار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81A9A40" w14:textId="77777777" w:rsidR="00611A4C" w:rsidRDefault="00611A4C" w:rsidP="00282649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F9C5933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من كربلا للشام ودوها هديّه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A4C" w14:paraId="45D015A6" w14:textId="77777777" w:rsidTr="00611A4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1A0BB5D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لا يكون ثار اللي لكم في كربلا ايفوت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E40C849" w14:textId="77777777" w:rsidR="00611A4C" w:rsidRDefault="00611A4C" w:rsidP="00282649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65068C5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اُوسلب الحريم الهاشميّة اُوحرق لبيوت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A4C" w14:paraId="1D37F028" w14:textId="77777777" w:rsidTr="00611A4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ADB511A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وانتو هل الشيمه اُوهل السؤدد المنعوت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AC33D72" w14:textId="77777777" w:rsidR="00611A4C" w:rsidRDefault="00611A4C" w:rsidP="00282649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F190094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وانتو هل الغيره اُوهل انفوس الأبيّه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A4C" w14:paraId="345A8EBF" w14:textId="77777777" w:rsidTr="00611A4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604DF77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ليتك يبو الحسنين حاضر يوم 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3FD7CCD" w14:textId="77777777" w:rsidR="00611A4C" w:rsidRDefault="00611A4C" w:rsidP="00282649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EA96A2A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تنظر لزينب والسبايا بين لصفوف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A4C" w14:paraId="35005E2F" w14:textId="77777777" w:rsidTr="00611A4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12305CA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ما بينهم زين لعباد ابحيل مكتوف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7A1C60A" w14:textId="77777777" w:rsidR="00611A4C" w:rsidRDefault="00611A4C" w:rsidP="00282649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4373530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مثل العبد يبكي على كور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A4C" w14:paraId="08CC36EE" w14:textId="77777777" w:rsidTr="00611A4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A2A128E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في كربلا فعلت بني اُميّة شنيعه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B16B77C" w14:textId="77777777" w:rsidR="00611A4C" w:rsidRDefault="00611A4C" w:rsidP="00282649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18A1172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ذبحوا عزيزك بالظما اُوذبحوا رضيعه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A4C" w14:paraId="66A10620" w14:textId="77777777" w:rsidTr="00611A4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D640D3F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اُوذبحوا ابنك العبّاس في جنب الشريعه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25CF9FD" w14:textId="77777777" w:rsidR="00611A4C" w:rsidRDefault="00611A4C" w:rsidP="00282649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3EF190D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اُوجاسم امعرس عرس لقشر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A4C" w14:paraId="4107F155" w14:textId="77777777" w:rsidTr="00611A4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A74E3DF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يا غيرة الله اُو غيرة الضفرين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156D196" w14:textId="77777777" w:rsidR="00611A4C" w:rsidRDefault="00611A4C" w:rsidP="00282649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AB3065C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مره انخذ لتوا واشتفت منكم العدوان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A4C" w14:paraId="02E4BCD6" w14:textId="77777777" w:rsidTr="00611A4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8C21D46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هذا بقيتكم ذبح بالطفِّ عطشان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9E9E6A2" w14:textId="77777777" w:rsidR="00611A4C" w:rsidRDefault="00611A4C" w:rsidP="00282649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D41DDBF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من عقب ما ترمونهم صرتوا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A4C" w14:paraId="01B21BC8" w14:textId="77777777" w:rsidTr="00611A4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C2D060E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صرتوا ضريبة للعدى نصبة الرامي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64E164B" w14:textId="77777777" w:rsidR="00611A4C" w:rsidRDefault="00611A4C" w:rsidP="00282649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CB9DF22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وانتو انخذلتوا وارتفع كوفي اُوشامي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A4C" w14:paraId="52808E70" w14:textId="77777777" w:rsidTr="00611A4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8E08805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هذا بقيتكم ذبح بالطفِّ ظامي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8CF02C8" w14:textId="77777777" w:rsidR="00611A4C" w:rsidRDefault="00611A4C" w:rsidP="00282649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8AA90C4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يا غيرة الله ما بقت منكم بقيّه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A4C" w14:paraId="3E84303F" w14:textId="77777777" w:rsidTr="00611A4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8E5335C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يا ليت منكم وصلت الرايات والخيل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BF00DA3" w14:textId="77777777" w:rsidR="00611A4C" w:rsidRDefault="00611A4C" w:rsidP="00282649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3480F6A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في كربلا جيتوا قبل ما زينب اتشيل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1A4C" w14:paraId="1878BDA9" w14:textId="77777777" w:rsidTr="00611A4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03BB973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توصل الكوفة اُو تدخل المجلس الضليل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E466571" w14:textId="77777777" w:rsidR="00611A4C" w:rsidRDefault="00611A4C" w:rsidP="00282649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DAE72D9" w14:textId="77777777" w:rsidR="00611A4C" w:rsidRDefault="00611A4C" w:rsidP="00282649">
            <w:pPr>
              <w:pStyle w:val="libPoem"/>
            </w:pPr>
            <w:r>
              <w:rPr>
                <w:rtl/>
                <w:lang w:bidi="fa-IR"/>
              </w:rPr>
              <w:t>اُويضحك لچنه شارب شربه هنيّه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B10B32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82649" w14:paraId="134B54A6" w14:textId="77777777" w:rsidTr="00282649">
        <w:trPr>
          <w:trHeight w:val="350"/>
        </w:trPr>
        <w:tc>
          <w:tcPr>
            <w:tcW w:w="3920" w:type="dxa"/>
            <w:shd w:val="clear" w:color="auto" w:fill="auto"/>
          </w:tcPr>
          <w:p w14:paraId="7AB649FD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lastRenderedPageBreak/>
              <w:t>شاف السبايا اُوقال من هذي سباياه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E41794E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0D76BB1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قالوا سبايا اِحسين وافترت ثناياه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72946A78" w14:textId="77777777" w:rsidTr="00282649">
        <w:trPr>
          <w:trHeight w:val="350"/>
        </w:trPr>
        <w:tc>
          <w:tcPr>
            <w:tcW w:w="3920" w:type="dxa"/>
          </w:tcPr>
          <w:p w14:paraId="4BFB14C8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صفق ابراحاته اُوقال الحمد 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592A7F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C05547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لَحد يزينب وين دولة لوليه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2C56A17" w14:textId="77777777" w:rsidR="00EE7C84" w:rsidRDefault="00EE7C84" w:rsidP="0028264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0"/>
        <w:gridCol w:w="293"/>
        <w:gridCol w:w="3918"/>
      </w:tblGrid>
      <w:tr w:rsidR="00282649" w14:paraId="096FD434" w14:textId="77777777" w:rsidTr="0057391D">
        <w:trPr>
          <w:trHeight w:val="350"/>
        </w:trPr>
        <w:tc>
          <w:tcPr>
            <w:tcW w:w="3832" w:type="dxa"/>
            <w:shd w:val="clear" w:color="auto" w:fill="auto"/>
          </w:tcPr>
          <w:p w14:paraId="2A83CECC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للشام يا حيدر ترى زينب خذوها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shd w:val="clear" w:color="auto" w:fill="auto"/>
          </w:tcPr>
          <w:p w14:paraId="1DA124CE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2" w:type="dxa"/>
            <w:shd w:val="clear" w:color="auto" w:fill="auto"/>
          </w:tcPr>
          <w:p w14:paraId="4A0DAB42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فوق الجمل والناس كلهم ينظروها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76DEECE4" w14:textId="77777777" w:rsidTr="0057391D">
        <w:trPr>
          <w:trHeight w:val="350"/>
        </w:trPr>
        <w:tc>
          <w:tcPr>
            <w:tcW w:w="3832" w:type="dxa"/>
          </w:tcPr>
          <w:p w14:paraId="222C7E79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هاللي على ظهر المطيّة ذابها النوح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</w:tcPr>
          <w:p w14:paraId="1FFCA88C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2" w:type="dxa"/>
          </w:tcPr>
          <w:p w14:paraId="3ADACC5D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مدري وليها امفارقه ميت لو 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4FE92B28" w14:textId="77777777" w:rsidTr="0057391D">
        <w:trPr>
          <w:trHeight w:val="350"/>
        </w:trPr>
        <w:tc>
          <w:tcPr>
            <w:tcW w:w="3832" w:type="dxa"/>
          </w:tcPr>
          <w:p w14:paraId="6132D040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والله بكاها اعلى وليها يشعب الروح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</w:tcPr>
          <w:p w14:paraId="756C16F7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2" w:type="dxa"/>
          </w:tcPr>
          <w:p w14:paraId="4EB9FB43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انظن الذبيح اخليصها امن امها وبوها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3A21AF55" w14:textId="77777777" w:rsidTr="0057391D">
        <w:trPr>
          <w:trHeight w:val="350"/>
        </w:trPr>
        <w:tc>
          <w:tcPr>
            <w:tcW w:w="3832" w:type="dxa"/>
          </w:tcPr>
          <w:p w14:paraId="3F297400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ما ظنتي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امخلية هلها مذابيح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</w:tcPr>
          <w:p w14:paraId="3453EF01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2" w:type="dxa"/>
          </w:tcPr>
          <w:p w14:paraId="1304CC63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واخلاف ماذبحوا عليهم قامت اتصيح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08EBE3AA" w14:textId="77777777" w:rsidTr="0057391D">
        <w:trPr>
          <w:trHeight w:val="350"/>
        </w:trPr>
        <w:tc>
          <w:tcPr>
            <w:tcW w:w="3832" w:type="dxa"/>
          </w:tcPr>
          <w:p w14:paraId="395020A7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يغشى عليها امن الحزن وامن البكى اتطيح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</w:tcPr>
          <w:p w14:paraId="5201792A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2" w:type="dxa"/>
          </w:tcPr>
          <w:p w14:paraId="1D921993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تنعى بسم جدها اُونوب باسم ابوها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23FAA5CE" w14:textId="77777777" w:rsidTr="005739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32" w:type="dxa"/>
          </w:tcPr>
          <w:p w14:paraId="5C899A44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عنها اسألوا الحادي الذي خلف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</w:tcPr>
          <w:p w14:paraId="25F014AC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2" w:type="dxa"/>
          </w:tcPr>
          <w:p w14:paraId="0655C887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ما ظن ترد اِجواب هذي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حييّه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25C4538F" w14:textId="77777777" w:rsidTr="005739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32" w:type="dxa"/>
          </w:tcPr>
          <w:p w14:paraId="61B7A39B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متولّعة بالنوح مثل الراعبيّه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</w:tcPr>
          <w:p w14:paraId="5D0C4DFE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2" w:type="dxa"/>
          </w:tcPr>
          <w:p w14:paraId="3C18FD90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قوموا اِسألوها يا خلق قوموا سألوها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56EAA4B2" w14:textId="77777777" w:rsidTr="005739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32" w:type="dxa"/>
          </w:tcPr>
          <w:p w14:paraId="77C64B0B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نادت عليهم ياهل الشام اسكتوا 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</w:tcPr>
          <w:p w14:paraId="0D39EABF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2" w:type="dxa"/>
          </w:tcPr>
          <w:p w14:paraId="01EF5DB5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احنا بنات المرتضى ما نحاكي اُوغاد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5309BBFF" w14:textId="77777777" w:rsidTr="005739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32" w:type="dxa"/>
          </w:tcPr>
          <w:p w14:paraId="02BD267F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هلنا حميتنا امنهم يوم لطراد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</w:tcPr>
          <w:p w14:paraId="2D7A9AD9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2" w:type="dxa"/>
          </w:tcPr>
          <w:p w14:paraId="53933FF7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اشتاقوا إلى الجنّة والدنيا طلقوها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4EB1F275" w14:textId="77777777" w:rsidTr="005739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32" w:type="dxa"/>
          </w:tcPr>
          <w:p w14:paraId="377E1A9A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سبعين مدرع ما بقي لي منهم اسناد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</w:tcPr>
          <w:p w14:paraId="7BCF4E2C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2" w:type="dxa"/>
          </w:tcPr>
          <w:p w14:paraId="5AF6F215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عليل وانته اتفتت الاكباد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3AE825F2" w14:textId="77777777" w:rsidTr="005739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32" w:type="dxa"/>
          </w:tcPr>
          <w:p w14:paraId="1BAF62C0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الله يساعدني ويساعد زين لعباد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</w:tcPr>
          <w:p w14:paraId="326C16F9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2" w:type="dxa"/>
          </w:tcPr>
          <w:p w14:paraId="77BA2346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ويساعد النسوان هاللي ضيعوها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2A81A094" w14:textId="77777777" w:rsidTr="005739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32" w:type="dxa"/>
          </w:tcPr>
          <w:p w14:paraId="770495F1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ما عودوني بالجفا ما عودوني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</w:tcPr>
          <w:p w14:paraId="05F94760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2" w:type="dxa"/>
          </w:tcPr>
          <w:p w14:paraId="4733D510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ماحد سلبني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عقب ما فارقوني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058AD0AC" w14:textId="77777777" w:rsidTr="005739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32" w:type="dxa"/>
          </w:tcPr>
          <w:p w14:paraId="49FA1878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يا ليت ما شافت مصارعهم اعيوني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</w:tcPr>
          <w:p w14:paraId="1A89911B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2" w:type="dxa"/>
          </w:tcPr>
          <w:p w14:paraId="2A9086A9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يعزز عليهم خيمتي القوم ادخلوها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03CFCFA8" w14:textId="77777777" w:rsidTr="005739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32" w:type="dxa"/>
          </w:tcPr>
          <w:p w14:paraId="397410B4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ما عودوني بالجفا اهل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</w:tcPr>
          <w:p w14:paraId="34B1A867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2" w:type="dxa"/>
          </w:tcPr>
          <w:p w14:paraId="1E96372F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ما ظنتي قومي اُوهلي يرضوا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240AB3BE" w14:textId="77777777" w:rsidTr="005739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32" w:type="dxa"/>
          </w:tcPr>
          <w:p w14:paraId="565E21BE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من عقب هودج ركبوني اعلى مطيه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</w:tcPr>
          <w:p w14:paraId="74415B53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2" w:type="dxa"/>
          </w:tcPr>
          <w:p w14:paraId="0A596F2C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ترضى شيمكم يا هلي زينب سبوها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46F013D4" w14:textId="77777777" w:rsidTr="0057391D">
        <w:trPr>
          <w:trHeight w:val="350"/>
        </w:trPr>
        <w:tc>
          <w:tcPr>
            <w:tcW w:w="3832" w:type="dxa"/>
            <w:shd w:val="clear" w:color="auto" w:fill="auto"/>
          </w:tcPr>
          <w:p w14:paraId="499E41CF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للشام يا حيدر ترى زينب خذوها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shd w:val="clear" w:color="auto" w:fill="auto"/>
          </w:tcPr>
          <w:p w14:paraId="574F8E78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2" w:type="dxa"/>
            <w:shd w:val="clear" w:color="auto" w:fill="auto"/>
          </w:tcPr>
          <w:p w14:paraId="22197D7E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فوق الجمل والناس كلهم ينظروها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76810238" w14:textId="77777777" w:rsidTr="0057391D">
        <w:trPr>
          <w:trHeight w:val="350"/>
        </w:trPr>
        <w:tc>
          <w:tcPr>
            <w:tcW w:w="3832" w:type="dxa"/>
          </w:tcPr>
          <w:p w14:paraId="033589AE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هاللي على ظهر المطيه ذابها النوح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</w:tcPr>
          <w:p w14:paraId="37EF8DA3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2" w:type="dxa"/>
          </w:tcPr>
          <w:p w14:paraId="7C196D3F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مدري وليها امفارقه ميت لو 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7E038106" w14:textId="77777777" w:rsidTr="0057391D">
        <w:trPr>
          <w:trHeight w:val="350"/>
        </w:trPr>
        <w:tc>
          <w:tcPr>
            <w:tcW w:w="3832" w:type="dxa"/>
          </w:tcPr>
          <w:p w14:paraId="4E3F13C1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والله بكاها اعلى وليها يشعب الروح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</w:tcPr>
          <w:p w14:paraId="64E5C53A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2" w:type="dxa"/>
          </w:tcPr>
          <w:p w14:paraId="5DCC3469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انظن الذبيح اخليصها امن امها وبوها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33CE5E1E" w14:textId="77777777" w:rsidTr="0057391D">
        <w:trPr>
          <w:trHeight w:val="350"/>
        </w:trPr>
        <w:tc>
          <w:tcPr>
            <w:tcW w:w="3832" w:type="dxa"/>
          </w:tcPr>
          <w:p w14:paraId="6779BE0F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ما ظنتي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امخليه هلها مذابيح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</w:tcPr>
          <w:p w14:paraId="447D4175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2" w:type="dxa"/>
          </w:tcPr>
          <w:p w14:paraId="1444F096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واخلاف ما ذبحوا عليهم قامت اتصيح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7BDF7CE7" w14:textId="77777777" w:rsidTr="0057391D">
        <w:trPr>
          <w:trHeight w:val="350"/>
        </w:trPr>
        <w:tc>
          <w:tcPr>
            <w:tcW w:w="3832" w:type="dxa"/>
          </w:tcPr>
          <w:p w14:paraId="0EFD8483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يغشى عليها امن الحزن وامن البكى اتطيح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</w:tcPr>
          <w:p w14:paraId="2ED14060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2" w:type="dxa"/>
          </w:tcPr>
          <w:p w14:paraId="2C9F71DA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تنعى بسم جدها اُونوب باسم ابوها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060EE8FE" w14:textId="77777777" w:rsidTr="005739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32" w:type="dxa"/>
          </w:tcPr>
          <w:p w14:paraId="47C79969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عنها اسألوا الحادي الذي خلف المطيه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</w:tcPr>
          <w:p w14:paraId="4F5535C6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2" w:type="dxa"/>
          </w:tcPr>
          <w:p w14:paraId="12FCC499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ماظن ترد اجواب هذي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حييه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7EA91118" w14:textId="77777777" w:rsidTr="005739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32" w:type="dxa"/>
          </w:tcPr>
          <w:p w14:paraId="050D0FB9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متولعه بالنوح مثل الراعبيّه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</w:tcPr>
          <w:p w14:paraId="6120EF91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2" w:type="dxa"/>
          </w:tcPr>
          <w:p w14:paraId="479372D4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قوموا اسألوها يا خلق قوموا اسألوها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391D" w14:paraId="74E13114" w14:textId="77777777" w:rsidTr="005739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832" w:type="dxa"/>
          </w:tcPr>
          <w:p w14:paraId="3701BD01" w14:textId="77777777" w:rsidR="0057391D" w:rsidRDefault="0057391D" w:rsidP="004E7FDE">
            <w:pPr>
              <w:pStyle w:val="libPoem"/>
            </w:pPr>
            <w:r>
              <w:rPr>
                <w:rtl/>
                <w:lang w:bidi="fa-IR"/>
              </w:rPr>
              <w:t>نادت عليهم ياهل الشام اسكتوا 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</w:tcPr>
          <w:p w14:paraId="58BCAFCB" w14:textId="77777777" w:rsidR="0057391D" w:rsidRDefault="0057391D" w:rsidP="004E7FDE">
            <w:pPr>
              <w:pStyle w:val="libPoem"/>
              <w:rPr>
                <w:rtl/>
              </w:rPr>
            </w:pPr>
          </w:p>
        </w:tc>
        <w:tc>
          <w:tcPr>
            <w:tcW w:w="3792" w:type="dxa"/>
          </w:tcPr>
          <w:p w14:paraId="59B0F62E" w14:textId="77777777" w:rsidR="0057391D" w:rsidRDefault="0057391D" w:rsidP="004E7FDE">
            <w:pPr>
              <w:pStyle w:val="libPoem"/>
            </w:pPr>
            <w:r>
              <w:rPr>
                <w:rtl/>
                <w:lang w:bidi="fa-IR"/>
              </w:rPr>
              <w:t>احنا بنات المرتضى ما نحاكي اُوغاد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E24BB75" w14:textId="77777777" w:rsidR="0057391D" w:rsidRDefault="0057391D" w:rsidP="0057391D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 w:firstRow="1" w:lastRow="0" w:firstColumn="1" w:lastColumn="0" w:noHBand="0" w:noVBand="1"/>
      </w:tblPr>
      <w:tblGrid>
        <w:gridCol w:w="3953"/>
        <w:gridCol w:w="10"/>
        <w:gridCol w:w="283"/>
        <w:gridCol w:w="10"/>
        <w:gridCol w:w="3915"/>
      </w:tblGrid>
      <w:tr w:rsidR="00282649" w14:paraId="034AF5CD" w14:textId="77777777" w:rsidTr="0057391D">
        <w:trPr>
          <w:trHeight w:val="350"/>
        </w:trPr>
        <w:tc>
          <w:tcPr>
            <w:tcW w:w="3835" w:type="dxa"/>
            <w:gridSpan w:val="2"/>
          </w:tcPr>
          <w:p w14:paraId="6238669F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lastRenderedPageBreak/>
              <w:t>هلنا حميتنا امنهم يوم لطراد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28C5C9FD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46E2BBC9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اشتاقوا إلى الجنّة والدنيا طلقوها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5194103D" w14:textId="77777777" w:rsidTr="0057391D">
        <w:trPr>
          <w:trHeight w:val="350"/>
        </w:trPr>
        <w:tc>
          <w:tcPr>
            <w:tcW w:w="3835" w:type="dxa"/>
            <w:gridSpan w:val="2"/>
          </w:tcPr>
          <w:p w14:paraId="6DC45C89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سبعين مدرع ما بقي لي منهم اسناد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211EF447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3B8DFF9D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عليل وانته اتفتت الاكباد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79656875" w14:textId="77777777" w:rsidTr="0057391D">
        <w:trPr>
          <w:trHeight w:val="350"/>
        </w:trPr>
        <w:tc>
          <w:tcPr>
            <w:tcW w:w="3835" w:type="dxa"/>
            <w:gridSpan w:val="2"/>
          </w:tcPr>
          <w:p w14:paraId="383FC4B5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الله يساعدني ويساعد زين لعباد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016A37B6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62E8006E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ويساعد النسوان هاللي ضيعوها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44C23FF7" w14:textId="77777777" w:rsidTr="0057391D">
        <w:trPr>
          <w:trHeight w:val="350"/>
        </w:trPr>
        <w:tc>
          <w:tcPr>
            <w:tcW w:w="3835" w:type="dxa"/>
            <w:gridSpan w:val="2"/>
          </w:tcPr>
          <w:p w14:paraId="42653668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ما عودوني بالجفا ما عودوني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3FE50ED2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51765C5D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ماحد سلبني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عقب ما فارقوني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7D2C6F1D" w14:textId="77777777" w:rsidTr="0057391D">
        <w:trPr>
          <w:trHeight w:val="350"/>
        </w:trPr>
        <w:tc>
          <w:tcPr>
            <w:tcW w:w="3835" w:type="dxa"/>
            <w:gridSpan w:val="2"/>
          </w:tcPr>
          <w:p w14:paraId="6B1CBAF3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يا ليت ما شافت مصارعهم اعيوني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483CDC69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61E083C8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يعزز عليهم خيمتي القوم ادخلوها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66CE0AF2" w14:textId="77777777" w:rsidTr="0057391D">
        <w:trPr>
          <w:trHeight w:val="350"/>
        </w:trPr>
        <w:tc>
          <w:tcPr>
            <w:tcW w:w="3835" w:type="dxa"/>
            <w:gridSpan w:val="2"/>
          </w:tcPr>
          <w:p w14:paraId="2CAF951C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ما عودوني بالجفا اهل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66F82A76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5981E228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ما ظنتي قومي اُوهلي يرضوا عليه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4C6F5849" w14:textId="77777777" w:rsidTr="0057391D">
        <w:trPr>
          <w:trHeight w:val="350"/>
        </w:trPr>
        <w:tc>
          <w:tcPr>
            <w:tcW w:w="3835" w:type="dxa"/>
            <w:gridSpan w:val="2"/>
          </w:tcPr>
          <w:p w14:paraId="0986CDC5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من عقب هودج ركبوني اعلى مطيه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1390A89B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2FA0F1F7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ترضى شيمكم يا هلي زينب سبوها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2649" w14:paraId="551DC7DB" w14:textId="77777777" w:rsidTr="0057391D">
        <w:tblPrEx>
          <w:tblLook w:val="01E0" w:firstRow="1" w:lastRow="1" w:firstColumn="1" w:lastColumn="1" w:noHBand="0" w:noVBand="0"/>
        </w:tblPrEx>
        <w:trPr>
          <w:trHeight w:val="350"/>
        </w:trPr>
        <w:tc>
          <w:tcPr>
            <w:tcW w:w="3825" w:type="dxa"/>
            <w:shd w:val="clear" w:color="auto" w:fill="auto"/>
          </w:tcPr>
          <w:p w14:paraId="669AD444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للشام يا حيدر مشت زينب بلا اقناع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  <w:shd w:val="clear" w:color="auto" w:fill="auto"/>
          </w:tcPr>
          <w:p w14:paraId="5CCE162F" w14:textId="77777777" w:rsidR="00282649" w:rsidRDefault="00282649" w:rsidP="00282649">
            <w:pPr>
              <w:pStyle w:val="libPoem"/>
              <w:rPr>
                <w:rtl/>
              </w:rPr>
            </w:pPr>
          </w:p>
        </w:tc>
        <w:tc>
          <w:tcPr>
            <w:tcW w:w="3799" w:type="dxa"/>
            <w:gridSpan w:val="2"/>
            <w:shd w:val="clear" w:color="auto" w:fill="auto"/>
          </w:tcPr>
          <w:p w14:paraId="6935EEF9" w14:textId="77777777" w:rsidR="00282649" w:rsidRDefault="00282649" w:rsidP="00282649">
            <w:pPr>
              <w:pStyle w:val="libPoem"/>
            </w:pPr>
            <w:r>
              <w:rPr>
                <w:rtl/>
                <w:lang w:bidi="fa-IR"/>
              </w:rPr>
              <w:t>شالت اُوخلت جسم اخوها في ثرى القاع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6900" w14:paraId="0441D373" w14:textId="77777777" w:rsidTr="0057391D">
        <w:tblPrEx>
          <w:tblLook w:val="01E0" w:firstRow="1" w:lastRow="1" w:firstColumn="1" w:lastColumn="1" w:noHBand="0" w:noVBand="0"/>
        </w:tblPrEx>
        <w:trPr>
          <w:trHeight w:val="350"/>
        </w:trPr>
        <w:tc>
          <w:tcPr>
            <w:tcW w:w="3835" w:type="dxa"/>
            <w:gridSpan w:val="2"/>
            <w:shd w:val="clear" w:color="auto" w:fill="auto"/>
          </w:tcPr>
          <w:p w14:paraId="728910FF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شالت اُوخلّت جثّة الوالي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  <w:shd w:val="clear" w:color="auto" w:fill="auto"/>
          </w:tcPr>
          <w:p w14:paraId="0F5DEAD2" w14:textId="77777777" w:rsidR="00866900" w:rsidRDefault="00866900" w:rsidP="004E7FDE">
            <w:pPr>
              <w:pStyle w:val="libPoem"/>
              <w:rPr>
                <w:rtl/>
              </w:rPr>
            </w:pPr>
          </w:p>
        </w:tc>
        <w:tc>
          <w:tcPr>
            <w:tcW w:w="3789" w:type="dxa"/>
            <w:shd w:val="clear" w:color="auto" w:fill="auto"/>
          </w:tcPr>
          <w:p w14:paraId="21062839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فوق الجمل حطت على خوها 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6900" w14:paraId="6B5EAC1F" w14:textId="77777777" w:rsidTr="0057391D">
        <w:tblPrEx>
          <w:tblLook w:val="01E0" w:firstRow="1" w:lastRow="1" w:firstColumn="1" w:lastColumn="1" w:noHBand="0" w:noVBand="0"/>
        </w:tblPrEx>
        <w:trPr>
          <w:trHeight w:val="350"/>
        </w:trPr>
        <w:tc>
          <w:tcPr>
            <w:tcW w:w="3835" w:type="dxa"/>
            <w:gridSpan w:val="2"/>
          </w:tcPr>
          <w:p w14:paraId="6C5993DA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نادت تريّض الظعن يا حادي اشويّه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438A116C" w14:textId="77777777" w:rsidR="00866900" w:rsidRDefault="00866900" w:rsidP="004E7FDE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22CB468F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بانودع الوالي تراهو حان لوداع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6900" w14:paraId="0944E1E8" w14:textId="77777777" w:rsidTr="0057391D">
        <w:tblPrEx>
          <w:tblLook w:val="01E0" w:firstRow="1" w:lastRow="1" w:firstColumn="1" w:lastColumn="1" w:noHBand="0" w:noVBand="0"/>
        </w:tblPrEx>
        <w:trPr>
          <w:trHeight w:val="350"/>
        </w:trPr>
        <w:tc>
          <w:tcPr>
            <w:tcW w:w="3835" w:type="dxa"/>
            <w:gridSpan w:val="2"/>
          </w:tcPr>
          <w:p w14:paraId="29FE08BD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ويلي لزينب ويش قاست والنساوين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11A20EA8" w14:textId="77777777" w:rsidR="00866900" w:rsidRDefault="00866900" w:rsidP="004E7FDE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11190E43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يوم حدا الحادي اُومرت بالمطاعين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6900" w14:paraId="3B7C7CB3" w14:textId="77777777" w:rsidTr="0057391D">
        <w:tblPrEx>
          <w:tblLook w:val="01E0" w:firstRow="1" w:lastRow="1" w:firstColumn="1" w:lastColumn="1" w:noHBand="0" w:noVBand="0"/>
        </w:tblPrEx>
        <w:trPr>
          <w:trHeight w:val="350"/>
        </w:trPr>
        <w:tc>
          <w:tcPr>
            <w:tcW w:w="3835" w:type="dxa"/>
            <w:gridSpan w:val="2"/>
          </w:tcPr>
          <w:p w14:paraId="329B3249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نادت يحادي الظعن مروا بي على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06E4EC6C" w14:textId="77777777" w:rsidR="00866900" w:rsidRDefault="00866900" w:rsidP="004E7FDE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174E8CCE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ماظن يرضى ندخل الكوفة بلا قناع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6900" w14:paraId="2BEE14DC" w14:textId="77777777" w:rsidTr="0057391D">
        <w:tblPrEx>
          <w:tblLook w:val="01E0" w:firstRow="1" w:lastRow="1" w:firstColumn="1" w:lastColumn="1" w:noHBand="0" w:noVBand="0"/>
        </w:tblPrEx>
        <w:trPr>
          <w:trHeight w:val="350"/>
        </w:trPr>
        <w:tc>
          <w:tcPr>
            <w:tcW w:w="3835" w:type="dxa"/>
            <w:gridSpan w:val="2"/>
          </w:tcPr>
          <w:p w14:paraId="31C8ABE8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في داعة الله يالولي عنّك مشينا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7A77A4B1" w14:textId="77777777" w:rsidR="00866900" w:rsidRDefault="00866900" w:rsidP="004E7FDE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5AF60A18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للشام مشيتنا مهي لارض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6900" w14:paraId="23DBFDEC" w14:textId="77777777" w:rsidTr="0057391D">
        <w:trPr>
          <w:trHeight w:val="350"/>
        </w:trPr>
        <w:tc>
          <w:tcPr>
            <w:tcW w:w="3835" w:type="dxa"/>
            <w:gridSpan w:val="2"/>
          </w:tcPr>
          <w:p w14:paraId="67A3031A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من بعد عينك ذوبت كبدي اسكنه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73BAEBB6" w14:textId="77777777" w:rsidR="00866900" w:rsidRDefault="00866900" w:rsidP="004E7FDE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64F19B34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بعد الخدر والصون تتستر بلذراع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6900" w14:paraId="4848F18D" w14:textId="77777777" w:rsidTr="0057391D">
        <w:trPr>
          <w:trHeight w:val="350"/>
        </w:trPr>
        <w:tc>
          <w:tcPr>
            <w:tcW w:w="3835" w:type="dxa"/>
            <w:gridSpan w:val="2"/>
          </w:tcPr>
          <w:p w14:paraId="49A90D04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ثوب المعزة من عقب عينك نزعته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75653AD3" w14:textId="77777777" w:rsidR="00866900" w:rsidRDefault="00866900" w:rsidP="004E7FDE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478EB1D4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والماي ما تهنّيت به لمّن شربته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6900" w14:paraId="6361E988" w14:textId="77777777" w:rsidTr="0057391D">
        <w:trPr>
          <w:trHeight w:val="350"/>
        </w:trPr>
        <w:tc>
          <w:tcPr>
            <w:tcW w:w="3835" w:type="dxa"/>
            <w:gridSpan w:val="2"/>
          </w:tcPr>
          <w:p w14:paraId="31677867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اُوكور المطيّة ابلا وطى بعدك ركبته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6982DA83" w14:textId="77777777" w:rsidR="00866900" w:rsidRDefault="00866900" w:rsidP="004E7FDE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5C05BE49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يا ليت جانا المرتضى بالأهل فزاع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6900" w14:paraId="2A9F19CB" w14:textId="77777777" w:rsidTr="0057391D">
        <w:trPr>
          <w:trHeight w:val="350"/>
        </w:trPr>
        <w:tc>
          <w:tcPr>
            <w:tcW w:w="3835" w:type="dxa"/>
            <w:gridSpan w:val="2"/>
          </w:tcPr>
          <w:p w14:paraId="3E48FFA4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اُومرت على اخوتها اُوراتهم كالمصابيح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11840C60" w14:textId="77777777" w:rsidR="00866900" w:rsidRDefault="00866900" w:rsidP="004E7FDE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11DB7188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فوق الثرى يسفي عليهم سافي الريح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6900" w14:paraId="04460A5C" w14:textId="77777777" w:rsidTr="0057391D">
        <w:trPr>
          <w:trHeight w:val="350"/>
        </w:trPr>
        <w:tc>
          <w:tcPr>
            <w:tcW w:w="3835" w:type="dxa"/>
            <w:gridSpan w:val="2"/>
          </w:tcPr>
          <w:p w14:paraId="34AD3ABE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كلهم جثث صرعا على الغبرة مذابيح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74B35520" w14:textId="77777777" w:rsidR="00866900" w:rsidRDefault="00866900" w:rsidP="004E7FDE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1ED59F1E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واِحسين لمن شافته مرضوض لضلاع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6900" w14:paraId="5F16D164" w14:textId="77777777" w:rsidTr="0057391D">
        <w:trPr>
          <w:trHeight w:val="350"/>
        </w:trPr>
        <w:tc>
          <w:tcPr>
            <w:tcW w:w="3835" w:type="dxa"/>
            <w:gridSpan w:val="2"/>
          </w:tcPr>
          <w:p w14:paraId="0E081157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خرت على جسمه اُونادت به يصنديد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668DE6A2" w14:textId="77777777" w:rsidR="00866900" w:rsidRDefault="00866900" w:rsidP="004E7FDE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6CD5BF3F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تجلس اُوشوف ابنك علي مغلول بالقيد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6900" w14:paraId="3C5ABD65" w14:textId="77777777" w:rsidTr="0057391D">
        <w:trPr>
          <w:trHeight w:val="350"/>
        </w:trPr>
        <w:tc>
          <w:tcPr>
            <w:tcW w:w="3835" w:type="dxa"/>
            <w:gridSpan w:val="2"/>
          </w:tcPr>
          <w:p w14:paraId="096BCCC3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ترضى علينا نمضي الشامات ليزيد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079B09BE" w14:textId="77777777" w:rsidR="00866900" w:rsidRDefault="00866900" w:rsidP="004E7FDE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61D17AA4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يا ليت عينك شافته يوم حدا 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6900" w14:paraId="6157F98D" w14:textId="77777777" w:rsidTr="0057391D">
        <w:trPr>
          <w:trHeight w:val="350"/>
        </w:trPr>
        <w:tc>
          <w:tcPr>
            <w:tcW w:w="3835" w:type="dxa"/>
            <w:gridSpan w:val="2"/>
          </w:tcPr>
          <w:p w14:paraId="0020A10A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صار البكا والنوح من شغلي اُودابي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7ECEABD6" w14:textId="77777777" w:rsidR="00866900" w:rsidRDefault="00866900" w:rsidP="004E7FDE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59A31B37" w14:textId="77777777" w:rsidR="00866900" w:rsidRDefault="00866900" w:rsidP="004E7FDE">
            <w:pPr>
              <w:pStyle w:val="libPoem"/>
            </w:pPr>
            <w:r>
              <w:rPr>
                <w:rtl/>
                <w:lang w:bidi="fa-IR"/>
              </w:rPr>
              <w:t>هذي العزيزة ضايعه والقلب مرتاع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5CD4" w14:paraId="63489064" w14:textId="77777777" w:rsidTr="0057391D">
        <w:tblPrEx>
          <w:tblLook w:val="01E0" w:firstRow="1" w:lastRow="1" w:firstColumn="1" w:lastColumn="1" w:noHBand="0" w:noVBand="0"/>
        </w:tblPrEx>
        <w:trPr>
          <w:trHeight w:val="350"/>
        </w:trPr>
        <w:tc>
          <w:tcPr>
            <w:tcW w:w="3835" w:type="dxa"/>
            <w:gridSpan w:val="2"/>
            <w:shd w:val="clear" w:color="auto" w:fill="auto"/>
          </w:tcPr>
          <w:p w14:paraId="070D77A2" w14:textId="77777777" w:rsidR="00E15CD4" w:rsidRDefault="00E15CD4" w:rsidP="004E7FDE">
            <w:pPr>
              <w:pStyle w:val="libPoem"/>
            </w:pPr>
            <w:r>
              <w:rPr>
                <w:rtl/>
                <w:lang w:bidi="fa-IR"/>
              </w:rPr>
              <w:t>طوّل الغيبة بالنجف هزاز الحصون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  <w:shd w:val="clear" w:color="auto" w:fill="auto"/>
          </w:tcPr>
          <w:p w14:paraId="2AB33A6D" w14:textId="77777777" w:rsidR="00E15CD4" w:rsidRDefault="00E15CD4" w:rsidP="004E7FDE">
            <w:pPr>
              <w:pStyle w:val="libPoem"/>
              <w:rPr>
                <w:rtl/>
              </w:rPr>
            </w:pPr>
          </w:p>
        </w:tc>
        <w:tc>
          <w:tcPr>
            <w:tcW w:w="3789" w:type="dxa"/>
            <w:shd w:val="clear" w:color="auto" w:fill="auto"/>
          </w:tcPr>
          <w:p w14:paraId="38D52065" w14:textId="77777777" w:rsidR="00E15CD4" w:rsidRDefault="00E15CD4" w:rsidP="004E7FDE">
            <w:pPr>
              <w:pStyle w:val="libPoem"/>
            </w:pPr>
            <w:r>
              <w:rPr>
                <w:rtl/>
                <w:lang w:bidi="fa-IR"/>
              </w:rPr>
              <w:t>اُوخلا بناته ابلا ولي للشام يمضون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5CD4" w14:paraId="48D167D2" w14:textId="77777777" w:rsidTr="0057391D">
        <w:tblPrEx>
          <w:tblLook w:val="01E0" w:firstRow="1" w:lastRow="1" w:firstColumn="1" w:lastColumn="1" w:noHBand="0" w:noVBand="0"/>
        </w:tblPrEx>
        <w:trPr>
          <w:trHeight w:val="350"/>
        </w:trPr>
        <w:tc>
          <w:tcPr>
            <w:tcW w:w="3835" w:type="dxa"/>
            <w:gridSpan w:val="2"/>
          </w:tcPr>
          <w:p w14:paraId="71D83407" w14:textId="77777777" w:rsidR="00E15CD4" w:rsidRDefault="00E15CD4" w:rsidP="004E7FDE">
            <w:pPr>
              <w:pStyle w:val="libPoem"/>
            </w:pPr>
            <w:r>
              <w:rPr>
                <w:rtl/>
                <w:lang w:bidi="fa-IR"/>
              </w:rPr>
              <w:t>ليته عليهم بالحرب بادر الغارات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0E50D95F" w14:textId="77777777" w:rsidR="00E15CD4" w:rsidRDefault="00E15CD4" w:rsidP="004E7FDE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4EAFC97C" w14:textId="77777777" w:rsidR="00E15CD4" w:rsidRDefault="00E15CD4" w:rsidP="004E7FDE">
            <w:pPr>
              <w:pStyle w:val="libPoem"/>
            </w:pPr>
            <w:r>
              <w:rPr>
                <w:rtl/>
                <w:lang w:bidi="fa-IR"/>
              </w:rPr>
              <w:t>امخلي جثثهم بالثرى اُو ماخذ الثارات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5CD4" w14:paraId="63ACCD9D" w14:textId="77777777" w:rsidTr="0057391D">
        <w:tblPrEx>
          <w:tblLook w:val="01E0" w:firstRow="1" w:lastRow="1" w:firstColumn="1" w:lastColumn="1" w:noHBand="0" w:noVBand="0"/>
        </w:tblPrEx>
        <w:trPr>
          <w:trHeight w:val="350"/>
        </w:trPr>
        <w:tc>
          <w:tcPr>
            <w:tcW w:w="3835" w:type="dxa"/>
            <w:gridSpan w:val="2"/>
          </w:tcPr>
          <w:p w14:paraId="2488D1F6" w14:textId="77777777" w:rsidR="00E15CD4" w:rsidRDefault="00E15CD4" w:rsidP="004E7FDE">
            <w:pPr>
              <w:pStyle w:val="libPoem"/>
            </w:pPr>
            <w:r>
              <w:rPr>
                <w:rtl/>
                <w:lang w:bidi="fa-IR"/>
              </w:rPr>
              <w:t>معلوم لنها اسرار فيها واختيارات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2FEB88B5" w14:textId="77777777" w:rsidR="00E15CD4" w:rsidRDefault="00E15CD4" w:rsidP="004E7FDE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79E86663" w14:textId="77777777" w:rsidR="00E15CD4" w:rsidRDefault="00E15CD4" w:rsidP="004E7FDE">
            <w:pPr>
              <w:pStyle w:val="libPoem"/>
            </w:pPr>
            <w:r>
              <w:rPr>
                <w:rtl/>
                <w:lang w:bidi="fa-IR"/>
              </w:rPr>
              <w:t>ظاهر عليها من قبل يتكون الكون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5CD4" w14:paraId="6EA908E1" w14:textId="77777777" w:rsidTr="0057391D">
        <w:tblPrEx>
          <w:tblLook w:val="01E0" w:firstRow="1" w:lastRow="1" w:firstColumn="1" w:lastColumn="1" w:noHBand="0" w:noVBand="0"/>
        </w:tblPrEx>
        <w:trPr>
          <w:trHeight w:val="350"/>
        </w:trPr>
        <w:tc>
          <w:tcPr>
            <w:tcW w:w="3835" w:type="dxa"/>
            <w:gridSpan w:val="2"/>
          </w:tcPr>
          <w:p w14:paraId="7758DE5E" w14:textId="77777777" w:rsidR="00E15CD4" w:rsidRDefault="00E15CD4" w:rsidP="004E7FDE">
            <w:pPr>
              <w:pStyle w:val="libPoem"/>
            </w:pPr>
            <w:r>
              <w:rPr>
                <w:rtl/>
                <w:lang w:bidi="fa-IR"/>
              </w:rPr>
              <w:t>طوّل الغيبة بوالحسن طوّل الغيبه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2757B04A" w14:textId="77777777" w:rsidR="00E15CD4" w:rsidRDefault="00E15CD4" w:rsidP="004E7FDE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6A12CF56" w14:textId="77777777" w:rsidR="00E15CD4" w:rsidRDefault="00E15CD4" w:rsidP="004E7FDE">
            <w:pPr>
              <w:pStyle w:val="libPoem"/>
            </w:pPr>
            <w:r>
              <w:rPr>
                <w:rtl/>
                <w:lang w:bidi="fa-IR"/>
              </w:rPr>
              <w:t>ليته يجينا اليوم باليوث الحريبه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5CD4" w14:paraId="7635A3DE" w14:textId="77777777" w:rsidTr="0057391D">
        <w:tblPrEx>
          <w:tblLook w:val="01E0" w:firstRow="1" w:lastRow="1" w:firstColumn="1" w:lastColumn="1" w:noHBand="0" w:noVBand="0"/>
        </w:tblPrEx>
        <w:trPr>
          <w:trHeight w:val="350"/>
        </w:trPr>
        <w:tc>
          <w:tcPr>
            <w:tcW w:w="3835" w:type="dxa"/>
            <w:gridSpan w:val="2"/>
          </w:tcPr>
          <w:p w14:paraId="65C69C7E" w14:textId="77777777" w:rsidR="00E15CD4" w:rsidRDefault="00E15CD4" w:rsidP="004E7FDE">
            <w:pPr>
              <w:pStyle w:val="libPoem"/>
            </w:pPr>
            <w:r>
              <w:rPr>
                <w:rtl/>
                <w:lang w:bidi="fa-IR"/>
              </w:rPr>
              <w:t>امخلص بناته امن العدى صارت غريبه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0F6E7840" w14:textId="77777777" w:rsidR="00E15CD4" w:rsidRDefault="00E15CD4" w:rsidP="004E7FDE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1C07E700" w14:textId="77777777" w:rsidR="00E15CD4" w:rsidRDefault="00E15CD4" w:rsidP="004E7FDE">
            <w:pPr>
              <w:pStyle w:val="libPoem"/>
            </w:pPr>
            <w:r>
              <w:rPr>
                <w:rtl/>
                <w:lang w:bidi="fa-IR"/>
              </w:rPr>
              <w:t>ويا بني عدنان لينا كلهم ايجون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5CD4" w14:paraId="6AE743A6" w14:textId="77777777" w:rsidTr="0057391D">
        <w:trPr>
          <w:trHeight w:val="350"/>
        </w:trPr>
        <w:tc>
          <w:tcPr>
            <w:tcW w:w="3835" w:type="dxa"/>
            <w:gridSpan w:val="2"/>
          </w:tcPr>
          <w:p w14:paraId="02DC76AF" w14:textId="77777777" w:rsidR="00E15CD4" w:rsidRDefault="00E15CD4" w:rsidP="004E7FDE">
            <w:pPr>
              <w:pStyle w:val="libPoem"/>
            </w:pPr>
            <w:r>
              <w:rPr>
                <w:rtl/>
                <w:lang w:bidi="fa-IR"/>
              </w:rPr>
              <w:t>طوّل الغيبة بوالحسن وابطا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4" w:type="dxa"/>
            <w:gridSpan w:val="2"/>
          </w:tcPr>
          <w:p w14:paraId="5EC1D4F0" w14:textId="77777777" w:rsidR="00E15CD4" w:rsidRDefault="00E15CD4" w:rsidP="004E7FDE">
            <w:pPr>
              <w:pStyle w:val="libPoem"/>
              <w:rPr>
                <w:rtl/>
              </w:rPr>
            </w:pPr>
          </w:p>
        </w:tc>
        <w:tc>
          <w:tcPr>
            <w:tcW w:w="3789" w:type="dxa"/>
          </w:tcPr>
          <w:p w14:paraId="4D12F253" w14:textId="77777777" w:rsidR="00E15CD4" w:rsidRDefault="00E15CD4" w:rsidP="004E7FDE">
            <w:pPr>
              <w:pStyle w:val="libPoem"/>
            </w:pPr>
            <w:r>
              <w:rPr>
                <w:rtl/>
                <w:lang w:bidi="fa-IR"/>
              </w:rPr>
              <w:t>معلوم لنه مادري اللي صار 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51B2DEB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F3DF9" w14:paraId="13028ECE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3EBD5887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ذبحت ارجالي كلها واحنا انولينا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0FA09D0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3573114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هذي الاعادي بالخبر عنه يسئلون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3C0DCB2C" w14:textId="77777777" w:rsidTr="004E7FDE">
        <w:trPr>
          <w:trHeight w:val="350"/>
        </w:trPr>
        <w:tc>
          <w:tcPr>
            <w:tcW w:w="3920" w:type="dxa"/>
          </w:tcPr>
          <w:p w14:paraId="642D3F33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وانكان تتنا اهل المدينة ما تقعدك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DE7F3A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C3A140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سرع يبو الحسنين لو تجينا ابوحدك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2819C665" w14:textId="77777777" w:rsidTr="004E7FDE">
        <w:trPr>
          <w:trHeight w:val="350"/>
        </w:trPr>
        <w:tc>
          <w:tcPr>
            <w:tcW w:w="3920" w:type="dxa"/>
          </w:tcPr>
          <w:p w14:paraId="7838364A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انهض مع عدنان خذ ثارات ولدك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87B6E3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7FDBA3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دركوا حرمكم يا علي لوما تدركون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71FBDE01" w14:textId="77777777" w:rsidTr="004E7FDE">
        <w:trPr>
          <w:trHeight w:val="350"/>
        </w:trPr>
        <w:tc>
          <w:tcPr>
            <w:tcW w:w="3920" w:type="dxa"/>
          </w:tcPr>
          <w:p w14:paraId="7FDCE3C9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ليتك ترى زينب بعد ذبحت اهلها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1B80B7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25DF7F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بس ما سمعوها القوم جوها واقصدوا 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1A330160" w14:textId="77777777" w:rsidTr="004E7FDE">
        <w:trPr>
          <w:trHeight w:val="350"/>
        </w:trPr>
        <w:tc>
          <w:tcPr>
            <w:tcW w:w="3920" w:type="dxa"/>
          </w:tcPr>
          <w:p w14:paraId="6680C884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من بعد اخوها يا علي اتشتت شملها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996F67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53C180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استوحدوها القوم اُوجوليها يركبون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1C88A5B" w14:textId="77777777" w:rsidR="00EE7C84" w:rsidRDefault="00EE7C84" w:rsidP="009F3DF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8"/>
        <w:gridCol w:w="294"/>
        <w:gridCol w:w="3919"/>
      </w:tblGrid>
      <w:tr w:rsidR="009F3DF9" w14:paraId="6685F787" w14:textId="77777777" w:rsidTr="009F3DF9">
        <w:trPr>
          <w:trHeight w:val="350"/>
        </w:trPr>
        <w:tc>
          <w:tcPr>
            <w:tcW w:w="3703" w:type="dxa"/>
            <w:shd w:val="clear" w:color="auto" w:fill="auto"/>
          </w:tcPr>
          <w:p w14:paraId="75708DA9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اُولادك يداحي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79F78CF8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  <w:shd w:val="clear" w:color="auto" w:fill="auto"/>
          </w:tcPr>
          <w:p w14:paraId="28E7FA9C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اجساد بليا روس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1CC1AB55" w14:textId="77777777" w:rsidTr="009F3DF9">
        <w:trPr>
          <w:trHeight w:val="350"/>
        </w:trPr>
        <w:tc>
          <w:tcPr>
            <w:tcW w:w="3703" w:type="dxa"/>
          </w:tcPr>
          <w:p w14:paraId="3C75F379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جنايز فوق رمضاهم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40A4559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9131962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ذبحوهم على اظماهم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13D6D36C" w14:textId="77777777" w:rsidTr="009F3DF9">
        <w:trPr>
          <w:trHeight w:val="350"/>
        </w:trPr>
        <w:tc>
          <w:tcPr>
            <w:tcW w:w="3703" w:type="dxa"/>
          </w:tcPr>
          <w:p w14:paraId="4CD6907A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إرووا الأرض بادماهم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E7185CA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4267EAF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اُولادك يداحي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043226B9" w14:textId="77777777" w:rsidTr="009F3DF9">
        <w:trPr>
          <w:trHeight w:val="350"/>
        </w:trPr>
        <w:tc>
          <w:tcPr>
            <w:tcW w:w="3703" w:type="dxa"/>
          </w:tcPr>
          <w:p w14:paraId="33799387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يليتك حاضر الوقعه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A1D6BD9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5BF3A73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اُوشايف عزوتك صرعى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7E6D2042" w14:textId="77777777" w:rsidTr="009F3DF9">
        <w:trPr>
          <w:trHeight w:val="350"/>
        </w:trPr>
        <w:tc>
          <w:tcPr>
            <w:tcW w:w="3703" w:type="dxa"/>
          </w:tcPr>
          <w:p w14:paraId="13042BA0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على تربانهم ضجعى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20A573E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1C1AF42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اُولادك يداحي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534D9F8A" w14:textId="77777777" w:rsidTr="009F3DF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B7B8767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ثور إلهم اُوغسلهم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D065BE7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48006C75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اُوجيب اأكفان كفّنهم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7E757271" w14:textId="77777777" w:rsidTr="009F3DF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3EE6592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اُوسايل كربلا عنهم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BBB7638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1B3168F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اُولادك يداحي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7B719092" w14:textId="77777777" w:rsidTr="009F3DF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AB45B0C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جنايز كنّها لبدور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415E141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66F6B3C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على الغبرة بليا اقبور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4BE7731A" w14:textId="77777777" w:rsidTr="009F3DF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EC41E95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بلا سدر اُوبلا كافور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4D6298C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704BD85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اُولادك يداحي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5C24A7F2" w14:textId="77777777" w:rsidTr="009F3DF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93799D8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وانته الحرب سرداله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515AE70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BD1D6A8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والميمون خيّاله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1A6A0554" w14:textId="77777777" w:rsidTr="009F3DF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54BE29B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اُومرحب اِنتْ قتّاله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B41192B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B6F5DB1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اُولادك يداحي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1DBE1EA8" w14:textId="77777777" w:rsidTr="009F3DF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05B1991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بلا غسل ولا امواري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1F0B666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A926875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عليهم يسفي الذاري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189B0AFB" w14:textId="77777777" w:rsidTr="009F3DF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1AAD7D1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اُو للمدلل بقى عاري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2263D06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7FFFEFAF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اُولادك يداحي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21A5ED83" w14:textId="77777777" w:rsidTr="009F3DF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F010326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يفارس ما تهاب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4E2729E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E53D882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يعابد ما تنام 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46E49718" w14:textId="77777777" w:rsidTr="009F3DF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5957ED9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جنايز ما حصلت تغسيل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33036E2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BB62CE1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اُولادك يداحي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13FDC6EB" w14:textId="77777777" w:rsidTr="009F3DF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A855F17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ياللي في الحرب ما تهاب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99DDA5B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7CECF91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ضرب السيف والنشاب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6B439282" w14:textId="77777777" w:rsidTr="009F3DF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9C4E5AA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يالمقتول في المحراب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1AB5863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56ABF8F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اُولادك يداحي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A5882F5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F3DF9" w14:paraId="20E55CBC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50A4C30D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زينب على الناقة يبو الحملات تنخاك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BDB9F97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38643D7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اِنهض يبو الشيمة اُو خلصها امن اعداك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57AF391F" w14:textId="77777777" w:rsidTr="004E7FDE">
        <w:trPr>
          <w:trHeight w:val="350"/>
        </w:trPr>
        <w:tc>
          <w:tcPr>
            <w:tcW w:w="3920" w:type="dxa"/>
          </w:tcPr>
          <w:p w14:paraId="1A2352AB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زينب يحيدر ترتجي منّك الجيّه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2730B4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844746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ويش اخّرك عنها يبو النفس الأبيّه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75DF6350" w14:textId="77777777" w:rsidTr="004E7FDE">
        <w:trPr>
          <w:trHeight w:val="350"/>
        </w:trPr>
        <w:tc>
          <w:tcPr>
            <w:tcW w:w="3920" w:type="dxa"/>
          </w:tcPr>
          <w:p w14:paraId="782F3B4A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ليتك تراعها بين العدى منسبيه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028EB4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8295CF1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للشام شالت عن وليها اُوهي ابرجواك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22D741DD" w14:textId="77777777" w:rsidTr="004E7FDE">
        <w:trPr>
          <w:trHeight w:val="350"/>
        </w:trPr>
        <w:tc>
          <w:tcPr>
            <w:tcW w:w="3920" w:type="dxa"/>
          </w:tcPr>
          <w:p w14:paraId="15F1E522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ماهي المصونة اللي تربت وسط لخدور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F00092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52DC39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واليوم مسبيّة الرحيم الله على كور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17E080AD" w14:textId="77777777" w:rsidTr="004E7FDE">
        <w:trPr>
          <w:trHeight w:val="350"/>
        </w:trPr>
        <w:tc>
          <w:tcPr>
            <w:tcW w:w="3920" w:type="dxa"/>
          </w:tcPr>
          <w:p w14:paraId="370675E1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إتعاين على العسّال راس اِحسين مشهور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E5143B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45C698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لو مَن سمعها اتنوح صب الدمع سفاك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50F69C19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AB51CF4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بعد الأساور أصبح اُوأمسي ابقيدي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2487A5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7497F6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ياخوي من عض الحبل ورّم اِزنودي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32840BAD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FCF3BDB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يوم انقتل حيدر مضى عنّي سعودي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38130D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3FD967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ذبحوك يا لوالي اُوذبحوا جملة ابناك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33CCED12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EC0BBB9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جبريل من ساير خدمنا في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EE73D0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DDB09A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اُو لملاك تتبرك ابنزلتهم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159CDE13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7AF9F4F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اُولا حد نظر شخصي من العالم ابعينه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7F7664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ED81E4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واليوم ادخل مجلس الطاغي الافاك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38EBF698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E003500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اتمّنيت لاعشنا ولا شفنا بن ازياد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FE2063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2D3235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يوم مع الايتام دخلونا بلقياد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7C24E2AB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F5FE8CE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واضيعتي يحسين شمتت بي الحساد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72FA88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020920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ترضى يدخلوني المجلس مع يتاماك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3262F042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E18B65B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واتذكرت بالامس جيتها 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187AD5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2CF295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فرسان هاشم حول هودجها تحوفه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3DF9" w14:paraId="23E1C6C0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8A7DB50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افي اظلال حيدر صاحب النفس العطوفه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953C8A" w14:textId="77777777" w:rsidR="009F3DF9" w:rsidRDefault="009F3DF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4067FA" w14:textId="77777777" w:rsidR="009F3DF9" w:rsidRDefault="009F3DF9" w:rsidP="004E7FDE">
            <w:pPr>
              <w:pStyle w:val="libPoem"/>
            </w:pPr>
            <w:r>
              <w:rPr>
                <w:rtl/>
                <w:lang w:bidi="fa-IR"/>
              </w:rPr>
              <w:t>واليوم ضاعت يا علي مابين اعداك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79280EE" w14:textId="77777777" w:rsidR="00EE7C84" w:rsidRDefault="00EE7C84" w:rsidP="009F3DF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3A68E16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649B4BE9" w14:textId="77777777" w:rsidR="00EE7C84" w:rsidRDefault="00EE7C84" w:rsidP="009F3DF9">
      <w:pPr>
        <w:pStyle w:val="Heading3Center"/>
        <w:rPr>
          <w:lang w:bidi="fa-IR"/>
        </w:rPr>
      </w:pPr>
      <w:bookmarkStart w:id="26" w:name="_Toc17226585"/>
      <w:r>
        <w:rPr>
          <w:rtl/>
          <w:lang w:bidi="fa-IR"/>
        </w:rPr>
        <w:lastRenderedPageBreak/>
        <w:t>هذا فصل يشتمل على حمل الرؤوس من كربلاء , وأحوال الحرم وما جرى عليهم :</w:t>
      </w:r>
      <w:bookmarkEnd w:id="26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8"/>
        <w:gridCol w:w="294"/>
        <w:gridCol w:w="3919"/>
      </w:tblGrid>
      <w:tr w:rsidR="003034D4" w14:paraId="3EEDB1E4" w14:textId="77777777" w:rsidTr="003034D4">
        <w:trPr>
          <w:trHeight w:val="350"/>
        </w:trPr>
        <w:tc>
          <w:tcPr>
            <w:tcW w:w="3703" w:type="dxa"/>
            <w:shd w:val="clear" w:color="auto" w:fill="auto"/>
          </w:tcPr>
          <w:p w14:paraId="34BC0548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شالوا الأهلّة فوق روس السمهريّه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2C237A9E" w14:textId="77777777" w:rsidR="003034D4" w:rsidRDefault="003034D4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  <w:shd w:val="clear" w:color="auto" w:fill="auto"/>
          </w:tcPr>
          <w:p w14:paraId="6823C29B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بدعه ابدعوها في الورى بني اُميّه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4D4" w14:paraId="55E7F0BB" w14:textId="77777777" w:rsidTr="003034D4">
        <w:trPr>
          <w:trHeight w:val="350"/>
        </w:trPr>
        <w:tc>
          <w:tcPr>
            <w:tcW w:w="3703" w:type="dxa"/>
          </w:tcPr>
          <w:p w14:paraId="3FCE3BCA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لا تزلزلونا سيّرونا ابمقدرتنا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65D8848E" w14:textId="77777777" w:rsidR="003034D4" w:rsidRDefault="003034D4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E622310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إحنا غرايب والمصايب داهشتنا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4D4" w14:paraId="5BAF67E3" w14:textId="77777777" w:rsidTr="003034D4">
        <w:trPr>
          <w:trHeight w:val="350"/>
        </w:trPr>
        <w:tc>
          <w:tcPr>
            <w:tcW w:w="3703" w:type="dxa"/>
          </w:tcPr>
          <w:p w14:paraId="3E0B208F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ليت المنايا قبل اَهلنا عاجلتنا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BECD3A2" w14:textId="77777777" w:rsidR="003034D4" w:rsidRDefault="003034D4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77FC4D8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لَحد يخويه ظلّت الخيمة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4D4" w14:paraId="2173A12B" w14:textId="77777777" w:rsidTr="003034D4">
        <w:trPr>
          <w:trHeight w:val="350"/>
        </w:trPr>
        <w:tc>
          <w:tcPr>
            <w:tcW w:w="3703" w:type="dxa"/>
          </w:tcPr>
          <w:p w14:paraId="73314C00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متراقب الله يالذي اتحث الركايب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53D825A" w14:textId="77777777" w:rsidR="003034D4" w:rsidRDefault="003034D4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3BE9554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اُو متقول ابرحمهم لجل انهم غرايب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4D4" w14:paraId="469B19D9" w14:textId="77777777" w:rsidTr="003034D4">
        <w:trPr>
          <w:trHeight w:val="350"/>
        </w:trPr>
        <w:tc>
          <w:tcPr>
            <w:tcW w:w="3703" w:type="dxa"/>
          </w:tcPr>
          <w:p w14:paraId="6BFAA671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عتبي على السبع الذي بالنجف غايب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9D02342" w14:textId="77777777" w:rsidR="003034D4" w:rsidRDefault="003034D4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0E5452A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لو شافني بو اِحسين ما يراضي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4D4" w14:paraId="1C925E00" w14:textId="77777777" w:rsidTr="003034D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473B7F82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قلت الشيمه والحميّة والمروه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0978AB9" w14:textId="77777777" w:rsidR="003034D4" w:rsidRDefault="003034D4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0B1B5A5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اُو لنذال قالت في اِهل بيت النبوه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4D4" w14:paraId="402F7871" w14:textId="77777777" w:rsidTr="003034D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62CDE6C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لو كأن بيدي ما ركبت الجمل قوه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725DA674" w14:textId="77777777" w:rsidR="003034D4" w:rsidRDefault="003034D4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DC7AC73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ما هيّه هينة أمواجهتنا ابن الدعيّه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4D4" w14:paraId="4A68F694" w14:textId="77777777" w:rsidTr="003034D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82C5785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بس الله الله في أهل بيت الرساله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8268CAA" w14:textId="77777777" w:rsidR="003034D4" w:rsidRDefault="003034D4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9EF3FA1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واَهل الحميّة والمروة والجلاله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4D4" w14:paraId="7F394FA0" w14:textId="77777777" w:rsidTr="003034D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7C8659B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ما كنّه أحمد اموصيكم إباله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DEEBCFC" w14:textId="77777777" w:rsidR="003034D4" w:rsidRDefault="003034D4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6AD4C292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وصّى ولكن ما حفظتون الوصيّه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4D4" w14:paraId="5381C203" w14:textId="77777777" w:rsidTr="003034D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54B09F3D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ياللي تجد السير يالله قلبك اغليظ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6D9D994" w14:textId="77777777" w:rsidR="003034D4" w:rsidRDefault="003034D4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3E7CC441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اتسوق الظعينة ابلا تواني اُو عندنا امريض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4D4" w14:paraId="4B7D13E9" w14:textId="77777777" w:rsidTr="003034D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33FCC31C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هوّن علينا ذوبتنا اشموس هالقيض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2D5D0BC" w14:textId="77777777" w:rsidR="003034D4" w:rsidRDefault="003034D4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FB55B51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سيروا اشويّه اُوريّضوا بينا اشويّه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4D4" w14:paraId="3474AC1A" w14:textId="77777777" w:rsidTr="003034D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1871A830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قلبك شديد اُوماكنة بيه العداوه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B4E0B68" w14:textId="77777777" w:rsidR="003034D4" w:rsidRDefault="003034D4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5C188A0B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هذي يتامانا على الهزّل تلاوى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4D4" w14:paraId="228289B4" w14:textId="77777777" w:rsidTr="003034D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7AFB2EB1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حميت علينا الشمس واحنا ابلا كجاوى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113B46EC" w14:textId="77777777" w:rsidR="003034D4" w:rsidRDefault="003034D4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A1C80B6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ما معودة بالسير واركوب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4D4" w14:paraId="1BDA9C21" w14:textId="77777777" w:rsidTr="003034D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04E99217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كلما مشينا وانقضت في السفر ايام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F962BB7" w14:textId="77777777" w:rsidR="003034D4" w:rsidRDefault="003034D4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0F17B72B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قالوا لنا العدوان باكر ندخل الشام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4D4" w14:paraId="5C8E7B8D" w14:textId="77777777" w:rsidTr="003034D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2CA4579C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قلت استعدوا للبلى اُوصبروا يليتام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7C1C94C" w14:textId="77777777" w:rsidR="003034D4" w:rsidRDefault="003034D4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20544958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مكتوب هذا من قبل يجري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4D4" w14:paraId="0E13F8DE" w14:textId="77777777" w:rsidTr="003034D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3" w:type="dxa"/>
          </w:tcPr>
          <w:p w14:paraId="6126AE1B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عجت علينا الشام كلها اصغار واكبار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3F23281" w14:textId="77777777" w:rsidR="003034D4" w:rsidRDefault="003034D4" w:rsidP="004E7FDE">
            <w:pPr>
              <w:pStyle w:val="libPoem"/>
              <w:rPr>
                <w:rtl/>
              </w:rPr>
            </w:pPr>
          </w:p>
        </w:tc>
        <w:tc>
          <w:tcPr>
            <w:tcW w:w="3667" w:type="dxa"/>
          </w:tcPr>
          <w:p w14:paraId="1D883989" w14:textId="77777777" w:rsidR="003034D4" w:rsidRDefault="003034D4" w:rsidP="004E7FDE">
            <w:pPr>
              <w:pStyle w:val="libPoem"/>
            </w:pPr>
            <w:r>
              <w:rPr>
                <w:rtl/>
                <w:lang w:bidi="fa-IR"/>
              </w:rPr>
              <w:t>هذا علينا اتراب يحثي اُوذاك بحجار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F3F03B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C2FFF" w14:paraId="5A01B191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1F7D42C4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اُومن عظم خجلتنا نسينا كلما 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3772C27" w14:textId="77777777" w:rsidR="002C2FFF" w:rsidRDefault="002C2FF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DE58A91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اُوهذا ينادي جت بنات الخارجيّه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FFF" w14:paraId="0931E61D" w14:textId="77777777" w:rsidTr="004E7FDE">
        <w:trPr>
          <w:trHeight w:val="350"/>
        </w:trPr>
        <w:tc>
          <w:tcPr>
            <w:tcW w:w="3920" w:type="dxa"/>
          </w:tcPr>
          <w:p w14:paraId="0E06002A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يا شايلين الروس فوق السمهريّه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4101BC" w14:textId="77777777" w:rsidR="002C2FFF" w:rsidRDefault="002C2FF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EC3ECC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ريضوا لنا ابلظعون ساعة فلكيّه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FFF" w14:paraId="230EAEC9" w14:textId="77777777" w:rsidTr="004E7FDE">
        <w:trPr>
          <w:trHeight w:val="350"/>
        </w:trPr>
        <w:tc>
          <w:tcPr>
            <w:tcW w:w="3920" w:type="dxa"/>
          </w:tcPr>
          <w:p w14:paraId="5A559D62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ريّض يحادي بالهزل خلنا انتناجا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8390F2" w14:textId="77777777" w:rsidR="002C2FFF" w:rsidRDefault="002C2FF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5C4D4F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قلها دقومي مالكم بحسين حاجه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FFF" w14:paraId="5BBE2231" w14:textId="77777777" w:rsidTr="004E7FDE">
        <w:trPr>
          <w:trHeight w:val="350"/>
        </w:trPr>
        <w:tc>
          <w:tcPr>
            <w:tcW w:w="3920" w:type="dxa"/>
          </w:tcPr>
          <w:p w14:paraId="05541BC1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صدره امرضض والشمر هبّر أوداجه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B98093" w14:textId="77777777" w:rsidR="002C2FFF" w:rsidRDefault="002C2FF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86497E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وانتي أسيرة والامر ذاليوم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FFF" w14:paraId="29B0AA10" w14:textId="77777777" w:rsidTr="004E7FDE">
        <w:trPr>
          <w:trHeight w:val="350"/>
        </w:trPr>
        <w:tc>
          <w:tcPr>
            <w:tcW w:w="3920" w:type="dxa"/>
          </w:tcPr>
          <w:p w14:paraId="28328D37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زينب انا ادري لو الأمر لك ما مشيني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604189" w14:textId="77777777" w:rsidR="002C2FFF" w:rsidRDefault="002C2FF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BEF458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قومي اركبي الناقة اُوخلّي عنّك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FFF" w14:paraId="7D794D1D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978F656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نادي على اخوانك اُونادي من بغيتين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8F28DF" w14:textId="77777777" w:rsidR="002C2FFF" w:rsidRDefault="002C2FF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F1FAE94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طاحت الدوله بالثرى اُوزالت الفيّه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FFF" w14:paraId="31E626EC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1903A5C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لو توقفي امن اليوم لا يوم لقيامه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1BB9C3" w14:textId="77777777" w:rsidR="002C2FFF" w:rsidRDefault="002C2FF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B21541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ابدا فلا اتسمعين لفظه من كلامه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FFF" w14:paraId="177A350F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56FEA13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قالت عجّل يخليصي امع السلامه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73B98A" w14:textId="77777777" w:rsidR="002C2FFF" w:rsidRDefault="002C2FF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A1A66C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غصب عليكم رايحه اُوغصب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FFF" w14:paraId="76E018AF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652404A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مرت على اخوتها اُو نادتهم من ابعيد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79276E" w14:textId="77777777" w:rsidR="002C2FFF" w:rsidRDefault="002C2FF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EA8AEB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يا خايضين الموت قعدوا يا صناديد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FFF" w14:paraId="494F074F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E1FDE13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ترضون زينب تمشي الشامات ليزيد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9732F9" w14:textId="77777777" w:rsidR="002C2FFF" w:rsidRDefault="002C2FF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8B83DF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وانتو هل الغيره اُوهل الشيمة الأبيّه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FFF" w14:paraId="142483A4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7D840EE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شبّان عشنا في ذرا الله اُوفي ذراكم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3FE57E" w14:textId="77777777" w:rsidR="002C2FFF" w:rsidRDefault="002C2FF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53F681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قوموا ادركونا ما تعودنا ابجفاكم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FFF" w14:paraId="7541CE00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7DAD6B6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منروح عنكم لا ترونا اُولا نراكم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6BDD70" w14:textId="77777777" w:rsidR="002C2FFF" w:rsidRDefault="002C2FF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1AB295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شالوا بنا العدوان واردا ما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FFF" w14:paraId="021919ED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888D377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يا قاطعين ابنا الوصل ما يقطع 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256F65" w14:textId="77777777" w:rsidR="002C2FFF" w:rsidRDefault="002C2FF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2F5694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يهلي تفارقنا الكل في جيرة 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FFF" w14:paraId="75FF7F69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8044861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سوق الظعينة يا علي اتوكل على 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597C51" w14:textId="77777777" w:rsidR="002C2FFF" w:rsidRDefault="002C2FF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03206B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اعرفت الذي لي يا علي واللي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5C7D77A" w14:textId="77777777" w:rsidR="00EE7C84" w:rsidRDefault="00EE7C84" w:rsidP="002C2FFF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C2FFF" w14:paraId="619EC018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3EA258BC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شمر الضبابي ابرمح علا راس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532EFF9" w14:textId="77777777" w:rsidR="002C2FFF" w:rsidRDefault="002C2FF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E2D0ED4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اُوظلّت الجثّة بالثرى من غير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FFF" w14:paraId="20C843FE" w14:textId="77777777" w:rsidTr="004E7FDE">
        <w:trPr>
          <w:trHeight w:val="350"/>
        </w:trPr>
        <w:tc>
          <w:tcPr>
            <w:tcW w:w="3920" w:type="dxa"/>
          </w:tcPr>
          <w:p w14:paraId="223C33D5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اُو زينب اتقله ابهون يالشايل كريمه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9D476B" w14:textId="77777777" w:rsidR="002C2FFF" w:rsidRDefault="002C2FF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C9DA4A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يا حامله خله يودعونه حريمه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FFF" w14:paraId="7792EEC4" w14:textId="77777777" w:rsidTr="004E7FDE">
        <w:trPr>
          <w:trHeight w:val="350"/>
        </w:trPr>
        <w:tc>
          <w:tcPr>
            <w:tcW w:w="3920" w:type="dxa"/>
          </w:tcPr>
          <w:p w14:paraId="3DE52B89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كم يتيم عاش في ظله اُو يتيمه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C3EC75" w14:textId="77777777" w:rsidR="002C2FFF" w:rsidRDefault="002C2FF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52F522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اُوكم فقير عاش في جوده اُو مسكين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FFF" w14:paraId="5CFA57D2" w14:textId="77777777" w:rsidTr="004E7FDE">
        <w:trPr>
          <w:trHeight w:val="350"/>
        </w:trPr>
        <w:tc>
          <w:tcPr>
            <w:tcW w:w="3920" w:type="dxa"/>
          </w:tcPr>
          <w:p w14:paraId="5ADED81A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بالهون يا شايل كريم اِحسين بالهون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1543E0" w14:textId="77777777" w:rsidR="002C2FFF" w:rsidRDefault="002C2FF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D9A776" w14:textId="77777777" w:rsidR="002C2FFF" w:rsidRDefault="002C2FFF" w:rsidP="004E7FDE">
            <w:pPr>
              <w:pStyle w:val="libPoem"/>
            </w:pPr>
            <w:r>
              <w:rPr>
                <w:rtl/>
                <w:lang w:bidi="fa-IR"/>
              </w:rPr>
              <w:t>جيبه لهل بيته واطفاله ايودعون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B07FA2B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56"/>
        <w:gridCol w:w="294"/>
        <w:gridCol w:w="3921"/>
      </w:tblGrid>
      <w:tr w:rsidR="00BF619F" w14:paraId="20278FD9" w14:textId="77777777" w:rsidTr="00BF619F">
        <w:trPr>
          <w:trHeight w:val="350"/>
        </w:trPr>
        <w:tc>
          <w:tcPr>
            <w:tcW w:w="3701" w:type="dxa"/>
            <w:shd w:val="clear" w:color="auto" w:fill="auto"/>
          </w:tcPr>
          <w:p w14:paraId="4C150628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يتزودوا منّه نظر قبل يرحلون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14:paraId="5D9A11C2" w14:textId="77777777" w:rsidR="00BF619F" w:rsidRDefault="00BF619F" w:rsidP="004E7FDE">
            <w:pPr>
              <w:pStyle w:val="libPoem"/>
              <w:rPr>
                <w:rtl/>
              </w:rPr>
            </w:pPr>
          </w:p>
        </w:tc>
        <w:tc>
          <w:tcPr>
            <w:tcW w:w="3669" w:type="dxa"/>
            <w:shd w:val="clear" w:color="auto" w:fill="auto"/>
          </w:tcPr>
          <w:p w14:paraId="7AA82886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ليتام ما تقدر تفارق راس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619F" w14:paraId="10043F35" w14:textId="77777777" w:rsidTr="00BF619F">
        <w:trPr>
          <w:trHeight w:val="350"/>
        </w:trPr>
        <w:tc>
          <w:tcPr>
            <w:tcW w:w="3701" w:type="dxa"/>
          </w:tcPr>
          <w:p w14:paraId="28C6325A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شفتوا ابدهركم راس مرفوع على اسنان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6867B37" w14:textId="77777777" w:rsidR="00BF619F" w:rsidRDefault="00BF619F" w:rsidP="004E7FDE">
            <w:pPr>
              <w:pStyle w:val="libPoem"/>
              <w:rPr>
                <w:rtl/>
              </w:rPr>
            </w:pPr>
          </w:p>
        </w:tc>
        <w:tc>
          <w:tcPr>
            <w:tcW w:w="3669" w:type="dxa"/>
          </w:tcPr>
          <w:p w14:paraId="0031C2A1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اتباري الظعن عينه اُوهو يتلى القرآن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619F" w14:paraId="510E6B36" w14:textId="77777777" w:rsidTr="00BF619F">
        <w:trPr>
          <w:trHeight w:val="350"/>
        </w:trPr>
        <w:tc>
          <w:tcPr>
            <w:tcW w:w="3701" w:type="dxa"/>
          </w:tcPr>
          <w:p w14:paraId="0DF987E2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أبداً فلا شفنا سوى المذبوح عطشان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8DEB0B7" w14:textId="77777777" w:rsidR="00BF619F" w:rsidRDefault="00BF619F" w:rsidP="004E7FDE">
            <w:pPr>
              <w:pStyle w:val="libPoem"/>
              <w:rPr>
                <w:rtl/>
              </w:rPr>
            </w:pPr>
          </w:p>
        </w:tc>
        <w:tc>
          <w:tcPr>
            <w:tcW w:w="3669" w:type="dxa"/>
          </w:tcPr>
          <w:p w14:paraId="522E30AE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ريحانة الهادي اُوحيدر مظهر الدين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619F" w14:paraId="595D820D" w14:textId="77777777" w:rsidTr="00BF619F">
        <w:trPr>
          <w:trHeight w:val="350"/>
        </w:trPr>
        <w:tc>
          <w:tcPr>
            <w:tcW w:w="3701" w:type="dxa"/>
          </w:tcPr>
          <w:p w14:paraId="3133D4F4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يحسين راسك في الرمح يسعي اقبالي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C7D626B" w14:textId="77777777" w:rsidR="00BF619F" w:rsidRDefault="00BF619F" w:rsidP="004E7FDE">
            <w:pPr>
              <w:pStyle w:val="libPoem"/>
              <w:rPr>
                <w:rtl/>
              </w:rPr>
            </w:pPr>
          </w:p>
        </w:tc>
        <w:tc>
          <w:tcPr>
            <w:tcW w:w="3669" w:type="dxa"/>
          </w:tcPr>
          <w:p w14:paraId="61356B2D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وايتامكم تبكي عن ايميني اُو شمالي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619F" w14:paraId="6FB6A921" w14:textId="77777777" w:rsidTr="00BF619F">
        <w:trPr>
          <w:trHeight w:val="350"/>
        </w:trPr>
        <w:tc>
          <w:tcPr>
            <w:tcW w:w="3701" w:type="dxa"/>
          </w:tcPr>
          <w:p w14:paraId="73530B5B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ويش حال حرمه ضايعه من غير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53E78BB5" w14:textId="77777777" w:rsidR="00BF619F" w:rsidRDefault="00BF619F" w:rsidP="004E7FDE">
            <w:pPr>
              <w:pStyle w:val="libPoem"/>
              <w:rPr>
                <w:rtl/>
              </w:rPr>
            </w:pPr>
          </w:p>
        </w:tc>
        <w:tc>
          <w:tcPr>
            <w:tcW w:w="3669" w:type="dxa"/>
          </w:tcPr>
          <w:p w14:paraId="74E77D16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من غير كافل والاهل عنها بعيدين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619F" w14:paraId="105CF269" w14:textId="77777777" w:rsidTr="00BF61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1" w:type="dxa"/>
          </w:tcPr>
          <w:p w14:paraId="4D8345CF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من غير والي ياهلي اُومن غير 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019E28D" w14:textId="77777777" w:rsidR="00BF619F" w:rsidRDefault="00BF619F" w:rsidP="004E7FDE">
            <w:pPr>
              <w:pStyle w:val="libPoem"/>
              <w:rPr>
                <w:rtl/>
              </w:rPr>
            </w:pPr>
          </w:p>
        </w:tc>
        <w:tc>
          <w:tcPr>
            <w:tcW w:w="3669" w:type="dxa"/>
          </w:tcPr>
          <w:p w14:paraId="3C151895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والدرب صعبه ياهلي واجمالنا اهزال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619F" w14:paraId="23FE7D6C" w14:textId="77777777" w:rsidTr="00BF61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1" w:type="dxa"/>
          </w:tcPr>
          <w:p w14:paraId="58CC574C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كل ساع ما وقعت اطفيله من هلطفال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323DDE72" w14:textId="77777777" w:rsidR="00BF619F" w:rsidRDefault="00BF619F" w:rsidP="004E7FDE">
            <w:pPr>
              <w:pStyle w:val="libPoem"/>
              <w:rPr>
                <w:rtl/>
              </w:rPr>
            </w:pPr>
          </w:p>
        </w:tc>
        <w:tc>
          <w:tcPr>
            <w:tcW w:w="3669" w:type="dxa"/>
          </w:tcPr>
          <w:p w14:paraId="0A8B7B1B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ما معلمين احنا على اركوب البعارين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619F" w14:paraId="61F887B4" w14:textId="77777777" w:rsidTr="00BF61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1" w:type="dxa"/>
          </w:tcPr>
          <w:p w14:paraId="751E5E11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يحسين ما تسمع ندى الاطفال تنخاك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290B971B" w14:textId="77777777" w:rsidR="00BF619F" w:rsidRDefault="00BF619F" w:rsidP="004E7FDE">
            <w:pPr>
              <w:pStyle w:val="libPoem"/>
              <w:rPr>
                <w:rtl/>
              </w:rPr>
            </w:pPr>
          </w:p>
        </w:tc>
        <w:tc>
          <w:tcPr>
            <w:tcW w:w="3669" w:type="dxa"/>
          </w:tcPr>
          <w:p w14:paraId="3CB0B40F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في الخيم يالوالي ترى وصلت لنا اعداك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619F" w14:paraId="6E304E67" w14:textId="77777777" w:rsidTr="00BF61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1" w:type="dxa"/>
          </w:tcPr>
          <w:p w14:paraId="167ADF95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ترضى يبو سكنة تسلبنا رعاياك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2E00CC8" w14:textId="77777777" w:rsidR="00BF619F" w:rsidRDefault="00BF619F" w:rsidP="004E7FDE">
            <w:pPr>
              <w:pStyle w:val="libPoem"/>
              <w:rPr>
                <w:rtl/>
              </w:rPr>
            </w:pPr>
          </w:p>
        </w:tc>
        <w:tc>
          <w:tcPr>
            <w:tcW w:w="3669" w:type="dxa"/>
          </w:tcPr>
          <w:p w14:paraId="68570A3A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ما تسمع اندانا يشيخ الهاشميّين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619F" w14:paraId="68B6F41C" w14:textId="77777777" w:rsidTr="00BF61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1" w:type="dxa"/>
          </w:tcPr>
          <w:p w14:paraId="4E3CB583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بن سعد امر عسكره تحرق اخيامك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0A0C323E" w14:textId="77777777" w:rsidR="00BF619F" w:rsidRDefault="00BF619F" w:rsidP="004E7FDE">
            <w:pPr>
              <w:pStyle w:val="libPoem"/>
              <w:rPr>
                <w:rtl/>
              </w:rPr>
            </w:pPr>
          </w:p>
        </w:tc>
        <w:tc>
          <w:tcPr>
            <w:tcW w:w="3669" w:type="dxa"/>
          </w:tcPr>
          <w:p w14:paraId="10F02B39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والنار شبوها اُو غصب فرت ايتامك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619F" w14:paraId="423E39FB" w14:textId="77777777" w:rsidTr="00BF61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701" w:type="dxa"/>
          </w:tcPr>
          <w:p w14:paraId="4DBFBE2C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يا ليت تحضرنا ابها لشده عمامك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14:paraId="4FEF7C52" w14:textId="77777777" w:rsidR="00BF619F" w:rsidRDefault="00BF619F" w:rsidP="004E7FDE">
            <w:pPr>
              <w:pStyle w:val="libPoem"/>
              <w:rPr>
                <w:rtl/>
              </w:rPr>
            </w:pPr>
          </w:p>
        </w:tc>
        <w:tc>
          <w:tcPr>
            <w:tcW w:w="3669" w:type="dxa"/>
          </w:tcPr>
          <w:p w14:paraId="31812391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ايشوفون نار اللي وروها بالصياوين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84336E3" w14:textId="77777777" w:rsidR="00EE7C84" w:rsidRDefault="00EE7C84" w:rsidP="00BF619F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F619F" w14:paraId="1AC165D8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759D8119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روس على روس الاسنه كالمصابيح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66E85BB" w14:textId="77777777" w:rsidR="00BF619F" w:rsidRDefault="00BF619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90D3545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اُوهالراس فيهم كالبدر تلعب به الريح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619F" w14:paraId="12EF32B3" w14:textId="77777777" w:rsidTr="004E7FDE">
        <w:trPr>
          <w:trHeight w:val="350"/>
        </w:trPr>
        <w:tc>
          <w:tcPr>
            <w:tcW w:w="3920" w:type="dxa"/>
          </w:tcPr>
          <w:p w14:paraId="086CD7C7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واحريمهم تشبه إلى نجوم الزواهر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9EABA2" w14:textId="77777777" w:rsidR="00BF619F" w:rsidRDefault="00BF619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2B447D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واجسادهم في كربلا كلها نحاير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619F" w14:paraId="590AA1E1" w14:textId="77777777" w:rsidTr="004E7FDE">
        <w:trPr>
          <w:trHeight w:val="350"/>
        </w:trPr>
        <w:tc>
          <w:tcPr>
            <w:tcW w:w="3920" w:type="dxa"/>
          </w:tcPr>
          <w:p w14:paraId="7D78B4D8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مدري انقبرت لو بقت من غير قابر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BECF09" w14:textId="77777777" w:rsidR="00BF619F" w:rsidRDefault="00BF619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195CD2" w14:textId="77777777" w:rsidR="00BF619F" w:rsidRDefault="00BF619F" w:rsidP="004E7FDE">
            <w:pPr>
              <w:pStyle w:val="libPoem"/>
            </w:pPr>
            <w:r>
              <w:rPr>
                <w:rtl/>
                <w:lang w:bidi="fa-IR"/>
              </w:rPr>
              <w:t>ماهم ابموتي يا خلق كلهم مذابيح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7F11A6B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121C7" w14:paraId="2CC3ADD4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478F4101" w14:textId="77777777" w:rsidR="002121C7" w:rsidRDefault="002121C7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اُوراس الذي من دونهم ساطع له النور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DBD9DCD" w14:textId="77777777" w:rsidR="002121C7" w:rsidRDefault="002121C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E5BA487" w14:textId="77777777" w:rsidR="002121C7" w:rsidRDefault="002121C7" w:rsidP="004E7FDE">
            <w:pPr>
              <w:pStyle w:val="libPoem"/>
            </w:pPr>
            <w:r>
              <w:rPr>
                <w:rtl/>
                <w:lang w:bidi="fa-IR"/>
              </w:rPr>
              <w:t>يشبه لنور الشمس يخجل نور لبدور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121C7" w14:paraId="57BBA38F" w14:textId="77777777" w:rsidTr="004E7FDE">
        <w:trPr>
          <w:trHeight w:val="350"/>
        </w:trPr>
        <w:tc>
          <w:tcPr>
            <w:tcW w:w="3920" w:type="dxa"/>
          </w:tcPr>
          <w:p w14:paraId="69F06F3C" w14:textId="77777777" w:rsidR="002121C7" w:rsidRDefault="002121C7" w:rsidP="004E7FDE">
            <w:pPr>
              <w:pStyle w:val="libPoem"/>
            </w:pPr>
            <w:r>
              <w:rPr>
                <w:rtl/>
                <w:lang w:bidi="fa-IR"/>
              </w:rPr>
              <w:t>ينظر حريمه اُودوم عينه فيهم اتدور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E84D1A" w14:textId="77777777" w:rsidR="002121C7" w:rsidRDefault="002121C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E2C566" w14:textId="77777777" w:rsidR="002121C7" w:rsidRDefault="002121C7" w:rsidP="004E7FDE">
            <w:pPr>
              <w:pStyle w:val="libPoem"/>
            </w:pPr>
            <w:r>
              <w:rPr>
                <w:rtl/>
                <w:lang w:bidi="fa-IR"/>
              </w:rPr>
              <w:t>اُويجدب الونّة لاسمع له طفله اتصيح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121C7" w14:paraId="081BE938" w14:textId="77777777" w:rsidTr="004E7FDE">
        <w:trPr>
          <w:trHeight w:val="350"/>
        </w:trPr>
        <w:tc>
          <w:tcPr>
            <w:tcW w:w="3920" w:type="dxa"/>
          </w:tcPr>
          <w:p w14:paraId="547E860E" w14:textId="77777777" w:rsidR="002121C7" w:rsidRDefault="002121C7" w:rsidP="004E7FDE">
            <w:pPr>
              <w:pStyle w:val="libPoem"/>
            </w:pPr>
            <w:r>
              <w:rPr>
                <w:rtl/>
                <w:lang w:bidi="fa-IR"/>
              </w:rPr>
              <w:t>حاشاه ما غضت اعيونه عن جريمه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E9B083" w14:textId="77777777" w:rsidR="002121C7" w:rsidRDefault="002121C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255ADE" w14:textId="77777777" w:rsidR="002121C7" w:rsidRDefault="002121C7" w:rsidP="004E7FDE">
            <w:pPr>
              <w:pStyle w:val="libPoem"/>
            </w:pPr>
            <w:r>
              <w:rPr>
                <w:rtl/>
                <w:lang w:bidi="fa-IR"/>
              </w:rPr>
              <w:t>دونه يباريهم ابعين مستديمه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121C7" w14:paraId="01616F85" w14:textId="77777777" w:rsidTr="004E7FDE">
        <w:trPr>
          <w:trHeight w:val="350"/>
        </w:trPr>
        <w:tc>
          <w:tcPr>
            <w:tcW w:w="3920" w:type="dxa"/>
          </w:tcPr>
          <w:p w14:paraId="31CEB268" w14:textId="77777777" w:rsidR="002121C7" w:rsidRDefault="002121C7" w:rsidP="004E7FDE">
            <w:pPr>
              <w:pStyle w:val="libPoem"/>
            </w:pPr>
            <w:r>
              <w:rPr>
                <w:rtl/>
                <w:lang w:bidi="fa-IR"/>
              </w:rPr>
              <w:t>يجذب الونّة لا سمع صاحت يتيمه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9F07EF" w14:textId="77777777" w:rsidR="002121C7" w:rsidRDefault="002121C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0058F5" w14:textId="77777777" w:rsidR="002121C7" w:rsidRDefault="002121C7" w:rsidP="004E7FDE">
            <w:pPr>
              <w:pStyle w:val="libPoem"/>
            </w:pPr>
            <w:r>
              <w:rPr>
                <w:rtl/>
                <w:lang w:bidi="fa-IR"/>
              </w:rPr>
              <w:t>ابدن ولا غض الطرف عن طفله تصيح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121C7" w14:paraId="0760D079" w14:textId="77777777" w:rsidTr="004E7FDE">
        <w:trPr>
          <w:trHeight w:val="350"/>
        </w:trPr>
        <w:tc>
          <w:tcPr>
            <w:tcW w:w="3920" w:type="dxa"/>
          </w:tcPr>
          <w:p w14:paraId="120003DB" w14:textId="77777777" w:rsidR="002121C7" w:rsidRDefault="002121C7" w:rsidP="004E7FDE">
            <w:pPr>
              <w:pStyle w:val="libPoem"/>
            </w:pPr>
            <w:r>
              <w:rPr>
                <w:rtl/>
                <w:lang w:bidi="fa-IR"/>
              </w:rPr>
              <w:t>بالله عليكم ناشدوا حادي الظعينه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A0A76D" w14:textId="77777777" w:rsidR="002121C7" w:rsidRDefault="002121C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43CECA" w14:textId="77777777" w:rsidR="002121C7" w:rsidRDefault="002121C7" w:rsidP="004E7FDE">
            <w:pPr>
              <w:pStyle w:val="libPoem"/>
            </w:pPr>
            <w:r>
              <w:rPr>
                <w:rtl/>
                <w:lang w:bidi="fa-IR"/>
              </w:rPr>
              <w:t>عن هالذي فوق المطيّة امقيدينه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121C7" w14:paraId="1199CAC8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82A6CD1" w14:textId="77777777" w:rsidR="002121C7" w:rsidRDefault="002121C7" w:rsidP="004E7FDE">
            <w:pPr>
              <w:pStyle w:val="libPoem"/>
            </w:pPr>
            <w:r>
              <w:rPr>
                <w:rtl/>
                <w:lang w:bidi="fa-IR"/>
              </w:rPr>
              <w:t>اينادي ابصوت ايفجر الصخرة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9D4841" w14:textId="77777777" w:rsidR="002121C7" w:rsidRDefault="002121C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E9E241" w14:textId="77777777" w:rsidR="002121C7" w:rsidRDefault="002121C7" w:rsidP="004E7FDE">
            <w:pPr>
              <w:pStyle w:val="libPoem"/>
            </w:pPr>
            <w:r>
              <w:rPr>
                <w:rtl/>
                <w:lang w:bidi="fa-IR"/>
              </w:rPr>
              <w:t>من عظم ذلّة ما ترى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دمعته اتسيح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121C7" w14:paraId="615C8553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405152D" w14:textId="77777777" w:rsidR="002121C7" w:rsidRDefault="00D00DEA" w:rsidP="004E7FDE">
            <w:pPr>
              <w:pStyle w:val="libPoem"/>
            </w:pPr>
            <w:r>
              <w:rPr>
                <w:rtl/>
                <w:lang w:bidi="fa-IR"/>
              </w:rPr>
              <w:t>اُوحوله حريم كلما نادى تجيبه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20A33DD" w14:textId="77777777" w:rsidR="002121C7" w:rsidRDefault="002121C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74A14B" w14:textId="77777777" w:rsidR="002121C7" w:rsidRDefault="00D00DEA" w:rsidP="004E7FDE">
            <w:pPr>
              <w:pStyle w:val="libPoem"/>
            </w:pPr>
            <w:r>
              <w:rPr>
                <w:rtl/>
                <w:lang w:bidi="fa-IR"/>
              </w:rPr>
              <w:t>اينادي ابصوت ابفجر اصخور الصليبه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121C7" w14:paraId="607852F7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5739B24" w14:textId="77777777" w:rsidR="002121C7" w:rsidRDefault="00D00DEA" w:rsidP="004E7FDE">
            <w:pPr>
              <w:pStyle w:val="libPoem"/>
            </w:pPr>
            <w:r>
              <w:rPr>
                <w:rtl/>
                <w:lang w:bidi="fa-IR"/>
              </w:rPr>
              <w:t>والراس لازم يحتني صوبه اُو يجيبه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1393B0" w14:textId="77777777" w:rsidR="002121C7" w:rsidRDefault="002121C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159816" w14:textId="77777777" w:rsidR="002121C7" w:rsidRDefault="00D00DEA" w:rsidP="004E7FDE">
            <w:pPr>
              <w:pStyle w:val="libPoem"/>
            </w:pPr>
            <w:r>
              <w:rPr>
                <w:rtl/>
                <w:lang w:bidi="fa-IR"/>
              </w:rPr>
              <w:t>ويلى على شيبه غداله شغلة الريح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121C7" w14:paraId="2C5FB718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313B8CF" w14:textId="77777777" w:rsidR="002121C7" w:rsidRDefault="00D00DEA" w:rsidP="004E7FDE">
            <w:pPr>
              <w:pStyle w:val="libPoem"/>
            </w:pPr>
            <w:r>
              <w:rPr>
                <w:rtl/>
                <w:lang w:bidi="fa-IR"/>
              </w:rPr>
              <w:t>عن هذي الروس اخبروني ياحوادي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A57FF8" w14:textId="77777777" w:rsidR="002121C7" w:rsidRDefault="002121C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2B0B5D" w14:textId="77777777" w:rsidR="002121C7" w:rsidRDefault="00D00DEA" w:rsidP="004E7FDE">
            <w:pPr>
              <w:pStyle w:val="libPoem"/>
            </w:pPr>
            <w:r>
              <w:rPr>
                <w:rtl/>
                <w:lang w:bidi="fa-IR"/>
              </w:rPr>
              <w:t>من أي بلد دولا اُومن هاللي تنادي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121C7" w14:paraId="393D7CD9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EFFD20E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ثكلى اُو تلطم راسها ابعشر الأيادي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2A6815" w14:textId="77777777" w:rsidR="002121C7" w:rsidRDefault="002121C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E7D75A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تقضي النهار ابصوم وما الليل تسبيح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121C7" w14:paraId="4AAB2743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6EB72EB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وينه الدوله اللي تربت في ذراها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A44BEF" w14:textId="77777777" w:rsidR="002121C7" w:rsidRDefault="002121C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01C9E4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عاشت ابعز اُودولة ماحد يراها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121C7" w14:paraId="33E74F22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30E23B6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والناس تتمنى طبق تمشي وراها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7CC5F2" w14:textId="77777777" w:rsidR="002121C7" w:rsidRDefault="002121C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C2C407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واليوم صارت في عزا اُوذل اُو تباريج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BD3984D" w14:textId="77777777" w:rsidR="00EE7C84" w:rsidRDefault="00EE7C84" w:rsidP="002121C7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121C7" w14:paraId="12242F3D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0F86B0B8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شالوا ابراس اِحسين كنّه مطلع اهلال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D364827" w14:textId="77777777" w:rsidR="002121C7" w:rsidRDefault="002121C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67ADAAE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اُو قبله ماشفنا اهلال يطلع فوق عسال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121C7" w14:paraId="30259B04" w14:textId="77777777" w:rsidTr="004E7FDE">
        <w:trPr>
          <w:trHeight w:val="350"/>
        </w:trPr>
        <w:tc>
          <w:tcPr>
            <w:tcW w:w="3920" w:type="dxa"/>
          </w:tcPr>
          <w:p w14:paraId="1134EB77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بني اُميّة يوم راس اِحسين شلتون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39DF77" w14:textId="77777777" w:rsidR="002121C7" w:rsidRDefault="002121C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3EAAA6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جسمه دفنتونه بعد لوما دفنتون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121C7" w14:paraId="3DDC27EE" w14:textId="77777777" w:rsidTr="004E7FDE">
        <w:trPr>
          <w:trHeight w:val="350"/>
        </w:trPr>
        <w:tc>
          <w:tcPr>
            <w:tcW w:w="3920" w:type="dxa"/>
          </w:tcPr>
          <w:p w14:paraId="2DB8B3D5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الله الكافي انكان في الغبرا تركتون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D7C1E1" w14:textId="77777777" w:rsidR="002121C7" w:rsidRDefault="002121C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35A3DC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بني اُميّة قبحت منكم هلفعال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121C7" w14:paraId="3308349A" w14:textId="77777777" w:rsidTr="004E7FDE">
        <w:trPr>
          <w:trHeight w:val="350"/>
        </w:trPr>
        <w:tc>
          <w:tcPr>
            <w:tcW w:w="3920" w:type="dxa"/>
          </w:tcPr>
          <w:p w14:paraId="41F4BCCA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لابيض الله اُوجوهكم يا آل اُميّه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FB575D" w14:textId="77777777" w:rsidR="002121C7" w:rsidRDefault="002121C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537DA7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اتذبحون سبط المصطفى بالغاضريّه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121C7" w14:paraId="07A0E7E2" w14:textId="77777777" w:rsidTr="004E7FDE">
        <w:trPr>
          <w:trHeight w:val="350"/>
        </w:trPr>
        <w:tc>
          <w:tcPr>
            <w:tcW w:w="3920" w:type="dxa"/>
          </w:tcPr>
          <w:p w14:paraId="5CD6D5FB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واعزيزة المختار من فوق المطيّه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DBD673" w14:textId="77777777" w:rsidR="002121C7" w:rsidRDefault="002121C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BED291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من كربلا للشام تمشي ابغير رجال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121C7" w14:paraId="433A3D97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2EC8F76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هذا الذي من خدمهم جبريل ياناس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486ADA" w14:textId="77777777" w:rsidR="002121C7" w:rsidRDefault="002121C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37DD86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ظلوا على الغبرة مثل الكبر اُو عبّاس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121C7" w14:paraId="33364A2C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C599084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اُوشيخ العشيره بالترب جثّة بلا راس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09D673" w14:textId="77777777" w:rsidR="002121C7" w:rsidRDefault="002121C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7499A0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راسه على راس الرمح زاهر كلهلال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121C7" w14:paraId="66A5CAF1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4C8498F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بالامس جده ايقبله اُو يرشف ثناياه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BAC90A" w14:textId="77777777" w:rsidR="002121C7" w:rsidRDefault="002121C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BF7985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امن ابعيد لا شافه تلقى له اُوحياه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121C7" w14:paraId="5959ABC9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1676169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وانتو تشيلونه ابرمح واطفال وياه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10B529" w14:textId="77777777" w:rsidR="002121C7" w:rsidRDefault="002121C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02D2B0" w14:textId="77777777" w:rsidR="002121C7" w:rsidRDefault="00A81ABF" w:rsidP="004E7FDE">
            <w:pPr>
              <w:pStyle w:val="libPoem"/>
            </w:pPr>
            <w:r>
              <w:rPr>
                <w:rtl/>
                <w:lang w:bidi="fa-IR"/>
              </w:rPr>
              <w:t>فوق الرمح راسه اُو حريمه فوق لجمال</w:t>
            </w:r>
            <w:r w:rsidR="002121C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02035F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70D31" w14:paraId="76337FA4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4EC3B09B" w14:textId="77777777" w:rsidR="00170D31" w:rsidRDefault="00170D31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هذي فعايل ما فعلها من قبل 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45AFCA8" w14:textId="77777777" w:rsidR="00170D31" w:rsidRDefault="00170D3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19B8468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تنشال روس اعلا الأسنّة اُو تترك اَجساد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0D31" w14:paraId="194AFA9B" w14:textId="77777777" w:rsidTr="004E7FDE">
        <w:trPr>
          <w:trHeight w:val="350"/>
        </w:trPr>
        <w:tc>
          <w:tcPr>
            <w:tcW w:w="3920" w:type="dxa"/>
          </w:tcPr>
          <w:p w14:paraId="30B4AC24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آل النبوّة تدخل ابمجلس ابن ازياد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3CBAC5" w14:textId="77777777" w:rsidR="00170D31" w:rsidRDefault="00170D3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D5DB4E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على الحرم يتفرجون أجواد واَنذال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0D31" w14:paraId="619098C1" w14:textId="77777777" w:rsidTr="004E7FDE">
        <w:trPr>
          <w:trHeight w:val="350"/>
        </w:trPr>
        <w:tc>
          <w:tcPr>
            <w:tcW w:w="3920" w:type="dxa"/>
          </w:tcPr>
          <w:p w14:paraId="6C7CD9C8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ولا كفاهم دشّت الكوفة بليتام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BBC6D2" w14:textId="77777777" w:rsidR="00170D31" w:rsidRDefault="00170D3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C70ED4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طلعوا من الكوفة اُوراحوا بيهم الشام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0D31" w14:paraId="5B80AE1E" w14:textId="77777777" w:rsidTr="004E7FDE">
        <w:trPr>
          <w:trHeight w:val="350"/>
        </w:trPr>
        <w:tc>
          <w:tcPr>
            <w:tcW w:w="3920" w:type="dxa"/>
          </w:tcPr>
          <w:p w14:paraId="034117BB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يا ليت لن حيدر يجي ابرايات واعلام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3381ED2" w14:textId="77777777" w:rsidR="00170D31" w:rsidRDefault="00170D3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035FD8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لنه عليهم يبتدي ابضجه اُو زلزال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0D31" w14:paraId="0A98D220" w14:textId="77777777" w:rsidTr="004E7FDE">
        <w:trPr>
          <w:trHeight w:val="350"/>
        </w:trPr>
        <w:tc>
          <w:tcPr>
            <w:tcW w:w="3920" w:type="dxa"/>
          </w:tcPr>
          <w:p w14:paraId="72A4AE21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لا بيض الباري لكم هالأوجه السود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B92425" w14:textId="77777777" w:rsidR="00170D31" w:rsidRDefault="00170D3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AC7889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من هالذي فوق المطيّة ابقيد مقيود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0D31" w14:paraId="500A7F99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3C1CB80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خلفه حريمه واليتامى حوله اتلوذ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A8B7FA" w14:textId="77777777" w:rsidR="00170D31" w:rsidRDefault="00170D3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A6E0CA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معذور لاصب الدمع في خده اُوسال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0D31" w14:paraId="2EDA5014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DCDDEBC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معذور كُل اهله على الغيرى مذابيح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E69715" w14:textId="77777777" w:rsidR="00170D31" w:rsidRDefault="00170D3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3ED0BA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فوق الاسنه روسهم مثل المصابيح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0D31" w14:paraId="3B9E5C56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83EE74F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لاحت كرايمهم اُو تتلاعب بها الريح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3C8595" w14:textId="77777777" w:rsidR="00170D31" w:rsidRDefault="00170D3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DD94B2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واجسادهم ما كفنتها غير لرمال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0D31" w14:paraId="4EB142D6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54929C1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يوم القيامة يسئل الهادي عن ابناه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D3BB24" w14:textId="77777777" w:rsidR="00170D31" w:rsidRDefault="00170D3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BF0861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ايقولون يمحمد ترى سبطك ذبحناه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0D31" w14:paraId="27AB26F1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15DDE2B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في كربلا جسمه ابركض الخيل دسناه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20C39C" w14:textId="77777777" w:rsidR="00170D31" w:rsidRDefault="00170D3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8FCDCB0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ولا رحمنا من عقب ذبحة الاطفال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0D31" w14:paraId="4C07495B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C01A2FF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روعنا عزيزاته اُودشّينا عليها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D6FA5D" w14:textId="77777777" w:rsidR="00170D31" w:rsidRDefault="00170D3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4F80A6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اُودرنا على اخيامه اُو ضرمنا النار فيها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0D31" w14:paraId="31E31238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E95F502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واحمد اينادي عترتي لهفي عليها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E53C78" w14:textId="77777777" w:rsidR="00170D31" w:rsidRDefault="00170D3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4DB345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بالنار حرقوهم اُوغلوهم بلغلال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F3EB200" w14:textId="77777777" w:rsidR="00EE7C84" w:rsidRDefault="00EE7C84" w:rsidP="00170D31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70D31" w14:paraId="6D1474A0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533FAB07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يحسين راسك بالرمح كنّه بدرتم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C90FD4A" w14:textId="77777777" w:rsidR="00170D31" w:rsidRDefault="00170D3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151E03D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يا ضي ابنوره في الدجى والليل اكتم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0D31" w14:paraId="6317D83A" w14:textId="77777777" w:rsidTr="004E7FDE">
        <w:trPr>
          <w:trHeight w:val="350"/>
        </w:trPr>
        <w:tc>
          <w:tcPr>
            <w:tcW w:w="3920" w:type="dxa"/>
          </w:tcPr>
          <w:p w14:paraId="44CB10B1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مبهر العالم بوعلي ابغرة جبينه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4C25CD" w14:textId="77777777" w:rsidR="00170D31" w:rsidRDefault="00170D3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52F899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ينظر ابعينه اُول اُومن تالي الظعينه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0D31" w14:paraId="68E56672" w14:textId="77777777" w:rsidTr="004E7FDE">
        <w:trPr>
          <w:trHeight w:val="350"/>
        </w:trPr>
        <w:tc>
          <w:tcPr>
            <w:tcW w:w="3920" w:type="dxa"/>
          </w:tcPr>
          <w:p w14:paraId="24CF1053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فوق الاسنه مثل ماهو في المدينه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B1FF2B" w14:textId="77777777" w:rsidR="00170D31" w:rsidRDefault="00170D3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96E53E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بارض المدينة اهلال واستكمل بدرتم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0D31" w14:paraId="02473AC2" w14:textId="77777777" w:rsidTr="004E7FDE">
        <w:trPr>
          <w:trHeight w:val="350"/>
        </w:trPr>
        <w:tc>
          <w:tcPr>
            <w:tcW w:w="3920" w:type="dxa"/>
          </w:tcPr>
          <w:p w14:paraId="439804F9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يا عجب الله الذبح لازم ايغير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038AF7" w14:textId="77777777" w:rsidR="00170D31" w:rsidRDefault="00170D3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F6FCA6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وانته الذبح سواك اخويه اِحسين نير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0D31" w14:paraId="0CCFD4A6" w14:textId="77777777" w:rsidTr="004E7FDE">
        <w:trPr>
          <w:trHeight w:val="350"/>
        </w:trPr>
        <w:tc>
          <w:tcPr>
            <w:tcW w:w="3920" w:type="dxa"/>
          </w:tcPr>
          <w:p w14:paraId="01A5DEC6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والله يابن المرتضى راسك يحير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60118C" w14:textId="77777777" w:rsidR="00170D31" w:rsidRDefault="00170D3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8DFA80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حسبي على من ذبح اطفالك اُوينم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0D31" w14:paraId="5D7EA0AE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C1D971C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لكن اشوف ابوجنته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الغيض لايح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3AC67E" w14:textId="77777777" w:rsidR="00170D31" w:rsidRDefault="00170D3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DDA7E5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معلوم لامنه سمع له اطفيل صايح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0D31" w14:paraId="12A74482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DE71EA8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بني اُميّة قبحتكم هالقبايح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8FFF02" w14:textId="77777777" w:rsidR="00170D31" w:rsidRDefault="00170D3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369963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فزتوا بلعن للحشر يزداد ماتم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0D31" w14:paraId="5DCEFF66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5FBE507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مارتفع مثلي في الدهر ابدن ولا انحط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8E010E" w14:textId="77777777" w:rsidR="00170D31" w:rsidRDefault="00170D3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CB42D0" w14:textId="77777777" w:rsidR="00170D31" w:rsidRDefault="00E216B0" w:rsidP="004E7FDE">
            <w:pPr>
              <w:pStyle w:val="libPoem"/>
            </w:pPr>
            <w:r>
              <w:rPr>
                <w:rtl/>
                <w:lang w:bidi="fa-IR"/>
              </w:rPr>
              <w:t>والدهر يحلف والقلم ما ظنتي خط</w:t>
            </w:r>
            <w:r w:rsidR="00170D3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928E41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B69F5" w14:paraId="78900B5B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60C31FBE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مدري الدهر لو كربلا لو جانب الشط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8A5B09D" w14:textId="77777777" w:rsidR="005B69F5" w:rsidRDefault="005B69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77542CA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لوهو قضى اللي قدرّه الباري اُوحتّم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910A94E" w14:textId="77777777" w:rsidR="00EE7C84" w:rsidRDefault="00EE7C84" w:rsidP="005B69F5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B69F5" w14:paraId="1C6D214A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1F3BE9EF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راسك مشى ويا الحرم للشام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88A2C12" w14:textId="77777777" w:rsidR="005B69F5" w:rsidRDefault="005B69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7C99BDC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اُوجسمك يظل ابكربلا من غير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69F5" w14:paraId="2DE0668E" w14:textId="77777777" w:rsidTr="004E7FDE">
        <w:trPr>
          <w:trHeight w:val="350"/>
        </w:trPr>
        <w:tc>
          <w:tcPr>
            <w:tcW w:w="3920" w:type="dxa"/>
          </w:tcPr>
          <w:p w14:paraId="21A2C99C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اش ذنبك يخويه اتموت ظامي القلب 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1D2236" w14:textId="77777777" w:rsidR="005B69F5" w:rsidRDefault="005B69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B668D4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وتبقى ثلاتيام فوق الثرى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69F5" w14:paraId="14470705" w14:textId="77777777" w:rsidTr="004E7FDE">
        <w:trPr>
          <w:trHeight w:val="350"/>
        </w:trPr>
        <w:tc>
          <w:tcPr>
            <w:tcW w:w="3920" w:type="dxa"/>
          </w:tcPr>
          <w:p w14:paraId="14CB31C0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ايحق لي يخويه اعلى مصابك ما ترك النوح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405642" w14:textId="77777777" w:rsidR="005B69F5" w:rsidRDefault="005B69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3A1512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ترضى يبو السجّاد يا نور المسلمين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69F5" w14:paraId="04A3A4F8" w14:textId="77777777" w:rsidTr="004E7FDE">
        <w:trPr>
          <w:trHeight w:val="350"/>
        </w:trPr>
        <w:tc>
          <w:tcPr>
            <w:tcW w:w="3920" w:type="dxa"/>
          </w:tcPr>
          <w:p w14:paraId="03E4F621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عنك مشينا يالذي جثّة بلا 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C30305" w14:textId="77777777" w:rsidR="005B69F5" w:rsidRDefault="005B69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577EAE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راسك معانا اُوجثتك بالخيل تنداس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69F5" w14:paraId="7D89BC30" w14:textId="77777777" w:rsidTr="004E7FDE">
        <w:trPr>
          <w:trHeight w:val="350"/>
        </w:trPr>
        <w:tc>
          <w:tcPr>
            <w:tcW w:w="3920" w:type="dxa"/>
          </w:tcPr>
          <w:p w14:paraId="14FC7AB7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وابكترك الظامي أخوك البطل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FC6FEF" w14:textId="77777777" w:rsidR="005B69F5" w:rsidRDefault="005B69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5EF92B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وابنك علي اُوجسّام هل توهم امعرسين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69F5" w14:paraId="58705EE4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80567EA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طيب العرس منّك يجاسم ريحته اتفوح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7033D4" w14:textId="77777777" w:rsidR="005B69F5" w:rsidRDefault="005B69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813238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عرسك اسويعة ويه عليّه اُورحت 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69F5" w14:paraId="5D7BF450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9F534C8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جسمك رميّة بالترب خلوه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F6C255" w14:textId="77777777" w:rsidR="005B69F5" w:rsidRDefault="005B69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8A2360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آه يمقصوف العمر يمدلل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69F5" w14:paraId="00FE82ED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758841D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قومي يسكنة المعرسك داوي اجروحه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9D151AF" w14:textId="77777777" w:rsidR="005B69F5" w:rsidRDefault="005B69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3777E0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اُو نقطي ابحلقه ماي بلكي ترد روحه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69F5" w14:paraId="3F45B004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EF17A91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يا ليت روحي فارقت من قبل روحه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0F7D68E" w14:textId="77777777" w:rsidR="005B69F5" w:rsidRDefault="005B69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EEEEA3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مطروح في حر الثرى امعفر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69F5" w14:paraId="4EC4C6CB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F7E6A42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قلّي يخويه طفلك المذبوح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BF59E4" w14:textId="77777777" w:rsidR="005B69F5" w:rsidRDefault="005B69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E859AB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يمك دفن لو ابعيد عنّك دافنينه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69F5" w14:paraId="358A8C50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E0B3322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ويلي عليه وقت الذبح مطرور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B593F1" w14:textId="77777777" w:rsidR="005B69F5" w:rsidRDefault="005B69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F9504D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باغسلنك يا لولد بامدامع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69F5" w14:paraId="6468A53F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F35B9F2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اُومرت على اخوتها اُونادتهم يشبان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2B4D6E" w14:textId="77777777" w:rsidR="005B69F5" w:rsidRDefault="005B69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4670F7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يهل الحميّة والشيم ثوروا يشجعان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69F5" w14:paraId="07BBC9C7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D9842EC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فكّوا العليل امن السبا اُوفكوا النسوان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4C13D3" w14:textId="77777777" w:rsidR="005B69F5" w:rsidRDefault="005B69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A1796C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للشام ساقونا على اظهور البعارين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69F5" w14:paraId="460444F9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A388AD8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امن النوم بسكم ياهلى نغروا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337019" w14:textId="77777777" w:rsidR="005B69F5" w:rsidRDefault="005B69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6078BA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شوفوا المصونه امسلبه فوق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69F5" w14:paraId="73F05D2A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CD6D049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عز الحرم يحسين لا تعتب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015377" w14:textId="77777777" w:rsidR="005B69F5" w:rsidRDefault="005B69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EBD8FD" w14:textId="77777777" w:rsidR="005B69F5" w:rsidRDefault="005B69F5" w:rsidP="004E7FDE">
            <w:pPr>
              <w:pStyle w:val="libPoem"/>
            </w:pPr>
            <w:r>
              <w:rPr>
                <w:rtl/>
                <w:lang w:bidi="fa-IR"/>
              </w:rPr>
              <w:t>غصب عليّه رايح للشام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7330CD1" w14:textId="77777777" w:rsidR="00EE7C84" w:rsidRDefault="00EE7C84" w:rsidP="005B69F5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2C7F91C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E4D9B" w14:paraId="76C2BD28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35096A8C" w14:textId="77777777" w:rsidR="00CE4D9B" w:rsidRDefault="00F027A0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مرّوا ابراس اِحسين واَنواره ايتلالا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549471D" w14:textId="77777777" w:rsidR="00CE4D9B" w:rsidRDefault="00CE4D9B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739FD9A" w14:textId="77777777" w:rsidR="00CE4D9B" w:rsidRDefault="00F027A0" w:rsidP="004E7FDE">
            <w:pPr>
              <w:pStyle w:val="libPoem"/>
            </w:pPr>
            <w:r>
              <w:rPr>
                <w:rtl/>
                <w:lang w:bidi="fa-IR"/>
              </w:rPr>
              <w:t>ما كنّه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البدر في ليلة كماله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4D9B" w14:paraId="3490CF9A" w14:textId="77777777" w:rsidTr="004E7FDE">
        <w:trPr>
          <w:trHeight w:val="350"/>
        </w:trPr>
        <w:tc>
          <w:tcPr>
            <w:tcW w:w="3920" w:type="dxa"/>
          </w:tcPr>
          <w:p w14:paraId="27DF9AEC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ما أرى انا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نايحة يجري دمعها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471F15" w14:textId="77777777" w:rsidR="00CE4D9B" w:rsidRDefault="00CE4D9B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80502D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مطوي على الأحزان والبلوى ضلعها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4D9B" w14:paraId="7DDFC22D" w14:textId="77777777" w:rsidTr="004E7FDE">
        <w:trPr>
          <w:trHeight w:val="350"/>
        </w:trPr>
        <w:tc>
          <w:tcPr>
            <w:tcW w:w="3920" w:type="dxa"/>
          </w:tcPr>
          <w:p w14:paraId="32790729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والراس لازم يحتني لو مَن سمعها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147CEB" w14:textId="77777777" w:rsidR="00CE4D9B" w:rsidRDefault="00CE4D9B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093915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لا طالعتها الناس صاحت وا خجاله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4D9B" w14:paraId="226BEB7E" w14:textId="77777777" w:rsidTr="004E7FDE">
        <w:trPr>
          <w:trHeight w:val="350"/>
        </w:trPr>
        <w:tc>
          <w:tcPr>
            <w:tcW w:w="3920" w:type="dxa"/>
          </w:tcPr>
          <w:p w14:paraId="0C2939C1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سمولها العدوان اسم غير اسمها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9948E7" w14:textId="77777777" w:rsidR="00CE4D9B" w:rsidRDefault="00CE4D9B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8E8AB4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اُو هذا الذي ذوبها وانحل جسمها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4D9B" w14:paraId="1954E2E6" w14:textId="77777777" w:rsidTr="004E7FDE">
        <w:trPr>
          <w:trHeight w:val="350"/>
        </w:trPr>
        <w:tc>
          <w:tcPr>
            <w:tcW w:w="3920" w:type="dxa"/>
          </w:tcPr>
          <w:p w14:paraId="2135FAEC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بكفي عليها في السفر صيحت يتمها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E7E16A" w14:textId="77777777" w:rsidR="00CE4D9B" w:rsidRDefault="00CE4D9B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BF6365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اُو تذكر خليص كان عاشت في ظلاله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4D9B" w14:paraId="323014D0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89156C9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نوح اليتامى احراب يسطي في الضماير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BB56EE" w14:textId="77777777" w:rsidR="00CE4D9B" w:rsidRDefault="00CE4D9B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02B03D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نوح اليتامى تنفطر منه المراير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4D9B" w14:paraId="0EF7B60B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99B44C1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وين الذريعه من اهلها والذخاير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A98E1B" w14:textId="77777777" w:rsidR="00CE4D9B" w:rsidRDefault="00CE4D9B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BD9487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ما يجي علي ويشوف آله باي حاله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4D9B" w14:paraId="44081AB3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00F83E9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اُومروا ابعليل القيد ساقه قاصمنه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445928" w14:textId="77777777" w:rsidR="00CE4D9B" w:rsidRDefault="00CE4D9B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1D59BB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ما يبرح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يشتكي ويصيح منه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4D9B" w14:paraId="015E49F1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5F50E9C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اُو حوله حريم تسئل التخفيف عنه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3E3863" w14:textId="77777777" w:rsidR="00CE4D9B" w:rsidRDefault="00CE4D9B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05ECE7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والله حراير ينبكى لها اُو ينبكى له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4D9B" w14:paraId="5A01DF6A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94744DF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والله يفجر نوحها الصخرة الصما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29D9D5" w14:textId="77777777" w:rsidR="00CE4D9B" w:rsidRDefault="00CE4D9B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9695EA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لاجا احداها مدت ايديها ايتضمه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4D9B" w14:paraId="53D1680B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4E4C232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يعزز على حيدر علي وولاد عمه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FAC617" w14:textId="77777777" w:rsidR="00CE4D9B" w:rsidRDefault="00CE4D9B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8E3698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اُو يعزز على الهادي يشوفه اباي حاله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4D9B" w14:paraId="402CA231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3914D88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اعيون اليتامى تدور حوله وين ما دار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582497" w14:textId="77777777" w:rsidR="00CE4D9B" w:rsidRDefault="00CE4D9B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806197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ايقولون يابونا انتلفنا من هلكوار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4D9B" w14:paraId="13AD721F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B56FE75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لامّن سمعها هلّت اعيونه ابتزفار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6C7B03" w14:textId="77777777" w:rsidR="00CE4D9B" w:rsidRDefault="00CE4D9B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B7F7E3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شلّت يمين الحادي اُوشلّت شماله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4D9B" w14:paraId="1FEA9B23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FFFBAA4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إبها لحال تتلف ما اظن اتوصل الشام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A82C4D" w14:textId="77777777" w:rsidR="00CE4D9B" w:rsidRDefault="00CE4D9B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B8503B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لوما يكون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كثر حنت هليتام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4D9B" w14:paraId="50B30C07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64E4DEF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واَعظم عليها من تشوف الراس قدّام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10707E" w14:textId="77777777" w:rsidR="00CE4D9B" w:rsidRDefault="00CE4D9B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B83AC2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هل كيف ما تخجل اُو تاخذها الخجاله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FE1436D" w14:textId="77777777" w:rsidR="00EE7C84" w:rsidRDefault="00EE7C84" w:rsidP="00CE4D9B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E4D9B" w14:paraId="32FF95BE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7FE4B976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مرّوا بني اُميّة ابراس حاملينه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4ABD04B" w14:textId="77777777" w:rsidR="00CE4D9B" w:rsidRDefault="00CE4D9B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E627A6D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نور النبوّة ايلوح من غرّة جبينه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4D9B" w14:paraId="7A450822" w14:textId="77777777" w:rsidTr="004E7FDE">
        <w:trPr>
          <w:trHeight w:val="350"/>
        </w:trPr>
        <w:tc>
          <w:tcPr>
            <w:tcW w:w="3920" w:type="dxa"/>
          </w:tcPr>
          <w:p w14:paraId="12207451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نوره اِيتلإلا ابغرّته كنّه المصباح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1AF62F" w14:textId="77777777" w:rsidR="00CE4D9B" w:rsidRDefault="00CE4D9B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6329BC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خصيمك الكرّار والزهرا يلرماح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4D9B" w14:paraId="64BD1D52" w14:textId="77777777" w:rsidTr="004E7FDE">
        <w:trPr>
          <w:trHeight w:val="350"/>
        </w:trPr>
        <w:tc>
          <w:tcPr>
            <w:tcW w:w="3920" w:type="dxa"/>
          </w:tcPr>
          <w:p w14:paraId="4555F457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منه ترويتي يغبرا اِحسين ما طاح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8B8E57" w14:textId="77777777" w:rsidR="00CE4D9B" w:rsidRDefault="00CE4D9B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E06630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ليتك تكسرتي قبل ما ترفعينه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4D9B" w14:paraId="4E2EF096" w14:textId="77777777" w:rsidTr="004E7FDE">
        <w:trPr>
          <w:trHeight w:val="350"/>
        </w:trPr>
        <w:tc>
          <w:tcPr>
            <w:tcW w:w="3920" w:type="dxa"/>
          </w:tcPr>
          <w:p w14:paraId="461AC37B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ولو استحيتي من خياله ما طعنتيه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CA26B8" w14:textId="77777777" w:rsidR="00CE4D9B" w:rsidRDefault="00CE4D9B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3C1CEF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اِنكان استحيتي من كريمه ما رفعتيه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4D9B" w14:paraId="5C95EB07" w14:textId="77777777" w:rsidTr="004E7FDE">
        <w:trPr>
          <w:trHeight w:val="350"/>
        </w:trPr>
        <w:tc>
          <w:tcPr>
            <w:tcW w:w="3920" w:type="dxa"/>
          </w:tcPr>
          <w:p w14:paraId="79D09CAE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بينك اُوبين الله على فعل فعلتيه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17B885" w14:textId="77777777" w:rsidR="00CE4D9B" w:rsidRDefault="00CE4D9B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0EA327" w14:textId="77777777" w:rsidR="00CE4D9B" w:rsidRDefault="00D01326" w:rsidP="004E7FDE">
            <w:pPr>
              <w:pStyle w:val="libPoem"/>
            </w:pPr>
            <w:r>
              <w:rPr>
                <w:rtl/>
                <w:lang w:bidi="fa-IR"/>
              </w:rPr>
              <w:t>شلتين راس اِحسين قدّام الظعينه</w:t>
            </w:r>
            <w:r w:rsidR="00CE4D9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E665FE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63907" w14:paraId="2F673255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387A247E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نوره ايتلإ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بوعلي نوره ايتلالا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0D6CE1D" w14:textId="77777777" w:rsidR="00063907" w:rsidRDefault="0006390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BAE0E4C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متعجبين الناس من حسنه اُوجماله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3907" w14:paraId="646EDBA3" w14:textId="77777777" w:rsidTr="004E7FDE">
        <w:trPr>
          <w:trHeight w:val="350"/>
        </w:trPr>
        <w:tc>
          <w:tcPr>
            <w:tcW w:w="3920" w:type="dxa"/>
          </w:tcPr>
          <w:p w14:paraId="2502AD9D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ماكنه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البدر في ليلة كماله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CB257E" w14:textId="77777777" w:rsidR="00063907" w:rsidRDefault="0006390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6A3B38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متعجبين الناس من حسنه اُوزينه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3907" w14:paraId="5C93840C" w14:textId="77777777" w:rsidTr="004E7FDE">
        <w:trPr>
          <w:trHeight w:val="350"/>
        </w:trPr>
        <w:tc>
          <w:tcPr>
            <w:tcW w:w="3920" w:type="dxa"/>
          </w:tcPr>
          <w:p w14:paraId="0BECE5A4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اتقول الحزينة الشايلين الروس لنذال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328DDC" w14:textId="77777777" w:rsidR="00063907" w:rsidRDefault="0006390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78FD20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ريضوا الظعينة يا حوادي وارحموا 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3907" w14:paraId="2C288E90" w14:textId="77777777" w:rsidTr="004E7FDE">
        <w:trPr>
          <w:trHeight w:val="350"/>
        </w:trPr>
        <w:tc>
          <w:tcPr>
            <w:tcW w:w="3920" w:type="dxa"/>
          </w:tcPr>
          <w:p w14:paraId="223DAEE1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يا قوم ما ظلّت بقيّة في هلطفال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6AC482" w14:textId="77777777" w:rsidR="00063907" w:rsidRDefault="0006390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016FBE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يا غيرة الله حيدر الكرّار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3907" w14:paraId="5CF9FF5D" w14:textId="77777777" w:rsidTr="004E7FDE">
        <w:trPr>
          <w:trHeight w:val="350"/>
        </w:trPr>
        <w:tc>
          <w:tcPr>
            <w:tcW w:w="3920" w:type="dxa"/>
          </w:tcPr>
          <w:p w14:paraId="2AF1E92E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إركوب المطيّة والسفر ينحل القوّه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8B4C66" w14:textId="77777777" w:rsidR="00063907" w:rsidRDefault="0006390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FEB1DC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يا قوم ويانا اعملوا بعض لمروه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3907" w14:paraId="538D2107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DC686B2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قلها العدو هيهات ما يرحم عدوّه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2A5ACB" w14:textId="77777777" w:rsidR="00063907" w:rsidRDefault="0006390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E9E89A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لا تطلبين امحال سكتي يا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3907" w14:paraId="70D80DA8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838F583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نادي لحتّى ما يبيح الصوت منّك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2F98F9" w14:textId="77777777" w:rsidR="00063907" w:rsidRDefault="0006390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90C885B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باشوف منهو اللي يفك القيد منّك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3907" w14:paraId="44CB1B73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B90D6F3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العبّاس وينه ما يزيح الضيم عنّك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92F7EC" w14:textId="77777777" w:rsidR="00063907" w:rsidRDefault="0006390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3E1C29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قالت كفيلي مات واتوسّد 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3907" w14:paraId="15B836E9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EE8DA5A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بشري يما لك من اذاء اُوشدّة اُو تنكيل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0D84CB" w14:textId="77777777" w:rsidR="00063907" w:rsidRDefault="0006390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AC07E8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واِنكان أطفالك قبل عاشورا بتدليل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3907" w14:paraId="533425E7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71F4423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هاليوم لازم يشربون الذل والويل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85D518" w14:textId="77777777" w:rsidR="00063907" w:rsidRDefault="0006390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A4CE683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اُوساق الظعينة اُوشاطها شلّت 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29EE17E" w14:textId="77777777" w:rsidR="00EE7C84" w:rsidRDefault="00EE7C84" w:rsidP="00063907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63907" w14:paraId="6A04C85C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743D58B1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راسه على عسّاله راسه على عسّاله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08067CC" w14:textId="77777777" w:rsidR="00063907" w:rsidRDefault="0006390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91AF3B9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يتلي كتاب الهادي اُوراسه على عسّاله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3907" w14:paraId="6D3E9B69" w14:textId="77777777" w:rsidTr="004E7FDE">
        <w:trPr>
          <w:trHeight w:val="350"/>
        </w:trPr>
        <w:tc>
          <w:tcPr>
            <w:tcW w:w="3920" w:type="dxa"/>
          </w:tcPr>
          <w:p w14:paraId="54876E8D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مثله ما شفنا نير مثله ما شفنا 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A8FE19" w14:textId="77777777" w:rsidR="00063907" w:rsidRDefault="0006390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28EDFB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يتلي اكتاب الهادي من اُوله للتالي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3907" w14:paraId="712CE7C6" w14:textId="77777777" w:rsidTr="004E7FDE">
        <w:trPr>
          <w:trHeight w:val="350"/>
        </w:trPr>
        <w:tc>
          <w:tcPr>
            <w:tcW w:w="3920" w:type="dxa"/>
          </w:tcPr>
          <w:p w14:paraId="15DCF446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نوره على نور البدر نيّر عليه اُوعالي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93CEE9" w14:textId="77777777" w:rsidR="00063907" w:rsidRDefault="0006390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75A44D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يتلي اكتاب الهادي اُوراسه على عسّاله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3907" w14:paraId="754B468B" w14:textId="77777777" w:rsidTr="004E7FDE">
        <w:trPr>
          <w:trHeight w:val="350"/>
        </w:trPr>
        <w:tc>
          <w:tcPr>
            <w:tcW w:w="3920" w:type="dxa"/>
          </w:tcPr>
          <w:p w14:paraId="62C493E9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راسك يخويه عالي نمشي ابضيا أنواره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6B2A96" w14:textId="77777777" w:rsidR="00063907" w:rsidRDefault="0006390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4D8745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اُو جسمك طريح اُو عاري وحش الفلا زوّاره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3907" w14:paraId="77A4BF98" w14:textId="77777777" w:rsidTr="004E7FDE">
        <w:trPr>
          <w:trHeight w:val="350"/>
        </w:trPr>
        <w:tc>
          <w:tcPr>
            <w:tcW w:w="3920" w:type="dxa"/>
          </w:tcPr>
          <w:p w14:paraId="63DE32A9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إحنا يخويه اخشينا من كثرة النظّاره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4A7A73" w14:textId="77777777" w:rsidR="00063907" w:rsidRDefault="0006390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486DAF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يتلي اكتاب الهادي اُوراسه على عسّاله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3907" w14:paraId="3EC7E97B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6570F13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مثل البدر والينا متخضب بادمومه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EA1242" w14:textId="77777777" w:rsidR="00063907" w:rsidRDefault="0006390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CB5D52" w14:textId="77777777" w:rsidR="00063907" w:rsidRDefault="00063907" w:rsidP="004E7FDE">
            <w:pPr>
              <w:pStyle w:val="libPoem"/>
            </w:pPr>
            <w:r>
              <w:rPr>
                <w:rtl/>
                <w:lang w:bidi="fa-IR"/>
              </w:rPr>
              <w:t>ردّي قمرنا لينا ياحوتة الميشومه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654F398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10300" w14:paraId="23DF47FD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5411D4E0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الحوت تبلع واحد وانتي القمر وانجومه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B207A3A" w14:textId="77777777" w:rsidR="00010300" w:rsidRDefault="00010300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7FDEFA4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يتلي اكتاب الهادي اُوراسه على عسّاله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0300" w14:paraId="24D7EB66" w14:textId="77777777" w:rsidTr="004E7FDE">
        <w:trPr>
          <w:trHeight w:val="350"/>
        </w:trPr>
        <w:tc>
          <w:tcPr>
            <w:tcW w:w="3920" w:type="dxa"/>
          </w:tcPr>
          <w:p w14:paraId="47D96D7B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ردّي قمرنا لينا يا حوتته بانشوفه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49E6D7" w14:textId="77777777" w:rsidR="00010300" w:rsidRDefault="00010300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29BA2B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يونس ابطن الحوته واِحسين حوته اطفوفه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0300" w14:paraId="594710AA" w14:textId="77777777" w:rsidTr="004E7FDE">
        <w:trPr>
          <w:trHeight w:val="350"/>
        </w:trPr>
        <w:tc>
          <w:tcPr>
            <w:tcW w:w="3920" w:type="dxa"/>
          </w:tcPr>
          <w:p w14:paraId="0A6E717D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إظلال يونس يقطين واِحسين ظلّه اسيوفه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047C2F" w14:textId="77777777" w:rsidR="00010300" w:rsidRDefault="00010300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1D049F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يتلى اكتاب الهادي راسه على عساله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6573FD9" w14:textId="77777777" w:rsidR="00EE7C84" w:rsidRDefault="00EE7C84" w:rsidP="00010300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10300" w14:paraId="474817B8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2C392580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أضحت هل الشام اُوهل الكوفة امعيدين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76065C9" w14:textId="77777777" w:rsidR="00010300" w:rsidRDefault="00010300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82D9208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من يوم جاؤوا بالسبايا اُوراس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0300" w14:paraId="48E0A96E" w14:textId="77777777" w:rsidTr="004E7FDE">
        <w:trPr>
          <w:trHeight w:val="350"/>
        </w:trPr>
        <w:tc>
          <w:tcPr>
            <w:tcW w:w="3920" w:type="dxa"/>
          </w:tcPr>
          <w:p w14:paraId="33C2CD61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ويش هالشماته ياهل الكوفة يلنذال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4DCC6B" w14:textId="77777777" w:rsidR="00010300" w:rsidRDefault="00010300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A7F7F7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هذي فعايل من عظمها اتزول لجبال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0300" w14:paraId="5BB6A5BB" w14:textId="77777777" w:rsidTr="004E7FDE">
        <w:trPr>
          <w:trHeight w:val="350"/>
        </w:trPr>
        <w:tc>
          <w:tcPr>
            <w:tcW w:w="3920" w:type="dxa"/>
          </w:tcPr>
          <w:p w14:paraId="6DD0AD9C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والله عجب ما ساخت الكوفة ابزلزال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A132E7" w14:textId="77777777" w:rsidR="00010300" w:rsidRDefault="00010300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2AC43A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اُوهل كيف ما تهوى السما فوق الاراضين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0300" w14:paraId="7DDB3DEF" w14:textId="77777777" w:rsidTr="004E7FDE">
        <w:trPr>
          <w:trHeight w:val="350"/>
        </w:trPr>
        <w:tc>
          <w:tcPr>
            <w:tcW w:w="3920" w:type="dxa"/>
          </w:tcPr>
          <w:p w14:paraId="0900EDC6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سبط النّبي المصطفى اُوخامس الأشباح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AE7B8E" w14:textId="77777777" w:rsidR="00010300" w:rsidRDefault="00010300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C6BA05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راسه عجايب كيف يرفع فوق لرماح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0300" w14:paraId="45ADA4D2" w14:textId="77777777" w:rsidTr="004E7FDE">
        <w:trPr>
          <w:trHeight w:val="350"/>
        </w:trPr>
        <w:tc>
          <w:tcPr>
            <w:tcW w:w="3920" w:type="dxa"/>
          </w:tcPr>
          <w:p w14:paraId="5EE3FE25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والنور من غرة جبينه اتشعشع اُولاح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99C940" w14:textId="77777777" w:rsidR="00010300" w:rsidRDefault="00010300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CA871A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وا حرّ قلبي تنظره اَطفال اُونساوين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0300" w14:paraId="43152ECC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198E4DB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اُو زينب تعاين حالته اُو يجري دمعها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9073DC" w14:textId="77777777" w:rsidR="00010300" w:rsidRDefault="00010300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B991A5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اُولا من بكت والد اليمه ايصيح معها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0300" w14:paraId="77F4C16B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EB1295E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اينادي يعمه والدي كبدي قطعها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8CCC26" w14:textId="77777777" w:rsidR="00010300" w:rsidRDefault="00010300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808ED7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ماهيه هينة في الدهر امصيبة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0300" w14:paraId="65148CD1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3AD14B2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بالأمس عمّه ما احد ينظر خيالك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FF96A8" w14:textId="77777777" w:rsidR="00010300" w:rsidRDefault="00010300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436207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ما حد تربى في معزّة اُو في دلالك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0300" w14:paraId="1F4433F6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06B2BCE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واليوم مسبية الرحيم الله ابحالك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7C5DAC" w14:textId="77777777" w:rsidR="00010300" w:rsidRDefault="00010300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224F2C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يعزز عليّه ذلتك بين الملاعين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0300" w14:paraId="18913480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68A2A34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أمّا الولي أضحى اُو نحره اِبسيف منحور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81CB75" w14:textId="77777777" w:rsidR="00010300" w:rsidRDefault="00010300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6714AF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اُواما انا من فوق ناقة ابقيد مأسور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0300" w14:paraId="2AA04870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597CB73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ما قصرت فينا مصايب يوم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64B00C" w14:textId="77777777" w:rsidR="00010300" w:rsidRDefault="00010300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C2C22E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وينك يعمّه اُوين دشّات الدياوين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0300" w14:paraId="71358F09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207AF7A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اُو زينب إلى خوها تنادي ابعالي الصوت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E3BD66" w14:textId="77777777" w:rsidR="00010300" w:rsidRDefault="00010300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E5E957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وينك تعاين حالتي يحسين اباموت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0300" w14:paraId="32056E06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EBD43B5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وينك يبو الحملات للثارات لا تفوت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DB3EE9" w14:textId="77777777" w:rsidR="00010300" w:rsidRDefault="00010300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094769" w14:textId="77777777" w:rsidR="00010300" w:rsidRDefault="00010300" w:rsidP="004E7FDE">
            <w:pPr>
              <w:pStyle w:val="libPoem"/>
            </w:pPr>
            <w:r>
              <w:rPr>
                <w:rtl/>
                <w:lang w:bidi="fa-IR"/>
              </w:rPr>
              <w:t>اجرك الله يا علي بامصيبة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55A9EB8" w14:textId="77777777" w:rsidR="00EE7C84" w:rsidRDefault="00EE7C84" w:rsidP="00010300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5087B7B5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019F83CF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هذا فصل يشتمل على ما جرى عليهم عند خروجهم من كربلاء وما بعدها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968A6" w14:paraId="7DAE3AE8" w14:textId="77777777" w:rsidTr="002968A6">
        <w:trPr>
          <w:trHeight w:val="350"/>
        </w:trPr>
        <w:tc>
          <w:tcPr>
            <w:tcW w:w="3964" w:type="dxa"/>
            <w:shd w:val="clear" w:color="auto" w:fill="auto"/>
          </w:tcPr>
          <w:p w14:paraId="5F9042A3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قومي يعمّة مقبل الحادي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3C594806" w14:textId="77777777" w:rsidR="002968A6" w:rsidRDefault="002968A6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482CE732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قومي ابهمّة بالعجل نادي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8A6" w14:paraId="61E06171" w14:textId="77777777" w:rsidTr="002968A6">
        <w:trPr>
          <w:trHeight w:val="350"/>
        </w:trPr>
        <w:tc>
          <w:tcPr>
            <w:tcW w:w="3964" w:type="dxa"/>
          </w:tcPr>
          <w:p w14:paraId="2016DD01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ويلي عليها اتجاذب الاعدا ارداها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829399E" w14:textId="77777777" w:rsidR="002968A6" w:rsidRDefault="002968A6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0943C76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واتحوم من حول الخبا روحي افداها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8A6" w14:paraId="1A802E12" w14:textId="77777777" w:rsidTr="002968A6">
        <w:trPr>
          <w:trHeight w:val="350"/>
        </w:trPr>
        <w:tc>
          <w:tcPr>
            <w:tcW w:w="3964" w:type="dxa"/>
          </w:tcPr>
          <w:p w14:paraId="78071F70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اتحاكي العدو حين العدو شرع خباها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44E0166" w14:textId="77777777" w:rsidR="002968A6" w:rsidRDefault="002968A6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F988DAD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يابن الخنا نسوان لا تدخل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8A6" w14:paraId="1E353F47" w14:textId="77777777" w:rsidTr="002968A6">
        <w:trPr>
          <w:trHeight w:val="350"/>
        </w:trPr>
        <w:tc>
          <w:tcPr>
            <w:tcW w:w="3964" w:type="dxa"/>
          </w:tcPr>
          <w:p w14:paraId="427424B5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نسوان لا تدخل علينا وسط لخيام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CB1081F" w14:textId="77777777" w:rsidR="002968A6" w:rsidRDefault="002968A6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E917B55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لاجيك عبّاس البطل والليث جسام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8A6" w14:paraId="51D9C821" w14:textId="77777777" w:rsidTr="002968A6">
        <w:trPr>
          <w:trHeight w:val="350"/>
        </w:trPr>
        <w:tc>
          <w:tcPr>
            <w:tcW w:w="3964" w:type="dxa"/>
          </w:tcPr>
          <w:p w14:paraId="7BC940A2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قلها ارجالك يا مصونه بالثرى انيام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2C18FBE" w14:textId="77777777" w:rsidR="002968A6" w:rsidRDefault="002968A6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6B466D6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لو كان موجودين ما حولك وطينا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8A6" w14:paraId="0528C4CF" w14:textId="77777777" w:rsidTr="002968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ADF7028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قالت يسكنة عمّك الضيغم اغدي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8DE8406" w14:textId="77777777" w:rsidR="002968A6" w:rsidRDefault="002968A6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B7BBDAF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اُوطيحي على راسه اُوصيحي به دخيله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8A6" w14:paraId="564F50C4" w14:textId="77777777" w:rsidTr="002968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812F1C6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لحد يعمّي لا تخليني ذليله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9D1F1B9" w14:textId="77777777" w:rsidR="002968A6" w:rsidRDefault="002968A6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6333A45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بيقوم عمّك من يسمعك تندبينه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8A6" w14:paraId="5630E95E" w14:textId="77777777" w:rsidTr="002968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BDA5807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اُوقولي ترى احنا مالنا قوّة على الشام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26FE2CE" w14:textId="77777777" w:rsidR="002968A6" w:rsidRDefault="002968A6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95CBFA4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شمس الهواجر تصطلي واحنا بلا اخيام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8A6" w14:paraId="0C21A8EF" w14:textId="77777777" w:rsidTr="002968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D759F7B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في ذمة الله اُوفي ذمم موفين لذمام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473ED7B" w14:textId="77777777" w:rsidR="002968A6" w:rsidRDefault="002968A6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E6A3936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ما خايفين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العدى تشمت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8A6" w14:paraId="6DA22165" w14:textId="77777777" w:rsidTr="002968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25A83E9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في ذمة الله احنا اُوفي اذممكم يشبّان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5834621" w14:textId="77777777" w:rsidR="002968A6" w:rsidRDefault="002968A6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8263A93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اُوذمّة حبيب بن مظاهر عالي الشان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8A6" w14:paraId="05C5AB96" w14:textId="77777777" w:rsidTr="002968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FE8139A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لا تتركونا ادخيل ذمّتكم يعدنان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544FB27" w14:textId="77777777" w:rsidR="002968A6" w:rsidRDefault="002968A6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263B28D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يا غيرة الله بالعجل نغروا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8A6" w14:paraId="46C2B1DD" w14:textId="77777777" w:rsidTr="002968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B543D3D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قالت يعمه انخاف نتعذب مع 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9BDF2ED" w14:textId="77777777" w:rsidR="002968A6" w:rsidRDefault="002968A6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71D368E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واحنا ولينا امن المرض ما يقدر ايقوم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8A6" w14:paraId="6CBF2BE5" w14:textId="77777777" w:rsidTr="002968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62E41AE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والله يعمه حالنا اقشر اُوميشوم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79A743F" w14:textId="77777777" w:rsidR="002968A6" w:rsidRDefault="002968A6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B6A6C07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هذي مصيبة ماجرت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8A6" w14:paraId="3B2190BC" w14:textId="77777777" w:rsidTr="002968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D03EAFF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ادري ابعمّي ما قطع حبل الموده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A5B2DC1" w14:textId="77777777" w:rsidR="002968A6" w:rsidRDefault="002968A6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6F6F4FE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لكن يعمه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نقطع بالسيف زنده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8A6" w14:paraId="5904714A" w14:textId="77777777" w:rsidTr="002968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1BA5BAF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باروح ابعمّي ما قطع حبل الموده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55C04D1" w14:textId="77777777" w:rsidR="002968A6" w:rsidRDefault="002968A6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631A144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لكن يعمه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نقطع بالسيف زنده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8A6" w14:paraId="2DD607AA" w14:textId="77777777" w:rsidTr="002968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A7AF795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باروح اله في المعركة اُوباصيح عنده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A78BE7B" w14:textId="77777777" w:rsidR="002968A6" w:rsidRDefault="002968A6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5306D19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حاشا على عمّي يخليني رهينه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8A6" w14:paraId="736E8841" w14:textId="77777777" w:rsidTr="002968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6F0C55A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في ذمّة الله اُوذمّة اَصحاب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DCFB0D6" w14:textId="77777777" w:rsidR="002968A6" w:rsidRDefault="002968A6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3BFE2DA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اُوفي ذمّة العبّاس قيدوم السريّه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8A6" w14:paraId="1AD0B786" w14:textId="77777777" w:rsidTr="002968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26E1541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اُوفي ذمّة اللي جابني للغاضريّه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4325155" w14:textId="77777777" w:rsidR="002968A6" w:rsidRDefault="002968A6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966E0F4" w14:textId="77777777" w:rsidR="002968A6" w:rsidRDefault="002968A6" w:rsidP="004E7FDE">
            <w:pPr>
              <w:pStyle w:val="libPoem"/>
            </w:pPr>
            <w:r>
              <w:rPr>
                <w:rtl/>
                <w:lang w:bidi="fa-IR"/>
              </w:rPr>
              <w:t>اُوفي ذّمة اللي طلّعنا امن اَرض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41D6313" w14:textId="77777777" w:rsidR="00EE7C84" w:rsidRDefault="00EE7C84" w:rsidP="002968A6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066EB01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8789F" w14:paraId="011FD72F" w14:textId="77777777" w:rsidTr="00C8789F">
        <w:trPr>
          <w:trHeight w:val="350"/>
        </w:trPr>
        <w:tc>
          <w:tcPr>
            <w:tcW w:w="3964" w:type="dxa"/>
            <w:shd w:val="clear" w:color="auto" w:fill="auto"/>
          </w:tcPr>
          <w:p w14:paraId="5F6704B3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يحسين بعدك ضاقت الدّنيا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0E2C41C3" w14:textId="77777777" w:rsidR="00C8789F" w:rsidRDefault="00C8789F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52E39D8C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راحت ارجالي وانفنت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789F" w14:paraId="7679EDF1" w14:textId="77777777" w:rsidTr="00C8789F">
        <w:trPr>
          <w:trHeight w:val="350"/>
        </w:trPr>
        <w:tc>
          <w:tcPr>
            <w:tcW w:w="3964" w:type="dxa"/>
          </w:tcPr>
          <w:p w14:paraId="3D8ED8F3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راح الذي لاقلت خويه قال انا خوك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C25C8EF" w14:textId="77777777" w:rsidR="00C8789F" w:rsidRDefault="00C8789F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09A31EB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وانا البقيّة من هلك وانا خلف بوك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789F" w14:paraId="43EB1E46" w14:textId="77777777" w:rsidTr="00C8789F">
        <w:trPr>
          <w:trHeight w:val="350"/>
        </w:trPr>
        <w:tc>
          <w:tcPr>
            <w:tcW w:w="3964" w:type="dxa"/>
          </w:tcPr>
          <w:p w14:paraId="3EAA3422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لحد يزينب من عقب عيني ايتولوك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29EC050" w14:textId="77777777" w:rsidR="00C8789F" w:rsidRDefault="00C8789F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F448D3C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صوتي ابولية ظالم تايه ابغيه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789F" w14:paraId="0B2795EF" w14:textId="77777777" w:rsidTr="00C8789F">
        <w:trPr>
          <w:trHeight w:val="350"/>
        </w:trPr>
        <w:tc>
          <w:tcPr>
            <w:tcW w:w="3964" w:type="dxa"/>
          </w:tcPr>
          <w:p w14:paraId="2DF5375A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بالأمس انا ما شافت العالم خيالي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3593BF5" w14:textId="77777777" w:rsidR="00C8789F" w:rsidRDefault="00C8789F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15DEBB1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بس في امعزه اُوفي دلالي اُوفي احجابي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789F" w14:paraId="71D8A051" w14:textId="77777777" w:rsidTr="00C8789F">
        <w:trPr>
          <w:trHeight w:val="350"/>
        </w:trPr>
        <w:tc>
          <w:tcPr>
            <w:tcW w:w="3964" w:type="dxa"/>
          </w:tcPr>
          <w:p w14:paraId="08AFA0E2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واليوم مسبيّة الرحيم الله ابحالي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4BBBFC6" w14:textId="77777777" w:rsidR="00C8789F" w:rsidRDefault="00C8789F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1B903EE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ايعيروني الحادي ابدولة لوليّه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789F" w14:paraId="2B25DB2D" w14:textId="77777777" w:rsidTr="00C878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E8B41FB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زينب انا ادري لو الامر لك ما مشيتي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F6F0C14" w14:textId="77777777" w:rsidR="00C8789F" w:rsidRDefault="00C8789F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22F498F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باركبك بس عاد من لو حييتي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789F" w14:paraId="76774C75" w14:textId="77777777" w:rsidTr="00C878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6561A39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نادي على اهلك كُل من باسمه بغيتي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038E47C" w14:textId="77777777" w:rsidR="00C8789F" w:rsidRDefault="00C8789F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1A23279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طاحت الدوله بالثرى اُوزالت الفيّه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789F" w14:paraId="551412BD" w14:textId="77777777" w:rsidTr="00C878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9BD121F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اِسمعها الشهيد اِحسين قلها يامصونه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56D2593" w14:textId="77777777" w:rsidR="00C8789F" w:rsidRDefault="00C8789F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7474AFA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ما حد من ارجالك بقي تترقبونه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789F" w14:paraId="3030265A" w14:textId="77777777" w:rsidTr="00C878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E1FC628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وابني علي بالنوح بس لا تذبحونه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401E325" w14:textId="77777777" w:rsidR="00C8789F" w:rsidRDefault="00C8789F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773CA98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ردي إلى الخيمة اُو صبري يا 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789F" w14:paraId="52A6B625" w14:textId="77777777" w:rsidTr="00C878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23C0B5C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قالت يخويه اخيام ما خلّوا الينا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48C98E6" w14:textId="77777777" w:rsidR="00C8789F" w:rsidRDefault="00C8789F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0D2662D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والنار شبوا بالمضارب يا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789F" w14:paraId="09127D8F" w14:textId="77777777" w:rsidTr="00C878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0A69590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سلبوا اقناعي اُوسلبوا بنتك اسكينه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1C49345" w14:textId="77777777" w:rsidR="00C8789F" w:rsidRDefault="00C8789F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D52B5BB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جيتك بليا اقناع واردي ما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789F" w14:paraId="67ADD2EB" w14:textId="77777777" w:rsidTr="00C878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5679A63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اُوهذي الصغرى فاطمة تشكي لك 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29A8DBA" w14:textId="77777777" w:rsidR="00C8789F" w:rsidRDefault="00C8789F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E3BD02B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سلبوا الاَساور وافصموا منها الخلخال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789F" w14:paraId="7EB10BF7" w14:textId="77777777" w:rsidTr="00C878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2815E49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باسمك تنادي اُو باسم ابو فرجه المفضال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80AD2FE" w14:textId="77777777" w:rsidR="00C8789F" w:rsidRDefault="00C8789F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24CFDCB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ما حد نهض منكم اليها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789F" w14:paraId="103504B0" w14:textId="77777777" w:rsidTr="00C878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924FDE9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وابنك علي يحسين جذبوا النطح منه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B2DC529" w14:textId="77777777" w:rsidR="00C8789F" w:rsidRDefault="00C8789F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5F196DA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جروه من تحته اُوظل ايجر 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789F" w14:paraId="7F46EA29" w14:textId="77777777" w:rsidTr="00C878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D017F18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معلوم عمه ما وصل له خبر عنه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D75AD8A" w14:textId="77777777" w:rsidR="00C8789F" w:rsidRDefault="00C8789F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68F373D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اعني البطل عبّاسنا راعي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789F" w14:paraId="170E04A4" w14:textId="77777777" w:rsidTr="00C878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E922047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محلا على قلبي ذكر حامي الظعينه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6ED2786" w14:textId="77777777" w:rsidR="00C8789F" w:rsidRDefault="00C8789F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3121073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رايح يجيب الماي لنا وابطى علينه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789F" w14:paraId="1837F1BC" w14:textId="77777777" w:rsidTr="00C878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FD4BA9C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نترقب ارجوعه مثل اهل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F079A88" w14:textId="77777777" w:rsidR="00C8789F" w:rsidRDefault="00C8789F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1C04586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يترقبون اِحسين واخلفهم مجيّه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5417AC9" w14:textId="77777777" w:rsidR="00EE7C84" w:rsidRDefault="00EE7C84" w:rsidP="00847864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8789F" w14:paraId="50BF1859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2C10416B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زينب تنادي اُو تجدب الونّة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6AA7BE5" w14:textId="77777777" w:rsidR="00C8789F" w:rsidRDefault="00C8789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55FA162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يا كربلا واري غريب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789F" w14:paraId="36A91925" w14:textId="77777777" w:rsidTr="004E7FDE">
        <w:trPr>
          <w:trHeight w:val="350"/>
        </w:trPr>
        <w:tc>
          <w:tcPr>
            <w:tcW w:w="3920" w:type="dxa"/>
          </w:tcPr>
          <w:p w14:paraId="4E15EFD0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يا كربلا جثّة الوالي غسليها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9DE477" w14:textId="77777777" w:rsidR="00C8789F" w:rsidRDefault="00C8789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528444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يا كربلا لمّي اعظامه اُو كفنيها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789F" w14:paraId="0EA0B32D" w14:textId="77777777" w:rsidTr="004E7FDE">
        <w:trPr>
          <w:trHeight w:val="350"/>
        </w:trPr>
        <w:tc>
          <w:tcPr>
            <w:tcW w:w="3920" w:type="dxa"/>
          </w:tcPr>
          <w:p w14:paraId="10365E43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واتقدمي يا كربلا اُوصلّي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CADE33" w14:textId="77777777" w:rsidR="00C8789F" w:rsidRDefault="00C8789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BB044C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ليكون تبقى جثّة ابن اُمّي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789F" w14:paraId="013DCC14" w14:textId="77777777" w:rsidTr="004E7FDE">
        <w:trPr>
          <w:trHeight w:val="350"/>
        </w:trPr>
        <w:tc>
          <w:tcPr>
            <w:tcW w:w="3920" w:type="dxa"/>
          </w:tcPr>
          <w:p w14:paraId="4606777A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يا كربلا لمّي جسد شيخ العشيره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224AA8" w14:textId="77777777" w:rsidR="00C8789F" w:rsidRDefault="00C8789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96BF83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يا كربلا حفري إلى الوالي حفيره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789F" w14:paraId="41225E5F" w14:textId="77777777" w:rsidTr="004E7FDE">
        <w:trPr>
          <w:trHeight w:val="350"/>
        </w:trPr>
        <w:tc>
          <w:tcPr>
            <w:tcW w:w="3920" w:type="dxa"/>
          </w:tcPr>
          <w:p w14:paraId="3ACABED2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اُو لحدي لجسم اِحسين عن حرّ الظهيره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074C2E" w14:textId="77777777" w:rsidR="00C8789F" w:rsidRDefault="00C8789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024BCA" w14:textId="77777777" w:rsidR="00C8789F" w:rsidRDefault="00C8789F" w:rsidP="004E7FDE">
            <w:pPr>
              <w:pStyle w:val="libPoem"/>
            </w:pPr>
            <w:r>
              <w:rPr>
                <w:rtl/>
                <w:lang w:bidi="fa-IR"/>
              </w:rPr>
              <w:t>لا يظل جسم اِحسين في الغبرة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E8B421E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916B5" w14:paraId="7BE99195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1F747069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إرتجّت أراضي الغاضريّة اُوكادت اتمود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1093B1E" w14:textId="77777777" w:rsidR="00B916B5" w:rsidRDefault="00B916B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A2DD8F8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من وين لي يمخدّرة سدر اُو كافور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6B5" w14:paraId="0209315A" w14:textId="77777777" w:rsidTr="004E7FDE">
        <w:trPr>
          <w:trHeight w:val="350"/>
        </w:trPr>
        <w:tc>
          <w:tcPr>
            <w:tcW w:w="3920" w:type="dxa"/>
          </w:tcPr>
          <w:p w14:paraId="4A830C1F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اُومن وين يا زينب الي حفارة اقبور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74D901" w14:textId="77777777" w:rsidR="00B916B5" w:rsidRDefault="00B916B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B5C9BD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حتّى اُواري جثته يا 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6B5" w14:paraId="62F101C1" w14:textId="77777777" w:rsidTr="004E7FDE">
        <w:trPr>
          <w:trHeight w:val="350"/>
        </w:trPr>
        <w:tc>
          <w:tcPr>
            <w:tcW w:w="3920" w:type="dxa"/>
          </w:tcPr>
          <w:p w14:paraId="35B70D6E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الله كاتب يظل جسم اِحسين بارضي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8B1698" w14:textId="77777777" w:rsidR="00B916B5" w:rsidRDefault="00B916B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EEA9B2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اسمي ارتفع من يوم نال اِحسين حظى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6B5" w14:paraId="4EFF569B" w14:textId="77777777" w:rsidTr="004E7FDE">
        <w:trPr>
          <w:trHeight w:val="350"/>
        </w:trPr>
        <w:tc>
          <w:tcPr>
            <w:tcW w:w="3920" w:type="dxa"/>
          </w:tcPr>
          <w:p w14:paraId="52DD3F20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وانتي تشيلي عن خليصك كيف ترضي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CB8BB0" w14:textId="77777777" w:rsidR="00B916B5" w:rsidRDefault="00B916B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BAA957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قالت لها يا كربلا غصب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6B5" w14:paraId="30E35282" w14:textId="77777777" w:rsidTr="004E7FDE">
        <w:trPr>
          <w:trHeight w:val="350"/>
        </w:trPr>
        <w:tc>
          <w:tcPr>
            <w:tcW w:w="3920" w:type="dxa"/>
          </w:tcPr>
          <w:p w14:paraId="34AA56A5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غصب عليّه امشي وخويه اِحسين أخلّيه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CAC5B9" w14:textId="77777777" w:rsidR="00B916B5" w:rsidRDefault="00B916B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0FEC26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مرمي على الغبرة اُودمه جامد اعليه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6B5" w14:paraId="7BEF2BE8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BE123DD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لو حصل لي ابدمعي لغسلته وواريه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299893" w14:textId="77777777" w:rsidR="00B916B5" w:rsidRDefault="00B916B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CEF73A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اُواريه وابني فوق قبره لي بنيّه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6B5" w14:paraId="5FDA3050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1745A32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سمعت حكيها كربلا اُو قالت إليها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B504C3" w14:textId="77777777" w:rsidR="00B916B5" w:rsidRDefault="00B916B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846316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جثّة خليصك يا زكيّة غسّليها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6B5" w14:paraId="5B7A4788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07C476D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لا تتركيها بالشمس لا تتركيها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CCFCAF" w14:textId="77777777" w:rsidR="00B916B5" w:rsidRDefault="00B916B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06A87B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خوفي عليها اتظل يا زينب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6B5" w14:paraId="4DF3E1C3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D1705DE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خوفي تظل ابلا غسل وابغير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491134" w14:textId="77777777" w:rsidR="00B916B5" w:rsidRDefault="00B916B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25E5F6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عن جثة الوالي يزينب لا تشيلين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6B5" w14:paraId="45F9DB3C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028D60D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خوفي يقولوا شالت الحورا عن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A86CE4" w14:textId="77777777" w:rsidR="00B916B5" w:rsidRDefault="00B916B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663B33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شالت اُوظل فوق الثرى راعي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6B5" w14:paraId="3694534B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D5C601F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قالت لها يا كربلا ما هو امني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E03822" w14:textId="77777777" w:rsidR="00B916B5" w:rsidRDefault="00B916B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D67D5D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غصب عليه امفارقه وامفارقيني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6B5" w14:paraId="3DA1B013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34C3D68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يا ليت كان الموت قبله انا اخذني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DCC4D4" w14:textId="77777777" w:rsidR="00B916B5" w:rsidRDefault="00B916B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77D136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ليت الولي يا كربلا يرجع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EECB03A" w14:textId="77777777" w:rsidR="00EE7C84" w:rsidRDefault="00EE7C84" w:rsidP="00B916B5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916B5" w14:paraId="0163E005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59318D6A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كَلها يخويه ضيعة كلها يخويه ضيعه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D0B0E85" w14:textId="77777777" w:rsidR="00B916B5" w:rsidRDefault="00B916B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C38FD8E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اكلما أصك براسي كَلها يخويه ضيعه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6B5" w14:paraId="19740DCB" w14:textId="77777777" w:rsidTr="004E7FDE">
        <w:trPr>
          <w:trHeight w:val="350"/>
        </w:trPr>
        <w:tc>
          <w:tcPr>
            <w:tcW w:w="3920" w:type="dxa"/>
          </w:tcPr>
          <w:p w14:paraId="6F95D277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ويش علم المحبوبة ركب الهزل والالم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B81757" w14:textId="77777777" w:rsidR="00B916B5" w:rsidRDefault="00B916B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E645093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واحنا لوانا ندري كنا لهم نتعلم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6B5" w14:paraId="022CBBE8" w14:textId="77777777" w:rsidTr="004E7FDE">
        <w:trPr>
          <w:trHeight w:val="350"/>
        </w:trPr>
        <w:tc>
          <w:tcPr>
            <w:tcW w:w="3920" w:type="dxa"/>
          </w:tcPr>
          <w:p w14:paraId="1441D7ED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وا فجعتي من راس فوق الرمح يتكلم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0554E6" w14:textId="77777777" w:rsidR="00B916B5" w:rsidRDefault="00B916B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96BF11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كلما أصك براسي كَلها يخويه ضيعه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6B5" w14:paraId="69C3E9AC" w14:textId="77777777" w:rsidTr="004E7FDE">
        <w:trPr>
          <w:trHeight w:val="350"/>
        </w:trPr>
        <w:tc>
          <w:tcPr>
            <w:tcW w:w="3920" w:type="dxa"/>
          </w:tcPr>
          <w:p w14:paraId="093166C3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هذي عليه اتنادي يوم حملها طايح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3FF227" w14:textId="77777777" w:rsidR="00B916B5" w:rsidRDefault="00B916B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398C2F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اُوهذي عليه اتنادي يوم جملها رايح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6B5" w14:paraId="5718ECAC" w14:textId="77777777" w:rsidTr="004E7FDE">
        <w:trPr>
          <w:trHeight w:val="350"/>
        </w:trPr>
        <w:tc>
          <w:tcPr>
            <w:tcW w:w="3920" w:type="dxa"/>
          </w:tcPr>
          <w:p w14:paraId="1BE85C67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وآنا الزجر ماخذني بالزلزله والصايح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2DAAFE" w14:textId="77777777" w:rsidR="00B916B5" w:rsidRDefault="00B916B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05A85E" w14:textId="77777777" w:rsidR="00B916B5" w:rsidRDefault="00B916B5" w:rsidP="004E7FDE">
            <w:pPr>
              <w:pStyle w:val="libPoem"/>
            </w:pPr>
            <w:r>
              <w:rPr>
                <w:rtl/>
                <w:lang w:bidi="fa-IR"/>
              </w:rPr>
              <w:t>اُوكلما أصك براسي كَلها يخويه ضيعه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23C6A1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93A97" w14:paraId="48C8B323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12BF9608" w14:textId="77777777" w:rsidR="00193A97" w:rsidRDefault="00193A97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اُوكلما حدا بي الحادي قمت ارتعد من خوفي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AEB6D13" w14:textId="77777777" w:rsidR="00193A97" w:rsidRDefault="00193A9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4C44646" w14:textId="77777777" w:rsidR="00193A97" w:rsidRDefault="00193A97" w:rsidP="004E7FDE">
            <w:pPr>
              <w:pStyle w:val="libPoem"/>
            </w:pPr>
            <w:r>
              <w:rPr>
                <w:rtl/>
                <w:lang w:bidi="fa-IR"/>
              </w:rPr>
              <w:t>ما بي شماتت شامي اُولا بي شماتت كوفي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3A97" w14:paraId="52B087E2" w14:textId="77777777" w:rsidTr="004E7FDE">
        <w:trPr>
          <w:trHeight w:val="350"/>
        </w:trPr>
        <w:tc>
          <w:tcPr>
            <w:tcW w:w="3920" w:type="dxa"/>
          </w:tcPr>
          <w:p w14:paraId="568D1909" w14:textId="77777777" w:rsidR="00193A97" w:rsidRDefault="00193A97" w:rsidP="004E7FDE">
            <w:pPr>
              <w:pStyle w:val="libPoem"/>
            </w:pPr>
            <w:r>
              <w:rPr>
                <w:rtl/>
                <w:lang w:bidi="fa-IR"/>
              </w:rPr>
              <w:t>روس اِخوتي قدّامي اُوستر الوجه باكفوفي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064781" w14:textId="77777777" w:rsidR="00193A97" w:rsidRDefault="00193A9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F22CE1" w14:textId="77777777" w:rsidR="00193A97" w:rsidRDefault="00193A97" w:rsidP="004E7FDE">
            <w:pPr>
              <w:pStyle w:val="libPoem"/>
            </w:pPr>
            <w:r>
              <w:rPr>
                <w:rtl/>
                <w:lang w:bidi="fa-IR"/>
              </w:rPr>
              <w:t>اُوكلما أصك براسي كَلها يخويه ضيعه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3A97" w14:paraId="102E807C" w14:textId="77777777" w:rsidTr="004E7FDE">
        <w:trPr>
          <w:trHeight w:val="350"/>
        </w:trPr>
        <w:tc>
          <w:tcPr>
            <w:tcW w:w="3920" w:type="dxa"/>
          </w:tcPr>
          <w:p w14:paraId="5959C244" w14:textId="77777777" w:rsidR="00193A97" w:rsidRDefault="00193A97" w:rsidP="004E7FDE">
            <w:pPr>
              <w:pStyle w:val="libPoem"/>
            </w:pPr>
            <w:r>
              <w:rPr>
                <w:rtl/>
                <w:lang w:bidi="fa-IR"/>
              </w:rPr>
              <w:t>كلما التفت عن يمنى اُو التفت لشمالي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7E8A62" w14:textId="77777777" w:rsidR="00193A97" w:rsidRDefault="00193A9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8FD016" w14:textId="77777777" w:rsidR="00193A97" w:rsidRDefault="00193A97" w:rsidP="004E7FDE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ابوحده اتقولي يا عمّه وين الوالي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3A97" w14:paraId="4F6875DE" w14:textId="77777777" w:rsidTr="004E7FDE">
        <w:trPr>
          <w:trHeight w:val="350"/>
        </w:trPr>
        <w:tc>
          <w:tcPr>
            <w:tcW w:w="3920" w:type="dxa"/>
          </w:tcPr>
          <w:p w14:paraId="6303DA21" w14:textId="77777777" w:rsidR="00193A97" w:rsidRDefault="00193A97" w:rsidP="004E7FDE">
            <w:pPr>
              <w:pStyle w:val="libPoem"/>
            </w:pPr>
            <w:r>
              <w:rPr>
                <w:rtl/>
                <w:lang w:bidi="fa-IR"/>
              </w:rPr>
              <w:t>وا حسرتي وا ذلي حرمة بليا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D40FF6" w14:textId="77777777" w:rsidR="00193A97" w:rsidRDefault="00193A9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752064" w14:textId="77777777" w:rsidR="00193A97" w:rsidRDefault="00193A97" w:rsidP="004E7FDE">
            <w:pPr>
              <w:pStyle w:val="libPoem"/>
            </w:pPr>
            <w:r>
              <w:rPr>
                <w:rtl/>
                <w:lang w:bidi="fa-IR"/>
              </w:rPr>
              <w:t>اُوكلما أصك براسي كَلها يخويه ضيعه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3A97" w14:paraId="44879733" w14:textId="77777777" w:rsidTr="004E7FDE">
        <w:trPr>
          <w:trHeight w:val="350"/>
        </w:trPr>
        <w:tc>
          <w:tcPr>
            <w:tcW w:w="3920" w:type="dxa"/>
          </w:tcPr>
          <w:p w14:paraId="757EA1CF" w14:textId="77777777" w:rsidR="00193A97" w:rsidRDefault="00193A97" w:rsidP="004E7FDE">
            <w:pPr>
              <w:pStyle w:val="libPoem"/>
            </w:pPr>
            <w:r>
              <w:rPr>
                <w:rtl/>
                <w:lang w:bidi="fa-IR"/>
              </w:rPr>
              <w:t>يا ليتني طول الدهر فوق الجمل موقوفه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126C13" w14:textId="77777777" w:rsidR="00193A97" w:rsidRDefault="00193A9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C8E1B4" w14:textId="77777777" w:rsidR="00193A97" w:rsidRDefault="00193A97" w:rsidP="004E7FDE">
            <w:pPr>
              <w:pStyle w:val="libPoem"/>
            </w:pPr>
            <w:r>
              <w:rPr>
                <w:rtl/>
                <w:lang w:bidi="fa-IR"/>
              </w:rPr>
              <w:t>اهون علي من ساعة اُو قوفنا بالكوفه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3A97" w14:paraId="3357092F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0C04D15" w14:textId="77777777" w:rsidR="00193A97" w:rsidRDefault="00193A97" w:rsidP="004E7FDE">
            <w:pPr>
              <w:pStyle w:val="libPoem"/>
            </w:pPr>
            <w:r>
              <w:rPr>
                <w:rtl/>
                <w:lang w:bidi="fa-IR"/>
              </w:rPr>
              <w:t>ووقوفهم من حولي كني لهم موصوفه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59D208" w14:textId="77777777" w:rsidR="00193A97" w:rsidRDefault="00193A9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DB479B" w14:textId="77777777" w:rsidR="00193A97" w:rsidRDefault="00193A97" w:rsidP="004E7FDE">
            <w:pPr>
              <w:pStyle w:val="libPoem"/>
            </w:pPr>
            <w:r>
              <w:rPr>
                <w:rtl/>
                <w:lang w:bidi="fa-IR"/>
              </w:rPr>
              <w:t>كلما أصك براسي كَلها يخويه ضيعه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3A97" w14:paraId="0C40BCBB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D081DED" w14:textId="77777777" w:rsidR="00193A97" w:rsidRDefault="00193A97" w:rsidP="004E7FDE">
            <w:pPr>
              <w:pStyle w:val="libPoem"/>
            </w:pPr>
            <w:r>
              <w:rPr>
                <w:rtl/>
                <w:lang w:bidi="fa-IR"/>
              </w:rPr>
              <w:t>قصر الاماره شفته يا ليتني ماشفته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70DC60" w14:textId="77777777" w:rsidR="00193A97" w:rsidRDefault="00193A9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C30919" w14:textId="77777777" w:rsidR="00193A97" w:rsidRDefault="00193A97" w:rsidP="004E7FDE">
            <w:pPr>
              <w:pStyle w:val="libPoem"/>
            </w:pPr>
            <w:r>
              <w:rPr>
                <w:rtl/>
                <w:lang w:bidi="fa-IR"/>
              </w:rPr>
              <w:t>واذكرت بن عمّي يوم يسحبوا جثته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3A97" w14:paraId="15BEBFE8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A9511B3" w14:textId="77777777" w:rsidR="00193A97" w:rsidRDefault="00193A97" w:rsidP="004E7FDE">
            <w:pPr>
              <w:pStyle w:val="libPoem"/>
            </w:pPr>
            <w:r>
              <w:rPr>
                <w:rtl/>
                <w:lang w:bidi="fa-IR"/>
              </w:rPr>
              <w:t>اُوزادت على اهمومي جيبي غصب مزقته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D4C99C" w14:textId="77777777" w:rsidR="00193A97" w:rsidRDefault="00193A9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472763" w14:textId="77777777" w:rsidR="00193A97" w:rsidRDefault="00193A97" w:rsidP="004E7FDE">
            <w:pPr>
              <w:pStyle w:val="libPoem"/>
            </w:pPr>
            <w:r>
              <w:rPr>
                <w:rtl/>
                <w:lang w:bidi="fa-IR"/>
              </w:rPr>
              <w:t>كلما أصك براسي كَلها يخويه ضيعه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1D4F0EF" w14:textId="77777777" w:rsidR="00EE7C84" w:rsidRDefault="00EE7C84" w:rsidP="00193A97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93A97" w14:paraId="265ADA2D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712BEFDE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يحسين جسمك ظل في الغبرة بلا اُوساد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D9DF8D5" w14:textId="77777777" w:rsidR="00193A97" w:rsidRDefault="00193A9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05FCD7B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اُوحنا مشينا عنّك لا ماي ولا زاد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3A97" w14:paraId="7CBDFF7E" w14:textId="77777777" w:rsidTr="004E7FDE">
        <w:trPr>
          <w:trHeight w:val="350"/>
        </w:trPr>
        <w:tc>
          <w:tcPr>
            <w:tcW w:w="3920" w:type="dxa"/>
          </w:tcPr>
          <w:p w14:paraId="0670B8CF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بتنا يخويه ابليلة ظلمة علينا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6E831D" w14:textId="77777777" w:rsidR="00193A97" w:rsidRDefault="00193A9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A8C5EE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ابليا ولي يحسين يا حامي الظعينه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3A97" w14:paraId="5FA74713" w14:textId="77777777" w:rsidTr="004E7FDE">
        <w:trPr>
          <w:trHeight w:val="350"/>
        </w:trPr>
        <w:tc>
          <w:tcPr>
            <w:tcW w:w="3920" w:type="dxa"/>
          </w:tcPr>
          <w:p w14:paraId="1FFF8248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ولا لفتنا الخيل من ارض المدينه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35C139" w14:textId="77777777" w:rsidR="00193A97" w:rsidRDefault="00193A9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4282F9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ولا اتانا امن الغري حيدر بلجناد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3A97" w14:paraId="47CFAAD6" w14:textId="77777777" w:rsidTr="004E7FDE">
        <w:trPr>
          <w:trHeight w:val="350"/>
        </w:trPr>
        <w:tc>
          <w:tcPr>
            <w:tcW w:w="3920" w:type="dxa"/>
          </w:tcPr>
          <w:p w14:paraId="2F5E7BB8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شال الظعن يحسين واحنا ابغير والي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BD1730" w14:textId="77777777" w:rsidR="00193A97" w:rsidRDefault="00193A9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2F6202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كُل اخوتي فوق الثرى اُو جملة ارجالي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3A97" w14:paraId="47D6E311" w14:textId="77777777" w:rsidTr="004E7FDE">
        <w:trPr>
          <w:trHeight w:val="350"/>
        </w:trPr>
        <w:tc>
          <w:tcPr>
            <w:tcW w:w="3920" w:type="dxa"/>
          </w:tcPr>
          <w:p w14:paraId="04D9B1DB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فوق الاسنه روسهم تمشي اقبالي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88D76E" w14:textId="77777777" w:rsidR="00193A97" w:rsidRDefault="00193A9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BD6BA1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اشلون انا امشي ابلا ولي في ولية اُوغاد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3A97" w14:paraId="4A59E63F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9D1EC61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سبعين مدرع ما بقى واحد إليّه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65F99D" w14:textId="77777777" w:rsidR="00193A97" w:rsidRDefault="00193A9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25D499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ويني انا يحسين واركوب المطيّه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3A97" w14:paraId="7CEBE3D6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5E2D19B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دهري رماني اُوذبح ارجالي سويّه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9901588" w14:textId="77777777" w:rsidR="00193A97" w:rsidRDefault="00193A9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796BD60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يحسين ترضى ندخل ابمجلس ابن ازياد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3A97" w14:paraId="0948E73C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0909264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لمن رأنا ظل يصفق بالايادي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4CAD5E" w14:textId="77777777" w:rsidR="00193A97" w:rsidRDefault="00193A9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A3BAFB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ويقول هذا مطلبي اُوهذا مرادي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3A97" w14:paraId="1DFAAB2E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CDB972D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ذبحت اخوكم واشتفى منكم افادي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4383E6" w14:textId="77777777" w:rsidR="00193A97" w:rsidRDefault="00193A9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27CD44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هذا علينا عيد من ابرك الأعياد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3A97" w14:paraId="5603AA60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485D8C1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يحسين بعدك ذوبت قلبي اسكينه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D9442D" w14:textId="77777777" w:rsidR="00193A97" w:rsidRDefault="00193A9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192094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تجدب الونّة اُو تسكب العبرى هتينه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3A97" w14:paraId="0FDEA1E6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5AC1232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واتقول يابن ازياد لا تشمت علينا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42E288" w14:textId="77777777" w:rsidR="00193A97" w:rsidRDefault="00193A9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F93121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بونا علي المرتضى اُوجدنا النّبي الهاد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3A97" w14:paraId="2B17EB3E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AF59F09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ياما تربينا ابمعزه وبوسطة اخدور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E31C18" w14:textId="77777777" w:rsidR="00193A97" w:rsidRDefault="00193A9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B9C06E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اُوحول الخدر فتيان هاشم تشبه السور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3A97" w14:paraId="6176B8E7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FA8749A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شبّان ما نبتت الحاهم كلهم ابدور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8E28F1" w14:textId="77777777" w:rsidR="00193A97" w:rsidRDefault="00193A9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4C555BB" w14:textId="77777777" w:rsidR="00193A97" w:rsidRDefault="00890C8B" w:rsidP="004E7FDE">
            <w:pPr>
              <w:pStyle w:val="libPoem"/>
            </w:pPr>
            <w:r>
              <w:rPr>
                <w:rtl/>
                <w:lang w:bidi="fa-IR"/>
              </w:rPr>
              <w:t>راحوا اُوخلونا غرايب بين لجناد</w:t>
            </w:r>
            <w:r w:rsidR="00193A9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2A06B2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430E1" w14:paraId="68834300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7F3CA7D0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قوموا يهلنا يآل هاشم يا صناديد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4FECA2D" w14:textId="77777777" w:rsidR="007430E1" w:rsidRDefault="007430E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D9F04AD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شوفوا حرمكم راحت الشامات ليزيد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0E1" w14:paraId="4DD16A58" w14:textId="77777777" w:rsidTr="004E7FDE">
        <w:trPr>
          <w:trHeight w:val="350"/>
        </w:trPr>
        <w:tc>
          <w:tcPr>
            <w:tcW w:w="3920" w:type="dxa"/>
          </w:tcPr>
          <w:p w14:paraId="0EAE5542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يحسين قاسينا البلا يابن الأماجيد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097AED" w14:textId="77777777" w:rsidR="007430E1" w:rsidRDefault="007430E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BDA78B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لو مَن طلعنا من بلد دشّوا بنا ابلاد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5E98CB4" w14:textId="77777777" w:rsidR="00EE7C84" w:rsidRDefault="00EE7C84" w:rsidP="007430E1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430E1" w14:paraId="50B6A7E7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1BC7D452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في داعة الله يا غريب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C291C3D" w14:textId="77777777" w:rsidR="007430E1" w:rsidRDefault="007430E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02D30D2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يا كعبة الوفّاد لا تعتب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0E1" w14:paraId="6A5D9F7D" w14:textId="77777777" w:rsidTr="004E7FDE">
        <w:trPr>
          <w:trHeight w:val="350"/>
        </w:trPr>
        <w:tc>
          <w:tcPr>
            <w:tcW w:w="3920" w:type="dxa"/>
          </w:tcPr>
          <w:p w14:paraId="0A542AEE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لو حصل لي بيدي يبعد اهلي يمظلوم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FF900D" w14:textId="77777777" w:rsidR="007430E1" w:rsidRDefault="007430E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462747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ما رحت وانته بالثرى امخضب بلدموم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0E1" w14:paraId="123D8617" w14:textId="77777777" w:rsidTr="004E7FDE">
        <w:trPr>
          <w:trHeight w:val="350"/>
        </w:trPr>
        <w:tc>
          <w:tcPr>
            <w:tcW w:w="3920" w:type="dxa"/>
          </w:tcPr>
          <w:p w14:paraId="24BC704E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لكن بلا والي اسيره في يد 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2D1768" w14:textId="77777777" w:rsidR="007430E1" w:rsidRDefault="007430E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E7DE08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بانصب عزاكم يخوتي فوق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0E1" w14:paraId="0888ADB7" w14:textId="77777777" w:rsidTr="004E7FDE">
        <w:trPr>
          <w:trHeight w:val="350"/>
        </w:trPr>
        <w:tc>
          <w:tcPr>
            <w:tcW w:w="3920" w:type="dxa"/>
          </w:tcPr>
          <w:p w14:paraId="5D4DE823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والله يبو السجّاد عنّك غصب باشيل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CF6102" w14:textId="77777777" w:rsidR="007430E1" w:rsidRDefault="007430E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C9387A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وانظر ابعيني جثتك من غير تغسيل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0E1" w14:paraId="061B66FD" w14:textId="77777777" w:rsidTr="004E7FDE">
        <w:trPr>
          <w:trHeight w:val="350"/>
        </w:trPr>
        <w:tc>
          <w:tcPr>
            <w:tcW w:w="3920" w:type="dxa"/>
          </w:tcPr>
          <w:p w14:paraId="7E7CEFA9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لجلك لقيم النوح دهري واسهر 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0330B7" w14:textId="77777777" w:rsidR="007430E1" w:rsidRDefault="007430E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709BF3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اتمّنيت عمري انقصف قبل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0E1" w14:paraId="37B8F7DA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44AA3BE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يحسين يبن اُمّي يقيدوم الظعينه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7893D5" w14:textId="77777777" w:rsidR="007430E1" w:rsidRDefault="007430E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CC03C2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تقعد يبعد أهلي اُوردنا للمدينه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0E1" w14:paraId="4334E35F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E093FE2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تدري انا اركوب الجمل ويني اُوينه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E4AB33" w14:textId="77777777" w:rsidR="007430E1" w:rsidRDefault="007430E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88A52A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ويني يبو السجّاد واركوب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0E1" w14:paraId="7AD5DB4B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F03864E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بالأمس في ارض المدينة ابخدر موصوف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445387" w14:textId="77777777" w:rsidR="007430E1" w:rsidRDefault="007430E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4518D1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من فوق فرسي جالسه في عز واسجوف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0E1" w14:paraId="336156C8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94AD67C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واليوم فوق الجمل واستر بلكفوف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135832" w14:textId="77777777" w:rsidR="007430E1" w:rsidRDefault="007430E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2B4776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من كربلا للشام ودوني هديّه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0E1" w14:paraId="1459F699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84AF320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عتبي على حامي النجف مردي العساكر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5DDC81" w14:textId="77777777" w:rsidR="007430E1" w:rsidRDefault="007430E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E11E72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قاتل عمرها اُو فاتح احصون الخيابر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0E1" w14:paraId="48AEEEF8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A5616BC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يا ليت داحي الباب ذاك اليوم حاضر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B30B41" w14:textId="77777777" w:rsidR="007430E1" w:rsidRDefault="007430E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C39819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يا حي ذاك الشوف من راعي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0E1" w14:paraId="6292EE14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A126B8B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وينك يداحي الباب يا ليث الحريبه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B4B054" w14:textId="77777777" w:rsidR="007430E1" w:rsidRDefault="007430E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DD51AB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يا مظهر الإسلام وللهادي حبيبه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0E1" w14:paraId="149FC397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9C450C1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قوم ادرك اللي امحجبه في ارض طيبه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5ACDA3" w14:textId="77777777" w:rsidR="007430E1" w:rsidRDefault="007430E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8FB1AB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من قبل ما توصل إلى نسل الدعيّه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01F42DC" w14:textId="77777777" w:rsidR="00EE7C84" w:rsidRDefault="00EE7C84" w:rsidP="007430E1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430E1" w14:paraId="429E0BF5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5A54C4F1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يحسين انا امن الحادي يحسين انا امن الحادي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1143549" w14:textId="77777777" w:rsidR="007430E1" w:rsidRDefault="007430E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F4CDBED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في حالةٍ ميشومه يحسين انا امن الحادي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0E1" w14:paraId="5AE828D4" w14:textId="77777777" w:rsidTr="004E7FDE">
        <w:trPr>
          <w:trHeight w:val="350"/>
        </w:trPr>
        <w:tc>
          <w:tcPr>
            <w:tcW w:w="3920" w:type="dxa"/>
          </w:tcPr>
          <w:p w14:paraId="443D9AEF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جاب المطيّة الضلعا اُومن الهزل مبليّه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6D9001" w14:textId="77777777" w:rsidR="007430E1" w:rsidRDefault="007430E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3A2D4A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نوب يحن اعليها اُونوب يحن اعليّه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0E1" w14:paraId="5B709ABE" w14:textId="77777777" w:rsidTr="004E7FDE">
        <w:trPr>
          <w:trHeight w:val="350"/>
        </w:trPr>
        <w:tc>
          <w:tcPr>
            <w:tcW w:w="3920" w:type="dxa"/>
          </w:tcPr>
          <w:p w14:paraId="177328A8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قلت الركب ماريده بامشي على رجليّه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EB6E21" w14:textId="77777777" w:rsidR="007430E1" w:rsidRDefault="007430E1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ECAB33" w14:textId="77777777" w:rsidR="007430E1" w:rsidRDefault="007430E1" w:rsidP="004E7FDE">
            <w:pPr>
              <w:pStyle w:val="libPoem"/>
            </w:pPr>
            <w:r>
              <w:rPr>
                <w:rtl/>
                <w:lang w:bidi="fa-IR"/>
              </w:rPr>
              <w:t>يحسين طيب اُوغصب أمشي انا والحادي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9ED555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87586" w14:paraId="261A672D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70F00781" w14:textId="77777777" w:rsidR="00087586" w:rsidRDefault="00087586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وانتي يناقة انحيلة واللي عليك انحيله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35CC757" w14:textId="77777777" w:rsidR="00087586" w:rsidRDefault="0008758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9582899" w14:textId="77777777" w:rsidR="00087586" w:rsidRDefault="00087586" w:rsidP="004E7FDE">
            <w:pPr>
              <w:pStyle w:val="libPoem"/>
            </w:pPr>
            <w:r>
              <w:rPr>
                <w:rtl/>
                <w:lang w:bidi="fa-IR"/>
              </w:rPr>
              <w:t>عير الصبر يا ناقة لا لي ولالك حيله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7586" w14:paraId="4A6E49D7" w14:textId="77777777" w:rsidTr="004E7FDE">
        <w:trPr>
          <w:trHeight w:val="350"/>
        </w:trPr>
        <w:tc>
          <w:tcPr>
            <w:tcW w:w="3920" w:type="dxa"/>
          </w:tcPr>
          <w:p w14:paraId="5DF4EAE9" w14:textId="77777777" w:rsidR="00087586" w:rsidRDefault="00087586" w:rsidP="004E7FDE">
            <w:pPr>
              <w:pStyle w:val="libPoem"/>
            </w:pPr>
            <w:r>
              <w:rPr>
                <w:rtl/>
                <w:lang w:bidi="fa-IR"/>
              </w:rPr>
              <w:t>لا لي ولا لك راحم من هالهضم نشكيله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E4C404" w14:textId="77777777" w:rsidR="00087586" w:rsidRDefault="0008758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4078FD" w14:textId="77777777" w:rsidR="00087586" w:rsidRDefault="00087586" w:rsidP="004E7FDE">
            <w:pPr>
              <w:pStyle w:val="libPoem"/>
            </w:pPr>
            <w:r>
              <w:rPr>
                <w:rtl/>
                <w:lang w:bidi="fa-IR"/>
              </w:rPr>
              <w:t>في حالةٍ ميشومة يحسين انا امن الحادي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7586" w14:paraId="732E6542" w14:textId="77777777" w:rsidTr="004E7FDE">
        <w:trPr>
          <w:trHeight w:val="350"/>
        </w:trPr>
        <w:tc>
          <w:tcPr>
            <w:tcW w:w="3920" w:type="dxa"/>
          </w:tcPr>
          <w:p w14:paraId="0413A556" w14:textId="77777777" w:rsidR="00087586" w:rsidRDefault="00087586" w:rsidP="004E7FDE">
            <w:pPr>
              <w:pStyle w:val="libPoem"/>
            </w:pPr>
            <w:r>
              <w:rPr>
                <w:rtl/>
                <w:lang w:bidi="fa-IR"/>
              </w:rPr>
              <w:t>مثله ما شفنا حادي ايمشي ولا يتهيد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BA7AC2" w14:textId="77777777" w:rsidR="00087586" w:rsidRDefault="0008758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0425E4" w14:textId="77777777" w:rsidR="00087586" w:rsidRDefault="00087586" w:rsidP="004E7FDE">
            <w:pPr>
              <w:pStyle w:val="libPoem"/>
            </w:pPr>
            <w:r>
              <w:rPr>
                <w:rtl/>
                <w:lang w:bidi="fa-IR"/>
              </w:rPr>
              <w:t>كلما طلبنا الخفة شاط اُو علينا 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7586" w14:paraId="218DA475" w14:textId="77777777" w:rsidTr="004E7FDE">
        <w:trPr>
          <w:trHeight w:val="350"/>
        </w:trPr>
        <w:tc>
          <w:tcPr>
            <w:tcW w:w="3920" w:type="dxa"/>
          </w:tcPr>
          <w:p w14:paraId="55EF7A9E" w14:textId="77777777" w:rsidR="00087586" w:rsidRDefault="00087586" w:rsidP="004E7FDE">
            <w:pPr>
              <w:pStyle w:val="libPoem"/>
            </w:pPr>
            <w:r>
              <w:rPr>
                <w:rtl/>
                <w:lang w:bidi="fa-IR"/>
              </w:rPr>
              <w:t>لا تزعجون الناقة واللي عليها امقيد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3FD557" w14:textId="77777777" w:rsidR="00087586" w:rsidRDefault="0008758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E8518F" w14:textId="77777777" w:rsidR="00087586" w:rsidRDefault="00087586" w:rsidP="004E7FDE">
            <w:pPr>
              <w:pStyle w:val="libPoem"/>
            </w:pPr>
            <w:r>
              <w:rPr>
                <w:rtl/>
                <w:lang w:bidi="fa-IR"/>
              </w:rPr>
              <w:t>متحيّرة ويش اصنع يحسين انا والحادي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7586" w14:paraId="520AC72C" w14:textId="77777777" w:rsidTr="004E7FDE">
        <w:trPr>
          <w:trHeight w:val="350"/>
        </w:trPr>
        <w:tc>
          <w:tcPr>
            <w:tcW w:w="3920" w:type="dxa"/>
          </w:tcPr>
          <w:p w14:paraId="51EAD73F" w14:textId="77777777" w:rsidR="00087586" w:rsidRDefault="00087586" w:rsidP="004E7FDE">
            <w:pPr>
              <w:pStyle w:val="libPoem"/>
            </w:pPr>
            <w:r>
              <w:rPr>
                <w:rtl/>
                <w:lang w:bidi="fa-IR"/>
              </w:rPr>
              <w:t>مثل الطريد الخايف يمشي بليا مهله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507550" w14:textId="77777777" w:rsidR="00087586" w:rsidRDefault="0008758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B14757" w14:textId="77777777" w:rsidR="00087586" w:rsidRDefault="00087586" w:rsidP="004E7FDE">
            <w:pPr>
              <w:pStyle w:val="libPoem"/>
            </w:pPr>
            <w:r>
              <w:rPr>
                <w:rtl/>
                <w:lang w:bidi="fa-IR"/>
              </w:rPr>
              <w:t>حتّى لوّن الناقة تسلك طريق السهله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7586" w14:paraId="29D24E8B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287B26A" w14:textId="77777777" w:rsidR="00087586" w:rsidRDefault="00087586" w:rsidP="004E7FDE">
            <w:pPr>
              <w:pStyle w:val="libPoem"/>
            </w:pPr>
            <w:r>
              <w:rPr>
                <w:rtl/>
                <w:lang w:bidi="fa-IR"/>
              </w:rPr>
              <w:t>درب العدل مشّاها تايه علينا ابجهله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D42E4D" w14:textId="77777777" w:rsidR="00087586" w:rsidRDefault="0008758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0116BE" w14:textId="77777777" w:rsidR="00087586" w:rsidRDefault="00087586" w:rsidP="004E7FDE">
            <w:pPr>
              <w:pStyle w:val="libPoem"/>
            </w:pPr>
            <w:r>
              <w:rPr>
                <w:rtl/>
                <w:lang w:bidi="fa-IR"/>
              </w:rPr>
              <w:t>في حالةٍ ميشومة يحسين انا امن الحادي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7586" w14:paraId="583729AF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41BE3F8" w14:textId="77777777" w:rsidR="00087586" w:rsidRDefault="00F561F2" w:rsidP="004E7FDE">
            <w:pPr>
              <w:pStyle w:val="libPoem"/>
            </w:pPr>
            <w:r>
              <w:rPr>
                <w:rtl/>
                <w:lang w:bidi="fa-IR"/>
              </w:rPr>
              <w:t>يمشي النهار ابليله اُويطوي الفيافي ابساعه</w:t>
            </w:r>
            <w:r w:rsidR="0008758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0560C9" w14:textId="77777777" w:rsidR="00087586" w:rsidRDefault="0008758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5EC1A2" w14:textId="77777777" w:rsidR="00087586" w:rsidRDefault="00F561F2" w:rsidP="004E7FDE">
            <w:pPr>
              <w:pStyle w:val="libPoem"/>
            </w:pPr>
            <w:r>
              <w:rPr>
                <w:rtl/>
                <w:lang w:bidi="fa-IR"/>
              </w:rPr>
              <w:t>دوبه علينا طاغي ماهو لنا في طاعه</w:t>
            </w:r>
            <w:r w:rsidR="0008758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7586" w14:paraId="1C1F43AF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7470380" w14:textId="77777777" w:rsidR="00087586" w:rsidRDefault="00F561F2" w:rsidP="004E7FDE">
            <w:pPr>
              <w:pStyle w:val="libPoem"/>
            </w:pPr>
            <w:r>
              <w:rPr>
                <w:rtl/>
                <w:lang w:bidi="fa-IR"/>
              </w:rPr>
              <w:t>من هالسبب والنيّة زادت عليه أوجاعه</w:t>
            </w:r>
            <w:r w:rsidR="0008758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5E390A" w14:textId="77777777" w:rsidR="00087586" w:rsidRDefault="0008758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BF11EB" w14:textId="77777777" w:rsidR="00087586" w:rsidRDefault="00F561F2" w:rsidP="004E7FDE">
            <w:pPr>
              <w:pStyle w:val="libPoem"/>
            </w:pPr>
            <w:r>
              <w:rPr>
                <w:rtl/>
                <w:lang w:bidi="fa-IR"/>
              </w:rPr>
              <w:t>في حالة ميشومة يحسين انا امن الحادي</w:t>
            </w:r>
            <w:r w:rsidR="0008758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7586" w14:paraId="7D80FC75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67445D8" w14:textId="77777777" w:rsidR="00087586" w:rsidRDefault="00F561F2" w:rsidP="004E7FDE">
            <w:pPr>
              <w:pStyle w:val="libPoem"/>
            </w:pPr>
            <w:r>
              <w:rPr>
                <w:rtl/>
                <w:lang w:bidi="fa-IR"/>
              </w:rPr>
              <w:t>واللي على مهزوله لا من ضربها طاحت</w:t>
            </w:r>
            <w:r w:rsidR="0008758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A8754A" w14:textId="77777777" w:rsidR="00087586" w:rsidRDefault="0008758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A8819C" w14:textId="77777777" w:rsidR="00087586" w:rsidRDefault="00F561F2" w:rsidP="004E7FDE">
            <w:pPr>
              <w:pStyle w:val="libPoem"/>
            </w:pPr>
            <w:r>
              <w:rPr>
                <w:rtl/>
                <w:lang w:bidi="fa-IR"/>
              </w:rPr>
              <w:t>واللي مهي مهزولة لو مَن ضربها راحت</w:t>
            </w:r>
            <w:r w:rsidR="0008758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7586" w14:paraId="1684EB55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8621CF2" w14:textId="77777777" w:rsidR="00087586" w:rsidRDefault="00F561F2" w:rsidP="004E7FDE">
            <w:pPr>
              <w:pStyle w:val="libPoem"/>
            </w:pPr>
            <w:r>
              <w:rPr>
                <w:rtl/>
                <w:lang w:bidi="fa-IR"/>
              </w:rPr>
              <w:t>أبقى مع اللي طاحت لو الحق اللي راحت</w:t>
            </w:r>
            <w:r w:rsidR="0008758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FD6746" w14:textId="77777777" w:rsidR="00087586" w:rsidRDefault="0008758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6FCFD6" w14:textId="77777777" w:rsidR="00087586" w:rsidRDefault="00F561F2" w:rsidP="004E7FDE">
            <w:pPr>
              <w:pStyle w:val="libPoem"/>
            </w:pPr>
            <w:r>
              <w:rPr>
                <w:rtl/>
                <w:lang w:bidi="fa-IR"/>
              </w:rPr>
              <w:t>متحيرة ويش اصنع يحسين انا والحادي</w:t>
            </w:r>
            <w:r w:rsidR="0008758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7586" w14:paraId="3021C562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444E444" w14:textId="77777777" w:rsidR="00087586" w:rsidRDefault="00F561F2" w:rsidP="004E7FDE">
            <w:pPr>
              <w:pStyle w:val="libPoem"/>
            </w:pPr>
            <w:r>
              <w:rPr>
                <w:rtl/>
                <w:lang w:bidi="fa-IR"/>
              </w:rPr>
              <w:t>وانتي يناقة حنّي لو مَن سمعتي احنيني</w:t>
            </w:r>
            <w:r w:rsidR="0008758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F5BAA6" w14:textId="77777777" w:rsidR="00087586" w:rsidRDefault="0008758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066A1E" w14:textId="77777777" w:rsidR="00087586" w:rsidRDefault="00F561F2" w:rsidP="004E7FDE">
            <w:pPr>
              <w:pStyle w:val="libPoem"/>
            </w:pPr>
            <w:r>
              <w:rPr>
                <w:rtl/>
                <w:lang w:bidi="fa-IR"/>
              </w:rPr>
              <w:t>يبكي مصارع قومي وانتي بعد سعديني</w:t>
            </w:r>
            <w:r w:rsidR="0008758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7586" w14:paraId="180A29D6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A9E1B31" w14:textId="77777777" w:rsidR="00087586" w:rsidRDefault="00F561F2" w:rsidP="004E7FDE">
            <w:pPr>
              <w:pStyle w:val="libPoem"/>
            </w:pPr>
            <w:r>
              <w:rPr>
                <w:rtl/>
                <w:lang w:bidi="fa-IR"/>
              </w:rPr>
              <w:t>اُو صبري لضرب الحادي بالهون لا ترميني</w:t>
            </w:r>
            <w:r w:rsidR="0008758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85F16E" w14:textId="77777777" w:rsidR="00087586" w:rsidRDefault="0008758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8BDF81" w14:textId="77777777" w:rsidR="00087586" w:rsidRDefault="00F561F2" w:rsidP="004E7FDE">
            <w:pPr>
              <w:pStyle w:val="libPoem"/>
            </w:pPr>
            <w:r>
              <w:rPr>
                <w:rtl/>
                <w:lang w:bidi="fa-IR"/>
              </w:rPr>
              <w:t>في حالةٍ ميشومة يحسين انا امن الحادي</w:t>
            </w:r>
            <w:r w:rsidR="0008758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8F3C5A4" w14:textId="77777777" w:rsidR="00EE7C84" w:rsidRDefault="00EE7C84" w:rsidP="00087586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87586" w14:paraId="65B2B778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1AF208AF" w14:textId="77777777" w:rsidR="00087586" w:rsidRDefault="00F561F2" w:rsidP="004E7FDE">
            <w:pPr>
              <w:pStyle w:val="libPoem"/>
            </w:pPr>
            <w:r>
              <w:rPr>
                <w:rtl/>
                <w:lang w:bidi="fa-IR"/>
              </w:rPr>
              <w:t>بحسين يا حادي الظعينة ما تمرون</w:t>
            </w:r>
            <w:r w:rsidR="0008758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243EED3" w14:textId="77777777" w:rsidR="00087586" w:rsidRDefault="0008758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32DF8E9" w14:textId="77777777" w:rsidR="00087586" w:rsidRDefault="00F561F2" w:rsidP="004E7FDE">
            <w:pPr>
              <w:pStyle w:val="libPoem"/>
            </w:pPr>
            <w:r>
              <w:rPr>
                <w:rtl/>
                <w:lang w:bidi="fa-IR"/>
              </w:rPr>
              <w:t>خلنا نودّع جثّة الوالي انزاعه</w:t>
            </w:r>
            <w:r w:rsidR="0008758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7586" w14:paraId="41309BA6" w14:textId="77777777" w:rsidTr="004E7FDE">
        <w:trPr>
          <w:trHeight w:val="350"/>
        </w:trPr>
        <w:tc>
          <w:tcPr>
            <w:tcW w:w="3920" w:type="dxa"/>
          </w:tcPr>
          <w:p w14:paraId="1435529C" w14:textId="77777777" w:rsidR="00087586" w:rsidRDefault="00F561F2" w:rsidP="004E7FDE">
            <w:pPr>
              <w:pStyle w:val="libPoem"/>
            </w:pPr>
            <w:r>
              <w:rPr>
                <w:rtl/>
                <w:lang w:bidi="fa-IR"/>
              </w:rPr>
              <w:t>اُو سكنة تريد اتودعه اُو تقضي اُو داعه</w:t>
            </w:r>
            <w:r w:rsidR="0008758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AEE03F" w14:textId="77777777" w:rsidR="00087586" w:rsidRDefault="0008758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DDA5DB" w14:textId="77777777" w:rsidR="00087586" w:rsidRDefault="00F561F2" w:rsidP="004E7FDE">
            <w:pPr>
              <w:pStyle w:val="libPoem"/>
            </w:pPr>
            <w:r>
              <w:rPr>
                <w:rtl/>
                <w:lang w:bidi="fa-IR"/>
              </w:rPr>
              <w:t>بلكي يحاكيها اُو تخبره ابحالها اشلون</w:t>
            </w:r>
            <w:r w:rsidR="0008758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7586" w14:paraId="7568A9BE" w14:textId="77777777" w:rsidTr="004E7FDE">
        <w:trPr>
          <w:trHeight w:val="350"/>
        </w:trPr>
        <w:tc>
          <w:tcPr>
            <w:tcW w:w="3920" w:type="dxa"/>
          </w:tcPr>
          <w:p w14:paraId="00D00806" w14:textId="77777777" w:rsidR="00087586" w:rsidRDefault="00F561F2" w:rsidP="004E7FDE">
            <w:pPr>
              <w:pStyle w:val="libPoem"/>
            </w:pPr>
            <w:r>
              <w:rPr>
                <w:rtl/>
                <w:lang w:bidi="fa-IR"/>
              </w:rPr>
              <w:t>مروا اُوهوت سكنة على جسمه تنادي</w:t>
            </w:r>
            <w:r w:rsidR="0008758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D0840E" w14:textId="77777777" w:rsidR="00087586" w:rsidRDefault="0008758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66D791" w14:textId="77777777" w:rsidR="00087586" w:rsidRDefault="00F561F2" w:rsidP="004E7FDE">
            <w:pPr>
              <w:pStyle w:val="libPoem"/>
            </w:pPr>
            <w:r>
              <w:rPr>
                <w:rtl/>
                <w:lang w:bidi="fa-IR"/>
              </w:rPr>
              <w:t>إفراقك يبويه راعني اُوذوّب افادي</w:t>
            </w:r>
            <w:r w:rsidR="0008758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B44D695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60C63" w14:paraId="7C6D929C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2AE8F603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صرنا يبويه بالأسر بيد الأعادي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6328970" w14:textId="77777777" w:rsidR="00C60C63" w:rsidRDefault="00C60C63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BCF57F2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سافر ظعنّا ابعجل ساعة ما يريضون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C63" w14:paraId="2C57FE56" w14:textId="77777777" w:rsidTr="004E7FDE">
        <w:trPr>
          <w:trHeight w:val="350"/>
        </w:trPr>
        <w:tc>
          <w:tcPr>
            <w:tcW w:w="3920" w:type="dxa"/>
          </w:tcPr>
          <w:p w14:paraId="129E779D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خرّت اُوشقّت جيبها واَغشى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5F8F22" w14:textId="77777777" w:rsidR="00C60C63" w:rsidRDefault="00C60C63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030808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وانكسر قلب الكان شامت قبل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C63" w14:paraId="6767A6DC" w14:textId="77777777" w:rsidTr="004E7FDE">
        <w:trPr>
          <w:trHeight w:val="350"/>
        </w:trPr>
        <w:tc>
          <w:tcPr>
            <w:tcW w:w="3920" w:type="dxa"/>
          </w:tcPr>
          <w:p w14:paraId="46C50481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ضمها ابصدره اُو سمعته يوصي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4AABD9" w14:textId="77777777" w:rsidR="00C60C63" w:rsidRDefault="00C60C63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AF5549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بالماي ذكروني يشيعة من تشربون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C63" w14:paraId="6DB6BEAA" w14:textId="77777777" w:rsidTr="004E7FDE">
        <w:trPr>
          <w:trHeight w:val="350"/>
        </w:trPr>
        <w:tc>
          <w:tcPr>
            <w:tcW w:w="3920" w:type="dxa"/>
          </w:tcPr>
          <w:p w14:paraId="0E7941DB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يا شيعتي من تشربوا ماي اِذكروني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E032AB" w14:textId="77777777" w:rsidR="00C60C63" w:rsidRDefault="00C60C63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04A83C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اُونصبوا مآتمكم عليّه واندبوني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C63" w14:paraId="4C962158" w14:textId="77777777" w:rsidTr="004E7FDE">
        <w:trPr>
          <w:trHeight w:val="350"/>
        </w:trPr>
        <w:tc>
          <w:tcPr>
            <w:tcW w:w="3920" w:type="dxa"/>
          </w:tcPr>
          <w:p w14:paraId="16BD7ACB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وانا يشيعة ابغير جرمة أذبحوني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1C7B1C" w14:textId="77777777" w:rsidR="00C60C63" w:rsidRDefault="00C60C63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ABD84F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اُومن فوق صدري خيلهم قاموا يرضّون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C63" w14:paraId="5B2A29F0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68A1439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يا ليت أهلي حاضريني يوم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368DB8" w14:textId="77777777" w:rsidR="00C60C63" w:rsidRDefault="00C60C63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E7C2D4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إيشوفون طفلي اِشلون قلبه بالظما ايفور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C63" w14:paraId="75D5667D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B97BDBE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فرفرت روحه اُوظل يويلي ابعينه اِيدور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570EE6" w14:textId="77777777" w:rsidR="00C60C63" w:rsidRDefault="00C60C63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E33E2F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شربة ردت له اِمن العدى اُوعيّوا ما ينطون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C63" w14:paraId="5B0984DB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6C9CC50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اُوسكنة اسحبوها القوم عن جثة ابوها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AFD920" w14:textId="77777777" w:rsidR="00C60C63" w:rsidRDefault="00C60C63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298614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باسياطهم يا غبرة الله يضربوها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C63" w14:paraId="7A7E3BAB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73AAC5D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اُوظلّت تصب ادموعها من ركبوها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0F3275A" w14:textId="77777777" w:rsidR="00C60C63" w:rsidRDefault="00C60C63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39910B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واتقول يابويه افراقك موش بالهون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7C405CE" w14:textId="77777777" w:rsidR="00EE7C84" w:rsidRDefault="00EE7C84" w:rsidP="00F561F2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60C63" w14:paraId="3BA45E99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161FA540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حَن اُوحدا بالشيلة حن اُوحدا بالشيله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71353ED" w14:textId="77777777" w:rsidR="00C60C63" w:rsidRDefault="00C60C63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B879679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حادي الظعن يابن اُمّي حن اُوحدا بالشيله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C63" w14:paraId="580B6F4C" w14:textId="77777777" w:rsidTr="004E7FDE">
        <w:trPr>
          <w:trHeight w:val="350"/>
        </w:trPr>
        <w:tc>
          <w:tcPr>
            <w:tcW w:w="3920" w:type="dxa"/>
          </w:tcPr>
          <w:p w14:paraId="2BCDE7BA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ما اجسره من ظالم ما الحده من حادي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3FA3BD" w14:textId="77777777" w:rsidR="00C60C63" w:rsidRDefault="00C60C63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7942FB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ابكعب الرمح يوكزني ويقول سيروا غادي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C63" w14:paraId="3771A52F" w14:textId="77777777" w:rsidTr="004E7FDE">
        <w:trPr>
          <w:trHeight w:val="350"/>
        </w:trPr>
        <w:tc>
          <w:tcPr>
            <w:tcW w:w="3920" w:type="dxa"/>
          </w:tcPr>
          <w:p w14:paraId="49B9A7D3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اُوكلما صرخ يبن اُمّي بيدي اشد افادي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683519" w14:textId="77777777" w:rsidR="00C60C63" w:rsidRDefault="00C60C63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C9EC0E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اُوكلما قلت له هيد حين اُوحدا بالشيله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C63" w14:paraId="4FF81B5E" w14:textId="77777777" w:rsidTr="004E7FDE">
        <w:trPr>
          <w:trHeight w:val="350"/>
        </w:trPr>
        <w:tc>
          <w:tcPr>
            <w:tcW w:w="3920" w:type="dxa"/>
          </w:tcPr>
          <w:p w14:paraId="1DDADC96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اُوساق الضغن يبن اُمّي واجنازتك ممدوده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4D182B" w14:textId="77777777" w:rsidR="00C60C63" w:rsidRDefault="00C60C63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A513DE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اُوبحبك لهل ادموعي ما دمت انا موجوده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C63" w14:paraId="699E9C5D" w14:textId="77777777" w:rsidTr="004E7FDE">
        <w:trPr>
          <w:trHeight w:val="350"/>
        </w:trPr>
        <w:tc>
          <w:tcPr>
            <w:tcW w:w="3920" w:type="dxa"/>
          </w:tcPr>
          <w:p w14:paraId="7C3EB851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اُوهي عادة اللي فاقد ينعى على مفقوده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31ED18" w14:textId="77777777" w:rsidR="00C60C63" w:rsidRDefault="00C60C63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617A53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اُوكلما قلت له هيد حن اُوحدا بالشيلة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C63" w14:paraId="1B790FEA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4E1904D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اُوجاب المطيّة الضلعا اُوقلّي يزينب همّه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699EC1" w14:textId="77777777" w:rsidR="00C60C63" w:rsidRDefault="00C60C63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AFC4893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واستوحشت دنياتي اُوصارت عليّه امظلمه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0C63" w14:paraId="2587AC28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E6435B0" w14:textId="77777777" w:rsidR="00C60C63" w:rsidRDefault="00C60C63" w:rsidP="00C60C63">
            <w:pPr>
              <w:pStyle w:val="libPoem"/>
            </w:pPr>
            <w:r>
              <w:rPr>
                <w:rtl/>
                <w:lang w:bidi="fa-IR"/>
              </w:rPr>
              <w:t xml:space="preserve">وأطفالكم يابن اُمّي </w:t>
            </w:r>
            <w:r>
              <w:rPr>
                <w:rFonts w:hint="cs"/>
                <w:rtl/>
                <w:lang w:bidi="fa-IR"/>
              </w:rPr>
              <w:t xml:space="preserve">لمت </w:t>
            </w:r>
            <w:r>
              <w:rPr>
                <w:rtl/>
                <w:lang w:bidi="fa-IR"/>
              </w:rPr>
              <w:t>عليّه لمّه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6C64D3" w14:textId="77777777" w:rsidR="00C60C63" w:rsidRDefault="00C60C63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64BBDC" w14:textId="77777777" w:rsidR="00C60C63" w:rsidRDefault="00C60C63" w:rsidP="004E7FDE">
            <w:pPr>
              <w:pStyle w:val="libPoem"/>
            </w:pPr>
            <w:r>
              <w:rPr>
                <w:rtl/>
                <w:lang w:bidi="fa-IR"/>
              </w:rPr>
              <w:t>اُوحادي الظعن روعني اُوحن اُوحدا بالشيله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0E44E13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32C5F" w14:paraId="0F48BE44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31941D0C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وحده المها ابثوبي اُوحده المها ابكمي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A2B2FA7" w14:textId="77777777" w:rsidR="00532C5F" w:rsidRDefault="00532C5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5CFC86D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هذي تصيح اسنادي اُوهذي تصيح ابن اُمّي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2C5F" w14:paraId="5C627506" w14:textId="77777777" w:rsidTr="004E7FDE">
        <w:trPr>
          <w:trHeight w:val="350"/>
        </w:trPr>
        <w:tc>
          <w:tcPr>
            <w:tcW w:w="3920" w:type="dxa"/>
          </w:tcPr>
          <w:p w14:paraId="74B7E0CF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اُوسكنة تقول ياعمّة باروح اخبر عمّي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38688C" w14:textId="77777777" w:rsidR="00532C5F" w:rsidRDefault="00532C5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0FACBD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اُوحادي الظعن يابن اُمّي حن اُوحدا بالشيله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2C5F" w14:paraId="450968C6" w14:textId="77777777" w:rsidTr="004E7FDE">
        <w:trPr>
          <w:trHeight w:val="350"/>
        </w:trPr>
        <w:tc>
          <w:tcPr>
            <w:tcW w:w="3920" w:type="dxa"/>
          </w:tcPr>
          <w:p w14:paraId="48304105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اُوساق الظعن بين اُمّي اُوعن جثتك بعدوني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3B2E7C" w14:textId="77777777" w:rsidR="00532C5F" w:rsidRDefault="00532C5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734ACD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اُوكلما صحت يبن اُمّي باسياطهم ضربوني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2C5F" w14:paraId="0016E530" w14:textId="77777777" w:rsidTr="004E7FDE">
        <w:trPr>
          <w:trHeight w:val="350"/>
        </w:trPr>
        <w:tc>
          <w:tcPr>
            <w:tcW w:w="3920" w:type="dxa"/>
          </w:tcPr>
          <w:p w14:paraId="150546A7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نخيبت كُل ارجالي ما شفتهم غاثوني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743C87" w14:textId="77777777" w:rsidR="00532C5F" w:rsidRDefault="00532C5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42C1F0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حادي الظعن يبن اُمّي حن اُوحدا بالشيلة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2C5F" w14:paraId="4D1A0E48" w14:textId="77777777" w:rsidTr="004E7FDE">
        <w:trPr>
          <w:trHeight w:val="350"/>
        </w:trPr>
        <w:tc>
          <w:tcPr>
            <w:tcW w:w="3920" w:type="dxa"/>
          </w:tcPr>
          <w:p w14:paraId="0963237B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كنت ابخدر محجوبة بالصون وسط احجابي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54CC46" w14:textId="77777777" w:rsidR="00532C5F" w:rsidRDefault="00532C5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2D6F77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واليوم مالي والي يبرا ظعن اطفالي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2C5F" w14:paraId="3D0E5E8A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BA2C921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أمشي مع كفار ما يرحمون ابحالي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0AE330" w14:textId="77777777" w:rsidR="00532C5F" w:rsidRDefault="00532C5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BA6701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كلما قلت له هيد حن اُوحدا بالشيله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B4DB16B" w14:textId="77777777" w:rsidR="00EE7C84" w:rsidRDefault="00EE7C84" w:rsidP="00C60C63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32C5F" w14:paraId="404538F5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1E9C352F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قيدين مالي قوّة قيدين مالي قوّه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9B10159" w14:textId="77777777" w:rsidR="00532C5F" w:rsidRDefault="00532C5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68D92CA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قيد ثقيل اُو جامعه قيدين مالي قوّه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2C5F" w14:paraId="77F190B8" w14:textId="77777777" w:rsidTr="004E7FDE">
        <w:trPr>
          <w:trHeight w:val="350"/>
        </w:trPr>
        <w:tc>
          <w:tcPr>
            <w:tcW w:w="3920" w:type="dxa"/>
          </w:tcPr>
          <w:p w14:paraId="3AA6E639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وين الشفيّة والدي اُوراعي الحميّة عمّي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DADCAB" w14:textId="77777777" w:rsidR="00532C5F" w:rsidRDefault="00532C5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505C4B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وينه علي الأكبر بدر الكمال التمي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2C5F" w14:paraId="5DEA04E8" w14:textId="77777777" w:rsidTr="004E7FDE">
        <w:trPr>
          <w:trHeight w:val="350"/>
        </w:trPr>
        <w:tc>
          <w:tcPr>
            <w:tcW w:w="3920" w:type="dxa"/>
          </w:tcPr>
          <w:p w14:paraId="0949DD35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قيد يحز ابساقي اُوقيد شرب من دمي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B7DF31" w14:textId="77777777" w:rsidR="00532C5F" w:rsidRDefault="00532C5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FA49B2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قيد ثقيل اُو جامعه قيدين مالي قوّه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2C5F" w14:paraId="78617169" w14:textId="77777777" w:rsidTr="004E7FDE">
        <w:trPr>
          <w:trHeight w:val="350"/>
        </w:trPr>
        <w:tc>
          <w:tcPr>
            <w:tcW w:w="3920" w:type="dxa"/>
          </w:tcPr>
          <w:p w14:paraId="75CB30EA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ما فيكم إسلاميّة وجعان واتكلفوني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206BC9" w14:textId="77777777" w:rsidR="00532C5F" w:rsidRDefault="00532C5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D3AB59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قيدٌ أكل من ساقي اُوقيد يحز اِمتوني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2C5F" w14:paraId="6D87874A" w14:textId="77777777" w:rsidTr="004E7FDE">
        <w:trPr>
          <w:trHeight w:val="350"/>
        </w:trPr>
        <w:tc>
          <w:tcPr>
            <w:tcW w:w="3920" w:type="dxa"/>
          </w:tcPr>
          <w:p w14:paraId="4D48C18E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كلما طلبت الخفّة منكم ثقل زدتوني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363A87" w14:textId="77777777" w:rsidR="00532C5F" w:rsidRDefault="00532C5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7033FE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قيد ثقيل اُو جامعة قيدين مالي قوّه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2C5F" w14:paraId="7B102B60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35E10EE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هذي وصايا والدي يوم مضى اُو خلّفني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BC356E" w14:textId="77777777" w:rsidR="00532C5F" w:rsidRDefault="00532C5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5A94EE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الله لردها جذعا منكم محد يمنعني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2C5F" w14:paraId="0F519422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65CF591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يا قوم لا تكلفوني ابتكليف ما يوسعني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458089" w14:textId="77777777" w:rsidR="00532C5F" w:rsidRDefault="00532C5F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60DED6" w14:textId="77777777" w:rsidR="00532C5F" w:rsidRDefault="002B3BEE" w:rsidP="004E7FDE">
            <w:pPr>
              <w:pStyle w:val="libPoem"/>
            </w:pPr>
            <w:r>
              <w:rPr>
                <w:rtl/>
                <w:lang w:bidi="fa-IR"/>
              </w:rPr>
              <w:t>قيد ثقيل اُو جامعة قيدين مالي قوّه</w:t>
            </w:r>
            <w:r w:rsidR="00532C5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7AC8E6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5667D" w14:paraId="58A40AC4" w14:textId="77777777" w:rsidTr="0015667D">
        <w:trPr>
          <w:trHeight w:val="350"/>
        </w:trPr>
        <w:tc>
          <w:tcPr>
            <w:tcW w:w="3964" w:type="dxa"/>
            <w:shd w:val="clear" w:color="auto" w:fill="auto"/>
          </w:tcPr>
          <w:p w14:paraId="41DFEC25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أبدن ما فيكم رحمة حاشا ولا اسلاميّه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46732267" w14:textId="77777777" w:rsidR="0015667D" w:rsidRDefault="0015667D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49FBB6E3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رحموا لحالي اُوذلي يا قوم غيروا النيّه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667D" w14:paraId="78BB0A97" w14:textId="77777777" w:rsidTr="0015667D">
        <w:trPr>
          <w:trHeight w:val="350"/>
        </w:trPr>
        <w:tc>
          <w:tcPr>
            <w:tcW w:w="3964" w:type="dxa"/>
          </w:tcPr>
          <w:p w14:paraId="283DD50D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شاللي فعلنا بيكم هي عزوتي مرميّه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7231103" w14:textId="77777777" w:rsidR="0015667D" w:rsidRDefault="0015667D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7509042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قيد ثقيل اُو جامعه قيدين مالي قوّه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667D" w14:paraId="7F7BEA59" w14:textId="77777777" w:rsidTr="0015667D">
        <w:trPr>
          <w:trHeight w:val="350"/>
        </w:trPr>
        <w:tc>
          <w:tcPr>
            <w:tcW w:w="3964" w:type="dxa"/>
          </w:tcPr>
          <w:p w14:paraId="3A924229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زينب تقلّه اُوداعة الله ياولينا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800E9C0" w14:textId="77777777" w:rsidR="0015667D" w:rsidRDefault="0015667D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6142FD5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انته طريح ابكربلا واحنا مشينا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667D" w14:paraId="210CADCF" w14:textId="77777777" w:rsidTr="0015667D">
        <w:trPr>
          <w:trHeight w:val="350"/>
        </w:trPr>
        <w:tc>
          <w:tcPr>
            <w:tcW w:w="3964" w:type="dxa"/>
          </w:tcPr>
          <w:p w14:paraId="4FDA4ECB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يحسين ترضى اِيسيرونا لرض كوفان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50DA255" w14:textId="77777777" w:rsidR="0015667D" w:rsidRDefault="0015667D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7194F86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واحنا حريم ابلا ولي بس جيش نسوان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667D" w14:paraId="5E1CB7BD" w14:textId="77777777" w:rsidTr="0015667D">
        <w:trPr>
          <w:trHeight w:val="350"/>
        </w:trPr>
        <w:tc>
          <w:tcPr>
            <w:tcW w:w="3964" w:type="dxa"/>
          </w:tcPr>
          <w:p w14:paraId="7E74A7DA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وانته يخويه اِعلى الثرى مطروح عريان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C58453D" w14:textId="77777777" w:rsidR="0015667D" w:rsidRDefault="0015667D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165167E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والله مصيبة ابكربلا حلت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667D" w14:paraId="18E0FAA7" w14:textId="77777777" w:rsidTr="001566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EC1B0F2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وانكان منكم يخوتي ماحد لنا قام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7ADDAE1" w14:textId="77777777" w:rsidR="0015667D" w:rsidRDefault="0015667D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3B2AE99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اُو عبّاس ما سمع نخوتي اُوضجة الايتام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667D" w14:paraId="043A8739" w14:textId="77777777" w:rsidTr="001566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9FC8EB2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رحنا بلا شك ولا ريب إلى الشام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8FAF4B8" w14:textId="77777777" w:rsidR="0015667D" w:rsidRDefault="0015667D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E8AF736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لبن الخنا ابن ازياد يتفرج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667D" w14:paraId="127C0ED4" w14:textId="77777777" w:rsidTr="001566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4623673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بس يا منيّة بس كثرتي اجراحي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6CFC214" w14:textId="77777777" w:rsidR="0015667D" w:rsidRDefault="0015667D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B554D1B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ظلّيت مثل الطير مكسور الجناحي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667D" w14:paraId="725F70E3" w14:textId="77777777" w:rsidTr="001566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C51A4F8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ايحق لي يخويه ما اُواني من مناحي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332A2A6" w14:textId="77777777" w:rsidR="0015667D" w:rsidRDefault="0015667D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8968B00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واعمي اعيوني للذي ظلوا رهينه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667D" w14:paraId="493ECE90" w14:textId="77777777" w:rsidTr="001566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27AB843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يطيور طيرن بالخبر اُو واصليه واسعي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8FBCFA9" w14:textId="77777777" w:rsidR="0015667D" w:rsidRDefault="0015667D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F5A60C1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اُو روحي إلى قبر النّبي اُو عزّيه وانعي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667D" w14:paraId="45934119" w14:textId="77777777" w:rsidTr="001566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9874D4C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اُو عرجن إلى اللي في قبرها اتصيح ضلعي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6AD0E10" w14:textId="77777777" w:rsidR="0015667D" w:rsidRDefault="0015667D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8015128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كسر الضلع بس عاد لا تتذكرينه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667D" w14:paraId="78093638" w14:textId="77777777" w:rsidTr="001566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D35468E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اللي كسر ضلعك عاد كسر اضلوع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FE093B2" w14:textId="77777777" w:rsidR="0015667D" w:rsidRDefault="0015667D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58EF2E6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لَحد يزهرا ليش عنده ما حضرتين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667D" w14:paraId="12CFCC97" w14:textId="77777777" w:rsidTr="001566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4720C4A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ابعينك رأيتي الخيل تردح فوق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64E35CA" w14:textId="77777777" w:rsidR="0015667D" w:rsidRDefault="0015667D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1728E74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والراس فوق اسنان زهرا شايلينه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667D" w14:paraId="011E270D" w14:textId="77777777" w:rsidTr="001566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8E8652B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كم لك يزهرا من اضلوع كسروها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67DF1D3" w14:textId="77777777" w:rsidR="0015667D" w:rsidRDefault="0015667D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8B2DEE6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اُوكم لك يزهرا من اطفال ذبحوها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667D" w14:paraId="2C12F620" w14:textId="77777777" w:rsidTr="001566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CCCDD2F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اُوكم لك يزهرا من حراير شهروها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A4E4E82" w14:textId="77777777" w:rsidR="0015667D" w:rsidRDefault="0015667D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926AEF7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اُوكمن صدر لك يا بتولة كاسرينه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667D" w14:paraId="071C66E2" w14:textId="77777777" w:rsidTr="001566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E78EC89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اُوكم لك يزهرا من حراير مختفيّه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017257A" w14:textId="77777777" w:rsidR="0015667D" w:rsidRDefault="0015667D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3058DC5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صارت عليهم شاهرة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667D" w14:paraId="045997F3" w14:textId="77777777" w:rsidTr="0015667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7A394F0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اُوكم لك يزهرا من اضلوع منحنيّه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995ABCD" w14:textId="77777777" w:rsidR="0015667D" w:rsidRDefault="0015667D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DEC7BE3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اُوكمن جسد مرمي ولاهم دافنينه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C26E8A4" w14:textId="77777777" w:rsidR="00EE7C84" w:rsidRDefault="00EE7C84" w:rsidP="0015667D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5667D" w14:paraId="180F74B2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7BB7D196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ساق الظعن قوموا يفرسان الضريّه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5F06AFE" w14:textId="77777777" w:rsidR="0015667D" w:rsidRDefault="0015667D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34563B9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سمعوا ندى زينب على ظهر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667D" w14:paraId="4A700EC4" w14:textId="77777777" w:rsidTr="004E7FDE">
        <w:trPr>
          <w:trHeight w:val="350"/>
        </w:trPr>
        <w:tc>
          <w:tcPr>
            <w:tcW w:w="3920" w:type="dxa"/>
          </w:tcPr>
          <w:p w14:paraId="23FC84E5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مرّت على الأجساد تندبهم اُوتنعى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830076" w14:textId="77777777" w:rsidR="0015667D" w:rsidRDefault="0015667D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B57C58" w14:textId="77777777" w:rsidR="0015667D" w:rsidRDefault="0015667D" w:rsidP="004E7FDE">
            <w:pPr>
              <w:pStyle w:val="libPoem"/>
            </w:pPr>
            <w:r>
              <w:rPr>
                <w:rtl/>
                <w:lang w:bidi="fa-IR"/>
              </w:rPr>
              <w:t>من حولها زين لعباد ايسيل دمعه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7F3440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662DE" w14:paraId="6349986F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5A859DAD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شافت وليها بالثرى مرضوض ضلعه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2FEED95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8ED5103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يوم على صدره تدوس الأعوجيّه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2DE" w14:paraId="4B3BCE10" w14:textId="77777777" w:rsidTr="004E7FDE">
        <w:trPr>
          <w:trHeight w:val="350"/>
        </w:trPr>
        <w:tc>
          <w:tcPr>
            <w:tcW w:w="3920" w:type="dxa"/>
          </w:tcPr>
          <w:p w14:paraId="1969CAF2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نادت عليه ابصوت يصدع صم لصخور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9B599E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C9C29E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ترضى يركبوني الأعادي صهوة الكور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2DE" w14:paraId="7FD24379" w14:textId="77777777" w:rsidTr="004E7FDE">
        <w:trPr>
          <w:trHeight w:val="350"/>
        </w:trPr>
        <w:tc>
          <w:tcPr>
            <w:tcW w:w="3920" w:type="dxa"/>
          </w:tcPr>
          <w:p w14:paraId="505D0B29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شوفوا اليتامى امشتته يهلي بلبرور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820B73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FDEF4D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كلكم تركتونا يهلنا في أذيّه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2DE" w14:paraId="1F7555C3" w14:textId="77777777" w:rsidTr="004E7FDE">
        <w:trPr>
          <w:trHeight w:val="350"/>
        </w:trPr>
        <w:tc>
          <w:tcPr>
            <w:tcW w:w="3920" w:type="dxa"/>
          </w:tcPr>
          <w:p w14:paraId="40736561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يحسين ما كنكم أهلنا اشهالقطيعه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050DC9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EE9FCD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صرنا يخويه في الملا شروة الضيعه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2DE" w14:paraId="7E3A112B" w14:textId="77777777" w:rsidTr="004E7FDE">
        <w:trPr>
          <w:trHeight w:val="350"/>
        </w:trPr>
        <w:tc>
          <w:tcPr>
            <w:tcW w:w="3920" w:type="dxa"/>
          </w:tcPr>
          <w:p w14:paraId="7367EEF5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والله افتجعت فاطمة الزهرا ابفجيعه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471407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D84774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امن النوح ما تبطل صبحها والعشيّه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2DE" w14:paraId="4D623CBB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4B18B45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نادى عليها امن النحر إلى تفجعيني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38983A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34D1D1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ما تنقل البتار يا زينب يميني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2DE" w14:paraId="0D7533D6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CC0AACC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خفّي عليّه امن العتب لا تهيجيني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653E49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1338C2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اشبيدي على امر جرى يختي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2DE" w14:paraId="63F496A5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452458C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ردّي يخيّه باليتامى إلى خيمها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42FD87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04EC92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اُوجيبي لي اسكينة بودعها اُو بشمها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2DE" w14:paraId="790EE80B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94430A7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من عقب توديعي اتوديها لعمها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0B420D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F195DC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قالت قضى عطشان قيدوم السريّه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2DE" w14:paraId="35831106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BE8E701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حال البطل عبّاس خويه يدهش الراي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0F2F8B1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43B6449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طايح على المسنات متحسر على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2DE" w14:paraId="0F416A84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030D81E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لو كان ينهض ما امتحن قلبي ابيتاماي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DFAE91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38EF4E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اُو نوح اليتامى ايفجر اصخور القويّه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2DE" w14:paraId="71243B1D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BA00200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لكنا على النوق الهوازل في بكانا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798EBF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65F992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يا ليت أبويه المرتضى عينه ترانا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2DE" w14:paraId="75011DBC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5FCC904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من غير كافل بس في ولية اعدانا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B84D23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73F169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تحدي بنا العدوان في صبح اُومسيّه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2DE" w14:paraId="48DA5E9A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6DEB845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يمشي الظعن بينا ولا ندري إلى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501C62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5DDC54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واحنا بلا كافل على هزل عوارين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2DE" w14:paraId="7D7E6EEE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C6C1CD9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بان الجفا والذل يوم غبت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9BA80B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8A878A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اتمّنيت قبل اليوم وافتني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6728A55" w14:textId="77777777" w:rsidR="00EE7C84" w:rsidRDefault="00EE7C84" w:rsidP="00B662DE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662DE" w14:paraId="0725E5A0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2331D20C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شال الظعن يحسين للكوفة ابيتاماك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953D0E1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F811C42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لا تلومني يوم مشينا اُولا دفناك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2DE" w14:paraId="7ECC2CA9" w14:textId="77777777" w:rsidTr="004E7FDE">
        <w:trPr>
          <w:trHeight w:val="350"/>
        </w:trPr>
        <w:tc>
          <w:tcPr>
            <w:tcW w:w="3920" w:type="dxa"/>
          </w:tcPr>
          <w:p w14:paraId="53E6CFD7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عنّك مشينا اُوظلّت الجثّة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C04518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278953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لو ريّضو لي كان بالمنّة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2DE" w14:paraId="0B1197D8" w14:textId="77777777" w:rsidTr="004E7FDE">
        <w:trPr>
          <w:trHeight w:val="350"/>
        </w:trPr>
        <w:tc>
          <w:tcPr>
            <w:tcW w:w="3920" w:type="dxa"/>
          </w:tcPr>
          <w:p w14:paraId="79DA44BB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انواريك يالوالي اُونسوي لك 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8BA528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4BC6AD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لا تقول يابن اُمّي طحت واحنا نسيناك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2DE" w14:paraId="3F97BD53" w14:textId="77777777" w:rsidTr="004E7FDE">
        <w:trPr>
          <w:trHeight w:val="350"/>
        </w:trPr>
        <w:tc>
          <w:tcPr>
            <w:tcW w:w="3920" w:type="dxa"/>
          </w:tcPr>
          <w:p w14:paraId="3CFAE766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ودعتك الله شالت الظعن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8C1B29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FAA4FA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كلنا بليا ارجال يبن اُمّي 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2DE" w14:paraId="43819B05" w14:textId="77777777" w:rsidTr="004E7FDE">
        <w:trPr>
          <w:trHeight w:val="350"/>
        </w:trPr>
        <w:tc>
          <w:tcPr>
            <w:tcW w:w="3920" w:type="dxa"/>
          </w:tcPr>
          <w:p w14:paraId="3B46E877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عنك مشينا اُوجثتك من غير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50EE28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CD2E99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واعظم عليّه يالولي حالة يتاماك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2DE" w14:paraId="1AC71708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E24D6F9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اُوكل الحرم يحسين في حنّة اُورنّه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57E539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01A296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اُوشلنا اُو عليلك يالولي يجدب الونه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2DE" w14:paraId="004FB157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2CB4CC5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فوق الجمل والقيد ساقه قاصنه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4D0A9E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9D1C34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ترضى ظعنا ايشيل يالوالي بلياك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2DE" w14:paraId="243FFFEB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C52FDCC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نادى يسكنة بوالفضل حامي الظعينه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DF2E82" w14:textId="77777777" w:rsidR="00B662DE" w:rsidRDefault="00B662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0830AC" w14:textId="77777777" w:rsidR="00B662DE" w:rsidRDefault="00B662DE" w:rsidP="004E7FDE">
            <w:pPr>
              <w:pStyle w:val="libPoem"/>
            </w:pPr>
            <w:r>
              <w:rPr>
                <w:rtl/>
                <w:lang w:bidi="fa-IR"/>
              </w:rPr>
              <w:t>يمكن يسكنة ايقوم وايردنا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6498E2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F6FBE" w14:paraId="3496C956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0EDF0EFD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قالت يعمّه بوالفضل قصّوا 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E4EC8D1" w14:textId="77777777" w:rsidR="00EF6FBE" w:rsidRDefault="00EF6FB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F7AC9A6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عنّه مشينا والدمع بالخدِّ سفّاك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6FBE" w14:paraId="2AE0A917" w14:textId="77777777" w:rsidTr="004E7FDE">
        <w:trPr>
          <w:trHeight w:val="350"/>
        </w:trPr>
        <w:tc>
          <w:tcPr>
            <w:tcW w:w="3920" w:type="dxa"/>
          </w:tcPr>
          <w:p w14:paraId="17B6AE87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عجّل يبويه اِمن الغري لينا ابدوله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52330E" w14:textId="77777777" w:rsidR="00EF6FBE" w:rsidRDefault="00EF6FB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7D7AE7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ويّا بني عدنان كُلها والحموله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6FBE" w14:paraId="12574734" w14:textId="77777777" w:rsidTr="004E7FDE">
        <w:trPr>
          <w:trHeight w:val="350"/>
        </w:trPr>
        <w:tc>
          <w:tcPr>
            <w:tcW w:w="3920" w:type="dxa"/>
          </w:tcPr>
          <w:p w14:paraId="07C3A18A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إبنك على وجه الثرى والأهل حوله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18D7DD" w14:textId="77777777" w:rsidR="00EF6FBE" w:rsidRDefault="00EF6FB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1E23FD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بالغاضريّة ذَبحوا يا حيدر اِبناك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6FBE" w14:paraId="33DFF794" w14:textId="77777777" w:rsidTr="004E7FDE">
        <w:trPr>
          <w:trHeight w:val="350"/>
        </w:trPr>
        <w:tc>
          <w:tcPr>
            <w:tcW w:w="3920" w:type="dxa"/>
          </w:tcPr>
          <w:p w14:paraId="39534266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ريتك تشوف اِحسين يا سبع الرجاجيل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2718D9" w14:textId="77777777" w:rsidR="00EF6FBE" w:rsidRDefault="00EF6FB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F115D8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عاري على الغبرة رميّة اتدوسه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6FBE" w14:paraId="39B76245" w14:textId="77777777" w:rsidTr="004E7FDE">
        <w:trPr>
          <w:trHeight w:val="350"/>
        </w:trPr>
        <w:tc>
          <w:tcPr>
            <w:tcW w:w="3920" w:type="dxa"/>
          </w:tcPr>
          <w:p w14:paraId="3229C920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انهض اُوغسّل جثّته اُوشيّع له اُوشيل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159ABC" w14:textId="77777777" w:rsidR="00EF6FBE" w:rsidRDefault="00EF6FB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DDC410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بالغاضريّة اتذبحوا يا حيدر ابناك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6FBE" w14:paraId="7D3EBD6D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B41BD58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سرع يحيدر يا علي لا يفوتك الثار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09AF5D" w14:textId="77777777" w:rsidR="00EF6FBE" w:rsidRDefault="00EF6FB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9946D1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وانظر حريمك ضايعه ما بين كفار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6FBE" w14:paraId="4F73C165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AF60863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اُونالوا يبويه احقادهم منا يمغوار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ACBFAA" w14:textId="77777777" w:rsidR="00EF6FBE" w:rsidRDefault="00EF6FB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41C6C8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والله عجايب دشّة الشامات بانساك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6FBE" w14:paraId="1731A7D0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6CF1842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مجلس يزيد ابن الخنا نسل اللعينه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E26A46" w14:textId="77777777" w:rsidR="00EF6FBE" w:rsidRDefault="00EF6FB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13F884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خلا هل الشامات تتفرج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6FBE" w14:paraId="01C3C1E0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6FF9174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ويقول وين اِحسين والعبّاس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7C0680" w14:textId="77777777" w:rsidR="00EF6FBE" w:rsidRDefault="00EF6FB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1243E7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اليوم يا حيدر استوفينا من ابناك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DF15064" w14:textId="77777777" w:rsidR="00EE7C84" w:rsidRDefault="00EE7C84" w:rsidP="00EF6FBE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F6FBE" w14:paraId="2F10DF22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3DA5F801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للشام ظعن الحرم عنّك يالولي شال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3280985" w14:textId="77777777" w:rsidR="00EF6FBE" w:rsidRDefault="00EF6FB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201EDE9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يحسين سافرنا حريم ابغير 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6FBE" w14:paraId="7588870C" w14:textId="77777777" w:rsidTr="004E7FDE">
        <w:trPr>
          <w:trHeight w:val="350"/>
        </w:trPr>
        <w:tc>
          <w:tcPr>
            <w:tcW w:w="3920" w:type="dxa"/>
          </w:tcPr>
          <w:p w14:paraId="354CECE0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غصب علينا يالولي عنكم مشينا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2818D3" w14:textId="77777777" w:rsidR="00EF6FBE" w:rsidRDefault="00EF6FB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4D537C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بنودعك ماريضوا العدوان 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6FBE" w14:paraId="5E9E6F1C" w14:textId="77777777" w:rsidTr="004E7FDE">
        <w:trPr>
          <w:trHeight w:val="350"/>
        </w:trPr>
        <w:tc>
          <w:tcPr>
            <w:tcW w:w="3920" w:type="dxa"/>
          </w:tcPr>
          <w:p w14:paraId="11B1D0BF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إتمنّيت خويه ما طلعنا اِمن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A1ECC0" w14:textId="77777777" w:rsidR="00EF6FBE" w:rsidRDefault="00EF6FB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0478E2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بعد الخدر يحسين نركب هزل الجمال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6FBE" w14:paraId="690D92E5" w14:textId="77777777" w:rsidTr="004E7FDE">
        <w:trPr>
          <w:trHeight w:val="350"/>
        </w:trPr>
        <w:tc>
          <w:tcPr>
            <w:tcW w:w="3920" w:type="dxa"/>
          </w:tcPr>
          <w:p w14:paraId="7F196C7F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شلنا اُوخلينا الجثث كلها 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64307D" w14:textId="77777777" w:rsidR="00EF6FBE" w:rsidRDefault="00EF6FB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A4D1B3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وينك يحيدر ثور من ارض الغريين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6FBE" w14:paraId="6FA901B2" w14:textId="77777777" w:rsidTr="004E7FDE">
        <w:trPr>
          <w:trHeight w:val="350"/>
        </w:trPr>
        <w:tc>
          <w:tcPr>
            <w:tcW w:w="3920" w:type="dxa"/>
          </w:tcPr>
          <w:p w14:paraId="48C95759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وادفن جثثكم بالثرى اُولم شمل لبنين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28CA58" w14:textId="77777777" w:rsidR="00EF6FBE" w:rsidRDefault="00EF6FB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E78A15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ليتك ترى حالي يبويه اُوحال لطفال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6FBE" w14:paraId="630808FE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1B3011A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يحسين منكم ما تبرينا يضرغام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3E0A9B" w14:textId="77777777" w:rsidR="00EF6FBE" w:rsidRDefault="00EF6FB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298CB6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يا ليت خلّوني معاكم سبعة ايام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6FBE" w14:paraId="22AAF6ED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64DE12C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لنصب عزا يحسين قبل انسافر الشام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C43A37" w14:textId="77777777" w:rsidR="00EF6FBE" w:rsidRDefault="00EF6FB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FA12AA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يا غيرة الله الدهر ما خلالنا ارجال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6FBE" w14:paraId="44F82254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3CF9C8B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ودعتك الكافي يبو نفس الأبيّه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B54E0D" w14:textId="77777777" w:rsidR="00EF6FBE" w:rsidRDefault="00EF6FB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7FFC20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شلنا اُوظلّت جثتك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6FBE" w14:paraId="22548143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E49CE06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ناديت حادي الظعن ريّض لنا اشويّه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71B064" w14:textId="77777777" w:rsidR="00EF6FBE" w:rsidRDefault="00EF6FB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88E20A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بانغسلك يحسين لو ننصب لك اظلال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6FBE" w14:paraId="68F70F60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EEFA2D6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عاري بقي جسمك يخويه ابحر لشموس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46A7C2" w14:textId="77777777" w:rsidR="00EF6FBE" w:rsidRDefault="00EF6FB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9EAA46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من حولك الشبان اجساد بلا روس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6FBE" w14:paraId="156BA653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915CECF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وابنك علي فوق المطيّة ابقيد محبوس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ABBB7C" w14:textId="77777777" w:rsidR="00EF6FBE" w:rsidRDefault="00EF6FB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44472F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يجدب الونّة حين يسمع نوح لطفال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6FBE" w14:paraId="02DA6382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DD8863B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بس ما مشينا اُودارت العدوان حولي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A27B98" w14:textId="77777777" w:rsidR="00EF6FBE" w:rsidRDefault="00EF6FB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6C6138" w14:textId="77777777" w:rsidR="00EF6FBE" w:rsidRDefault="00EF6FBE" w:rsidP="004E7FDE">
            <w:pPr>
              <w:pStyle w:val="libPoem"/>
            </w:pPr>
            <w:r>
              <w:rPr>
                <w:rtl/>
                <w:lang w:bidi="fa-IR"/>
              </w:rPr>
              <w:t>خولي قفانا والشمر قايد ذلولي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F28349E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24988" w14:paraId="7D3EE983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14774255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ناديت فرساني اُو قومي مالفولي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E387273" w14:textId="77777777" w:rsidR="00324988" w:rsidRDefault="00324988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68B68C4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ولا لفانا امن الغري خواض لهوال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1913D46" w14:textId="77777777" w:rsidR="00EE7C84" w:rsidRDefault="00EE7C84" w:rsidP="00324988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24988" w14:paraId="36C93954" w14:textId="77777777" w:rsidTr="00324988">
        <w:trPr>
          <w:trHeight w:val="350"/>
        </w:trPr>
        <w:tc>
          <w:tcPr>
            <w:tcW w:w="3964" w:type="dxa"/>
            <w:shd w:val="clear" w:color="auto" w:fill="auto"/>
          </w:tcPr>
          <w:p w14:paraId="6BE89BD7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للشام زينب فوق ناقة سيروها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55AF7938" w14:textId="77777777" w:rsidR="00324988" w:rsidRDefault="0032498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47CA4BC2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ماريّض الحادي تودع جسم اخوها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988" w14:paraId="4D1B94D4" w14:textId="77777777" w:rsidTr="00324988">
        <w:trPr>
          <w:trHeight w:val="350"/>
        </w:trPr>
        <w:tc>
          <w:tcPr>
            <w:tcW w:w="3964" w:type="dxa"/>
          </w:tcPr>
          <w:p w14:paraId="60A91BE9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في يوم حادي العشر غرد حادي البين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2A0B606" w14:textId="77777777" w:rsidR="00324988" w:rsidRDefault="0032498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A73F219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اُو جابوا المطايا اُوركبوا كُل 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988" w14:paraId="4FB8D70A" w14:textId="77777777" w:rsidTr="00324988">
        <w:trPr>
          <w:trHeight w:val="350"/>
        </w:trPr>
        <w:tc>
          <w:tcPr>
            <w:tcW w:w="3964" w:type="dxa"/>
          </w:tcPr>
          <w:p w14:paraId="36296AA6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ويلي لزينب يوم مرت بالمطاعين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DED2FC7" w14:textId="77777777" w:rsidR="00324988" w:rsidRDefault="0032498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F4EDE74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نادت يخويه القوم حراتك سبوها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988" w14:paraId="1656013F" w14:textId="77777777" w:rsidTr="00324988">
        <w:trPr>
          <w:trHeight w:val="350"/>
        </w:trPr>
        <w:tc>
          <w:tcPr>
            <w:tcW w:w="3964" w:type="dxa"/>
          </w:tcPr>
          <w:p w14:paraId="011E7EBE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وانا فلاني امعوده اركوب المطايا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9F0E5EA" w14:textId="77777777" w:rsidR="00324988" w:rsidRDefault="0032498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9B0FFE6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يحسين للشامات ودونا هدايا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988" w14:paraId="5EA8383D" w14:textId="77777777" w:rsidTr="00324988">
        <w:trPr>
          <w:trHeight w:val="350"/>
        </w:trPr>
        <w:tc>
          <w:tcPr>
            <w:tcW w:w="3964" w:type="dxa"/>
          </w:tcPr>
          <w:p w14:paraId="7C7A924B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بين العدى يحسين لاقينا بلايا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54B413C" w14:textId="77777777" w:rsidR="00324988" w:rsidRDefault="0032498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312432F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راحت هل الشيمه اُو حرمهم ضيعوها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988" w14:paraId="353F25A8" w14:textId="77777777" w:rsidTr="003249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6827803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يحسين عسكر عن يميني اُو عن شمالي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64314F6" w14:textId="77777777" w:rsidR="00324988" w:rsidRDefault="0032498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687DD3C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واحنا حريم ضايعه من غير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988" w14:paraId="68F7E67E" w14:textId="77777777" w:rsidTr="003249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2947639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ماحد عقب عينك يخويه رحم حالي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4883A88" w14:textId="77777777" w:rsidR="00324988" w:rsidRDefault="0032498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93A345F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اُو اعظم عليّه نوح سكنة اُونوح اخوها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988" w14:paraId="2442F764" w14:textId="77777777" w:rsidTr="003249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95262A4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يحسين شالوا بالعليل امقيدينه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89EF283" w14:textId="77777777" w:rsidR="00324988" w:rsidRDefault="0032498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4CA69A0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اُولو مَن سمعنا اِنّوح يتزايد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988" w14:paraId="645B4699" w14:textId="77777777" w:rsidTr="003249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819901E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اينادي تسير ابهون يا حادي الظعينه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7BAB21A" w14:textId="77777777" w:rsidR="00324988" w:rsidRDefault="0032498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04F7C2A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ماهي هنيّه احريمنا اتماشي عدوها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988" w14:paraId="3579E603" w14:textId="77777777" w:rsidTr="003249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CB058A4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شال الظعن وانتو جثثكم فوق لتراب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4454520" w14:textId="77777777" w:rsidR="00324988" w:rsidRDefault="0032498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079A348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ترضوا حرمكم يخوتي تمشي مع اجناب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988" w14:paraId="65A85D32" w14:textId="77777777" w:rsidTr="003249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079C74D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لحد ولا جانا على دحاي لبواب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ADF9003" w14:textId="77777777" w:rsidR="00324988" w:rsidRDefault="0032498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DA4C863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لو هو اتى ما كان هالنسواه سبوها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988" w14:paraId="6B60C2B8" w14:textId="77777777" w:rsidTr="003249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70C4246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اتمّنيت جانا المرتضى بالاهل فزاع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C573B9C" w14:textId="77777777" w:rsidR="00324988" w:rsidRDefault="0032498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996DB1D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ويشوف زينب بين عدوانه بلا اقناع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988" w14:paraId="0B71D2AA" w14:textId="77777777" w:rsidTr="003249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A1B0F37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ليته لفى لحسين شافه وقت لنزاع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B23B347" w14:textId="77777777" w:rsidR="00324988" w:rsidRDefault="0032498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3A1A634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ذاك العزيز ابخيل جثته رضضوها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988" w14:paraId="78FCA46F" w14:textId="77777777" w:rsidTr="003249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8AB78F5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مروا ابخوات اِحسين فوق الهزل ينعون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54C277E" w14:textId="77777777" w:rsidR="00324988" w:rsidRDefault="0032498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593FA77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اُوزينب تنادي يا حادي الهزل بالهون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988" w14:paraId="6EC1D656" w14:textId="77777777" w:rsidTr="003249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F3D242C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قدّامهم راس الولي ياضي جبينه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7A16A8D" w14:textId="77777777" w:rsidR="00324988" w:rsidRDefault="0032498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6817066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أبداً فلا عنهم يغض اِحسين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988" w14:paraId="007251A2" w14:textId="77777777" w:rsidTr="003249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D48A6EB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مثل البدر مرفوع قدّام الظعينه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7383AA6" w14:textId="77777777" w:rsidR="00324988" w:rsidRDefault="0032498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32EAB67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والقوم تضحك والحرم كلها ايتباكون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988" w14:paraId="0EE7B55C" w14:textId="77777777" w:rsidTr="003249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CB264B5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هل كيف ما نلطم لحتّى ايسيل دمنا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2CE37B8" w14:textId="77777777" w:rsidR="00324988" w:rsidRDefault="0032498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C3C431E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وانشوف بالعز والخدر تمشي خدمنا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988" w14:paraId="026EEBAD" w14:textId="77777777" w:rsidTr="003249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A254DA1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واحنا انتسما في البريا ابغير اسمنا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4201712" w14:textId="77777777" w:rsidR="00324988" w:rsidRDefault="0032498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E21D180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ما يجوا اهل مكّة وهل طيبة يشوفون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988" w14:paraId="6C696D4A" w14:textId="77777777" w:rsidTr="003249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4540CF5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امن ارجال زينب ما بقي الها غير موجوع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7820D4A" w14:textId="77777777" w:rsidR="00324988" w:rsidRDefault="0032498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344AB39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واطفال عندها يشتكون العطش والجوع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988" w14:paraId="2B92954C" w14:textId="77777777" w:rsidTr="003249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392A9F1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اينادوا يعمه للمدينه مالنا ارجوع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C8E5858" w14:textId="77777777" w:rsidR="00324988" w:rsidRDefault="0032498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BE000FD" w14:textId="77777777" w:rsidR="00324988" w:rsidRDefault="00324988" w:rsidP="004E7FDE">
            <w:pPr>
              <w:pStyle w:val="libPoem"/>
            </w:pPr>
            <w:r>
              <w:rPr>
                <w:rtl/>
                <w:lang w:bidi="fa-IR"/>
              </w:rPr>
              <w:t>ايكسرون خاطر من يسمعهم يونون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1763E9B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675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4127"/>
      </w:tblGrid>
      <w:tr w:rsidR="006528EB" w14:paraId="70D223C2" w14:textId="77777777" w:rsidTr="006528EB">
        <w:trPr>
          <w:trHeight w:val="350"/>
        </w:trPr>
        <w:tc>
          <w:tcPr>
            <w:tcW w:w="3964" w:type="dxa"/>
            <w:shd w:val="clear" w:color="auto" w:fill="auto"/>
          </w:tcPr>
          <w:p w14:paraId="204C8A6A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والله عجب كيف استقامت في هلبدور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3366D0A3" w14:textId="77777777" w:rsidR="006528EB" w:rsidRDefault="006528EB" w:rsidP="004E7FDE">
            <w:pPr>
              <w:pStyle w:val="libPoem"/>
              <w:rPr>
                <w:rtl/>
              </w:rPr>
            </w:pPr>
          </w:p>
        </w:tc>
        <w:tc>
          <w:tcPr>
            <w:tcW w:w="4127" w:type="dxa"/>
            <w:shd w:val="clear" w:color="auto" w:fill="auto"/>
          </w:tcPr>
          <w:p w14:paraId="0A5EC5AD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من بعدما هي في امعزه اُوخدر واقصور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8EB" w14:paraId="28351C90" w14:textId="77777777" w:rsidTr="006528EB">
        <w:trPr>
          <w:trHeight w:val="350"/>
        </w:trPr>
        <w:tc>
          <w:tcPr>
            <w:tcW w:w="3964" w:type="dxa"/>
          </w:tcPr>
          <w:p w14:paraId="48B2C63B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من بعد عبّاس اُوعلي الأكبر البدور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D6BAFE9" w14:textId="77777777" w:rsidR="006528EB" w:rsidRDefault="006528EB" w:rsidP="004E7FDE">
            <w:pPr>
              <w:pStyle w:val="libPoem"/>
              <w:rPr>
                <w:rtl/>
              </w:rPr>
            </w:pPr>
          </w:p>
        </w:tc>
        <w:tc>
          <w:tcPr>
            <w:tcW w:w="4127" w:type="dxa"/>
          </w:tcPr>
          <w:p w14:paraId="77483563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نمشي مع زجر ابن قيس ابذله اُوهون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8EB" w14:paraId="33676893" w14:textId="77777777" w:rsidTr="006528EB">
        <w:trPr>
          <w:trHeight w:val="350"/>
        </w:trPr>
        <w:tc>
          <w:tcPr>
            <w:tcW w:w="3964" w:type="dxa"/>
          </w:tcPr>
          <w:p w14:paraId="1895950F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ليهود تتعجب اُو يحكمون النصارى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D8424A2" w14:textId="77777777" w:rsidR="006528EB" w:rsidRDefault="006528EB" w:rsidP="004E7FDE">
            <w:pPr>
              <w:pStyle w:val="libPoem"/>
              <w:rPr>
                <w:rtl/>
              </w:rPr>
            </w:pPr>
          </w:p>
        </w:tc>
        <w:tc>
          <w:tcPr>
            <w:tcW w:w="4127" w:type="dxa"/>
          </w:tcPr>
          <w:p w14:paraId="117E3FEF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من فعل هالامه الكل ضاع افتكاره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8EB" w14:paraId="6B1DECE8" w14:textId="77777777" w:rsidTr="006528EB">
        <w:trPr>
          <w:trHeight w:val="350"/>
        </w:trPr>
        <w:tc>
          <w:tcPr>
            <w:tcW w:w="3964" w:type="dxa"/>
          </w:tcPr>
          <w:p w14:paraId="2123A473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ايصلون باسمه اُو ياخذوا له اسارى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F688978" w14:textId="77777777" w:rsidR="006528EB" w:rsidRDefault="006528EB" w:rsidP="004E7FDE">
            <w:pPr>
              <w:pStyle w:val="libPoem"/>
              <w:rPr>
                <w:rtl/>
              </w:rPr>
            </w:pPr>
          </w:p>
        </w:tc>
        <w:tc>
          <w:tcPr>
            <w:tcW w:w="4127" w:type="dxa"/>
          </w:tcPr>
          <w:p w14:paraId="186EBB8E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شلكم بسم جده إلى قمتوا اتصلون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8EB" w14:paraId="62CFADA7" w14:textId="77777777" w:rsidTr="006528EB">
        <w:trPr>
          <w:trHeight w:val="350"/>
        </w:trPr>
        <w:tc>
          <w:tcPr>
            <w:tcW w:w="3964" w:type="dxa"/>
          </w:tcPr>
          <w:p w14:paraId="76167491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شلت يمين اسنان شايل راس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682DB48" w14:textId="77777777" w:rsidR="006528EB" w:rsidRDefault="006528EB" w:rsidP="004E7FDE">
            <w:pPr>
              <w:pStyle w:val="libPoem"/>
              <w:rPr>
                <w:rtl/>
              </w:rPr>
            </w:pPr>
          </w:p>
        </w:tc>
        <w:tc>
          <w:tcPr>
            <w:tcW w:w="4127" w:type="dxa"/>
          </w:tcPr>
          <w:p w14:paraId="752335B1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ايلين الصخر واقلب ذاك الرجس ما يلين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8EB" w14:paraId="45B1781E" w14:textId="77777777" w:rsidTr="006528E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445BE4D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اُو زينب تقلّه لا تجي يم 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2A279A0" w14:textId="77777777" w:rsidR="006528EB" w:rsidRDefault="006528EB" w:rsidP="004E7FDE">
            <w:pPr>
              <w:pStyle w:val="libPoem"/>
              <w:rPr>
                <w:rtl/>
              </w:rPr>
            </w:pPr>
          </w:p>
        </w:tc>
        <w:tc>
          <w:tcPr>
            <w:tcW w:w="4127" w:type="dxa"/>
          </w:tcPr>
          <w:p w14:paraId="7E20A6F1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بالراس حتّى الناس عنها اتغض لعيون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8EB" w14:paraId="1ED2BE27" w14:textId="77777777" w:rsidTr="006528E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459E772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اتوخر يظالم عن حرمنا ابروس اهلنا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810E45E" w14:textId="77777777" w:rsidR="006528EB" w:rsidRDefault="006528EB" w:rsidP="004E7FDE">
            <w:pPr>
              <w:pStyle w:val="libPoem"/>
              <w:rPr>
                <w:rtl/>
              </w:rPr>
            </w:pPr>
          </w:p>
        </w:tc>
        <w:tc>
          <w:tcPr>
            <w:tcW w:w="4127" w:type="dxa"/>
          </w:tcPr>
          <w:p w14:paraId="4B15CFD3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واحنا بعد ويّاك جرمه ما جرمنا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8EB" w14:paraId="7E837D71" w14:textId="77777777" w:rsidTr="006528E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5D5923F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امن السير والحر والعطش والله انتلفنا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D583794" w14:textId="77777777" w:rsidR="006528EB" w:rsidRDefault="006528EB" w:rsidP="004E7FDE">
            <w:pPr>
              <w:pStyle w:val="libPoem"/>
              <w:rPr>
                <w:rtl/>
              </w:rPr>
            </w:pPr>
          </w:p>
        </w:tc>
        <w:tc>
          <w:tcPr>
            <w:tcW w:w="4127" w:type="dxa"/>
          </w:tcPr>
          <w:p w14:paraId="7C59078C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يا ليت ينظرنا الوصي هزاز لحصون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8EB" w14:paraId="12AADC38" w14:textId="77777777" w:rsidTr="006528E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570545C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ما وقفت بيها المطايا غير في الشام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1610E17" w14:textId="77777777" w:rsidR="006528EB" w:rsidRDefault="006528EB" w:rsidP="004E7FDE">
            <w:pPr>
              <w:pStyle w:val="libPoem"/>
              <w:rPr>
                <w:rtl/>
              </w:rPr>
            </w:pPr>
          </w:p>
        </w:tc>
        <w:tc>
          <w:tcPr>
            <w:tcW w:w="4127" w:type="dxa"/>
          </w:tcPr>
          <w:p w14:paraId="53663277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وا ويل قلبي ما اذل وقفة الايتام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8EB" w14:paraId="0CC919E5" w14:textId="77777777" w:rsidTr="006528E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FCF13C8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اوسار البريد اُوخبّر الطاغي بلعلام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636A56B" w14:textId="77777777" w:rsidR="006528EB" w:rsidRDefault="006528EB" w:rsidP="004E7FDE">
            <w:pPr>
              <w:pStyle w:val="libPoem"/>
              <w:rPr>
                <w:rtl/>
              </w:rPr>
            </w:pPr>
          </w:p>
        </w:tc>
        <w:tc>
          <w:tcPr>
            <w:tcW w:w="4127" w:type="dxa"/>
          </w:tcPr>
          <w:p w14:paraId="7974B177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أمّر يدشّوهم على ذلّة اُوعلى هون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8EB" w14:paraId="7A707C74" w14:textId="77777777" w:rsidTr="006528E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9F31CD1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زينب تقول للحادي لاوين ساير 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EA5415D" w14:textId="77777777" w:rsidR="006528EB" w:rsidRDefault="006528EB" w:rsidP="004E7FDE">
            <w:pPr>
              <w:pStyle w:val="libPoem"/>
              <w:rPr>
                <w:rtl/>
              </w:rPr>
            </w:pPr>
          </w:p>
        </w:tc>
        <w:tc>
          <w:tcPr>
            <w:tcW w:w="4127" w:type="dxa"/>
          </w:tcPr>
          <w:p w14:paraId="44C9528B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ريّض الظعينة ساعة انودع جسد والينا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8EB" w14:paraId="7725D617" w14:textId="77777777" w:rsidTr="006528E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86365CD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باروح يم الوالي اُو باظلله باهدومي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8454676" w14:textId="77777777" w:rsidR="006528EB" w:rsidRDefault="006528EB" w:rsidP="004E7FDE">
            <w:pPr>
              <w:pStyle w:val="libPoem"/>
              <w:rPr>
                <w:rtl/>
              </w:rPr>
            </w:pPr>
          </w:p>
        </w:tc>
        <w:tc>
          <w:tcPr>
            <w:tcW w:w="4127" w:type="dxa"/>
          </w:tcPr>
          <w:p w14:paraId="04ACE04E" w14:textId="77777777" w:rsidR="006528EB" w:rsidRDefault="006528EB" w:rsidP="006528EB">
            <w:pPr>
              <w:pStyle w:val="libPoem"/>
            </w:pPr>
            <w:r>
              <w:rPr>
                <w:rtl/>
                <w:lang w:bidi="fa-IR"/>
              </w:rPr>
              <w:t>باعتب على حامي النجف اُوبانخى فوارس قومي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8EB" w14:paraId="27CC00D4" w14:textId="77777777" w:rsidTr="006528E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19334AF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لمن سمعها الحادي قلها يزينب قومي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758C8A9" w14:textId="77777777" w:rsidR="006528EB" w:rsidRDefault="006528EB" w:rsidP="004E7FDE">
            <w:pPr>
              <w:pStyle w:val="libPoem"/>
              <w:rPr>
                <w:rtl/>
              </w:rPr>
            </w:pPr>
          </w:p>
        </w:tc>
        <w:tc>
          <w:tcPr>
            <w:tcW w:w="4127" w:type="dxa"/>
          </w:tcPr>
          <w:p w14:paraId="7416BFE1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قومي اركبي المهزوله واِحسين ما تشوفينه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8EB" w14:paraId="6A6A8CBC" w14:textId="77777777" w:rsidTr="006528E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8489E67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جاب المطيّة الحادي اُوقصده يريد 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4F1CA01" w14:textId="77777777" w:rsidR="006528EB" w:rsidRDefault="006528EB" w:rsidP="004E7FDE">
            <w:pPr>
              <w:pStyle w:val="libPoem"/>
              <w:rPr>
                <w:rtl/>
              </w:rPr>
            </w:pPr>
          </w:p>
        </w:tc>
        <w:tc>
          <w:tcPr>
            <w:tcW w:w="4127" w:type="dxa"/>
          </w:tcPr>
          <w:p w14:paraId="7ADF7A7A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كيف اركب المهزوله واخليصي ما شوفه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8EB" w14:paraId="48F9E467" w14:textId="77777777" w:rsidTr="006528E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4A5F03A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باروح انخي بوالفضل لو كان قصوا اكفوفه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CFD9213" w14:textId="77777777" w:rsidR="006528EB" w:rsidRDefault="006528EB" w:rsidP="004E7FDE">
            <w:pPr>
              <w:pStyle w:val="libPoem"/>
              <w:rPr>
                <w:rtl/>
              </w:rPr>
            </w:pPr>
          </w:p>
        </w:tc>
        <w:tc>
          <w:tcPr>
            <w:tcW w:w="4127" w:type="dxa"/>
          </w:tcPr>
          <w:p w14:paraId="66D9B4CC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لَحد يشيال العلم للشام شالوا 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8EB" w14:paraId="085784D3" w14:textId="77777777" w:rsidTr="006528E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5BC2BA5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وإ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بروح للجاسم ياحي كُل افعاله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EE325D2" w14:textId="77777777" w:rsidR="006528EB" w:rsidRDefault="006528EB" w:rsidP="004E7FDE">
            <w:pPr>
              <w:pStyle w:val="libPoem"/>
              <w:rPr>
                <w:rtl/>
              </w:rPr>
            </w:pPr>
          </w:p>
        </w:tc>
        <w:tc>
          <w:tcPr>
            <w:tcW w:w="4127" w:type="dxa"/>
          </w:tcPr>
          <w:p w14:paraId="3B2EAAB4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يرضى علي بالذله واركوبي المياله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8EB" w14:paraId="4E27A30E" w14:textId="77777777" w:rsidTr="006528E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08F466E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اُو زين لعباد امقيد وامصفد باغلاله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38DB125" w14:textId="77777777" w:rsidR="006528EB" w:rsidRDefault="006528EB" w:rsidP="004E7FDE">
            <w:pPr>
              <w:pStyle w:val="libPoem"/>
              <w:rPr>
                <w:rtl/>
              </w:rPr>
            </w:pPr>
          </w:p>
        </w:tc>
        <w:tc>
          <w:tcPr>
            <w:tcW w:w="4127" w:type="dxa"/>
          </w:tcPr>
          <w:p w14:paraId="5DD1A158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واحنا سبايا حوله حر الشمس صالينا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8EB" w14:paraId="4213D0CE" w14:textId="77777777" w:rsidTr="006528E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1A7341D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ساق المطيّة الحادي اُوعن جثتك بعدوني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687292E" w14:textId="77777777" w:rsidR="006528EB" w:rsidRDefault="006528EB" w:rsidP="004E7FDE">
            <w:pPr>
              <w:pStyle w:val="libPoem"/>
              <w:rPr>
                <w:rtl/>
              </w:rPr>
            </w:pPr>
          </w:p>
        </w:tc>
        <w:tc>
          <w:tcPr>
            <w:tcW w:w="4127" w:type="dxa"/>
          </w:tcPr>
          <w:p w14:paraId="6A43B215" w14:textId="77777777" w:rsidR="006528EB" w:rsidRDefault="006528EB" w:rsidP="004E7FDE">
            <w:pPr>
              <w:pStyle w:val="libPoem"/>
            </w:pPr>
            <w:r>
              <w:rPr>
                <w:rtl/>
                <w:lang w:bidi="fa-IR"/>
              </w:rPr>
              <w:t>قصدي بودع جسمك يحسين ما راعوني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D3E4E5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91706" w14:paraId="1B4B2EFB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2A515CB1" w14:textId="77777777" w:rsidR="00B91706" w:rsidRDefault="00B91706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اُوساق الظعينة اُوشاطها ويّاك ما خلّوني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E5DC566" w14:textId="77777777" w:rsidR="00B91706" w:rsidRDefault="00B9170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E6A9E64" w14:textId="77777777" w:rsidR="00B91706" w:rsidRDefault="00B91706" w:rsidP="004E7FDE">
            <w:pPr>
              <w:pStyle w:val="libPoem"/>
            </w:pPr>
            <w:r>
              <w:rPr>
                <w:rtl/>
                <w:lang w:bidi="fa-IR"/>
              </w:rPr>
              <w:t>صبري على ضيم اُوضم واِحسين ما اتشوفينه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706" w14:paraId="4241A9DC" w14:textId="77777777" w:rsidTr="004E7FDE">
        <w:trPr>
          <w:trHeight w:val="350"/>
        </w:trPr>
        <w:tc>
          <w:tcPr>
            <w:tcW w:w="3920" w:type="dxa"/>
          </w:tcPr>
          <w:p w14:paraId="2E56260E" w14:textId="77777777" w:rsidR="00B91706" w:rsidRDefault="00B91706" w:rsidP="004E7FDE">
            <w:pPr>
              <w:pStyle w:val="libPoem"/>
            </w:pPr>
            <w:r>
              <w:rPr>
                <w:rtl/>
                <w:lang w:bidi="fa-IR"/>
              </w:rPr>
              <w:t>يحسين ما رحموني من يوم شالوا 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FEBCE1" w14:textId="77777777" w:rsidR="00B91706" w:rsidRDefault="00B9170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A0DCC0" w14:textId="77777777" w:rsidR="00B91706" w:rsidRDefault="00B91706" w:rsidP="004E7FDE">
            <w:pPr>
              <w:pStyle w:val="libPoem"/>
            </w:pPr>
            <w:r>
              <w:rPr>
                <w:rtl/>
                <w:lang w:bidi="fa-IR"/>
              </w:rPr>
              <w:t>اُوشلنا اُو تركنا اجسادكم فوق الترب مرميّه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706" w14:paraId="7686F6FE" w14:textId="77777777" w:rsidTr="004E7FDE">
        <w:trPr>
          <w:trHeight w:val="350"/>
        </w:trPr>
        <w:tc>
          <w:tcPr>
            <w:tcW w:w="3920" w:type="dxa"/>
          </w:tcPr>
          <w:p w14:paraId="6C1E3D5A" w14:textId="77777777" w:rsidR="00B91706" w:rsidRDefault="00B91706" w:rsidP="004E7FDE">
            <w:pPr>
              <w:pStyle w:val="libPoem"/>
            </w:pPr>
            <w:r>
              <w:rPr>
                <w:rtl/>
                <w:lang w:bidi="fa-IR"/>
              </w:rPr>
              <w:t>بالأمس حولي دولة اُوجار الزمان اعليّه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249D21" w14:textId="77777777" w:rsidR="00B91706" w:rsidRDefault="00B9170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ACE983" w14:textId="77777777" w:rsidR="00B91706" w:rsidRDefault="00B91706" w:rsidP="004E7FDE">
            <w:pPr>
              <w:pStyle w:val="libPoem"/>
            </w:pPr>
            <w:r>
              <w:rPr>
                <w:rtl/>
                <w:lang w:bidi="fa-IR"/>
              </w:rPr>
              <w:t>ذبحت هلي في كربلا وابلا ولي ظلّينا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706" w14:paraId="74473956" w14:textId="77777777" w:rsidTr="004E7FDE">
        <w:trPr>
          <w:trHeight w:val="350"/>
        </w:trPr>
        <w:tc>
          <w:tcPr>
            <w:tcW w:w="3920" w:type="dxa"/>
          </w:tcPr>
          <w:p w14:paraId="32BE5527" w14:textId="77777777" w:rsidR="00B91706" w:rsidRDefault="00B91706" w:rsidP="004E7FDE">
            <w:pPr>
              <w:pStyle w:val="libPoem"/>
            </w:pPr>
            <w:r>
              <w:rPr>
                <w:rtl/>
                <w:lang w:bidi="fa-IR"/>
              </w:rPr>
              <w:t>يحسين عقب اعيونك بالطفِّ بتنا 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D57BC7" w14:textId="77777777" w:rsidR="00B91706" w:rsidRDefault="00B9170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FA6D7C" w14:textId="77777777" w:rsidR="00B91706" w:rsidRDefault="00B91706" w:rsidP="004E7FDE">
            <w:pPr>
              <w:pStyle w:val="libPoem"/>
            </w:pPr>
            <w:r>
              <w:rPr>
                <w:rtl/>
                <w:lang w:bidi="fa-IR"/>
              </w:rPr>
              <w:t>وامن الصبح جالحادي اُوحن اُوحدا بالشيله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706" w14:paraId="609EED86" w14:textId="77777777" w:rsidTr="004E7FDE">
        <w:trPr>
          <w:trHeight w:val="350"/>
        </w:trPr>
        <w:tc>
          <w:tcPr>
            <w:tcW w:w="3920" w:type="dxa"/>
          </w:tcPr>
          <w:p w14:paraId="6B6F8BDB" w14:textId="77777777" w:rsidR="00B91706" w:rsidRDefault="00B91706" w:rsidP="004E7FDE">
            <w:pPr>
              <w:pStyle w:val="libPoem"/>
            </w:pPr>
            <w:r>
              <w:rPr>
                <w:rtl/>
                <w:lang w:bidi="fa-IR"/>
              </w:rPr>
              <w:t>ما تعودت يابن اُمّي باركوبي المهزوله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5534E4" w14:textId="77777777" w:rsidR="00B91706" w:rsidRDefault="00B9170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DACAB3" w14:textId="77777777" w:rsidR="00B91706" w:rsidRDefault="00B91706" w:rsidP="004E7FDE">
            <w:pPr>
              <w:pStyle w:val="libPoem"/>
            </w:pPr>
            <w:r>
              <w:rPr>
                <w:rtl/>
                <w:lang w:bidi="fa-IR"/>
              </w:rPr>
              <w:t>لمت علينا العسكر يتفرجون اعلينا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C0B05DF" w14:textId="77777777" w:rsidR="00EE7C84" w:rsidRDefault="00EE7C84" w:rsidP="00F330AA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91706" w14:paraId="3EA9732A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5DED0DD5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مروا بزين العابدين امقيدينه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A388BB4" w14:textId="77777777" w:rsidR="00B91706" w:rsidRDefault="00B9170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65464BD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ولا طلع فزاع من ارض المدينه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706" w14:paraId="2F93F785" w14:textId="77777777" w:rsidTr="004E7FDE">
        <w:trPr>
          <w:trHeight w:val="350"/>
        </w:trPr>
        <w:tc>
          <w:tcPr>
            <w:tcW w:w="3920" w:type="dxa"/>
          </w:tcPr>
          <w:p w14:paraId="05B3D732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مروا ابعليل ينتحب فوق المطيّه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5350D6" w14:textId="77777777" w:rsidR="00B91706" w:rsidRDefault="00B9170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50FA03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يبكي اُوتهمل دمعته لهله سويّه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706" w14:paraId="16F8CCEA" w14:textId="77777777" w:rsidTr="004E7FDE">
        <w:trPr>
          <w:trHeight w:val="350"/>
        </w:trPr>
        <w:tc>
          <w:tcPr>
            <w:tcW w:w="3920" w:type="dxa"/>
          </w:tcPr>
          <w:p w14:paraId="5A8B6628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ينظر عمامه واخوته فوق الوطيّه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DAF941" w14:textId="77777777" w:rsidR="00B91706" w:rsidRDefault="00B9170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98FB98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والشاب هاللي بالطفوف امعرسينه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706" w14:paraId="5828DE98" w14:textId="77777777" w:rsidTr="004E7FDE">
        <w:trPr>
          <w:trHeight w:val="350"/>
        </w:trPr>
        <w:tc>
          <w:tcPr>
            <w:tcW w:w="3920" w:type="dxa"/>
          </w:tcPr>
          <w:p w14:paraId="61D9E68D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اُومروا ابحريم تنتحب كلها على النوق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6E9C3D" w14:textId="77777777" w:rsidR="00B91706" w:rsidRDefault="00B9170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6CDB60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اتنخى يحادي بالظعينة بالك اتسوق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706" w14:paraId="044D4117" w14:textId="77777777" w:rsidTr="004E7FDE">
        <w:trPr>
          <w:trHeight w:val="350"/>
        </w:trPr>
        <w:tc>
          <w:tcPr>
            <w:tcW w:w="3920" w:type="dxa"/>
          </w:tcPr>
          <w:p w14:paraId="32F05C90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ابننظر اهلنا اعلى الثرى اُو نبكي لهم شوق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1BD701" w14:textId="77777777" w:rsidR="00B91706" w:rsidRDefault="00B9170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142146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يا غيرة الله حيدر الكرّار وينه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706" w14:paraId="42A67F91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2C6CDD9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مروا بنو اُميّة اُوفوق ارماحهم روس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D3C40A" w14:textId="77777777" w:rsidR="00B91706" w:rsidRDefault="00B9170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14950A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روس اغلى روس القنا تاضي كلشموس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706" w14:paraId="2BDE2F94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878BCD7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الله يدنيا ابتدلين السعد بانحوس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F12B72" w14:textId="77777777" w:rsidR="00B91706" w:rsidRDefault="00B9170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1C75C1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جرتي على المختار واتبعتي نبيه!!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706" w14:paraId="03D1ECC7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5D3F8AA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يطيور طيري بالخبر بالعجل سرعي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F75891" w14:textId="77777777" w:rsidR="00B91706" w:rsidRDefault="00B9170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0D7F1A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اُولا جيتي الزهرا البتولة عندها انعي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706" w14:paraId="164F32F5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7754A16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اُو قولي يزهرا لا تصيحي آه ضلعي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A805E2" w14:textId="77777777" w:rsidR="00B91706" w:rsidRDefault="00B9170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F68B6A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كسر الضلع يا فاطمة لا تذكرينه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706" w14:paraId="412937E7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762A57C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طفل يقلك أحمد المختار سكتيه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738700" w14:textId="77777777" w:rsidR="00B91706" w:rsidRDefault="00B9170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0ED5B4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ابكاه يذوبني يا زهرا اُو يوذيه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706" w14:paraId="58A4E8F2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55266C4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مرمي على الغبرة يزهرا ما حظرتيه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3D62D8" w14:textId="77777777" w:rsidR="00B91706" w:rsidRDefault="00B9170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05B2B0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ليتك حضرتي قبل ما تشيل الظعينه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706" w14:paraId="245161A0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989720B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مطروح فوق الترب يم اِحسين ينخاك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E8D994" w14:textId="77777777" w:rsidR="00B91706" w:rsidRDefault="00B9170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EFC47A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قومي يزهرا اُو ظللي له اليوم برداك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706" w14:paraId="2826DCA1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11B00C7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لو ان سمعتي في السبا حنت يتاماك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F9C156" w14:textId="77777777" w:rsidR="00B91706" w:rsidRDefault="00B9170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F7AE16C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بنتك جسمها بالنياحه امذوبينه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1706" w14:paraId="60B0A304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5EAD1A5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واللي عليها الشمس غابت وقت لطلوع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7999E2" w14:textId="77777777" w:rsidR="00B91706" w:rsidRDefault="00B9170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113F27" w14:textId="77777777" w:rsidR="00B91706" w:rsidRDefault="0032670A" w:rsidP="004E7FDE">
            <w:pPr>
              <w:pStyle w:val="libPoem"/>
            </w:pPr>
            <w:r>
              <w:rPr>
                <w:rtl/>
                <w:lang w:bidi="fa-IR"/>
              </w:rPr>
              <w:t>امست امن البلوى اُوهي محنية لضلوع</w:t>
            </w:r>
            <w:r w:rsidR="00B9170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36AC75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52667" w14:paraId="2420C1E2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626F1EBD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اتعاين على العسّال راس اِحسين مرفوع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BFB1E7C" w14:textId="77777777" w:rsidR="00E52667" w:rsidRDefault="00E5266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BCD757B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لامن سمعها اتنوح صد الها ابعينه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67" w14:paraId="2FD7EF9C" w14:textId="77777777" w:rsidTr="004E7FDE">
        <w:trPr>
          <w:trHeight w:val="350"/>
        </w:trPr>
        <w:tc>
          <w:tcPr>
            <w:tcW w:w="3920" w:type="dxa"/>
          </w:tcPr>
          <w:p w14:paraId="17BAB88C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ما تبرح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ذابها اتوصي الأيتام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46843C" w14:textId="77777777" w:rsidR="00E52667" w:rsidRDefault="00E5266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4BE689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ليكون وحده ييتامى منكم اتنام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67" w14:paraId="7286B10E" w14:textId="77777777" w:rsidTr="004E7FDE">
        <w:trPr>
          <w:trHeight w:val="350"/>
        </w:trPr>
        <w:tc>
          <w:tcPr>
            <w:tcW w:w="3920" w:type="dxa"/>
          </w:tcPr>
          <w:p w14:paraId="0A100559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تدرون هذي القوم ماحد يرحم ايتام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A9DA5C" w14:textId="77777777" w:rsidR="00E52667" w:rsidRDefault="00E5266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2AC9A6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عدو مبتلي قلبه ابضغينه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443586D" w14:textId="77777777" w:rsidR="00EE7C84" w:rsidRDefault="00EE7C84" w:rsidP="001403ED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52667" w14:paraId="041F9442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16A42EA2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والله عجايب ما تزلزلتي يكوفان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39DB8F2" w14:textId="77777777" w:rsidR="00E52667" w:rsidRDefault="00E5266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4CCE951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راس السبط منصوب في سوقك على اسنان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67" w14:paraId="2B73D236" w14:textId="77777777" w:rsidTr="004E7FDE">
        <w:trPr>
          <w:trHeight w:val="350"/>
        </w:trPr>
        <w:tc>
          <w:tcPr>
            <w:tcW w:w="3920" w:type="dxa"/>
          </w:tcPr>
          <w:p w14:paraId="4A87548F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ولا اندهيتي وابتليتي ابزلزلة 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C3CEB6" w14:textId="77777777" w:rsidR="00E52667" w:rsidRDefault="00E5266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DDF103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في ساعة اللي واجهت زينب ابن ازياد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67" w14:paraId="10A15500" w14:textId="77777777" w:rsidTr="004E7FDE">
        <w:trPr>
          <w:trHeight w:val="350"/>
        </w:trPr>
        <w:tc>
          <w:tcPr>
            <w:tcW w:w="3920" w:type="dxa"/>
          </w:tcPr>
          <w:p w14:paraId="15543E75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ينظر ابعينه واقف ابحبله السجّاد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ECC400" w14:textId="77777777" w:rsidR="00E52667" w:rsidRDefault="00E5266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28285E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يا ارض سيخي بالملا الوقفة النسوان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67" w14:paraId="4A252DED" w14:textId="77777777" w:rsidTr="004E7FDE">
        <w:trPr>
          <w:trHeight w:val="350"/>
        </w:trPr>
        <w:tc>
          <w:tcPr>
            <w:tcW w:w="3920" w:type="dxa"/>
          </w:tcPr>
          <w:p w14:paraId="184692FB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لله أسرار خفيّة في بقى الكون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816094" w14:textId="77777777" w:rsidR="00E52667" w:rsidRDefault="00E5266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62ECDA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آل الرسالة والجلالة في أذى اُوهون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67" w14:paraId="09527EF5" w14:textId="77777777" w:rsidTr="004E7FDE">
        <w:trPr>
          <w:trHeight w:val="350"/>
        </w:trPr>
        <w:tc>
          <w:tcPr>
            <w:tcW w:w="3920" w:type="dxa"/>
          </w:tcPr>
          <w:p w14:paraId="0F5FC8EC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اعليهم يهل كوفان بيديكم تصفقون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ABC7D2" w14:textId="77777777" w:rsidR="00E52667" w:rsidRDefault="00E5266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1DA513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لاشك انكم للنبي المبعوث عدوان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67" w14:paraId="6CF05CA3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CDD2132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يا عجب الله ابن النّبي خارج يسموه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4F4ABE" w14:textId="77777777" w:rsidR="00E52667" w:rsidRDefault="00E5266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F30AC1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والدين محمّد شيده غير الوصي بوه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67" w14:paraId="2853BA13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C1EC0D7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يرضى النّبي المصطفى ابنه يسبوه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D8DA0A" w14:textId="77777777" w:rsidR="00E52667" w:rsidRDefault="00E5266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31749E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اُو يرضى يشهروا مخدراته آل سفيان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67" w14:paraId="185B89C5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F163B4D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في ثار لبوه يا علي ثارت الأولاد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EDCEFF" w14:textId="77777777" w:rsidR="00E52667" w:rsidRDefault="00E5266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2AADD4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واتذكرت فعلك بني اُميّة بلطراد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67" w14:paraId="6913D521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AC0F667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فرصة اُوحصلها بأولادك ابن ازياد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B98ADC" w14:textId="77777777" w:rsidR="00E52667" w:rsidRDefault="00E5266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10F1AA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خلاك نايم بالقبر واشفى الأضغان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67" w14:paraId="2A6B8327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8E4530B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يا ليت عنّك ينكشف تربان للحاد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5290BC" w14:textId="77777777" w:rsidR="00E52667" w:rsidRDefault="00E5266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873791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اُو تلفي مع فرسان غالب كُل هداد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67" w14:paraId="55B7C594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99341F6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اُو تذبح لحتّى ما يقول الذبح بس 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566F8F" w14:textId="77777777" w:rsidR="00E52667" w:rsidRDefault="00E5266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0277BA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كله ولا يقضي غرض من آل سفيان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67" w14:paraId="09CB49CD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623A2A6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اُو نذبح لحتّى ما يقول الذبح مابي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2372A7" w14:textId="77777777" w:rsidR="00E52667" w:rsidRDefault="00E5266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F23AED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اُو تطعن لحتّى تنتحل روس الحرابي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67" w14:paraId="41A80AD1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6DAFDAF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والخيل تصرخ من تعبها واعذابي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4315F7" w14:textId="77777777" w:rsidR="00E52667" w:rsidRDefault="00E5266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AE7414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كله ولا يقضي خبر من اَهل كوفان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67" w14:paraId="4729C344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6B3CED0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واتذكروا فعلك بني اُميّة بلحروب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11E811" w14:textId="77777777" w:rsidR="00E52667" w:rsidRDefault="00E5266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009A3D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اُو منّك يحيدر ادرك الطالب المطلوب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67" w14:paraId="240AFF69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834EEE2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يمتى رضي الغالب يبويه ايصير مغلوب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BD0C27" w14:textId="77777777" w:rsidR="00E52667" w:rsidRDefault="00E52667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87E28D" w14:textId="77777777" w:rsidR="00E52667" w:rsidRDefault="00E52667" w:rsidP="004E7FDE">
            <w:pPr>
              <w:pStyle w:val="libPoem"/>
            </w:pPr>
            <w:r>
              <w:rPr>
                <w:rtl/>
                <w:lang w:bidi="fa-IR"/>
              </w:rPr>
              <w:t>ما قدّر الله يا علي المرتضى كان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4F51DDC" w14:textId="77777777" w:rsidR="00EE7C84" w:rsidRDefault="00EE7C84" w:rsidP="001403ED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12160" w14:paraId="0484ACDC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5A875C09" w14:textId="77777777" w:rsidR="00212160" w:rsidRDefault="00212160" w:rsidP="004E7FDE">
            <w:pPr>
              <w:pStyle w:val="libPoem"/>
            </w:pPr>
            <w:r>
              <w:rPr>
                <w:rtl/>
                <w:lang w:bidi="fa-IR"/>
              </w:rPr>
              <w:t>تبكون يهل الكوفة وانتون ذبّحتونا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5E29A51" w14:textId="77777777" w:rsidR="00212160" w:rsidRDefault="00212160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146CF1F" w14:textId="77777777" w:rsidR="00212160" w:rsidRDefault="00212160" w:rsidP="004E7FDE">
            <w:pPr>
              <w:pStyle w:val="libPoem"/>
            </w:pPr>
            <w:r>
              <w:rPr>
                <w:rtl/>
                <w:lang w:bidi="fa-IR"/>
              </w:rPr>
              <w:t>سبعة عشر من بيتي اُوثامن عشرهم خونا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12160" w14:paraId="249A27F8" w14:textId="77777777" w:rsidTr="004E7FDE">
        <w:trPr>
          <w:trHeight w:val="350"/>
        </w:trPr>
        <w:tc>
          <w:tcPr>
            <w:tcW w:w="3920" w:type="dxa"/>
          </w:tcPr>
          <w:p w14:paraId="70E82A2B" w14:textId="77777777" w:rsidR="00212160" w:rsidRDefault="00212160" w:rsidP="004E7FDE">
            <w:pPr>
              <w:pStyle w:val="libPoem"/>
            </w:pPr>
            <w:r>
              <w:rPr>
                <w:rtl/>
                <w:lang w:bidi="fa-IR"/>
              </w:rPr>
              <w:t>ما قصرت دولتكم سدت علينا 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A6A0F2" w14:textId="77777777" w:rsidR="00212160" w:rsidRDefault="00212160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7917FE" w14:textId="77777777" w:rsidR="00212160" w:rsidRDefault="00212160" w:rsidP="004E7FDE">
            <w:pPr>
              <w:pStyle w:val="libPoem"/>
            </w:pPr>
            <w:r>
              <w:rPr>
                <w:rtl/>
                <w:lang w:bidi="fa-IR"/>
              </w:rPr>
              <w:t>وانتوا ذبحتوا مسلم اُول ذبيح اُوبادي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8FC0D84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80D49" w14:paraId="5E41923F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089F522E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وانتوا ذبحتوا ارجالي وانتوا حرقتوا افادي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3205E4A" w14:textId="77777777" w:rsidR="00680D49" w:rsidRDefault="00680D4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BCE23D5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تبكون يهل الكوفة وانتون ذبّحتونا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0D49" w14:paraId="6FC8E71A" w14:textId="77777777" w:rsidTr="004E7FDE">
        <w:trPr>
          <w:trHeight w:val="350"/>
        </w:trPr>
        <w:tc>
          <w:tcPr>
            <w:tcW w:w="3920" w:type="dxa"/>
          </w:tcPr>
          <w:p w14:paraId="14945C12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اُودرتوا علينا ابدوله وانتوا جمعتوا الدوله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9CE892" w14:textId="77777777" w:rsidR="00680D49" w:rsidRDefault="00680D4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92EE33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إخيولكم مسروجة واِسيوفكم مسلوله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0D49" w14:paraId="21872305" w14:textId="77777777" w:rsidTr="004E7FDE">
        <w:trPr>
          <w:trHeight w:val="350"/>
        </w:trPr>
        <w:tc>
          <w:tcPr>
            <w:tcW w:w="3920" w:type="dxa"/>
          </w:tcPr>
          <w:p w14:paraId="0956C2B7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عين عسى تنظرنا ابميل العمى مكحوله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789A1B" w14:textId="77777777" w:rsidR="00680D49" w:rsidRDefault="00680D4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BCDD6C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تبكون يهل الكوفة وانتون ذبّحتونا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0D49" w14:paraId="4323A17B" w14:textId="77777777" w:rsidTr="004E7FDE">
        <w:trPr>
          <w:trHeight w:val="350"/>
        </w:trPr>
        <w:tc>
          <w:tcPr>
            <w:tcW w:w="3920" w:type="dxa"/>
          </w:tcPr>
          <w:p w14:paraId="585745CA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إرجالكم تذبحنا اُونسوانكم تبكينا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1D4175" w14:textId="77777777" w:rsidR="00680D49" w:rsidRDefault="00680D4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64EEA3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وانتوا انميتوا لينا تتفرجون اعلينا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0D49" w14:paraId="431CB156" w14:textId="77777777" w:rsidTr="004E7FDE">
        <w:trPr>
          <w:trHeight w:val="350"/>
        </w:trPr>
        <w:tc>
          <w:tcPr>
            <w:tcW w:w="3920" w:type="dxa"/>
          </w:tcPr>
          <w:p w14:paraId="48F6C359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متفرجة اُو متشمّتة اُو تتصدقون اعلينا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B11B1A" w14:textId="77777777" w:rsidR="00680D49" w:rsidRDefault="00680D4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699241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تبكون يهل الكوفة وانتون ذبّحتونا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0D49" w14:paraId="355C24A1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ECC1565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يا ليتنا لا عشنا ولا لفينا 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5DA5C6" w14:textId="77777777" w:rsidR="00680D49" w:rsidRDefault="00680D4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AD6DDA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بالأمس يوم ادخولي بارجالي انا محفوفه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0D49" w14:paraId="25887B85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AF60590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واليوم انا وايتامي في سوقة مكتوفه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402D52" w14:textId="77777777" w:rsidR="00680D49" w:rsidRDefault="00680D4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176B9F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تبكون يهل الكوفة وانتون ذبّحتونا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FF75F1A" w14:textId="77777777" w:rsidR="00EE7C84" w:rsidRDefault="00EE7C84" w:rsidP="00680D4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80D49" w14:paraId="01E60ACD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500854B7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جابوا بنات المصطفى حسرى على اجمال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AA6DC73" w14:textId="77777777" w:rsidR="00680D49" w:rsidRDefault="00680D4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E641E2B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ما بينهم زينب تصب الدمع همّال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0D49" w14:paraId="6C2987ED" w14:textId="77777777" w:rsidTr="004E7FDE">
        <w:trPr>
          <w:trHeight w:val="350"/>
        </w:trPr>
        <w:tc>
          <w:tcPr>
            <w:tcW w:w="3920" w:type="dxa"/>
          </w:tcPr>
          <w:p w14:paraId="71391045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ياللي على ظهر الجمل ذابك تحنين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3210F2" w14:textId="77777777" w:rsidR="00680D49" w:rsidRDefault="00680D4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C0D147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خلي حنينك يا حزينة لا تنوحين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0D49" w14:paraId="7B3AE61F" w14:textId="77777777" w:rsidTr="004E7FDE">
        <w:trPr>
          <w:trHeight w:val="350"/>
        </w:trPr>
        <w:tc>
          <w:tcPr>
            <w:tcW w:w="3920" w:type="dxa"/>
          </w:tcPr>
          <w:p w14:paraId="105087F6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تلفت مرايرنا من انياحك على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7C9B64" w14:textId="77777777" w:rsidR="00680D49" w:rsidRDefault="00680D4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623FEA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مثلك ما شفنا نايحه في اُول اُوتال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0D49" w14:paraId="23E61332" w14:textId="77777777" w:rsidTr="004E7FDE">
        <w:trPr>
          <w:trHeight w:val="350"/>
        </w:trPr>
        <w:tc>
          <w:tcPr>
            <w:tcW w:w="3920" w:type="dxa"/>
          </w:tcPr>
          <w:p w14:paraId="1D9B259B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نوحك عليه ايفتت اصخور القويّه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FE65FA" w14:textId="77777777" w:rsidR="00680D49" w:rsidRDefault="00680D4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9B0A47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كُل ساع ما وقعت من انياحك 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0D49" w14:paraId="2EE2A8B4" w14:textId="77777777" w:rsidTr="004E7FDE">
        <w:trPr>
          <w:trHeight w:val="350"/>
        </w:trPr>
        <w:tc>
          <w:tcPr>
            <w:tcW w:w="3920" w:type="dxa"/>
          </w:tcPr>
          <w:p w14:paraId="4C7B30FE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مثلك حزينة مارأينا في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135338" w14:textId="77777777" w:rsidR="00680D49" w:rsidRDefault="00680D4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96C681B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كلما نحبتي جاوبت نسوان واطفال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0D49" w14:paraId="7D8A56DD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86ED383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النوق ذابت يا حزينة من حنينك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B5256D" w14:textId="77777777" w:rsidR="00680D49" w:rsidRDefault="00680D4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69A275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واكبودنا تنفت اذا سمعنا ونينك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0D49" w14:paraId="5DE0CB2A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F335FDC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زايد على نوح الحمايم في حنينك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F15343" w14:textId="77777777" w:rsidR="00680D49" w:rsidRDefault="00680D4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141119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بعد الخدر والصون حسرا فوق لجمال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0D49" w14:paraId="57F2BC59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3DEF75B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هي حالتك تدهش فكر كُل من رآها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C42384" w14:textId="77777777" w:rsidR="00680D49" w:rsidRDefault="00680D4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936767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يا غيرة الله كيف حيدر ما اتاها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0D49" w14:paraId="391AE26F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6308BAF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لوما درى حراتهم ذابت حشاها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6B7AE2" w14:textId="77777777" w:rsidR="00680D49" w:rsidRDefault="00680D4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5626CA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اُولجساد منها اتنحلت من نوح لطفال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0D49" w14:paraId="75E8C418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76D8800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خفي البكى والنوح رحمي ابحال ليتام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075360" w14:textId="77777777" w:rsidR="00680D49" w:rsidRDefault="00680D4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164884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اُوصبري على ذل اُوهضم يا بنت لكرام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0D49" w14:paraId="18417E0A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DB7CC3E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معلوم عنكم ما درى زراق لرخام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236CB9" w14:textId="77777777" w:rsidR="00680D49" w:rsidRDefault="00680D4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0EB4F8" w14:textId="77777777" w:rsidR="00680D49" w:rsidRDefault="00680D49" w:rsidP="004E7FDE">
            <w:pPr>
              <w:pStyle w:val="libPoem"/>
            </w:pPr>
            <w:r>
              <w:rPr>
                <w:rtl/>
                <w:lang w:bidi="fa-IR"/>
              </w:rPr>
              <w:t>لوهو درى جاكم اباجناده الأبطال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38D0759" w14:textId="77777777" w:rsidR="00EE7C84" w:rsidRDefault="00EE7C84" w:rsidP="00680D4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745FA045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13946716" w14:textId="77777777" w:rsidR="00EE7C84" w:rsidRDefault="00EE7C84" w:rsidP="0025445E">
      <w:pPr>
        <w:pStyle w:val="Heading2Center"/>
        <w:rPr>
          <w:lang w:bidi="fa-IR"/>
        </w:rPr>
      </w:pPr>
      <w:bookmarkStart w:id="27" w:name="_Toc17226586"/>
      <w:r>
        <w:rPr>
          <w:rtl/>
          <w:lang w:bidi="fa-IR"/>
        </w:rPr>
        <w:lastRenderedPageBreak/>
        <w:t>ندبة إلى صاحب العصر القائم المهدي عجّل الله فرجه وسهّل مخرجه :</w:t>
      </w:r>
      <w:bookmarkEnd w:id="27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856F5" w14:paraId="473D0988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3F437FBF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يا حجّة الله قوم خذ هاليوم ثارك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B88AA8A" w14:textId="77777777" w:rsidR="00A856F5" w:rsidRDefault="00A856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503360A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زينب الحورا ايزيد وردها مهالك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56F5" w14:paraId="11B6C76A" w14:textId="77777777" w:rsidTr="004E7FDE">
        <w:trPr>
          <w:trHeight w:val="350"/>
        </w:trPr>
        <w:tc>
          <w:tcPr>
            <w:tcW w:w="3920" w:type="dxa"/>
          </w:tcPr>
          <w:p w14:paraId="0BA36F77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يا حجّة الله قوم يابن العسكري الساع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F7DF88" w14:textId="77777777" w:rsidR="00A856F5" w:rsidRDefault="00A856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4719D5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زينب بعد عزها بقت حسرا بلا اقناع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56F5" w14:paraId="4BB5D4CC" w14:textId="77777777" w:rsidTr="004E7FDE">
        <w:trPr>
          <w:trHeight w:val="350"/>
        </w:trPr>
        <w:tc>
          <w:tcPr>
            <w:tcW w:w="3920" w:type="dxa"/>
          </w:tcPr>
          <w:p w14:paraId="2C0CE87A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تبكي على فقد السبط والقلب مرتاع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3F684A" w14:textId="77777777" w:rsidR="00A856F5" w:rsidRDefault="00A856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909BCD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يا حجّة الله بالعجل جرّد إفقارك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56F5" w14:paraId="1C8BF264" w14:textId="77777777" w:rsidTr="004E7FDE">
        <w:trPr>
          <w:trHeight w:val="350"/>
        </w:trPr>
        <w:tc>
          <w:tcPr>
            <w:tcW w:w="3920" w:type="dxa"/>
          </w:tcPr>
          <w:p w14:paraId="19B18156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ما قصرت افعالها فيكم اُميّه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BB70F2" w14:textId="77777777" w:rsidR="00A856F5" w:rsidRDefault="00A856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E8D04D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خلّت أبو السجّاد بارض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56F5" w14:paraId="21BF0F80" w14:textId="77777777" w:rsidTr="004E7FDE">
        <w:trPr>
          <w:trHeight w:val="350"/>
        </w:trPr>
        <w:tc>
          <w:tcPr>
            <w:tcW w:w="3920" w:type="dxa"/>
          </w:tcPr>
          <w:p w14:paraId="3FDEA6B1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مرضوض جسمه من حوافر لعوجيّه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ADAF43" w14:textId="77777777" w:rsidR="00A856F5" w:rsidRDefault="00A856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298AD0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باحماك يابن العسكري ليفوت ثارك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56F5" w14:paraId="1C318C28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9C27558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صبرك تعدى قوم يانسل الميامين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1C949F" w14:textId="77777777" w:rsidR="00A856F5" w:rsidRDefault="00A856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7E87EF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زينب ذليله ابكربلا اُوذبحوا العدى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56F5" w14:paraId="472EF210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3DA9414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اُودخلوا ابها يابن الحسن وسط الدياوين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6F89EC" w14:textId="77777777" w:rsidR="00A856F5" w:rsidRDefault="00A856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0B0796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العار صعب اعليك دنهض زيح عارك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56F5" w14:paraId="1FA90837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F093137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الخيل ملتها مرابضها يصنديد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B21047" w14:textId="77777777" w:rsidR="00A856F5" w:rsidRDefault="00A856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275307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بالعجل ثور اخلص الحورا من القيد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56F5" w14:paraId="41A09D3F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2ACE333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من قبل ما ندخل بلا والي على ايزيد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94DE5D" w14:textId="77777777" w:rsidR="00A856F5" w:rsidRDefault="00A856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237086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كيف الصبر لوما بعد كملت انصارك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56F5" w14:paraId="6EAEEF14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9BD4830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وانته الذي موعود عنا اتزيح كُل عار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872C28" w14:textId="77777777" w:rsidR="00A856F5" w:rsidRDefault="00A856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B5E8C0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اخبرك جدك ذبحوا اطفاله اصغار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56F5" w14:paraId="360E16A8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816D098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دنهض اُو فزع كُل بني هاشم لك انصار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4D3AA6" w14:textId="77777777" w:rsidR="00A856F5" w:rsidRDefault="00A856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CFCD91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والمهر شده وامتطه عندك انصارك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56F5" w14:paraId="6464167B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58802D9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شيل العلم قدّام يانسل البهاليل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DE2142D" w14:textId="77777777" w:rsidR="00A856F5" w:rsidRDefault="00A856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2CD7EA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واصرخ ابعالي الصوت قوموا واركبوا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56F5" w14:paraId="137507A6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EBF4ACA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اُوشيل الذي فوق الثرى من غير تغسيل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A52CFB" w14:textId="77777777" w:rsidR="00A856F5" w:rsidRDefault="00A856F5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BB6DED" w14:textId="77777777" w:rsidR="00A856F5" w:rsidRDefault="00A856F5" w:rsidP="004E7FDE">
            <w:pPr>
              <w:pStyle w:val="libPoem"/>
            </w:pPr>
            <w:r>
              <w:rPr>
                <w:rtl/>
                <w:lang w:bidi="fa-IR"/>
              </w:rPr>
              <w:t>يمتى تجي يابن الحسن لينا اخبارك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BB32A0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42829" w14:paraId="1E33F934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735FDCED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lastRenderedPageBreak/>
              <w:t>يمتى نشوف السيف بيدك واللوى ايلوح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FAB6B81" w14:textId="77777777" w:rsidR="00A42829" w:rsidRDefault="00A4282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E4813FF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t>جدك يبو صالح على التربان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829" w14:paraId="6606C8C9" w14:textId="77777777" w:rsidTr="004E7FDE">
        <w:trPr>
          <w:trHeight w:val="350"/>
        </w:trPr>
        <w:tc>
          <w:tcPr>
            <w:tcW w:w="3920" w:type="dxa"/>
          </w:tcPr>
          <w:p w14:paraId="4AEBF204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t>واعليه أملاك السماء ما زالت اتنوح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B07126" w14:textId="77777777" w:rsidR="00A42829" w:rsidRDefault="00A4282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F195A7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t>لو هالخبر يابن الحسن ما عاد جالك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829" w14:paraId="454AFD80" w14:textId="77777777" w:rsidTr="004E7FDE">
        <w:trPr>
          <w:trHeight w:val="350"/>
        </w:trPr>
        <w:tc>
          <w:tcPr>
            <w:tcW w:w="3920" w:type="dxa"/>
          </w:tcPr>
          <w:p w14:paraId="2D51ABCD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t>عاشور يابن العسكري يانسل لكرام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3896B7" w14:textId="77777777" w:rsidR="00A42829" w:rsidRDefault="00A4282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FAA9A5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t>هد للهدى ركنه اُوهدم دين لسلام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829" w14:paraId="3B36E23A" w14:textId="77777777" w:rsidTr="004E7FDE">
        <w:trPr>
          <w:trHeight w:val="350"/>
        </w:trPr>
        <w:tc>
          <w:tcPr>
            <w:tcW w:w="3920" w:type="dxa"/>
          </w:tcPr>
          <w:p w14:paraId="68EBFA2E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t>ياهي امصيبه اشلون تنسى ابطول ليام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E99904" w14:textId="77777777" w:rsidR="00A42829" w:rsidRDefault="00A4282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FA01447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t>في يوم واحد ذبحوا جملة انوارك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3919D6B" w14:textId="77777777" w:rsidR="00EE7C84" w:rsidRDefault="00EE7C84" w:rsidP="00A4282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42829" w14:paraId="36618F06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4450DD40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t>طالت الغيبة قوم يابن العسكريين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D44AFBF" w14:textId="77777777" w:rsidR="00A42829" w:rsidRDefault="00A4282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F1727DF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t>شيعتكم ابشدّه يبن طاها اُو ياسين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829" w14:paraId="5ACB9F61" w14:textId="77777777" w:rsidTr="004E7FDE">
        <w:trPr>
          <w:trHeight w:val="350"/>
        </w:trPr>
        <w:tc>
          <w:tcPr>
            <w:tcW w:w="3920" w:type="dxa"/>
          </w:tcPr>
          <w:p w14:paraId="57B89A24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t>طالت الغيبه والفرج طال انتظاره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FE436C" w14:textId="77777777" w:rsidR="00A42829" w:rsidRDefault="00A4282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6D791A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t>يمتى ايثور ابن الحسن طالب ابثاره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829" w14:paraId="0281255A" w14:textId="77777777" w:rsidTr="004E7FDE">
        <w:trPr>
          <w:trHeight w:val="350"/>
        </w:trPr>
        <w:tc>
          <w:tcPr>
            <w:tcW w:w="3920" w:type="dxa"/>
          </w:tcPr>
          <w:p w14:paraId="50AE2A46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t>شيعتكم ابشدّه يبو صالح حياره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9897B2" w14:textId="77777777" w:rsidR="00A42829" w:rsidRDefault="00A4282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006075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t>بك يستغيثوا يا غياث المستغيثين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829" w14:paraId="62D9C509" w14:textId="77777777" w:rsidTr="004E7FDE">
        <w:trPr>
          <w:trHeight w:val="350"/>
        </w:trPr>
        <w:tc>
          <w:tcPr>
            <w:tcW w:w="3920" w:type="dxa"/>
          </w:tcPr>
          <w:p w14:paraId="2F828DB1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t>دنهض لثاراتك يبو صالح يمبرور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828849" w14:textId="77777777" w:rsidR="00A42829" w:rsidRDefault="00A4282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B31FDA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t>وانته إلى الشدّات ولملمات مدخور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829" w14:paraId="481A9649" w14:textId="77777777" w:rsidTr="004E7FDE">
        <w:trPr>
          <w:trHeight w:val="350"/>
        </w:trPr>
        <w:tc>
          <w:tcPr>
            <w:tcW w:w="3920" w:type="dxa"/>
          </w:tcPr>
          <w:p w14:paraId="5768D81D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t>وامّا يد امن الله يبو صالح اُو منصور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37B550" w14:textId="77777777" w:rsidR="00A42829" w:rsidRDefault="00A4282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33A3AB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t>جبريل والأملاك جندك والنبيِّين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829" w14:paraId="2D66422C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F044D14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t>أصواتنا امن النوح باحت من نخاويك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0DDAF3" w14:textId="77777777" w:rsidR="00A42829" w:rsidRDefault="00A4282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955838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t>كلما رأينا الضيق قمنا ننتخي بيك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829" w14:paraId="3A7A0F1C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705660E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t>يمتى نشوف البيرق ايرفرف حواليك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28F949" w14:textId="77777777" w:rsidR="00A42829" w:rsidRDefault="00A4282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FF022F5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t>إنكان تصبح شيعتك كُلهم اِمعيدين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829" w14:paraId="7DC32F93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7A2739E" w14:textId="77777777" w:rsidR="00A42829" w:rsidRDefault="00A42829" w:rsidP="004E7FDE">
            <w:pPr>
              <w:pStyle w:val="libPoem"/>
            </w:pPr>
            <w:r>
              <w:rPr>
                <w:rtl/>
                <w:lang w:bidi="fa-IR"/>
              </w:rPr>
              <w:t>وانكان تنسى ما كنت تنسى الفجيعه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3A7B6C" w14:textId="77777777" w:rsidR="00A42829" w:rsidRDefault="00A4282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9D9E00" w14:textId="77777777" w:rsidR="00A42829" w:rsidRDefault="00486FB3" w:rsidP="004E7FDE">
            <w:pPr>
              <w:pStyle w:val="libPoem"/>
            </w:pPr>
            <w:r>
              <w:rPr>
                <w:rtl/>
                <w:lang w:bidi="fa-IR"/>
              </w:rPr>
              <w:t>اِحسين واَنصاره اُو عبد الله رضيعه</w:t>
            </w:r>
            <w:r w:rsidR="00A4282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829" w14:paraId="39BAC90B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40528D7" w14:textId="77777777" w:rsidR="00A42829" w:rsidRDefault="00486FB3" w:rsidP="004E7FDE">
            <w:pPr>
              <w:pStyle w:val="libPoem"/>
            </w:pPr>
            <w:r>
              <w:rPr>
                <w:rtl/>
                <w:lang w:bidi="fa-IR"/>
              </w:rPr>
              <w:t>إتذبّحوا يبن الحسن يمّ الشريعه</w:t>
            </w:r>
            <w:r w:rsidR="00A4282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FCA57D" w14:textId="77777777" w:rsidR="00A42829" w:rsidRDefault="00A4282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6556AC" w14:textId="77777777" w:rsidR="00A42829" w:rsidRDefault="00486FB3" w:rsidP="004E7FDE">
            <w:pPr>
              <w:pStyle w:val="libPoem"/>
            </w:pPr>
            <w:r>
              <w:rPr>
                <w:rtl/>
                <w:lang w:bidi="fa-IR"/>
              </w:rPr>
              <w:t>ظلوا عرايا اِعلى الثرى من غير تكفين</w:t>
            </w:r>
            <w:r w:rsidR="00A4282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829" w14:paraId="52C848AA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DBF8C8D" w14:textId="77777777" w:rsidR="00A42829" w:rsidRDefault="00486FB3" w:rsidP="004E7FDE">
            <w:pPr>
              <w:pStyle w:val="libPoem"/>
            </w:pPr>
            <w:r>
              <w:rPr>
                <w:rtl/>
                <w:lang w:bidi="fa-IR"/>
              </w:rPr>
              <w:t>واعظم مصاب اللي دهش يا ناس بالي</w:t>
            </w:r>
            <w:r w:rsidR="00A4282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7FEA18" w14:textId="77777777" w:rsidR="00A42829" w:rsidRDefault="00A4282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E4471A2" w14:textId="77777777" w:rsidR="00A42829" w:rsidRDefault="00D01192" w:rsidP="004E7FDE">
            <w:pPr>
              <w:pStyle w:val="libPoem"/>
            </w:pPr>
            <w:r>
              <w:rPr>
                <w:rtl/>
                <w:lang w:bidi="fa-IR"/>
              </w:rPr>
              <w:t>تركيب زينب والحرم من غير والي</w:t>
            </w:r>
            <w:r w:rsidR="00A4282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829" w14:paraId="3C3F003E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898827D" w14:textId="77777777" w:rsidR="00A42829" w:rsidRDefault="00D01192" w:rsidP="004E7FDE">
            <w:pPr>
              <w:pStyle w:val="libPoem"/>
            </w:pPr>
            <w:r>
              <w:rPr>
                <w:rtl/>
                <w:lang w:bidi="fa-IR"/>
              </w:rPr>
              <w:t>ظلّت نساهم تنتحب والصوت عالي</w:t>
            </w:r>
            <w:r w:rsidR="00A4282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D2E25B" w14:textId="77777777" w:rsidR="00A42829" w:rsidRDefault="00A42829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429AF1" w14:textId="77777777" w:rsidR="00A42829" w:rsidRDefault="00D01192" w:rsidP="004E7FDE">
            <w:pPr>
              <w:pStyle w:val="libPoem"/>
            </w:pPr>
            <w:r>
              <w:rPr>
                <w:rtl/>
                <w:lang w:bidi="fa-IR"/>
              </w:rPr>
              <w:t>اتنادي ابعالي صوتها ضيّعني اِحسين</w:t>
            </w:r>
            <w:r w:rsidR="00A4282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7F92B8E" w14:textId="77777777" w:rsidR="00EE7C84" w:rsidRDefault="00EE7C84" w:rsidP="00D01192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0D08C90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25157866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هذا فصل يشتمل على رجوعهم من الشام ووصولهم كربلاء بعد الأربعين</w:t>
      </w:r>
      <w:r w:rsidR="00FB110A">
        <w:rPr>
          <w:rtl/>
          <w:lang w:bidi="fa-IR"/>
        </w:rPr>
        <w:t>.</w:t>
      </w:r>
    </w:p>
    <w:p w14:paraId="43B8ACE2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هذه نساء بني أسد يخبرنَ رجالهن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02C66" w14:paraId="2CF9B4A7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1ECD2D0D" w14:textId="77777777" w:rsidR="00E02C66" w:rsidRDefault="00E02C66" w:rsidP="004E7FDE">
            <w:pPr>
              <w:pStyle w:val="libPoem"/>
            </w:pPr>
            <w:r>
              <w:rPr>
                <w:rtl/>
                <w:lang w:bidi="fa-IR"/>
              </w:rPr>
              <w:t>شفنا جنايز في اطفوف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046021F" w14:textId="77777777" w:rsidR="00E02C66" w:rsidRDefault="00E02C6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8CC3427" w14:textId="77777777" w:rsidR="00E02C66" w:rsidRDefault="00E02C66" w:rsidP="004E7FDE">
            <w:pPr>
              <w:pStyle w:val="libPoem"/>
            </w:pPr>
            <w:r>
              <w:rPr>
                <w:rtl/>
                <w:lang w:bidi="fa-IR"/>
              </w:rPr>
              <w:t>كلهم بليا روس واَجساد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2C66" w14:paraId="4BAAC141" w14:textId="77777777" w:rsidTr="004E7FDE">
        <w:trPr>
          <w:trHeight w:val="350"/>
        </w:trPr>
        <w:tc>
          <w:tcPr>
            <w:tcW w:w="3920" w:type="dxa"/>
          </w:tcPr>
          <w:p w14:paraId="02944782" w14:textId="77777777" w:rsidR="00E02C66" w:rsidRDefault="00E02C66" w:rsidP="004E7FDE">
            <w:pPr>
              <w:pStyle w:val="libPoem"/>
            </w:pPr>
            <w:r>
              <w:rPr>
                <w:rtl/>
                <w:lang w:bidi="fa-IR"/>
              </w:rPr>
              <w:t>أجساد مطروحة على الغبرة بلا روس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87FBBB" w14:textId="77777777" w:rsidR="00E02C66" w:rsidRDefault="00E02C6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D0DC93" w14:textId="77777777" w:rsidR="00E02C66" w:rsidRDefault="00E02C66" w:rsidP="004E7FDE">
            <w:pPr>
              <w:pStyle w:val="libPoem"/>
            </w:pPr>
            <w:r>
              <w:rPr>
                <w:rtl/>
                <w:lang w:bidi="fa-IR"/>
              </w:rPr>
              <w:t>اُو فيهم جسد كنّه بدر لوشمس لشموس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2C66" w14:paraId="11961526" w14:textId="77777777" w:rsidTr="004E7FDE">
        <w:trPr>
          <w:trHeight w:val="350"/>
        </w:trPr>
        <w:tc>
          <w:tcPr>
            <w:tcW w:w="3920" w:type="dxa"/>
          </w:tcPr>
          <w:p w14:paraId="70C4A9E2" w14:textId="77777777" w:rsidR="00E02C66" w:rsidRDefault="00E02C66" w:rsidP="004E7FDE">
            <w:pPr>
              <w:pStyle w:val="libPoem"/>
            </w:pPr>
            <w:r>
              <w:rPr>
                <w:rtl/>
                <w:lang w:bidi="fa-IR"/>
              </w:rPr>
              <w:t>واضلوع جسمه امكسّرة بالخيل مديوس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B64A0C" w14:textId="77777777" w:rsidR="00E02C66" w:rsidRDefault="00E02C6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438D72" w14:textId="77777777" w:rsidR="00E02C66" w:rsidRDefault="00E02C66" w:rsidP="004E7FDE">
            <w:pPr>
              <w:pStyle w:val="libPoem"/>
            </w:pPr>
            <w:r>
              <w:rPr>
                <w:rtl/>
                <w:lang w:bidi="fa-IR"/>
              </w:rPr>
              <w:t>ما ظننا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مكسّرة بالأعوجيّه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2C66" w14:paraId="0C86CBC0" w14:textId="77777777" w:rsidTr="004E7FDE">
        <w:trPr>
          <w:trHeight w:val="350"/>
        </w:trPr>
        <w:tc>
          <w:tcPr>
            <w:tcW w:w="3920" w:type="dxa"/>
          </w:tcPr>
          <w:p w14:paraId="45B61843" w14:textId="77777777" w:rsidR="00E02C66" w:rsidRDefault="00E02C66" w:rsidP="004E7FDE">
            <w:pPr>
              <w:pStyle w:val="libPoem"/>
            </w:pPr>
            <w:r>
              <w:rPr>
                <w:rtl/>
                <w:lang w:bidi="fa-IR"/>
              </w:rPr>
              <w:t>كلهم بليا روس وا حزني عليهم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CDAAC9" w14:textId="77777777" w:rsidR="00E02C66" w:rsidRDefault="00E02C6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E1DE929" w14:textId="77777777" w:rsidR="00E02C66" w:rsidRDefault="00E02C66" w:rsidP="004E7FDE">
            <w:pPr>
              <w:pStyle w:val="libPoem"/>
            </w:pPr>
            <w:r>
              <w:rPr>
                <w:rtl/>
                <w:lang w:bidi="fa-IR"/>
              </w:rPr>
              <w:t>أبداً ولا واحد كسب معروف فيهم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2C66" w14:paraId="526E2E81" w14:textId="77777777" w:rsidTr="004E7FDE">
        <w:trPr>
          <w:trHeight w:val="350"/>
        </w:trPr>
        <w:tc>
          <w:tcPr>
            <w:tcW w:w="3920" w:type="dxa"/>
          </w:tcPr>
          <w:p w14:paraId="2A432FFC" w14:textId="77777777" w:rsidR="00E02C66" w:rsidRDefault="00E02C66" w:rsidP="004E7FDE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اطيور امن السما اتظلل عليهم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94A8F7" w14:textId="77777777" w:rsidR="00E02C66" w:rsidRDefault="00E02C6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230470" w14:textId="77777777" w:rsidR="00E02C66" w:rsidRDefault="00E02C66" w:rsidP="004E7FDE">
            <w:pPr>
              <w:pStyle w:val="libPoem"/>
            </w:pPr>
            <w:r>
              <w:rPr>
                <w:rtl/>
                <w:lang w:bidi="fa-IR"/>
              </w:rPr>
              <w:t>باتوا ثلاثتيّام بالغبرة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2C66" w14:paraId="3CB239FE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7FAE154" w14:textId="77777777" w:rsidR="00E02C66" w:rsidRDefault="00E02C66" w:rsidP="004E7FDE">
            <w:pPr>
              <w:pStyle w:val="libPoem"/>
            </w:pPr>
            <w:r>
              <w:rPr>
                <w:rtl/>
                <w:lang w:bidi="fa-IR"/>
              </w:rPr>
              <w:t>اهناك من حول الشريعة بطل ممدود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A344E2" w14:textId="77777777" w:rsidR="00E02C66" w:rsidRDefault="00E02C6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96651E" w14:textId="77777777" w:rsidR="00E02C66" w:rsidRDefault="00E02C66" w:rsidP="004E7FDE">
            <w:pPr>
              <w:pStyle w:val="libPoem"/>
            </w:pPr>
            <w:r>
              <w:rPr>
                <w:rtl/>
                <w:lang w:bidi="fa-IR"/>
              </w:rPr>
              <w:t>طايح على المسنات لكنه بلا ازنود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2C66" w14:paraId="4DA366D6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C679620" w14:textId="77777777" w:rsidR="00E02C66" w:rsidRDefault="00E02C66" w:rsidP="004E7FDE">
            <w:pPr>
              <w:pStyle w:val="libPoem"/>
            </w:pPr>
            <w:r>
              <w:rPr>
                <w:rtl/>
                <w:lang w:bidi="fa-IR"/>
              </w:rPr>
              <w:t>فوق الثرى مرمي اُوحوله اِمشقق الجود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F6FCBA" w14:textId="77777777" w:rsidR="00E02C66" w:rsidRDefault="00E02C6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4A40C4" w14:textId="77777777" w:rsidR="00E02C66" w:rsidRDefault="00E02C66" w:rsidP="004E7FDE">
            <w:pPr>
              <w:pStyle w:val="libPoem"/>
            </w:pPr>
            <w:r>
              <w:rPr>
                <w:rtl/>
                <w:lang w:bidi="fa-IR"/>
              </w:rPr>
              <w:t>اُوحوله جماعة امطرّحه كلهم 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2C66" w14:paraId="2CB11F04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0ACEC19" w14:textId="77777777" w:rsidR="00E02C66" w:rsidRDefault="00E02C66" w:rsidP="004E7FDE">
            <w:pPr>
              <w:pStyle w:val="libPoem"/>
            </w:pPr>
            <w:r>
              <w:rPr>
                <w:rtl/>
                <w:lang w:bidi="fa-IR"/>
              </w:rPr>
              <w:t>ظلوا ثلاثتيام صرعى فوق تربان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EA3214" w14:textId="77777777" w:rsidR="00E02C66" w:rsidRDefault="00E02C6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900F8B" w14:textId="77777777" w:rsidR="00E02C66" w:rsidRDefault="00E02C66" w:rsidP="004E7FDE">
            <w:pPr>
              <w:pStyle w:val="libPoem"/>
            </w:pPr>
            <w:r>
              <w:rPr>
                <w:rtl/>
                <w:lang w:bidi="fa-IR"/>
              </w:rPr>
              <w:t>ما بينهم صنديد يدعي القلب حيران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2C66" w14:paraId="79A00B77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1FF95ED" w14:textId="77777777" w:rsidR="00E02C66" w:rsidRDefault="00E02C66" w:rsidP="004E7FDE">
            <w:pPr>
              <w:pStyle w:val="libPoem"/>
            </w:pPr>
            <w:r>
              <w:rPr>
                <w:rtl/>
                <w:lang w:bidi="fa-IR"/>
              </w:rPr>
              <w:t>وايصيح من نحره انا المذبوح عطشان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2764C9" w14:textId="77777777" w:rsidR="00E02C66" w:rsidRDefault="00E02C6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525BFF" w14:textId="77777777" w:rsidR="00E02C66" w:rsidRDefault="00E02C66" w:rsidP="004E7FDE">
            <w:pPr>
              <w:pStyle w:val="libPoem"/>
            </w:pPr>
            <w:r>
              <w:rPr>
                <w:rtl/>
                <w:lang w:bidi="fa-IR"/>
              </w:rPr>
              <w:t>وا حسرتي رضت اضلوعه الأعوجيّه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2C66" w14:paraId="797DE1AA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BE4DF87" w14:textId="77777777" w:rsidR="00E02C66" w:rsidRDefault="00E02C66" w:rsidP="004E7FDE">
            <w:pPr>
              <w:pStyle w:val="libPoem"/>
            </w:pPr>
            <w:r>
              <w:rPr>
                <w:rtl/>
                <w:lang w:bidi="fa-IR"/>
              </w:rPr>
              <w:t>لا تسألونا اللي لقينا احوال شنعا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5FE4EE" w14:textId="77777777" w:rsidR="00E02C66" w:rsidRDefault="00E02C6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DE62B8" w14:textId="77777777" w:rsidR="00E02C66" w:rsidRDefault="00E02C66" w:rsidP="004E7FDE">
            <w:pPr>
              <w:pStyle w:val="libPoem"/>
            </w:pPr>
            <w:r>
              <w:rPr>
                <w:rtl/>
                <w:lang w:bidi="fa-IR"/>
              </w:rPr>
              <w:t>شفنا اَجساد امطرّحة بالترب صرعى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2C66" w14:paraId="4FEB7428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D473921" w14:textId="77777777" w:rsidR="00E02C66" w:rsidRDefault="00E02C66" w:rsidP="004E7FDE">
            <w:pPr>
              <w:pStyle w:val="libPoem"/>
            </w:pPr>
            <w:r>
              <w:rPr>
                <w:rtl/>
                <w:lang w:bidi="fa-IR"/>
              </w:rPr>
              <w:t>كلهم بليا روس بالتربان ضجعا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67A949" w14:textId="77777777" w:rsidR="00E02C66" w:rsidRDefault="00E02C66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D650EE" w14:textId="77777777" w:rsidR="00E02C66" w:rsidRDefault="00E02C66" w:rsidP="004E7FDE">
            <w:pPr>
              <w:pStyle w:val="libPoem"/>
            </w:pPr>
            <w:r>
              <w:rPr>
                <w:rtl/>
                <w:lang w:bidi="fa-IR"/>
              </w:rPr>
              <w:t>كُل ينادي آه كبدي ملتظيّه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6D3F72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5CBC633C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وهذا الفصل يشمل النساء الهاشميّات بعد رجوعهم من الشام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728C8" w14:paraId="088E1195" w14:textId="77777777" w:rsidTr="009728C8">
        <w:trPr>
          <w:trHeight w:val="350"/>
        </w:trPr>
        <w:tc>
          <w:tcPr>
            <w:tcW w:w="3964" w:type="dxa"/>
            <w:shd w:val="clear" w:color="auto" w:fill="auto"/>
          </w:tcPr>
          <w:p w14:paraId="4237E21E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بانت اِقبور اَهلي اُورد حزني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74EA7342" w14:textId="77777777" w:rsidR="009728C8" w:rsidRDefault="009728C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6154AD6D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يا عمتا بانت اطفوف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8C8" w14:paraId="3054E54E" w14:textId="77777777" w:rsidTr="009728C8">
        <w:trPr>
          <w:trHeight w:val="350"/>
        </w:trPr>
        <w:tc>
          <w:tcPr>
            <w:tcW w:w="3964" w:type="dxa"/>
          </w:tcPr>
          <w:p w14:paraId="4D453295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بانت فيافي كربلا اُوهلّت اعيوني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2B25378" w14:textId="77777777" w:rsidR="009728C8" w:rsidRDefault="009728C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E391E87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واتذكّرت فرسان قومي فارقوني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8C8" w14:paraId="4EF3C4EF" w14:textId="77777777" w:rsidTr="009728C8">
        <w:trPr>
          <w:trHeight w:val="350"/>
        </w:trPr>
        <w:tc>
          <w:tcPr>
            <w:tcW w:w="3964" w:type="dxa"/>
          </w:tcPr>
          <w:p w14:paraId="43EDA705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يا ليت ما شافت مصارعهم اعيوني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F2D41D0" w14:textId="77777777" w:rsidR="009728C8" w:rsidRDefault="009728C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642779E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راحوا ابجمعهم ما بقى منهم بقيّه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8C8" w14:paraId="353D96A7" w14:textId="77777777" w:rsidTr="009728C8">
        <w:trPr>
          <w:trHeight w:val="350"/>
        </w:trPr>
        <w:tc>
          <w:tcPr>
            <w:tcW w:w="3964" w:type="dxa"/>
          </w:tcPr>
          <w:p w14:paraId="78D6EB2C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جتكم يتاماكم اُو نسوتكم عرايا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808FBD5" w14:textId="77777777" w:rsidR="009728C8" w:rsidRDefault="009728C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BB1F62B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في الشام قاسينا المصايب والرزيا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8C8" w14:paraId="60E6F86A" w14:textId="77777777" w:rsidTr="009728C8">
        <w:trPr>
          <w:trHeight w:val="350"/>
        </w:trPr>
        <w:tc>
          <w:tcPr>
            <w:tcW w:w="3964" w:type="dxa"/>
          </w:tcPr>
          <w:p w14:paraId="16C96601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واعظم علينا ادخولنا لبن الدعايا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75AE5F7" w14:textId="77777777" w:rsidR="009728C8" w:rsidRDefault="009728C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5351804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ما ظن ترضى يا شهيد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8C8" w14:paraId="41BE9861" w14:textId="77777777" w:rsidTr="009728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7D4E5BC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لحد يصنديد الحرايب يا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D7E0E00" w14:textId="77777777" w:rsidR="009728C8" w:rsidRDefault="009728C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7EBF263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اجلس تلقانا ترا من الشام جينا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8C8" w14:paraId="6FA1C5DD" w14:textId="77777777" w:rsidTr="009728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7E8A7F7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جيتك بخبرك بالذي سوّوه 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38089B2" w14:textId="77777777" w:rsidR="009728C8" w:rsidRDefault="009728C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52F38C6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قاسيت يا خويه البلا واعظم رزيّه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8C8" w14:paraId="22AEAAB7" w14:textId="77777777" w:rsidTr="009728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C30A97F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ما قصروا يحسين فينا هالاعادي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1E32A80" w14:textId="77777777" w:rsidR="009728C8" w:rsidRDefault="009728C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2E267A2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نصبح ابوادي يا لولي اُونمسي ابوادي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8C8" w14:paraId="49C4DC1E" w14:textId="77777777" w:rsidTr="009728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1D7E16F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وابنك علي يحسين مغلول الايادي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1F02694" w14:textId="77777777" w:rsidR="009728C8" w:rsidRDefault="009728C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504F201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دشّيت سوق الشام واردى ما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8C8" w14:paraId="76B445C7" w14:textId="77777777" w:rsidTr="009728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03D36E1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يحسين يابن اُمّي الضرب ألّم اِمتوني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76F1041" w14:textId="77777777" w:rsidR="009728C8" w:rsidRDefault="009728C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ACF887F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لومن صحت باسمك يخويه يضربوني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8C8" w14:paraId="28E8E0CA" w14:textId="77777777" w:rsidTr="009728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CE5D4BB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واِحريمكُم ويّا اليتامى ذوّبوني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81F0A70" w14:textId="77777777" w:rsidR="009728C8" w:rsidRDefault="009728C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9E031F1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كُل من تون من صوب والونّه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8C8" w14:paraId="22985998" w14:textId="77777777" w:rsidTr="009728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9047124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يحسين بعدك يابن ابويه ما هجعت 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A7517B2" w14:textId="77777777" w:rsidR="009728C8" w:rsidRDefault="009728C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91AC22F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ابليا ستر يحسين دشّينا الدياوين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8C8" w14:paraId="188E368A" w14:textId="77777777" w:rsidTr="009728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9B1F1DD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واليوم جينا الكربلا ياخوي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A98765D" w14:textId="77777777" w:rsidR="009728C8" w:rsidRDefault="009728C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601A7C6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جينا بننصب لك عزا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8C8" w14:paraId="538A2A04" w14:textId="77777777" w:rsidTr="009728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2CF1D48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معتاد اخويه اهل السفر لاجوا يردون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EA32221" w14:textId="77777777" w:rsidR="009728C8" w:rsidRDefault="009728C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361370F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اشيلوا هدايا مع تحف حق هلهم يودون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8C8" w14:paraId="02AF7DFF" w14:textId="77777777" w:rsidTr="009728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67AC70C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واحنا بليا تحف لا يقضى ولا يكون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F331144" w14:textId="77777777" w:rsidR="009728C8" w:rsidRDefault="009728C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52A4BEC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نرجع إلى الأحباب باكفوف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8C8" w14:paraId="61CF03AF" w14:textId="77777777" w:rsidTr="009728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1814A46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بالله يسوري اعن العدى اُويافيض لعلوم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80B2077" w14:textId="77777777" w:rsidR="009728C8" w:rsidRDefault="009728C8" w:rsidP="004E7FD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DE97F8C" w14:textId="77777777" w:rsidR="009728C8" w:rsidRDefault="009728C8" w:rsidP="004E7FDE">
            <w:pPr>
              <w:pStyle w:val="libPoem"/>
            </w:pPr>
            <w:r>
              <w:rPr>
                <w:rtl/>
                <w:lang w:bidi="fa-IR"/>
              </w:rPr>
              <w:t>نبغي هديّة حق بني هاشم اُو مخزوم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DCD4B0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B431F" w14:paraId="76728ABF" w14:textId="77777777" w:rsidTr="00296DC3">
        <w:trPr>
          <w:trHeight w:val="350"/>
        </w:trPr>
        <w:tc>
          <w:tcPr>
            <w:tcW w:w="3920" w:type="dxa"/>
            <w:shd w:val="clear" w:color="auto" w:fill="auto"/>
          </w:tcPr>
          <w:p w14:paraId="27C35DED" w14:textId="77777777" w:rsidR="005B431F" w:rsidRDefault="005B431F" w:rsidP="00296DC3">
            <w:pPr>
              <w:pStyle w:val="libPoem"/>
            </w:pPr>
            <w:r>
              <w:rPr>
                <w:rtl/>
                <w:lang w:bidi="fa-IR"/>
              </w:rPr>
              <w:lastRenderedPageBreak/>
              <w:t>قلها هديتكم يعمّة فيض لدموم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CF70A8B" w14:textId="77777777" w:rsidR="005B431F" w:rsidRDefault="005B431F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C5C27DF" w14:textId="77777777" w:rsidR="005B431F" w:rsidRDefault="005B431F" w:rsidP="00296DC3">
            <w:pPr>
              <w:pStyle w:val="libPoem"/>
            </w:pPr>
            <w:r>
              <w:rPr>
                <w:rtl/>
                <w:lang w:bidi="fa-IR"/>
              </w:rPr>
              <w:t>من منحر المذبوح باَرض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341C197" w14:textId="77777777" w:rsidR="00EE7C84" w:rsidRDefault="00EE7C84" w:rsidP="001E4922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E7FDE" w14:paraId="07936C42" w14:textId="77777777" w:rsidTr="004E7FDE">
        <w:trPr>
          <w:trHeight w:val="350"/>
        </w:trPr>
        <w:tc>
          <w:tcPr>
            <w:tcW w:w="3920" w:type="dxa"/>
            <w:shd w:val="clear" w:color="auto" w:fill="auto"/>
          </w:tcPr>
          <w:p w14:paraId="2CAC8F9B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قبر الشهيد ابن اُمّي بانت لنا أنواره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30DE74D" w14:textId="77777777" w:rsidR="004E7FDE" w:rsidRDefault="004E7F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76F6570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قبرٌ عسى يالوالي ما تنقطع زوّاره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7FDE" w14:paraId="0138C0E3" w14:textId="77777777" w:rsidTr="004E7FDE">
        <w:trPr>
          <w:trHeight w:val="350"/>
        </w:trPr>
        <w:tc>
          <w:tcPr>
            <w:tcW w:w="3920" w:type="dxa"/>
          </w:tcPr>
          <w:p w14:paraId="3DACC91D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يا كربلا باترابك صار القبر والحاير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AC2CA9" w14:textId="77777777" w:rsidR="004E7FDE" w:rsidRDefault="004E7F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3A220A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يا كربلا ردّيهم رحمي لقلب طاير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7FDE" w14:paraId="1E3E6706" w14:textId="77777777" w:rsidTr="004E7FDE">
        <w:trPr>
          <w:trHeight w:val="350"/>
        </w:trPr>
        <w:tc>
          <w:tcPr>
            <w:tcW w:w="3920" w:type="dxa"/>
          </w:tcPr>
          <w:p w14:paraId="794C83A0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يا كربلا من فضلك صرتي ملاذ الزاير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62960E" w14:textId="77777777" w:rsidR="004E7FDE" w:rsidRDefault="004E7F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233894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كلمن يزورك يستر يوم الحشر بابشاره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7FDE" w14:paraId="4963A32D" w14:textId="77777777" w:rsidTr="004E7FDE">
        <w:trPr>
          <w:trHeight w:val="350"/>
        </w:trPr>
        <w:tc>
          <w:tcPr>
            <w:tcW w:w="3920" w:type="dxa"/>
          </w:tcPr>
          <w:p w14:paraId="5B032253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يا كربلا ردّيهم واعلى العزيزة احشاها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48BF7E" w14:textId="77777777" w:rsidR="004E7FDE" w:rsidRDefault="004E7F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E7097B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ردّي حشا من شبت نار الحزن باحشاها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7FDE" w14:paraId="17DEE4BD" w14:textId="77777777" w:rsidTr="004E7FDE">
        <w:trPr>
          <w:trHeight w:val="350"/>
        </w:trPr>
        <w:tc>
          <w:tcPr>
            <w:tcW w:w="3920" w:type="dxa"/>
          </w:tcPr>
          <w:p w14:paraId="0E77D9FB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ترجع بلا وليانها ما ينتظم ممشاها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F2237D" w14:textId="77777777" w:rsidR="004E7FDE" w:rsidRDefault="004E7F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4839D1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في شيلتي يا كربلا اُوفي رجعتي محتاره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7FDE" w14:paraId="03854159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CF9EA05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ياهي امصيبة امنها اضلوع الصدر تتحنى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93A6F7" w14:textId="77777777" w:rsidR="004E7FDE" w:rsidRDefault="004E7F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795A2E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يوم دخلنا المجلس فيه الزمر والغنا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7FDE" w14:paraId="70DBEA7E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A28B45F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مجلس يزيد الفاجر يضحك علينا ابسنه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9C6D76" w14:textId="77777777" w:rsidR="004E7FDE" w:rsidRDefault="004E7F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20369C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شامت علينا بالفرح يترنم اباشعاره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7FDE" w14:paraId="652382FC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FBFCC39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ياهي امصيبة عظمى اُوياهي امصيبة شنعا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0A88A4" w14:textId="77777777" w:rsidR="004E7FDE" w:rsidRDefault="004E7F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28BE90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يوم دخلنا المجلس واحنا بليا قنعه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7FDE" w14:paraId="5A14B6CD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E64F450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واتذكرت اسكينة قامت تصيح اُوتنعى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FD50B8" w14:textId="77777777" w:rsidR="004E7FDE" w:rsidRDefault="004E7F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0E6A67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ترضى يبويه ندخل في مجلس الخمّاره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7FDE" w14:paraId="30D021D9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7B5B7F4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عتبي على اللي غابوا من عزوتي وارجالي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5EF18B" w14:textId="77777777" w:rsidR="004E7FDE" w:rsidRDefault="004E7F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653C88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في كربلا خلّوني حرمة بليا والي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7FDE" w14:paraId="5417DA88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BAF3FCC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واحسرتي واذلي يبكي عدوي الحالي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2F5744" w14:textId="77777777" w:rsidR="004E7FDE" w:rsidRDefault="004E7F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33A398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في وين اصك ابراسي من كثرة النظاره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7FDE" w14:paraId="2BD57F1F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22764DB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اُوعتبي على فرسان راحت ابأيد اعدايه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54EA0B" w14:textId="77777777" w:rsidR="004E7FDE" w:rsidRDefault="004E7F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A38295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يوم الحرب والرنّة باسيوفهم فرايه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7FDE" w14:paraId="0186ED31" w14:textId="77777777" w:rsidTr="004E7F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87A9ECE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مثل الضواري الجايله تحت العلم والرايه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2B16CF" w14:textId="77777777" w:rsidR="004E7FDE" w:rsidRDefault="004E7FDE" w:rsidP="004E7F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16D219" w14:textId="77777777" w:rsidR="004E7FDE" w:rsidRDefault="005B431F" w:rsidP="004E7FDE">
            <w:pPr>
              <w:pStyle w:val="libPoem"/>
            </w:pPr>
            <w:r>
              <w:rPr>
                <w:rtl/>
                <w:lang w:bidi="fa-IR"/>
              </w:rPr>
              <w:t>اُوعتبي على فرساني ما صبحوا بالغاره</w:t>
            </w:r>
            <w:r w:rsidR="004E7FD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04617B1" w14:textId="77777777" w:rsidR="00EE7C84" w:rsidRDefault="00EE7C84" w:rsidP="001E4922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0C079F3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97865" w14:paraId="7757DD93" w14:textId="77777777" w:rsidTr="00997865">
        <w:trPr>
          <w:trHeight w:val="350"/>
        </w:trPr>
        <w:tc>
          <w:tcPr>
            <w:tcW w:w="3964" w:type="dxa"/>
            <w:shd w:val="clear" w:color="auto" w:fill="auto"/>
          </w:tcPr>
          <w:p w14:paraId="1B73017E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lastRenderedPageBreak/>
              <w:t>بانت اطفوف الغاضريّة يا 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260D0313" w14:textId="77777777" w:rsidR="00997865" w:rsidRDefault="00997865" w:rsidP="00296DC3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5C3BA5E3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هذي اقبور اَهل الحميّة والولي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865" w14:paraId="4DC3EA5A" w14:textId="77777777" w:rsidTr="00997865">
        <w:trPr>
          <w:trHeight w:val="350"/>
        </w:trPr>
        <w:tc>
          <w:tcPr>
            <w:tcW w:w="3964" w:type="dxa"/>
          </w:tcPr>
          <w:p w14:paraId="00DC4C57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يحسين جينا نشتكي عندك اشكايه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E694381" w14:textId="77777777" w:rsidR="00997865" w:rsidRDefault="00997865" w:rsidP="00296DC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74F718C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دشّوا بنا الشامات يابن اُمّي سبايا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865" w14:paraId="0428C9EE" w14:textId="77777777" w:rsidTr="00997865">
        <w:trPr>
          <w:trHeight w:val="350"/>
        </w:trPr>
        <w:tc>
          <w:tcPr>
            <w:tcW w:w="3964" w:type="dxa"/>
          </w:tcPr>
          <w:p w14:paraId="700262CC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وايتامكم تنعى على اظهور المطايا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6951FBA" w14:textId="77777777" w:rsidR="00997865" w:rsidRDefault="00997865" w:rsidP="00296DC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1EEE089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من عقب ما طافوا بنا ذيك البلادين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865" w14:paraId="6CBD8504" w14:textId="77777777" w:rsidTr="00997865">
        <w:trPr>
          <w:trHeight w:val="350"/>
        </w:trPr>
        <w:tc>
          <w:tcPr>
            <w:tcW w:w="3964" w:type="dxa"/>
          </w:tcPr>
          <w:p w14:paraId="2BD760FD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ياهي مصيبة يوم دخلونا على ايزيد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0B0A63A" w14:textId="77777777" w:rsidR="00997865" w:rsidRDefault="00997865" w:rsidP="00296DC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3E5AA28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وابنك علي بين الأعادي امقيد ابقيد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865" w14:paraId="1237810E" w14:textId="77777777" w:rsidTr="00997865">
        <w:trPr>
          <w:trHeight w:val="350"/>
        </w:trPr>
        <w:tc>
          <w:tcPr>
            <w:tcW w:w="3964" w:type="dxa"/>
          </w:tcPr>
          <w:p w14:paraId="3DA4D08B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وامر يزيد الرجس في الشامات بالعيد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6E13DE2" w14:textId="77777777" w:rsidR="00997865" w:rsidRDefault="00997865" w:rsidP="00296DC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A0FFBB1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ليتك ترانا بين اعدانا ذليلين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865" w14:paraId="52AC5D96" w14:textId="77777777" w:rsidTr="0099786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65EC20F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في دار مكشوفه حبسنا نسل لنذال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C47C0B2" w14:textId="77777777" w:rsidR="00997865" w:rsidRDefault="00997865" w:rsidP="00296DC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7B84142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يحسين تصهرنا الشمس واحنا بلا اظلال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865" w14:paraId="4773AAFB" w14:textId="77777777" w:rsidTr="0099786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98F30D0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واعظم عليّه يا كفيلي نوح لطفال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55075ED" w14:textId="77777777" w:rsidR="00997865" w:rsidRDefault="00997865" w:rsidP="00296DC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AC8E12F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كُل من تسايلني يعمّه اِحسين في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865" w14:paraId="40267063" w14:textId="77777777" w:rsidTr="0099786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B733008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طر اللحد يحسين جينالك من الشام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D067C5F" w14:textId="77777777" w:rsidR="00997865" w:rsidRDefault="00997865" w:rsidP="00296DC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CDE1DB5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ابننصب عزا يحسين عندك سبعة ايام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865" w14:paraId="12A3A621" w14:textId="77777777" w:rsidTr="0099786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DB25252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اُوذوب افادي من عقبكم نوح ليتام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D0CCAC9" w14:textId="77777777" w:rsidR="00997865" w:rsidRDefault="00997865" w:rsidP="00296DC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ECC674C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اُوسكنة تنادي وين فرسان الحرب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865" w14:paraId="731D0525" w14:textId="77777777" w:rsidTr="0099786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B28F976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جينا حرم يا لحود فرجي عن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DF6E38E" w14:textId="77777777" w:rsidR="00997865" w:rsidRDefault="00997865" w:rsidP="00296DC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384A78F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ينهض مع العبّاس ويردنا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865" w14:paraId="351A52E8" w14:textId="77777777" w:rsidTr="0099786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B5B415F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ما قصر ابن ازياد فيما فعل 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6E7A6C3" w14:textId="77777777" w:rsidR="00997865" w:rsidRDefault="00997865" w:rsidP="00296DC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FF56B17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في السوق وقفنا اُوهل الكوفة امعيدين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865" w14:paraId="6D9CE249" w14:textId="77777777" w:rsidTr="0099786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DEB6A5E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شتشور يابن اُمّي علينا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B5C7B0D" w14:textId="77777777" w:rsidR="00997865" w:rsidRDefault="00997865" w:rsidP="00296DC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5E998F0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ننصب عزاكم ياهلي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865" w14:paraId="23FDF689" w14:textId="77777777" w:rsidTr="0099786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6A20614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لو نمضي الطيبة إلى ابن الحنفيّه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0CFF4FA" w14:textId="77777777" w:rsidR="00997865" w:rsidRDefault="00997865" w:rsidP="00296DC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4F5C7C7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اُو ننصب عزاكم في المدينة ياضيا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865" w14:paraId="19EEF388" w14:textId="77777777" w:rsidTr="0099786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0E7B185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ماحد غدر بيه الدهر مثلي من الناس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3922DA8" w14:textId="77777777" w:rsidR="00997865" w:rsidRDefault="00997865" w:rsidP="00296DC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9EE66EB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فارقت اخويه اِحسين والجاسم اُو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865" w14:paraId="7B96CB79" w14:textId="77777777" w:rsidTr="0099786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F0157AF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اُو قومي اُو فرساني اُوهلي صعبين لمراس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18DC603" w14:textId="77777777" w:rsidR="00997865" w:rsidRDefault="00997865" w:rsidP="00296DC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6F26197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بانصب عزا ما حد يعزيني على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865" w14:paraId="5BF3D237" w14:textId="77777777" w:rsidTr="0099786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308D731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امن اقبوركم ثوروا ابهمه يا 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53464EA" w14:textId="77777777" w:rsidR="00997865" w:rsidRDefault="00997865" w:rsidP="00296DC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610575A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ردّت حرمكم للمدينة ابغير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865" w14:paraId="53AAF674" w14:textId="77777777" w:rsidTr="0099786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3D45C80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نخيت ما واحد سمعني وانتخى 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4ED7024" w14:textId="77777777" w:rsidR="00997865" w:rsidRDefault="00997865" w:rsidP="00296DC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3F40685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وين الذي بالأمس يحمون الصياوين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0BDADAF" w14:textId="77777777" w:rsidR="00EE7C84" w:rsidRDefault="00EE7C84" w:rsidP="00997865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97865" w14:paraId="783043A9" w14:textId="77777777" w:rsidTr="00296DC3">
        <w:trPr>
          <w:trHeight w:val="350"/>
        </w:trPr>
        <w:tc>
          <w:tcPr>
            <w:tcW w:w="3920" w:type="dxa"/>
            <w:shd w:val="clear" w:color="auto" w:fill="auto"/>
          </w:tcPr>
          <w:p w14:paraId="67BD01D7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يحسين يا والينا يحسين يا والينا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8FC8B31" w14:textId="77777777" w:rsidR="00997865" w:rsidRDefault="00997865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B74BAD4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جاب الدهر خدامنا يتفرجون اعلينا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865" w14:paraId="28C96247" w14:textId="77777777" w:rsidTr="00296DC3">
        <w:trPr>
          <w:trHeight w:val="350"/>
        </w:trPr>
        <w:tc>
          <w:tcPr>
            <w:tcW w:w="3920" w:type="dxa"/>
          </w:tcPr>
          <w:p w14:paraId="6EA092EB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يحسين انا ما عفتك بعدك عزيز اُوغالي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312A33" w14:textId="77777777" w:rsidR="00997865" w:rsidRDefault="00997865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2C9E7F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وانته عفتني وانته ضيعتني يالوالي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865" w14:paraId="71FD92B8" w14:textId="77777777" w:rsidTr="00296DC3">
        <w:trPr>
          <w:trHeight w:val="350"/>
        </w:trPr>
        <w:tc>
          <w:tcPr>
            <w:tcW w:w="3920" w:type="dxa"/>
          </w:tcPr>
          <w:p w14:paraId="50CC063F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يحسين بعد ارجالي ضاعت يخويه احوالي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189187" w14:textId="77777777" w:rsidR="00997865" w:rsidRDefault="00997865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93BE6F" w14:textId="77777777" w:rsidR="00997865" w:rsidRDefault="00997865" w:rsidP="00296DC3">
            <w:pPr>
              <w:pStyle w:val="libPoem"/>
            </w:pPr>
            <w:r>
              <w:rPr>
                <w:rtl/>
                <w:lang w:bidi="fa-IR"/>
              </w:rPr>
              <w:t>خدامنا جو لينا يتفرجون اعلينا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7F29A5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87259" w14:paraId="36C4606A" w14:textId="77777777" w:rsidTr="00296DC3">
        <w:trPr>
          <w:trHeight w:val="350"/>
        </w:trPr>
        <w:tc>
          <w:tcPr>
            <w:tcW w:w="3920" w:type="dxa"/>
            <w:shd w:val="clear" w:color="auto" w:fill="auto"/>
          </w:tcPr>
          <w:p w14:paraId="21182BC4" w14:textId="77777777" w:rsidR="00A87259" w:rsidRDefault="00A87259" w:rsidP="00296DC3">
            <w:pPr>
              <w:pStyle w:val="libPoem"/>
            </w:pPr>
            <w:r>
              <w:rPr>
                <w:rtl/>
                <w:lang w:bidi="fa-IR"/>
              </w:rPr>
              <w:lastRenderedPageBreak/>
              <w:t>عن هالحكي كرمينا وامن الدنس حاشانه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753B31A" w14:textId="77777777" w:rsidR="00A87259" w:rsidRDefault="00A8725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10ACF6E" w14:textId="77777777" w:rsidR="00A87259" w:rsidRDefault="00A87259" w:rsidP="00296DC3">
            <w:pPr>
              <w:pStyle w:val="libPoem"/>
            </w:pPr>
            <w:r>
              <w:rPr>
                <w:rtl/>
                <w:lang w:bidi="fa-IR"/>
              </w:rPr>
              <w:t>ربّ السما طهرنا اُو يشهد لنا قرآنه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259" w14:paraId="2D4D052D" w14:textId="77777777" w:rsidTr="00296DC3">
        <w:trPr>
          <w:trHeight w:val="350"/>
        </w:trPr>
        <w:tc>
          <w:tcPr>
            <w:tcW w:w="3920" w:type="dxa"/>
          </w:tcPr>
          <w:p w14:paraId="26B397DA" w14:textId="77777777" w:rsidR="00A87259" w:rsidRDefault="00A87259" w:rsidP="00296DC3">
            <w:pPr>
              <w:pStyle w:val="libPoem"/>
            </w:pPr>
            <w:r>
              <w:rPr>
                <w:rtl/>
                <w:lang w:bidi="fa-IR"/>
              </w:rPr>
              <w:t>والعيب في ميسونة والعيب في مرجانه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D55BC3" w14:textId="77777777" w:rsidR="00A87259" w:rsidRDefault="00A8725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2E3250" w14:textId="77777777" w:rsidR="00A87259" w:rsidRDefault="00A87259" w:rsidP="00296DC3">
            <w:pPr>
              <w:pStyle w:val="libPoem"/>
            </w:pPr>
            <w:r>
              <w:rPr>
                <w:rtl/>
                <w:lang w:bidi="fa-IR"/>
              </w:rPr>
              <w:t>والعيب في ولد الزنا هاللي خرج عن دينا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259" w14:paraId="49C4B023" w14:textId="77777777" w:rsidTr="00296DC3">
        <w:trPr>
          <w:trHeight w:val="350"/>
        </w:trPr>
        <w:tc>
          <w:tcPr>
            <w:tcW w:w="3920" w:type="dxa"/>
          </w:tcPr>
          <w:p w14:paraId="7ECC4837" w14:textId="77777777" w:rsidR="00A87259" w:rsidRDefault="00A87259" w:rsidP="00296DC3">
            <w:pPr>
              <w:pStyle w:val="libPoem"/>
            </w:pPr>
            <w:r>
              <w:rPr>
                <w:rtl/>
                <w:lang w:bidi="fa-IR"/>
              </w:rPr>
              <w:t>يا هند ما تعرفيني اهلي كرام اُوساده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FB6102" w14:textId="77777777" w:rsidR="00A87259" w:rsidRDefault="00A8725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C593D2" w14:textId="77777777" w:rsidR="00A87259" w:rsidRDefault="00A87259" w:rsidP="00296DC3">
            <w:pPr>
              <w:pStyle w:val="libPoem"/>
            </w:pPr>
            <w:r>
              <w:rPr>
                <w:rtl/>
                <w:lang w:bidi="fa-IR"/>
              </w:rPr>
              <w:t>اُوبيتي رفيع اُوعالي ما تنقطع وفّاده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259" w14:paraId="31A6C55C" w14:textId="77777777" w:rsidTr="00296DC3">
        <w:trPr>
          <w:trHeight w:val="350"/>
        </w:trPr>
        <w:tc>
          <w:tcPr>
            <w:tcW w:w="3920" w:type="dxa"/>
          </w:tcPr>
          <w:p w14:paraId="19A6082F" w14:textId="77777777" w:rsidR="00A87259" w:rsidRDefault="00A87259" w:rsidP="00296DC3">
            <w:pPr>
              <w:pStyle w:val="libPoem"/>
            </w:pPr>
            <w:r>
              <w:rPr>
                <w:rtl/>
                <w:lang w:bidi="fa-IR"/>
              </w:rPr>
              <w:t>اُوهذا الدهر من شانه ما تنحمدله عاده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94A1E8" w14:textId="77777777" w:rsidR="00A87259" w:rsidRDefault="00A8725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1408EB" w14:textId="77777777" w:rsidR="00A87259" w:rsidRDefault="00A87259" w:rsidP="00296DC3">
            <w:pPr>
              <w:pStyle w:val="libPoem"/>
            </w:pPr>
            <w:r>
              <w:rPr>
                <w:rtl/>
                <w:lang w:bidi="fa-IR"/>
              </w:rPr>
              <w:t>جابك الينا امن القصر تتفرجين اعلينا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259" w14:paraId="3EE45270" w14:textId="77777777" w:rsidTr="00296DC3">
        <w:trPr>
          <w:trHeight w:val="350"/>
        </w:trPr>
        <w:tc>
          <w:tcPr>
            <w:tcW w:w="3920" w:type="dxa"/>
          </w:tcPr>
          <w:p w14:paraId="65EE37C8" w14:textId="77777777" w:rsidR="00A87259" w:rsidRDefault="00A87259" w:rsidP="00296DC3">
            <w:pPr>
              <w:pStyle w:val="libPoem"/>
            </w:pPr>
            <w:r>
              <w:rPr>
                <w:rtl/>
                <w:lang w:bidi="fa-IR"/>
              </w:rPr>
              <w:t>يا هند انا المعروفه يا هند انا الموصوفه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DED9EE" w14:textId="77777777" w:rsidR="00A87259" w:rsidRDefault="00A8725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5B7D57" w14:textId="77777777" w:rsidR="00A87259" w:rsidRDefault="00A87259" w:rsidP="00296DC3">
            <w:pPr>
              <w:pStyle w:val="libPoem"/>
            </w:pPr>
            <w:r>
              <w:rPr>
                <w:rtl/>
                <w:lang w:bidi="fa-IR"/>
              </w:rPr>
              <w:t>وابيوتنا في يثرب وابيوتنا في 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259" w14:paraId="5CFBE349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83B78BD" w14:textId="77777777" w:rsidR="00A87259" w:rsidRDefault="00A87259" w:rsidP="00296DC3">
            <w:pPr>
              <w:pStyle w:val="libPoem"/>
            </w:pPr>
            <w:r>
              <w:rPr>
                <w:rtl/>
                <w:lang w:bidi="fa-IR"/>
              </w:rPr>
              <w:t>واليوم دهري جابني في دارك المكشوفه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93D3A2" w14:textId="77777777" w:rsidR="00A87259" w:rsidRDefault="00A8725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2ADA0C" w14:textId="77777777" w:rsidR="00A87259" w:rsidRDefault="00A87259" w:rsidP="00296DC3">
            <w:pPr>
              <w:pStyle w:val="libPoem"/>
            </w:pPr>
            <w:r>
              <w:rPr>
                <w:rtl/>
                <w:lang w:bidi="fa-IR"/>
              </w:rPr>
              <w:t>اُوجيتين لينا امن القصر تتفرجين اعلينا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259" w14:paraId="1AC8D7F3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64B5B0F" w14:textId="77777777" w:rsidR="00A87259" w:rsidRDefault="00A87259" w:rsidP="00296DC3">
            <w:pPr>
              <w:pStyle w:val="libPoem"/>
            </w:pPr>
            <w:r>
              <w:rPr>
                <w:rtl/>
                <w:lang w:bidi="fa-IR"/>
              </w:rPr>
              <w:t>يا ليت عاجلني الاجل والشام ماجيناها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F12BBC" w14:textId="77777777" w:rsidR="00A87259" w:rsidRDefault="00A8725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27AA9B" w14:textId="77777777" w:rsidR="00A87259" w:rsidRDefault="00A87259" w:rsidP="00296DC3">
            <w:pPr>
              <w:pStyle w:val="libPoem"/>
            </w:pPr>
            <w:r>
              <w:rPr>
                <w:rtl/>
                <w:lang w:bidi="fa-IR"/>
              </w:rPr>
              <w:t>حال الشناعة حالنا في حين وصلناها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259" w14:paraId="53489E94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6113E60" w14:textId="77777777" w:rsidR="00A87259" w:rsidRDefault="00A87259" w:rsidP="00296DC3">
            <w:pPr>
              <w:pStyle w:val="libPoem"/>
            </w:pPr>
            <w:r>
              <w:rPr>
                <w:rtl/>
                <w:lang w:bidi="fa-IR"/>
              </w:rPr>
              <w:t>بازمورهم حولينا واهوال قاسيناها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92AC15" w14:textId="77777777" w:rsidR="00A87259" w:rsidRDefault="00A8725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E09F35" w14:textId="77777777" w:rsidR="00A87259" w:rsidRDefault="00A87259" w:rsidP="00296DC3">
            <w:pPr>
              <w:pStyle w:val="libPoem"/>
            </w:pPr>
            <w:r>
              <w:rPr>
                <w:rtl/>
                <w:lang w:bidi="fa-IR"/>
              </w:rPr>
              <w:t>يا ليت فارقنا النفس ولا اليها جينا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259" w14:paraId="10F50D79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3F863F1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ما حب اَنا اتعرفيني ما دام هذا حالي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1ED5AB" w14:textId="77777777" w:rsidR="00A87259" w:rsidRDefault="00A8725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F7AEAE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إبدار أنا مكشوفة وانتين قصر عالي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259" w14:paraId="44BDDD0A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412A0A4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انتين قومك حولك ونا فقدت ارجالي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A98A91" w14:textId="77777777" w:rsidR="00A87259" w:rsidRDefault="00A8725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35D874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اُوراسك علينا شامخ تتفرجين اعلينا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259" w14:paraId="4B179207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2D5AF0F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هل كيف انا اتواضع لك وانتي لنا مسبيّه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A9B7E8" w14:textId="77777777" w:rsidR="00A87259" w:rsidRDefault="00A8725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00F081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إمن الخوارج تدعي اُوهم عندنا موليّه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259" w14:paraId="2263536A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249F879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مانتي البتولة فاطم اُولا زينب المسبيّه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CE234E" w14:textId="77777777" w:rsidR="00A87259" w:rsidRDefault="00A8725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2D5002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نبغي نعرفك وانتي ما جايه اِتخبرينا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783D88E" w14:textId="77777777" w:rsidR="00EE7C84" w:rsidRDefault="00EE7C84" w:rsidP="00A8725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87259" w14:paraId="58A37418" w14:textId="77777777" w:rsidTr="00296DC3">
        <w:trPr>
          <w:trHeight w:val="350"/>
        </w:trPr>
        <w:tc>
          <w:tcPr>
            <w:tcW w:w="3920" w:type="dxa"/>
            <w:shd w:val="clear" w:color="auto" w:fill="auto"/>
          </w:tcPr>
          <w:p w14:paraId="7817B1A0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اِقعد تلقّى للحرم جاتك من الشام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006327F" w14:textId="77777777" w:rsidR="00A87259" w:rsidRDefault="00A8725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8CC1737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وانظر السكنة اشحالها اُويش حال ليتام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259" w14:paraId="24E5D76B" w14:textId="77777777" w:rsidTr="00296DC3">
        <w:trPr>
          <w:trHeight w:val="350"/>
        </w:trPr>
        <w:tc>
          <w:tcPr>
            <w:tcW w:w="3920" w:type="dxa"/>
          </w:tcPr>
          <w:p w14:paraId="11A991C4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اُو زينب تنادي قبر اخويه وينه صار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49C5E6" w14:textId="77777777" w:rsidR="00A87259" w:rsidRDefault="00A8725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39DD25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يامن يدلني ابحفرته اُوحفرة الانصار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259" w14:paraId="0CE46D10" w14:textId="77777777" w:rsidTr="00296DC3">
        <w:trPr>
          <w:trHeight w:val="350"/>
        </w:trPr>
        <w:tc>
          <w:tcPr>
            <w:tcW w:w="3920" w:type="dxa"/>
          </w:tcPr>
          <w:p w14:paraId="2085EAD5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باقعد على قبره اُو بصب الدمع مدرار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8EA161" w14:textId="77777777" w:rsidR="00A87259" w:rsidRDefault="00A8725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D1E254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بانصب عزا لسبوع حربي سبعة ايام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259" w14:paraId="7BCAEEB6" w14:textId="77777777" w:rsidTr="00296DC3">
        <w:trPr>
          <w:trHeight w:val="350"/>
        </w:trPr>
        <w:tc>
          <w:tcPr>
            <w:tcW w:w="3920" w:type="dxa"/>
          </w:tcPr>
          <w:p w14:paraId="3238A94C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بقعد وخلي فوق قبره مدمعي ايسيل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C3A213" w14:textId="77777777" w:rsidR="00A87259" w:rsidRDefault="00A8725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2D8818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ايحق لي لخلي ادموع عيني تشبه السيل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259" w14:paraId="3588FE98" w14:textId="77777777" w:rsidTr="00296DC3">
        <w:trPr>
          <w:trHeight w:val="350"/>
        </w:trPr>
        <w:tc>
          <w:tcPr>
            <w:tcW w:w="3920" w:type="dxa"/>
          </w:tcPr>
          <w:p w14:paraId="3334AED5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مدري تغسل لو دفن من غير تغسيل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23FED1" w14:textId="77777777" w:rsidR="00A87259" w:rsidRDefault="00A8725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F35ED0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في وين حطيتون لحده يابن لكرام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259" w14:paraId="52701847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39BED6D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يا بوالأئمة قبر اخويه ودني ليه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F05120" w14:textId="77777777" w:rsidR="00A87259" w:rsidRDefault="00A8725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65335B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بانعى على قبره اُو بابكي للحموله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259" w14:paraId="0D4A2C0B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1603D20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واتخاطب ام كلثوم بادموع هموله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15CC97" w14:textId="77777777" w:rsidR="00A87259" w:rsidRDefault="00A8725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56A022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قومي يخيّه واصحبي ويّاك ليتام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7259" w14:paraId="2C86DDC0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18866DA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معتاد لن اهل السفر لاجوا يردون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DEB6A1" w14:textId="77777777" w:rsidR="00A87259" w:rsidRDefault="00A8725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10F4AA" w14:textId="77777777" w:rsidR="00A87259" w:rsidRDefault="00BF0C2C" w:rsidP="00296DC3">
            <w:pPr>
              <w:pStyle w:val="libPoem"/>
            </w:pPr>
            <w:r>
              <w:rPr>
                <w:rtl/>
                <w:lang w:bidi="fa-IR"/>
              </w:rPr>
              <w:t>يبغون حق هلهم تحف ليهم يودون</w:t>
            </w:r>
            <w:r w:rsidR="00A8725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CF5C6D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51DBF" w14:paraId="45515F14" w14:textId="77777777" w:rsidTr="00296DC3">
        <w:trPr>
          <w:trHeight w:val="350"/>
        </w:trPr>
        <w:tc>
          <w:tcPr>
            <w:tcW w:w="3920" w:type="dxa"/>
            <w:shd w:val="clear" w:color="auto" w:fill="auto"/>
          </w:tcPr>
          <w:p w14:paraId="0BDB34BA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lastRenderedPageBreak/>
              <w:t>واحنا بليّا تحف ويش انكم تقولون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38283A2" w14:textId="77777777" w:rsidR="00651DBF" w:rsidRDefault="00651DBF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100C34D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خوفي يعتبون الاهل وولاد لعمام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DBF" w14:paraId="33B2814F" w14:textId="77777777" w:rsidTr="00296DC3">
        <w:trPr>
          <w:trHeight w:val="350"/>
        </w:trPr>
        <w:tc>
          <w:tcPr>
            <w:tcW w:w="3920" w:type="dxa"/>
          </w:tcPr>
          <w:p w14:paraId="5DB950B7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يابو محمّد يا علي يا بحر لعلوم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5A5D24" w14:textId="77777777" w:rsidR="00651DBF" w:rsidRDefault="00651DBF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B3EDB2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نبغي تحف حق الاهل هاليوم ملزوم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DBF" w14:paraId="0CC26450" w14:textId="77777777" w:rsidTr="00296DC3">
        <w:trPr>
          <w:trHeight w:val="350"/>
        </w:trPr>
        <w:tc>
          <w:tcPr>
            <w:tcW w:w="3920" w:type="dxa"/>
          </w:tcPr>
          <w:p w14:paraId="62177DA7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قلها هديتكم لهلكم عمه ادموم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3C5439" w14:textId="77777777" w:rsidR="00651DBF" w:rsidRDefault="00651DBF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77DF68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خضبي اثيابك بالدما واثياب ليتام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88F0823" w14:textId="77777777" w:rsidR="00EE7C84" w:rsidRDefault="00EE7C84" w:rsidP="00651DBF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51DBF" w14:paraId="3C52EB13" w14:textId="77777777" w:rsidTr="00296DC3">
        <w:trPr>
          <w:trHeight w:val="350"/>
        </w:trPr>
        <w:tc>
          <w:tcPr>
            <w:tcW w:w="3920" w:type="dxa"/>
            <w:shd w:val="clear" w:color="auto" w:fill="auto"/>
          </w:tcPr>
          <w:p w14:paraId="4237ED99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يحسين قوم امن القبر جتّك يتاماك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6A2D9F9" w14:textId="77777777" w:rsidR="00651DBF" w:rsidRDefault="00651DBF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0912C07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يحسين حسّ اَطفال حول القبر تنعاك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DBF" w14:paraId="67362582" w14:textId="77777777" w:rsidTr="00296DC3">
        <w:trPr>
          <w:trHeight w:val="350"/>
        </w:trPr>
        <w:tc>
          <w:tcPr>
            <w:tcW w:w="3920" w:type="dxa"/>
          </w:tcPr>
          <w:p w14:paraId="54110C45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في دار مكشوفة حبسني الفاجر ايزيد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10A123" w14:textId="77777777" w:rsidR="00651DBF" w:rsidRDefault="00651DBF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028F08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فيها ثلاثتيام ما فكني من القيد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DBF" w14:paraId="6CA444CE" w14:textId="77777777" w:rsidTr="00296DC3">
        <w:trPr>
          <w:trHeight w:val="350"/>
        </w:trPr>
        <w:tc>
          <w:tcPr>
            <w:tcW w:w="3920" w:type="dxa"/>
          </w:tcPr>
          <w:p w14:paraId="2349D2F5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اُوصار التهاني ابمجلسه أعظم من العيد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22EB59A" w14:textId="77777777" w:rsidR="00651DBF" w:rsidRDefault="00651DBF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F9C26B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وايقول يا حيدر استوفينا من ابناك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DBF" w14:paraId="216E2456" w14:textId="77777777" w:rsidTr="00296DC3">
        <w:trPr>
          <w:trHeight w:val="350"/>
        </w:trPr>
        <w:tc>
          <w:tcPr>
            <w:tcW w:w="3920" w:type="dxa"/>
          </w:tcPr>
          <w:p w14:paraId="74F08D0B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اُوسايل عن الوقعة اُوعن حرب الذي كان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B5FC2BA" w14:textId="77777777" w:rsidR="00651DBF" w:rsidRDefault="00651DBF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BE2A6B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قالوا لفانا اِحسين في دولة اُوشبّان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DBF" w14:paraId="1CA14C71" w14:textId="77777777" w:rsidTr="00296DC3">
        <w:trPr>
          <w:trHeight w:val="350"/>
        </w:trPr>
        <w:tc>
          <w:tcPr>
            <w:tcW w:w="3920" w:type="dxa"/>
          </w:tcPr>
          <w:p w14:paraId="1974CC70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مثل الاسود النازلة ابحومة الميدان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D3AC52" w14:textId="77777777" w:rsidR="00651DBF" w:rsidRDefault="00651DBF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869224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اينادون يوم الزلزله يالموت حياك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DBF" w14:paraId="36BEEDE6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2FE4AF6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اُوباقي البقيّة اِحسين في حربه تلفنا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8EBD40" w14:textId="77777777" w:rsidR="00651DBF" w:rsidRDefault="00651DBF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FEF9B9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حوّل علينا اُوقام ينشرنا اُويلفنا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DBF" w14:paraId="4CC118B7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5B9532A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حتّى لوان اتريد لك نحلف حلفنا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B85E74" w14:textId="77777777" w:rsidR="00651DBF" w:rsidRDefault="00651DBF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90C6D11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لولا يومه ما رجعنا لك اُوجينا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DBF" w14:paraId="147FAC88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6DE01C5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حول علينا اُوقام يطوي اجموعنا طي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F69B83" w14:textId="77777777" w:rsidR="00651DBF" w:rsidRDefault="00651DBF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B8CC3A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ويقول لينا ياهل الجور اُوهل الغي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DBF" w14:paraId="53727619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10AA09F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يا حيف لو ان القضا يمهلني اشوي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C0A49E" w14:textId="77777777" w:rsidR="00651DBF" w:rsidRDefault="00651DBF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78055B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قلنا إله يحسين والله ما نسيناك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DBF" w14:paraId="2376F31E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9296CE1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ساعة ولنه جاى له شمر الضبابي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42DEBC" w14:textId="77777777" w:rsidR="00651DBF" w:rsidRDefault="00651DBF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67BAD3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وايقول من فضة اُوذهب املي ركابي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DBF" w14:paraId="44761670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5597DCC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قتلت خير الناس وامكثي ابعذابي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3BC1EA" w14:textId="77777777" w:rsidR="00651DBF" w:rsidRDefault="00651DBF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8B20CD" w14:textId="77777777" w:rsidR="00651DBF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قلّه تولى واندثر الله يخزاك</w:t>
            </w:r>
            <w:r w:rsidR="00651DB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147A8D9" w14:textId="77777777" w:rsidR="00EE7C84" w:rsidRDefault="00EE7C84" w:rsidP="00651DBF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35253E5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70D62BB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هذا فصل يشتمل على رجوعهم إلى المدينة بعد منصرفهم من كربلاء , وسؤال محمّد لهم وسؤالهم لمحمّد ، ودخول بشر بن حذلم ونعائه لقتلى كربلاء وإخباره لأهل المدينة</w:t>
      </w:r>
      <w:r w:rsidR="00FB110A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7639A" w14:paraId="360D6C89" w14:textId="77777777" w:rsidTr="00296DC3">
        <w:trPr>
          <w:trHeight w:val="350"/>
        </w:trPr>
        <w:tc>
          <w:tcPr>
            <w:tcW w:w="3920" w:type="dxa"/>
            <w:shd w:val="clear" w:color="auto" w:fill="auto"/>
          </w:tcPr>
          <w:p w14:paraId="6358A83E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قوموا يناديكم بشر يهل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B3B4C21" w14:textId="77777777" w:rsidR="00E7639A" w:rsidRDefault="00E7639A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CE486A0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ما ظنّتي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امن اليتامى نادبينه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639A" w14:paraId="2B552ED2" w14:textId="77777777" w:rsidTr="00296DC3">
        <w:trPr>
          <w:trHeight w:val="350"/>
        </w:trPr>
        <w:tc>
          <w:tcPr>
            <w:tcW w:w="3920" w:type="dxa"/>
          </w:tcPr>
          <w:p w14:paraId="3C099764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في زمن لول مالفى جايب ابشاره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01A614" w14:textId="77777777" w:rsidR="00E7639A" w:rsidRDefault="00E7639A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4D236E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راكب على الناقة اُو عبراته اتجاره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639A" w14:paraId="35947ECA" w14:textId="77777777" w:rsidTr="00296DC3">
        <w:trPr>
          <w:trHeight w:val="350"/>
        </w:trPr>
        <w:tc>
          <w:tcPr>
            <w:tcW w:w="3920" w:type="dxa"/>
          </w:tcPr>
          <w:p w14:paraId="7DF1EB81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أسلم على العالم اُو يومي بالإشاره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E49D10" w14:textId="77777777" w:rsidR="00E7639A" w:rsidRDefault="00E7639A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6A498E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اُو ينشد ابشعره اُو يصفق اشماله ابيمينه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639A" w14:paraId="3768FE7D" w14:textId="77777777" w:rsidTr="00296DC3">
        <w:trPr>
          <w:trHeight w:val="350"/>
        </w:trPr>
        <w:tc>
          <w:tcPr>
            <w:tcW w:w="3920" w:type="dxa"/>
          </w:tcPr>
          <w:p w14:paraId="1CD0D9AF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مدري درى لوما درى ابن الحنفيّه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33BE14C" w14:textId="77777777" w:rsidR="00E7639A" w:rsidRDefault="00E7639A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3EE876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ابجية رسول من يتامى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639A" w14:paraId="4A7A2C54" w14:textId="77777777" w:rsidTr="00296DC3">
        <w:trPr>
          <w:trHeight w:val="350"/>
        </w:trPr>
        <w:tc>
          <w:tcPr>
            <w:tcW w:w="3920" w:type="dxa"/>
          </w:tcPr>
          <w:p w14:paraId="51F7D28F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من صوب داره يا بشر عرج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5586ED" w14:textId="77777777" w:rsidR="00E7639A" w:rsidRDefault="00E7639A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25F6CF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ما تعرفونه من طلع ما تنام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639A" w14:paraId="6CD38E93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C037725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تسفي عليه الدار بحجار اُو سوافي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FE9E1C" w14:textId="77777777" w:rsidR="00E7639A" w:rsidRDefault="00E7639A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045F94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اش هالبيت هالمظلم علي الله الكافي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639A" w14:paraId="0C3FD4B1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B118721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يمتى يخويه اِحسين إلى وجهك اُوافي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79BBDB" w14:textId="77777777" w:rsidR="00E7639A" w:rsidRDefault="00E7639A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28833E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واحب ايادي اِحسين واقبل جبينه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639A" w14:paraId="5A875B8C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7CF44D3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فاز الذي يحسين شربوا دونك الكاس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9000CF" w14:textId="77777777" w:rsidR="00E7639A" w:rsidRDefault="00E7639A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7BDAD7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مثل النذب لكبر اُو مثل البطل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639A" w14:paraId="4ADAC6E8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5CFE400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والجاسم اللي انكسر عرسه دون لعراس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6A9B2E" w14:textId="77777777" w:rsidR="00E7639A" w:rsidRDefault="00E7639A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D022FC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دشّت احدوده زوجته الحرة اسكينه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639A" w14:paraId="7C00CBC7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60D964F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ولا حضرنا ازفاف ذاك المعرس الشاب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4C4159" w14:textId="77777777" w:rsidR="00E7639A" w:rsidRDefault="00E7639A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73B559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ولا اختضبنا من بقايا ذاك لخضاب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639A" w14:paraId="1C648462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5969731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ولا عروس يوم عرسه اتبدل اثياب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32FD0E" w14:textId="77777777" w:rsidR="00E7639A" w:rsidRDefault="00E7639A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22DC26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ولا ركبنا الخيل مسروجة ابزينه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639A" w14:paraId="606C6422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73770A0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ولا حضرنا اطراد ذيك اليوم يا حيف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E89FD7" w14:textId="77777777" w:rsidR="00E7639A" w:rsidRDefault="00E7639A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48BC4A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ولا كسرنا اسنان في حربك ولا سيف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639A" w14:paraId="5287251A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94A52EE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لو طرّشت جيناك بقلوب ملاهيف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35C417C" w14:textId="77777777" w:rsidR="00E7639A" w:rsidRDefault="00E7639A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4927C3" w14:textId="77777777" w:rsidR="00E7639A" w:rsidRDefault="00E7639A" w:rsidP="00296DC3">
            <w:pPr>
              <w:pStyle w:val="libPoem"/>
            </w:pPr>
            <w:r>
              <w:rPr>
                <w:rtl/>
                <w:lang w:bidi="fa-IR"/>
              </w:rPr>
              <w:t>واحنا العدو لا شافنا اِتزور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5A7384E" w14:textId="77777777" w:rsidR="00EE7C84" w:rsidRDefault="00EE7C84" w:rsidP="00E7639A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1B27C45B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2668E" w14:paraId="1DF53B94" w14:textId="77777777" w:rsidTr="00296DC3">
        <w:trPr>
          <w:trHeight w:val="350"/>
        </w:trPr>
        <w:tc>
          <w:tcPr>
            <w:tcW w:w="3920" w:type="dxa"/>
            <w:shd w:val="clear" w:color="auto" w:fill="auto"/>
          </w:tcPr>
          <w:p w14:paraId="5FA49D7D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lastRenderedPageBreak/>
              <w:t>يا آل هاشم في المدينة صاح بشّار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93ABAB9" w14:textId="77777777" w:rsidR="0032668E" w:rsidRDefault="0032668E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D1A1DC7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مرسول أبو محمّد لفى ليكم بلخبار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668E" w14:paraId="607A0764" w14:textId="77777777" w:rsidTr="00296DC3">
        <w:trPr>
          <w:trHeight w:val="350"/>
        </w:trPr>
        <w:tc>
          <w:tcPr>
            <w:tcW w:w="3920" w:type="dxa"/>
          </w:tcPr>
          <w:p w14:paraId="63FB5FF9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ينشد اِبغارة يا هلي اُو يجدب 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9DD10A" w14:textId="77777777" w:rsidR="0032668E" w:rsidRDefault="0032668E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693097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قوموا انشدوا وابشار واخذوا الخبر منّه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668E" w14:paraId="3B2CBE58" w14:textId="77777777" w:rsidTr="00296DC3">
        <w:trPr>
          <w:trHeight w:val="350"/>
        </w:trPr>
        <w:tc>
          <w:tcPr>
            <w:tcW w:w="3920" w:type="dxa"/>
          </w:tcPr>
          <w:p w14:paraId="447A6ECE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ظنّي يتيم اِحسين ليكم راسلنّه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F9A8C2" w14:textId="77777777" w:rsidR="0032668E" w:rsidRDefault="0032668E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CBDEBD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ناح اُونعى اُوسط المدينة ينشد أشعار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668E" w14:paraId="119B5AF1" w14:textId="77777777" w:rsidTr="00296DC3">
        <w:trPr>
          <w:trHeight w:val="350"/>
        </w:trPr>
        <w:tc>
          <w:tcPr>
            <w:tcW w:w="3920" w:type="dxa"/>
          </w:tcPr>
          <w:p w14:paraId="3E8F0CF6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اقبل إلى قبر النّبي اُو نوح اُونادى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F10ECA" w14:textId="77777777" w:rsidR="0032668E" w:rsidRDefault="0032668E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D1118F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اُو عزا رسول الله في جملة اُولاده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668E" w14:paraId="0BB9AF50" w14:textId="77777777" w:rsidTr="00296DC3">
        <w:trPr>
          <w:trHeight w:val="350"/>
        </w:trPr>
        <w:tc>
          <w:tcPr>
            <w:tcW w:w="3920" w:type="dxa"/>
          </w:tcPr>
          <w:p w14:paraId="0FFC87AD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في كربلا ابناك ماتوا بالشهاده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EDAD32" w14:textId="77777777" w:rsidR="0032668E" w:rsidRDefault="0032668E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1A3D97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ماتوا ابظماهم يا امين اصغار واكبار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668E" w14:paraId="6661F749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D87414A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اُو وقفت ما بين النساء وحده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E09AAE" w14:textId="77777777" w:rsidR="0032668E" w:rsidRDefault="0032668E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9B0D81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قالت يمرسول اليتامى في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668E" w14:paraId="2DAAE167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7589B29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عرج على اللي ابحجرته زايد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456675" w14:textId="77777777" w:rsidR="0032668E" w:rsidRDefault="0032668E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788C4A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يجدب الونّة بالاسف والدمع نثار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668E" w14:paraId="122C1294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F960330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محزون انا ويزيد حزني سافي الدور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0508F4" w14:textId="77777777" w:rsidR="0032668E" w:rsidRDefault="0032668E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353B2E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كنها سما لكنها ظلّت بلا ابدور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668E" w14:paraId="1AAA5CFA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FD17A74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بنذر على رجعة ارجالي اُو عزوتي انذور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25380F1" w14:textId="77777777" w:rsidR="0032668E" w:rsidRDefault="0032668E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867E5C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تذري على جية ابدورك ليك يا 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668E" w14:paraId="48A43AE2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4BD9639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حزني على بدر طلع عنّي ولا 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38D369" w14:textId="77777777" w:rsidR="0032668E" w:rsidRDefault="0032668E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71340A8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يمتى يخويه جيتك توعد ابميعاد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668E" w14:paraId="15CF48B8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F73BF60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ويا ارجالك يا سنادي اُوذيك لولاد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81A674" w14:textId="77777777" w:rsidR="0032668E" w:rsidRDefault="0032668E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DBB583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اُو ترجع يخويه اِحسين باهلي اصغار واكبار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668E" w14:paraId="239EDF05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C25846C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لفرح لجيتكم يخويه وانصب العيد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560B4F" w14:textId="77777777" w:rsidR="0032668E" w:rsidRDefault="0032668E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FCBB01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وافرح ابجية اخوتي ذيك الصناديد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668E" w14:paraId="701DCC72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0DE8B80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يمتى تجيني اخباركم يابن الاماجيد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9A6852" w14:textId="77777777" w:rsidR="0032668E" w:rsidRDefault="0032668E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A0DBD3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واِنظر ضيا وجهك اُومنّه تسطع أنوار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668E" w14:paraId="023C9620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239245B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انكان ردّت بالحرايب ياسنادي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349A0A" w14:textId="77777777" w:rsidR="0032668E" w:rsidRDefault="0032668E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E064972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منكم فلا هي نايلة اسيوف الأعادي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668E" w14:paraId="41D06A0D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957F8E7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لكن خوفي من خبر جدّك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F4A75C" w14:textId="77777777" w:rsidR="0032668E" w:rsidRDefault="0032668E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C5656A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خوفي عليكم يخوتي حانت الأقدار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38146B1" w14:textId="77777777" w:rsidR="00EE7C84" w:rsidRDefault="00EE7C84" w:rsidP="0032668E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2668E" w14:paraId="43CF7668" w14:textId="77777777" w:rsidTr="00296DC3">
        <w:trPr>
          <w:trHeight w:val="350"/>
        </w:trPr>
        <w:tc>
          <w:tcPr>
            <w:tcW w:w="3920" w:type="dxa"/>
            <w:shd w:val="clear" w:color="auto" w:fill="auto"/>
          </w:tcPr>
          <w:p w14:paraId="4181E990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يهل المدينة ابشارة يهل المدينة ابشاره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FEA1D7E" w14:textId="77777777" w:rsidR="0032668E" w:rsidRDefault="0032668E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37A3EFE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واخيولكم سرجوها يهل المدينة اِبشاره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668E" w14:paraId="69B12C5E" w14:textId="77777777" w:rsidTr="00296DC3">
        <w:trPr>
          <w:trHeight w:val="350"/>
        </w:trPr>
        <w:tc>
          <w:tcPr>
            <w:tcW w:w="3920" w:type="dxa"/>
          </w:tcPr>
          <w:p w14:paraId="08FE4F59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بس ما وعوا بالصيحة واتراكضوا له ابهمه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36BB76" w14:textId="77777777" w:rsidR="0032668E" w:rsidRDefault="0032668E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C26534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وولاد هاشم جولة والكل زايد همّه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668E" w14:paraId="15A925AF" w14:textId="77777777" w:rsidTr="00296DC3">
        <w:trPr>
          <w:trHeight w:val="350"/>
        </w:trPr>
        <w:tc>
          <w:tcPr>
            <w:tcW w:w="3920" w:type="dxa"/>
          </w:tcPr>
          <w:p w14:paraId="4CFFFFFE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والناس كلها طلعت اُو صارت عليه اللمّه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0C980E" w14:textId="77777777" w:rsidR="0032668E" w:rsidRDefault="0032668E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321053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اُو بشر بن حذلم ينعى اُو يترجّز ابأشعاره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668E" w14:paraId="719AF6A0" w14:textId="77777777" w:rsidTr="00296DC3">
        <w:trPr>
          <w:trHeight w:val="350"/>
        </w:trPr>
        <w:tc>
          <w:tcPr>
            <w:tcW w:w="3920" w:type="dxa"/>
          </w:tcPr>
          <w:p w14:paraId="151762C6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يهل المدينة قوموا بالعجل جاء واليكم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35023F" w14:textId="77777777" w:rsidR="0032668E" w:rsidRDefault="0032668E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A40D32" w14:textId="77777777" w:rsidR="0032668E" w:rsidRDefault="0032668E" w:rsidP="00296DC3">
            <w:pPr>
              <w:pStyle w:val="libPoem"/>
            </w:pPr>
            <w:r>
              <w:rPr>
                <w:rtl/>
                <w:lang w:bidi="fa-IR"/>
              </w:rPr>
              <w:t>خلف البلد فسطاطه وآنا رسوله ليكم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0F4528E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231A9" w14:paraId="34121045" w14:textId="77777777" w:rsidTr="00296DC3">
        <w:trPr>
          <w:trHeight w:val="350"/>
        </w:trPr>
        <w:tc>
          <w:tcPr>
            <w:tcW w:w="3920" w:type="dxa"/>
            <w:shd w:val="clear" w:color="auto" w:fill="auto"/>
          </w:tcPr>
          <w:p w14:paraId="18100A4C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lastRenderedPageBreak/>
              <w:t>وين الشجاع محمّد ما شوف حاضر فيكم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A67D0FD" w14:textId="77777777" w:rsidR="009231A9" w:rsidRDefault="009231A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BC94969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قالوا له يا هذا محمّد مريض اِبداره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1A9" w14:paraId="359F6CAB" w14:textId="77777777" w:rsidTr="00296DC3">
        <w:trPr>
          <w:trHeight w:val="350"/>
        </w:trPr>
        <w:tc>
          <w:tcPr>
            <w:tcW w:w="3920" w:type="dxa"/>
          </w:tcPr>
          <w:p w14:paraId="3406F9B7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من حين شال اعضيده اُوبن والده للكوفه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A6A25F" w14:textId="77777777" w:rsidR="009231A9" w:rsidRDefault="009231A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AFD587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من حسرته واَحزانه يصفق مديم اكفوفه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1A9" w14:paraId="3DE9FFD2" w14:textId="77777777" w:rsidTr="00296DC3">
        <w:trPr>
          <w:trHeight w:val="350"/>
        </w:trPr>
        <w:tc>
          <w:tcPr>
            <w:tcW w:w="3920" w:type="dxa"/>
          </w:tcPr>
          <w:p w14:paraId="4018A0AE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انكان السبط وصلنا بانروح كلنا انشوفه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D914C5" w14:textId="77777777" w:rsidR="009231A9" w:rsidRDefault="009231A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FE9013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ياحي من يحضي به اُويحتضي باجواره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1A9" w14:paraId="57BA2E6C" w14:textId="77777777" w:rsidTr="00296DC3">
        <w:trPr>
          <w:trHeight w:val="350"/>
        </w:trPr>
        <w:tc>
          <w:tcPr>
            <w:tcW w:w="3920" w:type="dxa"/>
          </w:tcPr>
          <w:p w14:paraId="5507E9BD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حن اُوبكى واتزفّر وامدامعه همّاله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9ED852" w14:textId="77777777" w:rsidR="009231A9" w:rsidRDefault="009231A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DD8168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اِحسين مارد ليكم جاكم علي واطفاله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1A9" w14:paraId="106DCBE1" w14:textId="77777777" w:rsidTr="00296DC3">
        <w:trPr>
          <w:trHeight w:val="350"/>
        </w:trPr>
        <w:tc>
          <w:tcPr>
            <w:tcW w:w="3920" w:type="dxa"/>
          </w:tcPr>
          <w:p w14:paraId="1C93D58E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جاكم علي من والده اُو فاقد جميع اِرجاله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7466C6" w14:textId="77777777" w:rsidR="009231A9" w:rsidRDefault="009231A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97B0FF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ما قصّرت هالوقعة راح العمد وانصاره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1A9" w14:paraId="19F62FB3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F3334C8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روس اخوته وارجاله فوق السمر شالوها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7CB66C" w14:textId="77777777" w:rsidR="009231A9" w:rsidRDefault="009231A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6F17F0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ما قصّرت عدوانه حتّى الخيم حرقوّها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1A9" w14:paraId="4F2E4A7E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490B3E1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اُو نهبوا جميع أمواله حتّى النسا سلبوها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518E04" w14:textId="77777777" w:rsidR="009231A9" w:rsidRDefault="009231A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C1E9AC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اُو جسمه بقى في الغبرة وحش الفلا زوّاره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1A9" w14:paraId="483958EC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DECA9E7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اُمّ البنين اتسايل من وين هذي الصيحه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3ECC80" w14:textId="77777777" w:rsidR="009231A9" w:rsidRDefault="009231A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380C36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اُو بشر بن حذلم جاها وامدامعه مسفوحه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1A9" w14:paraId="7C8755AC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B151F63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ياُمّ البنين اُولادك في كربلا مذبوحه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620802" w14:textId="77777777" w:rsidR="009231A9" w:rsidRDefault="009231A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DA15E8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ماتوا عطاشى اُو بالثرى اُوظلوا بليا امواره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1A9" w14:paraId="49EAD3D6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EEE9301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صاحت عليه اتنادي وادموعها مهموله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8A8061" w14:textId="77777777" w:rsidR="009231A9" w:rsidRDefault="009231A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6BDC2F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عن كربلا خبروني اُوعن بوالفضل وافعوله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1A9" w14:paraId="77D7D333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0CD8DA3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فرسان هاللي فزعت عبّاس فيهم لولا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BF7855" w14:textId="77777777" w:rsidR="009231A9" w:rsidRDefault="009231A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785814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قلها نعم بوفاضل يشعل عليهم ناره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1A9" w14:paraId="1BAC44DB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DCE46DC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قالت عجل ما تعدى عن والده اُوعن أهله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D813F29" w14:textId="77777777" w:rsidR="009231A9" w:rsidRDefault="009231A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60EE8C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بوه الأسد ما ينتج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شجاع مثله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31A9" w14:paraId="7CE9B10D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ADA50CA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حزت الشجاعة والظفر والفوز حزته كلّه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5A16F1" w14:textId="77777777" w:rsidR="009231A9" w:rsidRDefault="009231A9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2F1947" w14:textId="77777777" w:rsidR="009231A9" w:rsidRDefault="009231A9" w:rsidP="00296DC3">
            <w:pPr>
              <w:pStyle w:val="libPoem"/>
            </w:pPr>
            <w:r>
              <w:rPr>
                <w:rtl/>
                <w:lang w:bidi="fa-IR"/>
              </w:rPr>
              <w:t>يابو الفضل بافعالك سرني بشر باَخباره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C3A2E18" w14:textId="77777777" w:rsidR="00EE7C84" w:rsidRDefault="00EE7C84" w:rsidP="00FF40C3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4F0717A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96DC3" w14:paraId="6DDFD30C" w14:textId="77777777" w:rsidTr="00296DC3">
        <w:trPr>
          <w:trHeight w:val="350"/>
        </w:trPr>
        <w:tc>
          <w:tcPr>
            <w:tcW w:w="3920" w:type="dxa"/>
            <w:shd w:val="clear" w:color="auto" w:fill="auto"/>
          </w:tcPr>
          <w:p w14:paraId="5E2224D9" w14:textId="77777777" w:rsidR="00296DC3" w:rsidRDefault="00296DC3" w:rsidP="00296DC3">
            <w:pPr>
              <w:pStyle w:val="libPoem"/>
            </w:pPr>
            <w:r>
              <w:rPr>
                <w:rtl/>
                <w:lang w:bidi="fa-IR"/>
              </w:rPr>
              <w:lastRenderedPageBreak/>
              <w:t>جينا يخويه جيّة ترضى لنا ابها لجيّه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EEC7CDC" w14:textId="77777777" w:rsidR="00296DC3" w:rsidRDefault="00296DC3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17EF092" w14:textId="77777777" w:rsidR="00296DC3" w:rsidRDefault="00296DC3" w:rsidP="00296DC3">
            <w:pPr>
              <w:pStyle w:val="libPoem"/>
            </w:pPr>
            <w:r>
              <w:rPr>
                <w:rtl/>
                <w:lang w:bidi="fa-IR"/>
              </w:rPr>
              <w:t>ليتك حضرت الوقعه بالحربة المحميّه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DC3" w14:paraId="1478100D" w14:textId="77777777" w:rsidTr="00296DC3">
        <w:trPr>
          <w:trHeight w:val="350"/>
        </w:trPr>
        <w:tc>
          <w:tcPr>
            <w:tcW w:w="3920" w:type="dxa"/>
          </w:tcPr>
          <w:p w14:paraId="3EB07489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وينك غبت يا محمّد يا متعب الحرّابه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738B4E" w14:textId="77777777" w:rsidR="00296DC3" w:rsidRDefault="00296DC3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B3F983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محمّد يكاس العلقم ماهم كفوا شرابه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DC3" w14:paraId="1D2B306D" w14:textId="77777777" w:rsidTr="00296DC3">
        <w:trPr>
          <w:trHeight w:val="350"/>
        </w:trPr>
        <w:tc>
          <w:tcPr>
            <w:tcW w:w="3920" w:type="dxa"/>
          </w:tcPr>
          <w:p w14:paraId="5D0C8721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يوم الجمل بالبصرة سبعين ألف مناصبه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A8F6F9" w14:textId="77777777" w:rsidR="00296DC3" w:rsidRDefault="00296DC3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177D35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اُوصفّين ماحد غيرك خلا الجثث مرميّه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DC3" w14:paraId="5CC64536" w14:textId="77777777" w:rsidTr="00296DC3">
        <w:trPr>
          <w:trHeight w:val="350"/>
        </w:trPr>
        <w:tc>
          <w:tcPr>
            <w:tcW w:w="3920" w:type="dxa"/>
          </w:tcPr>
          <w:p w14:paraId="1CED74BB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اتمّنيت لنك حاضر يوم الحرب والصوله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A3E713" w14:textId="77777777" w:rsidR="00296DC3" w:rsidRDefault="00296DC3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E4A623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جانا ابن سعد ابعسكر وابن الضبابي ابدوله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DC3" w14:paraId="14BACB6D" w14:textId="77777777" w:rsidTr="00296DC3">
        <w:trPr>
          <w:trHeight w:val="350"/>
        </w:trPr>
        <w:tc>
          <w:tcPr>
            <w:tcW w:w="3920" w:type="dxa"/>
          </w:tcPr>
          <w:p w14:paraId="3D5A00CF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وارماحهم مشروعه واسيوفهم مسلوله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0DDD705" w14:textId="77777777" w:rsidR="00296DC3" w:rsidRDefault="00296DC3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8EC225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لكن غبت ويش بيدك يا لجمرة المحميّه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DC3" w14:paraId="2D3B9FC6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D1AE119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وسفه غبت يا محمّد ما جيت يوم الوقعه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3A6761" w14:textId="77777777" w:rsidR="00296DC3" w:rsidRDefault="00296DC3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9CD246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اُوشفت الكتايب جايه الحرب الولي مجمعه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DC3" w14:paraId="4A74E7A6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36D2853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تلقى المواضي تلمع اُوفرسانها مدرعه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B0D73C" w14:textId="77777777" w:rsidR="00296DC3" w:rsidRDefault="00296DC3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3E05E5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مثل الشياطين حاله واقلوبهم معميّه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DC3" w14:paraId="35588BDE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1E7B3C2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لو كاتب الله اُورايد ما فاتتك هالنصره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E7D4E5" w14:textId="77777777" w:rsidR="00296DC3" w:rsidRDefault="00296DC3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8DF309B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واتشوف عينك يوم ما هو الجمل والبصره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DC3" w14:paraId="1D3A22BB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0FA8A28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وصلت الصيحه الكوفة وابن الخنا في قصره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92F773" w14:textId="77777777" w:rsidR="00296DC3" w:rsidRDefault="00296DC3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2BC53B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صاح الدهم وصلتنا وانكسرت الحربيّه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DC3" w14:paraId="02CC6581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A531F8C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جتنا يخويه دولة لا بارك الله فيها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EE1FDE" w14:textId="77777777" w:rsidR="00296DC3" w:rsidRDefault="00296DC3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49519A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ما ينعرف شاميها ياخوي من كوفها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DC3" w14:paraId="6E9EF1BA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65EB032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شبت علينا نارها ماحد قدر يطفيها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9A600F" w14:textId="77777777" w:rsidR="00296DC3" w:rsidRDefault="00296DC3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63ED9A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اكلت جميع اخواني وامست اُوهي مطفيّه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DC3" w14:paraId="293DBB00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2AC6308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بتنا يخويه ليله في خيمة مشبوبه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600A7E" w14:textId="77777777" w:rsidR="00296DC3" w:rsidRDefault="00296DC3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7F3C6C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والروس كلها اقبالي فوق السمر منصوبه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DC3" w14:paraId="1DC523CD" w14:textId="77777777" w:rsidTr="00296D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03BB894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والجثث ظلّت صرعى فوق الترب مذبوبه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24EDD7" w14:textId="77777777" w:rsidR="00296DC3" w:rsidRDefault="00296DC3" w:rsidP="00296DC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9C53668" w14:textId="77777777" w:rsidR="00296DC3" w:rsidRDefault="00FA2DED" w:rsidP="00296DC3">
            <w:pPr>
              <w:pStyle w:val="libPoem"/>
            </w:pPr>
            <w:r>
              <w:rPr>
                <w:rtl/>
                <w:lang w:bidi="fa-IR"/>
              </w:rPr>
              <w:t>وامن الصبح سافرنا اُوظلّت جثث مرميّه</w:t>
            </w:r>
            <w:r w:rsidR="00296DC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EFB383B" w14:textId="77777777" w:rsidR="00EE7C84" w:rsidRDefault="00EE7C84" w:rsidP="00296DC3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76A8F138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C5777" w14:paraId="7D686749" w14:textId="77777777" w:rsidTr="00CD0524">
        <w:trPr>
          <w:trHeight w:val="350"/>
        </w:trPr>
        <w:tc>
          <w:tcPr>
            <w:tcW w:w="3964" w:type="dxa"/>
            <w:shd w:val="clear" w:color="auto" w:fill="auto"/>
          </w:tcPr>
          <w:p w14:paraId="4A3ADD9D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lastRenderedPageBreak/>
              <w:t>قالت يخويه يوم شدّوا وصار لمجال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4F54BC02" w14:textId="77777777" w:rsidR="005C5777" w:rsidRDefault="005C5777" w:rsidP="0011626D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00BD68C1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والجو اظلم والتقت أبطال ببطال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777" w14:paraId="2676F7AA" w14:textId="77777777" w:rsidTr="00CD0524">
        <w:trPr>
          <w:trHeight w:val="350"/>
        </w:trPr>
        <w:tc>
          <w:tcPr>
            <w:tcW w:w="3964" w:type="dxa"/>
          </w:tcPr>
          <w:p w14:paraId="294F5E0C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ظلّيت انا انخي واخويه بوالفضل قال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4D7C168" w14:textId="77777777" w:rsidR="005C5777" w:rsidRDefault="005C5777" w:rsidP="0011626D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423A4D2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لَحد يزينب أثر ما تدرين بيّه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777" w14:paraId="59A25322" w14:textId="77777777" w:rsidTr="00CD0524">
        <w:trPr>
          <w:trHeight w:val="350"/>
        </w:trPr>
        <w:tc>
          <w:tcPr>
            <w:tcW w:w="3964" w:type="dxa"/>
          </w:tcPr>
          <w:p w14:paraId="3D07F366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أخبرك ياخويه علينا دارت اصفوف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5116432" w14:textId="77777777" w:rsidR="005C5777" w:rsidRDefault="005C5777" w:rsidP="0011626D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73DD1B1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وانا يخويه أرتعد وارعش من الخوف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777" w14:paraId="43A2129C" w14:textId="77777777" w:rsidTr="00CD0524">
        <w:trPr>
          <w:trHeight w:val="350"/>
        </w:trPr>
        <w:tc>
          <w:tcPr>
            <w:tcW w:w="3964" w:type="dxa"/>
          </w:tcPr>
          <w:p w14:paraId="435C2567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صارت مناياهم ارجالي برض لطفوف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113C965" w14:textId="77777777" w:rsidR="005C5777" w:rsidRDefault="005C5777" w:rsidP="0011626D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F21ED87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ما شفتني متحيّرة في الغاضريّه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777" w14:paraId="08BF77E5" w14:textId="77777777" w:rsidTr="00CD0524">
        <w:trPr>
          <w:trHeight w:val="350"/>
        </w:trPr>
        <w:tc>
          <w:tcPr>
            <w:tcW w:w="3964" w:type="dxa"/>
          </w:tcPr>
          <w:p w14:paraId="3BB0B7D9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وأمّا أبو فرجة بطلنا صعب لمراس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589DD1F" w14:textId="77777777" w:rsidR="005C5777" w:rsidRDefault="005C5777" w:rsidP="0011626D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4F4A736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أعني أبا فاضل اُخويه البطل عبّاس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777" w14:paraId="7B3B9125" w14:textId="77777777" w:rsidTr="00CD052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467454A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باعمود صابوا له يخويه اُو فضخوا الراس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8D9EB17" w14:textId="77777777" w:rsidR="005C5777" w:rsidRDefault="005C5777" w:rsidP="0011626D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B1CCEEF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اُونادى ابعالي الصوت اُخويه اِلحق عليّه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777" w14:paraId="15B2A873" w14:textId="77777777" w:rsidTr="00CD052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73C2EFB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وأمّا علي لكبر وقع ما بين صفّين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AE31473" w14:textId="77777777" w:rsidR="005C5777" w:rsidRDefault="005C5777" w:rsidP="0011626D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4943B46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اُو نادى تسلم لي يبويه اعلى النساوين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777" w14:paraId="5A1F322C" w14:textId="77777777" w:rsidTr="00CD052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1F50A37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اُومن خر علي لكبر يخويه اتنكر اِحسين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0958991" w14:textId="77777777" w:rsidR="005C5777" w:rsidRDefault="005C5777" w:rsidP="0011626D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3CB523F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اُومن شافته اُمّه بكت اُوخرّت رميّه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777" w14:paraId="463B7062" w14:textId="77777777" w:rsidTr="00CD052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9D4A26A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اُوأمّا الولد جاسم يخويه اِهناك زفّوه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D67B3F1" w14:textId="77777777" w:rsidR="005C5777" w:rsidRDefault="005C5777" w:rsidP="0011626D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E6F1312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عمّه اِبوحده لبّسه النسوان حنّوه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777" w14:paraId="0DCAC101" w14:textId="77777777" w:rsidTr="00CD052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1532715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اُودشّوه على سكنة فرد ساعة اُوخلّوه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E0F3569" w14:textId="77777777" w:rsidR="005C5777" w:rsidRDefault="005C5777" w:rsidP="0011626D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880BC75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اُوصار العرس في ساعة ازفافه عزيّه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777" w14:paraId="1863876D" w14:textId="77777777" w:rsidTr="00CD052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65AF770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بس ما سمع منها الحكي محمّد مشى اُوطاح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AD366BE" w14:textId="77777777" w:rsidR="005C5777" w:rsidRDefault="005C5777" w:rsidP="0011626D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B1965CE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واقبل يحاكيها اُو يبكي اُو يصفق الراح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777" w14:paraId="14902D6E" w14:textId="77777777" w:rsidTr="00CD052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D4F102D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ايقلها يزينب وين عنّك بو الفضل راح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D2C754D" w14:textId="77777777" w:rsidR="005C5777" w:rsidRDefault="005C5777" w:rsidP="0011626D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D9CD47A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اُو منهو تكفلكم عقب عين الشفيّه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777" w14:paraId="1DF54FC8" w14:textId="77777777" w:rsidTr="00CD052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A2B9805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قالت يخويه يوم شدوا وصار لطراد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573E775" w14:textId="77777777" w:rsidR="005C5777" w:rsidRDefault="005C5777" w:rsidP="0011626D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A836637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اُوشمّرت عن ذرعانها هذيك لولاد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777" w14:paraId="0E131BFD" w14:textId="77777777" w:rsidTr="00CD052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702729C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واِحسين ياخويه يوصي زين لعباد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3F3CB66" w14:textId="77777777" w:rsidR="005C5777" w:rsidRDefault="005C5777" w:rsidP="0011626D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ACEE425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والله حسافة ما بقت منهم بقيّه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777" w14:paraId="47691934" w14:textId="77777777" w:rsidTr="00CD052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E256366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واِحسين اخويه متكي اعلى قائم السيف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B62F328" w14:textId="77777777" w:rsidR="005C5777" w:rsidRDefault="005C5777" w:rsidP="0011626D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E171ABA" w14:textId="77777777" w:rsidR="005C5777" w:rsidRDefault="00CD0524" w:rsidP="0011626D">
            <w:pPr>
              <w:pStyle w:val="libPoem"/>
            </w:pPr>
            <w:r>
              <w:rPr>
                <w:rtl/>
                <w:lang w:bidi="fa-IR"/>
              </w:rPr>
              <w:t>كُل ساع يجدب زفرته ويقول يا حيف</w:t>
            </w:r>
            <w:r w:rsidR="005C577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0524" w14:paraId="6C9B8FC1" w14:textId="77777777" w:rsidTr="00CD052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5F8AC3F" w14:textId="77777777" w:rsidR="00CD0524" w:rsidRDefault="00CD0524" w:rsidP="0011626D">
            <w:pPr>
              <w:pStyle w:val="libPoem"/>
            </w:pPr>
            <w:r>
              <w:rPr>
                <w:rtl/>
                <w:lang w:bidi="fa-IR"/>
              </w:rPr>
              <w:t>والله حسافة اتذبّحوا في جمرة الصيف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FF4A3E2" w14:textId="77777777" w:rsidR="00CD0524" w:rsidRDefault="00CD0524" w:rsidP="0011626D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73FFB60" w14:textId="77777777" w:rsidR="00CD0524" w:rsidRDefault="00CD0524" w:rsidP="0011626D">
            <w:pPr>
              <w:pStyle w:val="libPoem"/>
            </w:pPr>
            <w:r>
              <w:rPr>
                <w:rtl/>
                <w:lang w:bidi="fa-IR"/>
              </w:rPr>
              <w:t>اُوفاتت يخويه ابها عليكم بنو اُميّه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6E6BEF3" w14:textId="77777777" w:rsidR="00EE7C84" w:rsidRDefault="00EE7C84" w:rsidP="00CD0524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D0524" w14:paraId="4530D771" w14:textId="77777777" w:rsidTr="0011626D">
        <w:trPr>
          <w:trHeight w:val="350"/>
        </w:trPr>
        <w:tc>
          <w:tcPr>
            <w:tcW w:w="3920" w:type="dxa"/>
            <w:shd w:val="clear" w:color="auto" w:fill="auto"/>
          </w:tcPr>
          <w:p w14:paraId="7D38300A" w14:textId="77777777" w:rsidR="00CD0524" w:rsidRDefault="00CD0524" w:rsidP="0011626D">
            <w:pPr>
              <w:pStyle w:val="libPoem"/>
            </w:pPr>
            <w:r>
              <w:rPr>
                <w:rtl/>
                <w:lang w:bidi="fa-IR"/>
              </w:rPr>
              <w:t>شالوا العلم والراية شالوا العلم والرايه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F97DF93" w14:textId="77777777" w:rsidR="00CD0524" w:rsidRDefault="00CD0524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068F2A1" w14:textId="77777777" w:rsidR="00CD0524" w:rsidRDefault="00CD0524" w:rsidP="0011626D">
            <w:pPr>
              <w:pStyle w:val="libPoem"/>
            </w:pPr>
            <w:r>
              <w:rPr>
                <w:rtl/>
                <w:lang w:bidi="fa-IR"/>
              </w:rPr>
              <w:t>عنّك يخويه محمّد شالوا العلم والرايه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DC5D26E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77336" w14:paraId="21F67CC1" w14:textId="77777777" w:rsidTr="0011626D">
        <w:trPr>
          <w:trHeight w:val="350"/>
        </w:trPr>
        <w:tc>
          <w:tcPr>
            <w:tcW w:w="3920" w:type="dxa"/>
            <w:shd w:val="clear" w:color="auto" w:fill="auto"/>
          </w:tcPr>
          <w:p w14:paraId="2926B1A2" w14:textId="77777777" w:rsidR="00577336" w:rsidRDefault="00577336" w:rsidP="0011626D">
            <w:pPr>
              <w:pStyle w:val="libPoem"/>
            </w:pPr>
            <w:r>
              <w:rPr>
                <w:rtl/>
                <w:lang w:bidi="fa-IR"/>
              </w:rPr>
              <w:lastRenderedPageBreak/>
              <w:t>لاحد يقول محمّد صابه مرض لوعلّه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C796E70" w14:textId="77777777" w:rsidR="00577336" w:rsidRDefault="00577336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98EAFAD" w14:textId="77777777" w:rsidR="00577336" w:rsidRDefault="00577336" w:rsidP="0011626D">
            <w:pPr>
              <w:pStyle w:val="libPoem"/>
            </w:pPr>
            <w:r>
              <w:rPr>
                <w:rtl/>
                <w:lang w:bidi="fa-IR"/>
              </w:rPr>
              <w:t>سر خفي أدري بيه السبب والعلّه!!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36" w14:paraId="24931014" w14:textId="77777777" w:rsidTr="0011626D">
        <w:trPr>
          <w:trHeight w:val="350"/>
        </w:trPr>
        <w:tc>
          <w:tcPr>
            <w:tcW w:w="3920" w:type="dxa"/>
          </w:tcPr>
          <w:p w14:paraId="081CCA17" w14:textId="77777777" w:rsidR="00577336" w:rsidRDefault="00577336" w:rsidP="0011626D">
            <w:pPr>
              <w:pStyle w:val="libPoem"/>
            </w:pPr>
            <w:r>
              <w:rPr>
                <w:rtl/>
                <w:lang w:bidi="fa-IR"/>
              </w:rPr>
              <w:t>والله لولا الواسطة فيها المرض والعلّه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817CE4" w14:textId="77777777" w:rsidR="00577336" w:rsidRDefault="00577336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A11AEF" w14:textId="77777777" w:rsidR="00577336" w:rsidRDefault="00577336" w:rsidP="0011626D">
            <w:pPr>
              <w:pStyle w:val="libPoem"/>
            </w:pPr>
            <w:r>
              <w:rPr>
                <w:rtl/>
                <w:lang w:bidi="fa-IR"/>
              </w:rPr>
              <w:t>ماحد تقدم دوني اُوشال العلم والرايه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36" w14:paraId="2DA9C580" w14:textId="77777777" w:rsidTr="0011626D">
        <w:trPr>
          <w:trHeight w:val="350"/>
        </w:trPr>
        <w:tc>
          <w:tcPr>
            <w:tcW w:w="3920" w:type="dxa"/>
          </w:tcPr>
          <w:p w14:paraId="38DC8D28" w14:textId="77777777" w:rsidR="00577336" w:rsidRDefault="00577336" w:rsidP="0011626D">
            <w:pPr>
              <w:pStyle w:val="libPoem"/>
            </w:pPr>
            <w:r>
              <w:rPr>
                <w:rtl/>
                <w:lang w:bidi="fa-IR"/>
              </w:rPr>
              <w:t>حظّي نهض بي نهضة اُوحظّي قعد بي قعده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2012B9" w14:textId="77777777" w:rsidR="00577336" w:rsidRDefault="00577336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7AF8DA" w14:textId="77777777" w:rsidR="00577336" w:rsidRDefault="00577336" w:rsidP="0011626D">
            <w:pPr>
              <w:pStyle w:val="libPoem"/>
            </w:pPr>
            <w:r>
              <w:rPr>
                <w:rtl/>
                <w:lang w:bidi="fa-IR"/>
              </w:rPr>
              <w:t>مثل السبع في النهضة اُومثل السبع في القعده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36" w14:paraId="181E943D" w14:textId="77777777" w:rsidTr="0011626D">
        <w:trPr>
          <w:trHeight w:val="350"/>
        </w:trPr>
        <w:tc>
          <w:tcPr>
            <w:tcW w:w="3920" w:type="dxa"/>
          </w:tcPr>
          <w:p w14:paraId="650A7C7D" w14:textId="77777777" w:rsidR="00577336" w:rsidRDefault="00577336" w:rsidP="0011626D">
            <w:pPr>
              <w:pStyle w:val="libPoem"/>
            </w:pPr>
            <w:r>
              <w:rPr>
                <w:rtl/>
                <w:lang w:bidi="fa-IR"/>
              </w:rPr>
              <w:t>لو الدهر ساعدني ما بي قعد هالقعده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56C211" w14:textId="77777777" w:rsidR="00577336" w:rsidRDefault="00577336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5FED47" w14:textId="77777777" w:rsidR="00577336" w:rsidRDefault="00577336" w:rsidP="0011626D">
            <w:pPr>
              <w:pStyle w:val="libPoem"/>
            </w:pPr>
            <w:r>
              <w:rPr>
                <w:rtl/>
                <w:lang w:bidi="fa-IR"/>
              </w:rPr>
              <w:t>اُوخلا الاجانب عنّي اتشيل العلم والرايه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36" w14:paraId="210D8B26" w14:textId="77777777" w:rsidTr="0011626D">
        <w:trPr>
          <w:trHeight w:val="350"/>
        </w:trPr>
        <w:tc>
          <w:tcPr>
            <w:tcW w:w="3920" w:type="dxa"/>
          </w:tcPr>
          <w:p w14:paraId="68299AA9" w14:textId="77777777" w:rsidR="00577336" w:rsidRDefault="00577336" w:rsidP="0011626D">
            <w:pPr>
              <w:pStyle w:val="libPoem"/>
            </w:pPr>
            <w:r>
              <w:rPr>
                <w:rtl/>
                <w:lang w:bidi="fa-IR"/>
              </w:rPr>
              <w:t>يحسين انا فارقتك ما في العواوض شيبه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1F2F92" w14:textId="77777777" w:rsidR="00577336" w:rsidRDefault="00577336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70B647" w14:textId="77777777" w:rsidR="00577336" w:rsidRDefault="00577336" w:rsidP="0011626D">
            <w:pPr>
              <w:pStyle w:val="libPoem"/>
            </w:pPr>
            <w:r>
              <w:rPr>
                <w:rtl/>
                <w:lang w:bidi="fa-IR"/>
              </w:rPr>
              <w:t>واحنا مهو من شانا تلحق علينا الشيبه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36" w14:paraId="591576C6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FA003FA" w14:textId="77777777" w:rsidR="00577336" w:rsidRDefault="00577336" w:rsidP="0011626D">
            <w:pPr>
              <w:pStyle w:val="libPoem"/>
            </w:pPr>
            <w:r>
              <w:rPr>
                <w:rtl/>
                <w:lang w:bidi="fa-IR"/>
              </w:rPr>
              <w:t>لكن افراق اخواني سرع عليّه الشيبه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C5591F" w14:textId="77777777" w:rsidR="00577336" w:rsidRDefault="00577336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F8E928" w14:textId="77777777" w:rsidR="00577336" w:rsidRDefault="00577336" w:rsidP="0011626D">
            <w:pPr>
              <w:pStyle w:val="libPoem"/>
            </w:pPr>
            <w:r>
              <w:rPr>
                <w:rtl/>
                <w:lang w:bidi="fa-IR"/>
              </w:rPr>
              <w:t>لو كنت انا وياهم شلت العلم والرايه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36" w14:paraId="7C66D9C8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77A8291" w14:textId="77777777" w:rsidR="00577336" w:rsidRDefault="00577336" w:rsidP="0011626D">
            <w:pPr>
              <w:pStyle w:val="libPoem"/>
            </w:pPr>
            <w:r>
              <w:rPr>
                <w:rtl/>
                <w:lang w:bidi="fa-IR"/>
              </w:rPr>
              <w:t>يوم التغابن فاتني اُويوم المدح والشهره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EFB916" w14:textId="77777777" w:rsidR="00577336" w:rsidRDefault="00577336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9C549E" w14:textId="77777777" w:rsidR="00577336" w:rsidRDefault="00577336" w:rsidP="0011626D">
            <w:pPr>
              <w:pStyle w:val="libPoem"/>
            </w:pPr>
            <w:r>
              <w:rPr>
                <w:rtl/>
                <w:lang w:bidi="fa-IR"/>
              </w:rPr>
              <w:t>وانا الذي من سابق حزت المدح والشهره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36" w14:paraId="29FB9ABF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0BDCA31" w14:textId="77777777" w:rsidR="00577336" w:rsidRDefault="00577336" w:rsidP="0011626D">
            <w:pPr>
              <w:pStyle w:val="libPoem"/>
            </w:pPr>
            <w:r>
              <w:rPr>
                <w:rtl/>
                <w:lang w:bidi="fa-IR"/>
              </w:rPr>
              <w:t>واليوم صاير غيري ليه المدح والشهره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026914" w14:textId="77777777" w:rsidR="00577336" w:rsidRDefault="00577336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8615B5" w14:textId="77777777" w:rsidR="00577336" w:rsidRDefault="00577336" w:rsidP="0011626D">
            <w:pPr>
              <w:pStyle w:val="libPoem"/>
            </w:pPr>
            <w:r>
              <w:rPr>
                <w:rtl/>
                <w:lang w:bidi="fa-IR"/>
              </w:rPr>
              <w:t>يوم الجمل والبصرة بيدي العلم والرايه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36" w14:paraId="0E325B88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46C4AA2" w14:textId="77777777" w:rsidR="00577336" w:rsidRDefault="006601A0" w:rsidP="0011626D">
            <w:pPr>
              <w:pStyle w:val="libPoem"/>
            </w:pPr>
            <w:r>
              <w:rPr>
                <w:rtl/>
                <w:lang w:bidi="fa-IR"/>
              </w:rPr>
              <w:t>كل من يقول محمّد صاير طريح اُوساده</w:t>
            </w:r>
            <w:r w:rsidR="005773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77FA00" w14:textId="77777777" w:rsidR="00577336" w:rsidRDefault="00577336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BEA0F9" w14:textId="77777777" w:rsidR="00577336" w:rsidRDefault="006601A0" w:rsidP="0011626D">
            <w:pPr>
              <w:pStyle w:val="libPoem"/>
            </w:pPr>
            <w:r>
              <w:rPr>
                <w:rtl/>
                <w:lang w:bidi="fa-IR"/>
              </w:rPr>
              <w:t>جاني المرض وآذاني امن افراق ذيك الساده</w:t>
            </w:r>
            <w:r w:rsidR="005773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36" w14:paraId="7749099C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CEE3989" w14:textId="77777777" w:rsidR="00577336" w:rsidRDefault="006601A0" w:rsidP="0011626D">
            <w:pPr>
              <w:pStyle w:val="libPoem"/>
            </w:pPr>
            <w:r>
              <w:rPr>
                <w:rtl/>
                <w:lang w:bidi="fa-IR"/>
              </w:rPr>
              <w:t>واحنا الحرب ياخوي فنّا اُولينا عاده</w:t>
            </w:r>
            <w:r w:rsidR="005773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222167" w14:textId="77777777" w:rsidR="00577336" w:rsidRDefault="00577336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681DB9" w14:textId="77777777" w:rsidR="00577336" w:rsidRDefault="006601A0" w:rsidP="0011626D">
            <w:pPr>
              <w:pStyle w:val="libPoem"/>
            </w:pPr>
            <w:r>
              <w:rPr>
                <w:rtl/>
                <w:lang w:bidi="fa-IR"/>
              </w:rPr>
              <w:t>يا ليتني ويّاكم شلت العلم والرايه</w:t>
            </w:r>
            <w:r w:rsidR="005773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36" w14:paraId="363E13B9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802A9D8" w14:textId="77777777" w:rsidR="00577336" w:rsidRDefault="006601A0" w:rsidP="0011626D">
            <w:pPr>
              <w:pStyle w:val="libPoem"/>
            </w:pPr>
            <w:r>
              <w:rPr>
                <w:rtl/>
                <w:lang w:bidi="fa-IR"/>
              </w:rPr>
              <w:t>أهل الحرب ما قاسوا مثل الذي قاسيته</w:t>
            </w:r>
            <w:r w:rsidR="005773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3AAD32" w14:textId="77777777" w:rsidR="00577336" w:rsidRDefault="00577336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1315F4" w14:textId="77777777" w:rsidR="00577336" w:rsidRDefault="006601A0" w:rsidP="0011626D">
            <w:pPr>
              <w:pStyle w:val="libPoem"/>
            </w:pPr>
            <w:r>
              <w:rPr>
                <w:rtl/>
                <w:lang w:bidi="fa-IR"/>
              </w:rPr>
              <w:t>قاسوا حرايب لكن غير الذي لاقيته</w:t>
            </w:r>
            <w:r w:rsidR="005773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36" w14:paraId="6D96B5B4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6877122" w14:textId="77777777" w:rsidR="00577336" w:rsidRDefault="006601A0" w:rsidP="0011626D">
            <w:pPr>
              <w:pStyle w:val="libPoem"/>
            </w:pPr>
            <w:r>
              <w:rPr>
                <w:rtl/>
                <w:lang w:bidi="fa-IR"/>
              </w:rPr>
              <w:t>بس يوم واحد فاتني يا ليتني لاقيته</w:t>
            </w:r>
            <w:r w:rsidR="005773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0BDF6D" w14:textId="77777777" w:rsidR="00577336" w:rsidRDefault="00577336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870350" w14:textId="77777777" w:rsidR="00577336" w:rsidRDefault="006601A0" w:rsidP="0011626D">
            <w:pPr>
              <w:pStyle w:val="libPoem"/>
            </w:pPr>
            <w:r>
              <w:rPr>
                <w:rtl/>
                <w:lang w:bidi="fa-IR"/>
              </w:rPr>
              <w:t>لو كنت اَنا ويّاهم شلت العلم والرايه</w:t>
            </w:r>
            <w:r w:rsidR="0057733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9C5A995" w14:textId="77777777" w:rsidR="00EE7C84" w:rsidRDefault="00EE7C84" w:rsidP="00577336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77336" w14:paraId="6735D407" w14:textId="77777777" w:rsidTr="0011626D">
        <w:trPr>
          <w:trHeight w:val="350"/>
        </w:trPr>
        <w:tc>
          <w:tcPr>
            <w:tcW w:w="3920" w:type="dxa"/>
            <w:shd w:val="clear" w:color="auto" w:fill="auto"/>
          </w:tcPr>
          <w:p w14:paraId="3F07A83F" w14:textId="77777777" w:rsidR="00577336" w:rsidRDefault="00246EF8" w:rsidP="0011626D">
            <w:pPr>
              <w:pStyle w:val="libPoem"/>
            </w:pPr>
            <w:r>
              <w:rPr>
                <w:rtl/>
                <w:lang w:bidi="fa-IR"/>
              </w:rPr>
              <w:t>نادى المنادي يوم حرب الغاضريّه</w:t>
            </w:r>
            <w:r w:rsidR="005773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3CE610A" w14:textId="77777777" w:rsidR="00577336" w:rsidRDefault="00577336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F6D828B" w14:textId="77777777" w:rsidR="00577336" w:rsidRDefault="00246EF8" w:rsidP="0011626D">
            <w:pPr>
              <w:pStyle w:val="libPoem"/>
            </w:pPr>
            <w:r>
              <w:rPr>
                <w:rtl/>
                <w:lang w:bidi="fa-IR"/>
              </w:rPr>
              <w:t>لَحد عداك السهم يابن الحنفيّه</w:t>
            </w:r>
            <w:r w:rsidR="005773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36" w14:paraId="554D99FC" w14:textId="77777777" w:rsidTr="0011626D">
        <w:trPr>
          <w:trHeight w:val="350"/>
        </w:trPr>
        <w:tc>
          <w:tcPr>
            <w:tcW w:w="3920" w:type="dxa"/>
          </w:tcPr>
          <w:p w14:paraId="1713FFF7" w14:textId="77777777" w:rsidR="00577336" w:rsidRDefault="00246EF8" w:rsidP="0011626D">
            <w:pPr>
              <w:pStyle w:val="libPoem"/>
            </w:pPr>
            <w:r>
              <w:rPr>
                <w:rtl/>
                <w:lang w:bidi="fa-IR"/>
              </w:rPr>
              <w:t>واتقدموا للحرب فرسان شفايا</w:t>
            </w:r>
            <w:r w:rsidR="005773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4F5E06" w14:textId="77777777" w:rsidR="00577336" w:rsidRDefault="00577336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D70E56" w14:textId="77777777" w:rsidR="00577336" w:rsidRDefault="00246EF8" w:rsidP="0011626D">
            <w:pPr>
              <w:pStyle w:val="libPoem"/>
            </w:pPr>
            <w:r>
              <w:rPr>
                <w:rtl/>
                <w:lang w:bidi="fa-IR"/>
              </w:rPr>
              <w:t>عند الملاقى ما يهابون المنايا</w:t>
            </w:r>
            <w:r w:rsidR="005773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36" w14:paraId="273F5004" w14:textId="77777777" w:rsidTr="0011626D">
        <w:trPr>
          <w:trHeight w:val="350"/>
        </w:trPr>
        <w:tc>
          <w:tcPr>
            <w:tcW w:w="3920" w:type="dxa"/>
          </w:tcPr>
          <w:p w14:paraId="1D1940DA" w14:textId="77777777" w:rsidR="00577336" w:rsidRDefault="00246EF8" w:rsidP="0011626D">
            <w:pPr>
              <w:pStyle w:val="libPoem"/>
            </w:pPr>
            <w:r>
              <w:rPr>
                <w:rtl/>
                <w:lang w:bidi="fa-IR"/>
              </w:rPr>
              <w:t>وانكان تسأل من حمل منهم الرايا</w:t>
            </w:r>
            <w:r w:rsidR="005773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D9A423" w14:textId="77777777" w:rsidR="00577336" w:rsidRDefault="00577336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7AD4B6" w14:textId="77777777" w:rsidR="00577336" w:rsidRDefault="00246EF8" w:rsidP="0011626D">
            <w:pPr>
              <w:pStyle w:val="libPoem"/>
            </w:pPr>
            <w:r>
              <w:rPr>
                <w:rtl/>
                <w:lang w:bidi="fa-IR"/>
              </w:rPr>
              <w:t>الراية حملها خوك عبّاس الشفيّه</w:t>
            </w:r>
            <w:r w:rsidR="005773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36" w14:paraId="403339E4" w14:textId="77777777" w:rsidTr="0011626D">
        <w:trPr>
          <w:trHeight w:val="350"/>
        </w:trPr>
        <w:tc>
          <w:tcPr>
            <w:tcW w:w="3920" w:type="dxa"/>
          </w:tcPr>
          <w:p w14:paraId="42ED73B5" w14:textId="77777777" w:rsidR="00577336" w:rsidRDefault="00246EF8" w:rsidP="0011626D">
            <w:pPr>
              <w:pStyle w:val="libPoem"/>
            </w:pPr>
            <w:r>
              <w:rPr>
                <w:rtl/>
                <w:lang w:bidi="fa-IR"/>
              </w:rPr>
              <w:t>يذّكرونك يوم بكرة شدّوا الخيل</w:t>
            </w:r>
            <w:r w:rsidR="005773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7CC0D2" w14:textId="77777777" w:rsidR="00577336" w:rsidRDefault="00577336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FDF882" w14:textId="77777777" w:rsidR="00577336" w:rsidRDefault="00246EF8" w:rsidP="0011626D">
            <w:pPr>
              <w:pStyle w:val="libPoem"/>
            </w:pPr>
            <w:r>
              <w:rPr>
                <w:rtl/>
                <w:lang w:bidi="fa-IR"/>
              </w:rPr>
              <w:t>اُوصالوا على العدوان باسيوف مصاقيل</w:t>
            </w:r>
            <w:r w:rsidR="005773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36" w14:paraId="4EB3978D" w14:textId="77777777" w:rsidTr="0011626D">
        <w:trPr>
          <w:trHeight w:val="350"/>
        </w:trPr>
        <w:tc>
          <w:tcPr>
            <w:tcW w:w="3920" w:type="dxa"/>
          </w:tcPr>
          <w:p w14:paraId="0840AF2E" w14:textId="77777777" w:rsidR="00577336" w:rsidRDefault="00246EF8" w:rsidP="0011626D">
            <w:pPr>
              <w:pStyle w:val="libPoem"/>
            </w:pPr>
            <w:r>
              <w:rPr>
                <w:rtl/>
                <w:lang w:bidi="fa-IR"/>
              </w:rPr>
              <w:t>صالوا عليهم واستوى وقت الضحى ليل</w:t>
            </w:r>
            <w:r w:rsidR="005773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8D38E6" w14:textId="77777777" w:rsidR="00577336" w:rsidRDefault="00577336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CCAA72" w14:textId="77777777" w:rsidR="00577336" w:rsidRDefault="00246EF8" w:rsidP="0011626D">
            <w:pPr>
              <w:pStyle w:val="libPoem"/>
            </w:pPr>
            <w:r>
              <w:rPr>
                <w:rtl/>
                <w:lang w:bidi="fa-IR"/>
              </w:rPr>
              <w:t>ليل طويل اُوفيه أهوال المنيّه</w:t>
            </w:r>
            <w:r w:rsidR="0057733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AC9E8A5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D365C" w14:paraId="2A0D2546" w14:textId="77777777" w:rsidTr="0011626D">
        <w:trPr>
          <w:trHeight w:val="350"/>
        </w:trPr>
        <w:tc>
          <w:tcPr>
            <w:tcW w:w="3920" w:type="dxa"/>
            <w:shd w:val="clear" w:color="auto" w:fill="auto"/>
          </w:tcPr>
          <w:p w14:paraId="0EEED56A" w14:textId="77777777" w:rsidR="00CD365C" w:rsidRDefault="00CD365C" w:rsidP="0011626D">
            <w:pPr>
              <w:pStyle w:val="libPoem"/>
            </w:pPr>
            <w:r>
              <w:rPr>
                <w:rtl/>
                <w:lang w:bidi="fa-IR"/>
              </w:rPr>
              <w:lastRenderedPageBreak/>
              <w:t>بني اُميّة عندهم في غيبتك 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B7E0451" w14:textId="77777777" w:rsidR="00CD365C" w:rsidRDefault="00CD365C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C789C33" w14:textId="77777777" w:rsidR="00CD365C" w:rsidRDefault="00CD365C" w:rsidP="0011626D">
            <w:pPr>
              <w:pStyle w:val="libPoem"/>
            </w:pPr>
            <w:r>
              <w:rPr>
                <w:rtl/>
                <w:lang w:bidi="fa-IR"/>
              </w:rPr>
              <w:t>ايقولوا حصرنا اِحسين لا ناصر ولا اعضيد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365C" w14:paraId="49268259" w14:textId="77777777" w:rsidTr="0011626D">
        <w:trPr>
          <w:trHeight w:val="350"/>
        </w:trPr>
        <w:tc>
          <w:tcPr>
            <w:tcW w:w="3920" w:type="dxa"/>
          </w:tcPr>
          <w:p w14:paraId="555BB29D" w14:textId="77777777" w:rsidR="00CD365C" w:rsidRDefault="00CD365C" w:rsidP="0011626D">
            <w:pPr>
              <w:pStyle w:val="libPoem"/>
            </w:pPr>
            <w:r>
              <w:rPr>
                <w:rtl/>
                <w:lang w:bidi="fa-IR"/>
              </w:rPr>
              <w:t>بالحيف لنهم يعرفونك بطل صنديد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E0161D" w14:textId="77777777" w:rsidR="00CD365C" w:rsidRDefault="00CD365C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BD31A5" w14:textId="77777777" w:rsidR="00CD365C" w:rsidRDefault="00CD365C" w:rsidP="0011626D">
            <w:pPr>
              <w:pStyle w:val="libPoem"/>
            </w:pPr>
            <w:r>
              <w:rPr>
                <w:rtl/>
                <w:lang w:bidi="fa-IR"/>
              </w:rPr>
              <w:t>قرم جسور ما تهاب امن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365C" w14:paraId="2012AF4B" w14:textId="77777777" w:rsidTr="0011626D">
        <w:trPr>
          <w:trHeight w:val="350"/>
        </w:trPr>
        <w:tc>
          <w:tcPr>
            <w:tcW w:w="3920" w:type="dxa"/>
          </w:tcPr>
          <w:p w14:paraId="65637063" w14:textId="77777777" w:rsidR="00CD365C" w:rsidRDefault="00CD365C" w:rsidP="0011626D">
            <w:pPr>
              <w:pStyle w:val="libPoem"/>
            </w:pPr>
            <w:r>
              <w:rPr>
                <w:rtl/>
                <w:lang w:bidi="fa-IR"/>
              </w:rPr>
              <w:t>حاطوا العدى باِحسين ليتك عن 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DB80EC" w14:textId="77777777" w:rsidR="00CD365C" w:rsidRDefault="00CD365C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EDBA59" w14:textId="77777777" w:rsidR="00CD365C" w:rsidRDefault="00CD365C" w:rsidP="0011626D">
            <w:pPr>
              <w:pStyle w:val="libPoem"/>
            </w:pPr>
            <w:r>
              <w:rPr>
                <w:rtl/>
                <w:lang w:bidi="fa-IR"/>
              </w:rPr>
              <w:t>اُوعن اشماله انكان يا حامي الظعينه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365C" w14:paraId="50F087A2" w14:textId="77777777" w:rsidTr="0011626D">
        <w:trPr>
          <w:trHeight w:val="350"/>
        </w:trPr>
        <w:tc>
          <w:tcPr>
            <w:tcW w:w="3920" w:type="dxa"/>
          </w:tcPr>
          <w:p w14:paraId="07DB8440" w14:textId="77777777" w:rsidR="00CD365C" w:rsidRDefault="00CD365C" w:rsidP="0011626D">
            <w:pPr>
              <w:pStyle w:val="libPoem"/>
            </w:pPr>
            <w:r>
              <w:rPr>
                <w:rtl/>
                <w:lang w:bidi="fa-IR"/>
              </w:rPr>
              <w:t>ليت المرض ما كان عاقك في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6D40FA" w14:textId="77777777" w:rsidR="00CD365C" w:rsidRDefault="00CD365C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962735C" w14:textId="77777777" w:rsidR="00CD365C" w:rsidRDefault="00CD365C" w:rsidP="0011626D">
            <w:pPr>
              <w:pStyle w:val="libPoem"/>
            </w:pPr>
            <w:r>
              <w:rPr>
                <w:rtl/>
                <w:lang w:bidi="fa-IR"/>
              </w:rPr>
              <w:t>انته المقدم في الحرايب ياشفيّه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365C" w14:paraId="4AD21D3F" w14:textId="77777777" w:rsidTr="0011626D">
        <w:trPr>
          <w:trHeight w:val="350"/>
        </w:trPr>
        <w:tc>
          <w:tcPr>
            <w:tcW w:w="3920" w:type="dxa"/>
          </w:tcPr>
          <w:p w14:paraId="36902B64" w14:textId="77777777" w:rsidR="00CD365C" w:rsidRDefault="00CD365C" w:rsidP="0011626D">
            <w:pPr>
              <w:pStyle w:val="libPoem"/>
            </w:pPr>
            <w:r>
              <w:rPr>
                <w:rtl/>
                <w:lang w:bidi="fa-IR"/>
              </w:rPr>
              <w:t>والله اخوك اِحسين يمحمد تمنّه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DD777D" w14:textId="77777777" w:rsidR="00CD365C" w:rsidRDefault="00CD365C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3DE048" w14:textId="77777777" w:rsidR="00CD365C" w:rsidRDefault="00CD365C" w:rsidP="0011626D">
            <w:pPr>
              <w:pStyle w:val="libPoem"/>
            </w:pPr>
            <w:r>
              <w:rPr>
                <w:rtl/>
                <w:lang w:bidi="fa-IR"/>
              </w:rPr>
              <w:t>يوم عليه الخيل دارت والأسنّه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365C" w14:paraId="56866DF9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9B8D3B9" w14:textId="77777777" w:rsidR="00CD365C" w:rsidRDefault="00CD365C" w:rsidP="0011626D">
            <w:pPr>
              <w:pStyle w:val="libPoem"/>
            </w:pPr>
            <w:r>
              <w:rPr>
                <w:rtl/>
                <w:lang w:bidi="fa-IR"/>
              </w:rPr>
              <w:t>إتمناك حاضر يالبطل ما غبت عنّه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9F583E" w14:textId="77777777" w:rsidR="00CD365C" w:rsidRDefault="00CD365C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091C0F" w14:textId="77777777" w:rsidR="00CD365C" w:rsidRDefault="00CD365C" w:rsidP="0011626D">
            <w:pPr>
              <w:pStyle w:val="libPoem"/>
            </w:pPr>
            <w:r>
              <w:rPr>
                <w:rtl/>
                <w:lang w:bidi="fa-IR"/>
              </w:rPr>
              <w:t>عند الشدايد ما تهاب امن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E35D37A" w14:textId="77777777" w:rsidR="00EE7C84" w:rsidRDefault="00EE7C84" w:rsidP="001E6832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71FEF058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5C575814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السجّاد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يخبر عمّه محمّداً عمّا جرى في كربلاء , وما فعلته أنصار الحسين وإخوانه وأولاده (</w:t>
      </w:r>
      <w:r w:rsidR="00B01AF7" w:rsidRPr="00B01AF7">
        <w:rPr>
          <w:rStyle w:val="libAlaemChar"/>
          <w:rtl/>
        </w:rPr>
        <w:t>عليهم‌السلام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A5441" w14:paraId="1E4CFB0C" w14:textId="77777777" w:rsidTr="0011626D">
        <w:trPr>
          <w:trHeight w:val="350"/>
        </w:trPr>
        <w:tc>
          <w:tcPr>
            <w:tcW w:w="3920" w:type="dxa"/>
            <w:shd w:val="clear" w:color="auto" w:fill="auto"/>
          </w:tcPr>
          <w:p w14:paraId="1DDAD7B3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في كربلا يا عمّي في كربلا يا عمّي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F91BF19" w14:textId="77777777" w:rsidR="009A5441" w:rsidRDefault="009A5441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55D1074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ليتك حضرت اطرادهم في كربلا يا عمّي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5441" w14:paraId="07EEF260" w14:textId="77777777" w:rsidTr="0011626D">
        <w:trPr>
          <w:trHeight w:val="350"/>
        </w:trPr>
        <w:tc>
          <w:tcPr>
            <w:tcW w:w="3920" w:type="dxa"/>
          </w:tcPr>
          <w:p w14:paraId="0A47CB16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ليتك حضرت اِطرادهم يالحربة المحميّه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46C8A8" w14:textId="77777777" w:rsidR="009A5441" w:rsidRDefault="009A5441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98CC1AD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اُوشلْت العلم والراية في حومة الحربيّه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5441" w14:paraId="191FC595" w14:textId="77777777" w:rsidTr="0011626D">
        <w:trPr>
          <w:trHeight w:val="350"/>
        </w:trPr>
        <w:tc>
          <w:tcPr>
            <w:tcW w:w="3920" w:type="dxa"/>
          </w:tcPr>
          <w:p w14:paraId="74D50F42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خلّوا على عدوانهم نار الوغى موريّه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B754A2" w14:textId="77777777" w:rsidR="009A5441" w:rsidRDefault="009A5441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3695DC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متباشرين ابموتهم في كربلا يا عمّي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5441" w14:paraId="63206922" w14:textId="77777777" w:rsidTr="0011626D">
        <w:trPr>
          <w:trHeight w:val="350"/>
        </w:trPr>
        <w:tc>
          <w:tcPr>
            <w:tcW w:w="3920" w:type="dxa"/>
          </w:tcPr>
          <w:p w14:paraId="72EBA27E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يوم استوى مفزاعهم انا طريح اُوسادي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C5B2E9" w14:textId="77777777" w:rsidR="009A5441" w:rsidRDefault="009A5441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6D674A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مثلك انا يا عمّي طايح حريم اجهادي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5441" w14:paraId="60BD36C8" w14:textId="77777777" w:rsidTr="0011626D">
        <w:trPr>
          <w:trHeight w:val="350"/>
        </w:trPr>
        <w:tc>
          <w:tcPr>
            <w:tcW w:w="3920" w:type="dxa"/>
          </w:tcPr>
          <w:p w14:paraId="6D6E22BA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اُوانا أون في الخيمة واسمع اُخوك اينادي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37308F" w14:textId="77777777" w:rsidR="009A5441" w:rsidRDefault="009A5441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4EA283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مستوحدينه الاعداء في كربلا يا عمّي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5441" w14:paraId="660E3995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5EB8387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شدوا على اكحبلاتهم في ضحوة ميشومه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21A8F6" w14:textId="77777777" w:rsidR="009A5441" w:rsidRDefault="009A5441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5BB3D0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والكل في مطراده مثل الصقر له حومه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5441" w14:paraId="249DCBB3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AC3EF41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حاشا على اعراضهم من كلمة المذمومة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BE808E" w14:textId="77777777" w:rsidR="009A5441" w:rsidRDefault="009A5441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56AFA8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متباشرين ابموتهم في كربلا يا عمّي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5441" w14:paraId="39171B24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49C5BAE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واتسنموا ضمرهم كلهم فرد ضحويّه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761142" w14:textId="77777777" w:rsidR="009A5441" w:rsidRDefault="009A5441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80CBCD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اُوشالوا العلم والراية يا صدق ذيك النيّه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5441" w14:paraId="37D4A13A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678F93D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اُوصالوا يعمّي اعلى العدى اُوخلّوا الجثث مرميّه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FE65BD" w14:textId="77777777" w:rsidR="009A5441" w:rsidRDefault="009A5441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91CF91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اُوخلّوا دماهم تجري مثل البحر يا عمّي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5441" w14:paraId="28C927A6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33A06B5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ليتك نظرت اخوانك يوم اصبحت فرحانه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204963" w14:textId="77777777" w:rsidR="009A5441" w:rsidRDefault="009A5441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AC29B7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يوم اصبحوا يا عمّي والكل يشد احصانه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5441" w14:paraId="5B757190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802E0CC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اُو زينب عليهم تلطم فوق الوجن ولهانه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76D59E" w14:textId="77777777" w:rsidR="009A5441" w:rsidRDefault="009A5441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EDCA44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واقلوبهم مسرورة في كربلا يا عمّي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5441" w14:paraId="24D636E7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3927981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ماحمل منهم واحد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اُوتبسم سنّه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4C1BAF" w14:textId="77777777" w:rsidR="009A5441" w:rsidRDefault="009A5441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CEEFE7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اُولو طاح منهم طايح شالوا الراية عنّه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5441" w14:paraId="781C744B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905086B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اُوما طاح منهم طايح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ابوسط الجنّه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20DC2B" w14:textId="77777777" w:rsidR="009A5441" w:rsidRDefault="009A5441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4AB3BA8" w14:textId="77777777" w:rsidR="009A5441" w:rsidRDefault="009A5441" w:rsidP="0011626D">
            <w:pPr>
              <w:pStyle w:val="libPoem"/>
            </w:pPr>
            <w:r>
              <w:rPr>
                <w:rtl/>
                <w:lang w:bidi="fa-IR"/>
              </w:rPr>
              <w:t>متباشرين ابموتهم في كربلا يا عمّي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6A66065" w14:textId="77777777" w:rsidR="00EE7C84" w:rsidRDefault="00EE7C84" w:rsidP="00AD7B37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67CD0C55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02C63" w14:paraId="68741F59" w14:textId="77777777" w:rsidTr="0011626D">
        <w:trPr>
          <w:trHeight w:val="350"/>
        </w:trPr>
        <w:tc>
          <w:tcPr>
            <w:tcW w:w="3920" w:type="dxa"/>
            <w:shd w:val="clear" w:color="auto" w:fill="auto"/>
          </w:tcPr>
          <w:p w14:paraId="405F0CA5" w14:textId="77777777" w:rsidR="00002C63" w:rsidRDefault="00002C63" w:rsidP="0011626D">
            <w:pPr>
              <w:pStyle w:val="libPoem"/>
            </w:pPr>
            <w:r>
              <w:rPr>
                <w:rtl/>
                <w:lang w:bidi="fa-IR"/>
              </w:rPr>
              <w:lastRenderedPageBreak/>
              <w:t>ذبحت جميع ارجالي ذبحت جميع ارجالي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974E1C6" w14:textId="77777777" w:rsidR="00002C63" w:rsidRDefault="00002C63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4061583" w14:textId="77777777" w:rsidR="00002C63" w:rsidRDefault="00002C63" w:rsidP="0011626D">
            <w:pPr>
              <w:pStyle w:val="libPoem"/>
            </w:pPr>
            <w:r>
              <w:rPr>
                <w:rtl/>
                <w:lang w:bidi="fa-IR"/>
              </w:rPr>
              <w:t>في كربلا يا عمّي ذبحت جميع ارجالي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2C63" w14:paraId="35D095E5" w14:textId="77777777" w:rsidTr="0011626D">
        <w:trPr>
          <w:trHeight w:val="350"/>
        </w:trPr>
        <w:tc>
          <w:tcPr>
            <w:tcW w:w="3920" w:type="dxa"/>
          </w:tcPr>
          <w:p w14:paraId="49E39497" w14:textId="77777777" w:rsidR="00002C63" w:rsidRDefault="00002C63" w:rsidP="0011626D">
            <w:pPr>
              <w:pStyle w:val="libPoem"/>
            </w:pPr>
            <w:r>
              <w:rPr>
                <w:rtl/>
                <w:lang w:bidi="fa-IR"/>
              </w:rPr>
              <w:t>نادى محمّد ياهو بالحرب زاد افعوله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C836FA" w14:textId="77777777" w:rsidR="00002C63" w:rsidRDefault="00002C63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F1F1A8" w14:textId="77777777" w:rsidR="00002C63" w:rsidRDefault="00002C63" w:rsidP="0011626D">
            <w:pPr>
              <w:pStyle w:val="libPoem"/>
            </w:pPr>
            <w:r>
              <w:rPr>
                <w:rtl/>
                <w:lang w:bidi="fa-IR"/>
              </w:rPr>
              <w:t>قلّه يعمّي حيهم الكل صال ابصوله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2C63" w14:paraId="017277B9" w14:textId="77777777" w:rsidTr="0011626D">
        <w:trPr>
          <w:trHeight w:val="350"/>
        </w:trPr>
        <w:tc>
          <w:tcPr>
            <w:tcW w:w="3920" w:type="dxa"/>
          </w:tcPr>
          <w:p w14:paraId="1E134032" w14:textId="77777777" w:rsidR="00002C63" w:rsidRDefault="00002C63" w:rsidP="0011626D">
            <w:pPr>
              <w:pStyle w:val="libPoem"/>
            </w:pPr>
            <w:r>
              <w:rPr>
                <w:rtl/>
                <w:lang w:bidi="fa-IR"/>
              </w:rPr>
              <w:t>لكن ابيوم الزلزلة العبّاس راعي الطوله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927502" w14:textId="77777777" w:rsidR="00002C63" w:rsidRDefault="00002C63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9FCC6F" w14:textId="77777777" w:rsidR="00002C63" w:rsidRDefault="00002C63" w:rsidP="0011626D">
            <w:pPr>
              <w:pStyle w:val="libPoem"/>
            </w:pPr>
            <w:r>
              <w:rPr>
                <w:rtl/>
                <w:lang w:bidi="fa-IR"/>
              </w:rPr>
              <w:t>نكّس رواياها اُوغدا في الشرف ذكره 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2C63" w14:paraId="40086466" w14:textId="77777777" w:rsidTr="0011626D">
        <w:trPr>
          <w:trHeight w:val="350"/>
        </w:trPr>
        <w:tc>
          <w:tcPr>
            <w:tcW w:w="3920" w:type="dxa"/>
          </w:tcPr>
          <w:p w14:paraId="1F67ACEE" w14:textId="77777777" w:rsidR="00002C63" w:rsidRDefault="00002C63" w:rsidP="0011626D">
            <w:pPr>
              <w:pStyle w:val="libPoem"/>
            </w:pPr>
            <w:r>
              <w:rPr>
                <w:rtl/>
                <w:lang w:bidi="fa-IR"/>
              </w:rPr>
              <w:t>يا عم لا تسألني عن بوالفضل وافعاله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61ED31" w14:textId="77777777" w:rsidR="00002C63" w:rsidRDefault="00002C63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D56820" w14:textId="77777777" w:rsidR="00002C63" w:rsidRDefault="00002C63" w:rsidP="0011626D">
            <w:pPr>
              <w:pStyle w:val="libPoem"/>
            </w:pPr>
            <w:r>
              <w:rPr>
                <w:rtl/>
                <w:lang w:bidi="fa-IR"/>
              </w:rPr>
              <w:t>قصوا يعمّي ايمينه اُوشال العلم باشماله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2C63" w14:paraId="3B9AC234" w14:textId="77777777" w:rsidTr="0011626D">
        <w:trPr>
          <w:trHeight w:val="350"/>
        </w:trPr>
        <w:tc>
          <w:tcPr>
            <w:tcW w:w="3920" w:type="dxa"/>
          </w:tcPr>
          <w:p w14:paraId="1D006F8E" w14:textId="77777777" w:rsidR="00002C63" w:rsidRDefault="00002C63" w:rsidP="0011626D">
            <w:pPr>
              <w:pStyle w:val="libPoem"/>
            </w:pPr>
            <w:r>
              <w:rPr>
                <w:rtl/>
                <w:lang w:bidi="fa-IR"/>
              </w:rPr>
              <w:t>اُو يوم وقع في المعركة قلّي أخوك اشحاله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C44D8A" w14:textId="77777777" w:rsidR="00002C63" w:rsidRDefault="00002C63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DF6E63" w14:textId="77777777" w:rsidR="00002C63" w:rsidRDefault="00002C63" w:rsidP="0011626D">
            <w:pPr>
              <w:pStyle w:val="libPoem"/>
            </w:pPr>
            <w:r>
              <w:rPr>
                <w:rtl/>
                <w:lang w:bidi="fa-IR"/>
              </w:rPr>
              <w:t>إيصيح مالي ساعد من عقب ذبح ارجالي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2C63" w14:paraId="432A66BA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B19107E" w14:textId="77777777" w:rsidR="00002C63" w:rsidRDefault="00002C63" w:rsidP="0011626D">
            <w:pPr>
              <w:pStyle w:val="libPoem"/>
            </w:pPr>
            <w:r>
              <w:rPr>
                <w:rtl/>
                <w:lang w:bidi="fa-IR"/>
              </w:rPr>
              <w:t>يا عم لا تنشدني عمّا جرى واتسايل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B9A962D" w14:textId="77777777" w:rsidR="00002C63" w:rsidRDefault="00002C63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80257A" w14:textId="77777777" w:rsidR="00002C63" w:rsidRDefault="00002C63" w:rsidP="0011626D">
            <w:pPr>
              <w:pStyle w:val="libPoem"/>
            </w:pPr>
            <w:r>
              <w:rPr>
                <w:rtl/>
                <w:lang w:bidi="fa-IR"/>
              </w:rPr>
              <w:t>اِحسين ظل اعلى الثرى والنحر دمّه سايل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2C63" w14:paraId="0E59105C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CB3CA42" w14:textId="77777777" w:rsidR="00002C63" w:rsidRDefault="00002C63" w:rsidP="0011626D">
            <w:pPr>
              <w:pStyle w:val="libPoem"/>
            </w:pPr>
            <w:r>
              <w:rPr>
                <w:rtl/>
                <w:lang w:bidi="fa-IR"/>
              </w:rPr>
              <w:t>علمي ابجسمه عاري والظعن عنّه شايل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6313E7" w14:textId="77777777" w:rsidR="00002C63" w:rsidRDefault="00002C63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FF5B28" w14:textId="77777777" w:rsidR="00002C63" w:rsidRDefault="00002C63" w:rsidP="0011626D">
            <w:pPr>
              <w:pStyle w:val="libPoem"/>
            </w:pPr>
            <w:r>
              <w:rPr>
                <w:rtl/>
                <w:lang w:bidi="fa-IR"/>
              </w:rPr>
              <w:t>واَمّا النسايا عمّي شالت بليّا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2C63" w14:paraId="4FA53B80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9D55299" w14:textId="77777777" w:rsidR="00002C63" w:rsidRDefault="00002C63" w:rsidP="0011626D">
            <w:pPr>
              <w:pStyle w:val="libPoem"/>
            </w:pPr>
            <w:r>
              <w:rPr>
                <w:rtl/>
                <w:lang w:bidi="fa-IR"/>
              </w:rPr>
              <w:t>ذيك لجسود الحلوة باتوا ابحر الرمضا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CE5B66" w14:textId="77777777" w:rsidR="00002C63" w:rsidRDefault="00002C63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952B27" w14:textId="77777777" w:rsidR="00002C63" w:rsidRDefault="00002C63" w:rsidP="0011626D">
            <w:pPr>
              <w:pStyle w:val="libPoem"/>
            </w:pPr>
            <w:r>
              <w:rPr>
                <w:rtl/>
                <w:lang w:bidi="fa-IR"/>
              </w:rPr>
              <w:t>ماتوا عطش يا عمّي واكبادهم تتلظى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2C63" w14:paraId="0CD1CC6F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0E89085" w14:textId="77777777" w:rsidR="00002C63" w:rsidRDefault="00002C63" w:rsidP="0011626D">
            <w:pPr>
              <w:pStyle w:val="libPoem"/>
            </w:pPr>
            <w:r>
              <w:rPr>
                <w:rtl/>
                <w:lang w:bidi="fa-IR"/>
              </w:rPr>
              <w:t>وانا عليل امقيّد مالي جلد للنهضه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FCEAD3" w14:textId="77777777" w:rsidR="00002C63" w:rsidRDefault="00002C63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C97672" w14:textId="77777777" w:rsidR="00002C63" w:rsidRDefault="00002C63" w:rsidP="0011626D">
            <w:pPr>
              <w:pStyle w:val="libPoem"/>
            </w:pPr>
            <w:r>
              <w:rPr>
                <w:rtl/>
                <w:lang w:bidi="fa-IR"/>
              </w:rPr>
              <w:t>وابقيت مالي ساعد يا عمّ يرحم حالي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2C63" w14:paraId="18E8C6C8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79C69B5" w14:textId="77777777" w:rsidR="00002C63" w:rsidRDefault="00002C63" w:rsidP="0011626D">
            <w:pPr>
              <w:pStyle w:val="libPoem"/>
            </w:pPr>
            <w:r>
              <w:rPr>
                <w:rtl/>
                <w:lang w:bidi="fa-IR"/>
              </w:rPr>
              <w:t>واخيامنا يا عمي في كربلا حرقوها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90251C" w14:textId="77777777" w:rsidR="00002C63" w:rsidRDefault="00002C63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EC93A4" w14:textId="77777777" w:rsidR="00002C63" w:rsidRDefault="00002C63" w:rsidP="0011626D">
            <w:pPr>
              <w:pStyle w:val="libPoem"/>
            </w:pPr>
            <w:r>
              <w:rPr>
                <w:rtl/>
                <w:lang w:bidi="fa-IR"/>
              </w:rPr>
              <w:t>واَطفالنا يا عمّي في كربلا ذبحوها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2C63" w14:paraId="3867AA0C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51EB615" w14:textId="77777777" w:rsidR="00002C63" w:rsidRDefault="00002C63" w:rsidP="0011626D">
            <w:pPr>
              <w:pStyle w:val="libPoem"/>
            </w:pPr>
            <w:r>
              <w:rPr>
                <w:rtl/>
                <w:lang w:bidi="fa-IR"/>
              </w:rPr>
              <w:t>حاله شنيعة صارت حتّى النسا سلبوها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3C0BC8" w14:textId="77777777" w:rsidR="00002C63" w:rsidRDefault="00002C63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9CF4C9" w14:textId="77777777" w:rsidR="00002C63" w:rsidRDefault="00002C63" w:rsidP="00002C63">
            <w:pPr>
              <w:pStyle w:val="libPoem"/>
            </w:pPr>
            <w:r>
              <w:rPr>
                <w:rtl/>
                <w:lang w:bidi="fa-IR"/>
              </w:rPr>
              <w:t>اُوزينب تصيح اُوتنتحب اُوتصرخ ابصوت 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2C63" w14:paraId="186E0333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BF35EE7" w14:textId="77777777" w:rsidR="00002C63" w:rsidRDefault="005333D9" w:rsidP="0011626D">
            <w:pPr>
              <w:pStyle w:val="libPoem"/>
            </w:pPr>
            <w:r>
              <w:rPr>
                <w:rtl/>
                <w:lang w:bidi="fa-IR"/>
              </w:rPr>
              <w:t>هذا علمكم طايح ما تقوموا له اتشيلونه</w:t>
            </w:r>
            <w:r w:rsidR="00002C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8CCE3C" w14:textId="77777777" w:rsidR="00002C63" w:rsidRDefault="00002C63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D0B9A0" w14:textId="77777777" w:rsidR="00002C63" w:rsidRDefault="005333D9" w:rsidP="0011626D">
            <w:pPr>
              <w:pStyle w:val="libPoem"/>
            </w:pPr>
            <w:r>
              <w:rPr>
                <w:rtl/>
                <w:lang w:bidi="fa-IR"/>
              </w:rPr>
              <w:t>اُوهذا ظعنكم ماشي للشام ما تردونه</w:t>
            </w:r>
            <w:r w:rsidR="00002C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2C63" w14:paraId="1BC439F1" w14:textId="77777777" w:rsidTr="00116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F7D675C" w14:textId="77777777" w:rsidR="00002C63" w:rsidRDefault="005333D9" w:rsidP="0011626D">
            <w:pPr>
              <w:pStyle w:val="libPoem"/>
            </w:pPr>
            <w:r>
              <w:rPr>
                <w:rtl/>
                <w:lang w:bidi="fa-IR"/>
              </w:rPr>
              <w:t>وامخدرتكم زينب فوق الجمل محزونه</w:t>
            </w:r>
            <w:r w:rsidR="00002C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F3183B" w14:textId="77777777" w:rsidR="00002C63" w:rsidRDefault="00002C63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F540D0" w14:textId="77777777" w:rsidR="00002C63" w:rsidRDefault="005333D9" w:rsidP="0011626D">
            <w:pPr>
              <w:pStyle w:val="libPoem"/>
            </w:pPr>
            <w:r>
              <w:rPr>
                <w:rtl/>
                <w:lang w:bidi="fa-IR"/>
              </w:rPr>
              <w:t>يهل الفخر والشيمة زينب بليّا والي</w:t>
            </w:r>
            <w:r w:rsidR="00002C6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1EF85E0" w14:textId="77777777" w:rsidR="00EE7C84" w:rsidRDefault="00EE7C84" w:rsidP="00002C63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02C63" w14:paraId="42EEBC8C" w14:textId="77777777" w:rsidTr="0011626D">
        <w:trPr>
          <w:trHeight w:val="350"/>
        </w:trPr>
        <w:tc>
          <w:tcPr>
            <w:tcW w:w="3920" w:type="dxa"/>
            <w:shd w:val="clear" w:color="auto" w:fill="auto"/>
          </w:tcPr>
          <w:p w14:paraId="6CEFCC79" w14:textId="77777777" w:rsidR="00002C63" w:rsidRDefault="0011626D" w:rsidP="0011626D">
            <w:pPr>
              <w:pStyle w:val="libPoem"/>
            </w:pPr>
            <w:r>
              <w:rPr>
                <w:rtl/>
                <w:lang w:bidi="fa-IR"/>
              </w:rPr>
              <w:t>في هالسفر والشيلة في هالسفر والشيله</w:t>
            </w:r>
            <w:r w:rsidR="00002C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6841F97" w14:textId="77777777" w:rsidR="00002C63" w:rsidRDefault="00002C63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5BCB168" w14:textId="77777777" w:rsidR="00002C63" w:rsidRDefault="0011626D" w:rsidP="0011626D">
            <w:pPr>
              <w:pStyle w:val="libPoem"/>
            </w:pPr>
            <w:r>
              <w:rPr>
                <w:rtl/>
                <w:lang w:bidi="fa-IR"/>
              </w:rPr>
              <w:t>دولة يعمّي وانفنت في هالسفر والشيله</w:t>
            </w:r>
            <w:r w:rsidR="00002C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2C63" w14:paraId="17DF6E24" w14:textId="77777777" w:rsidTr="0011626D">
        <w:trPr>
          <w:trHeight w:val="350"/>
        </w:trPr>
        <w:tc>
          <w:tcPr>
            <w:tcW w:w="3920" w:type="dxa"/>
          </w:tcPr>
          <w:p w14:paraId="5BC41190" w14:textId="77777777" w:rsidR="00002C63" w:rsidRDefault="0011626D" w:rsidP="0011626D">
            <w:pPr>
              <w:pStyle w:val="libPoem"/>
            </w:pPr>
            <w:r>
              <w:rPr>
                <w:rtl/>
                <w:lang w:bidi="fa-IR"/>
              </w:rPr>
              <w:t>ليتك نظرت اخوانك فوق الثرى مرميّه</w:t>
            </w:r>
            <w:r w:rsidR="00002C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E29ED4" w14:textId="77777777" w:rsidR="00002C63" w:rsidRDefault="00002C63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F3D282" w14:textId="77777777" w:rsidR="00002C63" w:rsidRDefault="0011626D" w:rsidP="0011626D">
            <w:pPr>
              <w:pStyle w:val="libPoem"/>
            </w:pPr>
            <w:r>
              <w:rPr>
                <w:rtl/>
                <w:lang w:bidi="fa-IR"/>
              </w:rPr>
              <w:t>وادمومهم يا عمّي منها الأرض مرويّه</w:t>
            </w:r>
            <w:r w:rsidR="00002C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2C63" w14:paraId="313FA6A0" w14:textId="77777777" w:rsidTr="0011626D">
        <w:trPr>
          <w:trHeight w:val="350"/>
        </w:trPr>
        <w:tc>
          <w:tcPr>
            <w:tcW w:w="3920" w:type="dxa"/>
          </w:tcPr>
          <w:p w14:paraId="7191154B" w14:textId="77777777" w:rsidR="00002C63" w:rsidRDefault="0011626D" w:rsidP="0011626D">
            <w:pPr>
              <w:pStyle w:val="libPoem"/>
            </w:pPr>
            <w:r>
              <w:rPr>
                <w:rtl/>
                <w:lang w:bidi="fa-IR"/>
              </w:rPr>
              <w:t>اُوروسهم مرفوعة فوق القنا الخطيّه</w:t>
            </w:r>
            <w:r w:rsidR="00002C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EAE39E" w14:textId="77777777" w:rsidR="00002C63" w:rsidRDefault="00002C63" w:rsidP="001162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F2B0A86" w14:textId="77777777" w:rsidR="00002C63" w:rsidRDefault="0011626D" w:rsidP="0011626D">
            <w:pPr>
              <w:pStyle w:val="libPoem"/>
            </w:pPr>
            <w:r>
              <w:rPr>
                <w:rtl/>
                <w:lang w:bidi="fa-IR"/>
              </w:rPr>
              <w:t>دولة يعمّي وانفنت في هالسفر والشيله</w:t>
            </w:r>
            <w:r w:rsidR="00002C6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1E809F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E7374" w14:paraId="7A64E7FF" w14:textId="77777777" w:rsidTr="00D51B90">
        <w:trPr>
          <w:trHeight w:val="350"/>
        </w:trPr>
        <w:tc>
          <w:tcPr>
            <w:tcW w:w="3920" w:type="dxa"/>
            <w:shd w:val="clear" w:color="auto" w:fill="auto"/>
          </w:tcPr>
          <w:p w14:paraId="6DD3FBC9" w14:textId="77777777" w:rsidR="008E7374" w:rsidRDefault="008E7374" w:rsidP="00D51B90">
            <w:pPr>
              <w:pStyle w:val="libPoem"/>
            </w:pPr>
            <w:r>
              <w:rPr>
                <w:rtl/>
                <w:lang w:bidi="fa-IR"/>
              </w:rPr>
              <w:t>ياما اصدور امكسّرة اُوياما ارقابٍ مالتْ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86F35F1" w14:textId="77777777" w:rsidR="008E7374" w:rsidRDefault="008E7374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D755C5B" w14:textId="77777777" w:rsidR="008E7374" w:rsidRDefault="008E7374" w:rsidP="00D51B90">
            <w:pPr>
              <w:pStyle w:val="libPoem"/>
            </w:pPr>
            <w:r>
              <w:rPr>
                <w:rtl/>
                <w:lang w:bidi="fa-IR"/>
              </w:rPr>
              <w:t>ياما انحور امنحّرة اُوياما دمومٍ سالتْ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7374" w14:paraId="532DB7D3" w14:textId="77777777" w:rsidTr="00D51B90">
        <w:trPr>
          <w:trHeight w:val="350"/>
        </w:trPr>
        <w:tc>
          <w:tcPr>
            <w:tcW w:w="3920" w:type="dxa"/>
          </w:tcPr>
          <w:p w14:paraId="0C2512C8" w14:textId="77777777" w:rsidR="008E7374" w:rsidRDefault="008E7374" w:rsidP="00D51B90">
            <w:pPr>
              <w:pStyle w:val="libPoem"/>
            </w:pPr>
            <w:r>
              <w:rPr>
                <w:rtl/>
                <w:lang w:bidi="fa-IR"/>
              </w:rPr>
              <w:t>اُوياما رؤوس مزهرة فوق الأسنّة اِنشالتْ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4E40ED" w14:textId="77777777" w:rsidR="008E7374" w:rsidRDefault="008E7374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1D7567" w14:textId="77777777" w:rsidR="008E7374" w:rsidRDefault="008E7374" w:rsidP="00D51B90">
            <w:pPr>
              <w:pStyle w:val="libPoem"/>
            </w:pPr>
            <w:r>
              <w:rPr>
                <w:rtl/>
                <w:lang w:bidi="fa-IR"/>
              </w:rPr>
              <w:t>دولة يعمّي وانفنت في هالسفر والشيله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7374" w14:paraId="2FC807CF" w14:textId="77777777" w:rsidTr="00D51B90">
        <w:trPr>
          <w:trHeight w:val="350"/>
        </w:trPr>
        <w:tc>
          <w:tcPr>
            <w:tcW w:w="3920" w:type="dxa"/>
          </w:tcPr>
          <w:p w14:paraId="1BF1F777" w14:textId="77777777" w:rsidR="008E7374" w:rsidRDefault="008E7374" w:rsidP="00D51B90">
            <w:pPr>
              <w:pStyle w:val="libPoem"/>
            </w:pPr>
            <w:r>
              <w:rPr>
                <w:rtl/>
                <w:lang w:bidi="fa-IR"/>
              </w:rPr>
              <w:t>ياما اخدور امهتكه اُوياما نسا مفجوعه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AF5398" w14:textId="77777777" w:rsidR="008E7374" w:rsidRDefault="008E7374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26AD02" w14:textId="77777777" w:rsidR="008E7374" w:rsidRDefault="008E7374" w:rsidP="00D51B90">
            <w:pPr>
              <w:pStyle w:val="libPoem"/>
            </w:pPr>
            <w:r>
              <w:rPr>
                <w:rtl/>
                <w:lang w:bidi="fa-IR"/>
              </w:rPr>
              <w:t>اُوياما حريم امروعة وامن البكى ممنوعه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7374" w14:paraId="462BD5AB" w14:textId="77777777" w:rsidTr="00D51B90">
        <w:trPr>
          <w:trHeight w:val="350"/>
        </w:trPr>
        <w:tc>
          <w:tcPr>
            <w:tcW w:w="3920" w:type="dxa"/>
          </w:tcPr>
          <w:p w14:paraId="27E06120" w14:textId="77777777" w:rsidR="008E7374" w:rsidRDefault="008E7374" w:rsidP="00D51B90">
            <w:pPr>
              <w:pStyle w:val="libPoem"/>
            </w:pPr>
            <w:r>
              <w:rPr>
                <w:rtl/>
                <w:lang w:bidi="fa-IR"/>
              </w:rPr>
              <w:t>اتعاين لروس ارجالها فوق السمر مرفوعه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FAC2B1" w14:textId="77777777" w:rsidR="008E7374" w:rsidRDefault="008E7374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0BF7BC" w14:textId="77777777" w:rsidR="008E7374" w:rsidRDefault="008E7374" w:rsidP="00D51B90">
            <w:pPr>
              <w:pStyle w:val="libPoem"/>
            </w:pPr>
            <w:r>
              <w:rPr>
                <w:rtl/>
                <w:lang w:bidi="fa-IR"/>
              </w:rPr>
              <w:t>جسمي انتحل واعظامي في هالسفر يا عمّي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7374" w14:paraId="1AC89461" w14:textId="77777777" w:rsidTr="00D51B90">
        <w:trPr>
          <w:trHeight w:val="350"/>
        </w:trPr>
        <w:tc>
          <w:tcPr>
            <w:tcW w:w="3920" w:type="dxa"/>
          </w:tcPr>
          <w:p w14:paraId="1AB0C9F4" w14:textId="77777777" w:rsidR="008E7374" w:rsidRDefault="008E7374" w:rsidP="00D51B90">
            <w:pPr>
              <w:pStyle w:val="libPoem"/>
            </w:pPr>
            <w:r>
              <w:rPr>
                <w:rtl/>
                <w:lang w:bidi="fa-IR"/>
              </w:rPr>
              <w:t>دشّيت سوق الكوفة وانا يعمّي امقيد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405E66" w14:textId="77777777" w:rsidR="008E7374" w:rsidRDefault="008E7374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7230D8" w14:textId="77777777" w:rsidR="008E7374" w:rsidRDefault="008E7374" w:rsidP="00D51B90">
            <w:pPr>
              <w:pStyle w:val="libPoem"/>
            </w:pPr>
            <w:r>
              <w:rPr>
                <w:rtl/>
                <w:lang w:bidi="fa-IR"/>
              </w:rPr>
              <w:t>حال الشناعة حالي ماقط مثيلي يوجد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7374" w14:paraId="701DB80A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BF112C6" w14:textId="77777777" w:rsidR="008E7374" w:rsidRDefault="008E7374" w:rsidP="00D51B90">
            <w:pPr>
              <w:pStyle w:val="libPoem"/>
            </w:pPr>
            <w:r>
              <w:rPr>
                <w:rtl/>
                <w:lang w:bidi="fa-IR"/>
              </w:rPr>
              <w:t>شلنا اُوذاك الغالي فوق البسيطة امدد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69FEFD" w14:textId="77777777" w:rsidR="008E7374" w:rsidRDefault="008E7374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67E736" w14:textId="77777777" w:rsidR="008E7374" w:rsidRDefault="008E7374" w:rsidP="00D51B90">
            <w:pPr>
              <w:pStyle w:val="libPoem"/>
            </w:pPr>
            <w:r>
              <w:rPr>
                <w:rtl/>
                <w:lang w:bidi="fa-IR"/>
              </w:rPr>
              <w:t>اُوجيتك بليا ارجالي من هالسفر يا عمّي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F2A4507" w14:textId="77777777" w:rsidR="00EE7C84" w:rsidRDefault="00EE7C84" w:rsidP="00803492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53A6FEE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488CAF57" w14:textId="77777777" w:rsidR="00EE7C84" w:rsidRDefault="00EE7C84" w:rsidP="001676C1">
      <w:pPr>
        <w:pStyle w:val="Heading2Center"/>
        <w:rPr>
          <w:lang w:bidi="fa-IR"/>
        </w:rPr>
      </w:pPr>
      <w:bookmarkStart w:id="28" w:name="_Toc17226587"/>
      <w:r>
        <w:rPr>
          <w:rtl/>
          <w:lang w:bidi="fa-IR"/>
        </w:rPr>
        <w:t>مقطوعة في وفاة الإمام موسى بن جعفر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  <w:bookmarkEnd w:id="28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F066B" w14:paraId="3B291560" w14:textId="77777777" w:rsidTr="00D51B90">
        <w:trPr>
          <w:trHeight w:val="350"/>
        </w:trPr>
        <w:tc>
          <w:tcPr>
            <w:tcW w:w="3920" w:type="dxa"/>
            <w:shd w:val="clear" w:color="auto" w:fill="auto"/>
          </w:tcPr>
          <w:p w14:paraId="582F7FE2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موسى بن جعفر مات سيخي يا أراضين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149F4CB" w14:textId="77777777" w:rsidR="008F066B" w:rsidRDefault="008F066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D40D49A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وا ضيعة الوفّاد بعده والمساكين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66B" w14:paraId="2EB1CF8D" w14:textId="77777777" w:rsidTr="00D51B90">
        <w:trPr>
          <w:trHeight w:val="350"/>
        </w:trPr>
        <w:tc>
          <w:tcPr>
            <w:tcW w:w="3920" w:type="dxa"/>
          </w:tcPr>
          <w:p w14:paraId="3225E06A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بسك يداحي الباب من نوم اللحد 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1F027E" w14:textId="77777777" w:rsidR="008F066B" w:rsidRDefault="008F066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AFA09F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موسى بن جعفر في أرض بغداد مسموم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66B" w14:paraId="65CEDEE3" w14:textId="77777777" w:rsidTr="00D51B90">
        <w:trPr>
          <w:trHeight w:val="350"/>
        </w:trPr>
        <w:tc>
          <w:tcPr>
            <w:tcW w:w="3920" w:type="dxa"/>
          </w:tcPr>
          <w:p w14:paraId="76741B40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فوق الجسر والناس حوله يا علي اتحوم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466DF2" w14:textId="77777777" w:rsidR="008F066B" w:rsidRDefault="008F066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F4B4F5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يكسر الخاطر لو تشوفه اُو يهمل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66B" w14:paraId="33B69BED" w14:textId="77777777" w:rsidTr="00D51B90">
        <w:trPr>
          <w:trHeight w:val="350"/>
        </w:trPr>
        <w:tc>
          <w:tcPr>
            <w:tcW w:w="3920" w:type="dxa"/>
          </w:tcPr>
          <w:p w14:paraId="4C499A08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يكسر الخاطر يا علي يكسر الخاطر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A71081" w14:textId="77777777" w:rsidR="008F066B" w:rsidRDefault="008F066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30F869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ايخلِّ دموع العين فوق الخد ماطر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66B" w14:paraId="788DFD80" w14:textId="77777777" w:rsidTr="00D51B90">
        <w:trPr>
          <w:trHeight w:val="350"/>
        </w:trPr>
        <w:tc>
          <w:tcPr>
            <w:tcW w:w="3920" w:type="dxa"/>
          </w:tcPr>
          <w:p w14:paraId="7F88AD62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ياهي مصيبة تنفطر منها المراير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708416" w14:textId="77777777" w:rsidR="008F066B" w:rsidRDefault="008F066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8800A8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امصيبة المسموم لا مطلب ولا 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66B" w14:paraId="162BC479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A431AD9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قوموا يفرسان الحميّة امن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69E0B4" w14:textId="77777777" w:rsidR="008F066B" w:rsidRDefault="008F066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DE4C8F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شوفوا ولدكم مات ماحد غمض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66B" w14:paraId="5E6FE485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81D041D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فوق الجسر مرمي ولا انتوا حاضرينه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33A22D" w14:textId="77777777" w:rsidR="008F066B" w:rsidRDefault="008F066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E189CA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قوموا لاخذ الثار يا ط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>بة الدَّين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66B" w14:paraId="54A3EDB5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59EAFDE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إيحق لي اذا ظلّيت طول الدهر بالنوح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CD7A31" w14:textId="77777777" w:rsidR="008F066B" w:rsidRDefault="008F066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D57986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اُوهلّيت دمع العين فوق الخدِّ مسفوح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66B" w14:paraId="5E8A4BAA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FE3257A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لجل الذي خلّوه فوق الجسر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21824D" w14:textId="77777777" w:rsidR="008F066B" w:rsidRDefault="008F066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909AA9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مطروح فوق الجسر ماشفته يبو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66B" w14:paraId="61C19450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A85A5C6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اُوعجّت سماوات العلا لجله بلعويل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35A825" w14:textId="77777777" w:rsidR="008F066B" w:rsidRDefault="008F066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808029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اُوبين السما والأرض صاح ابصوت جبريل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66B" w14:paraId="13BCB475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A639EB9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وسفة على اللي نعشه اتشيله حماميل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CCFAFF" w14:textId="77777777" w:rsidR="008F066B" w:rsidRDefault="008F066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C5CFAB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وانته الإمام الحاوي اِعلوم النبيِّين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66B" w14:paraId="67889E6E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9639E1B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ماحد ثلاثتيّام ظل غيرك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B55518" w14:textId="77777777" w:rsidR="008F066B" w:rsidRDefault="008F066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8E20B0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الشهيد اللي انذبح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66B" w14:paraId="618DE7EE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F32DF63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الله لشق الجيب واَجلس في العزيّه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DB0E72D" w14:textId="77777777" w:rsidR="008F066B" w:rsidRDefault="008F066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A1A042" w14:textId="77777777" w:rsidR="008F066B" w:rsidRDefault="008F066B" w:rsidP="00D51B90">
            <w:pPr>
              <w:pStyle w:val="libPoem"/>
            </w:pPr>
            <w:r>
              <w:rPr>
                <w:rtl/>
                <w:lang w:bidi="fa-IR"/>
              </w:rPr>
              <w:t>واَبكي على اِمصابك يسيدي طول السنين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C077B24" w14:textId="77777777" w:rsidR="00EE7C84" w:rsidRDefault="00EE7C84" w:rsidP="001676C1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660BDA3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6FBF240E" w14:textId="77777777" w:rsidR="00EE7C84" w:rsidRDefault="00EE7C84" w:rsidP="001676C1">
      <w:pPr>
        <w:pStyle w:val="Heading2Center"/>
        <w:rPr>
          <w:lang w:bidi="fa-IR"/>
        </w:rPr>
      </w:pPr>
      <w:bookmarkStart w:id="29" w:name="_Toc17226588"/>
      <w:r>
        <w:rPr>
          <w:rtl/>
          <w:lang w:bidi="fa-IR"/>
        </w:rPr>
        <w:t>هذا فصل يشمل عليَّ بن موسى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غريب خراسان :</w:t>
      </w:r>
      <w:bookmarkEnd w:id="29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B22D9" w14:paraId="7557E2F3" w14:textId="77777777" w:rsidTr="00D51B90">
        <w:trPr>
          <w:trHeight w:val="350"/>
        </w:trPr>
        <w:tc>
          <w:tcPr>
            <w:tcW w:w="3920" w:type="dxa"/>
            <w:shd w:val="clear" w:color="auto" w:fill="auto"/>
          </w:tcPr>
          <w:p w14:paraId="12D71025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في طوس سيّدنا علي طوّل الغيبه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F931403" w14:textId="77777777" w:rsidR="00EB22D9" w:rsidRDefault="00EB22D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8739640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واستوحشة من عقب عينه أرض طَيبه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22D9" w14:paraId="32E877D9" w14:textId="77777777" w:rsidTr="00D51B90">
        <w:trPr>
          <w:trHeight w:val="350"/>
        </w:trPr>
        <w:tc>
          <w:tcPr>
            <w:tcW w:w="3920" w:type="dxa"/>
          </w:tcPr>
          <w:p w14:paraId="47AA6BFA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يهل المعالي امدارس العلم اغلقوها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FD3EA4" w14:textId="77777777" w:rsidR="00EB22D9" w:rsidRDefault="00EB22D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591E33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واَعلام سود اِعلى سطحها نشّروها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22D9" w14:paraId="768ACD60" w14:textId="77777777" w:rsidTr="00D51B90">
        <w:trPr>
          <w:trHeight w:val="350"/>
        </w:trPr>
        <w:tc>
          <w:tcPr>
            <w:tcW w:w="3920" w:type="dxa"/>
          </w:tcPr>
          <w:p w14:paraId="1B4A9A33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في طوس نفس العلم ظلماً قطّعوها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0A4C41" w14:textId="77777777" w:rsidR="00EB22D9" w:rsidRDefault="00EB22D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1C1627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مات الرضا في طوس ما اعظمها امصيبه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22D9" w14:paraId="68756AC2" w14:textId="77777777" w:rsidTr="00D51B90">
        <w:trPr>
          <w:trHeight w:val="350"/>
        </w:trPr>
        <w:tc>
          <w:tcPr>
            <w:tcW w:w="3920" w:type="dxa"/>
          </w:tcPr>
          <w:p w14:paraId="45F5DBB4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مات الرضا اُوظلمت ادياره عقب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FA5DBD" w14:textId="77777777" w:rsidR="00EB22D9" w:rsidRDefault="00EB22D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EACADE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وين الصديق اللي يروح لرض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22D9" w14:paraId="32E366B0" w14:textId="77777777" w:rsidTr="00D51B90">
        <w:trPr>
          <w:trHeight w:val="350"/>
        </w:trPr>
        <w:tc>
          <w:tcPr>
            <w:tcW w:w="3920" w:type="dxa"/>
          </w:tcPr>
          <w:p w14:paraId="7B8D7295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اُوينخى أبا ابراهيم والزهرا الحزينه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71C3B9" w14:textId="77777777" w:rsidR="00EB22D9" w:rsidRDefault="00EB22D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6E8B51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اُوينخى القضى من سم جعدة باَرض طيبه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22D9" w14:paraId="4899D3F1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8E7339F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عرّج ذلولك لا تجي يم الغري 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B431C1" w14:textId="77777777" w:rsidR="00EB22D9" w:rsidRDefault="00EB22D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E58E87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واتصال سيف الله في كوفان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22D9" w14:paraId="6A63159E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064AAFA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واجلس على قبره اُوقلّه ابدمع مسفوح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001E46" w14:textId="77777777" w:rsidR="00EB22D9" w:rsidRDefault="00EB22D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963B05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قلّه مهو عاد الحبيب ينسى حبيبه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22D9" w14:paraId="7761426E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6413054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بسّك يبو الحملات من نوم اللحد 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E7EFDE" w14:textId="77777777" w:rsidR="00EB22D9" w:rsidRDefault="00EB22D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E9DA1D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والله عجايب تهجع اعيونك على اُوساد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22D9" w14:paraId="35E330CF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93E6321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وابو محمّد بالطشت قد تاح لكباد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96DDBDB" w14:textId="77777777" w:rsidR="00EB22D9" w:rsidRDefault="00EB22D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98257F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عجّل اُوشوفه قبل ما يقضي نحيبه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22D9" w14:paraId="130E028A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7D44D76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اُولو جيت من أرض النجف عرّج بلطوف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ACA705" w14:textId="77777777" w:rsidR="00EB22D9" w:rsidRDefault="00EB22D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904E06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وانصى!! الذي عمره من العدوان مقصوف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22D9" w14:paraId="59758FD7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B84311E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وانخى أبا فاضل يجي لوهو بلا اكفوف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5CFC3A" w14:textId="77777777" w:rsidR="00EB22D9" w:rsidRDefault="00EB22D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451CFB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اُو ياخذ ابثار اللي العدى سمّوه غيبه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E1C0FF6" w14:textId="77777777" w:rsidR="00EE7C84" w:rsidRDefault="00EE7C84" w:rsidP="00EB22D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B22D9" w14:paraId="00CD6184" w14:textId="77777777" w:rsidTr="00D51B90">
        <w:trPr>
          <w:trHeight w:val="350"/>
        </w:trPr>
        <w:tc>
          <w:tcPr>
            <w:tcW w:w="3920" w:type="dxa"/>
            <w:shd w:val="clear" w:color="auto" w:fill="auto"/>
          </w:tcPr>
          <w:p w14:paraId="659D1693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فاطم تنادي مالفت من طوس اخبار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677E6CF" w14:textId="77777777" w:rsidR="00EB22D9" w:rsidRDefault="00EB22D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0DE7222" w14:textId="77777777" w:rsidR="00EB22D9" w:rsidRDefault="00EB22D9" w:rsidP="00D51B90">
            <w:pPr>
              <w:pStyle w:val="libPoem"/>
            </w:pPr>
            <w:r>
              <w:rPr>
                <w:rtl/>
                <w:lang w:bidi="fa-IR"/>
              </w:rPr>
              <w:t>مدري متى الغياب يلفوا ياهل الدار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222AC4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47DDA" w14:paraId="01EE2213" w14:textId="77777777" w:rsidTr="00C47DDA">
        <w:trPr>
          <w:trHeight w:val="350"/>
        </w:trPr>
        <w:tc>
          <w:tcPr>
            <w:tcW w:w="3964" w:type="dxa"/>
            <w:shd w:val="clear" w:color="auto" w:fill="auto"/>
          </w:tcPr>
          <w:p w14:paraId="67387A95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يا طوس ردّي من مضى لرضك ابحيله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7CC39A6A" w14:textId="77777777" w:rsidR="00C47DDA" w:rsidRDefault="00C47DD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7707D11C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لا تفجعيني بالرضا خلي سبيله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7DDA" w14:paraId="13B89DDC" w14:textId="77777777" w:rsidTr="00C47DDA">
        <w:trPr>
          <w:trHeight w:val="350"/>
        </w:trPr>
        <w:tc>
          <w:tcPr>
            <w:tcW w:w="3964" w:type="dxa"/>
          </w:tcPr>
          <w:p w14:paraId="279DF2F8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خوفي من المأمون هالفاجر يغيله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17ED32F" w14:textId="77777777" w:rsidR="00C47DDA" w:rsidRDefault="00C47DD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978A0AC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فوضت امري للعلي الواحد القهار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7DDA" w14:paraId="2267B9B9" w14:textId="77777777" w:rsidTr="00C47DDA">
        <w:trPr>
          <w:trHeight w:val="350"/>
        </w:trPr>
        <w:tc>
          <w:tcPr>
            <w:tcW w:w="3964" w:type="dxa"/>
          </w:tcPr>
          <w:p w14:paraId="2C8CBD51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ردّي عزيزي لا يغيله نغل هارون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E478F57" w14:textId="77777777" w:rsidR="00C47DDA" w:rsidRDefault="00C47DD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A52B7F4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ما في بني العبّاس يدعى قطّ مأمون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7DDA" w14:paraId="5A6FE402" w14:textId="77777777" w:rsidTr="00C47DDA">
        <w:trPr>
          <w:trHeight w:val="350"/>
        </w:trPr>
        <w:tc>
          <w:tcPr>
            <w:tcW w:w="3964" w:type="dxa"/>
          </w:tcPr>
          <w:p w14:paraId="004CBCE3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كُلهم مرام الشر باُولادي يرومون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AF6F94E" w14:textId="77777777" w:rsidR="00C47DDA" w:rsidRDefault="00C47DD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FC6D897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اِسأل عسى حيهم فنى وامواتهم 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7DDA" w14:paraId="4C7A2BB2" w14:textId="77777777" w:rsidTr="00C47DDA">
        <w:trPr>
          <w:trHeight w:val="350"/>
        </w:trPr>
        <w:tc>
          <w:tcPr>
            <w:tcW w:w="3964" w:type="dxa"/>
          </w:tcPr>
          <w:p w14:paraId="118B01B0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ردّت عليها طوس قالت يا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CCC7210" w14:textId="77777777" w:rsidR="00C47DDA" w:rsidRDefault="00C47DD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A40A155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ابنك يمحزونة الرضا لا ترقبينه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7DDA" w14:paraId="09FAA600" w14:textId="77777777" w:rsidTr="00C47D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5EB2223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شوفي منازلهم خليّة في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8893D5B" w14:textId="77777777" w:rsidR="00C47DDA" w:rsidRDefault="00C47DD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4039F15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نوحي عليهم يا حزينة ليل وانهار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7DDA" w14:paraId="1E8E8A52" w14:textId="77777777" w:rsidTr="00C47D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FBEF868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آنا الإجاني واشتراني باختياره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C4CA6A5" w14:textId="77777777" w:rsidR="00C47DDA" w:rsidRDefault="00C47DD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3A1BAF7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جيته امطيعة امسلّمة حتّى المناره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7DDA" w14:paraId="0B0D79A1" w14:textId="77777777" w:rsidTr="00C47D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D5D378A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حين وطا أرضي اُو بشّرني ابشاره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C289B79" w14:textId="77777777" w:rsidR="00C47DDA" w:rsidRDefault="00C47DD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CE151D7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أحوي ضريحه واستوي مقصد الزوّار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7DDA" w14:paraId="45109512" w14:textId="77777777" w:rsidTr="00C47D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EFFC4C5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عتبك عليه اِنكان أمسى غير مقبور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52C84A5" w14:textId="77777777" w:rsidR="00C47DDA" w:rsidRDefault="00C47DD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7E987EF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واللي ابوادي كربلا باتوا بلا اقبور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7DDA" w14:paraId="73020EF9" w14:textId="77777777" w:rsidTr="00C47D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833A4B0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ابليا اظلّة ماسوى جنحان لطيور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041C2E9" w14:textId="77777777" w:rsidR="00C47DDA" w:rsidRDefault="00C47DD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5DF4FB7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ليتك نظرتيهم عليهم سافي اغبار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7DDA" w14:paraId="3D5A642D" w14:textId="77777777" w:rsidTr="00C47D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1054B16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يم الحسن عتبك على عيني اُوعلى الراس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31E62BC" w14:textId="77777777" w:rsidR="00C47DDA" w:rsidRDefault="00C47DD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FBE94AC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انكان شفتي له جسد بالخيل ينداس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7DDA" w14:paraId="041BECBA" w14:textId="77777777" w:rsidTr="00C47D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FC1D615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اُوليه اخ مطروح مثل البطل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A3EC542" w14:textId="77777777" w:rsidR="00C47DDA" w:rsidRDefault="00C47DD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52268D1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اُوله ايادي امقطعه اليمنى واليسار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7DDA" w14:paraId="05AB1908" w14:textId="77777777" w:rsidTr="00C47D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E554408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انا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واحد مضجعه عندي اُو لحده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81FC40A" w14:textId="77777777" w:rsidR="00C47DDA" w:rsidRDefault="00C47DD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5B0AB5F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سبعين وادي كربلا والزود عنده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7DDA" w14:paraId="225411D9" w14:textId="77777777" w:rsidTr="00C47D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FEC0041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اِحسين واخوانه اُو جميع اكبار ولده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BD287DD" w14:textId="77777777" w:rsidR="00C47DDA" w:rsidRDefault="00C47DD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6B329B7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كلهم حواهم يا بتولة اصغار واكبار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7DDA" w14:paraId="7A1BA12E" w14:textId="77777777" w:rsidTr="00C47D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E3D666F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اُوعتبك على بغداد والمرمي ابجسرها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48F776E" w14:textId="77777777" w:rsidR="00C47DDA" w:rsidRDefault="00C47DD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EE59F42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باب الحوايج جثّته ماحد قبرها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7DDA" w14:paraId="1D3AB9D4" w14:textId="77777777" w:rsidTr="00C47D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1036BCF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وانكان مارحتي اسمعتي عن خبرها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B4B8EAF" w14:textId="77777777" w:rsidR="00C47DDA" w:rsidRDefault="00C47DD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CADA90A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حتّى النصارى واليهود أبدت الإنكار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0F7C1A5" w14:textId="77777777" w:rsidR="00EE7C84" w:rsidRDefault="00EE7C84" w:rsidP="00EB22D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47DDA" w14:paraId="25623C97" w14:textId="77777777" w:rsidTr="00D51B90">
        <w:trPr>
          <w:trHeight w:val="350"/>
        </w:trPr>
        <w:tc>
          <w:tcPr>
            <w:tcW w:w="3920" w:type="dxa"/>
            <w:shd w:val="clear" w:color="auto" w:fill="auto"/>
          </w:tcPr>
          <w:p w14:paraId="6BCCC9A7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فاطم اتنادي مالفوا الغياب من طوس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A610F78" w14:textId="77777777" w:rsidR="00C47DDA" w:rsidRDefault="00C47DDA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89B358C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خبري عسى الغياب جت أرضك ابناموس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7DDA" w14:paraId="6417AB57" w14:textId="77777777" w:rsidTr="00D51B90">
        <w:trPr>
          <w:trHeight w:val="350"/>
        </w:trPr>
        <w:tc>
          <w:tcPr>
            <w:tcW w:w="3920" w:type="dxa"/>
          </w:tcPr>
          <w:p w14:paraId="44BB2294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يا طوس خلي لي الرضا ابجيني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2A6AAB" w14:textId="77777777" w:rsidR="00C47DDA" w:rsidRDefault="00C47DDA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4B1955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لا يغيله المأمون به لا تفجعينا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7DDA" w14:paraId="4F9A5325" w14:textId="77777777" w:rsidTr="00D51B90">
        <w:trPr>
          <w:trHeight w:val="350"/>
        </w:trPr>
        <w:tc>
          <w:tcPr>
            <w:tcW w:w="3920" w:type="dxa"/>
          </w:tcPr>
          <w:p w14:paraId="7B152429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باقي البقيّة بالعجل ردّيه 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1926E3" w14:textId="77777777" w:rsidR="00C47DDA" w:rsidRDefault="00C47DDA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F5C52E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ردّي أبو محمّد قمرنا اُوشمس لشموس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7DDA" w14:paraId="619C3D64" w14:textId="77777777" w:rsidTr="00D51B90">
        <w:trPr>
          <w:trHeight w:val="350"/>
        </w:trPr>
        <w:tc>
          <w:tcPr>
            <w:tcW w:w="3920" w:type="dxa"/>
          </w:tcPr>
          <w:p w14:paraId="6E749FAF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يا طوس ردي لي الرضا باقي البقيّه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1EF656" w14:textId="77777777" w:rsidR="00C47DDA" w:rsidRDefault="00C47DDA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DCFB2A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اتفرقوا الاُولاد ما حد رد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7DDA" w14:paraId="460C1D4D" w14:textId="77777777" w:rsidTr="00D51B90">
        <w:trPr>
          <w:trHeight w:val="350"/>
        </w:trPr>
        <w:tc>
          <w:tcPr>
            <w:tcW w:w="3920" w:type="dxa"/>
          </w:tcPr>
          <w:p w14:paraId="41EC1BF1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بغداد اُوسامرى اُوأرض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9F8B4A2" w14:textId="77777777" w:rsidR="00C47DDA" w:rsidRDefault="00C47DDA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367AA6" w14:textId="77777777" w:rsidR="00C47DDA" w:rsidRDefault="00C47DDA" w:rsidP="00D51B90">
            <w:pPr>
              <w:pStyle w:val="libPoem"/>
            </w:pPr>
            <w:r>
              <w:rPr>
                <w:rtl/>
                <w:lang w:bidi="fa-IR"/>
              </w:rPr>
              <w:t>قلبي من افراق الرضا يا ناس محموس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9CCFB7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040B5" w14:paraId="790E38D5" w14:textId="77777777" w:rsidTr="00D040B5">
        <w:trPr>
          <w:trHeight w:val="350"/>
        </w:trPr>
        <w:tc>
          <w:tcPr>
            <w:tcW w:w="3964" w:type="dxa"/>
            <w:shd w:val="clear" w:color="auto" w:fill="auto"/>
          </w:tcPr>
          <w:p w14:paraId="27D91FE3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ردّي الرضا يا طوس لا تصيري نحوسه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4FA91EC1" w14:textId="77777777" w:rsidR="00D040B5" w:rsidRDefault="00D040B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260DC368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أخلتْ مدارسنا ترى اُو أخلتْ ابيوته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0B5" w14:paraId="57B7F78B" w14:textId="77777777" w:rsidTr="00D040B5">
        <w:trPr>
          <w:trHeight w:val="350"/>
        </w:trPr>
        <w:tc>
          <w:tcPr>
            <w:tcW w:w="3964" w:type="dxa"/>
          </w:tcPr>
          <w:p w14:paraId="31A72B3B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خوفي من المأمون يتسبب ابموته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53246FB" w14:textId="77777777" w:rsidR="00D040B5" w:rsidRDefault="00D040B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4D9EF24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خوفي انا يسقيه سم ابعنب مدسوس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0B5" w14:paraId="6A885AAA" w14:textId="77777777" w:rsidTr="00D040B5">
        <w:trPr>
          <w:trHeight w:val="350"/>
        </w:trPr>
        <w:tc>
          <w:tcPr>
            <w:tcW w:w="3964" w:type="dxa"/>
          </w:tcPr>
          <w:p w14:paraId="47A06391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قالت قضى الله يا زكيّة اُوذي الكتبه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F1883DF" w14:textId="77777777" w:rsidR="00D040B5" w:rsidRDefault="00D040B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A87E5D2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حسبي على من سبب الموتة ابسبه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0B5" w14:paraId="17E35862" w14:textId="77777777" w:rsidTr="00D040B5">
        <w:trPr>
          <w:trHeight w:val="350"/>
        </w:trPr>
        <w:tc>
          <w:tcPr>
            <w:tcW w:w="3964" w:type="dxa"/>
          </w:tcPr>
          <w:p w14:paraId="0C0B2080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خليّه عندي يا زكيّة أفتخر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1EA81D4" w14:textId="77777777" w:rsidR="00D040B5" w:rsidRDefault="00D040B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C8365C0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تقصدني الزوّار به اكسب الناموس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0B5" w14:paraId="4E0D595A" w14:textId="77777777" w:rsidTr="00D040B5">
        <w:trPr>
          <w:trHeight w:val="350"/>
        </w:trPr>
        <w:tc>
          <w:tcPr>
            <w:tcW w:w="3964" w:type="dxa"/>
          </w:tcPr>
          <w:p w14:paraId="07C27515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تقصدني الزوّار من عالي اُوداني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A125310" w14:textId="77777777" w:rsidR="00D040B5" w:rsidRDefault="00D040B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C095BA3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أنا عنى لي يازكيّة واشتراني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0B5" w14:paraId="733F163B" w14:textId="77777777" w:rsidTr="00D040B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129A311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جيته امطيعة امسلّمة يومٌ دعاني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561A70E" w14:textId="77777777" w:rsidR="00D040B5" w:rsidRDefault="00D040B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E52A2DE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حتّى المنارة جات يوم صاح يا طوس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0B5" w14:paraId="488BDF21" w14:textId="77777777" w:rsidTr="00D040B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644D1BD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لومك عليه انكان امسى غير مدفون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92F26B0" w14:textId="77777777" w:rsidR="00D040B5" w:rsidRDefault="00D040B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0EBFE6A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لوان سمعتي اخوته حوله يونّون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0B5" w14:paraId="53E8A0EE" w14:textId="77777777" w:rsidTr="00D040B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8FBDECA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في المعركة هذا ذبيح اُوذاك مطعون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19EB124" w14:textId="77777777" w:rsidR="00D040B5" w:rsidRDefault="00D040B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FFE900A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منهم بليا اكفوف واحزني اُوبلا روس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0B5" w14:paraId="0D76716C" w14:textId="77777777" w:rsidTr="00D040B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E72A760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يَمّ الحسن عتبك على عيني اُوعلى الراس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F8BCA58" w14:textId="77777777" w:rsidR="00D040B5" w:rsidRDefault="00D040B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0DE5BDA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إنكان شفتي ابتربتي جثّة بلا 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0B5" w14:paraId="3B0E1C92" w14:textId="77777777" w:rsidTr="00D040B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3E9EAB1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لو ظل جسد مطروح عاري ما له الباس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FDD5375" w14:textId="77777777" w:rsidR="00D040B5" w:rsidRDefault="00D040B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8D76A19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آنا خويته اُو مسكنه جنّة الفردوس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0B5" w14:paraId="08FFBF7E" w14:textId="77777777" w:rsidTr="00D040B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76ADE90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خلّي العتب عن طوس لومي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9E905C4" w14:textId="77777777" w:rsidR="00D040B5" w:rsidRDefault="00D040B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B8F06AD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عندي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واحد من اُولادك يا 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0B5" w14:paraId="00A89267" w14:textId="77777777" w:rsidTr="00D040B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661F16E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سبعين جثّة بالثرى ظلّت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677ECB2" w14:textId="77777777" w:rsidR="00D040B5" w:rsidRDefault="00D040B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1C01313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ماحد دفنهم يا زكيّة اُو كسب ناموس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0B5" w14:paraId="5EBA9EDD" w14:textId="77777777" w:rsidTr="00D040B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E052C5E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لو أنْ سمعتي به يزهرا فوق لرمال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783FFC6" w14:textId="77777777" w:rsidR="00D040B5" w:rsidRDefault="00D040B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DF803E7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لوله سمعتي راس فوق السمر ينشال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0B5" w14:paraId="070069D3" w14:textId="77777777" w:rsidTr="00D040B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86D7E7E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لوله حريم ركّبوها فوق لجمال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B9A8B6D" w14:textId="77777777" w:rsidR="00D040B5" w:rsidRDefault="00D040B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2E3C4C4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يمّ الحسن لوله عليل ابقيد محبوس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0B5" w14:paraId="156894D0" w14:textId="77777777" w:rsidTr="00D040B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5E8763B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ولا لحربه اتلملمتْ رايات واعلام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20C8037" w14:textId="77777777" w:rsidR="00D040B5" w:rsidRDefault="00D040B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49F7C19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ولا بقى مطروح بارضي ثلاثتيّام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0B5" w14:paraId="5789071C" w14:textId="77777777" w:rsidTr="00D040B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821BF36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ولا سبيت امخدراته اُوراحت الشام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1B157AD" w14:textId="77777777" w:rsidR="00D040B5" w:rsidRDefault="00D040B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B7D789E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لوله جسد فوق الثرى في وهج لشموس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0B5" w14:paraId="2AA975AF" w14:textId="77777777" w:rsidTr="00D040B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EE2A27A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نوحي على اللي ابلا غسل في جسر بغداد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77FEBFA" w14:textId="77777777" w:rsidR="00D040B5" w:rsidRDefault="00D040B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18C9E81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مرمي على الدجلة امسجا ما له اُوساد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40B5" w14:paraId="47FED6E3" w14:textId="77777777" w:rsidTr="00D040B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214849B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باب الحوايج يا بتولة بين لوغاد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82FF378" w14:textId="77777777" w:rsidR="00D040B5" w:rsidRDefault="00D040B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29C0F2B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والدين والإسلام بعده صار منكوس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6869C62" w14:textId="77777777" w:rsidR="00EE7C84" w:rsidRDefault="00EE7C84" w:rsidP="00C93C2C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040B5" w14:paraId="347E23D3" w14:textId="77777777" w:rsidTr="00D51B90">
        <w:trPr>
          <w:trHeight w:val="350"/>
        </w:trPr>
        <w:tc>
          <w:tcPr>
            <w:tcW w:w="3920" w:type="dxa"/>
            <w:shd w:val="clear" w:color="auto" w:fill="auto"/>
          </w:tcPr>
          <w:p w14:paraId="452A0DE1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والله فجيعة امصيبة المسموم في طوس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9634601" w14:textId="77777777" w:rsidR="00D040B5" w:rsidRDefault="00D040B5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0818953" w14:textId="77777777" w:rsidR="00D040B5" w:rsidRDefault="00D040B5" w:rsidP="00D51B90">
            <w:pPr>
              <w:pStyle w:val="libPoem"/>
            </w:pPr>
            <w:r>
              <w:rPr>
                <w:rtl/>
                <w:lang w:bidi="fa-IR"/>
              </w:rPr>
              <w:t>تشبه مصايب جدّه اللي اِتشيّب الرُّوس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631141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C6D1A" w14:paraId="5D63DD83" w14:textId="77777777" w:rsidTr="003C6D1A">
        <w:trPr>
          <w:trHeight w:val="350"/>
        </w:trPr>
        <w:tc>
          <w:tcPr>
            <w:tcW w:w="3964" w:type="dxa"/>
            <w:shd w:val="clear" w:color="auto" w:fill="auto"/>
          </w:tcPr>
          <w:p w14:paraId="03DBB5C8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مات الرضا واتزلزلت طوس ابأهلها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1ED978D3" w14:textId="77777777" w:rsidR="003C6D1A" w:rsidRDefault="003C6D1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17FCEEDA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والأرض جات اتميد واتزلزل جبلها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6D1A" w14:paraId="230968AA" w14:textId="77777777" w:rsidTr="003C6D1A">
        <w:trPr>
          <w:trHeight w:val="350"/>
        </w:trPr>
        <w:tc>
          <w:tcPr>
            <w:tcW w:w="3964" w:type="dxa"/>
          </w:tcPr>
          <w:p w14:paraId="5B35CCE5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على أيام كلما اعوجت عدلها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A025305" w14:textId="77777777" w:rsidR="003C6D1A" w:rsidRDefault="003C6D1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637BAE4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انوار ضمت كربلا اُو نور لفى طوس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6D1A" w14:paraId="63E290BD" w14:textId="77777777" w:rsidTr="003C6D1A">
        <w:trPr>
          <w:trHeight w:val="350"/>
        </w:trPr>
        <w:tc>
          <w:tcPr>
            <w:tcW w:w="3964" w:type="dxa"/>
          </w:tcPr>
          <w:p w14:paraId="3B00FF33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ويلي على اللي مات وحده ابدار غربه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04B1F45" w14:textId="77777777" w:rsidR="003C6D1A" w:rsidRDefault="003C6D1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CFB6871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مرمي على افراشه اُوسمّه قطع قلبه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6D1A" w14:paraId="35D6A61A" w14:textId="77777777" w:rsidTr="003C6D1A">
        <w:trPr>
          <w:trHeight w:val="350"/>
        </w:trPr>
        <w:tc>
          <w:tcPr>
            <w:tcW w:w="3964" w:type="dxa"/>
          </w:tcPr>
          <w:p w14:paraId="05D78CC3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سمّه المأمون ابعنب ماخاف ربه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93FD01C" w14:textId="77777777" w:rsidR="003C6D1A" w:rsidRDefault="003C6D1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01F8FA5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والدين بعد افراق أبو الأيتام مدروس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6D1A" w14:paraId="34527839" w14:textId="77777777" w:rsidTr="003C6D1A">
        <w:trPr>
          <w:trHeight w:val="350"/>
        </w:trPr>
        <w:tc>
          <w:tcPr>
            <w:tcW w:w="3964" w:type="dxa"/>
          </w:tcPr>
          <w:p w14:paraId="06AF0246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رحتوا ذبايح يا علي كُلٌّ اُو سهمه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2F6EE35" w14:textId="77777777" w:rsidR="003C6D1A" w:rsidRDefault="003C6D1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61D1243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اللي قضى مسموم واللي انسفك دمّه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6D1A" w14:paraId="1B69ADF3" w14:textId="77777777" w:rsidTr="003C6D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ADAF20E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واللي اِتخفى خيفةً يبتان علمه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C84EAA4" w14:textId="77777777" w:rsidR="003C6D1A" w:rsidRDefault="003C6D1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22A4A1B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ما حد رحمهم يا خلايق كسب ناموس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6D1A" w14:paraId="074387A9" w14:textId="77777777" w:rsidTr="003C6D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0430956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كل الأئمّة يا خلق راحوا مقاتيل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6C9FBB6" w14:textId="77777777" w:rsidR="003C6D1A" w:rsidRDefault="003C6D1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DCA5C4A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مثل الزكيّة اللي خدمها الروح جبريل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6D1A" w14:paraId="4A437F2B" w14:textId="77777777" w:rsidTr="003C6D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4B80CC6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واللي انضرَب ساجد ايصلي تالي 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3CEF27A" w14:textId="77777777" w:rsidR="003C6D1A" w:rsidRDefault="003C6D1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5391767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واللي قضى مسموم واللي ابسجن محبوس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6D1A" w14:paraId="00E386EF" w14:textId="77777777" w:rsidTr="003C6D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A7269AB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واللي تغرّب وابعد الغربة ابمكانه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24C7ED1" w14:textId="77777777" w:rsidR="003C6D1A" w:rsidRDefault="003C6D1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BA9EC85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اُوكل من يزوره يدخل الجنّة ابضمانه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6D1A" w14:paraId="3437A832" w14:textId="77777777" w:rsidTr="003C6D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3BC1F6B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ويلي على اللي عهده المأمون خانه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30E263C" w14:textId="77777777" w:rsidR="003C6D1A" w:rsidRDefault="003C6D1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0DDB362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واسقاه سم ايقطّع الأحشا ولنفوس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6D1A" w14:paraId="309961ED" w14:textId="77777777" w:rsidTr="003C6D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63C47BA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من قبل موته طرّش الاخته مكاتيب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19881EF" w14:textId="77777777" w:rsidR="003C6D1A" w:rsidRDefault="003C6D1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2BDA616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سرعك تعالي يا مصونة اُو نفسي اتطيب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6D1A" w14:paraId="382D8167" w14:textId="77777777" w:rsidTr="003C6D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74E82F7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راسي من افراقك يمعصومة اِمتلا شيب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A02E43E" w14:textId="77777777" w:rsidR="003C6D1A" w:rsidRDefault="003C6D1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BFB064D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اتمنّيتك اتجيني ونا سالم برض طوس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6D1A" w14:paraId="499ACBB3" w14:textId="77777777" w:rsidTr="003C6D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4CA268F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واتزلزلت من حين أخباره لفتها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A360322" w14:textId="77777777" w:rsidR="003C6D1A" w:rsidRDefault="003C6D1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522F842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في الحين سارت بالعجل مع جاريتها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6D1A" w14:paraId="3F926283" w14:textId="77777777" w:rsidTr="003C6D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285760E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وصلت إلى قم والمصيبة من راتها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50EE3BB" w14:textId="77777777" w:rsidR="003C6D1A" w:rsidRDefault="003C6D1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7436550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للجارية قالت تروحي ابقلب محموس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6D1A" w14:paraId="288525E7" w14:textId="77777777" w:rsidTr="003C6D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DDA1B1F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لاحد يخبر فاطمة إبموتت اخوها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34F64CD" w14:textId="77777777" w:rsidR="003C6D1A" w:rsidRDefault="003C6D1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7DB0614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خلفتها خلف البلد قوموا التقوها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6D1A" w14:paraId="5E7D5DCD" w14:textId="77777777" w:rsidTr="003C6D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70BD37B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باتموت لومنّه ابموته خبّروها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BBCD0E1" w14:textId="77777777" w:rsidR="003C6D1A" w:rsidRDefault="003C6D1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5A60E3F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ابتلحق أبا محمّد إلى جنّة الفردوس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6D1A" w14:paraId="185A4D29" w14:textId="77777777" w:rsidTr="003C6D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A84764A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مات الرضا اُوصارت زلازل في أرض طوس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6BAAF2E" w14:textId="77777777" w:rsidR="003C6D1A" w:rsidRDefault="003C6D1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2DF3754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والحور حطّوا له عزا اُو لطموا على الروس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6D1A" w14:paraId="1504875D" w14:textId="77777777" w:rsidTr="003C6D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B4EE7D9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اُوحطّت عزية فاطمة الزهرا بلجنان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D215462" w14:textId="77777777" w:rsidR="003C6D1A" w:rsidRDefault="003C6D1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2AF2AAB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على غريب مات في بلدة خراسان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6D1A" w14:paraId="4BF42402" w14:textId="77777777" w:rsidTr="003C6D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9C9B8D3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والسم ضاقه في عنب مع حب رمان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AC476C7" w14:textId="77777777" w:rsidR="003C6D1A" w:rsidRDefault="003C6D1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E0DA15C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سمّ الرضا المأمون وادعى القلب محموس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6D1A" w14:paraId="18EA8AB8" w14:textId="77777777" w:rsidTr="003C6D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016358B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وا حرّ قلبي للذي سمّه الميشوم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F110704" w14:textId="77777777" w:rsidR="003C6D1A" w:rsidRDefault="003C6D1A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B46DF1F" w14:textId="77777777" w:rsidR="003C6D1A" w:rsidRDefault="003C6D1A" w:rsidP="00D51B90">
            <w:pPr>
              <w:pStyle w:val="libPoem"/>
            </w:pPr>
            <w:r>
              <w:rPr>
                <w:rtl/>
                <w:lang w:bidi="fa-IR"/>
              </w:rPr>
              <w:t>قطّع اُفّاده اُو كبدته من كثر لسموم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8D88264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81945" w14:paraId="1D6C0FD6" w14:textId="77777777" w:rsidTr="00D51B90">
        <w:trPr>
          <w:trHeight w:val="350"/>
        </w:trPr>
        <w:tc>
          <w:tcPr>
            <w:tcW w:w="3920" w:type="dxa"/>
            <w:shd w:val="clear" w:color="auto" w:fill="auto"/>
          </w:tcPr>
          <w:p w14:paraId="250F3675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وادعاه مرمي بالفرش ما يقدر ايقوم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3A8F15B" w14:textId="77777777" w:rsidR="00581945" w:rsidRDefault="00581945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3401B82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اُودوب لقلبي من ونينه شمس لشموس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1945" w14:paraId="4D1D71F3" w14:textId="77777777" w:rsidTr="00D51B90">
        <w:trPr>
          <w:trHeight w:val="350"/>
        </w:trPr>
        <w:tc>
          <w:tcPr>
            <w:tcW w:w="3920" w:type="dxa"/>
          </w:tcPr>
          <w:p w14:paraId="55A854C4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وا حرّ قلبي للذي بالفرش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C8BCBE" w14:textId="77777777" w:rsidR="00581945" w:rsidRDefault="00581945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FDA12F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مرمي على افراشه اِيعالج نزعة الروح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1945" w14:paraId="17B6BDE8" w14:textId="77777777" w:rsidTr="00D51B90">
        <w:trPr>
          <w:trHeight w:val="350"/>
        </w:trPr>
        <w:tc>
          <w:tcPr>
            <w:tcW w:w="3920" w:type="dxa"/>
          </w:tcPr>
          <w:p w14:paraId="7DA94413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ناحت على امصابه البتولة ابقلب مجروح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A59412" w14:textId="77777777" w:rsidR="00581945" w:rsidRDefault="00581945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2E6A74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يا ليت روحي له فدا واسكنت لرموس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1945" w14:paraId="41348E3F" w14:textId="77777777" w:rsidTr="00D51B90">
        <w:trPr>
          <w:trHeight w:val="350"/>
        </w:trPr>
        <w:tc>
          <w:tcPr>
            <w:tcW w:w="3920" w:type="dxa"/>
          </w:tcPr>
          <w:p w14:paraId="58A037FC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ولومي إلى محمّد اُوجاه امن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909C0F" w14:textId="77777777" w:rsidR="00581945" w:rsidRDefault="00581945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BFB94C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وأوصاه باعلوم النّبي راعي السكينه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1945" w14:paraId="612A217B" w14:textId="77777777" w:rsidTr="00D51B90">
        <w:trPr>
          <w:trHeight w:val="350"/>
        </w:trPr>
        <w:tc>
          <w:tcPr>
            <w:tcW w:w="3920" w:type="dxa"/>
          </w:tcPr>
          <w:p w14:paraId="1841E779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وصى اِبوصيته من قبل تغميض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59C59B" w14:textId="77777777" w:rsidR="00581945" w:rsidRDefault="00581945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FE8B13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اُوسمعوا وصيته اُوقاموا يلطموا على الروس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1945" w14:paraId="3633CDBE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85353C3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اُونادى يبو الصلت استمع منّي كلامي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C11EC8" w14:textId="77777777" w:rsidR="00581945" w:rsidRDefault="00581945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C6A84F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لو من دنى حيني اُو عاجلني احمامي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1945" w14:paraId="49DB92CA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C68D334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المأمون قصده قبر اُبوه ايصيره أمامي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7B6248" w14:textId="77777777" w:rsidR="00581945" w:rsidRDefault="00581945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764FAF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اعليه الأرض تصعب اُوهو صاغر اُو منكوس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1945" w14:paraId="74F24BFF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79B1B4A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لومن نظرته اتحير الطاغي ابحيره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72996E" w14:textId="77777777" w:rsidR="00581945" w:rsidRDefault="00581945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750FF8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احفر إليه ابحضرته حفرة صغيره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1945" w14:paraId="7DC5EC46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E5A6A9A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واقرا عليها اُو تستوى حفرة كبيره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B85E40" w14:textId="77777777" w:rsidR="00581945" w:rsidRDefault="00581945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04A1F4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اُو فيها قبر محفور ليّه في أرض طوس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1945" w14:paraId="28AB7284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D062314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لو مَن طمت بالماي منها تظهر الحوت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7C9499" w14:textId="77777777" w:rsidR="00581945" w:rsidRDefault="00581945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5DA5B8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أحسب إليهم أربعينٍ يطلبوا قوت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1945" w14:paraId="6EF71426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454F04B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اُو تظهر إليهم حوتة الكبرى بلتبوت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934BE1" w14:textId="77777777" w:rsidR="00581945" w:rsidRDefault="00581945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D2E064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اُو تمحي ذكرهم بالعجل اُو ينجلى البوس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7CCDC03" w14:textId="77777777" w:rsidR="00EE7C84" w:rsidRDefault="00EE7C84" w:rsidP="00581945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81945" w14:paraId="72B085D0" w14:textId="77777777" w:rsidTr="00D51B90">
        <w:trPr>
          <w:trHeight w:val="350"/>
        </w:trPr>
        <w:tc>
          <w:tcPr>
            <w:tcW w:w="3920" w:type="dxa"/>
            <w:shd w:val="clear" w:color="auto" w:fill="auto"/>
          </w:tcPr>
          <w:p w14:paraId="2921205B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والله يزهرا اقبور ولدك عنّك اِبعاد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6E2FE8C" w14:textId="77777777" w:rsidR="00581945" w:rsidRDefault="00581945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D4C499A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قبر الولد في طوس والوالد ابغداد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1945" w14:paraId="5B5C2D7C" w14:textId="77777777" w:rsidTr="00D51B90">
        <w:trPr>
          <w:trHeight w:val="350"/>
        </w:trPr>
        <w:tc>
          <w:tcPr>
            <w:tcW w:w="3920" w:type="dxa"/>
          </w:tcPr>
          <w:p w14:paraId="790A79EA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باطوس هالقبر الشريف الفيك لا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F401DE" w14:textId="77777777" w:rsidR="00581945" w:rsidRDefault="00581945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F85EDE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قالت إلى المولى الرضا الكافل الضامن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1945" w14:paraId="6979FD48" w14:textId="77777777" w:rsidTr="00D51B90">
        <w:trPr>
          <w:trHeight w:val="350"/>
        </w:trPr>
        <w:tc>
          <w:tcPr>
            <w:tcW w:w="3920" w:type="dxa"/>
          </w:tcPr>
          <w:p w14:paraId="7A49C8C8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كل من يزوره من لهيب النار آمن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A89F95" w14:textId="77777777" w:rsidR="00581945" w:rsidRDefault="00581945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FF0BF2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نالوا البغيّة والطلب فيهم الحسّاد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1945" w14:paraId="0F56184A" w14:textId="77777777" w:rsidTr="00D51B90">
        <w:trPr>
          <w:trHeight w:val="350"/>
        </w:trPr>
        <w:tc>
          <w:tcPr>
            <w:tcW w:w="3920" w:type="dxa"/>
          </w:tcPr>
          <w:p w14:paraId="07F6A01B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اِبنك قضى في طوس لكن حصل تغسيل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68E355" w14:textId="77777777" w:rsidR="00581945" w:rsidRDefault="00581945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E5FE36" w14:textId="77777777" w:rsidR="00581945" w:rsidRDefault="00581945" w:rsidP="00D51B90">
            <w:pPr>
              <w:pStyle w:val="libPoem"/>
            </w:pPr>
            <w:r>
              <w:rPr>
                <w:rtl/>
                <w:lang w:bidi="fa-IR"/>
              </w:rPr>
              <w:t>باب الحوايج شالت النعشه حماميل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4EE8AF9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81081" w14:paraId="0F89C902" w14:textId="77777777" w:rsidTr="00881081">
        <w:trPr>
          <w:trHeight w:val="350"/>
        </w:trPr>
        <w:tc>
          <w:tcPr>
            <w:tcW w:w="3964" w:type="dxa"/>
            <w:shd w:val="clear" w:color="auto" w:fill="auto"/>
          </w:tcPr>
          <w:p w14:paraId="7E566638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والله إمام مفترض يعلم التأويل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539C649C" w14:textId="77777777" w:rsidR="00881081" w:rsidRDefault="00881081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31CC8EA9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معذورة الزهرا إلى من لبسة اِسواد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1081" w14:paraId="613A9E18" w14:textId="77777777" w:rsidTr="00881081">
        <w:trPr>
          <w:trHeight w:val="350"/>
        </w:trPr>
        <w:tc>
          <w:tcPr>
            <w:tcW w:w="3964" w:type="dxa"/>
          </w:tcPr>
          <w:p w14:paraId="33F0FC83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اُوياهي امصيبة امصيبتك موسى بن جعفر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F13FC91" w14:textId="77777777" w:rsidR="00881081" w:rsidRDefault="00881081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CCD0B62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فوق الجسر مرمي ثلاثة الله أكبر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1081" w14:paraId="68364B97" w14:textId="77777777" w:rsidTr="00881081">
        <w:trPr>
          <w:trHeight w:val="350"/>
        </w:trPr>
        <w:tc>
          <w:tcPr>
            <w:tcW w:w="3964" w:type="dxa"/>
          </w:tcPr>
          <w:p w14:paraId="20CFE35A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اُونادى لمنادي كُلّ من راد ايتسفر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251A4FF" w14:textId="77777777" w:rsidR="00881081" w:rsidRDefault="00881081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133B867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يوم اشتفوا منّه رموه ابجسر بغداد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1081" w14:paraId="16225711" w14:textId="77777777" w:rsidTr="00881081">
        <w:trPr>
          <w:trHeight w:val="350"/>
        </w:trPr>
        <w:tc>
          <w:tcPr>
            <w:tcW w:w="3964" w:type="dxa"/>
          </w:tcPr>
          <w:p w14:paraId="05FEC995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الحكم لله يا سلاطين العوالم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A8817EC" w14:textId="77777777" w:rsidR="00881081" w:rsidRDefault="00881081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20A7473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ما واحد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وابتلى منكم ابظالم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1081" w14:paraId="771E8AB4" w14:textId="77777777" w:rsidTr="00881081">
        <w:trPr>
          <w:trHeight w:val="350"/>
        </w:trPr>
        <w:tc>
          <w:tcPr>
            <w:tcW w:w="3964" w:type="dxa"/>
          </w:tcPr>
          <w:p w14:paraId="3E72E13F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ماحد طلع منكم اُورد للدار سالم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837FEF5" w14:textId="77777777" w:rsidR="00881081" w:rsidRDefault="00881081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73CEB5F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لَحد يدار العلم قطعوها الوفّاد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1081" w14:paraId="38FF8161" w14:textId="77777777" w:rsidTr="0088108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9BC0A82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فحل الفحولة اتضمّنه وادي الغريّين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DEC0573" w14:textId="77777777" w:rsidR="00881081" w:rsidRDefault="00881081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29A0005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في طوس بدر لك تسوى اُو بغداد بدرين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1081" w14:paraId="6542C54C" w14:textId="77777777" w:rsidTr="0088108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D133D9B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اُوفي أرض سامرا ولك في كربلا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62F3535" w14:textId="77777777" w:rsidR="00881081" w:rsidRDefault="00881081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C18FA2F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عطشان يتقلب يزهرا فوق لوهاد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1081" w14:paraId="6191A0C9" w14:textId="77777777" w:rsidTr="0088108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D97E7EC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بارض المدينة للرضا إخت يودها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7A9377A" w14:textId="77777777" w:rsidR="00881081" w:rsidRDefault="00881081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1C22EFF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أرسل إليها اُو سافرت من وطن جدّها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1081" w14:paraId="656B43B1" w14:textId="77777777" w:rsidTr="0088108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AD2290B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من حين جاء ليها خبر خوها اُوخمدها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B7D65A8" w14:textId="77777777" w:rsidR="00881081" w:rsidRDefault="00881081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4B1D5FD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وطّت لها محمل اُوسوّت للسفر زاد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1081" w14:paraId="321202D8" w14:textId="77777777" w:rsidTr="0088108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F10D602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جاني اكتاب امن الرضا خطّه ابيمينه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3EEFC78" w14:textId="77777777" w:rsidR="00881081" w:rsidRDefault="00881081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2585718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يمخدرة موسى بن جعفر يا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1081" w14:paraId="72135B6B" w14:textId="77777777" w:rsidTr="0088108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803EB1D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قبري أنا في طوس ماهو في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95F9EC9" w14:textId="77777777" w:rsidR="00881081" w:rsidRDefault="00881081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45B6A8B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سرعك تعالي لي ابعجل يا بنت لمجاد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1081" w14:paraId="18570653" w14:textId="77777777" w:rsidTr="0088108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BA6FAB3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اُو عزمت على الترحال من أرض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FEC9557" w14:textId="77777777" w:rsidR="00881081" w:rsidRDefault="00881081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22A3599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اُوجاها الجواد ايقول سلمي اعلى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1081" w14:paraId="2DAE148A" w14:textId="77777777" w:rsidTr="0088108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D9A6C87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سلمي عليه اِنكان قبلي توصلينه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84250BC" w14:textId="77777777" w:rsidR="00881081" w:rsidRDefault="00881081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3200007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ما توصلين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أنا رايح له اُوراد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1081" w14:paraId="06915E37" w14:textId="77777777" w:rsidTr="0088108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A56BFB0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اُو هاللي يزهرا كسر اضلوعك اُو آذاك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D047657" w14:textId="77777777" w:rsidR="00881081" w:rsidRDefault="00881081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F3CB24E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هوّه الذي جرّا بني اُميّة على اَبناك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1081" w14:paraId="4375F871" w14:textId="77777777" w:rsidTr="0088108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1D80B79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اُوخلّه حزنهم للقيامة دوم بحشاك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83CC9DF" w14:textId="77777777" w:rsidR="00881081" w:rsidRDefault="00881081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F192A3B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اُو نغّص عليك امعيشة المشروب والزاد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1081" w14:paraId="0D9B2163" w14:textId="77777777" w:rsidTr="0088108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FC8ED2E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وامخدراتك ركّبوها فوق الكوار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A3FC74A" w14:textId="77777777" w:rsidR="00881081" w:rsidRDefault="00881081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BCD49F4" w14:textId="77777777" w:rsidR="00881081" w:rsidRDefault="00881081" w:rsidP="00D51B90">
            <w:pPr>
              <w:pStyle w:val="libPoem"/>
            </w:pPr>
            <w:r>
              <w:rPr>
                <w:rtl/>
                <w:lang w:bidi="fa-IR"/>
              </w:rPr>
              <w:t>اُوطافتْ على كُل الملا باجميع لمصار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35C7D4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73039" w14:paraId="1EEEE4F0" w14:textId="77777777" w:rsidTr="00D51B90">
        <w:trPr>
          <w:trHeight w:val="350"/>
        </w:trPr>
        <w:tc>
          <w:tcPr>
            <w:tcW w:w="3920" w:type="dxa"/>
            <w:shd w:val="clear" w:color="auto" w:fill="auto"/>
          </w:tcPr>
          <w:p w14:paraId="5E3FBE80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من حولها نسوان واطفال كلقمار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E7C11EF" w14:textId="77777777" w:rsidR="00A73039" w:rsidRDefault="00A7303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8C8EB13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حلو الحلي منها يزهرا اُولبست إقياد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039" w14:paraId="7CAE264D" w14:textId="77777777" w:rsidTr="00D51B90">
        <w:trPr>
          <w:trHeight w:val="350"/>
        </w:trPr>
        <w:tc>
          <w:tcPr>
            <w:tcW w:w="3920" w:type="dxa"/>
          </w:tcPr>
          <w:p w14:paraId="4DD18508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اُوكلما تدير الطرف تنظر بالقنا الروس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E9666F" w14:textId="77777777" w:rsidR="00A73039" w:rsidRDefault="00A7303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0BAB0F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اُولطفال يازهرا هلكتْ من حر لشموس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039" w14:paraId="4738F456" w14:textId="77777777" w:rsidTr="00D51B90">
        <w:trPr>
          <w:trHeight w:val="350"/>
        </w:trPr>
        <w:tc>
          <w:tcPr>
            <w:tcW w:w="3920" w:type="dxa"/>
          </w:tcPr>
          <w:p w14:paraId="40005F98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تنظر وليها ابجامعه اُو بقيد محبوس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601B5D" w14:textId="77777777" w:rsidR="00A73039" w:rsidRDefault="00A7303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06B420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اُوفي كُل يوم يدا خلّوهم وسطت ابلاد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F02505F" w14:textId="77777777" w:rsidR="00EE7C84" w:rsidRDefault="00EE7C84" w:rsidP="00A7303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73039" w14:paraId="039FD273" w14:textId="77777777" w:rsidTr="00D51B90">
        <w:trPr>
          <w:trHeight w:val="350"/>
        </w:trPr>
        <w:tc>
          <w:tcPr>
            <w:tcW w:w="3920" w:type="dxa"/>
            <w:shd w:val="clear" w:color="auto" w:fill="auto"/>
          </w:tcPr>
          <w:p w14:paraId="46D23124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في طوس يا حيدر ثوى واحد من ابناك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8B409D3" w14:textId="77777777" w:rsidR="00A73039" w:rsidRDefault="00A7303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DE98BA9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يا نازحاً في طوس حي الله امحياك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039" w14:paraId="51356E26" w14:textId="77777777" w:rsidTr="00D51B90">
        <w:trPr>
          <w:trHeight w:val="350"/>
        </w:trPr>
        <w:tc>
          <w:tcPr>
            <w:tcW w:w="3920" w:type="dxa"/>
          </w:tcPr>
          <w:p w14:paraId="25594997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فرّقت يادهر الخنا عصبة الأمجاد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68E817" w14:textId="77777777" w:rsidR="00A73039" w:rsidRDefault="00A7303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9CAA12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طيبة حوت لاباء اُو بارض الطفِّ لولاد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039" w14:paraId="71B3579E" w14:textId="77777777" w:rsidTr="00D51B90">
        <w:trPr>
          <w:trHeight w:val="350"/>
        </w:trPr>
        <w:tc>
          <w:tcPr>
            <w:tcW w:w="3920" w:type="dxa"/>
          </w:tcPr>
          <w:p w14:paraId="09CF7A28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بارض الغري منهم ما سامر اي اُو بغداد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8DF58B" w14:textId="77777777" w:rsidR="00A73039" w:rsidRDefault="00A7303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11CB5C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وأمّا الرضا يا طوس ودّيتيه إلى اهناك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039" w14:paraId="24F90627" w14:textId="77777777" w:rsidTr="00D51B90">
        <w:trPr>
          <w:trHeight w:val="350"/>
        </w:trPr>
        <w:tc>
          <w:tcPr>
            <w:tcW w:w="3920" w:type="dxa"/>
          </w:tcPr>
          <w:p w14:paraId="08354861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مدري اشجنيتوا في دهركم يا هل البيتْ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266E00" w14:textId="77777777" w:rsidR="00A73039" w:rsidRDefault="00A7303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57021F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حتّى رماكم بالبلا وايدي التشتيتْ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039" w14:paraId="4F98C684" w14:textId="77777777" w:rsidTr="00D51B90">
        <w:trPr>
          <w:trHeight w:val="350"/>
        </w:trPr>
        <w:tc>
          <w:tcPr>
            <w:tcW w:w="3920" w:type="dxa"/>
          </w:tcPr>
          <w:p w14:paraId="006DC410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ويش لك عليهم يا دهر حتّى استوفيتْ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075D07" w14:textId="77777777" w:rsidR="00A73039" w:rsidRDefault="00A7303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888666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مدري اشجنوا ويّاك حتّى ماخذ اقضاك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039" w14:paraId="4AE4A026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30494D0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ولا بلد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وفيها منهم ارموس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CDC7C1" w14:textId="77777777" w:rsidR="00A73039" w:rsidRDefault="00A7303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7508EF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اُومنهم جماعة ابكربلا دفنوا بلا روس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039" w14:paraId="7F49DFE7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FE0BE27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ياهي امصيبه امصيبة المسموم في طوس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EBAAAC" w14:textId="77777777" w:rsidR="00A73039" w:rsidRDefault="00A7303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FF4D6C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يانازحا في طوس روحي راحت افداك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039" w14:paraId="7482D8BA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01F9F8C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اُو عميت اعيوني بالبكا الموسى بن جعفر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3896CC" w14:textId="77777777" w:rsidR="00A73039" w:rsidRDefault="00A7303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FE0140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فوق الجسر مرمي ثلاثة الله اكبر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039" w14:paraId="03A146E0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AC147A9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من جثّته دويه يفوح المسك لزفر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E71468" w14:textId="77777777" w:rsidR="00A73039" w:rsidRDefault="00A7303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06B6D8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والله حسافة يا إمامي ما حضرناك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039" w14:paraId="04B84056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D28C103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ويلي على اللي عذّب المأمون 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816E6C" w14:textId="77777777" w:rsidR="00A73039" w:rsidRDefault="00A7303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761960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كم عاهده باعهود لكن ما وفى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039" w14:paraId="5C4C787E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B88C928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ولا هجع حتّى ردي الذات غاله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99D9ED" w14:textId="77777777" w:rsidR="00A73039" w:rsidRDefault="00A7303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4A1D22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مأمون ويش جرم الرضا يانغل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3039" w14:paraId="685A2F49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CB75D20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من حين حس منه الخيانه اكتب اكتاب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7C8F49" w14:textId="77777777" w:rsidR="00A73039" w:rsidRDefault="00A73039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91A455" w14:textId="77777777" w:rsidR="00A73039" w:rsidRDefault="00A73039" w:rsidP="00D51B90">
            <w:pPr>
              <w:pStyle w:val="libPoem"/>
            </w:pPr>
            <w:r>
              <w:rPr>
                <w:rtl/>
                <w:lang w:bidi="fa-IR"/>
              </w:rPr>
              <w:t>لخته العزيزة اُورسله مع بعض لصحاب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6D4FEA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53185" w14:paraId="31A292A4" w14:textId="77777777" w:rsidTr="00453185">
        <w:trPr>
          <w:trHeight w:val="350"/>
        </w:trPr>
        <w:tc>
          <w:tcPr>
            <w:tcW w:w="3964" w:type="dxa"/>
            <w:shd w:val="clear" w:color="auto" w:fill="auto"/>
          </w:tcPr>
          <w:p w14:paraId="14392AAD" w14:textId="77777777" w:rsidR="00453185" w:rsidRDefault="00A375B6" w:rsidP="00D51B90">
            <w:pPr>
              <w:pStyle w:val="libPoem"/>
            </w:pPr>
            <w:r>
              <w:rPr>
                <w:rtl/>
                <w:lang w:bidi="fa-IR"/>
              </w:rPr>
              <w:t>من جاها خط خوها اُوفي الحال اكرت اركاب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7026ED8F" w14:textId="77777777" w:rsidR="00453185" w:rsidRDefault="0045318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2074886D" w14:textId="77777777" w:rsidR="00453185" w:rsidRDefault="00A375B6" w:rsidP="00D51B90">
            <w:pPr>
              <w:pStyle w:val="libPoem"/>
            </w:pPr>
            <w:r>
              <w:rPr>
                <w:rtl/>
                <w:lang w:bidi="fa-IR"/>
              </w:rPr>
              <w:t>اُوراحت قبرها جدها اُو قالت الله ويّاك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3185" w14:paraId="0ECA2986" w14:textId="77777777" w:rsidTr="00453185">
        <w:trPr>
          <w:trHeight w:val="350"/>
        </w:trPr>
        <w:tc>
          <w:tcPr>
            <w:tcW w:w="3964" w:type="dxa"/>
          </w:tcPr>
          <w:p w14:paraId="44E07DA3" w14:textId="77777777" w:rsidR="00453185" w:rsidRDefault="00A375B6" w:rsidP="00D51B90">
            <w:pPr>
              <w:pStyle w:val="libPoem"/>
            </w:pPr>
            <w:r>
              <w:rPr>
                <w:rtl/>
                <w:lang w:bidi="fa-IR"/>
              </w:rPr>
              <w:t>واهل المدينة يوم سمعوا الخبر جوها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340AACE" w14:textId="77777777" w:rsidR="00453185" w:rsidRDefault="0045318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2E5A3D0" w14:textId="77777777" w:rsidR="00453185" w:rsidRDefault="00A375B6" w:rsidP="00D51B90">
            <w:pPr>
              <w:pStyle w:val="libPoem"/>
            </w:pPr>
            <w:r>
              <w:rPr>
                <w:rtl/>
                <w:lang w:bidi="fa-IR"/>
              </w:rPr>
              <w:t>عن حالها واللي تريده سايلوها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3185" w14:paraId="73CBEEAB" w14:textId="77777777" w:rsidTr="00453185">
        <w:trPr>
          <w:trHeight w:val="350"/>
        </w:trPr>
        <w:tc>
          <w:tcPr>
            <w:tcW w:w="3964" w:type="dxa"/>
          </w:tcPr>
          <w:p w14:paraId="7CA7ADAD" w14:textId="77777777" w:rsidR="00453185" w:rsidRDefault="00A375B6" w:rsidP="00D51B90">
            <w:pPr>
              <w:pStyle w:val="libPoem"/>
            </w:pPr>
            <w:r>
              <w:rPr>
                <w:rtl/>
                <w:lang w:bidi="fa-IR"/>
              </w:rPr>
              <w:t>شافوا ولن القلب داير صوب اخوها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7BEC84C" w14:textId="77777777" w:rsidR="00453185" w:rsidRDefault="0045318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D16EE96" w14:textId="77777777" w:rsidR="00453185" w:rsidRDefault="00A375B6" w:rsidP="00D51B90">
            <w:pPr>
              <w:pStyle w:val="libPoem"/>
            </w:pPr>
            <w:r>
              <w:rPr>
                <w:rtl/>
                <w:lang w:bidi="fa-IR"/>
              </w:rPr>
              <w:t>واتقول للحادي تثور إلى مطاياك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3185" w14:paraId="123E00D2" w14:textId="77777777" w:rsidTr="00453185">
        <w:trPr>
          <w:trHeight w:val="350"/>
        </w:trPr>
        <w:tc>
          <w:tcPr>
            <w:tcW w:w="3964" w:type="dxa"/>
          </w:tcPr>
          <w:p w14:paraId="719011D3" w14:textId="77777777" w:rsidR="00453185" w:rsidRDefault="00A375B6" w:rsidP="00D51B90">
            <w:pPr>
              <w:pStyle w:val="libPoem"/>
            </w:pPr>
            <w:r>
              <w:rPr>
                <w:rtl/>
                <w:lang w:bidi="fa-IR"/>
              </w:rPr>
              <w:t>ظلّت تجد السير حتّى وصلت قم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F08C7A9" w14:textId="77777777" w:rsidR="00453185" w:rsidRDefault="0045318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EE0698C" w14:textId="77777777" w:rsidR="00453185" w:rsidRDefault="00A375B6" w:rsidP="00D51B90">
            <w:pPr>
              <w:pStyle w:val="libPoem"/>
            </w:pPr>
            <w:r>
              <w:rPr>
                <w:rtl/>
                <w:lang w:bidi="fa-IR"/>
              </w:rPr>
              <w:t>سمعت اهلها في العزا تبكي اُو تلطم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3185" w14:paraId="41F41AE4" w14:textId="77777777" w:rsidTr="00453185">
        <w:trPr>
          <w:trHeight w:val="350"/>
        </w:trPr>
        <w:tc>
          <w:tcPr>
            <w:tcW w:w="3964" w:type="dxa"/>
          </w:tcPr>
          <w:p w14:paraId="6FB22D69" w14:textId="77777777" w:rsidR="00453185" w:rsidRDefault="00A375B6" w:rsidP="00D51B90">
            <w:pPr>
              <w:pStyle w:val="libPoem"/>
            </w:pPr>
            <w:r>
              <w:rPr>
                <w:rtl/>
                <w:lang w:bidi="fa-IR"/>
              </w:rPr>
              <w:t>قالت لتلك الجارية جيبي خبرهم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1850D08" w14:textId="77777777" w:rsidR="00453185" w:rsidRDefault="0045318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851B75D" w14:textId="77777777" w:rsidR="00453185" w:rsidRDefault="00A375B6" w:rsidP="00D51B90">
            <w:pPr>
              <w:pStyle w:val="libPoem"/>
            </w:pPr>
            <w:r>
              <w:rPr>
                <w:rtl/>
                <w:lang w:bidi="fa-IR"/>
              </w:rPr>
              <w:t>يا جارية روحي ابعجل وانا برجواك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3185" w14:paraId="38681CCB" w14:textId="77777777" w:rsidTr="0045318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CB867D5" w14:textId="77777777" w:rsidR="00453185" w:rsidRDefault="00A375B6" w:rsidP="00D51B90">
            <w:pPr>
              <w:pStyle w:val="libPoem"/>
            </w:pPr>
            <w:r>
              <w:rPr>
                <w:rtl/>
                <w:lang w:bidi="fa-IR"/>
              </w:rPr>
              <w:t>قالت اليها الجارية طوعا اُوسمعا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9742966" w14:textId="77777777" w:rsidR="00453185" w:rsidRDefault="0045318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86511C8" w14:textId="77777777" w:rsidR="00453185" w:rsidRDefault="00A375B6" w:rsidP="00D51B90">
            <w:pPr>
              <w:pStyle w:val="libPoem"/>
            </w:pPr>
            <w:r>
              <w:rPr>
                <w:rtl/>
                <w:lang w:bidi="fa-IR"/>
              </w:rPr>
              <w:t>راحت إلى قم اُورأت أحوال شنعا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3185" w14:paraId="3C10EFBC" w14:textId="77777777" w:rsidTr="0045318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D256A3F" w14:textId="77777777" w:rsidR="00453185" w:rsidRDefault="00A375B6" w:rsidP="00D51B90">
            <w:pPr>
              <w:pStyle w:val="libPoem"/>
            </w:pPr>
            <w:r>
              <w:rPr>
                <w:rtl/>
                <w:lang w:bidi="fa-IR"/>
              </w:rPr>
              <w:t>شافت اهلها في العزى تبكي اُوتنعى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F69A5D6" w14:textId="77777777" w:rsidR="00453185" w:rsidRDefault="0045318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30BF05D" w14:textId="77777777" w:rsidR="00453185" w:rsidRDefault="00A375B6" w:rsidP="00D51B90">
            <w:pPr>
              <w:pStyle w:val="libPoem"/>
            </w:pPr>
            <w:r>
              <w:rPr>
                <w:rtl/>
                <w:lang w:bidi="fa-IR"/>
              </w:rPr>
              <w:t>والكل اينادي يا امامي روحي افداك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3185" w14:paraId="17B34D7D" w14:textId="77777777" w:rsidTr="0045318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0C9D1DD" w14:textId="77777777" w:rsidR="00453185" w:rsidRDefault="00A375B6" w:rsidP="00D51B90">
            <w:pPr>
              <w:pStyle w:val="libPoem"/>
            </w:pPr>
            <w:r>
              <w:rPr>
                <w:rtl/>
                <w:lang w:bidi="fa-IR"/>
              </w:rPr>
              <w:t>ظلّت تسايل عن عزاهم والمصيبه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98511EF" w14:textId="77777777" w:rsidR="00453185" w:rsidRDefault="0045318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10DC109" w14:textId="77777777" w:rsidR="00453185" w:rsidRDefault="00A375B6" w:rsidP="00D51B90">
            <w:pPr>
              <w:pStyle w:val="libPoem"/>
            </w:pPr>
            <w:r>
              <w:rPr>
                <w:rtl/>
                <w:lang w:bidi="fa-IR"/>
              </w:rPr>
              <w:t>واتعرفوها يوم عرفوها غريبه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3185" w14:paraId="687687A4" w14:textId="77777777" w:rsidTr="0045318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4B0785F" w14:textId="77777777" w:rsidR="00453185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من اي بلدة قالت الهم ارض طيبه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106A4B0" w14:textId="77777777" w:rsidR="00453185" w:rsidRDefault="0045318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6E8B50D" w14:textId="77777777" w:rsidR="00453185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قالوا صلوة الله على اللي ساكن اهناك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3185" w14:paraId="0A705B1D" w14:textId="77777777" w:rsidTr="0045318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63E8934" w14:textId="77777777" w:rsidR="00453185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قالت على من هالبكى كلكم تنوحون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8225593" w14:textId="77777777" w:rsidR="00453185" w:rsidRDefault="0045318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839BF64" w14:textId="77777777" w:rsidR="00453185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قالوا على المولى الرضا سمّه المأمون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3185" w14:paraId="4A7061F6" w14:textId="77777777" w:rsidTr="0045318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3641DB6" w14:textId="77777777" w:rsidR="00453185" w:rsidRDefault="00B41B0B" w:rsidP="00D51B90">
            <w:pPr>
              <w:pStyle w:val="libPoem"/>
            </w:pPr>
            <w:r>
              <w:rPr>
                <w:rtl/>
                <w:lang w:bidi="fa-IR"/>
              </w:rPr>
              <w:t>صفقت بياديها اُو قالت لا تقولون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2D48F1C" w14:textId="77777777" w:rsidR="00453185" w:rsidRDefault="0045318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F82DD4B" w14:textId="77777777" w:rsidR="00453185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والله حسافة يا إمامي ما حضرناك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3185" w14:paraId="54B4D122" w14:textId="77777777" w:rsidTr="0045318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46AF16F" w14:textId="77777777" w:rsidR="00453185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قالت لهم مات الرضا في طوس معلوم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5BD0BB6" w14:textId="77777777" w:rsidR="00453185" w:rsidRDefault="0045318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0771D88" w14:textId="77777777" w:rsidR="00453185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قالوا نعم والدين ركنه صار مهدوم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3185" w14:paraId="064E929A" w14:textId="77777777" w:rsidTr="0045318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7C7E051" w14:textId="77777777" w:rsidR="00453185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قالت ترى اخته في بلدكم وصلت اليوم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9F54A89" w14:textId="77777777" w:rsidR="00453185" w:rsidRDefault="0045318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2392BB5" w14:textId="77777777" w:rsidR="00453185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قالوا تقومي بالعزا بانوح ويّاك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3185" w14:paraId="72A0BD45" w14:textId="77777777" w:rsidTr="0045318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F5ADB3D" w14:textId="77777777" w:rsidR="00453185" w:rsidRDefault="00B41B0B" w:rsidP="00D51B90">
            <w:pPr>
              <w:pStyle w:val="libPoem"/>
            </w:pPr>
            <w:r>
              <w:rPr>
                <w:rtl/>
                <w:lang w:bidi="fa-IR"/>
              </w:rPr>
              <w:t>حين لفتها الجارية ويا الجواري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B997CF7" w14:textId="77777777" w:rsidR="00453185" w:rsidRDefault="0045318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A5BE659" w14:textId="77777777" w:rsidR="00453185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والنوح منهم مرتفع والدمع جاري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3185" w14:paraId="6A95FFF9" w14:textId="77777777" w:rsidTr="0045318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B89F136" w14:textId="77777777" w:rsidR="00453185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قالت تخبري ويش في هالبلد جاري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5F762E3" w14:textId="77777777" w:rsidR="00453185" w:rsidRDefault="0045318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E994FC4" w14:textId="77777777" w:rsidR="00453185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قالوا لفينا كلنا بانوح ويّاك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3185" w14:paraId="68B238D4" w14:textId="77777777" w:rsidTr="0045318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789D145" w14:textId="77777777" w:rsidR="00453185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قالت خليصي مات قالوا نعم ليها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D2E076E" w14:textId="77777777" w:rsidR="00453185" w:rsidRDefault="0045318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9DFC5C1" w14:textId="77777777" w:rsidR="00453185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في الحال خرت ووقعت واغشي عليها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3185" w14:paraId="2AD74591" w14:textId="77777777" w:rsidTr="0045318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83B144E" w14:textId="77777777" w:rsidR="00453185" w:rsidRDefault="00B41B0B" w:rsidP="00D51B90">
            <w:pPr>
              <w:pStyle w:val="libPoem"/>
            </w:pPr>
            <w:r>
              <w:rPr>
                <w:rtl/>
                <w:lang w:bidi="fa-IR"/>
              </w:rPr>
              <w:t>جابولها النسوان ماء ورشّوا عليها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D86AE68" w14:textId="77777777" w:rsidR="00453185" w:rsidRDefault="0045318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2DD9CDB" w14:textId="77777777" w:rsidR="00453185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ماحركوها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اجنازة اُو ندفنت اهناك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3185" w14:paraId="44847926" w14:textId="77777777" w:rsidTr="0045318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F949482" w14:textId="77777777" w:rsidR="00453185" w:rsidRDefault="00B41B0B" w:rsidP="00D51B90">
            <w:pPr>
              <w:pStyle w:val="libPoem"/>
            </w:pPr>
            <w:r>
              <w:rPr>
                <w:rtl/>
                <w:lang w:bidi="fa-IR"/>
              </w:rPr>
              <w:t>اُوماتت ابحسرتها قبل ما وصلت لطوس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21207FC" w14:textId="77777777" w:rsidR="00453185" w:rsidRDefault="0045318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8C91056" w14:textId="77777777" w:rsidR="00453185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ولا تلاقوا غير في جنّة الفردوس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3185" w14:paraId="274F27B1" w14:textId="77777777" w:rsidTr="0045318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92892B4" w14:textId="77777777" w:rsidR="00453185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قالت اشحالك قال زال الضر والبوس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490CC73" w14:textId="77777777" w:rsidR="00453185" w:rsidRDefault="00453185" w:rsidP="00D51B9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2000F14" w14:textId="77777777" w:rsidR="00453185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قالت حمدت اللي جمعنا اليوم ويّاك</w:t>
            </w:r>
            <w:r w:rsidR="0045318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2B27856" w14:textId="77777777" w:rsidR="00EE7C84" w:rsidRDefault="00EE7C84" w:rsidP="00A375B6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375B6" w14:paraId="20E03979" w14:textId="77777777" w:rsidTr="00D51B90">
        <w:trPr>
          <w:trHeight w:val="350"/>
        </w:trPr>
        <w:tc>
          <w:tcPr>
            <w:tcW w:w="3920" w:type="dxa"/>
            <w:shd w:val="clear" w:color="auto" w:fill="auto"/>
          </w:tcPr>
          <w:p w14:paraId="33BF3636" w14:textId="77777777" w:rsidR="00A375B6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في طوس صارت صيحة لجل الرضا اُو زلزاله</w:t>
            </w:r>
            <w:r w:rsidR="00A375B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98F8D95" w14:textId="77777777" w:rsidR="00A375B6" w:rsidRDefault="00A375B6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3377069" w14:textId="77777777" w:rsidR="00A375B6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والأرض ترجف والرضا مطروح في شياله</w:t>
            </w:r>
            <w:r w:rsidR="00A375B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5099BD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41B0B" w14:paraId="52F709CC" w14:textId="77777777" w:rsidTr="00D51B90">
        <w:trPr>
          <w:trHeight w:val="350"/>
        </w:trPr>
        <w:tc>
          <w:tcPr>
            <w:tcW w:w="3920" w:type="dxa"/>
            <w:shd w:val="clear" w:color="auto" w:fill="auto"/>
          </w:tcPr>
          <w:p w14:paraId="6CAB77FD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شلّت يمين الفاجر غال الرضا باسمومه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92727AA" w14:textId="77777777" w:rsidR="00B41B0B" w:rsidRDefault="00B41B0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E2956E3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يوم عبوس اقشر صاير علينا يومه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41B0B" w14:paraId="6406003C" w14:textId="77777777" w:rsidTr="00D51B90">
        <w:trPr>
          <w:trHeight w:val="350"/>
        </w:trPr>
        <w:tc>
          <w:tcPr>
            <w:tcW w:w="3920" w:type="dxa"/>
          </w:tcPr>
          <w:p w14:paraId="6A3FADF3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وامن المدينة ليتها جاته هله واعمومه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013120" w14:textId="77777777" w:rsidR="00B41B0B" w:rsidRDefault="00B41B0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C6570A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اُو جاله ابوه الكاظم ينظر عزيزة اشحاله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41B0B" w14:paraId="62D1A96A" w14:textId="77777777" w:rsidTr="00D51B90">
        <w:trPr>
          <w:trHeight w:val="350"/>
        </w:trPr>
        <w:tc>
          <w:tcPr>
            <w:tcW w:w="3920" w:type="dxa"/>
          </w:tcPr>
          <w:p w14:paraId="5543E353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بالله يزهرا قومي ذا اليوم يا لمحزونه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74C5B7" w14:textId="77777777" w:rsidR="00B41B0B" w:rsidRDefault="00B41B0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D1B9CD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شوفي عزيزك مرمي والسم غير لونه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41B0B" w14:paraId="72198AC7" w14:textId="77777777" w:rsidTr="00D51B90">
        <w:trPr>
          <w:trHeight w:val="350"/>
        </w:trPr>
        <w:tc>
          <w:tcPr>
            <w:tcW w:w="3920" w:type="dxa"/>
          </w:tcPr>
          <w:p w14:paraId="205D2D56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مامات منهم ميت في الدنيا موت اعيونه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A11050" w14:textId="77777777" w:rsidR="00B41B0B" w:rsidRDefault="00B41B0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FB9F43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ابسم اُو هذا مطروح ما حد شاله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41B0B" w14:paraId="0470DE4C" w14:textId="77777777" w:rsidTr="00D51B90">
        <w:trPr>
          <w:trHeight w:val="350"/>
        </w:trPr>
        <w:tc>
          <w:tcPr>
            <w:tcW w:w="3920" w:type="dxa"/>
          </w:tcPr>
          <w:p w14:paraId="58EDF265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الدهر جار اُو فرق غثرة علي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790181" w14:textId="77777777" w:rsidR="00B41B0B" w:rsidRDefault="00B41B0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3B9286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هذا ابسم اُوهذا مذبوح قلبه صادي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41B0B" w14:paraId="6FC92313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90CC540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اُوهذا ابسجن اُوهذا مغلول بالاقيادي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F81890" w14:textId="77777777" w:rsidR="00B41B0B" w:rsidRDefault="00B41B0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D3574E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اُوهذا ثلاثا بالعرا مطروح ماحد شاله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41B0B" w14:paraId="689608E2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25384A5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ويلاه يوم انه لفى المكتوب للمحزونه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14616B" w14:textId="77777777" w:rsidR="00B41B0B" w:rsidRDefault="00B41B0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EA178C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راحت تودع جدّها وادموعها مهتونه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41B0B" w14:paraId="1E8E7BB2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EDFBAB0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واتقول راح ابن اُمّي مالي كفيل دونه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09E40E" w14:textId="77777777" w:rsidR="00B41B0B" w:rsidRDefault="00B41B0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7EB910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في داعة الله يا قبر جدّي انا شيّاله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41B0B" w14:paraId="62FFD0B9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B2C302F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واهل المدينة جوها ايقولون ويش الجاري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4150B8" w14:textId="77777777" w:rsidR="00B41B0B" w:rsidRDefault="00B41B0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C26DEB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يا فاطمة المعصومة يسلالة الاطهاري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41B0B" w14:paraId="113A6A73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AF728D2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صاحت ابصوت عالي لتهيجون افكاري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E5AB13" w14:textId="77777777" w:rsidR="00B41B0B" w:rsidRDefault="00B41B0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E0C6E0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باروح أنا لبن اُمّي واللي عشت باظلاله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41B0B" w14:paraId="0D0A14AD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91286FC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في قم يوم وصلت سمعت الصيحه فيها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D136C8" w14:textId="77777777" w:rsidR="00B41B0B" w:rsidRDefault="00B41B0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2F6A34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والجارية امن البلدة جابت خبر واليها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41B0B" w14:paraId="5AA86A70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6C7E4C6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جتها تنوح اُو تلطم وادموعها تجريها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A0550C" w14:textId="77777777" w:rsidR="00B41B0B" w:rsidRDefault="00B41B0B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EB9463" w14:textId="77777777" w:rsidR="00B41B0B" w:rsidRDefault="00B41B0B" w:rsidP="00D51B90">
            <w:pPr>
              <w:pStyle w:val="libPoem"/>
            </w:pPr>
            <w:r>
              <w:rPr>
                <w:rtl/>
                <w:lang w:bidi="fa-IR"/>
              </w:rPr>
              <w:t>واتقول يا مولاتي راح الذي جيناله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A0827AD" w14:textId="77777777" w:rsidR="00EE7C84" w:rsidRDefault="00EE7C84" w:rsidP="00B41B0B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75E6DB48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34774547" w14:textId="77777777" w:rsidR="00EE7C84" w:rsidRDefault="00EE7C84" w:rsidP="00D51B90">
      <w:pPr>
        <w:pStyle w:val="Heading2Center"/>
        <w:rPr>
          <w:lang w:bidi="fa-IR"/>
        </w:rPr>
      </w:pPr>
      <w:bookmarkStart w:id="30" w:name="_Toc17226589"/>
      <w:r>
        <w:rPr>
          <w:rtl/>
          <w:lang w:bidi="fa-IR"/>
        </w:rPr>
        <w:t>ملحق في رثاء الإمام عليٍّ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  <w:bookmarkEnd w:id="30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51B90" w14:paraId="0723201F" w14:textId="77777777" w:rsidTr="00D51B90">
        <w:trPr>
          <w:trHeight w:val="350"/>
        </w:trPr>
        <w:tc>
          <w:tcPr>
            <w:tcW w:w="3920" w:type="dxa"/>
            <w:shd w:val="clear" w:color="auto" w:fill="auto"/>
          </w:tcPr>
          <w:p w14:paraId="5EA992D4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واليوم طلعوا به [امنلبابٍ]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A72A748" w14:textId="77777777" w:rsidR="00D51B90" w:rsidRDefault="00D51B90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B884DF3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لا تلوم ظلعي لو حتنى اُو 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1B90" w14:paraId="1F4AB277" w14:textId="77777777" w:rsidTr="00D51B90">
        <w:trPr>
          <w:trHeight w:val="350"/>
        </w:trPr>
        <w:tc>
          <w:tcPr>
            <w:tcW w:w="3920" w:type="dxa"/>
          </w:tcPr>
          <w:p w14:paraId="69940B9E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وانته الفوارس عندك اذياب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8E9BBD" w14:textId="77777777" w:rsidR="00D51B90" w:rsidRDefault="00D51B90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F99EB7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يمردي عمرها يوم لحزاب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1B90" w14:paraId="3A64F7E7" w14:textId="77777777" w:rsidTr="00D51B90">
        <w:trPr>
          <w:trHeight w:val="350"/>
        </w:trPr>
        <w:tc>
          <w:tcPr>
            <w:tcW w:w="3920" w:type="dxa"/>
          </w:tcPr>
          <w:p w14:paraId="0FAD4CDC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وامن الضياغم قط ما تهاب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6A4E4B" w14:textId="77777777" w:rsidR="00D51B90" w:rsidRDefault="00D51B90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4A59D4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وبويه المدينة وانته للباب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1B90" w14:paraId="41A9EF6B" w14:textId="77777777" w:rsidTr="00D51B90">
        <w:trPr>
          <w:trHeight w:val="350"/>
        </w:trPr>
        <w:tc>
          <w:tcPr>
            <w:tcW w:w="3920" w:type="dxa"/>
          </w:tcPr>
          <w:p w14:paraId="4E87233F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يبو اِحسين واتخلي هالصواب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6008EC" w14:textId="77777777" w:rsidR="00D51B90" w:rsidRDefault="00D51B90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4301D4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ايكسرون ضلعي ابصاير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1B90" w14:paraId="4504623D" w14:textId="77777777" w:rsidTr="00D51B90">
        <w:trPr>
          <w:trHeight w:val="350"/>
        </w:trPr>
        <w:tc>
          <w:tcPr>
            <w:tcW w:w="3920" w:type="dxa"/>
          </w:tcPr>
          <w:p w14:paraId="2F52A7B3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معلوم نفسك مرتضيّه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F850FA" w14:textId="77777777" w:rsidR="00D51B90" w:rsidRDefault="00D51B90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473D38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اُوراضي ابدخلتهم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1B90" w14:paraId="6E58EEB6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4399048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اُوعدنان ما فيهم 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60F6FE" w14:textId="77777777" w:rsidR="00D51B90" w:rsidRDefault="00D51B90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F04A24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الكل انزوى عنّي ابزويّه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1B90" w14:paraId="55431253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4CABFB0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الأوّل عسى الله ايزول فيه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28C1A4" w14:textId="77777777" w:rsidR="00D51B90" w:rsidRDefault="00D51B90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999057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ايقلّي فدك يا 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1B90" w14:paraId="2B7053AC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922E740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لوّل إلك واليوم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0E47B6" w14:textId="77777777" w:rsidR="00D51B90" w:rsidRDefault="00D51B90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E1D335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قلها اُوكبده ملتظيّه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1B90" w14:paraId="60F38C7A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F46C8E6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حورا يزهرا يا 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95EA1C" w14:textId="77777777" w:rsidR="00D51B90" w:rsidRDefault="00D51B90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4303BE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بس عاد من عتبك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1B90" w14:paraId="1256A3E1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A611948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من والدك لولا الوصيّه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13CDBF" w14:textId="77777777" w:rsidR="00D51B90" w:rsidRDefault="00D51B90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C91C7C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وانكان عدتي القول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1B90" w14:paraId="229F0B4E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0D9B89F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ابنوحك اُو تعدادك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8C62FC" w14:textId="77777777" w:rsidR="00D51B90" w:rsidRDefault="00D51B90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BE325E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لحمل عليهم هالعشيّه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1B90" w14:paraId="4AA86CED" w14:textId="77777777" w:rsidTr="00D51B9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A8169EE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وادعي منازلهم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C9AAF2" w14:textId="77777777" w:rsidR="00D51B90" w:rsidRDefault="00D51B90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AFFDCD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أبو اِحسين انا اُوتدرين 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A67969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قالت له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51B90" w14:paraId="0992B009" w14:textId="77777777" w:rsidTr="00D51B90">
        <w:trPr>
          <w:trHeight w:val="350"/>
        </w:trPr>
        <w:tc>
          <w:tcPr>
            <w:tcW w:w="3920" w:type="dxa"/>
            <w:shd w:val="clear" w:color="auto" w:fill="auto"/>
          </w:tcPr>
          <w:p w14:paraId="330803AE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يها الناس من مثلي تمرمر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581FD3B" w14:textId="77777777" w:rsidR="00D51B90" w:rsidRDefault="00D51B90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6DCA429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صهر النّبي بالحبل ينجر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1B90" w14:paraId="65C94FDD" w14:textId="77777777" w:rsidTr="00D51B90">
        <w:trPr>
          <w:trHeight w:val="350"/>
        </w:trPr>
        <w:tc>
          <w:tcPr>
            <w:tcW w:w="3920" w:type="dxa"/>
          </w:tcPr>
          <w:p w14:paraId="5B77F58D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اُوضلعي ابصير الباب يكسر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14097A" w14:textId="77777777" w:rsidR="00D51B90" w:rsidRDefault="00D51B90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BC4C56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اجنين الحشا بالبطن فرفر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1B90" w14:paraId="326BC133" w14:textId="77777777" w:rsidTr="00D51B90">
        <w:trPr>
          <w:trHeight w:val="350"/>
        </w:trPr>
        <w:tc>
          <w:tcPr>
            <w:tcW w:w="3920" w:type="dxa"/>
          </w:tcPr>
          <w:p w14:paraId="7709BC34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لحد يمن للشمس ردّيتْ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B861ECF" w14:textId="77777777" w:rsidR="00D51B90" w:rsidRDefault="00D51B90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58D838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اُو بأملاك ربِّ العرش صلّيتْ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1B90" w14:paraId="3AEAFF75" w14:textId="77777777" w:rsidTr="00D51B90">
        <w:trPr>
          <w:trHeight w:val="350"/>
        </w:trPr>
        <w:tc>
          <w:tcPr>
            <w:tcW w:w="3920" w:type="dxa"/>
          </w:tcPr>
          <w:p w14:paraId="6ADF87E2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اُوبير العلم للجن طبّيتْ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6CD873" w14:textId="77777777" w:rsidR="00D51B90" w:rsidRDefault="00D51B90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B86442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خوف اُوزلازل بيه سوّيتْ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1B90" w14:paraId="311AD400" w14:textId="77777777" w:rsidTr="00D51B90">
        <w:trPr>
          <w:trHeight w:val="350"/>
        </w:trPr>
        <w:tc>
          <w:tcPr>
            <w:tcW w:w="3920" w:type="dxa"/>
          </w:tcPr>
          <w:p w14:paraId="64571048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وانته الشجاع اُو كيف ذلّيتْ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187FC1" w14:textId="77777777" w:rsidR="00D51B90" w:rsidRDefault="00D51B90" w:rsidP="00D51B9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EA1B00" w14:textId="77777777" w:rsidR="00D51B90" w:rsidRDefault="00D51B90" w:rsidP="00D51B90">
            <w:pPr>
              <w:pStyle w:val="libPoem"/>
            </w:pPr>
            <w:r>
              <w:rPr>
                <w:rtl/>
                <w:lang w:bidi="fa-IR"/>
              </w:rPr>
              <w:t>وارضيت بالذلة اُو توطّيتْ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D43C75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873FC" w14:paraId="096E5D50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5C43F993" w14:textId="77777777" w:rsidR="002873FC" w:rsidRDefault="002873FC" w:rsidP="00245DC8">
            <w:pPr>
              <w:pStyle w:val="libPoem"/>
            </w:pPr>
            <w:r>
              <w:rPr>
                <w:rtl/>
                <w:lang w:bidi="fa-IR"/>
              </w:rPr>
              <w:t>يحامل لوى المختار خلّيتْ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6CA5EA2" w14:textId="77777777" w:rsidR="002873FC" w:rsidRDefault="002873FC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C9D4BB7" w14:textId="77777777" w:rsidR="002873FC" w:rsidRDefault="002873FC" w:rsidP="00245DC8">
            <w:pPr>
              <w:pStyle w:val="libPoem"/>
            </w:pPr>
            <w:r>
              <w:rPr>
                <w:rtl/>
                <w:lang w:bidi="fa-IR"/>
              </w:rPr>
              <w:t>قنفذ عليّه يدخل البيتْ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9FE7185" w14:textId="77777777" w:rsidR="00EE7C84" w:rsidRDefault="00EE7C84" w:rsidP="002873FC">
      <w:pPr>
        <w:pStyle w:val="libPoemCenter"/>
        <w:rPr>
          <w:lang w:bidi="fa-IR"/>
        </w:rPr>
      </w:pPr>
      <w:r>
        <w:rPr>
          <w:rtl/>
          <w:lang w:bidi="fa-IR"/>
        </w:rPr>
        <w:t>واجنين بطن سقط ميتْ</w:t>
      </w:r>
    </w:p>
    <w:p w14:paraId="6155E2A4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أجابها عليٌّ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D7D06" w14:paraId="4241DAC6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36E499ED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حورا يزهرا لا تعتبين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AF1E599" w14:textId="77777777" w:rsidR="00CD7D06" w:rsidRDefault="00CD7D06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D0209E1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بضعة محمّد ليش تبكين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7D06" w14:paraId="251C0610" w14:textId="77777777" w:rsidTr="00245DC8">
        <w:trPr>
          <w:trHeight w:val="350"/>
        </w:trPr>
        <w:tc>
          <w:tcPr>
            <w:tcW w:w="3920" w:type="dxa"/>
          </w:tcPr>
          <w:p w14:paraId="7372B631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تبكين يم الحسن واِحسين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C474F5" w14:textId="77777777" w:rsidR="00CD7D06" w:rsidRDefault="00CD7D06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C797EC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ترى انتي عزيزة ما رخصتين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7D06" w14:paraId="48AC1F29" w14:textId="77777777" w:rsidTr="00245DC8">
        <w:trPr>
          <w:trHeight w:val="350"/>
        </w:trPr>
        <w:tc>
          <w:tcPr>
            <w:tcW w:w="3920" w:type="dxa"/>
          </w:tcPr>
          <w:p w14:paraId="3F2158AC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وانا اللي امنّي يرجف البين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53958C" w14:textId="77777777" w:rsidR="00CD7D06" w:rsidRDefault="00CD7D06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9D1E9D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وانكان يا زهرا ترخصين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7D06" w14:paraId="58806A01" w14:textId="77777777" w:rsidTr="00245DC8">
        <w:trPr>
          <w:trHeight w:val="350"/>
        </w:trPr>
        <w:tc>
          <w:tcPr>
            <w:tcW w:w="3920" w:type="dxa"/>
          </w:tcPr>
          <w:p w14:paraId="0E345598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لحمل وزلزل هالاراضين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C458B3" w14:textId="77777777" w:rsidR="00CD7D06" w:rsidRDefault="00CD7D06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8B9282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ولكن ياست 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7D06" w14:paraId="5508E6A7" w14:textId="77777777" w:rsidTr="00245DC8">
        <w:trPr>
          <w:trHeight w:val="350"/>
        </w:trPr>
        <w:tc>
          <w:tcPr>
            <w:tcW w:w="3920" w:type="dxa"/>
          </w:tcPr>
          <w:p w14:paraId="516F8E0A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إلى بوك ذكر ما تسمعين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A90221" w14:textId="77777777" w:rsidR="00CD7D06" w:rsidRDefault="00CD7D06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C3866D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في الحين قالت يا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7D06" w14:paraId="32F0A186" w14:textId="77777777" w:rsidTr="00245D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1857374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ابا صبر على ما بي يبو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AAFA5E" w14:textId="77777777" w:rsidR="00CD7D06" w:rsidRDefault="00CD7D06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5397BA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كسر الضلع واسقوط لجنين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4715B2F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أجابها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D7D06" w14:paraId="395832D7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1BC3FB2F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إشبيدي عليك يا زينة الحور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887FD23" w14:textId="77777777" w:rsidR="00CD7D06" w:rsidRDefault="00CD7D06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406F0FF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لولا الذي في اللوح مسطور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7D06" w14:paraId="7938EB24" w14:textId="77777777" w:rsidTr="00245DC8">
        <w:trPr>
          <w:trHeight w:val="350"/>
        </w:trPr>
        <w:tc>
          <w:tcPr>
            <w:tcW w:w="3920" w:type="dxa"/>
          </w:tcPr>
          <w:p w14:paraId="07A33189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لنفخ عليهم نفخة الصور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AFF691" w14:textId="77777777" w:rsidR="00CD7D06" w:rsidRDefault="00CD7D06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92C914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واحطم عليهم وادورهم 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7D06" w14:paraId="44E39C0A" w14:textId="77777777" w:rsidTr="00245DC8">
        <w:trPr>
          <w:trHeight w:val="350"/>
        </w:trPr>
        <w:tc>
          <w:tcPr>
            <w:tcW w:w="3920" w:type="dxa"/>
          </w:tcPr>
          <w:p w14:paraId="17A1AD0E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واخلي الفلك يوقف ولا ايدور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78B7FF" w14:textId="77777777" w:rsidR="00CD7D06" w:rsidRDefault="00CD7D06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37772C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كله سبب ضلعك المكسور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7D06" w14:paraId="77E3B92C" w14:textId="77777777" w:rsidTr="00245DC8">
        <w:trPr>
          <w:trHeight w:val="350"/>
        </w:trPr>
        <w:tc>
          <w:tcPr>
            <w:tcW w:w="3920" w:type="dxa"/>
          </w:tcPr>
          <w:p w14:paraId="6AE6094A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ميحتاج وانتي تنتخي 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FF5E09" w14:textId="77777777" w:rsidR="00CD7D06" w:rsidRDefault="00CD7D06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C74661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أنا عادة الذلة مهي 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7D06" w14:paraId="3929AA3E" w14:textId="77777777" w:rsidTr="00245DC8">
        <w:trPr>
          <w:trHeight w:val="350"/>
        </w:trPr>
        <w:tc>
          <w:tcPr>
            <w:tcW w:w="3920" w:type="dxa"/>
          </w:tcPr>
          <w:p w14:paraId="7643C731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بوك ما خلا سبيلي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3D9212" w14:textId="77777777" w:rsidR="00CD7D06" w:rsidRDefault="00CD7D06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198C56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لو كان خلا لي سبيلي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7D06" w14:paraId="1AE26358" w14:textId="77777777" w:rsidTr="00245D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E74CEB0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لحط الرحى فوق الرحيلي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29F853" w14:textId="77777777" w:rsidR="00CD7D06" w:rsidRDefault="00CD7D06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285F72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وقل يا سما اُو يا أرض ميلي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A09F305" w14:textId="77777777" w:rsidR="00EE7C84" w:rsidRDefault="00EE7C84" w:rsidP="00CD7D06">
      <w:pPr>
        <w:pStyle w:val="libPoemCenter"/>
        <w:rPr>
          <w:lang w:bidi="fa-IR"/>
        </w:rPr>
      </w:pPr>
      <w:r>
        <w:rPr>
          <w:rtl/>
          <w:lang w:bidi="fa-IR"/>
        </w:rPr>
        <w:t>اُوقبل الغروب أشفي غليلي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D7D06" w14:paraId="4B2448BB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6ABCEEAA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كفي العتب عن آل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D1CE6AB" w14:textId="77777777" w:rsidR="00CD7D06" w:rsidRDefault="00CD7D06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8CA1214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ميوقف عمود ابغير صيوان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7D06" w14:paraId="78A0F2DA" w14:textId="77777777" w:rsidTr="00245DC8">
        <w:trPr>
          <w:trHeight w:val="350"/>
        </w:trPr>
        <w:tc>
          <w:tcPr>
            <w:tcW w:w="3920" w:type="dxa"/>
          </w:tcPr>
          <w:p w14:paraId="4A070201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والرمح ما يطعن بلا اسنان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E4B290" w14:textId="77777777" w:rsidR="00CD7D06" w:rsidRDefault="00CD7D06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A2FBC1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والسيف ما ياخذ النيشان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7D06" w14:paraId="79BFBB59" w14:textId="77777777" w:rsidTr="00245DC8">
        <w:trPr>
          <w:trHeight w:val="350"/>
        </w:trPr>
        <w:tc>
          <w:tcPr>
            <w:tcW w:w="3920" w:type="dxa"/>
          </w:tcPr>
          <w:p w14:paraId="519189EF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عدنان عاد اُو آل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656FAA" w14:textId="77777777" w:rsidR="00CD7D06" w:rsidRDefault="00CD7D06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799E6D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صاروا بسبب الزند شجعان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7D06" w14:paraId="1AC70FDA" w14:textId="77777777" w:rsidTr="00245DC8">
        <w:trPr>
          <w:trHeight w:val="350"/>
        </w:trPr>
        <w:tc>
          <w:tcPr>
            <w:tcW w:w="3920" w:type="dxa"/>
          </w:tcPr>
          <w:p w14:paraId="4B8339EC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اُو يوم قعدنا والعمد خان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51DE7E" w14:textId="77777777" w:rsidR="00CD7D06" w:rsidRDefault="00CD7D06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D12D63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ذلّت فوارس آل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7D06" w14:paraId="512C7590" w14:textId="77777777" w:rsidTr="00245DC8">
        <w:trPr>
          <w:trHeight w:val="350"/>
        </w:trPr>
        <w:tc>
          <w:tcPr>
            <w:tcW w:w="3920" w:type="dxa"/>
          </w:tcPr>
          <w:p w14:paraId="61B7CC59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انكان يا زهرا تريدين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276E56" w14:textId="77777777" w:rsidR="00CD7D06" w:rsidRDefault="00CD7D06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C0CAAE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اُبوك اسمه ما تسمعين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7D06" w14:paraId="2BABCF41" w14:textId="77777777" w:rsidTr="00245D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1A6F4FF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ردّي على هاللي ذكرتين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11B2C0" w14:textId="77777777" w:rsidR="00CD7D06" w:rsidRDefault="00CD7D06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0360F7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اِباحمل اُو بقلب للأراضين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7D06" w14:paraId="28593BD9" w14:textId="77777777" w:rsidTr="00245D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93ABD30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اُو باسمي أنا اترد الشياطين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D78CCB4" w14:textId="77777777" w:rsidR="00CD7D06" w:rsidRDefault="00CD7D06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51EF60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وانتين يا زهراء تدرين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7D06" w14:paraId="20CC5F72" w14:textId="77777777" w:rsidTr="00245D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259C4FC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الحرب ما ترهب أبو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E6A028" w14:textId="77777777" w:rsidR="00CD7D06" w:rsidRDefault="00CD7D06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9B099B" w14:textId="77777777" w:rsidR="00CD7D06" w:rsidRDefault="00CD7D06" w:rsidP="00245DC8">
            <w:pPr>
              <w:pStyle w:val="libPoem"/>
            </w:pPr>
            <w:r>
              <w:rPr>
                <w:rtl/>
                <w:lang w:bidi="fa-IR"/>
              </w:rPr>
              <w:t>لكن يزهرا انطالع الدين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B764D9D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الزهراء (</w:t>
      </w:r>
      <w:r w:rsidR="00204F6E" w:rsidRPr="00204F6E">
        <w:rPr>
          <w:rStyle w:val="libAlaemChar"/>
          <w:rtl/>
        </w:rPr>
        <w:t>عليها‌السلام</w:t>
      </w:r>
      <w:r>
        <w:rPr>
          <w:rtl/>
          <w:lang w:bidi="fa-IR"/>
        </w:rPr>
        <w:t>) تخاطبه :</w:t>
      </w:r>
    </w:p>
    <w:p w14:paraId="648C588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B2FA1" w14:paraId="63C689CD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772CFA5F" w14:textId="77777777" w:rsidR="001B2FA1" w:rsidRDefault="001B2FA1" w:rsidP="00245DC8">
            <w:pPr>
              <w:pStyle w:val="libPoem"/>
            </w:pPr>
            <w:r>
              <w:rPr>
                <w:rtl/>
                <w:lang w:bidi="fa-IR"/>
              </w:rPr>
              <w:t>يبو اِحسين غيرك قول دونه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38E0BB8" w14:textId="77777777" w:rsidR="001B2FA1" w:rsidRDefault="001B2FA1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B645966" w14:textId="77777777" w:rsidR="001B2FA1" w:rsidRDefault="001B2FA1" w:rsidP="00245DC8">
            <w:pPr>
              <w:pStyle w:val="libPoem"/>
            </w:pPr>
            <w:r>
              <w:rPr>
                <w:rtl/>
                <w:lang w:bidi="fa-IR"/>
              </w:rPr>
              <w:t>يا ناصر أحمد يا معينه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2FA1" w14:paraId="06E264D9" w14:textId="77777777" w:rsidTr="00245DC8">
        <w:trPr>
          <w:trHeight w:val="350"/>
        </w:trPr>
        <w:tc>
          <w:tcPr>
            <w:tcW w:w="3920" w:type="dxa"/>
          </w:tcPr>
          <w:p w14:paraId="52A15EF4" w14:textId="77777777" w:rsidR="001B2FA1" w:rsidRDefault="001B2FA1" w:rsidP="00245DC8">
            <w:pPr>
              <w:pStyle w:val="libPoem"/>
            </w:pPr>
            <w:r>
              <w:rPr>
                <w:rtl/>
                <w:lang w:bidi="fa-IR"/>
              </w:rPr>
              <w:t>اُو يا مظهر بالسيف 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3C49C8C" w14:textId="77777777" w:rsidR="001B2FA1" w:rsidRDefault="001B2FA1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B65B88" w14:textId="77777777" w:rsidR="001B2FA1" w:rsidRDefault="001B2FA1" w:rsidP="00245DC8">
            <w:pPr>
              <w:pStyle w:val="libPoem"/>
            </w:pPr>
            <w:r>
              <w:rPr>
                <w:rtl/>
                <w:lang w:bidi="fa-IR"/>
              </w:rPr>
              <w:t>خلهم لبيتي يحرقونه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2FA1" w14:paraId="51F58D88" w14:textId="77777777" w:rsidTr="00245DC8">
        <w:trPr>
          <w:trHeight w:val="350"/>
        </w:trPr>
        <w:tc>
          <w:tcPr>
            <w:tcW w:w="3920" w:type="dxa"/>
          </w:tcPr>
          <w:p w14:paraId="364396CC" w14:textId="77777777" w:rsidR="001B2FA1" w:rsidRDefault="001B2FA1" w:rsidP="00245DC8">
            <w:pPr>
              <w:pStyle w:val="libPoem"/>
            </w:pPr>
            <w:r>
              <w:rPr>
                <w:rtl/>
                <w:lang w:bidi="fa-IR"/>
              </w:rPr>
              <w:t>اُو رضيت ضلعي يكسّرونه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FCF244" w14:textId="77777777" w:rsidR="001B2FA1" w:rsidRDefault="001B2FA1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E6F298" w14:textId="77777777" w:rsidR="001B2FA1" w:rsidRDefault="001B2FA1" w:rsidP="00245DC8">
            <w:pPr>
              <w:pStyle w:val="libPoem"/>
            </w:pPr>
            <w:r>
              <w:rPr>
                <w:rtl/>
                <w:lang w:bidi="fa-IR"/>
              </w:rPr>
              <w:t>واجنين بطني ايسقطونه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4436BDA" w14:textId="77777777" w:rsidR="00EE7C84" w:rsidRDefault="00EE7C84" w:rsidP="001B2FA1">
      <w:pPr>
        <w:pStyle w:val="libPoemCenter"/>
        <w:rPr>
          <w:lang w:bidi="fa-IR"/>
        </w:rPr>
      </w:pPr>
      <w:r>
        <w:rPr>
          <w:rtl/>
          <w:lang w:bidi="fa-IR"/>
        </w:rPr>
        <w:t>بس اسم أبي لا يقطعونه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B2FA1" w14:paraId="382D55CF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398D750B" w14:textId="77777777" w:rsidR="001B2FA1" w:rsidRDefault="001B2FA1" w:rsidP="00245DC8">
            <w:pPr>
              <w:pStyle w:val="libPoem"/>
            </w:pPr>
            <w:r>
              <w:rPr>
                <w:rtl/>
                <w:lang w:bidi="fa-IR"/>
              </w:rPr>
              <w:t>جيتك يبو زينب دخيله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2D00197" w14:textId="77777777" w:rsidR="001B2FA1" w:rsidRDefault="001B2FA1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0D9A220" w14:textId="77777777" w:rsidR="001B2FA1" w:rsidRDefault="001B2FA1" w:rsidP="00245DC8">
            <w:pPr>
              <w:pStyle w:val="libPoem"/>
            </w:pPr>
            <w:r>
              <w:rPr>
                <w:rtl/>
                <w:lang w:bidi="fa-IR"/>
              </w:rPr>
              <w:t>ابأموت متوطية عليله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E41A8CE" w14:textId="77777777" w:rsidR="00EE7C84" w:rsidRDefault="00EE7C84" w:rsidP="001B2FA1">
      <w:pPr>
        <w:pStyle w:val="libPoemCenter"/>
        <w:rPr>
          <w:lang w:bidi="fa-IR"/>
        </w:rPr>
      </w:pPr>
      <w:r>
        <w:rPr>
          <w:rtl/>
          <w:lang w:bidi="fa-IR"/>
        </w:rPr>
        <w:t>لفقار حيدر لا تشيله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B2FA1" w14:paraId="761D04F3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77F5BFEC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شاللي چتلني اُوعل كبدي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9D0BFD0" w14:textId="77777777" w:rsidR="001B2FA1" w:rsidRDefault="001B2FA1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85B6ACD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واجري دموعي فوق خدي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2FA1" w14:paraId="12B80743" w14:textId="77777777" w:rsidTr="00245DC8">
        <w:trPr>
          <w:trHeight w:val="350"/>
        </w:trPr>
        <w:tc>
          <w:tcPr>
            <w:tcW w:w="3920" w:type="dxa"/>
          </w:tcPr>
          <w:p w14:paraId="5253CD3F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لو انك قمت عنّي تعدي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3F5C42C" w14:textId="77777777" w:rsidR="001B2FA1" w:rsidRDefault="001B2FA1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73C778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ما امروا قنفذ ابجلدي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2FA1" w14:paraId="77F8C655" w14:textId="77777777" w:rsidTr="00245DC8">
        <w:trPr>
          <w:trHeight w:val="350"/>
        </w:trPr>
        <w:tc>
          <w:tcPr>
            <w:tcW w:w="3920" w:type="dxa"/>
          </w:tcPr>
          <w:p w14:paraId="38FB3F73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يا ليت ابو ابراهيم عندي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9BDFBC4" w14:textId="77777777" w:rsidR="001B2FA1" w:rsidRDefault="001B2FA1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7051A4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اُوينظر إلى اللطمة ابخدي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DDDAF34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وهذا مما يشمل الحسن والحسين عند وفاة فاطمة الزهراء سلام الله عليهم أجمعين</w:t>
      </w:r>
      <w:r w:rsidR="00FB110A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B2FA1" w14:paraId="0A69538C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5C972F56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يابن النّبي أحمد المذكور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EFFE117" w14:textId="77777777" w:rsidR="001B2FA1" w:rsidRDefault="001B2FA1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96B09F2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اُو ياللي ابيوم الحشر مدخور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2FA1" w14:paraId="162ECD5C" w14:textId="77777777" w:rsidTr="00245DC8">
        <w:trPr>
          <w:trHeight w:val="350"/>
        </w:trPr>
        <w:tc>
          <w:tcPr>
            <w:tcW w:w="3920" w:type="dxa"/>
          </w:tcPr>
          <w:p w14:paraId="05B6D20B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اللي الينا حامي اُوسور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A49B9B" w14:textId="77777777" w:rsidR="001B2FA1" w:rsidRDefault="001B2FA1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F25836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يحسين دسمعني يمبرور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2FA1" w14:paraId="48137ED8" w14:textId="77777777" w:rsidTr="00245DC8">
        <w:trPr>
          <w:trHeight w:val="350"/>
        </w:trPr>
        <w:tc>
          <w:tcPr>
            <w:tcW w:w="3920" w:type="dxa"/>
          </w:tcPr>
          <w:p w14:paraId="1C890FAD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نور الينا واختفى النور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2B1DBD" w14:textId="77777777" w:rsidR="001B2FA1" w:rsidRDefault="001B2FA1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20B6D8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في الوالدة يحسين ماجور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2FA1" w14:paraId="1B1EB0D3" w14:textId="77777777" w:rsidTr="00245DC8">
        <w:trPr>
          <w:trHeight w:val="350"/>
        </w:trPr>
        <w:tc>
          <w:tcPr>
            <w:tcW w:w="3920" w:type="dxa"/>
          </w:tcPr>
          <w:p w14:paraId="2EF60068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يابن المسدد حجّة الله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7A6AC0" w14:textId="77777777" w:rsidR="001B2FA1" w:rsidRDefault="001B2FA1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5E20D7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يابن النّبي يا خيرة الله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2FA1" w14:paraId="21CF54BC" w14:textId="77777777" w:rsidTr="00245DC8">
        <w:trPr>
          <w:trHeight w:val="350"/>
        </w:trPr>
        <w:tc>
          <w:tcPr>
            <w:tcW w:w="3920" w:type="dxa"/>
          </w:tcPr>
          <w:p w14:paraId="03724488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الأمر انقضى والأمر لله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BBB985" w14:textId="77777777" w:rsidR="001B2FA1" w:rsidRDefault="001B2FA1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C91249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في الوالدة آجرك الله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9F27E73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الحسين يخاطب اُمّه (</w:t>
      </w:r>
      <w:r w:rsidR="00204F6E" w:rsidRPr="00204F6E">
        <w:rPr>
          <w:rStyle w:val="libAlaemChar"/>
          <w:rtl/>
        </w:rPr>
        <w:t>عليهما‌السلام</w:t>
      </w:r>
      <w:r>
        <w:rPr>
          <w:rtl/>
          <w:lang w:bidi="fa-IR"/>
        </w:rPr>
        <w:t>)</w:t>
      </w:r>
      <w:r w:rsidR="00FB110A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B2FA1" w14:paraId="08C7ECB6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56E9C68F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يبنت النّبي خير البريّه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1735269" w14:textId="77777777" w:rsidR="001B2FA1" w:rsidRDefault="001B2FA1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02D66A8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يام الأيمّة يا رضيّه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2FA1" w14:paraId="5EB303EB" w14:textId="77777777" w:rsidTr="00245DC8">
        <w:trPr>
          <w:trHeight w:val="350"/>
        </w:trPr>
        <w:tc>
          <w:tcPr>
            <w:tcW w:w="3920" w:type="dxa"/>
          </w:tcPr>
          <w:p w14:paraId="78D0C600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يمنحول جسمك بالرزيّه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48DD91" w14:textId="77777777" w:rsidR="001B2FA1" w:rsidRDefault="001B2FA1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68EF5A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هيجتي احزاني عليّه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2FA1" w14:paraId="5489034F" w14:textId="77777777" w:rsidTr="00245DC8">
        <w:trPr>
          <w:trHeight w:val="350"/>
        </w:trPr>
        <w:tc>
          <w:tcPr>
            <w:tcW w:w="3920" w:type="dxa"/>
          </w:tcPr>
          <w:p w14:paraId="14AA3F5E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قعدي اُوديري العين ليه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24DA953" w14:textId="77777777" w:rsidR="001B2FA1" w:rsidRDefault="001B2FA1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65CD7C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أنا ابنك غريب الغاضريّه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2FA1" w14:paraId="6939DD13" w14:textId="77777777" w:rsidTr="00245DC8">
        <w:trPr>
          <w:trHeight w:val="350"/>
        </w:trPr>
        <w:tc>
          <w:tcPr>
            <w:tcW w:w="3920" w:type="dxa"/>
          </w:tcPr>
          <w:p w14:paraId="2750D1CE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يمغصوب ارثك ما تقعدين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28D9916" w14:textId="77777777" w:rsidR="001B2FA1" w:rsidRDefault="001B2FA1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36C53E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اناديك زهرا ما تسمعين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2FA1" w14:paraId="0ED3FC79" w14:textId="77777777" w:rsidTr="00245DC8">
        <w:trPr>
          <w:trHeight w:val="350"/>
        </w:trPr>
        <w:tc>
          <w:tcPr>
            <w:tcW w:w="3920" w:type="dxa"/>
          </w:tcPr>
          <w:p w14:paraId="6BE2FDFD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لو من الم ضلعك ما توعين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36B5D0" w14:textId="77777777" w:rsidR="001B2FA1" w:rsidRDefault="001B2FA1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E9E3C7" w14:textId="77777777" w:rsidR="001B2FA1" w:rsidRDefault="005A016A" w:rsidP="00245DC8">
            <w:pPr>
              <w:pStyle w:val="libPoem"/>
            </w:pPr>
            <w:r>
              <w:rPr>
                <w:rtl/>
                <w:lang w:bidi="fa-IR"/>
              </w:rPr>
              <w:t>قعدي يمكسورة الضلعين</w:t>
            </w:r>
            <w:r w:rsidR="001B2FA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58963C1" w14:textId="77777777" w:rsidR="00EE7C84" w:rsidRDefault="00EE7C84" w:rsidP="001B2FA1">
      <w:pPr>
        <w:pStyle w:val="libPoemCenter"/>
        <w:rPr>
          <w:lang w:bidi="fa-IR"/>
        </w:rPr>
      </w:pPr>
      <w:r>
        <w:rPr>
          <w:rtl/>
          <w:lang w:bidi="fa-IR"/>
        </w:rPr>
        <w:t>أنا اِحسين يا زهرا انا اِحسين</w:t>
      </w:r>
    </w:p>
    <w:p w14:paraId="32C4CCF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42F8D2B6" w14:textId="77777777" w:rsidR="00EE7C84" w:rsidRDefault="00EE7C84" w:rsidP="00EA7769">
      <w:pPr>
        <w:pStyle w:val="Heading1Center"/>
        <w:rPr>
          <w:lang w:bidi="fa-IR"/>
        </w:rPr>
      </w:pPr>
      <w:bookmarkStart w:id="31" w:name="_Toc17226590"/>
      <w:r>
        <w:rPr>
          <w:rtl/>
          <w:lang w:bidi="fa-IR"/>
        </w:rPr>
        <w:t>القسم الثاني</w:t>
      </w:r>
      <w:bookmarkEnd w:id="31"/>
    </w:p>
    <w:p w14:paraId="5EB870EC" w14:textId="77777777" w:rsidR="00EE7C84" w:rsidRDefault="00EE7C84" w:rsidP="00EA7769">
      <w:pPr>
        <w:pStyle w:val="Heading2Center"/>
        <w:rPr>
          <w:lang w:bidi="fa-IR"/>
        </w:rPr>
      </w:pPr>
      <w:bookmarkStart w:id="32" w:name="_Toc17226591"/>
      <w:r>
        <w:rPr>
          <w:rtl/>
          <w:lang w:bidi="fa-IR"/>
        </w:rPr>
        <w:t>هذا فصل يشتمل على النعي من أقوال ملا علي بن حسن بن فايزة (</w:t>
      </w:r>
      <w:r w:rsidR="00204F6E" w:rsidRPr="00204F6E">
        <w:rPr>
          <w:rStyle w:val="libAlaemChar"/>
          <w:rtl/>
        </w:rPr>
        <w:t>قدس‌سره</w:t>
      </w:r>
      <w:r>
        <w:rPr>
          <w:rtl/>
          <w:lang w:bidi="fa-IR"/>
        </w:rPr>
        <w:t>) في أحوال النّبي (</w:t>
      </w:r>
      <w:r w:rsidR="002A105B" w:rsidRPr="002A105B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</w:t>
      </w:r>
      <w:r w:rsidR="00FB110A">
        <w:rPr>
          <w:rtl/>
          <w:lang w:bidi="fa-IR"/>
        </w:rPr>
        <w:t>.</w:t>
      </w:r>
      <w:bookmarkEnd w:id="32"/>
    </w:p>
    <w:p w14:paraId="64D101A6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النبي (</w:t>
      </w:r>
      <w:r w:rsidR="002A105B" w:rsidRPr="002A105B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يسرّ الزهراء (</w:t>
      </w:r>
      <w:r w:rsidR="00204F6E" w:rsidRPr="00204F6E">
        <w:rPr>
          <w:rStyle w:val="libAlaemChar"/>
          <w:rtl/>
        </w:rPr>
        <w:t>عليها‌السلام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366F9" w14:paraId="02924720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41391712" w14:textId="77777777" w:rsidR="00B366F9" w:rsidRDefault="00B366F9" w:rsidP="00245DC8">
            <w:pPr>
              <w:pStyle w:val="libPoem"/>
            </w:pPr>
            <w:r>
              <w:rPr>
                <w:rtl/>
                <w:lang w:bidi="fa-IR"/>
              </w:rPr>
              <w:t>باقولك يا نور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636D83E" w14:textId="77777777" w:rsidR="00B366F9" w:rsidRDefault="00B366F9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112A009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مهو ابعيد وانتي تلحقيني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366F9" w14:paraId="09A649D2" w14:textId="77777777" w:rsidTr="00245DC8">
        <w:trPr>
          <w:trHeight w:val="350"/>
        </w:trPr>
        <w:tc>
          <w:tcPr>
            <w:tcW w:w="3920" w:type="dxa"/>
          </w:tcPr>
          <w:p w14:paraId="40BF3F89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الله الك من عقب عيني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F54B5C" w14:textId="77777777" w:rsidR="00B366F9" w:rsidRDefault="00B366F9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58B1B4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سرعك يفاطم ودّعيني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366F9" w14:paraId="6A17E610" w14:textId="77777777" w:rsidTr="00245DC8">
        <w:trPr>
          <w:trHeight w:val="350"/>
        </w:trPr>
        <w:tc>
          <w:tcPr>
            <w:tcW w:w="3920" w:type="dxa"/>
          </w:tcPr>
          <w:p w14:paraId="4B6AA17B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من عقب ساعة ما تريني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C1BB42" w14:textId="77777777" w:rsidR="00B366F9" w:rsidRDefault="00B366F9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39A912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حطّي المآتم واندبيني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1E1DB7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فاطمة (</w:t>
      </w:r>
      <w:r w:rsidR="00204F6E" w:rsidRPr="00204F6E">
        <w:rPr>
          <w:rStyle w:val="libAlaemChar"/>
          <w:rtl/>
        </w:rPr>
        <w:t>عليها‌السلام</w:t>
      </w:r>
      <w:r>
        <w:rPr>
          <w:rtl/>
          <w:lang w:bidi="fa-IR"/>
        </w:rPr>
        <w:t>) تخاطبه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366F9" w14:paraId="276630EF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40AC398B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تقلّه اُودمع العين همّال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A286BE1" w14:textId="77777777" w:rsidR="00B366F9" w:rsidRDefault="00B366F9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BBF5D2B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يابوي جسمي صاير اخلال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366F9" w14:paraId="10B27D75" w14:textId="77777777" w:rsidTr="00245DC8">
        <w:trPr>
          <w:trHeight w:val="350"/>
        </w:trPr>
        <w:tc>
          <w:tcPr>
            <w:tcW w:w="3920" w:type="dxa"/>
          </w:tcPr>
          <w:p w14:paraId="16701379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اتمنيت عمري كان ما طال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A7C9D8" w14:textId="77777777" w:rsidR="00B366F9" w:rsidRDefault="00B366F9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F748DA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ولا صير بعدك في اذل حال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366F9" w14:paraId="327BFABC" w14:textId="77777777" w:rsidTr="00245DC8">
        <w:trPr>
          <w:trHeight w:val="350"/>
        </w:trPr>
        <w:tc>
          <w:tcPr>
            <w:tcW w:w="3920" w:type="dxa"/>
          </w:tcPr>
          <w:p w14:paraId="2A83B611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نادى عليها والدمع سال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9EC655F" w14:textId="77777777" w:rsidR="00B366F9" w:rsidRDefault="00B366F9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F9B406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لا ترفعين الصوت والحال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366F9" w14:paraId="011C2D78" w14:textId="77777777" w:rsidTr="00245DC8">
        <w:trPr>
          <w:trHeight w:val="350"/>
        </w:trPr>
        <w:tc>
          <w:tcPr>
            <w:tcW w:w="3920" w:type="dxa"/>
          </w:tcPr>
          <w:p w14:paraId="594ECCBF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لا ينكسر خاطر هلطفال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119C0B" w14:textId="77777777" w:rsidR="00B366F9" w:rsidRDefault="00B366F9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9C37FA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واذا رأيتي نعشي انشال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108F830" w14:textId="77777777" w:rsidR="00EE7C84" w:rsidRDefault="00EE7C84" w:rsidP="0073517E">
      <w:pPr>
        <w:pStyle w:val="libPoemCenter"/>
        <w:rPr>
          <w:lang w:bidi="fa-IR"/>
        </w:rPr>
      </w:pPr>
      <w:r>
        <w:rPr>
          <w:rtl/>
          <w:lang w:bidi="fa-IR"/>
        </w:rPr>
        <w:t>سلمي على خوّاض لهوال</w:t>
      </w:r>
    </w:p>
    <w:p w14:paraId="402607A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الزهراء (</w:t>
      </w:r>
      <w:r w:rsidR="00204F6E" w:rsidRPr="00204F6E">
        <w:rPr>
          <w:rStyle w:val="libAlaemChar"/>
          <w:rtl/>
        </w:rPr>
        <w:t>عليها‌السلام</w:t>
      </w:r>
      <w:r>
        <w:rPr>
          <w:rtl/>
          <w:lang w:bidi="fa-IR"/>
        </w:rPr>
        <w:t>) تجاوبه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366F9" w14:paraId="6F978992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0DFF87B1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نعمين بويه ابحامي الجار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F054527" w14:textId="77777777" w:rsidR="00B366F9" w:rsidRDefault="00B366F9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83AB752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هذا الذي بامره الفلك دار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366F9" w14:paraId="20499A58" w14:textId="77777777" w:rsidTr="00245DC8">
        <w:trPr>
          <w:trHeight w:val="350"/>
        </w:trPr>
        <w:tc>
          <w:tcPr>
            <w:tcW w:w="3920" w:type="dxa"/>
          </w:tcPr>
          <w:p w14:paraId="23859C81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لكنما خوفي يمختار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D1BB15" w14:textId="77777777" w:rsidR="00B366F9" w:rsidRDefault="00B366F9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02F3A4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بعدك عليه اتجور لشرار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366F9" w14:paraId="6C52E2A4" w14:textId="77777777" w:rsidTr="00245DC8">
        <w:trPr>
          <w:trHeight w:val="350"/>
        </w:trPr>
        <w:tc>
          <w:tcPr>
            <w:tcW w:w="3920" w:type="dxa"/>
          </w:tcPr>
          <w:p w14:paraId="42B2EB8C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ايهجموا عليه ابوسطة الدار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0341EF" w14:textId="77777777" w:rsidR="00B366F9" w:rsidRDefault="00B366F9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055321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اُو تتروع اُولادي الأطهار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2CD9C9F" w14:textId="77777777" w:rsidR="00EE7C84" w:rsidRDefault="00EE7C84" w:rsidP="00095B16">
      <w:pPr>
        <w:pStyle w:val="libPoemCenter"/>
        <w:rPr>
          <w:lang w:bidi="fa-IR"/>
        </w:rPr>
      </w:pPr>
      <w:r>
        <w:rPr>
          <w:rtl/>
          <w:lang w:bidi="fa-IR"/>
        </w:rPr>
        <w:t>الزهراء تشكي حالها عند ابيها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366F9" w14:paraId="60E29FE2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64FE6117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ياللي نزل للجن قاضي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DDFADB0" w14:textId="77777777" w:rsidR="00B366F9" w:rsidRDefault="00B366F9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916F5DA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اُو نوره كمثل الشمس ياضي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11C8C52" w14:textId="77777777" w:rsidR="00EE7C84" w:rsidRDefault="00EE7C84" w:rsidP="00095B16">
      <w:pPr>
        <w:pStyle w:val="libPoemCenter"/>
        <w:rPr>
          <w:lang w:bidi="fa-IR"/>
        </w:rPr>
      </w:pPr>
      <w:r>
        <w:rPr>
          <w:rtl/>
          <w:lang w:bidi="fa-IR"/>
        </w:rPr>
        <w:t>إبضربي يبو الحسنين راضي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366F9" w14:paraId="3AFE85B6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6F402337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اِباروح إلى بويه وبسعي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A93F7E2" w14:textId="77777777" w:rsidR="00B366F9" w:rsidRDefault="00B366F9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999592A" w14:textId="77777777" w:rsidR="00B366F9" w:rsidRDefault="00095B16" w:rsidP="00245DC8">
            <w:pPr>
              <w:pStyle w:val="libPoem"/>
            </w:pPr>
            <w:r>
              <w:rPr>
                <w:rtl/>
                <w:lang w:bidi="fa-IR"/>
              </w:rPr>
              <w:t>وبانكب على قبره وبانعي</w:t>
            </w:r>
            <w:r w:rsidR="00B366F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15C6EB5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44C9A" w14:paraId="0885DCA7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620FFC8E" w14:textId="77777777" w:rsidR="00D44C9A" w:rsidRDefault="00D44C9A" w:rsidP="00245DC8">
            <w:pPr>
              <w:pStyle w:val="libPoem"/>
            </w:pPr>
            <w:r>
              <w:rPr>
                <w:rtl/>
                <w:lang w:bidi="fa-IR"/>
              </w:rPr>
              <w:t>وباقول يا سوري اُو منعي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A58B585" w14:textId="77777777" w:rsidR="00D44C9A" w:rsidRDefault="00D44C9A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838724D" w14:textId="77777777" w:rsidR="00D44C9A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ترضى العدى ايكسرون ضلعي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C9A" w14:paraId="2DC69893" w14:textId="77777777" w:rsidTr="00245DC8">
        <w:trPr>
          <w:trHeight w:val="350"/>
        </w:trPr>
        <w:tc>
          <w:tcPr>
            <w:tcW w:w="3920" w:type="dxa"/>
          </w:tcPr>
          <w:p w14:paraId="126E9CA2" w14:textId="77777777" w:rsidR="00D44C9A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اباقوم انا اُو بحمل هلولاد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7B9B8A" w14:textId="77777777" w:rsidR="00D44C9A" w:rsidRDefault="00D44C9A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90AC8CF" w14:textId="77777777" w:rsidR="00D44C9A" w:rsidRDefault="00D44C9A" w:rsidP="00245DC8">
            <w:pPr>
              <w:pStyle w:val="libPoem"/>
            </w:pPr>
            <w:r>
              <w:rPr>
                <w:rtl/>
                <w:lang w:bidi="fa-IR"/>
              </w:rPr>
              <w:t>وباروح إلى قبر النّبي الهاد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C9A" w14:paraId="484EC069" w14:textId="77777777" w:rsidTr="00245DC8">
        <w:trPr>
          <w:trHeight w:val="350"/>
        </w:trPr>
        <w:tc>
          <w:tcPr>
            <w:tcW w:w="3920" w:type="dxa"/>
          </w:tcPr>
          <w:p w14:paraId="36D7FE1E" w14:textId="77777777" w:rsidR="00D44C9A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اُو باحط قبر بويه لي اُوساد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3CA004" w14:textId="77777777" w:rsidR="00D44C9A" w:rsidRDefault="00D44C9A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D36823" w14:textId="77777777" w:rsidR="00D44C9A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بيني اُوبين القوم ميعاد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03850BE" w14:textId="77777777" w:rsidR="00EE7C84" w:rsidRDefault="00EE7C84" w:rsidP="0073517E">
      <w:pPr>
        <w:pStyle w:val="libPoemCenter"/>
        <w:rPr>
          <w:lang w:bidi="fa-IR"/>
        </w:rPr>
      </w:pPr>
      <w:r>
        <w:rPr>
          <w:rtl/>
          <w:lang w:bidi="fa-IR"/>
        </w:rPr>
        <w:t>قوم الذي نصبولي إعناد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3517E" w14:paraId="1670019B" w14:textId="77777777" w:rsidTr="003461AF">
        <w:trPr>
          <w:trHeight w:val="350"/>
        </w:trPr>
        <w:tc>
          <w:tcPr>
            <w:tcW w:w="3964" w:type="dxa"/>
            <w:shd w:val="clear" w:color="auto" w:fill="auto"/>
          </w:tcPr>
          <w:p w14:paraId="5B7E3F45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قومك ترى جاروا عليّه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154E2764" w14:textId="77777777" w:rsidR="0073517E" w:rsidRDefault="0073517E" w:rsidP="00245DC8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7249DB53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اُوردّوا اشهودي والوصيّه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17E" w14:paraId="6C86F243" w14:textId="77777777" w:rsidTr="003461AF">
        <w:trPr>
          <w:trHeight w:val="350"/>
        </w:trPr>
        <w:tc>
          <w:tcPr>
            <w:tcW w:w="3964" w:type="dxa"/>
          </w:tcPr>
          <w:p w14:paraId="61FA53ED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اُوجاروا على بعلي اُو عليّه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B7282EA" w14:textId="77777777" w:rsidR="0073517E" w:rsidRDefault="0073517E" w:rsidP="00245DC8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315205A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ردّوا يبويه جاهليّه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17E" w14:paraId="69CB2967" w14:textId="77777777" w:rsidTr="003461AF">
        <w:trPr>
          <w:trHeight w:val="350"/>
        </w:trPr>
        <w:tc>
          <w:tcPr>
            <w:tcW w:w="3964" w:type="dxa"/>
          </w:tcPr>
          <w:p w14:paraId="1008DED1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من عقب عينك يا شفيّه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F58AFBF" w14:textId="77777777" w:rsidR="0073517E" w:rsidRDefault="0073517E" w:rsidP="00245DC8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85B1897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الأوّل عسى الله ايزول فيّه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17E" w14:paraId="69F5FE43" w14:textId="77777777" w:rsidTr="003461AF">
        <w:trPr>
          <w:trHeight w:val="350"/>
        </w:trPr>
        <w:tc>
          <w:tcPr>
            <w:tcW w:w="3964" w:type="dxa"/>
          </w:tcPr>
          <w:p w14:paraId="32003860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ايقلّي فدك يا هاشميّه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D7F7A30" w14:textId="77777777" w:rsidR="0073517E" w:rsidRDefault="0073517E" w:rsidP="00245DC8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E7F6FEF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بالامس لك واليوم ليّه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17E" w14:paraId="4A7E8770" w14:textId="77777777" w:rsidTr="003461AF">
        <w:trPr>
          <w:trHeight w:val="350"/>
        </w:trPr>
        <w:tc>
          <w:tcPr>
            <w:tcW w:w="3964" w:type="dxa"/>
          </w:tcPr>
          <w:p w14:paraId="1D283366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ايقلّي فدك ويا العوالي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A48887A" w14:textId="77777777" w:rsidR="0073517E" w:rsidRDefault="0073517E" w:rsidP="00245DC8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BA8818B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لطرح عليه اليوم والي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17E" w14:paraId="28CACAAB" w14:textId="77777777" w:rsidTr="003461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31EBAA3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ارثك يزهرا صار مالي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CEAEF14" w14:textId="77777777" w:rsidR="0073517E" w:rsidRDefault="0073517E" w:rsidP="00245DC8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BE2D9CF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ماحد من اَصحابك عنالي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17E" w14:paraId="443F624C" w14:textId="77777777" w:rsidTr="003461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6CDCE41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بس غبت يا عزي اُوشاني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06E35B5" w14:textId="77777777" w:rsidR="0073517E" w:rsidRDefault="0073517E" w:rsidP="00245DC8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F0F2D08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بن حنتمه للبيت جاني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17E" w14:paraId="287F85A9" w14:textId="77777777" w:rsidTr="003461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EAAE802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لطمنّي على اعيوني اُوعماني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D936BDF" w14:textId="77777777" w:rsidR="0073517E" w:rsidRDefault="0073517E" w:rsidP="00245DC8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B9E0700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اُوعن نحلتك بويه زواني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1AF" w14:paraId="7AC4EF0B" w14:textId="77777777" w:rsidTr="003461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F376535" w14:textId="77777777" w:rsidR="003461AF" w:rsidRDefault="003461AF" w:rsidP="00964009">
            <w:pPr>
              <w:pStyle w:val="libPoem"/>
            </w:pPr>
            <w:r>
              <w:rPr>
                <w:rtl/>
                <w:lang w:bidi="fa-IR"/>
              </w:rPr>
              <w:t>اُوقلّي احضري لي بالبياني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B3280AA" w14:textId="77777777" w:rsidR="003461AF" w:rsidRDefault="003461AF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B7ECE80" w14:textId="77777777" w:rsidR="003461AF" w:rsidRDefault="003461AF" w:rsidP="00964009">
            <w:pPr>
              <w:pStyle w:val="libPoem"/>
            </w:pPr>
            <w:r>
              <w:rPr>
                <w:rtl/>
                <w:lang w:bidi="fa-IR"/>
              </w:rPr>
              <w:t>اُوجيبي اشهود ابلا تواني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1AF" w14:paraId="69E05A2D" w14:textId="77777777" w:rsidTr="003461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0138496" w14:textId="77777777" w:rsidR="003461AF" w:rsidRDefault="003461AF" w:rsidP="00964009">
            <w:pPr>
              <w:pStyle w:val="libPoem"/>
            </w:pPr>
            <w:r>
              <w:rPr>
                <w:rtl/>
                <w:lang w:bidi="fa-IR"/>
              </w:rPr>
              <w:t>جبت أمّ أيمن واُمّ هاني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7D2579E" w14:textId="77777777" w:rsidR="003461AF" w:rsidRDefault="003461AF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B781C3F" w14:textId="77777777" w:rsidR="003461AF" w:rsidRDefault="003461AF" w:rsidP="00964009">
            <w:pPr>
              <w:pStyle w:val="libPoem"/>
            </w:pPr>
            <w:r>
              <w:rPr>
                <w:rtl/>
                <w:lang w:bidi="fa-IR"/>
              </w:rPr>
              <w:t>والشاهد الكرّار ثاني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EF06084" w14:textId="77777777" w:rsidR="00EE7C84" w:rsidRDefault="00EE7C84" w:rsidP="0073517E">
      <w:pPr>
        <w:pStyle w:val="libPoemCenter"/>
        <w:rPr>
          <w:rtl/>
          <w:lang w:bidi="fa-IR"/>
        </w:rPr>
      </w:pPr>
      <w:r>
        <w:rPr>
          <w:rtl/>
          <w:lang w:bidi="fa-IR"/>
        </w:rPr>
        <w:t>طردهم اُوعن حقّي زواني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3517E" w14:paraId="6594E3FE" w14:textId="77777777" w:rsidTr="003461AF">
        <w:trPr>
          <w:trHeight w:val="350"/>
        </w:trPr>
        <w:tc>
          <w:tcPr>
            <w:tcW w:w="3964" w:type="dxa"/>
            <w:shd w:val="clear" w:color="auto" w:fill="auto"/>
          </w:tcPr>
          <w:p w14:paraId="46B37E92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بس غبت يا مصباح طيبه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6F0B7FFA" w14:textId="77777777" w:rsidR="0073517E" w:rsidRDefault="0073517E" w:rsidP="00245DC8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27398AF7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يا صفوة الباري اُو حبيبه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17E" w14:paraId="65D71B1A" w14:textId="77777777" w:rsidTr="003461AF">
        <w:trPr>
          <w:trHeight w:val="350"/>
        </w:trPr>
        <w:tc>
          <w:tcPr>
            <w:tcW w:w="3964" w:type="dxa"/>
          </w:tcPr>
          <w:p w14:paraId="1BFB854E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دهتني امصيبات صعيبه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B35C8BF" w14:textId="77777777" w:rsidR="0073517E" w:rsidRDefault="0073517E" w:rsidP="00245DC8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962FED5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الأوّل عسى محروق شيبه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17E" w14:paraId="0DE6A9DA" w14:textId="77777777" w:rsidTr="003461AF">
        <w:trPr>
          <w:trHeight w:val="350"/>
        </w:trPr>
        <w:tc>
          <w:tcPr>
            <w:tcW w:w="3964" w:type="dxa"/>
          </w:tcPr>
          <w:p w14:paraId="083799AD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رقى منبرك وامسى خطيبه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80F4488" w14:textId="77777777" w:rsidR="0073517E" w:rsidRDefault="0073517E" w:rsidP="00245DC8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CC50892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اُو بيعة علي صارت نصيبه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17E" w14:paraId="12360CB6" w14:textId="77777777" w:rsidTr="003461AF">
        <w:trPr>
          <w:trHeight w:val="350"/>
        </w:trPr>
        <w:tc>
          <w:tcPr>
            <w:tcW w:w="3964" w:type="dxa"/>
          </w:tcPr>
          <w:p w14:paraId="650EB762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وانكان تسئل يا شفيع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09E045F" w14:textId="77777777" w:rsidR="0073517E" w:rsidRDefault="0073517E" w:rsidP="00245DC8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91A54DA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عنّي اُوعن ذاك المطيع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17E" w14:paraId="77197626" w14:textId="77777777" w:rsidTr="003461AF">
        <w:trPr>
          <w:trHeight w:val="350"/>
        </w:trPr>
        <w:tc>
          <w:tcPr>
            <w:tcW w:w="3964" w:type="dxa"/>
          </w:tcPr>
          <w:p w14:paraId="3E925512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والألف القرآن تجميع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ED65ACD" w14:textId="77777777" w:rsidR="0073517E" w:rsidRDefault="0073517E" w:rsidP="00245DC8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06613FB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ايريدون حيدر قوّة اِيطيع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17E" w14:paraId="3AED606A" w14:textId="77777777" w:rsidTr="003461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6D67436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قومك ييابه نغضوا العيش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C34FE62" w14:textId="77777777" w:rsidR="0073517E" w:rsidRDefault="0073517E" w:rsidP="00245DC8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80FA302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مخصوص إلما نفذ الجيش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17E" w14:paraId="4B430119" w14:textId="77777777" w:rsidTr="003461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F98906F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ايكسرون انا اضلوعي على ويش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AE9C891" w14:textId="77777777" w:rsidR="0073517E" w:rsidRDefault="0073517E" w:rsidP="00245DC8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5C03F23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اِتمّنيت أنا بعدك فلا اَعيش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17E" w14:paraId="787810EE" w14:textId="77777777" w:rsidTr="003461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48DFEB0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أطواد العُلا يا ياب مادت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6708147" w14:textId="77777777" w:rsidR="0073517E" w:rsidRDefault="0073517E" w:rsidP="00245DC8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51C4462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من أمّةٍ للظلم شادت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17E" w14:paraId="78A335C4" w14:textId="77777777" w:rsidTr="003461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12E768B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اُوحتّى جبال الصخر بادت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E86848B" w14:textId="77777777" w:rsidR="0073517E" w:rsidRDefault="0073517E" w:rsidP="00245DC8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9979E5D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اُوليمامها الكرّار قادت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17E" w14:paraId="293C8C96" w14:textId="77777777" w:rsidTr="003461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8529432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يا ياب يا صفوة المعبود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30BFC8A" w14:textId="77777777" w:rsidR="0073517E" w:rsidRDefault="0073517E" w:rsidP="00245DC8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DE3DA59" w14:textId="77777777" w:rsidR="0073517E" w:rsidRDefault="00D44C9A" w:rsidP="00245DC8">
            <w:pPr>
              <w:pStyle w:val="libPoem"/>
            </w:pPr>
            <w:r>
              <w:rPr>
                <w:rtl/>
                <w:lang w:bidi="fa-IR"/>
              </w:rPr>
              <w:t>بس غبت يا عزي بللحود</w:t>
            </w:r>
            <w:r w:rsidR="0073517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2EA117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73F93" w14:paraId="4D3D5B11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38ACB3D5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على باب داري دارت اجنود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47BD5A8" w14:textId="77777777" w:rsidR="00173F93" w:rsidRDefault="00173F93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DC081B9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رصعني ابصير الباب نمرود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F93" w14:paraId="4F260D2D" w14:textId="77777777" w:rsidTr="00245DC8">
        <w:trPr>
          <w:trHeight w:val="350"/>
        </w:trPr>
        <w:tc>
          <w:tcPr>
            <w:tcW w:w="3920" w:type="dxa"/>
          </w:tcPr>
          <w:p w14:paraId="45DB723E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ضلعي انكسر واسقط المولود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BA90EA" w14:textId="77777777" w:rsidR="00173F93" w:rsidRDefault="00173F93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561310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اُو طلعوا بداحي الباب مقيود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1D4525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فاطمة (</w:t>
      </w:r>
      <w:r w:rsidR="00204F6E" w:rsidRPr="00204F6E">
        <w:rPr>
          <w:rStyle w:val="libAlaemChar"/>
          <w:rtl/>
        </w:rPr>
        <w:t>عليها‌السلام</w:t>
      </w:r>
      <w:r>
        <w:rPr>
          <w:rtl/>
          <w:lang w:bidi="fa-IR"/>
        </w:rPr>
        <w:t>) تخاطب فضّة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73F93" w14:paraId="3033FDDE" w14:textId="77777777" w:rsidTr="00173F93">
        <w:trPr>
          <w:trHeight w:val="350"/>
        </w:trPr>
        <w:tc>
          <w:tcPr>
            <w:tcW w:w="3964" w:type="dxa"/>
            <w:shd w:val="clear" w:color="auto" w:fill="auto"/>
          </w:tcPr>
          <w:p w14:paraId="49668E2B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يفضّة إلى عندك اخذيني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7E68EFEC" w14:textId="77777777" w:rsidR="00173F93" w:rsidRDefault="00173F93" w:rsidP="00245DC8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1AC91B96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ابمخض اُو با ارمي جنيني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F93" w14:paraId="1017B599" w14:textId="77777777" w:rsidTr="00173F93">
        <w:trPr>
          <w:trHeight w:val="350"/>
        </w:trPr>
        <w:tc>
          <w:tcPr>
            <w:tcW w:w="3964" w:type="dxa"/>
          </w:tcPr>
          <w:p w14:paraId="559F0636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اُونادي علي حيدر يجيني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0BE3A48" w14:textId="77777777" w:rsidR="00173F93" w:rsidRDefault="00173F93" w:rsidP="00245DC8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CCEAEE1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اُو اينظر إلى اللطمة ابعيني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F93" w14:paraId="3AC3C1EA" w14:textId="77777777" w:rsidTr="00173F9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89E6979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يفضّة ترى اجنين البطن خر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0413E51" w14:textId="77777777" w:rsidR="00173F93" w:rsidRDefault="00173F93" w:rsidP="00245DC8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20090E8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وامن الضرب ضلعي تكسر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F93" w14:paraId="63C7EA4D" w14:textId="77777777" w:rsidTr="00173F9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2F2F93D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والمرتضى جالس اُو ينظر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E505AB9" w14:textId="77777777" w:rsidR="00173F93" w:rsidRDefault="00173F93" w:rsidP="00245DC8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BB54294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عجب كيف يجسر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7747134" w14:textId="77777777" w:rsidR="00EE7C84" w:rsidRDefault="00EE7C84" w:rsidP="00173F93">
      <w:pPr>
        <w:pStyle w:val="libPoemCenter"/>
        <w:rPr>
          <w:lang w:bidi="fa-IR"/>
        </w:rPr>
      </w:pPr>
      <w:r>
        <w:rPr>
          <w:rtl/>
          <w:lang w:bidi="fa-IR"/>
        </w:rPr>
        <w:t>على المرتضى الكرّار حيدر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73F93" w14:paraId="1CD1FD9A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19279A94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اُوصوتي أنا مقدر انهضه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F61EC92" w14:textId="77777777" w:rsidR="00173F93" w:rsidRDefault="00173F93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ABD577D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اِخذيني إلى عندك يفضّه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F93" w14:paraId="609EBD81" w14:textId="77777777" w:rsidTr="00245DC8">
        <w:trPr>
          <w:trHeight w:val="350"/>
        </w:trPr>
        <w:tc>
          <w:tcPr>
            <w:tcW w:w="3920" w:type="dxa"/>
          </w:tcPr>
          <w:p w14:paraId="3EFAB059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اِبمخض جنيني فرد مخضه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4C1109" w14:textId="77777777" w:rsidR="00173F93" w:rsidRDefault="00173F93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3663C8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ضلعي [ ترَ ] بالباب رضّه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4D8F380" w14:textId="77777777" w:rsidR="00EE7C84" w:rsidRDefault="00EE7C84" w:rsidP="00173F93">
      <w:pPr>
        <w:pStyle w:val="libPoemCenter"/>
        <w:rPr>
          <w:lang w:bidi="fa-IR"/>
        </w:rPr>
      </w:pPr>
      <w:r>
        <w:rPr>
          <w:rtl/>
          <w:lang w:bidi="fa-IR"/>
        </w:rPr>
        <w:t>ما ظن أبو اِبراهيم يرضى</w:t>
      </w:r>
    </w:p>
    <w:p w14:paraId="52025615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فاطمة (</w:t>
      </w:r>
      <w:r w:rsidR="00204F6E" w:rsidRPr="00204F6E">
        <w:rPr>
          <w:rStyle w:val="libAlaemChar"/>
          <w:rtl/>
        </w:rPr>
        <w:t>عليها‌السلام</w:t>
      </w:r>
      <w:r>
        <w:rPr>
          <w:rtl/>
          <w:lang w:bidi="fa-IR"/>
        </w:rPr>
        <w:t>) تخاطب سلمان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73F93" w14:paraId="150ECCF0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3EAD42A3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يسلمان خلني باخسف ابهم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7E24D58" w14:textId="77777777" w:rsidR="00173F93" w:rsidRDefault="00173F93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FBDF28C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كفار ما يعرفون ربهم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F93" w14:paraId="235ABBD1" w14:textId="77777777" w:rsidTr="00245DC8">
        <w:trPr>
          <w:trHeight w:val="350"/>
        </w:trPr>
        <w:tc>
          <w:tcPr>
            <w:tcW w:w="3920" w:type="dxa"/>
          </w:tcPr>
          <w:p w14:paraId="73D8D220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ايقتلوا امام اسلم ابهم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0205A4" w14:textId="77777777" w:rsidR="00173F93" w:rsidRDefault="00173F93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89F53B2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اباموت والسبة ضربهم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F93" w14:paraId="73CB8B7D" w14:textId="77777777" w:rsidTr="00245DC8">
        <w:trPr>
          <w:trHeight w:val="350"/>
        </w:trPr>
        <w:tc>
          <w:tcPr>
            <w:tcW w:w="3920" w:type="dxa"/>
          </w:tcPr>
          <w:p w14:paraId="6AE406D5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يسلمان ما تدري ابغبني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E70547" w14:textId="77777777" w:rsidR="00173F93" w:rsidRDefault="00173F93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C23DD9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مات النّبي وازداد حزني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F93" w14:paraId="38E597D4" w14:textId="77777777" w:rsidTr="00245DC8">
        <w:trPr>
          <w:trHeight w:val="350"/>
        </w:trPr>
        <w:tc>
          <w:tcPr>
            <w:tcW w:w="3920" w:type="dxa"/>
          </w:tcPr>
          <w:p w14:paraId="62B33C8F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اُوداري ادخلوها ابغير إذني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27276C" w14:textId="77777777" w:rsidR="00173F93" w:rsidRDefault="00173F93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201C2C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ابا قول يا سلمان خلني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F93" w14:paraId="4FE6BF70" w14:textId="77777777" w:rsidTr="00245DC8">
        <w:trPr>
          <w:trHeight w:val="350"/>
        </w:trPr>
        <w:tc>
          <w:tcPr>
            <w:tcW w:w="3920" w:type="dxa"/>
          </w:tcPr>
          <w:p w14:paraId="5AFE83AB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الناقة فلا هي خير منّي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0E2749" w14:textId="77777777" w:rsidR="00173F93" w:rsidRDefault="00173F93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7061880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ولا فصلها أكرم من ابني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F93" w14:paraId="41F03E4C" w14:textId="77777777" w:rsidTr="00245D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24B1CD4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ضربني الرجس والله اُو هلكني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9DD57E" w14:textId="77777777" w:rsidR="00173F93" w:rsidRDefault="00173F93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1432DE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اُو ضلعين كسرها ابطني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892C6AC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فاطمة وعتابها لعليٍّ (</w:t>
      </w:r>
      <w:r w:rsidR="00204F6E" w:rsidRPr="00204F6E">
        <w:rPr>
          <w:rStyle w:val="libAlaemChar"/>
          <w:rtl/>
        </w:rPr>
        <w:t>عليهما‌السلام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73F93" w14:paraId="69AD5173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71DC7EE3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توهّتْ يابن العم لفكار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2FCB277" w14:textId="77777777" w:rsidR="00173F93" w:rsidRDefault="00173F93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3575D91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اُوخلّيت منّا الكُلّ محتار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F93" w14:paraId="4ED6510E" w14:textId="77777777" w:rsidTr="00245DC8">
        <w:trPr>
          <w:trHeight w:val="350"/>
        </w:trPr>
        <w:tc>
          <w:tcPr>
            <w:tcW w:w="3920" w:type="dxa"/>
          </w:tcPr>
          <w:p w14:paraId="391A9772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إِيقولون صاحب ذات الفقار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30D51E" w14:textId="77777777" w:rsidR="00173F93" w:rsidRDefault="00173F93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6CBE89" w14:textId="77777777" w:rsidR="00173F93" w:rsidRDefault="00173F93" w:rsidP="00245DC8">
            <w:pPr>
              <w:pStyle w:val="libPoem"/>
            </w:pPr>
            <w:r>
              <w:rPr>
                <w:rtl/>
                <w:lang w:bidi="fa-IR"/>
              </w:rPr>
              <w:t>دخلوا عليه ابوسطة الدار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EF06446" w14:textId="77777777" w:rsidR="00EE7C84" w:rsidRDefault="00EE7C84" w:rsidP="00173F93">
      <w:pPr>
        <w:pStyle w:val="libPoemCenter"/>
        <w:rPr>
          <w:lang w:bidi="fa-IR"/>
        </w:rPr>
      </w:pPr>
      <w:r>
        <w:rPr>
          <w:rtl/>
          <w:lang w:bidi="fa-IR"/>
        </w:rPr>
        <w:t>اُو كسر ضلع فاطم ولا غار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75C7A" w14:paraId="35BBC597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37439145" w14:textId="77777777" w:rsidR="00775C7A" w:rsidRDefault="00775C7A" w:rsidP="00245DC8">
            <w:pPr>
              <w:pStyle w:val="libPoem"/>
            </w:pPr>
            <w:r>
              <w:rPr>
                <w:rtl/>
                <w:lang w:bidi="fa-IR"/>
              </w:rPr>
              <w:t>من هالأمر كُلّ تعجّب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628D49E" w14:textId="77777777" w:rsidR="00775C7A" w:rsidRDefault="00775C7A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7716EFD" w14:textId="77777777" w:rsidR="00775C7A" w:rsidRDefault="00775C7A" w:rsidP="00245DC8">
            <w:pPr>
              <w:pStyle w:val="libPoem"/>
            </w:pPr>
            <w:r>
              <w:rPr>
                <w:rtl/>
                <w:lang w:bidi="fa-IR"/>
              </w:rPr>
              <w:t>إيقولون ذا قتّال مرحب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F97F7FC" w14:textId="77777777" w:rsidR="00EE7C84" w:rsidRDefault="00EE7C84" w:rsidP="00173F93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04117F5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2E4F5C77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هذا فصل يشتمل على لقاء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بعبد الله بن جعفر وابنيه عند خروجه من مكّة حين رأوا الظعن خارجاً من مكّة</w:t>
      </w:r>
      <w:r w:rsidR="00FB110A">
        <w:rPr>
          <w:rtl/>
          <w:lang w:bidi="fa-IR"/>
        </w:rPr>
        <w:t>.</w:t>
      </w:r>
    </w:p>
    <w:p w14:paraId="359B009F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أجابه أحد أولاده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46A8C" w14:paraId="4350AD36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1673A0DE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نادى اُو عبراته هتونه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CEF149A" w14:textId="77777777" w:rsidR="00A46A8C" w:rsidRDefault="00A46A8C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AF63B60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اُوزاد الولي منّه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6A8C" w14:paraId="0937F37C" w14:textId="77777777" w:rsidTr="00245DC8">
        <w:trPr>
          <w:trHeight w:val="350"/>
        </w:trPr>
        <w:tc>
          <w:tcPr>
            <w:tcW w:w="3920" w:type="dxa"/>
          </w:tcPr>
          <w:p w14:paraId="0911DA92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اِسمع جوابي يا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FAC060" w14:textId="77777777" w:rsidR="00A46A8C" w:rsidRDefault="00A46A8C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B2D23C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يا بوي هذي الظعينه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6A8C" w14:paraId="178A1E79" w14:textId="77777777" w:rsidTr="00245DC8">
        <w:trPr>
          <w:trHeight w:val="350"/>
        </w:trPr>
        <w:tc>
          <w:tcPr>
            <w:tcW w:w="3920" w:type="dxa"/>
          </w:tcPr>
          <w:p w14:paraId="42848B8D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تمشي وامقبله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EA8034" w14:textId="77777777" w:rsidR="00A46A8C" w:rsidRDefault="00A46A8C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453EE1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نادى اُوصب ادموع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6A8C" w14:paraId="65DB8079" w14:textId="77777777" w:rsidTr="00245DC8">
        <w:trPr>
          <w:trHeight w:val="350"/>
        </w:trPr>
        <w:tc>
          <w:tcPr>
            <w:tcW w:w="3920" w:type="dxa"/>
          </w:tcPr>
          <w:p w14:paraId="28BFCE8B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هاليوم ما تخرج 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636204" w14:textId="77777777" w:rsidR="00A46A8C" w:rsidRDefault="00A46A8C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B42425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من أرض مكّة اتروح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6A8C" w14:paraId="1F9F0DE8" w14:textId="77777777" w:rsidTr="00245DC8">
        <w:trPr>
          <w:trHeight w:val="350"/>
        </w:trPr>
        <w:tc>
          <w:tcPr>
            <w:tcW w:w="3920" w:type="dxa"/>
          </w:tcPr>
          <w:p w14:paraId="30DC846A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قلّه اُوهو ايجاذب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D0A3E9" w14:textId="77777777" w:rsidR="00A46A8C" w:rsidRDefault="00A46A8C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2CED78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هذي الظعينة اللي راينه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6A8C" w14:paraId="3044F74C" w14:textId="77777777" w:rsidTr="00245D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3E533AE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ترى نور سلطان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FC6F1A" w14:textId="77777777" w:rsidR="00A46A8C" w:rsidRDefault="00A46A8C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3F30EE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بلكت الكوفة امكاتبينه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6A8C" w14:paraId="382C6352" w14:textId="77777777" w:rsidTr="00245D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0CFFA78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اتزفّر اُوهو ايجاذب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C8C1F6" w14:textId="77777777" w:rsidR="00A46A8C" w:rsidRDefault="00A46A8C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C5B138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لا يكون هذا القاصدينه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6A8C" w14:paraId="07D248C4" w14:textId="77777777" w:rsidTr="00245D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9EB208D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سبط الرسول اُو نور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4C79F1" w14:textId="77777777" w:rsidR="00A46A8C" w:rsidRDefault="00A46A8C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EEFFA5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إنكان هو إحنا اندهينه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93E494B" w14:textId="77777777" w:rsidR="00EE7C84" w:rsidRDefault="00EE7C84" w:rsidP="00A46A8C">
      <w:pPr>
        <w:pStyle w:val="libPoemCenter"/>
        <w:rPr>
          <w:lang w:bidi="fa-IR"/>
        </w:rPr>
      </w:pPr>
      <w:r>
        <w:rPr>
          <w:rtl/>
          <w:lang w:bidi="fa-IR"/>
        </w:rPr>
        <w:t>يا عيشة الكشرة علينه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46A8C" w14:paraId="5F0245B5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558E7DAA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نادى اُودمع العين سافح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677BE2B" w14:textId="77777777" w:rsidR="00A46A8C" w:rsidRDefault="00A46A8C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AC7688A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يا بوي اُوحق راعي المنايح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6A8C" w14:paraId="66F1866E" w14:textId="77777777" w:rsidTr="00245DC8">
        <w:trPr>
          <w:trHeight w:val="350"/>
        </w:trPr>
        <w:tc>
          <w:tcPr>
            <w:tcW w:w="3920" w:type="dxa"/>
          </w:tcPr>
          <w:p w14:paraId="753906D8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اُوحق جدِّنا شيخ الأباطح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C8815C" w14:textId="77777777" w:rsidR="00A46A8C" w:rsidRDefault="00A46A8C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1767AF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شفت نور مثل البدر لايح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6A8C" w14:paraId="0CD32DCC" w14:textId="77777777" w:rsidTr="00245DC8">
        <w:trPr>
          <w:trHeight w:val="350"/>
        </w:trPr>
        <w:tc>
          <w:tcPr>
            <w:tcW w:w="3920" w:type="dxa"/>
          </w:tcPr>
          <w:p w14:paraId="5ABF0C57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أنار السما واَملا الأباطح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495266" w14:textId="77777777" w:rsidR="00A46A8C" w:rsidRDefault="00A46A8C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EB095F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ولا دري الظعن لاوين رايح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6A8C" w14:paraId="6CE398D3" w14:textId="77777777" w:rsidTr="00245DC8">
        <w:trPr>
          <w:trHeight w:val="350"/>
        </w:trPr>
        <w:tc>
          <w:tcPr>
            <w:tcW w:w="3920" w:type="dxa"/>
          </w:tcPr>
          <w:p w14:paraId="1C90AC00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يحكي اُومنّه الدمع تسكيب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233B03" w14:textId="77777777" w:rsidR="00A46A8C" w:rsidRDefault="00A46A8C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9BD913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وابقلبه من احزانه اَصاويب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6A8C" w14:paraId="7C431699" w14:textId="77777777" w:rsidTr="00245DC8">
        <w:trPr>
          <w:trHeight w:val="350"/>
        </w:trPr>
        <w:tc>
          <w:tcPr>
            <w:tcW w:w="3920" w:type="dxa"/>
          </w:tcPr>
          <w:p w14:paraId="726AB835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ما اقدر انا احكي لك انا بغيب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29B647" w14:textId="77777777" w:rsidR="00A46A8C" w:rsidRDefault="00A46A8C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42805B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يا بوي يا نسل الأطاييب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4C6DFF2" w14:textId="77777777" w:rsidR="00EE7C84" w:rsidRDefault="00EE7C84" w:rsidP="00A46A8C">
      <w:pPr>
        <w:pStyle w:val="libPoemCenter"/>
        <w:rPr>
          <w:lang w:bidi="fa-IR"/>
        </w:rPr>
      </w:pPr>
      <w:r>
        <w:rPr>
          <w:rtl/>
          <w:lang w:bidi="fa-IR"/>
        </w:rPr>
        <w:t>هذا اِحسين لا شك ولا ريب</w:t>
      </w:r>
    </w:p>
    <w:p w14:paraId="4C8A2433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عبد الله يخاطب ابنه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46A8C" w14:paraId="71CD6663" w14:textId="77777777" w:rsidTr="00245DC8">
        <w:trPr>
          <w:trHeight w:val="350"/>
        </w:trPr>
        <w:tc>
          <w:tcPr>
            <w:tcW w:w="3920" w:type="dxa"/>
            <w:shd w:val="clear" w:color="auto" w:fill="auto"/>
          </w:tcPr>
          <w:p w14:paraId="6A9B97D5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نادى اُودمع العين سجّام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E1CC861" w14:textId="77777777" w:rsidR="00A46A8C" w:rsidRDefault="00A46A8C" w:rsidP="00245DC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14010B2" w14:textId="77777777" w:rsidR="00A46A8C" w:rsidRDefault="00A46A8C" w:rsidP="00245DC8">
            <w:pPr>
              <w:pStyle w:val="libPoem"/>
            </w:pPr>
            <w:r>
              <w:rPr>
                <w:rtl/>
                <w:lang w:bidi="fa-IR"/>
              </w:rPr>
              <w:t>يا بني شفت قدّامك أعلام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FDDC91E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D0F45" w14:paraId="7A3838E4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2A796622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اُوخالك أبو فاضل اُوجسّام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E4FDEED" w14:textId="77777777" w:rsidR="008D0F45" w:rsidRDefault="008D0F4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927E2E5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قلّه اُوحق الله الع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9EB6A87" w14:textId="77777777" w:rsidR="00EE7C84" w:rsidRDefault="00EE7C84" w:rsidP="00245DC8">
      <w:pPr>
        <w:pStyle w:val="libPoemCenter"/>
        <w:rPr>
          <w:lang w:bidi="fa-IR"/>
        </w:rPr>
      </w:pPr>
      <w:r>
        <w:rPr>
          <w:rtl/>
          <w:lang w:bidi="fa-IR"/>
        </w:rPr>
        <w:t>شفتهم اُوخالي اِحسين قدّام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D0F45" w14:paraId="78DF6690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3762A5DE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يابني ابعجل حث الظعينه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E8213E8" w14:textId="77777777" w:rsidR="008D0F45" w:rsidRDefault="008D0F4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F429874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اُومش بي على عزنا اُوولينا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F45" w14:paraId="071BCE76" w14:textId="77777777" w:rsidTr="00964009">
        <w:trPr>
          <w:trHeight w:val="350"/>
        </w:trPr>
        <w:tc>
          <w:tcPr>
            <w:tcW w:w="3920" w:type="dxa"/>
          </w:tcPr>
          <w:p w14:paraId="2D6EAD02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باقبله ما بين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EFE199" w14:textId="77777777" w:rsidR="008D0F45" w:rsidRDefault="008D0F4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AE6314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اُوباقبل اشماله اُو 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F45" w14:paraId="25D18FA0" w14:textId="77777777" w:rsidTr="00964009">
        <w:trPr>
          <w:trHeight w:val="350"/>
        </w:trPr>
        <w:tc>
          <w:tcPr>
            <w:tcW w:w="3920" w:type="dxa"/>
          </w:tcPr>
          <w:p w14:paraId="50CC3053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بقلّه ابعبرات هتينه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66C77A" w14:textId="77777777" w:rsidR="008D0F45" w:rsidRDefault="008D0F4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FF7FAB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يمن اُمّه الزهرا الأمينه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F45" w14:paraId="64898DB9" w14:textId="77777777" w:rsidTr="00964009">
        <w:trPr>
          <w:trHeight w:val="350"/>
        </w:trPr>
        <w:tc>
          <w:tcPr>
            <w:tcW w:w="3920" w:type="dxa"/>
          </w:tcPr>
          <w:p w14:paraId="737FB20E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ردّ الظعينة للمدينه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DEC77D" w14:textId="77777777" w:rsidR="008D0F45" w:rsidRDefault="008D0F4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97B862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لا تشمت العدوان 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C0ED172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عبد الله بن جعفر يخاطب الحسينَ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D0F45" w14:paraId="713E4B0F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2F85B0B9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يقلّه اُوقلبه يوقد اُوقيد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6D9666D" w14:textId="77777777" w:rsidR="008D0F45" w:rsidRDefault="008D0F4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D3B266F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اُودمعه على الخدّين تبديد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F45" w14:paraId="1A5F8D12" w14:textId="77777777" w:rsidTr="00964009">
        <w:trPr>
          <w:trHeight w:val="350"/>
        </w:trPr>
        <w:tc>
          <w:tcPr>
            <w:tcW w:w="3920" w:type="dxa"/>
          </w:tcPr>
          <w:p w14:paraId="7DD27D60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ردّ الظعن يابن الأماجيد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20C0B1" w14:textId="77777777" w:rsidR="008D0F45" w:rsidRDefault="008D0F4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8D00AB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اُوخل الفيافي اُوقطعك البيد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EB3A336" w14:textId="77777777" w:rsidR="00EE7C84" w:rsidRDefault="00EE7C84" w:rsidP="00DC5B22">
      <w:pPr>
        <w:pStyle w:val="libPoemCenter"/>
        <w:rPr>
          <w:lang w:bidi="fa-IR"/>
        </w:rPr>
      </w:pPr>
      <w:r>
        <w:rPr>
          <w:rtl/>
          <w:lang w:bidi="fa-IR"/>
        </w:rPr>
        <w:t>اُو باَرض المدينة عيّد العيد</w:t>
      </w:r>
    </w:p>
    <w:p w14:paraId="2C8926E2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جواب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لعبد الله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D0F45" w14:paraId="6183BE8B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24A584E5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قلّه اُو عبراته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CE80208" w14:textId="77777777" w:rsidR="008D0F45" w:rsidRDefault="008D0F4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BA2D9A0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جدّي النّبي اُو عزّه إليّه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F45" w14:paraId="706B3BD2" w14:textId="77777777" w:rsidTr="00964009">
        <w:trPr>
          <w:trHeight w:val="350"/>
        </w:trPr>
        <w:tc>
          <w:tcPr>
            <w:tcW w:w="3920" w:type="dxa"/>
          </w:tcPr>
          <w:p w14:paraId="1631B83C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جاني ابظلمة هالعشيّه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759231" w14:textId="77777777" w:rsidR="008D0F45" w:rsidRDefault="008D0F4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7624B7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اُوظمني اُو وصاني ابوصيّه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F45" w14:paraId="21200C5B" w14:textId="77777777" w:rsidTr="00964009">
        <w:trPr>
          <w:trHeight w:val="350"/>
        </w:trPr>
        <w:tc>
          <w:tcPr>
            <w:tcW w:w="3920" w:type="dxa"/>
          </w:tcPr>
          <w:p w14:paraId="5CE2E218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جد السرى صبح اُومسيّه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08A7D6" w14:textId="77777777" w:rsidR="008D0F45" w:rsidRDefault="008D0F4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1B6C8B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إنته وهل بيتك 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F45" w14:paraId="4CF57AB6" w14:textId="77777777" w:rsidTr="00964009">
        <w:trPr>
          <w:trHeight w:val="350"/>
        </w:trPr>
        <w:tc>
          <w:tcPr>
            <w:tcW w:w="3920" w:type="dxa"/>
          </w:tcPr>
          <w:p w14:paraId="6586BC46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اُوخيّم اِبأرض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F1B2A0" w14:textId="77777777" w:rsidR="008D0F45" w:rsidRDefault="008D0F4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5EA53A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وانا ممتثل هذي الوصيّه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0716D64" w14:textId="77777777" w:rsidR="00EE7C84" w:rsidRDefault="00EE7C84" w:rsidP="00DC5B22">
      <w:pPr>
        <w:pStyle w:val="libPoemCenter"/>
        <w:rPr>
          <w:lang w:bidi="fa-IR"/>
        </w:rPr>
      </w:pPr>
      <w:r>
        <w:rPr>
          <w:rtl/>
          <w:lang w:bidi="fa-IR"/>
        </w:rPr>
        <w:t>قوله ترى واجب عليّه</w:t>
      </w:r>
    </w:p>
    <w:p w14:paraId="1A7E3D9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مرور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على اُمّ وهب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D0F45" w14:paraId="1E773D8E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780CABE8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انا ابن النّبي خير النبيّين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92BCC85" w14:textId="77777777" w:rsidR="008D0F45" w:rsidRDefault="008D0F4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051D578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وبويه علي اللي شيّد الدين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F45" w14:paraId="599E5472" w14:textId="77777777" w:rsidTr="00964009">
        <w:trPr>
          <w:trHeight w:val="350"/>
        </w:trPr>
        <w:tc>
          <w:tcPr>
            <w:tcW w:w="3920" w:type="dxa"/>
          </w:tcPr>
          <w:p w14:paraId="5F8125B5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واُمّي بعد ستّ 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9088A3" w14:textId="77777777" w:rsidR="008D0F45" w:rsidRDefault="008D0F4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D6C708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وخويه الحسن عمّ العليّين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F45" w14:paraId="1BA2C666" w14:textId="77777777" w:rsidTr="00964009">
        <w:trPr>
          <w:trHeight w:val="350"/>
        </w:trPr>
        <w:tc>
          <w:tcPr>
            <w:tcW w:w="3920" w:type="dxa"/>
          </w:tcPr>
          <w:p w14:paraId="2A1A91C0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وانكان عن اسمي تنشدين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5641A6" w14:textId="77777777" w:rsidR="008D0F45" w:rsidRDefault="008D0F4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21616A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جدّي النّبي وانا اسمي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F45" w14:paraId="0BE80774" w14:textId="77777777" w:rsidTr="00964009">
        <w:trPr>
          <w:trHeight w:val="350"/>
        </w:trPr>
        <w:tc>
          <w:tcPr>
            <w:tcW w:w="3920" w:type="dxa"/>
          </w:tcPr>
          <w:p w14:paraId="4EA1F4F2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واحنا ابجمعنا اليوم ماشين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3ED17D" w14:textId="77777777" w:rsidR="008D0F45" w:rsidRDefault="008D0F4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F77FA1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إلى كربلا باهلي ولبنين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F45" w14:paraId="61AB6487" w14:textId="77777777" w:rsidTr="00964009">
        <w:trPr>
          <w:trHeight w:val="350"/>
        </w:trPr>
        <w:tc>
          <w:tcPr>
            <w:tcW w:w="3920" w:type="dxa"/>
          </w:tcPr>
          <w:p w14:paraId="5F7296F3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في ارض3ها نمسي 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15CFC1" w14:textId="77777777" w:rsidR="008D0F45" w:rsidRDefault="008D0F4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CFF308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واحريمينا هذي الخواتين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F45" w14:paraId="5801F949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73C7B18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تركب على اظهور البعارين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4AF859" w14:textId="77777777" w:rsidR="008D0F45" w:rsidRDefault="008D0F4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2643BF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هدايا إلى شرّ الملاعين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F45" w14:paraId="7C6FFA75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EC54BF2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ما عندها اِمحامي ولا اِمعين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FF685E" w14:textId="77777777" w:rsidR="008D0F45" w:rsidRDefault="008D0F4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53B5BD" w14:textId="77777777" w:rsidR="008D0F45" w:rsidRDefault="008D0F45" w:rsidP="00964009">
            <w:pPr>
              <w:pStyle w:val="libPoem"/>
            </w:pPr>
            <w:r>
              <w:rPr>
                <w:rtl/>
                <w:lang w:bidi="fa-IR"/>
              </w:rPr>
              <w:t>إتنادي اُودمع العين كالعين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EE862CC" w14:textId="77777777" w:rsidR="00EE7C84" w:rsidRDefault="00EE7C84" w:rsidP="00DC5B22">
      <w:pPr>
        <w:pStyle w:val="libPoemCenter"/>
        <w:rPr>
          <w:lang w:bidi="fa-IR"/>
        </w:rPr>
      </w:pPr>
      <w:r>
        <w:rPr>
          <w:rtl/>
          <w:lang w:bidi="fa-IR"/>
        </w:rPr>
        <w:t>في كربلا ضيّعني اِحسين</w:t>
      </w:r>
    </w:p>
    <w:p w14:paraId="64231588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B1EBB" w14:paraId="5E2C3C09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30FDF220" w14:textId="77777777" w:rsidR="00EB1EBB" w:rsidRDefault="00353E71" w:rsidP="00964009">
            <w:pPr>
              <w:pStyle w:val="libPoem"/>
            </w:pPr>
            <w:r>
              <w:rPr>
                <w:rtl/>
                <w:lang w:bidi="fa-IR"/>
              </w:rPr>
              <w:t>أنا ابن النّبي خير البريّه</w:t>
            </w:r>
            <w:r w:rsidR="00EB1E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93E88CC" w14:textId="77777777" w:rsidR="00EB1EBB" w:rsidRDefault="00EB1EBB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F12C56A" w14:textId="77777777" w:rsidR="00EB1EBB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وبويه علي حيدر وصيّه</w:t>
            </w:r>
            <w:r w:rsidR="00EB1E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1EBB" w14:paraId="0A1BED33" w14:textId="77777777" w:rsidTr="00964009">
        <w:trPr>
          <w:trHeight w:val="350"/>
        </w:trPr>
        <w:tc>
          <w:tcPr>
            <w:tcW w:w="3920" w:type="dxa"/>
          </w:tcPr>
          <w:p w14:paraId="62081EE0" w14:textId="77777777" w:rsidR="00EB1EBB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واُمّي البتولة الهاشميّه</w:t>
            </w:r>
            <w:r w:rsidR="00EB1E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957002" w14:textId="77777777" w:rsidR="00EB1EBB" w:rsidRDefault="00EB1EBB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F6E780" w14:textId="77777777" w:rsidR="00EB1EBB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وخويه الحسن زين السجيّه</w:t>
            </w:r>
            <w:r w:rsidR="00EB1E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1EBB" w14:paraId="3EEBDD57" w14:textId="77777777" w:rsidTr="00964009">
        <w:trPr>
          <w:trHeight w:val="350"/>
        </w:trPr>
        <w:tc>
          <w:tcPr>
            <w:tcW w:w="3920" w:type="dxa"/>
          </w:tcPr>
          <w:p w14:paraId="6C676CE1" w14:textId="77777777" w:rsidR="00EB1EBB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وانا ذبيح الغاضريّه</w:t>
            </w:r>
            <w:r w:rsidR="00EB1E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C8EC26" w14:textId="77777777" w:rsidR="00EB1EBB" w:rsidRDefault="00EB1EBB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1843BF" w14:textId="77777777" w:rsidR="00EB1EBB" w:rsidRDefault="00353E71" w:rsidP="00964009">
            <w:pPr>
              <w:pStyle w:val="libPoem"/>
            </w:pPr>
            <w:r>
              <w:rPr>
                <w:rtl/>
                <w:lang w:bidi="fa-IR"/>
              </w:rPr>
              <w:t>رايح ابقضي اللي عليّه</w:t>
            </w:r>
            <w:r w:rsidR="00EB1E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1EBB" w14:paraId="02723DC6" w14:textId="77777777" w:rsidTr="00964009">
        <w:trPr>
          <w:trHeight w:val="350"/>
        </w:trPr>
        <w:tc>
          <w:tcPr>
            <w:tcW w:w="3920" w:type="dxa"/>
          </w:tcPr>
          <w:p w14:paraId="79971C42" w14:textId="77777777" w:rsidR="00EB1EBB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نبقى على حر الوطيّه</w:t>
            </w:r>
            <w:r w:rsidR="00EB1E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23FF05" w14:textId="77777777" w:rsidR="00EB1EBB" w:rsidRDefault="00EB1EBB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FB4426" w14:textId="77777777" w:rsidR="00EB1EBB" w:rsidRDefault="00353E71" w:rsidP="00964009">
            <w:pPr>
              <w:pStyle w:val="libPoem"/>
            </w:pPr>
            <w:r>
              <w:rPr>
                <w:rtl/>
                <w:lang w:bidi="fa-IR"/>
              </w:rPr>
              <w:t>اُوهذي الحريم الهاشميّه</w:t>
            </w:r>
            <w:r w:rsidR="00EB1E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1EBB" w14:paraId="3415F759" w14:textId="77777777" w:rsidTr="00964009">
        <w:trPr>
          <w:trHeight w:val="350"/>
        </w:trPr>
        <w:tc>
          <w:tcPr>
            <w:tcW w:w="3920" w:type="dxa"/>
          </w:tcPr>
          <w:p w14:paraId="73B891D8" w14:textId="77777777" w:rsidR="00EB1EBB" w:rsidRDefault="00353E71" w:rsidP="00964009">
            <w:pPr>
              <w:pStyle w:val="libPoem"/>
            </w:pPr>
            <w:r>
              <w:rPr>
                <w:rtl/>
                <w:lang w:bidi="fa-IR"/>
              </w:rPr>
              <w:t>تركب على اظهور المطيّه</w:t>
            </w:r>
            <w:r w:rsidR="00EB1E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BFFF2A" w14:textId="77777777" w:rsidR="00EB1EBB" w:rsidRDefault="00EB1EBB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ACA3D6" w14:textId="77777777" w:rsidR="00EB1EBB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واتروح للطاغي هديّه</w:t>
            </w:r>
            <w:r w:rsidR="00EB1E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1EBB" w14:paraId="715C0DDD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9BEEA6D" w14:textId="77777777" w:rsidR="00EB1EBB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هديّة إلى شرّ البريّه</w:t>
            </w:r>
            <w:r w:rsidR="00EB1E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3420F4" w14:textId="77777777" w:rsidR="00EB1EBB" w:rsidRDefault="00EB1EBB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E103D0" w14:textId="77777777" w:rsidR="00EB1EBB" w:rsidRDefault="00353E71" w:rsidP="00964009">
            <w:pPr>
              <w:pStyle w:val="libPoem"/>
            </w:pPr>
            <w:r>
              <w:rPr>
                <w:rtl/>
                <w:lang w:bidi="fa-IR"/>
              </w:rPr>
              <w:t>اتنادي ابأنات خفيّه</w:t>
            </w:r>
            <w:r w:rsidR="00EB1E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1EBB" w14:paraId="1E749A27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38CC62D" w14:textId="77777777" w:rsidR="00EB1EBB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يحسين يا راعي الحميّه</w:t>
            </w:r>
            <w:r w:rsidR="00EB1E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9BA5F4" w14:textId="77777777" w:rsidR="00EB1EBB" w:rsidRDefault="00EB1EBB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3A7A5A" w14:textId="77777777" w:rsidR="00EB1EBB" w:rsidRDefault="00353E71" w:rsidP="00964009">
            <w:pPr>
              <w:pStyle w:val="libPoem"/>
            </w:pPr>
            <w:r>
              <w:rPr>
                <w:rtl/>
                <w:lang w:bidi="fa-IR"/>
              </w:rPr>
              <w:t>ضيعتنا في الغاضريّه</w:t>
            </w:r>
            <w:r w:rsidR="00EB1EB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A4A7A45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أجابته اُمّ وهب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B1EBB" w14:paraId="32D2D3B1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16419A70" w14:textId="77777777" w:rsidR="00EB1EBB" w:rsidRDefault="00353E71" w:rsidP="00964009">
            <w:pPr>
              <w:pStyle w:val="libPoem"/>
            </w:pPr>
            <w:r>
              <w:rPr>
                <w:rtl/>
                <w:lang w:bidi="fa-IR"/>
              </w:rPr>
              <w:t>حنّت اُودمعتها هتونه</w:t>
            </w:r>
            <w:r w:rsidR="00EB1E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DCE676B" w14:textId="77777777" w:rsidR="00EB1EBB" w:rsidRDefault="00EB1EBB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2625E92" w14:textId="77777777" w:rsidR="00EB1EBB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يحسين يا نور المدينه</w:t>
            </w:r>
            <w:r w:rsidR="00EB1EB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D10002C" w14:textId="77777777" w:rsidR="00EE7C84" w:rsidRDefault="00EE7C84" w:rsidP="00EB1EBB">
      <w:pPr>
        <w:pStyle w:val="libPoemCenter"/>
        <w:rPr>
          <w:lang w:bidi="fa-IR"/>
        </w:rPr>
      </w:pPr>
      <w:r>
        <w:rPr>
          <w:rtl/>
          <w:lang w:bidi="fa-IR"/>
        </w:rPr>
        <w:t>عن هالسفر رد الظعينه</w:t>
      </w:r>
    </w:p>
    <w:p w14:paraId="49E36DC7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اُمّ وهب تُخبر ابنها بعد مجيئه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53E71" w14:paraId="7BC2B308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34F7444F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أتانا صباح اليوم خيّال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D045C73" w14:textId="77777777" w:rsidR="00353E71" w:rsidRDefault="00353E7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B5B61C5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من حوله شبّان وابطال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3E71" w14:paraId="3B778315" w14:textId="77777777" w:rsidTr="00964009">
        <w:trPr>
          <w:trHeight w:val="350"/>
        </w:trPr>
        <w:tc>
          <w:tcPr>
            <w:tcW w:w="3920" w:type="dxa"/>
          </w:tcPr>
          <w:p w14:paraId="775B2C78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واحريم فوق اظهور لجمال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C5ED74" w14:textId="77777777" w:rsidR="00353E71" w:rsidRDefault="00353E7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3370B3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وانوارهم من خلف لحجال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3E71" w14:paraId="42546013" w14:textId="77777777" w:rsidTr="00964009">
        <w:trPr>
          <w:trHeight w:val="350"/>
        </w:trPr>
        <w:tc>
          <w:tcPr>
            <w:tcW w:w="3920" w:type="dxa"/>
          </w:tcPr>
          <w:p w14:paraId="72EC805C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يابني اتانا ابن الغضنفر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05516A" w14:textId="77777777" w:rsidR="00353E71" w:rsidRDefault="00353E7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11436C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غدا برنا بالعشب اخضر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3E71" w14:paraId="0DBE6337" w14:textId="77777777" w:rsidTr="00964009">
        <w:trPr>
          <w:trHeight w:val="350"/>
        </w:trPr>
        <w:tc>
          <w:tcPr>
            <w:tcW w:w="3920" w:type="dxa"/>
          </w:tcPr>
          <w:p w14:paraId="39F68A93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اُوسايلت ما هذا المشكر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2F02CB" w14:textId="77777777" w:rsidR="00353E71" w:rsidRDefault="00353E7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8AF3F9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قالوا سليل الطهر حيدر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3E71" w14:paraId="09C63861" w14:textId="77777777" w:rsidTr="00964009">
        <w:trPr>
          <w:trHeight w:val="350"/>
        </w:trPr>
        <w:tc>
          <w:tcPr>
            <w:tcW w:w="3920" w:type="dxa"/>
          </w:tcPr>
          <w:p w14:paraId="5BF0DA98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يا وهب شد اعلى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FEDA1A" w14:textId="77777777" w:rsidR="00353E71" w:rsidRDefault="00353E7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01EBF6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اُوجد السرى صبح اُوعشيّه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3E71" w14:paraId="759B633A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46D85F5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ترى ليك من عنده 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B8BBA1" w14:textId="77777777" w:rsidR="00353E71" w:rsidRDefault="00353E7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02EF18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ايسلم عليك ابن الزكيّه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3E71" w14:paraId="30D481A9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53A9D7B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ترى هوه يبغي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B869CD" w14:textId="77777777" w:rsidR="00353E71" w:rsidRDefault="00353E7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BFA974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وانته يعقلي اُويا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3E71" w14:paraId="1B620CD0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37F04EA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ابغي تروح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EC71A8" w14:textId="77777777" w:rsidR="00353E71" w:rsidRDefault="00353E7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D0FC0A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اُوتهدي النفس لابن الزكيّه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3E71" w14:paraId="3A0E0235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B9240BC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هذا اِحسين سلطان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CA367A" w14:textId="77777777" w:rsidR="00353E71" w:rsidRDefault="00353E7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98B96A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انا فرقته تصعب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3E71" w14:paraId="24CE7175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67777E8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هذا اِحسين واُوصافه البهيّه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3FD226" w14:textId="77777777" w:rsidR="00353E71" w:rsidRDefault="00353E7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6DF7F6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يعزز انا يبني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3E71" w14:paraId="53AA7547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EE36E39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يبقى على حر الوطيّه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083695" w14:textId="77777777" w:rsidR="00353E71" w:rsidRDefault="00353E7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22BC9B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واتدوس جسمه الأعوجيّه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3E71" w14:paraId="700955C7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D61FF02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وراسه يعلا ابسمهريّه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80BDE0" w14:textId="77777777" w:rsidR="00353E71" w:rsidRDefault="00353E7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012586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وانا ابغيك يا زين السجيّه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3E71" w14:paraId="2ADC6F50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12C93CD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اغدي معاك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2EF784" w14:textId="77777777" w:rsidR="00353E71" w:rsidRDefault="00353E7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DA46D7" w14:textId="77777777" w:rsidR="00353E71" w:rsidRDefault="00353E71" w:rsidP="00964009">
            <w:pPr>
              <w:pStyle w:val="libPoem"/>
            </w:pPr>
            <w:r>
              <w:rPr>
                <w:rtl/>
                <w:lang w:bidi="fa-IR"/>
              </w:rPr>
              <w:t>بواسي بنات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5A7154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في أحوال عليِّ الأكبر وسكينة :</w:t>
      </w:r>
    </w:p>
    <w:p w14:paraId="55E8D82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B23CA" w14:paraId="180B8497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60B93E50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اَنا خوك لا يصفر لونك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D985D5A" w14:textId="77777777" w:rsidR="00AB23CA" w:rsidRDefault="00AB23CA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9421AD1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اِشحدهم يسكنة يضربونك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CEA6555" w14:textId="77777777" w:rsidR="00EE7C84" w:rsidRDefault="00EE7C84" w:rsidP="00AB23CA">
      <w:pPr>
        <w:pStyle w:val="libPoemCenter"/>
        <w:rPr>
          <w:lang w:bidi="fa-IR"/>
        </w:rPr>
      </w:pPr>
      <w:r>
        <w:rPr>
          <w:rtl/>
          <w:lang w:bidi="fa-IR"/>
        </w:rPr>
        <w:t>اُخوك اليطب الكون دونك</w:t>
      </w:r>
    </w:p>
    <w:p w14:paraId="173E2481" w14:textId="77777777" w:rsidR="00EE7C84" w:rsidRDefault="00EE7C84" w:rsidP="00AB23CA">
      <w:pPr>
        <w:pStyle w:val="libCenterBold1"/>
        <w:rPr>
          <w:lang w:bidi="fa-IR"/>
        </w:rPr>
      </w:pPr>
      <w:r>
        <w:rPr>
          <w:rtl/>
          <w:lang w:bidi="fa-IR"/>
        </w:rPr>
        <w:t>الأكبر والحسين (</w:t>
      </w:r>
      <w:r w:rsidR="00204F6E" w:rsidRPr="00204F6E">
        <w:rPr>
          <w:rStyle w:val="libAlaemChar"/>
          <w:rtl/>
        </w:rPr>
        <w:t>عليهما‌السلام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B23CA" w14:paraId="10BC7C7E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460B2C4C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يبويه العطش قد فتّت اِحشاي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5AF4BBB" w14:textId="77777777" w:rsidR="00AB23CA" w:rsidRDefault="00AB23CA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0F922E5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ظامي اُوريدن منّك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3CA" w14:paraId="15233A51" w14:textId="77777777" w:rsidTr="00964009">
        <w:trPr>
          <w:trHeight w:val="350"/>
        </w:trPr>
        <w:tc>
          <w:tcPr>
            <w:tcW w:w="3920" w:type="dxa"/>
          </w:tcPr>
          <w:p w14:paraId="2A00A453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يابوي يا ذخري يعداي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ACC09E" w14:textId="77777777" w:rsidR="00AB23CA" w:rsidRDefault="00AB23CA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F665DA3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أظن انقتل يابوي باظماي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380F1E6" w14:textId="77777777" w:rsidR="00EE7C84" w:rsidRDefault="00EE7C84" w:rsidP="00AB23CA">
      <w:pPr>
        <w:pStyle w:val="libPoemCenter"/>
        <w:rPr>
          <w:lang w:bidi="fa-IR"/>
        </w:rPr>
      </w:pPr>
      <w:r>
        <w:rPr>
          <w:rtl/>
          <w:lang w:bidi="fa-IR"/>
        </w:rPr>
        <w:t>عطشان ظامي مالهض الماي</w:t>
      </w:r>
    </w:p>
    <w:p w14:paraId="04CCA813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اُمّ الأكبر ليلى تُخاطب ولدها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B23CA" w14:paraId="2AAE93B6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3A589820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يعون اليباريها ولدها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3D0D871" w14:textId="77777777" w:rsidR="00AB23CA" w:rsidRDefault="00AB23CA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E0C5892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مهي الوالده ليتك بعدها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3CA" w14:paraId="622EE5E3" w14:textId="77777777" w:rsidTr="00964009">
        <w:trPr>
          <w:trHeight w:val="350"/>
        </w:trPr>
        <w:tc>
          <w:tcPr>
            <w:tcW w:w="3920" w:type="dxa"/>
          </w:tcPr>
          <w:p w14:paraId="06656937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واتضم جثتها ابلحدها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820A04" w14:textId="77777777" w:rsidR="00AB23CA" w:rsidRDefault="00AB23CA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C72DA5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ما انت قطعة من كبدها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3CA" w14:paraId="051AB009" w14:textId="77777777" w:rsidTr="00964009">
        <w:trPr>
          <w:trHeight w:val="350"/>
        </w:trPr>
        <w:tc>
          <w:tcPr>
            <w:tcW w:w="3920" w:type="dxa"/>
          </w:tcPr>
          <w:p w14:paraId="3C36123A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يعون اليباريها ابنها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660FF8" w14:textId="77777777" w:rsidR="00AB23CA" w:rsidRDefault="00AB23CA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7F48DA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حول الظعن يبرا ظعنها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3CA" w14:paraId="061D8793" w14:textId="77777777" w:rsidTr="00964009">
        <w:trPr>
          <w:trHeight w:val="350"/>
        </w:trPr>
        <w:tc>
          <w:tcPr>
            <w:tcW w:w="3920" w:type="dxa"/>
          </w:tcPr>
          <w:p w14:paraId="6BE00A3B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إذا مال هودجها حضنها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F565C9" w14:textId="77777777" w:rsidR="00AB23CA" w:rsidRDefault="00AB23CA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4E764F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مثل البدر يجلي غبنها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5E6C1D5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يُكلّم الأكبر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B23CA" w14:paraId="5A0ED455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70A6E164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يبني علي يا طود لطواد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D21B170" w14:textId="77777777" w:rsidR="00AB23CA" w:rsidRDefault="00AB23CA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0A0F61F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يقرم ابيوم الكون حصّاد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3CA" w14:paraId="3A29D8C1" w14:textId="77777777" w:rsidTr="00964009">
        <w:trPr>
          <w:trHeight w:val="350"/>
        </w:trPr>
        <w:tc>
          <w:tcPr>
            <w:tcW w:w="3920" w:type="dxa"/>
          </w:tcPr>
          <w:p w14:paraId="05F4AF41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حصدت الفوارس يوم لطراد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F3F315" w14:textId="77777777" w:rsidR="00AB23CA" w:rsidRDefault="00AB23CA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C13563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لولا القضا من ربِّ لعباد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26D2A05" w14:textId="77777777" w:rsidR="00EE7C84" w:rsidRDefault="00EE7C84" w:rsidP="00AB23CA">
      <w:pPr>
        <w:pStyle w:val="libPoemCenter"/>
        <w:rPr>
          <w:lang w:bidi="fa-IR"/>
        </w:rPr>
      </w:pPr>
      <w:r>
        <w:rPr>
          <w:rtl/>
          <w:lang w:bidi="fa-IR"/>
        </w:rPr>
        <w:t>رموك الكفر من سهم لعناد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B23CA" w14:paraId="34D146C0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60F1EDB6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يابني علي يا قرم لقروم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C394E89" w14:textId="77777777" w:rsidR="00AB23CA" w:rsidRDefault="00AB23CA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D86BB6D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ردتك كفيل الحرم معلوم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3CA" w14:paraId="599E24DB" w14:textId="77777777" w:rsidTr="00964009">
        <w:trPr>
          <w:trHeight w:val="350"/>
        </w:trPr>
        <w:tc>
          <w:tcPr>
            <w:tcW w:w="3920" w:type="dxa"/>
          </w:tcPr>
          <w:p w14:paraId="5B93FADB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ما دريت حينك حاين 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0B8BDC" w14:textId="77777777" w:rsidR="00AB23CA" w:rsidRDefault="00AB23CA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014AC4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يا خلف أبائي ولعموم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2F8D5E1" w14:textId="77777777" w:rsidR="00EE7C84" w:rsidRDefault="00EE7C84" w:rsidP="00AB23CA">
      <w:pPr>
        <w:pStyle w:val="libPoemCenter"/>
        <w:rPr>
          <w:lang w:bidi="fa-IR"/>
        </w:rPr>
      </w:pPr>
      <w:r>
        <w:rPr>
          <w:rtl/>
          <w:lang w:bidi="fa-IR"/>
        </w:rPr>
        <w:t>يمثل الاسد هاجم على القوم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B23CA" w14:paraId="36A6FDAC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3F31D6EE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اتمّنيت يوم القوم قربوك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60F3928" w14:textId="77777777" w:rsidR="00AB23CA" w:rsidRDefault="00AB23CA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110A56C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اُومن فوق سرج المهر ذبوك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3CA" w14:paraId="3F4C7EEC" w14:textId="77777777" w:rsidTr="00964009">
        <w:trPr>
          <w:trHeight w:val="350"/>
        </w:trPr>
        <w:tc>
          <w:tcPr>
            <w:tcW w:w="3920" w:type="dxa"/>
          </w:tcPr>
          <w:p w14:paraId="3F5E765E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على حرة التربان خلّوك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EFC78C" w14:textId="77777777" w:rsidR="00AB23CA" w:rsidRDefault="00AB23CA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C6FFB3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اُومن فيض دم النحر حنوك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3CA" w14:paraId="0266389E" w14:textId="77777777" w:rsidTr="00964009">
        <w:trPr>
          <w:trHeight w:val="350"/>
        </w:trPr>
        <w:tc>
          <w:tcPr>
            <w:tcW w:w="3920" w:type="dxa"/>
          </w:tcPr>
          <w:p w14:paraId="74ADF82D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ولا راقبوا جدك ولا بوك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16CB63" w14:textId="77777777" w:rsidR="00AB23CA" w:rsidRDefault="00AB23CA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856450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لو بوالفضل واخوانه ايجوك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696BA13" w14:textId="77777777" w:rsidR="00EE7C84" w:rsidRDefault="00EE7C84" w:rsidP="00AB23CA">
      <w:pPr>
        <w:pStyle w:val="libPoemCenter"/>
        <w:rPr>
          <w:lang w:bidi="fa-IR"/>
        </w:rPr>
      </w:pPr>
      <w:r>
        <w:rPr>
          <w:rtl/>
          <w:lang w:bidi="fa-IR"/>
        </w:rPr>
        <w:t>ما كان قوم الكفر صابوك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B23CA" w14:paraId="7A41CFE8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7F6D38FA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اناديك انا ما تسمع انداي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C2FCA01" w14:textId="77777777" w:rsidR="00AB23CA" w:rsidRDefault="00AB23CA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0655384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اُو تسمع بواكينا اُو شكواي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3CA" w14:paraId="5941DFC7" w14:textId="77777777" w:rsidTr="00964009">
        <w:trPr>
          <w:trHeight w:val="350"/>
        </w:trPr>
        <w:tc>
          <w:tcPr>
            <w:tcW w:w="3920" w:type="dxa"/>
          </w:tcPr>
          <w:p w14:paraId="49D1F948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انا اسمعك يابني اُو قطعة احشاي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551EB1" w14:textId="77777777" w:rsidR="00AB23CA" w:rsidRDefault="00AB23CA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87367B" w14:textId="77777777" w:rsidR="00AB23CA" w:rsidRDefault="00AB23CA" w:rsidP="00964009">
            <w:pPr>
              <w:pStyle w:val="libPoem"/>
            </w:pPr>
            <w:r>
              <w:rPr>
                <w:rtl/>
                <w:lang w:bidi="fa-IR"/>
              </w:rPr>
              <w:t>تقول العطش فتت إلى كلاي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F32BFFE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27020" w14:paraId="25C9417B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68FC3FEC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يابني حسافه ياضنا احشاي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02D39F8" w14:textId="77777777" w:rsidR="00027020" w:rsidRDefault="00027020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215B4E3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تموت ابعطش في جانب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4E1DD6E" w14:textId="77777777" w:rsidR="00EE7C84" w:rsidRDefault="00EE7C84" w:rsidP="00027020">
      <w:pPr>
        <w:pStyle w:val="libPoemCenter"/>
        <w:rPr>
          <w:lang w:bidi="fa-IR"/>
        </w:rPr>
      </w:pPr>
      <w:r>
        <w:rPr>
          <w:rtl/>
          <w:lang w:bidi="fa-IR"/>
        </w:rPr>
        <w:t>واعلى مصابك زاد بلواي</w:t>
      </w:r>
    </w:p>
    <w:p w14:paraId="57F8A55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تنعى الأكبر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27020" w14:paraId="32FBA03D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78EB04E4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أكبر يضنوة 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B279151" w14:textId="77777777" w:rsidR="00027020" w:rsidRDefault="00027020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7FEBF3E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يا ماحلا اكفوفك بالخضاب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7020" w14:paraId="5DDE6B00" w14:textId="77777777" w:rsidTr="00964009">
        <w:trPr>
          <w:trHeight w:val="350"/>
        </w:trPr>
        <w:tc>
          <w:tcPr>
            <w:tcW w:w="3920" w:type="dxa"/>
          </w:tcPr>
          <w:p w14:paraId="7A3F2185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يمحلا مجالك يوم لحراب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2F5D197" w14:textId="77777777" w:rsidR="00027020" w:rsidRDefault="00027020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768BD0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وامن الضياغم قط ما تهاب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7020" w14:paraId="6BA6A5B2" w14:textId="77777777" w:rsidTr="00964009">
        <w:trPr>
          <w:trHeight w:val="350"/>
        </w:trPr>
        <w:tc>
          <w:tcPr>
            <w:tcW w:w="3920" w:type="dxa"/>
          </w:tcPr>
          <w:p w14:paraId="38BBC0EF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يمقدام غارات يوثاب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E553D0" w14:textId="77777777" w:rsidR="00027020" w:rsidRDefault="00027020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CD14E0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انا عمتك ما ترد لي اجواب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7020" w14:paraId="62C6ED80" w14:textId="77777777" w:rsidTr="00964009">
        <w:trPr>
          <w:trHeight w:val="350"/>
        </w:trPr>
        <w:tc>
          <w:tcPr>
            <w:tcW w:w="3920" w:type="dxa"/>
          </w:tcPr>
          <w:p w14:paraId="732F9313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من فرقتك جسمي ترى 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2A3206" w14:textId="77777777" w:rsidR="00027020" w:rsidRDefault="00027020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CDB5DF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ولا لي رحم بعدك ولا انساب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7020" w14:paraId="00F99D6B" w14:textId="77777777" w:rsidTr="00964009">
        <w:trPr>
          <w:trHeight w:val="350"/>
        </w:trPr>
        <w:tc>
          <w:tcPr>
            <w:tcW w:w="3920" w:type="dxa"/>
          </w:tcPr>
          <w:p w14:paraId="04922EE5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ما حال حرمه بيد نصاب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1DC4DB" w14:textId="77777777" w:rsidR="00027020" w:rsidRDefault="00027020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15F234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مثل الغنم ما بين لذياب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7020" w14:paraId="263D1BE0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318D443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يلكبر عروسك لو تراها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93BF44" w14:textId="77777777" w:rsidR="00027020" w:rsidRDefault="00027020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1D907E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اسيره اُو مغلوله يداها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7020" w14:paraId="004D83F3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1631BA5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فوق الجمل تبدي نعاها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28566B" w14:textId="77777777" w:rsidR="00027020" w:rsidRDefault="00027020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8819AC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اتناديك ما تسمع نداها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7020" w14:paraId="4BC4053B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8CBB80D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اُو تشكي لك ولية اعداها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60A797" w14:textId="77777777" w:rsidR="00027020" w:rsidRDefault="00027020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0A50A0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ضرب الرجس ورم قفاها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7020" w14:paraId="6D4F542F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A0992FB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ويلاه لو حيدر يراها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588C44" w14:textId="77777777" w:rsidR="00027020" w:rsidRDefault="00027020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09C175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عقب الحلى سلبوا ارداها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75D6F23" w14:textId="77777777" w:rsidR="00EE7C84" w:rsidRDefault="00EE7C84" w:rsidP="00027020">
      <w:pPr>
        <w:pStyle w:val="libPoemCenter"/>
        <w:rPr>
          <w:lang w:bidi="fa-IR"/>
        </w:rPr>
      </w:pPr>
      <w:r>
        <w:rPr>
          <w:rtl/>
          <w:lang w:bidi="fa-IR"/>
        </w:rPr>
        <w:t>عزيز على عينه يراها</w:t>
      </w:r>
    </w:p>
    <w:p w14:paraId="767D4018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ليلى اُمّ الأكبر تندبه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27020" w14:paraId="33E42164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3E10C344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شبّان ما نبتت لحاهم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41FECEF" w14:textId="77777777" w:rsidR="00027020" w:rsidRDefault="00027020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7D14F82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معاريس ما نالوا مناهم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7020" w14:paraId="23066681" w14:textId="77777777" w:rsidTr="00964009">
        <w:trPr>
          <w:trHeight w:val="350"/>
        </w:trPr>
        <w:tc>
          <w:tcPr>
            <w:tcW w:w="3920" w:type="dxa"/>
          </w:tcPr>
          <w:p w14:paraId="51E1DA36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جفوني ولا اقدر جفاهم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7D1E22" w14:textId="77777777" w:rsidR="00027020" w:rsidRDefault="00027020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F9FA5C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ويلي على قبر حواهم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7020" w14:paraId="49E243B4" w14:textId="77777777" w:rsidTr="00964009">
        <w:trPr>
          <w:trHeight w:val="350"/>
        </w:trPr>
        <w:tc>
          <w:tcPr>
            <w:tcW w:w="3920" w:type="dxa"/>
          </w:tcPr>
          <w:p w14:paraId="4797167D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شبّان درزتهم كما العود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469906" w14:textId="77777777" w:rsidR="00027020" w:rsidRDefault="00027020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6925F7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على العلقمي العبّاس ممدود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7020" w14:paraId="09D93578" w14:textId="77777777" w:rsidTr="00964009">
        <w:trPr>
          <w:trHeight w:val="350"/>
        </w:trPr>
        <w:tc>
          <w:tcPr>
            <w:tcW w:w="3920" w:type="dxa"/>
          </w:tcPr>
          <w:p w14:paraId="084C3B78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اُوكلهم ابوسط المعركة ارقود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920D5C" w14:textId="77777777" w:rsidR="00027020" w:rsidRDefault="00027020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17670D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عطاشا ولا نالوا للورود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7020" w14:paraId="1070ECCD" w14:textId="77777777" w:rsidTr="00964009">
        <w:trPr>
          <w:trHeight w:val="350"/>
        </w:trPr>
        <w:tc>
          <w:tcPr>
            <w:tcW w:w="3920" w:type="dxa"/>
          </w:tcPr>
          <w:p w14:paraId="6CE4E49A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شبّان يمي لا تمرون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22E800" w14:textId="77777777" w:rsidR="00027020" w:rsidRDefault="00027020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2B0BCF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تشعبون قلبي من تونون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7020" w14:paraId="45D5568E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7393DD4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متى يا عديل الروح تلفون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05C130" w14:textId="77777777" w:rsidR="00027020" w:rsidRDefault="00027020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9D119BD" w14:textId="77777777" w:rsidR="00027020" w:rsidRDefault="00027020" w:rsidP="00964009">
            <w:pPr>
              <w:pStyle w:val="libPoem"/>
            </w:pPr>
            <w:r>
              <w:rPr>
                <w:rtl/>
                <w:lang w:bidi="fa-IR"/>
              </w:rPr>
              <w:t>لفرح وعيد ساعة اتجون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46658D5" w14:textId="77777777" w:rsidR="00EE7C84" w:rsidRDefault="00EE7C84" w:rsidP="00027020">
      <w:pPr>
        <w:pStyle w:val="libPoemCenter"/>
        <w:rPr>
          <w:lang w:bidi="fa-IR"/>
        </w:rPr>
      </w:pPr>
      <w:r>
        <w:rPr>
          <w:rtl/>
          <w:lang w:bidi="fa-IR"/>
        </w:rPr>
        <w:t>اهلكُم لكُم لو يستعدون</w:t>
      </w:r>
    </w:p>
    <w:p w14:paraId="056AB5A7" w14:textId="77777777" w:rsidR="00EE7C84" w:rsidRDefault="00EE7C84" w:rsidP="00027020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69C78C13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2755AEE3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فصل يشتمل على أحوال الزهراء (</w:t>
      </w:r>
      <w:r w:rsidR="00204F6E" w:rsidRPr="00204F6E">
        <w:rPr>
          <w:rStyle w:val="libAlaemChar"/>
          <w:rtl/>
        </w:rPr>
        <w:t>عليها‌السلام</w:t>
      </w:r>
      <w:r>
        <w:rPr>
          <w:rtl/>
          <w:lang w:bidi="fa-IR"/>
        </w:rPr>
        <w:t>) من ليلة الحادي عشر من المحرّم وما بعدها ، وأحوالها حين رأت ابنها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وما جرى عليه , وبكائها وتعازيها على أولادها (</w:t>
      </w:r>
      <w:r w:rsidR="00B01AF7" w:rsidRPr="00B01AF7">
        <w:rPr>
          <w:rStyle w:val="libAlaemChar"/>
          <w:rtl/>
        </w:rPr>
        <w:t>عليهم‌السلام</w:t>
      </w:r>
      <w:r>
        <w:rPr>
          <w:rtl/>
          <w:lang w:bidi="fa-IR"/>
        </w:rPr>
        <w:t>)</w:t>
      </w:r>
      <w:r w:rsidR="00FB110A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D5664" w14:paraId="4BE5331D" w14:textId="77777777" w:rsidTr="00ED5664">
        <w:trPr>
          <w:trHeight w:val="350"/>
        </w:trPr>
        <w:tc>
          <w:tcPr>
            <w:tcW w:w="3964" w:type="dxa"/>
            <w:shd w:val="clear" w:color="auto" w:fill="auto"/>
          </w:tcPr>
          <w:p w14:paraId="1D230938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يَمسمومي اُو يمذبوحي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64255925" w14:textId="77777777" w:rsidR="00ED5664" w:rsidRDefault="00ED5664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07D9DC4D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عليكُم لجدب 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664" w14:paraId="5104F12F" w14:textId="77777777" w:rsidTr="00ED5664">
        <w:trPr>
          <w:trHeight w:val="350"/>
        </w:trPr>
        <w:tc>
          <w:tcPr>
            <w:tcW w:w="3964" w:type="dxa"/>
          </w:tcPr>
          <w:p w14:paraId="32E6C1C4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حسن واِحسين يا 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9A45B10" w14:textId="77777777" w:rsidR="00ED5664" w:rsidRDefault="00ED5664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1464D02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عليكُم ذايب اُفّادي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664" w14:paraId="20EDA9BF" w14:textId="77777777" w:rsidTr="00ED5664">
        <w:trPr>
          <w:trHeight w:val="350"/>
        </w:trPr>
        <w:tc>
          <w:tcPr>
            <w:tcW w:w="3964" w:type="dxa"/>
          </w:tcPr>
          <w:p w14:paraId="45A57F66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صار النوح لي زادي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9155866" w14:textId="77777777" w:rsidR="00ED5664" w:rsidRDefault="00ED5664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2ED33EB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عليكُم لجدب 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664" w14:paraId="5B502921" w14:textId="77777777" w:rsidTr="00ED5664">
        <w:trPr>
          <w:trHeight w:val="350"/>
        </w:trPr>
        <w:tc>
          <w:tcPr>
            <w:tcW w:w="3964" w:type="dxa"/>
          </w:tcPr>
          <w:p w14:paraId="5895C307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اِمن أي جانب أهلّ دمعي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467B7B1" w14:textId="77777777" w:rsidR="00ED5664" w:rsidRDefault="00ED5664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9FEB41B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لبويه لو كَسر ضلعي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664" w14:paraId="55951B13" w14:textId="77777777" w:rsidTr="00ED5664">
        <w:trPr>
          <w:trHeight w:val="350"/>
        </w:trPr>
        <w:tc>
          <w:tcPr>
            <w:tcW w:w="3964" w:type="dxa"/>
          </w:tcPr>
          <w:p w14:paraId="2D46AF1B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لو اُولادي لهم أنعي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BB869AA" w14:textId="77777777" w:rsidR="00ED5664" w:rsidRDefault="00ED5664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CBA63D8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عليكُم لجدب 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664" w14:paraId="00E59192" w14:textId="77777777" w:rsidTr="00ED56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43C9E4A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أنا متمرمرة امن اسنين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491566C" w14:textId="77777777" w:rsidR="00ED5664" w:rsidRDefault="00ED5664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6AD4965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كم فجعة فجعني البَين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664" w14:paraId="73FDF4F3" w14:textId="77777777" w:rsidTr="00ED56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20E3468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واعظم فجعتي باِحسين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5FD2D41" w14:textId="77777777" w:rsidR="00ED5664" w:rsidRDefault="00ED5664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CBE1A27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عليكُم لجدب 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664" w14:paraId="5E8BE254" w14:textId="77777777" w:rsidTr="00ED56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0AB039D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واحد مات في داره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BB68941" w14:textId="77777777" w:rsidR="00ED5664" w:rsidRDefault="00ED5664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4BC801E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اُو واحد جتني اَخباره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664" w14:paraId="133FFB3C" w14:textId="77777777" w:rsidTr="00ED56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7768BC7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اُووحش البرِّ زوّاره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9DD3446" w14:textId="77777777" w:rsidR="00ED5664" w:rsidRDefault="00ED5664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62B3940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عليكُم لجدب 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664" w14:paraId="4E057169" w14:textId="77777777" w:rsidTr="00ED56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895DC01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واحد ملتظي ابسمّه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825D679" w14:textId="77777777" w:rsidR="00ED5664" w:rsidRDefault="00ED5664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EA1BE10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اُوهذا امعفّر اِبدمّه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664" w14:paraId="443FFCBC" w14:textId="77777777" w:rsidTr="00ED56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1DC9DE3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ذبيح اُو اخوته يمّه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7A1F803" w14:textId="77777777" w:rsidR="00ED5664" w:rsidRDefault="00ED5664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BB4702B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عليكُم لجدب 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664" w14:paraId="412B614F" w14:textId="77777777" w:rsidTr="00ED56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5CF8D57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أباغسلك من ادمومك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66E22A9" w14:textId="77777777" w:rsidR="00ED5664" w:rsidRDefault="00ED5664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A34A85A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اُو باكفنك باهدومك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664" w14:paraId="2AA4BC33" w14:textId="77777777" w:rsidTr="00ED56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840DAA8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أنه يومي قبل يومك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B113965" w14:textId="77777777" w:rsidR="00ED5664" w:rsidRDefault="00ED5664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ED3B3C7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عليكُم لجدب 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664" w14:paraId="7C23071A" w14:textId="77777777" w:rsidTr="00ED56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CD4C161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نصب عيني اُو قدّامي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90B5957" w14:textId="77777777" w:rsidR="00ED5664" w:rsidRDefault="00ED5664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36F33CD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يابني تنذبح ظامي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664" w14:paraId="0DC52463" w14:textId="77777777" w:rsidTr="00ED56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6D46329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بصك الكصف الك حامي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CECF954" w14:textId="77777777" w:rsidR="00ED5664" w:rsidRDefault="00ED5664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A25F8C3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عليكُم لجدب 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664" w14:paraId="02717DC3" w14:textId="77777777" w:rsidTr="00ED56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F11B1BF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أراك امكسّر الأعضا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4DCC6AD" w14:textId="77777777" w:rsidR="00ED5664" w:rsidRDefault="00ED5664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4BEAFF7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اُو مطروحاً على الرمضا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664" w14:paraId="60827D22" w14:textId="77777777" w:rsidTr="00ED56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6F24BF3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وخوك ابسمّه اتلظى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8588644" w14:textId="77777777" w:rsidR="00ED5664" w:rsidRDefault="00ED5664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723B924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عليكُم لجدب 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664" w14:paraId="119FF905" w14:textId="77777777" w:rsidTr="00ED56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9076024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يا لمقتول في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AFFEFEF" w14:textId="77777777" w:rsidR="00ED5664" w:rsidRDefault="00ED5664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7A4A021" w14:textId="77777777" w:rsidR="00ED5664" w:rsidRDefault="00ED5664" w:rsidP="00964009">
            <w:pPr>
              <w:pStyle w:val="libPoem"/>
            </w:pPr>
            <w:r>
              <w:rPr>
                <w:rtl/>
                <w:lang w:bidi="fa-IR"/>
              </w:rPr>
              <w:t>يمرمي والصدر مكسور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120DEE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36121" w14:paraId="03FEF7CF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25150716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على امصابك نثرت اشعور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2BD9A6E" w14:textId="77777777" w:rsidR="00E36121" w:rsidRDefault="00E3612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EDA33B8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عليكُم لجدب 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7756B22" w14:textId="77777777" w:rsidR="00EE7C84" w:rsidRDefault="00EE7C84" w:rsidP="00E36121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36121" w14:paraId="694271DE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1E9BD444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رحلتوا ياهل الشيمه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B2AF12B" w14:textId="77777777" w:rsidR="00E36121" w:rsidRDefault="00E3612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972EEDE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اُو تكلتونا على وجعان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6121" w14:paraId="69492745" w14:textId="77777777" w:rsidTr="00964009">
        <w:trPr>
          <w:trHeight w:val="350"/>
        </w:trPr>
        <w:tc>
          <w:tcPr>
            <w:tcW w:w="3920" w:type="dxa"/>
          </w:tcPr>
          <w:p w14:paraId="35174CD5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عجب يهلي نسيتونا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EB5288" w14:textId="77777777" w:rsidR="00E36121" w:rsidRDefault="00E3612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CA0C5D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نخينا ما لفيتونا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6121" w14:paraId="1901E872" w14:textId="77777777" w:rsidTr="00964009">
        <w:trPr>
          <w:trHeight w:val="350"/>
        </w:trPr>
        <w:tc>
          <w:tcPr>
            <w:tcW w:w="3920" w:type="dxa"/>
          </w:tcPr>
          <w:p w14:paraId="367479F4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على منهو تكلتونا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775118" w14:textId="77777777" w:rsidR="00E36121" w:rsidRDefault="00E3612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6EDC2F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تكلتونا على وجعان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6121" w14:paraId="69690D79" w14:textId="77777777" w:rsidTr="00964009">
        <w:trPr>
          <w:trHeight w:val="350"/>
        </w:trPr>
        <w:tc>
          <w:tcPr>
            <w:tcW w:w="3920" w:type="dxa"/>
          </w:tcPr>
          <w:p w14:paraId="793F0A11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عزيزتكُم ترجتكُم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723846" w14:textId="77777777" w:rsidR="00E36121" w:rsidRDefault="00E3612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E57FE9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على معتاد عادتكُم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6121" w14:paraId="49F73577" w14:textId="77777777" w:rsidTr="00964009">
        <w:trPr>
          <w:trHeight w:val="350"/>
        </w:trPr>
        <w:tc>
          <w:tcPr>
            <w:tcW w:w="3920" w:type="dxa"/>
          </w:tcPr>
          <w:p w14:paraId="7E36C73A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ولا تنسون ضيعتكُم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85E7F8" w14:textId="77777777" w:rsidR="00E36121" w:rsidRDefault="00E3612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20DE27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تكلتونا على وجعان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6121" w14:paraId="49482139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BCAF205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وقف ظالم على راسي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B370DA" w14:textId="77777777" w:rsidR="00E36121" w:rsidRDefault="00E3612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FD162A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اُوسلبني اُوكسر باسي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6121" w14:paraId="1C42FCE3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F2F6AFC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تعالوا لي يحراسي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28393D" w14:textId="77777777" w:rsidR="00E36121" w:rsidRDefault="00E3612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289E04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تكلتونا على وجعان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6121" w14:paraId="3BA47E34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0EC467D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تعالوا ابخيل طرّاده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35901D4" w14:textId="77777777" w:rsidR="00E36121" w:rsidRDefault="00E3612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A7E261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مثل ماهي لكم عاده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6121" w14:paraId="6FDE168F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08A5800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اُوردوا الخيل شرّاده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5EB9F0" w14:textId="77777777" w:rsidR="00E36121" w:rsidRDefault="00E3612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100008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تكلتونا على وجعان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6121" w14:paraId="7DB22EDB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6145C1E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تعوا ابدولة مثل أوّل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1EC197" w14:textId="77777777" w:rsidR="00E36121" w:rsidRDefault="00E3612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F59DC4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ابخيل مايزل صوّل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6121" w14:paraId="02041C00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7BC92C7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لكُم أيتام وامعوّل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57A2A6" w14:textId="77777777" w:rsidR="00E36121" w:rsidRDefault="00E3612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07A9A6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تكلتونا على وجعان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6121" w14:paraId="4A68C1B4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2B2E58B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اُوراياتكُم طويتوها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1CF285" w14:textId="77777777" w:rsidR="00E36121" w:rsidRDefault="00E3612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90ADCF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اُو عزيزتكُم تركتوها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6121" w14:paraId="4F2B1B76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FDBF89F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اُو حميتكُم نسيتوها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DDCA9F" w14:textId="77777777" w:rsidR="00E36121" w:rsidRDefault="00E3612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B30DF3" w14:textId="77777777" w:rsidR="00E36121" w:rsidRDefault="00E36121" w:rsidP="00964009">
            <w:pPr>
              <w:pStyle w:val="libPoem"/>
            </w:pPr>
            <w:r>
              <w:rPr>
                <w:rtl/>
                <w:lang w:bidi="fa-IR"/>
              </w:rPr>
              <w:t>نسيتوا يابني هاشم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3C96532" w14:textId="77777777" w:rsidR="00EE7C84" w:rsidRDefault="00EE7C84" w:rsidP="00E36121">
      <w:pPr>
        <w:pStyle w:val="libPoemCenter"/>
        <w:rPr>
          <w:lang w:bidi="fa-IR"/>
        </w:rPr>
      </w:pPr>
      <w:r>
        <w:rPr>
          <w:rtl/>
          <w:lang w:bidi="fa-IR"/>
        </w:rPr>
        <w:t>حميتكُم على النسوان</w:t>
      </w:r>
    </w:p>
    <w:p w14:paraId="203BF526" w14:textId="77777777" w:rsidR="00EE7C84" w:rsidRDefault="00EE7C84" w:rsidP="00E36121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37387F4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0D78BEA3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فيما يتعلق بمصيبة الإمام عليّ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</w:p>
    <w:p w14:paraId="6C362AE2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أباها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461AF" w14:paraId="5879EC84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75181EBA" w14:textId="77777777" w:rsidR="003461AF" w:rsidRDefault="002B2951" w:rsidP="00964009">
            <w:pPr>
              <w:pStyle w:val="libPoem"/>
            </w:pPr>
            <w:r>
              <w:rPr>
                <w:rtl/>
                <w:lang w:bidi="fa-IR"/>
              </w:rPr>
              <w:t>نادت اُودمع العين مسجوم</w:t>
            </w:r>
            <w:r w:rsidR="003461A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95FC4E0" w14:textId="77777777" w:rsidR="003461AF" w:rsidRDefault="003461AF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A10903B" w14:textId="77777777" w:rsidR="003461AF" w:rsidRDefault="002B2951" w:rsidP="00964009">
            <w:pPr>
              <w:pStyle w:val="libPoem"/>
            </w:pPr>
            <w:r>
              <w:rPr>
                <w:rtl/>
                <w:lang w:bidi="fa-IR"/>
              </w:rPr>
              <w:t>حالك ترى عاجبني اليوم</w:t>
            </w:r>
            <w:r w:rsidR="003461A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1AF" w14:paraId="222979A3" w14:textId="77777777" w:rsidTr="00964009">
        <w:trPr>
          <w:trHeight w:val="350"/>
        </w:trPr>
        <w:tc>
          <w:tcPr>
            <w:tcW w:w="3920" w:type="dxa"/>
          </w:tcPr>
          <w:p w14:paraId="58736FEC" w14:textId="77777777" w:rsidR="003461AF" w:rsidRDefault="002B2951" w:rsidP="00964009">
            <w:pPr>
              <w:pStyle w:val="libPoem"/>
            </w:pPr>
            <w:r>
              <w:rPr>
                <w:rtl/>
                <w:lang w:bidi="fa-IR"/>
              </w:rPr>
              <w:t>اشوف عينك عايفه النوم</w:t>
            </w:r>
            <w:r w:rsidR="003461A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99A71F" w14:textId="77777777" w:rsidR="003461AF" w:rsidRDefault="003461AF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AD29CE" w14:textId="77777777" w:rsidR="003461AF" w:rsidRDefault="002B2951" w:rsidP="00964009">
            <w:pPr>
              <w:pStyle w:val="libPoem"/>
            </w:pPr>
            <w:r>
              <w:rPr>
                <w:rtl/>
                <w:lang w:bidi="fa-IR"/>
              </w:rPr>
              <w:t>وامديم شابحها للنجوم</w:t>
            </w:r>
            <w:r w:rsidR="003461A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C2C25BA" w14:textId="77777777" w:rsidR="00EE7C84" w:rsidRDefault="00EE7C84" w:rsidP="002B2951">
      <w:pPr>
        <w:pStyle w:val="libPoemCenter"/>
        <w:rPr>
          <w:lang w:bidi="fa-IR"/>
        </w:rPr>
      </w:pPr>
      <w:r>
        <w:rPr>
          <w:rtl/>
          <w:lang w:bidi="fa-IR"/>
        </w:rPr>
        <w:t>دقلّي اشجرى يا بحر لعلوم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461AF" w14:paraId="1E20442B" w14:textId="77777777" w:rsidTr="003461AF">
        <w:trPr>
          <w:trHeight w:val="350"/>
        </w:trPr>
        <w:tc>
          <w:tcPr>
            <w:tcW w:w="3964" w:type="dxa"/>
            <w:shd w:val="clear" w:color="auto" w:fill="auto"/>
          </w:tcPr>
          <w:p w14:paraId="34B01D4C" w14:textId="77777777" w:rsidR="003461AF" w:rsidRDefault="002B2951" w:rsidP="00964009">
            <w:pPr>
              <w:pStyle w:val="libPoem"/>
            </w:pPr>
            <w:r>
              <w:rPr>
                <w:rtl/>
                <w:lang w:bidi="fa-IR"/>
              </w:rPr>
              <w:t>اتنادي اُودمع العين سكّاب</w:t>
            </w:r>
            <w:r w:rsidR="003461A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6360C672" w14:textId="77777777" w:rsidR="003461AF" w:rsidRDefault="003461AF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12A9FB74" w14:textId="77777777" w:rsidR="003461AF" w:rsidRDefault="002B2951" w:rsidP="00964009">
            <w:pPr>
              <w:pStyle w:val="libPoem"/>
            </w:pPr>
            <w:r>
              <w:rPr>
                <w:rtl/>
                <w:lang w:bidi="fa-IR"/>
              </w:rPr>
              <w:t>افجعتني يا داحي الباب</w:t>
            </w:r>
            <w:r w:rsidR="003461A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1AF" w14:paraId="3F42D97B" w14:textId="77777777" w:rsidTr="003461AF">
        <w:trPr>
          <w:trHeight w:val="350"/>
        </w:trPr>
        <w:tc>
          <w:tcPr>
            <w:tcW w:w="3964" w:type="dxa"/>
          </w:tcPr>
          <w:p w14:paraId="56E3F3D8" w14:textId="77777777" w:rsidR="003461AF" w:rsidRDefault="002B2951" w:rsidP="00964009">
            <w:pPr>
              <w:pStyle w:val="libPoem"/>
            </w:pPr>
            <w:r>
              <w:rPr>
                <w:rtl/>
                <w:lang w:bidi="fa-IR"/>
              </w:rPr>
              <w:t>قاسيت أهوال واَوصاب</w:t>
            </w:r>
            <w:r w:rsidR="003461A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20E9797" w14:textId="77777777" w:rsidR="003461AF" w:rsidRDefault="003461AF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4DA2179" w14:textId="77777777" w:rsidR="003461AF" w:rsidRDefault="002B2951" w:rsidP="00964009">
            <w:pPr>
              <w:pStyle w:val="libPoem"/>
            </w:pPr>
            <w:r>
              <w:rPr>
                <w:rtl/>
                <w:lang w:bidi="fa-IR"/>
              </w:rPr>
              <w:t>اُوكنّة الثريا صارت اتراب</w:t>
            </w:r>
            <w:r w:rsidR="003461A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1AF" w14:paraId="7FBC2C82" w14:textId="77777777" w:rsidTr="003461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29E08D6" w14:textId="77777777" w:rsidR="003461AF" w:rsidRDefault="002B2951" w:rsidP="00964009">
            <w:pPr>
              <w:pStyle w:val="libPoem"/>
            </w:pPr>
            <w:r>
              <w:rPr>
                <w:rtl/>
                <w:lang w:bidi="fa-IR"/>
              </w:rPr>
              <w:t>شيبتني يا داحي الباب</w:t>
            </w:r>
            <w:r w:rsidR="003461A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3C5B70A" w14:textId="77777777" w:rsidR="003461AF" w:rsidRDefault="003461AF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30B9E13" w14:textId="77777777" w:rsidR="003461AF" w:rsidRDefault="002B2951" w:rsidP="00964009">
            <w:pPr>
              <w:pStyle w:val="libPoem"/>
            </w:pPr>
            <w:r>
              <w:rPr>
                <w:rtl/>
                <w:lang w:bidi="fa-IR"/>
              </w:rPr>
              <w:t>اُوفعلك يبويه زادني اصواب</w:t>
            </w:r>
            <w:r w:rsidR="003461A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1AF" w14:paraId="3DF607E3" w14:textId="77777777" w:rsidTr="003461A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104848A" w14:textId="77777777" w:rsidR="003461AF" w:rsidRDefault="002B2951" w:rsidP="00964009">
            <w:pPr>
              <w:pStyle w:val="libPoem"/>
            </w:pPr>
            <w:r>
              <w:rPr>
                <w:rtl/>
                <w:lang w:bidi="fa-IR"/>
              </w:rPr>
              <w:t>اُودمعي جرى بالخد سكّاب</w:t>
            </w:r>
            <w:r w:rsidR="003461A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55D9226" w14:textId="77777777" w:rsidR="003461AF" w:rsidRDefault="003461AF" w:rsidP="00964009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1BCAAED" w14:textId="77777777" w:rsidR="003461AF" w:rsidRDefault="002B2951" w:rsidP="00964009">
            <w:pPr>
              <w:pStyle w:val="libPoem"/>
            </w:pPr>
            <w:r>
              <w:rPr>
                <w:rtl/>
                <w:lang w:bidi="fa-IR"/>
              </w:rPr>
              <w:t>اتودع إلى اُولادك ولصحاب</w:t>
            </w:r>
            <w:r w:rsidR="003461A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2995561" w14:textId="77777777" w:rsidR="00EE7C84" w:rsidRDefault="00EE7C84" w:rsidP="00855DBD">
      <w:pPr>
        <w:pStyle w:val="libPoemCenter"/>
        <w:rPr>
          <w:lang w:bidi="fa-IR"/>
        </w:rPr>
      </w:pPr>
      <w:r>
        <w:rPr>
          <w:rtl/>
          <w:lang w:bidi="fa-IR"/>
        </w:rPr>
        <w:t>معلوم هالليلة بتنصاب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B2951" w14:paraId="4B1BCF37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6F6D2069" w14:textId="77777777" w:rsidR="002B2951" w:rsidRDefault="002B2951" w:rsidP="00964009">
            <w:pPr>
              <w:pStyle w:val="libPoem"/>
            </w:pPr>
            <w:r>
              <w:rPr>
                <w:rtl/>
                <w:lang w:bidi="fa-IR"/>
              </w:rPr>
              <w:t>لا تطلع المسجد الليله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881427F" w14:textId="77777777" w:rsidR="002B2951" w:rsidRDefault="002B295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1E0E0C6" w14:textId="77777777" w:rsidR="002B2951" w:rsidRDefault="002B2951" w:rsidP="00964009">
            <w:pPr>
              <w:pStyle w:val="libPoem"/>
            </w:pPr>
            <w:r>
              <w:rPr>
                <w:rtl/>
                <w:lang w:bidi="fa-IR"/>
              </w:rPr>
              <w:t>متوسّلة باكبر وسيله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B2951" w14:paraId="738FED76" w14:textId="77777777" w:rsidTr="00964009">
        <w:trPr>
          <w:trHeight w:val="350"/>
        </w:trPr>
        <w:tc>
          <w:tcPr>
            <w:tcW w:w="3920" w:type="dxa"/>
          </w:tcPr>
          <w:p w14:paraId="04E94F2B" w14:textId="77777777" w:rsidR="002B2951" w:rsidRDefault="002B2951" w:rsidP="00964009">
            <w:pPr>
              <w:pStyle w:val="libPoem"/>
            </w:pPr>
            <w:r>
              <w:rPr>
                <w:rtl/>
                <w:lang w:bidi="fa-IR"/>
              </w:rPr>
              <w:t>جدّي النّبي واُمّي الجليله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8EE477" w14:textId="77777777" w:rsidR="002B2951" w:rsidRDefault="002B295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DF536A" w14:textId="77777777" w:rsidR="002B2951" w:rsidRDefault="002B2951" w:rsidP="00964009">
            <w:pPr>
              <w:pStyle w:val="libPoem"/>
            </w:pPr>
            <w:r>
              <w:rPr>
                <w:rtl/>
                <w:lang w:bidi="fa-IR"/>
              </w:rPr>
              <w:t>خوفي العدى تعمل الحيله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B2951" w14:paraId="3A0095EF" w14:textId="77777777" w:rsidTr="00964009">
        <w:trPr>
          <w:trHeight w:val="350"/>
        </w:trPr>
        <w:tc>
          <w:tcPr>
            <w:tcW w:w="3920" w:type="dxa"/>
          </w:tcPr>
          <w:p w14:paraId="7395AD8B" w14:textId="77777777" w:rsidR="002B2951" w:rsidRDefault="002B2951" w:rsidP="00964009">
            <w:pPr>
              <w:pStyle w:val="libPoem"/>
            </w:pPr>
            <w:r>
              <w:rPr>
                <w:rtl/>
                <w:lang w:bidi="fa-IR"/>
              </w:rPr>
              <w:t>وانا خايفة تقتل الليله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02F9A11" w14:textId="77777777" w:rsidR="002B2951" w:rsidRDefault="002B295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365FA8" w14:textId="77777777" w:rsidR="002B2951" w:rsidRDefault="002B2951" w:rsidP="00964009">
            <w:pPr>
              <w:pStyle w:val="libPoem"/>
            </w:pPr>
            <w:r>
              <w:rPr>
                <w:rtl/>
                <w:lang w:bidi="fa-IR"/>
              </w:rPr>
              <w:t>وأبقى عقب عينك ذليله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B2951" w14:paraId="70C50929" w14:textId="77777777" w:rsidTr="00964009">
        <w:trPr>
          <w:trHeight w:val="350"/>
        </w:trPr>
        <w:tc>
          <w:tcPr>
            <w:tcW w:w="3920" w:type="dxa"/>
          </w:tcPr>
          <w:p w14:paraId="4384CCDD" w14:textId="77777777" w:rsidR="002B2951" w:rsidRDefault="002B2951" w:rsidP="00964009">
            <w:pPr>
              <w:pStyle w:val="libPoem"/>
            </w:pPr>
            <w:r>
              <w:rPr>
                <w:rtl/>
                <w:lang w:bidi="fa-IR"/>
              </w:rPr>
              <w:t>يا ناصر أحمد يابن عمّه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B4085C" w14:textId="77777777" w:rsidR="002B2951" w:rsidRDefault="002B295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B1959B" w14:textId="77777777" w:rsidR="002B2951" w:rsidRDefault="002B2951" w:rsidP="00964009">
            <w:pPr>
              <w:pStyle w:val="libPoem"/>
            </w:pPr>
            <w:r>
              <w:rPr>
                <w:rtl/>
                <w:lang w:bidi="fa-IR"/>
              </w:rPr>
              <w:t>يكاشف عن المختار غمّه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B2951" w14:paraId="0CEF9104" w14:textId="77777777" w:rsidTr="00964009">
        <w:trPr>
          <w:trHeight w:val="350"/>
        </w:trPr>
        <w:tc>
          <w:tcPr>
            <w:tcW w:w="3920" w:type="dxa"/>
          </w:tcPr>
          <w:p w14:paraId="51FD7064" w14:textId="77777777" w:rsidR="002B2951" w:rsidRDefault="002B2951" w:rsidP="00964009">
            <w:pPr>
              <w:pStyle w:val="libPoem"/>
            </w:pPr>
            <w:r>
              <w:rPr>
                <w:rtl/>
                <w:lang w:bidi="fa-IR"/>
              </w:rPr>
              <w:t>أبويه علي يا باب علمه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CD87F8" w14:textId="77777777" w:rsidR="002B2951" w:rsidRDefault="002B295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E5EE31" w14:textId="77777777" w:rsidR="002B2951" w:rsidRDefault="002B2951" w:rsidP="00964009">
            <w:pPr>
              <w:pStyle w:val="libPoem"/>
            </w:pPr>
            <w:r>
              <w:rPr>
                <w:rtl/>
                <w:lang w:bidi="fa-IR"/>
              </w:rPr>
              <w:t>يممدوح في طاها اُو عمّه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D9B0E4F" w14:textId="77777777" w:rsidR="00EE7C84" w:rsidRDefault="00EE7C84" w:rsidP="00855DBD">
      <w:pPr>
        <w:pStyle w:val="libPoemCenter"/>
        <w:rPr>
          <w:lang w:bidi="fa-IR"/>
        </w:rPr>
      </w:pPr>
      <w:r>
        <w:rPr>
          <w:rtl/>
          <w:lang w:bidi="fa-IR"/>
        </w:rPr>
        <w:t>أتوخّر لقلبي اتزول همّه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B2951" w14:paraId="760DF05E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2080CDF5" w14:textId="77777777" w:rsidR="002B2951" w:rsidRDefault="002B2951" w:rsidP="00964009">
            <w:pPr>
              <w:pStyle w:val="libPoem"/>
            </w:pPr>
            <w:r>
              <w:rPr>
                <w:rtl/>
                <w:lang w:bidi="fa-IR"/>
              </w:rPr>
              <w:t>ريّض يمحيي دارس الميت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86A0101" w14:textId="77777777" w:rsidR="002B2951" w:rsidRDefault="002B295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5B54466" w14:textId="77777777" w:rsidR="002B2951" w:rsidRDefault="002B2951" w:rsidP="00964009">
            <w:pPr>
              <w:pStyle w:val="libPoem"/>
            </w:pPr>
            <w:r>
              <w:rPr>
                <w:rtl/>
                <w:lang w:bidi="fa-IR"/>
              </w:rPr>
              <w:t>متوسّلة ابسيّد هل البيت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B2951" w14:paraId="0461BFE7" w14:textId="77777777" w:rsidTr="00964009">
        <w:trPr>
          <w:trHeight w:val="350"/>
        </w:trPr>
        <w:tc>
          <w:tcPr>
            <w:tcW w:w="3920" w:type="dxa"/>
          </w:tcPr>
          <w:p w14:paraId="0FCB34E5" w14:textId="77777777" w:rsidR="002B2951" w:rsidRDefault="002B2951" w:rsidP="00964009">
            <w:pPr>
              <w:pStyle w:val="libPoem"/>
            </w:pPr>
            <w:r>
              <w:rPr>
                <w:rtl/>
                <w:lang w:bidi="fa-IR"/>
              </w:rPr>
              <w:t>جدّي النّبي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توانيت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B8FAA7" w14:textId="77777777" w:rsidR="002B2951" w:rsidRDefault="002B2951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749AC2" w14:textId="77777777" w:rsidR="002B2951" w:rsidRDefault="002B2951" w:rsidP="00964009">
            <w:pPr>
              <w:pStyle w:val="libPoem"/>
            </w:pPr>
            <w:r>
              <w:rPr>
                <w:rtl/>
                <w:lang w:bidi="fa-IR"/>
              </w:rPr>
              <w:t>يابوي ريّض صلِّ في البيت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50BA69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41633" w14:paraId="17FC6C43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1B037029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أنا خاف من تطلع فلا جيت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DF2A54A" w14:textId="77777777" w:rsidR="00041633" w:rsidRDefault="00041633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0BC0444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سالم اُوشملي اِيروح تشتيت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1633" w14:paraId="19F44525" w14:textId="77777777" w:rsidTr="00964009">
        <w:trPr>
          <w:trHeight w:val="350"/>
        </w:trPr>
        <w:tc>
          <w:tcPr>
            <w:tcW w:w="3920" w:type="dxa"/>
          </w:tcPr>
          <w:p w14:paraId="49D20BB9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يا بوي يا عزي اُومجدي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1899B1" w14:textId="77777777" w:rsidR="00041633" w:rsidRDefault="00041633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CCDAD7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متوسّلة عندك ابجدي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1633" w14:paraId="29639B2C" w14:textId="77777777" w:rsidTr="00964009">
        <w:trPr>
          <w:trHeight w:val="350"/>
        </w:trPr>
        <w:tc>
          <w:tcPr>
            <w:tcW w:w="3920" w:type="dxa"/>
          </w:tcPr>
          <w:p w14:paraId="4B0D6A84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عاين لدمعي فوق خدي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BC2E21" w14:textId="77777777" w:rsidR="00041633" w:rsidRDefault="00041633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42A292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للمسحد الليلة لتغدي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1633" w14:paraId="4CF0EC42" w14:textId="77777777" w:rsidTr="00964009">
        <w:trPr>
          <w:trHeight w:val="350"/>
        </w:trPr>
        <w:tc>
          <w:tcPr>
            <w:tcW w:w="3920" w:type="dxa"/>
          </w:tcPr>
          <w:p w14:paraId="6D44C28B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خوفي العدى ايهدمون هجدي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E84D5B" w14:textId="77777777" w:rsidR="00041633" w:rsidRDefault="00041633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7EC3D1A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لتروح واتزيد لوجدي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1A47A57" w14:textId="77777777" w:rsidR="00EE7C84" w:rsidRDefault="00EE7C84" w:rsidP="00855DBD">
      <w:pPr>
        <w:pStyle w:val="libPoemCenter"/>
        <w:rPr>
          <w:lang w:bidi="fa-IR"/>
        </w:rPr>
      </w:pPr>
      <w:r>
        <w:rPr>
          <w:rtl/>
          <w:lang w:bidi="fa-IR"/>
        </w:rPr>
        <w:t>يبويه الليلة صل عندي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41633" w14:paraId="5DA4BCE9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2DF637B2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يبدر الدجى يا معدن الجود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9C36434" w14:textId="77777777" w:rsidR="00041633" w:rsidRDefault="00041633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7E8161A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يمطوق حلق عمر باعمود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1633" w14:paraId="60770186" w14:textId="77777777" w:rsidTr="00964009">
        <w:trPr>
          <w:trHeight w:val="350"/>
        </w:trPr>
        <w:tc>
          <w:tcPr>
            <w:tcW w:w="3920" w:type="dxa"/>
          </w:tcPr>
          <w:p w14:paraId="13F00BD7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الك يوم خيبر حرب ليهود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02FEBC" w14:textId="77777777" w:rsidR="00041633" w:rsidRDefault="00041633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F36503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اُو يوم الهرير الحرب مشهود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1633" w14:paraId="048CC1B8" w14:textId="77777777" w:rsidTr="00964009">
        <w:trPr>
          <w:trHeight w:val="350"/>
        </w:trPr>
        <w:tc>
          <w:tcPr>
            <w:tcW w:w="3920" w:type="dxa"/>
          </w:tcPr>
          <w:p w14:paraId="50825EED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أطلب من الباري المعبود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807D7E" w14:textId="77777777" w:rsidR="00041633" w:rsidRDefault="00041633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5B2AFB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يسلّم أبو الحسنين ويعود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6F05DDA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عليٌّ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يخاطب ابنته زينب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41633" w14:paraId="01EDF8B6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6E4D3BE6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نادى اُودمع العين سايل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3FFE03E" w14:textId="77777777" w:rsidR="00041633" w:rsidRDefault="00041633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A4A5D67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يا بِنتْ ح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>ل المشاكل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1633" w14:paraId="457D5C0D" w14:textId="77777777" w:rsidTr="00964009">
        <w:trPr>
          <w:trHeight w:val="350"/>
        </w:trPr>
        <w:tc>
          <w:tcPr>
            <w:tcW w:w="3920" w:type="dxa"/>
          </w:tcPr>
          <w:p w14:paraId="216B0BC0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لا تكثري اعليّه المسائل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AE8FFC" w14:textId="77777777" w:rsidR="00041633" w:rsidRDefault="00041633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D668C0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يبنتي المنيّة الها دلايل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1633" w14:paraId="3A04F305" w14:textId="77777777" w:rsidTr="00964009">
        <w:trPr>
          <w:trHeight w:val="350"/>
        </w:trPr>
        <w:tc>
          <w:tcPr>
            <w:tcW w:w="3920" w:type="dxa"/>
          </w:tcPr>
          <w:p w14:paraId="75413171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إلى الله البقى والكل زايل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12AA45" w14:textId="77777777" w:rsidR="00041633" w:rsidRDefault="00041633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1AFA66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وان صدق ظني يا افاضل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AEBEA18" w14:textId="77777777" w:rsidR="00EE7C84" w:rsidRDefault="00EE7C84" w:rsidP="00855DBD">
      <w:pPr>
        <w:pStyle w:val="libPoemCenter"/>
        <w:rPr>
          <w:lang w:bidi="fa-IR"/>
        </w:rPr>
      </w:pPr>
      <w:r>
        <w:rPr>
          <w:rtl/>
          <w:lang w:bidi="fa-IR"/>
        </w:rPr>
        <w:t>تالي الأمر هاليوم شايل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461AF" w14:paraId="3E773038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77808E68" w14:textId="77777777" w:rsidR="003461AF" w:rsidRDefault="00041633" w:rsidP="00964009">
            <w:pPr>
              <w:pStyle w:val="libPoem"/>
            </w:pPr>
            <w:r>
              <w:rPr>
                <w:rtl/>
                <w:lang w:bidi="fa-IR"/>
              </w:rPr>
              <w:t>يزينب تخلي القول عنّي</w:t>
            </w:r>
            <w:r w:rsidR="003461A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9E41702" w14:textId="77777777" w:rsidR="003461AF" w:rsidRDefault="003461AF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E535881" w14:textId="77777777" w:rsidR="003461AF" w:rsidRDefault="00041633" w:rsidP="00964009">
            <w:pPr>
              <w:pStyle w:val="libPoem"/>
            </w:pPr>
            <w:r>
              <w:rPr>
                <w:rtl/>
                <w:lang w:bidi="fa-IR"/>
              </w:rPr>
              <w:t>لبطال كلها اتهاب مني</w:t>
            </w:r>
            <w:r w:rsidR="003461A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1AF" w14:paraId="6A782B96" w14:textId="77777777" w:rsidTr="00964009">
        <w:trPr>
          <w:trHeight w:val="350"/>
        </w:trPr>
        <w:tc>
          <w:tcPr>
            <w:tcW w:w="3920" w:type="dxa"/>
          </w:tcPr>
          <w:p w14:paraId="7D81A8A2" w14:textId="77777777" w:rsidR="003461AF" w:rsidRDefault="00041633" w:rsidP="00964009">
            <w:pPr>
              <w:pStyle w:val="libPoem"/>
            </w:pPr>
            <w:r>
              <w:rPr>
                <w:rtl/>
                <w:lang w:bidi="fa-IR"/>
              </w:rPr>
              <w:t>اُوكل القبايل تعرفني</w:t>
            </w:r>
            <w:r w:rsidR="003461A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2F5C50" w14:textId="77777777" w:rsidR="003461AF" w:rsidRDefault="003461AF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F566DF" w14:textId="77777777" w:rsidR="003461AF" w:rsidRDefault="00041633" w:rsidP="00964009">
            <w:pPr>
              <w:pStyle w:val="libPoem"/>
            </w:pPr>
            <w:r>
              <w:rPr>
                <w:rtl/>
                <w:lang w:bidi="fa-IR"/>
              </w:rPr>
              <w:t>انكان لمقدر قرب مني</w:t>
            </w:r>
            <w:r w:rsidR="003461A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F2D0AA3" w14:textId="77777777" w:rsidR="00EE7C84" w:rsidRDefault="00EE7C84" w:rsidP="00855DBD">
      <w:pPr>
        <w:pStyle w:val="libPoemCenter"/>
        <w:rPr>
          <w:lang w:bidi="fa-IR"/>
        </w:rPr>
      </w:pPr>
      <w:r>
        <w:rPr>
          <w:rtl/>
          <w:lang w:bidi="fa-IR"/>
        </w:rPr>
        <w:t>ماحد يرد الموت عنّي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41633" w14:paraId="4473CDDA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1DFDCD55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تدرين زينب يا 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CBAFF9C" w14:textId="77777777" w:rsidR="00041633" w:rsidRDefault="00041633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CECD353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انا بوك ما هاب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1633" w14:paraId="7307B001" w14:textId="77777777" w:rsidTr="00964009">
        <w:trPr>
          <w:trHeight w:val="350"/>
        </w:trPr>
        <w:tc>
          <w:tcPr>
            <w:tcW w:w="3920" w:type="dxa"/>
          </w:tcPr>
          <w:p w14:paraId="29ACEE9A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يوم الحرب مشهود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4A4B95" w14:textId="77777777" w:rsidR="00041633" w:rsidRDefault="00041633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427177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امقدم انا في كُل قضيّه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1633" w14:paraId="24AF0EE1" w14:textId="77777777" w:rsidTr="00964009">
        <w:trPr>
          <w:trHeight w:val="350"/>
        </w:trPr>
        <w:tc>
          <w:tcPr>
            <w:tcW w:w="3920" w:type="dxa"/>
          </w:tcPr>
          <w:p w14:paraId="08F80509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كم بطل جرعته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E5E8B0" w14:textId="77777777" w:rsidR="00041633" w:rsidRDefault="00041633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1C672D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عمر بن ود العامريّه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1633" w14:paraId="05845653" w14:textId="77777777" w:rsidTr="00964009">
        <w:trPr>
          <w:trHeight w:val="350"/>
        </w:trPr>
        <w:tc>
          <w:tcPr>
            <w:tcW w:w="3920" w:type="dxa"/>
          </w:tcPr>
          <w:p w14:paraId="6ADA85EF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دعيته على الغبرة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510481" w14:textId="77777777" w:rsidR="00041633" w:rsidRDefault="00041633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26AB3F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ورديت فرسان 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1633" w14:paraId="377E90FB" w14:textId="77777777" w:rsidTr="00964009">
        <w:trPr>
          <w:trHeight w:val="350"/>
        </w:trPr>
        <w:tc>
          <w:tcPr>
            <w:tcW w:w="3920" w:type="dxa"/>
          </w:tcPr>
          <w:p w14:paraId="40F057BD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امقدم انا في كُل سريّه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62C03B" w14:textId="77777777" w:rsidR="00041633" w:rsidRDefault="00041633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7577B7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وانكان الأجل داني اليّه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1633" w14:paraId="4133B4D7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D8CBD6F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ما تندفع عنّي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4C1367" w14:textId="77777777" w:rsidR="00041633" w:rsidRDefault="00041633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914C94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ردي لدارك يا 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1633" w14:paraId="5FB49BFB" w14:textId="77777777" w:rsidTr="0096400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7AD653B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وان صدق ظني يا بنيّه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11936D" w14:textId="77777777" w:rsidR="00041633" w:rsidRDefault="00041633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519458" w14:textId="77777777" w:rsidR="00041633" w:rsidRDefault="00041633" w:rsidP="00964009">
            <w:pPr>
              <w:pStyle w:val="libPoem"/>
            </w:pPr>
            <w:r>
              <w:rPr>
                <w:rtl/>
                <w:lang w:bidi="fa-IR"/>
              </w:rPr>
              <w:t>انا المصطفى موعز اليّه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ED0C5E0" w14:textId="77777777" w:rsidR="00EE7C84" w:rsidRDefault="00EE7C84" w:rsidP="00855DBD">
      <w:pPr>
        <w:pStyle w:val="libPoemCenter"/>
        <w:rPr>
          <w:lang w:bidi="fa-IR"/>
        </w:rPr>
      </w:pPr>
      <w:r>
        <w:rPr>
          <w:rtl/>
          <w:lang w:bidi="fa-IR"/>
        </w:rPr>
        <w:t>انصاب في هذي العشيّه</w:t>
      </w:r>
    </w:p>
    <w:p w14:paraId="1A43E61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39DFA1CE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وبعدما خرج قاصداً المسجد وقفت زينب على الباب ترتقب رجوع أبيها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70B95" w14:paraId="120FBE87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534F2950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على الباب نترقّب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EF0B4DC" w14:textId="77777777" w:rsidR="00E70B95" w:rsidRDefault="00E70B9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3572AC0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مدري الليلة يرد 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0B95" w14:paraId="4B658EC0" w14:textId="77777777" w:rsidTr="00964009">
        <w:trPr>
          <w:trHeight w:val="350"/>
        </w:trPr>
        <w:tc>
          <w:tcPr>
            <w:tcW w:w="3920" w:type="dxa"/>
          </w:tcPr>
          <w:p w14:paraId="010CEC0E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وتظلم الدّنيا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C8929A" w14:textId="77777777" w:rsidR="00E70B95" w:rsidRDefault="00E70B9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ACFCA9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نطلب من الباري يجينا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2222DCD" w14:textId="77777777" w:rsidR="00EE7C84" w:rsidRDefault="00EE7C84" w:rsidP="00E70B95">
      <w:pPr>
        <w:pStyle w:val="libPoemCenter"/>
        <w:rPr>
          <w:lang w:bidi="fa-IR"/>
        </w:rPr>
      </w:pPr>
      <w:r>
        <w:rPr>
          <w:rtl/>
          <w:lang w:bidi="fa-IR"/>
        </w:rPr>
        <w:t>عسى الله يعودك يا ولينا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70B95" w14:paraId="26DA519A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4443C0FA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عسى الله يعوده إلى يتاماه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64F16CD" w14:textId="77777777" w:rsidR="00E70B95" w:rsidRDefault="00E70B9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32AAA76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اُويرد لطفاله والى ابناه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0B95" w14:paraId="3787856A" w14:textId="77777777" w:rsidTr="00964009">
        <w:trPr>
          <w:trHeight w:val="350"/>
        </w:trPr>
        <w:tc>
          <w:tcPr>
            <w:tcW w:w="3920" w:type="dxa"/>
          </w:tcPr>
          <w:p w14:paraId="20794788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ويلاه يا كرّار ويلاه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B9E3ED" w14:textId="77777777" w:rsidR="00E70B95" w:rsidRDefault="00E70B9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69EBCA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لرجع لداري وانصب اعزاه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51615F6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الهاشميّين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70B95" w14:paraId="3094C2CB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1B557222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هل البيت قعدوا ولا تنامون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8084E2E" w14:textId="77777777" w:rsidR="00E70B95" w:rsidRDefault="00E70B9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1AC0DA8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انا شايفه استنكار بالكون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0B95" w14:paraId="78D87C25" w14:textId="77777777" w:rsidTr="00964009">
        <w:trPr>
          <w:trHeight w:val="350"/>
        </w:trPr>
        <w:tc>
          <w:tcPr>
            <w:tcW w:w="3920" w:type="dxa"/>
          </w:tcPr>
          <w:p w14:paraId="5601BAA4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اُولنجوم بس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يتهاوون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61F7B4" w14:textId="77777777" w:rsidR="00E70B95" w:rsidRDefault="00E70B9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686ADE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ولادري ابحيدر ويش بيكون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0B95" w14:paraId="577003AD" w14:textId="77777777" w:rsidTr="00964009">
        <w:trPr>
          <w:trHeight w:val="350"/>
        </w:trPr>
        <w:tc>
          <w:tcPr>
            <w:tcW w:w="3920" w:type="dxa"/>
          </w:tcPr>
          <w:p w14:paraId="241F8BCF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خوفي انا وانتون تدرون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433B1F" w14:textId="77777777" w:rsidR="00E70B95" w:rsidRDefault="00E70B9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3FF392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كله على هزاز لحصون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F49E34E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إخوانها (</w:t>
      </w:r>
      <w:r w:rsidR="00B01AF7" w:rsidRPr="00B01AF7">
        <w:rPr>
          <w:rStyle w:val="libAlaemChar"/>
          <w:rtl/>
        </w:rPr>
        <w:t>عليهم‌السلام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70B95" w14:paraId="31399DF4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50A210E9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قعدوا مهي حلولة الرقده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46F91EF" w14:textId="77777777" w:rsidR="00E70B95" w:rsidRDefault="00E70B9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73E6F1D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اُبوكُم مشى الجامع اِبوحده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0B95" w14:paraId="5254134E" w14:textId="77777777" w:rsidTr="00964009">
        <w:trPr>
          <w:trHeight w:val="350"/>
        </w:trPr>
        <w:tc>
          <w:tcPr>
            <w:tcW w:w="3920" w:type="dxa"/>
          </w:tcPr>
          <w:p w14:paraId="0A6D5B35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وانا خايفة أحد ايرصده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50B142" w14:textId="77777777" w:rsidR="00E70B95" w:rsidRDefault="00E70B9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AD02DF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تدرون له أحباب واعدا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E757F8F" w14:textId="77777777" w:rsidR="00EE7C84" w:rsidRDefault="00EE7C84" w:rsidP="00E70B95">
      <w:pPr>
        <w:pStyle w:val="libPoemCenter"/>
        <w:rPr>
          <w:lang w:bidi="fa-IR"/>
        </w:rPr>
      </w:pPr>
      <w:r>
        <w:rPr>
          <w:rtl/>
          <w:lang w:bidi="fa-IR"/>
        </w:rPr>
        <w:t>اُو المرادي حل وعده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70B95" w14:paraId="681009EF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7CAB8430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يا ولاد من هو للشمس 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AFB0D5D" w14:textId="77777777" w:rsidR="00E70B95" w:rsidRDefault="00E70B9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C3C8039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يا حسن واِحسين الممجد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0B95" w14:paraId="63DEA69A" w14:textId="77777777" w:rsidTr="00964009">
        <w:trPr>
          <w:trHeight w:val="350"/>
        </w:trPr>
        <w:tc>
          <w:tcPr>
            <w:tcW w:w="3920" w:type="dxa"/>
          </w:tcPr>
          <w:p w14:paraId="4A5A0026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عبّاس أخويه يا محمّد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C481FA" w14:textId="77777777" w:rsidR="00E70B95" w:rsidRDefault="00E70B9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BB3B4D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قوموا ترى هي وصلت الحد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0B95" w14:paraId="09D67B0E" w14:textId="77777777" w:rsidTr="00964009">
        <w:trPr>
          <w:trHeight w:val="350"/>
        </w:trPr>
        <w:tc>
          <w:tcPr>
            <w:tcW w:w="3920" w:type="dxa"/>
          </w:tcPr>
          <w:p w14:paraId="6FAA5389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اُوروحوا إلى بوكُم المسجد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53ADB2" w14:textId="77777777" w:rsidR="00E70B95" w:rsidRDefault="00E70B9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3B7A7A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قبل شملنا ما ايتبدد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0B95" w14:paraId="4493091E" w14:textId="77777777" w:rsidTr="00964009">
        <w:trPr>
          <w:trHeight w:val="350"/>
        </w:trPr>
        <w:tc>
          <w:tcPr>
            <w:tcW w:w="3920" w:type="dxa"/>
          </w:tcPr>
          <w:p w14:paraId="043B8EAC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قوموا ابعجل لزموا للدروب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DD1401" w14:textId="77777777" w:rsidR="00E70B95" w:rsidRDefault="00E70B9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555B0E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اُو نظروا لنا كشّاف لكروب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0B95" w14:paraId="2DDC4FD0" w14:textId="77777777" w:rsidTr="00964009">
        <w:trPr>
          <w:trHeight w:val="350"/>
        </w:trPr>
        <w:tc>
          <w:tcPr>
            <w:tcW w:w="3920" w:type="dxa"/>
          </w:tcPr>
          <w:p w14:paraId="57D1A66E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من طلع خلا القلب ملهوب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EA9E55" w14:textId="77777777" w:rsidR="00E70B95" w:rsidRDefault="00E70B95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C8EA95" w14:textId="77777777" w:rsidR="00E70B95" w:rsidRDefault="00E70B95" w:rsidP="00964009">
            <w:pPr>
              <w:pStyle w:val="libPoem"/>
            </w:pPr>
            <w:r>
              <w:rPr>
                <w:rtl/>
                <w:lang w:bidi="fa-IR"/>
              </w:rPr>
              <w:t>اِباذوب يحواني اباذوب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7EEB7C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64009" w14:paraId="2650649E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1C0E1A20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مادام باقي شهر لصيام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40D11C5" w14:textId="77777777" w:rsidR="00964009" w:rsidRDefault="00964009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46F8BBB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اُو عشر الأواخر منّه أيّام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4009" w14:paraId="0ED7D714" w14:textId="77777777" w:rsidTr="00964009">
        <w:trPr>
          <w:trHeight w:val="350"/>
        </w:trPr>
        <w:tc>
          <w:tcPr>
            <w:tcW w:w="3920" w:type="dxa"/>
          </w:tcPr>
          <w:p w14:paraId="7530D983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ياُولاد حيدر كلكُم اَكرام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1567CE" w14:textId="77777777" w:rsidR="00964009" w:rsidRDefault="00964009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3C355C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بالليل منكُم ما حد اينام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4009" w14:paraId="7EB88D73" w14:textId="77777777" w:rsidTr="00964009">
        <w:trPr>
          <w:trHeight w:val="350"/>
        </w:trPr>
        <w:tc>
          <w:tcPr>
            <w:tcW w:w="3920" w:type="dxa"/>
          </w:tcPr>
          <w:p w14:paraId="0962C6C7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وانظروا ابو الحسنين بالزام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706FB9" w14:textId="77777777" w:rsidR="00964009" w:rsidRDefault="00964009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7AE539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انا خاف نصبح بعده ايتام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9177B81" w14:textId="77777777" w:rsidR="00EE7C84" w:rsidRDefault="00EE7C84" w:rsidP="00E70B95">
      <w:pPr>
        <w:pStyle w:val="libPoemCenter"/>
        <w:rPr>
          <w:lang w:bidi="fa-IR"/>
        </w:rPr>
      </w:pPr>
      <w:r>
        <w:rPr>
          <w:rtl/>
          <w:lang w:bidi="fa-IR"/>
        </w:rPr>
        <w:t>اسم الله على زراق لرخام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64009" w14:paraId="68AD9E32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64E9A7C1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قوموا ابعجل شاكين لسلاح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2D5712D" w14:textId="77777777" w:rsidR="00964009" w:rsidRDefault="00964009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163B1EE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اُوتبعوا ابوكُم وين ما 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79AE0D8" w14:textId="77777777" w:rsidR="00EE7C84" w:rsidRDefault="00EE7C84" w:rsidP="00E70B95">
      <w:pPr>
        <w:pStyle w:val="libPoemCenter"/>
        <w:rPr>
          <w:lang w:bidi="fa-IR"/>
        </w:rPr>
      </w:pPr>
      <w:r>
        <w:rPr>
          <w:rtl/>
          <w:lang w:bidi="fa-IR"/>
        </w:rPr>
        <w:t>عسى الله ايكفينا الأتراح</w:t>
      </w:r>
    </w:p>
    <w:p w14:paraId="3BB0AD5D" w14:textId="77777777" w:rsidR="00EE7C84" w:rsidRDefault="00EE7C84" w:rsidP="003B5CDD">
      <w:pPr>
        <w:pStyle w:val="libNormal"/>
        <w:rPr>
          <w:lang w:bidi="fa-IR"/>
        </w:rPr>
      </w:pPr>
      <w:r>
        <w:rPr>
          <w:rtl/>
          <w:lang w:bidi="fa-IR"/>
        </w:rPr>
        <w:t xml:space="preserve">زينب </w:t>
      </w:r>
      <w:r w:rsidR="003B5CDD">
        <w:rPr>
          <w:rtl/>
          <w:lang w:bidi="fa-IR"/>
        </w:rPr>
        <w:t>لما</w:t>
      </w:r>
      <w:r>
        <w:rPr>
          <w:rtl/>
          <w:lang w:bidi="fa-IR"/>
        </w:rPr>
        <w:t xml:space="preserve"> سمعت أذانه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64009" w14:paraId="48B4D6E2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03F79C09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أذّن أدام الله أذانه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D29B12D" w14:textId="77777777" w:rsidR="00964009" w:rsidRDefault="00964009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37EF61F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محلا التشهد في لسانه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4009" w14:paraId="3B0C734C" w14:textId="77777777" w:rsidTr="00964009">
        <w:trPr>
          <w:trHeight w:val="350"/>
        </w:trPr>
        <w:tc>
          <w:tcPr>
            <w:tcW w:w="3920" w:type="dxa"/>
          </w:tcPr>
          <w:p w14:paraId="5CA46ADA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يا رب لا تخيّب رجانا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A4035D" w14:textId="77777777" w:rsidR="00964009" w:rsidRDefault="00964009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21DC47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ترجع لنا سالم أبانا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7B00CD7" w14:textId="77777777" w:rsidR="00EE7C84" w:rsidRDefault="00EE7C84" w:rsidP="003B5CDD">
      <w:pPr>
        <w:pStyle w:val="libNormal"/>
        <w:rPr>
          <w:lang w:bidi="fa-IR"/>
        </w:rPr>
      </w:pPr>
      <w:r>
        <w:rPr>
          <w:rtl/>
          <w:lang w:bidi="fa-IR"/>
        </w:rPr>
        <w:t xml:space="preserve">قطام </w:t>
      </w:r>
      <w:r w:rsidR="003B5CDD">
        <w:rPr>
          <w:rtl/>
          <w:lang w:bidi="fa-IR"/>
        </w:rPr>
        <w:t>لما</w:t>
      </w:r>
      <w:r>
        <w:rPr>
          <w:rtl/>
          <w:lang w:bidi="fa-IR"/>
        </w:rPr>
        <w:t xml:space="preserve"> سمعت عليّاً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يؤذّن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64009" w14:paraId="0F106EEB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67E972F6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سيفك يبن ملجم تشيله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1EC45ED" w14:textId="77777777" w:rsidR="00964009" w:rsidRDefault="00964009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043408E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واهجم على حيدر اُوغيله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4009" w14:paraId="3DA2505B" w14:textId="77777777" w:rsidTr="00964009">
        <w:trPr>
          <w:trHeight w:val="350"/>
        </w:trPr>
        <w:tc>
          <w:tcPr>
            <w:tcW w:w="3920" w:type="dxa"/>
          </w:tcPr>
          <w:p w14:paraId="047BE3FF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ولا يحوش مثلك هالفضيله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E67113" w14:textId="77777777" w:rsidR="00964009" w:rsidRDefault="00964009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8CABA9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وافجع بني هاشم الليله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6F1845C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أجابها ابن ملجم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64009" w14:paraId="3758F868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4A6F73F8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خلّي الحكي اُوقصري اخطابه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0C0D3ED" w14:textId="77777777" w:rsidR="00964009" w:rsidRDefault="00964009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08EF4F9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حيدر أسد كُلٌّ يهابه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4009" w14:paraId="2ABA6C53" w14:textId="77777777" w:rsidTr="00964009">
        <w:trPr>
          <w:trHeight w:val="350"/>
        </w:trPr>
        <w:tc>
          <w:tcPr>
            <w:tcW w:w="3920" w:type="dxa"/>
          </w:tcPr>
          <w:p w14:paraId="6B3E82AC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والناس تفزع من جوابه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27F8F8" w14:textId="77777777" w:rsidR="00964009" w:rsidRDefault="00964009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871EEF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ايخافون من نَفضت اثيابه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CDA7A27" w14:textId="77777777" w:rsidR="00EE7C84" w:rsidRDefault="00EE7C84" w:rsidP="00E70B95">
      <w:pPr>
        <w:pStyle w:val="libPoemCenter"/>
        <w:rPr>
          <w:lang w:bidi="fa-IR"/>
        </w:rPr>
      </w:pPr>
      <w:r>
        <w:rPr>
          <w:rtl/>
          <w:lang w:bidi="fa-IR"/>
        </w:rPr>
        <w:t>حيدر أسد وانا ذبابه</w:t>
      </w:r>
    </w:p>
    <w:p w14:paraId="748D0760" w14:textId="77777777" w:rsidR="00EE7C84" w:rsidRDefault="00EE7C84" w:rsidP="00D90438">
      <w:pPr>
        <w:pStyle w:val="libNormal"/>
        <w:rPr>
          <w:lang w:bidi="fa-IR"/>
        </w:rPr>
      </w:pPr>
      <w:r>
        <w:rPr>
          <w:rtl/>
          <w:lang w:bidi="fa-IR"/>
        </w:rPr>
        <w:t xml:space="preserve">زينب </w:t>
      </w:r>
      <w:r w:rsidR="00D90438">
        <w:rPr>
          <w:rtl/>
          <w:lang w:bidi="fa-IR"/>
        </w:rPr>
        <w:t>لما</w:t>
      </w:r>
      <w:r>
        <w:rPr>
          <w:rtl/>
          <w:lang w:bidi="fa-IR"/>
        </w:rPr>
        <w:t xml:space="preserve"> سمعت الناعي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64009" w14:paraId="4DDDA7D3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6160EC94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يا إخوتي قوموا ابهمّه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E60C999" w14:textId="77777777" w:rsidR="00964009" w:rsidRDefault="00964009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222D8A2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شوفوا الخلق تمشي ابلمّه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4009" w14:paraId="1C371EE4" w14:textId="77777777" w:rsidTr="00964009">
        <w:trPr>
          <w:trHeight w:val="350"/>
        </w:trPr>
        <w:tc>
          <w:tcPr>
            <w:tcW w:w="3920" w:type="dxa"/>
          </w:tcPr>
          <w:p w14:paraId="4B7C35D9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اُوذا يمسح ادموعه ابكمّه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2AAAC2" w14:textId="77777777" w:rsidR="00964009" w:rsidRDefault="00964009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E5C804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اُونور الفجر عوّد ابظلمه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9A8D7B7" w14:textId="77777777" w:rsidR="00EE7C84" w:rsidRDefault="00EE7C84" w:rsidP="00E70B95">
      <w:pPr>
        <w:pStyle w:val="libPoemCenter"/>
        <w:rPr>
          <w:lang w:bidi="fa-IR"/>
        </w:rPr>
      </w:pPr>
      <w:r>
        <w:rPr>
          <w:rtl/>
          <w:lang w:bidi="fa-IR"/>
        </w:rPr>
        <w:t>ولا ادري اشجرى اعلى بو الأيمّه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64009" w14:paraId="1F91D8F3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2D683484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صيحة ولا ادري عاد أي صوب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1B365CD" w14:textId="77777777" w:rsidR="00964009" w:rsidRDefault="00964009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A5525A4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والناس تتراكض بالدروب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93CA9FC" w14:textId="77777777" w:rsidR="00EE7C84" w:rsidRDefault="00EE7C84" w:rsidP="00E70B95">
      <w:pPr>
        <w:pStyle w:val="libPoemCenter"/>
        <w:rPr>
          <w:lang w:bidi="fa-IR"/>
        </w:rPr>
      </w:pPr>
      <w:r>
        <w:rPr>
          <w:rtl/>
          <w:lang w:bidi="fa-IR"/>
        </w:rPr>
        <w:t>إيقولون أبو الحسنين مصيوب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64009" w14:paraId="694E5DE4" w14:textId="77777777" w:rsidTr="00964009">
        <w:trPr>
          <w:trHeight w:val="350"/>
        </w:trPr>
        <w:tc>
          <w:tcPr>
            <w:tcW w:w="3920" w:type="dxa"/>
            <w:shd w:val="clear" w:color="auto" w:fill="auto"/>
          </w:tcPr>
          <w:p w14:paraId="6751FBDD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صيحة ولا دري ويش خبرها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F384CE3" w14:textId="77777777" w:rsidR="00964009" w:rsidRDefault="00964009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DEA871E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الله يكافي الناس شرها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4009" w14:paraId="2C960817" w14:textId="77777777" w:rsidTr="00964009">
        <w:trPr>
          <w:trHeight w:val="350"/>
        </w:trPr>
        <w:tc>
          <w:tcPr>
            <w:tcW w:w="3920" w:type="dxa"/>
          </w:tcPr>
          <w:p w14:paraId="7E74E56A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نذر علي إن جاء فجرها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9221CB" w14:textId="77777777" w:rsidR="00964009" w:rsidRDefault="00964009" w:rsidP="0096400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27668D" w14:textId="77777777" w:rsidR="00964009" w:rsidRDefault="00964009" w:rsidP="00964009">
            <w:pPr>
              <w:pStyle w:val="libPoem"/>
            </w:pPr>
            <w:r>
              <w:rPr>
                <w:rtl/>
                <w:lang w:bidi="fa-IR"/>
              </w:rPr>
              <w:t>واحنا سلمنا من غدرها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2C11E2B" w14:textId="77777777" w:rsidR="00EE7C84" w:rsidRDefault="00EE7C84" w:rsidP="00E70B95">
      <w:pPr>
        <w:pStyle w:val="libPoemCenter"/>
        <w:rPr>
          <w:lang w:bidi="fa-IR"/>
        </w:rPr>
      </w:pPr>
      <w:r>
        <w:rPr>
          <w:rtl/>
          <w:lang w:bidi="fa-IR"/>
        </w:rPr>
        <w:t>لا صوم عشر من شهرها</w:t>
      </w:r>
    </w:p>
    <w:p w14:paraId="15AF19D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B0D26" w14:paraId="231EE88B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797FD646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يا حسن خلّ للوم حزات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84C34F7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E98B32F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تراني يخويه اسمعت أصوات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D26" w14:paraId="75783334" w14:textId="77777777" w:rsidTr="00C9192F">
        <w:trPr>
          <w:trHeight w:val="350"/>
        </w:trPr>
        <w:tc>
          <w:tcPr>
            <w:tcW w:w="3920" w:type="dxa"/>
          </w:tcPr>
          <w:p w14:paraId="73CBE77F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كنها يخويه امن السماوات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7CEC85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8A8E0D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جبريل ايناديكم باصوات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D26" w14:paraId="10BDD8D7" w14:textId="77777777" w:rsidTr="00C9192F">
        <w:trPr>
          <w:trHeight w:val="350"/>
        </w:trPr>
        <w:tc>
          <w:tcPr>
            <w:tcW w:w="3920" w:type="dxa"/>
          </w:tcPr>
          <w:p w14:paraId="1F5151B8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ايقول انقتل صاحب الصولات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B8D531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D76802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هاللي على افراش النّبي بات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D26" w14:paraId="66CC7111" w14:textId="77777777" w:rsidTr="00C9192F">
        <w:trPr>
          <w:trHeight w:val="350"/>
        </w:trPr>
        <w:tc>
          <w:tcPr>
            <w:tcW w:w="3920" w:type="dxa"/>
          </w:tcPr>
          <w:p w14:paraId="5E3467DA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أنا نايمة هدوي من 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80F56F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5451A1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واذا بالمنادي صوت جبريل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D26" w14:paraId="1CF4D43F" w14:textId="77777777" w:rsidTr="00C9192F">
        <w:trPr>
          <w:trHeight w:val="350"/>
        </w:trPr>
        <w:tc>
          <w:tcPr>
            <w:tcW w:w="3920" w:type="dxa"/>
          </w:tcPr>
          <w:p w14:paraId="4C1A8260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ايقول انقتل فحل الرجاجيل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08779D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E19A9A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اُودمه ابمحرابه غدا ايسيل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77F479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مجيء الحسن وإخوانه (</w:t>
      </w:r>
      <w:r w:rsidR="00B01AF7" w:rsidRPr="00B01AF7">
        <w:rPr>
          <w:rStyle w:val="libAlaemChar"/>
          <w:rtl/>
        </w:rPr>
        <w:t>عليهم‌السلام</w:t>
      </w:r>
      <w:r>
        <w:rPr>
          <w:rtl/>
          <w:lang w:bidi="fa-IR"/>
        </w:rPr>
        <w:t>) إلى الجامع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B0D26" w14:paraId="04C6E864" w14:textId="77777777" w:rsidTr="005B0D26">
        <w:trPr>
          <w:trHeight w:val="350"/>
        </w:trPr>
        <w:tc>
          <w:tcPr>
            <w:tcW w:w="3964" w:type="dxa"/>
            <w:shd w:val="clear" w:color="auto" w:fill="auto"/>
          </w:tcPr>
          <w:p w14:paraId="68EAF387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طاح الحسن فوقه يقلّه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188D6361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032A31D8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يمألف القرآن كلّه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D26" w14:paraId="0574CC03" w14:textId="77777777" w:rsidTr="005B0D26">
        <w:trPr>
          <w:trHeight w:val="350"/>
        </w:trPr>
        <w:tc>
          <w:tcPr>
            <w:tcW w:w="3964" w:type="dxa"/>
          </w:tcPr>
          <w:p w14:paraId="5DCDEB4B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بالعرش اُو بالكرسي المع</w:t>
            </w:r>
            <w:r w:rsidRPr="00BF20F3">
              <w:rPr>
                <w:rStyle w:val="libNormalChar"/>
                <w:rtl/>
              </w:rPr>
              <w:t>لّا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FC87819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8B43C2A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هاللي فعل بك وين ولى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D26" w14:paraId="58738332" w14:textId="77777777" w:rsidTr="005B0D26">
        <w:trPr>
          <w:trHeight w:val="350"/>
        </w:trPr>
        <w:tc>
          <w:tcPr>
            <w:tcW w:w="3964" w:type="dxa"/>
          </w:tcPr>
          <w:p w14:paraId="6CC33DC5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حيدر لزم للراس بالأيد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9258EA1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0DD64DE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وصاح ادركوني يا أماجيد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D26" w14:paraId="55E0AD1C" w14:textId="77777777" w:rsidTr="005B0D26">
        <w:trPr>
          <w:trHeight w:val="350"/>
        </w:trPr>
        <w:tc>
          <w:tcPr>
            <w:tcW w:w="3964" w:type="dxa"/>
          </w:tcPr>
          <w:p w14:paraId="627CFA3E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والحسن جاه اُو يرعد اِرعيد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F98F7A2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A60FD42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واِحسين واخوانه الصناديد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D26" w14:paraId="27414153" w14:textId="77777777" w:rsidTr="005B0D26">
        <w:trPr>
          <w:trHeight w:val="350"/>
        </w:trPr>
        <w:tc>
          <w:tcPr>
            <w:tcW w:w="3964" w:type="dxa"/>
          </w:tcPr>
          <w:p w14:paraId="275DE6BC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اينادوا اُودمع العين تبديد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86992C9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53116B6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منهو الذي صابك يصنديد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D26" w14:paraId="49386CE2" w14:textId="77777777" w:rsidTr="005B0D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D73D4A3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يجمر الغضا الما قطّ تنداس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FB12FA2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B7D1917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ياللي محمّد كفوك من الناس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D26" w14:paraId="0FBA0416" w14:textId="77777777" w:rsidTr="005B0D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4B5F8AA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يلاهوت منته ابساير الناس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4114E14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6ED1135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منهو الذي صابك على الراس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D26" w14:paraId="3D82FD47" w14:textId="77777777" w:rsidTr="005B0D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E3B6DB2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قلّه اُوهو ايجادب الأنفاس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8EC3E38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A1BF497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يا حسن يا بني سكّت الناس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D26" w14:paraId="6CC2C572" w14:textId="77777777" w:rsidTr="005B0D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53B5E03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اُوسكّت أبو فاضل العبّاس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1929566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F7A2AA4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تدرون بي خواض المراس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D26" w14:paraId="0770E88B" w14:textId="77777777" w:rsidTr="005B0D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71D8786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ولاحد أبد كفوي من الناس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2E4E2BE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1DB5C4D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اُويوم الأجل قرّب فلا باس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D26" w14:paraId="07AC977C" w14:textId="77777777" w:rsidTr="005B0D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195C5A3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جاني ابن ملجم نسل لرجاس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9CBA6FA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4D19777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ضربني وانا ساجد على الراس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D26" w14:paraId="6D74F372" w14:textId="77777777" w:rsidTr="005B0D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33C2F11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صاح الحسن واجدب الحسرات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6E64970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B9C1240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الله اُولحد يا هيه ساعات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D26" w14:paraId="0025BDFE" w14:textId="77777777" w:rsidTr="005B0D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AAC4038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باسايلك يا طيب الذات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D287C15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52D265F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ياللي على افراش النّبي بات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D26" w14:paraId="66DD1C6B" w14:textId="77777777" w:rsidTr="005B0D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2F66495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وينه مضى نسل الخبيثات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17D8186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6DEA7ED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لجيبه اُولو هُوْ بالسماوات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D26" w14:paraId="5357D599" w14:textId="77777777" w:rsidTr="005B0D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B981AB3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نادى اُو علم الله عنده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5451919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6E0A647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يا من رسول الله جدّه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D26" w14:paraId="64C55FD9" w14:textId="77777777" w:rsidTr="005B0D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BAA2652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هاللي طبر راسي اُوقدّه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98D0C86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32670E2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الساع يجي من باب كنده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D26" w14:paraId="15155CAE" w14:textId="77777777" w:rsidTr="005B0D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2FAE832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يبويه ابن ملجم صيد صيده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EAA69E7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AADB56A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طال السما والأرض بيده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D26" w14:paraId="62028658" w14:textId="77777777" w:rsidTr="005B0D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F914963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أردى أبونا في اسجوده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3B9546D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7E89E01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اُو دين النّبي شلّع اعموده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D26" w14:paraId="77719472" w14:textId="77777777" w:rsidTr="005B0D2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5E8D316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مشفنا عبد يغتال سيده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FF6A2CC" w14:textId="77777777" w:rsidR="005B0D26" w:rsidRDefault="005B0D26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3D0419A" w14:textId="77777777" w:rsidR="005B0D26" w:rsidRDefault="005B0D26" w:rsidP="00C9192F">
            <w:pPr>
              <w:pStyle w:val="libPoem"/>
            </w:pPr>
            <w:r>
              <w:rPr>
                <w:rtl/>
                <w:lang w:bidi="fa-IR"/>
              </w:rPr>
              <w:t>مولا اُو خانت به عبيده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B58E20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144BA" w14:paraId="2FDCD3F7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7BE345A8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لولا اَنها وصلت منايه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8F4438D" w14:textId="77777777" w:rsidR="007144BA" w:rsidRDefault="007144BA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DD06C70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لكان ابن ملجم مهو اكفايه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4BA" w14:paraId="26F7ACE3" w14:textId="77777777" w:rsidTr="00C9192F">
        <w:trPr>
          <w:trHeight w:val="350"/>
        </w:trPr>
        <w:tc>
          <w:tcPr>
            <w:tcW w:w="3920" w:type="dxa"/>
          </w:tcPr>
          <w:p w14:paraId="45BC64F3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بسطي على من كان آيه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799D49" w14:textId="77777777" w:rsidR="007144BA" w:rsidRDefault="007144BA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93DFA6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اُو للمصطفى حامل الرايه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4BA" w14:paraId="2E790DD6" w14:textId="77777777" w:rsidTr="00C9192F">
        <w:trPr>
          <w:trHeight w:val="350"/>
        </w:trPr>
        <w:tc>
          <w:tcPr>
            <w:tcW w:w="3920" w:type="dxa"/>
          </w:tcPr>
          <w:p w14:paraId="06B0422E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والله امفرض له ولايه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E79DA7" w14:textId="77777777" w:rsidR="007144BA" w:rsidRDefault="007144BA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97D952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واشجاع ما حد له كفايه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51485B5" w14:textId="77777777" w:rsidR="00EE7C84" w:rsidRDefault="00EE7C84" w:rsidP="007144BA">
      <w:pPr>
        <w:pStyle w:val="libPoemCenter"/>
        <w:rPr>
          <w:lang w:bidi="fa-IR"/>
        </w:rPr>
      </w:pPr>
      <w:r>
        <w:rPr>
          <w:rtl/>
          <w:lang w:bidi="fa-IR"/>
        </w:rPr>
        <w:t>عجب كيف صابته المنايا</w:t>
      </w:r>
    </w:p>
    <w:p w14:paraId="2F5A6F16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حينما خرجوا به من الجامع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144BA" w14:paraId="1EA0B1E6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3B645C0F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شالوه والعالم ينوحون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42C86B7" w14:textId="77777777" w:rsidR="007144BA" w:rsidRDefault="007144BA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B38D71A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والكل يذرف ماي العيون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4BA" w14:paraId="2A746F69" w14:textId="77777777" w:rsidTr="00C9192F">
        <w:trPr>
          <w:trHeight w:val="350"/>
        </w:trPr>
        <w:tc>
          <w:tcPr>
            <w:tcW w:w="3920" w:type="dxa"/>
          </w:tcPr>
          <w:p w14:paraId="15D599E7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اينادوا ابصيحه اتزلزل الكون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7DE220" w14:textId="77777777" w:rsidR="007144BA" w:rsidRDefault="007144BA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58A9BB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يوفّاد اُويا ايتام ضعتون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4BA" w14:paraId="582ACF4E" w14:textId="77777777" w:rsidTr="00C9192F">
        <w:trPr>
          <w:trHeight w:val="350"/>
        </w:trPr>
        <w:tc>
          <w:tcPr>
            <w:tcW w:w="3920" w:type="dxa"/>
          </w:tcPr>
          <w:p w14:paraId="4FE2C804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راح الذي ابفيّه تلوذون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20161F" w14:textId="77777777" w:rsidR="007144BA" w:rsidRDefault="007144BA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FD86D7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اسم الله على هزاز لحصون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D5FBE12" w14:textId="77777777" w:rsidR="00EE7C84" w:rsidRDefault="00EE7C84" w:rsidP="00D90438">
      <w:pPr>
        <w:pStyle w:val="libNormal"/>
        <w:rPr>
          <w:lang w:bidi="fa-IR"/>
        </w:rPr>
      </w:pPr>
      <w:r>
        <w:rPr>
          <w:rtl/>
          <w:lang w:bidi="fa-IR"/>
        </w:rPr>
        <w:t>و</w:t>
      </w:r>
      <w:r w:rsidR="00D90438">
        <w:rPr>
          <w:rtl/>
          <w:lang w:bidi="fa-IR"/>
        </w:rPr>
        <w:t>لما</w:t>
      </w:r>
      <w:r>
        <w:rPr>
          <w:rtl/>
          <w:lang w:bidi="fa-IR"/>
        </w:rPr>
        <w:t xml:space="preserve"> رأت زينب أباها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على أكتاف الرجال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144BA" w14:paraId="20D1C7A6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5D0BB777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نادت اُودمعتها هموله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58A450C" w14:textId="77777777" w:rsidR="007144BA" w:rsidRDefault="007144BA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48797A7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يا حسن يا شيخ الحموله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4BA" w14:paraId="6107FB9B" w14:textId="77777777" w:rsidTr="00C9192F">
        <w:trPr>
          <w:trHeight w:val="350"/>
        </w:trPr>
        <w:tc>
          <w:tcPr>
            <w:tcW w:w="3920" w:type="dxa"/>
          </w:tcPr>
          <w:p w14:paraId="2AE4E6F3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منهو معاكُم تحملوا له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7CC23C" w14:textId="77777777" w:rsidR="007144BA" w:rsidRDefault="007144BA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3435FE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والناس كلها ينحبوا له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4BA" w14:paraId="6122CC6E" w14:textId="77777777" w:rsidTr="00C9192F">
        <w:trPr>
          <w:trHeight w:val="350"/>
        </w:trPr>
        <w:tc>
          <w:tcPr>
            <w:tcW w:w="3920" w:type="dxa"/>
          </w:tcPr>
          <w:p w14:paraId="0A4C5B34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نادى عليها يا جليله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5390F7" w14:textId="77777777" w:rsidR="007144BA" w:rsidRDefault="007144BA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ED1A9D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هذا الوصي زوج البتوله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4BA" w14:paraId="02923DFE" w14:textId="77777777" w:rsidTr="00C9192F">
        <w:trPr>
          <w:trHeight w:val="350"/>
        </w:trPr>
        <w:tc>
          <w:tcPr>
            <w:tcW w:w="3920" w:type="dxa"/>
          </w:tcPr>
          <w:p w14:paraId="0F09782C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صالت عليه اِقطام صوله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53EC26" w14:textId="77777777" w:rsidR="007144BA" w:rsidRDefault="007144BA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97688A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اُوصابوه وسط الفرض غيله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F60F42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تندب أباها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144BA" w14:paraId="245B1D6A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0583E6A0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من هاللي معاكم حاملينه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03339CE" w14:textId="77777777" w:rsidR="007144BA" w:rsidRDefault="007144BA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83D57B9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اُو مشدود بالميزر جبينه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4BA" w14:paraId="2650F694" w14:textId="77777777" w:rsidTr="00C9192F">
        <w:trPr>
          <w:trHeight w:val="350"/>
        </w:trPr>
        <w:tc>
          <w:tcPr>
            <w:tcW w:w="3920" w:type="dxa"/>
          </w:tcPr>
          <w:p w14:paraId="568430BE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قالوا يزينب يا حزينه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4EBC92" w14:textId="77777777" w:rsidR="007144BA" w:rsidRDefault="007144BA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A4F4D1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هذا بوك واللي ترقبينه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4BA" w14:paraId="1325E30F" w14:textId="77777777" w:rsidTr="00C9192F">
        <w:trPr>
          <w:trHeight w:val="350"/>
        </w:trPr>
        <w:tc>
          <w:tcPr>
            <w:tcW w:w="3920" w:type="dxa"/>
          </w:tcPr>
          <w:p w14:paraId="0B1060F6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في وسط فرضه غايلينه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648501" w14:textId="77777777" w:rsidR="007144BA" w:rsidRDefault="007144BA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4F1D5A" w14:textId="77777777" w:rsidR="007144BA" w:rsidRDefault="00B03505" w:rsidP="00C9192F">
            <w:pPr>
              <w:pStyle w:val="libPoem"/>
            </w:pPr>
            <w:r>
              <w:rPr>
                <w:rtl/>
                <w:lang w:bidi="fa-IR"/>
              </w:rPr>
              <w:t>نادت اُو قالت وا ولينا</w:t>
            </w:r>
            <w:r w:rsidR="007144B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F84765D" w14:textId="77777777" w:rsidR="00EE7C84" w:rsidRDefault="00EE7C84" w:rsidP="007144BA">
      <w:pPr>
        <w:pStyle w:val="libPoemCenter"/>
        <w:rPr>
          <w:lang w:bidi="fa-IR"/>
        </w:rPr>
      </w:pPr>
      <w:r>
        <w:rPr>
          <w:rtl/>
          <w:lang w:bidi="fa-IR"/>
        </w:rPr>
        <w:t>وا شمتة العدوان بينا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03505" w14:paraId="6A78CB70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07BDA54E" w14:textId="77777777" w:rsidR="00B03505" w:rsidRDefault="00B03505" w:rsidP="00C9192F">
            <w:pPr>
              <w:pStyle w:val="libPoem"/>
            </w:pPr>
            <w:r>
              <w:rPr>
                <w:rtl/>
                <w:lang w:bidi="fa-IR"/>
              </w:rPr>
              <w:t>بدر تلإ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نوره اُوغاب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17B5ACF" w14:textId="77777777" w:rsidR="00B03505" w:rsidRDefault="00B03505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45776E3" w14:textId="77777777" w:rsidR="00B03505" w:rsidRDefault="00B03505" w:rsidP="00C9192F">
            <w:pPr>
              <w:pStyle w:val="libPoem"/>
            </w:pPr>
            <w:r>
              <w:rPr>
                <w:rtl/>
                <w:lang w:bidi="fa-IR"/>
              </w:rPr>
              <w:t>ببونه نعى الفقده المحراب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72173E3" w14:textId="77777777" w:rsidR="00EE7C84" w:rsidRDefault="00EE7C84" w:rsidP="007144BA">
      <w:pPr>
        <w:pStyle w:val="libPoemCenter"/>
        <w:rPr>
          <w:lang w:bidi="fa-IR"/>
        </w:rPr>
      </w:pPr>
      <w:r>
        <w:rPr>
          <w:rtl/>
          <w:lang w:bidi="fa-IR"/>
        </w:rPr>
        <w:t>ذاب القلب يابو الحسن ذاب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03505" w14:paraId="05205C52" w14:textId="77777777" w:rsidTr="00B03505">
        <w:trPr>
          <w:trHeight w:val="350"/>
        </w:trPr>
        <w:tc>
          <w:tcPr>
            <w:tcW w:w="3964" w:type="dxa"/>
            <w:shd w:val="clear" w:color="auto" w:fill="auto"/>
          </w:tcPr>
          <w:p w14:paraId="19678A08" w14:textId="77777777" w:rsidR="00B03505" w:rsidRDefault="00B03505" w:rsidP="00C9192F">
            <w:pPr>
              <w:pStyle w:val="libPoem"/>
            </w:pPr>
            <w:r>
              <w:rPr>
                <w:rtl/>
                <w:lang w:bidi="fa-IR"/>
              </w:rPr>
              <w:t>نادت اُودمع العين تبديد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34272215" w14:textId="77777777" w:rsidR="00B03505" w:rsidRDefault="00B03505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5C535CEA" w14:textId="77777777" w:rsidR="00B03505" w:rsidRDefault="00B03505" w:rsidP="00C9192F">
            <w:pPr>
              <w:pStyle w:val="libPoem"/>
            </w:pPr>
            <w:r>
              <w:rPr>
                <w:rtl/>
                <w:lang w:bidi="fa-IR"/>
              </w:rPr>
              <w:t>يبو اِحسين يا تاج الأماجيد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3505" w14:paraId="5629EECB" w14:textId="77777777" w:rsidTr="00B0350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5826B10" w14:textId="77777777" w:rsidR="00B03505" w:rsidRDefault="00B03505" w:rsidP="00C9192F">
            <w:pPr>
              <w:pStyle w:val="libPoem"/>
            </w:pPr>
            <w:r>
              <w:rPr>
                <w:rtl/>
                <w:lang w:bidi="fa-IR"/>
              </w:rPr>
              <w:t>قلبي يبويه يوقد اُوقيد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7522446" w14:textId="77777777" w:rsidR="00B03505" w:rsidRDefault="00B03505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54654A3" w14:textId="77777777" w:rsidR="00B03505" w:rsidRDefault="00B03505" w:rsidP="00C9192F">
            <w:pPr>
              <w:pStyle w:val="libPoem"/>
            </w:pPr>
            <w:r>
              <w:rPr>
                <w:rtl/>
                <w:lang w:bidi="fa-IR"/>
              </w:rPr>
              <w:t>أباعمل دوا [ إنْ ] كان الدوا ايفيد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1BACC12" w14:textId="77777777" w:rsidR="00EE7C84" w:rsidRDefault="00EE7C84" w:rsidP="007144BA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16339EB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11A0C" w14:paraId="06D3464B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555C9398" w14:textId="77777777" w:rsidR="00A11A0C" w:rsidRDefault="00A11A0C" w:rsidP="00C9192F">
            <w:pPr>
              <w:pStyle w:val="libPoem"/>
            </w:pPr>
            <w:r>
              <w:rPr>
                <w:rtl/>
                <w:lang w:bidi="fa-IR"/>
              </w:rPr>
              <w:t>نادى عليهم واهمل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B970223" w14:textId="77777777" w:rsidR="00A11A0C" w:rsidRDefault="00A11A0C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B39E356" w14:textId="77777777" w:rsidR="00A11A0C" w:rsidRDefault="00A11A0C" w:rsidP="00C9192F">
            <w:pPr>
              <w:pStyle w:val="libPoem"/>
            </w:pPr>
            <w:r>
              <w:rPr>
                <w:rtl/>
                <w:lang w:bidi="fa-IR"/>
              </w:rPr>
              <w:t>عندي تحضروا يا 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1A0C" w14:paraId="7C82B581" w14:textId="77777777" w:rsidTr="00C9192F">
        <w:trPr>
          <w:trHeight w:val="350"/>
        </w:trPr>
        <w:tc>
          <w:tcPr>
            <w:tcW w:w="3920" w:type="dxa"/>
          </w:tcPr>
          <w:p w14:paraId="723C5BDF" w14:textId="77777777" w:rsidR="00A11A0C" w:rsidRDefault="00A11A0C" w:rsidP="00C9192F">
            <w:pPr>
              <w:pStyle w:val="libPoem"/>
            </w:pPr>
            <w:r>
              <w:rPr>
                <w:rtl/>
                <w:lang w:bidi="fa-IR"/>
              </w:rPr>
              <w:t>اُوسمعوا وصيتي يا آل ياسين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9D75CC" w14:textId="77777777" w:rsidR="00A11A0C" w:rsidRDefault="00A11A0C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BCC949" w14:textId="77777777" w:rsidR="00A11A0C" w:rsidRDefault="00A11A0C" w:rsidP="00C9192F">
            <w:pPr>
              <w:pStyle w:val="libPoem"/>
            </w:pPr>
            <w:r>
              <w:rPr>
                <w:rtl/>
                <w:lang w:bidi="fa-IR"/>
              </w:rPr>
              <w:t>أطفال سمعوا ويا 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1A0C" w14:paraId="2191C866" w14:textId="77777777" w:rsidTr="00C9192F">
        <w:trPr>
          <w:trHeight w:val="350"/>
        </w:trPr>
        <w:tc>
          <w:tcPr>
            <w:tcW w:w="3920" w:type="dxa"/>
          </w:tcPr>
          <w:p w14:paraId="3D7A1AB6" w14:textId="77777777" w:rsidR="00A11A0C" w:rsidRDefault="00A11A0C" w:rsidP="00C9192F">
            <w:pPr>
              <w:pStyle w:val="libPoem"/>
            </w:pPr>
            <w:r>
              <w:rPr>
                <w:rtl/>
                <w:lang w:bidi="fa-IR"/>
              </w:rPr>
              <w:t>أنا خليفة مظهر الدين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5F93E8" w14:textId="77777777" w:rsidR="00A11A0C" w:rsidRDefault="00A11A0C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B9F250" w14:textId="77777777" w:rsidR="00A11A0C" w:rsidRDefault="00A11A0C" w:rsidP="00C9192F">
            <w:pPr>
              <w:pStyle w:val="libPoem"/>
            </w:pPr>
            <w:r>
              <w:rPr>
                <w:rtl/>
                <w:lang w:bidi="fa-IR"/>
              </w:rPr>
              <w:t>اُو بعدي امخلّف فيكُم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1A0C" w14:paraId="7C26BD0E" w14:textId="77777777" w:rsidTr="00C9192F">
        <w:trPr>
          <w:trHeight w:val="350"/>
        </w:trPr>
        <w:tc>
          <w:tcPr>
            <w:tcW w:w="3920" w:type="dxa"/>
          </w:tcPr>
          <w:p w14:paraId="70C1A2A8" w14:textId="77777777" w:rsidR="00A11A0C" w:rsidRDefault="00A11A0C" w:rsidP="00C9192F">
            <w:pPr>
              <w:pStyle w:val="libPoem"/>
            </w:pPr>
            <w:r>
              <w:rPr>
                <w:rtl/>
                <w:lang w:bidi="fa-IR"/>
              </w:rPr>
              <w:t>نادى اُو دمعاته ذريفه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89EA50" w14:textId="77777777" w:rsidR="00A11A0C" w:rsidRDefault="00A11A0C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EECC76" w14:textId="77777777" w:rsidR="00A11A0C" w:rsidRDefault="00A11A0C" w:rsidP="00C9192F">
            <w:pPr>
              <w:pStyle w:val="libPoem"/>
            </w:pPr>
            <w:r>
              <w:rPr>
                <w:rtl/>
                <w:lang w:bidi="fa-IR"/>
              </w:rPr>
              <w:t>يابن الزكيّة والشريفه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1A0C" w14:paraId="49C04E27" w14:textId="77777777" w:rsidTr="00C9192F">
        <w:trPr>
          <w:trHeight w:val="350"/>
        </w:trPr>
        <w:tc>
          <w:tcPr>
            <w:tcW w:w="3920" w:type="dxa"/>
          </w:tcPr>
          <w:p w14:paraId="752FBB64" w14:textId="77777777" w:rsidR="00A11A0C" w:rsidRDefault="00A11A0C" w:rsidP="00C9192F">
            <w:pPr>
              <w:pStyle w:val="libPoem"/>
            </w:pPr>
            <w:r>
              <w:rPr>
                <w:rtl/>
                <w:lang w:bidi="fa-IR"/>
              </w:rPr>
              <w:t>اِحسين أبو نفس العفيفه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34EE87" w14:textId="77777777" w:rsidR="00A11A0C" w:rsidRDefault="00A11A0C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AF8CFA" w14:textId="77777777" w:rsidR="00A11A0C" w:rsidRDefault="00A11A0C" w:rsidP="00C9192F">
            <w:pPr>
              <w:pStyle w:val="libPoem"/>
            </w:pPr>
            <w:r>
              <w:rPr>
                <w:rtl/>
                <w:lang w:bidi="fa-IR"/>
              </w:rPr>
              <w:t>اُوراعي أيادي المنيفه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1830741" w14:textId="77777777" w:rsidR="00EE7C84" w:rsidRDefault="00EE7C84" w:rsidP="00A11A0C">
      <w:pPr>
        <w:pStyle w:val="libPoemCenter"/>
        <w:rPr>
          <w:lang w:bidi="fa-IR"/>
        </w:rPr>
      </w:pPr>
      <w:r>
        <w:rPr>
          <w:rtl/>
          <w:lang w:bidi="fa-IR"/>
        </w:rPr>
        <w:t>خليفة اُوهو نعم الخليفه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11A0C" w14:paraId="737E3CA3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4ABA47B1" w14:textId="77777777" w:rsidR="00A11A0C" w:rsidRDefault="009A7A0F" w:rsidP="00C9192F">
            <w:pPr>
              <w:pStyle w:val="libPoem"/>
            </w:pPr>
            <w:r>
              <w:rPr>
                <w:rtl/>
                <w:lang w:bidi="fa-IR"/>
              </w:rPr>
              <w:t>يون الحسن ويدير عينه</w:t>
            </w:r>
            <w:r w:rsidR="00A11A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75D2D89" w14:textId="77777777" w:rsidR="00A11A0C" w:rsidRDefault="00A11A0C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CA8D19C" w14:textId="77777777" w:rsidR="00A11A0C" w:rsidRDefault="009A7A0F" w:rsidP="00C9192F">
            <w:pPr>
              <w:pStyle w:val="libPoem"/>
            </w:pPr>
            <w:r>
              <w:rPr>
                <w:rtl/>
                <w:lang w:bidi="fa-IR"/>
              </w:rPr>
              <w:t>يوصي اباطفاله اُو بنينه</w:t>
            </w:r>
            <w:r w:rsidR="00A11A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1A0C" w14:paraId="64D83DCC" w14:textId="77777777" w:rsidTr="00C9192F">
        <w:trPr>
          <w:trHeight w:val="350"/>
        </w:trPr>
        <w:tc>
          <w:tcPr>
            <w:tcW w:w="3920" w:type="dxa"/>
          </w:tcPr>
          <w:p w14:paraId="4CE939DE" w14:textId="77777777" w:rsidR="00A11A0C" w:rsidRDefault="009A7A0F" w:rsidP="00C9192F">
            <w:pPr>
              <w:pStyle w:val="libPoem"/>
            </w:pPr>
            <w:r>
              <w:rPr>
                <w:rtl/>
                <w:lang w:bidi="fa-IR"/>
              </w:rPr>
              <w:t>اينادي أخويه اِحسين وينه</w:t>
            </w:r>
            <w:r w:rsidR="00A11A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5DCED8" w14:textId="77777777" w:rsidR="00A11A0C" w:rsidRDefault="00A11A0C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D4FC19" w14:textId="77777777" w:rsidR="00A11A0C" w:rsidRDefault="009A7A0F" w:rsidP="00C9192F">
            <w:pPr>
              <w:pStyle w:val="libPoem"/>
            </w:pPr>
            <w:r>
              <w:rPr>
                <w:rtl/>
                <w:lang w:bidi="fa-IR"/>
              </w:rPr>
              <w:t>ما يدري ابعضيده حال حينه</w:t>
            </w:r>
            <w:r w:rsidR="00A11A0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6C7988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تسأل أخاها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11A0C" w14:paraId="643B0FCB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4233F9BE" w14:textId="77777777" w:rsidR="00A11A0C" w:rsidRDefault="009A7A0F" w:rsidP="00C9192F">
            <w:pPr>
              <w:pStyle w:val="libPoem"/>
            </w:pPr>
            <w:r>
              <w:rPr>
                <w:rtl/>
                <w:lang w:bidi="fa-IR"/>
              </w:rPr>
              <w:t>يحسين قلّي اشها لطشت بيه</w:t>
            </w:r>
            <w:r w:rsidR="00A11A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F00C16B" w14:textId="77777777" w:rsidR="00A11A0C" w:rsidRDefault="00A11A0C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B090614" w14:textId="77777777" w:rsidR="00A11A0C" w:rsidRDefault="009A7A0F" w:rsidP="00C9192F">
            <w:pPr>
              <w:pStyle w:val="libPoem"/>
            </w:pPr>
            <w:r>
              <w:rPr>
                <w:rtl/>
                <w:lang w:bidi="fa-IR"/>
              </w:rPr>
              <w:t>أشوفك عن اعيوني تخفّيه</w:t>
            </w:r>
            <w:r w:rsidR="00A11A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1A0C" w14:paraId="2E228F8C" w14:textId="77777777" w:rsidTr="00C9192F">
        <w:trPr>
          <w:trHeight w:val="350"/>
        </w:trPr>
        <w:tc>
          <w:tcPr>
            <w:tcW w:w="3920" w:type="dxa"/>
          </w:tcPr>
          <w:p w14:paraId="48D9D97A" w14:textId="77777777" w:rsidR="00A11A0C" w:rsidRDefault="009A7A0F" w:rsidP="00C9192F">
            <w:pPr>
              <w:pStyle w:val="libPoem"/>
            </w:pPr>
            <w:r>
              <w:rPr>
                <w:rtl/>
                <w:lang w:bidi="fa-IR"/>
              </w:rPr>
              <w:t>قلها اُودمع العين يجريه</w:t>
            </w:r>
            <w:r w:rsidR="00A11A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790B63" w14:textId="77777777" w:rsidR="00A11A0C" w:rsidRDefault="00A11A0C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B6CEA7" w14:textId="77777777" w:rsidR="00A11A0C" w:rsidRDefault="009A7A0F" w:rsidP="00C9192F">
            <w:pPr>
              <w:pStyle w:val="libPoem"/>
            </w:pPr>
            <w:r>
              <w:rPr>
                <w:rtl/>
                <w:lang w:bidi="fa-IR"/>
              </w:rPr>
              <w:t>دخيلك يزينب لا تكشْفيه</w:t>
            </w:r>
            <w:r w:rsidR="00A11A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1A0C" w14:paraId="0CA704D4" w14:textId="77777777" w:rsidTr="00C9192F">
        <w:trPr>
          <w:trHeight w:val="350"/>
        </w:trPr>
        <w:tc>
          <w:tcPr>
            <w:tcW w:w="3920" w:type="dxa"/>
          </w:tcPr>
          <w:p w14:paraId="7EE9AE25" w14:textId="77777777" w:rsidR="00A11A0C" w:rsidRDefault="009A7A0F" w:rsidP="00C9192F">
            <w:pPr>
              <w:pStyle w:val="libPoem"/>
            </w:pPr>
            <w:r>
              <w:rPr>
                <w:rtl/>
                <w:lang w:bidi="fa-IR"/>
              </w:rPr>
              <w:t>ترى علتي وامصيبتي بيه</w:t>
            </w:r>
            <w:r w:rsidR="00A11A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CABBCC" w14:textId="77777777" w:rsidR="00A11A0C" w:rsidRDefault="00A11A0C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9372C7" w14:textId="77777777" w:rsidR="00A11A0C" w:rsidRDefault="009A7A0F" w:rsidP="00C9192F">
            <w:pPr>
              <w:pStyle w:val="libPoem"/>
            </w:pPr>
            <w:r>
              <w:rPr>
                <w:rtl/>
                <w:lang w:bidi="fa-IR"/>
              </w:rPr>
              <w:t>كبد الحسن متقطعه فيه</w:t>
            </w:r>
            <w:r w:rsidR="00A11A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1A0C" w14:paraId="38C877F6" w14:textId="77777777" w:rsidTr="00C9192F">
        <w:trPr>
          <w:trHeight w:val="350"/>
        </w:trPr>
        <w:tc>
          <w:tcPr>
            <w:tcW w:w="3920" w:type="dxa"/>
          </w:tcPr>
          <w:p w14:paraId="7E70E5E5" w14:textId="77777777" w:rsidR="00A11A0C" w:rsidRDefault="009A7A0F" w:rsidP="00C9192F">
            <w:pPr>
              <w:pStyle w:val="libPoem"/>
            </w:pPr>
            <w:r>
              <w:rPr>
                <w:rtl/>
                <w:lang w:bidi="fa-IR"/>
              </w:rPr>
              <w:t>زينب يخيه يا حزينه</w:t>
            </w:r>
            <w:r w:rsidR="00A11A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307AD3" w14:textId="77777777" w:rsidR="00A11A0C" w:rsidRDefault="00A11A0C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E4DB92" w14:textId="77777777" w:rsidR="00A11A0C" w:rsidRDefault="009A7A0F" w:rsidP="00C9192F">
            <w:pPr>
              <w:pStyle w:val="libPoem"/>
            </w:pPr>
            <w:r>
              <w:rPr>
                <w:rtl/>
                <w:lang w:bidi="fa-IR"/>
              </w:rPr>
              <w:t>باوداعة الزهرا الامينه</w:t>
            </w:r>
            <w:r w:rsidR="00A11A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1A0C" w14:paraId="4935EA78" w14:textId="77777777" w:rsidTr="00C9192F">
        <w:trPr>
          <w:trHeight w:val="350"/>
        </w:trPr>
        <w:tc>
          <w:tcPr>
            <w:tcW w:w="3920" w:type="dxa"/>
          </w:tcPr>
          <w:p w14:paraId="7DAEDF05" w14:textId="77777777" w:rsidR="00A11A0C" w:rsidRDefault="009A7A0F" w:rsidP="00C9192F">
            <w:pPr>
              <w:pStyle w:val="libPoem"/>
            </w:pPr>
            <w:r>
              <w:rPr>
                <w:rtl/>
                <w:lang w:bidi="fa-IR"/>
              </w:rPr>
              <w:t>واللي ابخدرها كلفونا</w:t>
            </w:r>
            <w:r w:rsidR="00A11A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AECE09" w14:textId="77777777" w:rsidR="00A11A0C" w:rsidRDefault="00A11A0C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22F5A1" w14:textId="77777777" w:rsidR="00A11A0C" w:rsidRDefault="009A7A0F" w:rsidP="00C9192F">
            <w:pPr>
              <w:pStyle w:val="libPoem"/>
            </w:pPr>
            <w:r>
              <w:rPr>
                <w:rtl/>
                <w:lang w:bidi="fa-IR"/>
              </w:rPr>
              <w:t>جتنا مصيبة في اخونا</w:t>
            </w:r>
            <w:r w:rsidR="00A11A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1A0C" w14:paraId="3EA80041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470D449" w14:textId="77777777" w:rsidR="00A11A0C" w:rsidRDefault="009A7A0F" w:rsidP="00C9192F">
            <w:pPr>
              <w:pStyle w:val="libPoem"/>
            </w:pPr>
            <w:r>
              <w:rPr>
                <w:rtl/>
                <w:lang w:bidi="fa-IR"/>
              </w:rPr>
              <w:t>اخوك الحسن باتفارقينه</w:t>
            </w:r>
            <w:r w:rsidR="00A11A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8CD46D" w14:textId="77777777" w:rsidR="00A11A0C" w:rsidRDefault="00A11A0C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BE469F" w14:textId="77777777" w:rsidR="00A11A0C" w:rsidRDefault="009A7A0F" w:rsidP="00C9192F">
            <w:pPr>
              <w:pStyle w:val="libPoem"/>
            </w:pPr>
            <w:r>
              <w:rPr>
                <w:rtl/>
                <w:lang w:bidi="fa-IR"/>
              </w:rPr>
              <w:t>قالت ابفرقاه اندهينا</w:t>
            </w:r>
            <w:r w:rsidR="00A11A0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E1E83D2" w14:textId="77777777" w:rsidR="00EE7C84" w:rsidRDefault="00EE7C84" w:rsidP="00A11A0C">
      <w:pPr>
        <w:pStyle w:val="libPoemCenter"/>
        <w:rPr>
          <w:lang w:bidi="fa-IR"/>
        </w:rPr>
      </w:pPr>
      <w:r>
        <w:rPr>
          <w:rtl/>
          <w:lang w:bidi="fa-IR"/>
        </w:rPr>
        <w:t>واقلة الوالي علينا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11A0C" w14:paraId="762135B9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03B3F0B3" w14:textId="77777777" w:rsidR="00A11A0C" w:rsidRDefault="009A7A0F" w:rsidP="00C9192F">
            <w:pPr>
              <w:pStyle w:val="libPoem"/>
            </w:pPr>
            <w:r>
              <w:rPr>
                <w:rtl/>
                <w:lang w:bidi="fa-IR"/>
              </w:rPr>
              <w:t>لطمت على الهام ابعشرها</w:t>
            </w:r>
            <w:r w:rsidR="00A11A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925BB9A" w14:textId="77777777" w:rsidR="00A11A0C" w:rsidRDefault="00A11A0C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79ABBBE" w14:textId="77777777" w:rsidR="00A11A0C" w:rsidRDefault="009A7A0F" w:rsidP="00C9192F">
            <w:pPr>
              <w:pStyle w:val="libPoem"/>
            </w:pPr>
            <w:r>
              <w:rPr>
                <w:rtl/>
                <w:lang w:bidi="fa-IR"/>
              </w:rPr>
              <w:t>اُونادت على خوها اُو ذخرها</w:t>
            </w:r>
            <w:r w:rsidR="00A11A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1A0C" w14:paraId="23559538" w14:textId="77777777" w:rsidTr="00C9192F">
        <w:trPr>
          <w:trHeight w:val="350"/>
        </w:trPr>
        <w:tc>
          <w:tcPr>
            <w:tcW w:w="3920" w:type="dxa"/>
          </w:tcPr>
          <w:p w14:paraId="7316E1E8" w14:textId="77777777" w:rsidR="00A11A0C" w:rsidRDefault="009A7A0F" w:rsidP="00C9192F">
            <w:pPr>
              <w:pStyle w:val="libPoem"/>
            </w:pPr>
            <w:r>
              <w:rPr>
                <w:rtl/>
                <w:lang w:bidi="fa-IR"/>
              </w:rPr>
              <w:t>الزهرا ترى ونه ابقبرها</w:t>
            </w:r>
            <w:r w:rsidR="00A11A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E56A1B" w14:textId="77777777" w:rsidR="00A11A0C" w:rsidRDefault="00A11A0C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246C25" w14:textId="77777777" w:rsidR="00A11A0C" w:rsidRDefault="009A7A0F" w:rsidP="00C9192F">
            <w:pPr>
              <w:pStyle w:val="libPoem"/>
            </w:pPr>
            <w:r>
              <w:rPr>
                <w:rtl/>
                <w:lang w:bidi="fa-IR"/>
              </w:rPr>
              <w:t>دهرها بابناها غدرها</w:t>
            </w:r>
            <w:r w:rsidR="00A11A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1A0C" w14:paraId="4EF98012" w14:textId="77777777" w:rsidTr="00C9192F">
        <w:trPr>
          <w:trHeight w:val="350"/>
        </w:trPr>
        <w:tc>
          <w:tcPr>
            <w:tcW w:w="3920" w:type="dxa"/>
          </w:tcPr>
          <w:p w14:paraId="254A4DA7" w14:textId="77777777" w:rsidR="00A11A0C" w:rsidRDefault="009A7A0F" w:rsidP="00C9192F">
            <w:pPr>
              <w:pStyle w:val="libPoem"/>
            </w:pPr>
            <w:r>
              <w:rPr>
                <w:rtl/>
                <w:lang w:bidi="fa-IR"/>
              </w:rPr>
              <w:t>اتنادي على خوها الزكيّه</w:t>
            </w:r>
            <w:r w:rsidR="00A11A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91BE02" w14:textId="77777777" w:rsidR="00A11A0C" w:rsidRDefault="00A11A0C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33315D" w14:textId="77777777" w:rsidR="00A11A0C" w:rsidRDefault="009A7A0F" w:rsidP="00C9192F">
            <w:pPr>
              <w:pStyle w:val="libPoem"/>
            </w:pPr>
            <w:r>
              <w:rPr>
                <w:rtl/>
                <w:lang w:bidi="fa-IR"/>
              </w:rPr>
              <w:t>يحسين اخويه يا شفيّه</w:t>
            </w:r>
            <w:r w:rsidR="00A11A0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4B310B9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20D0B" w14:paraId="25901C2A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74956F68" w14:textId="77777777" w:rsidR="00C20D0B" w:rsidRDefault="00C20D0B" w:rsidP="00C9192F">
            <w:pPr>
              <w:pStyle w:val="libPoem"/>
            </w:pPr>
            <w:r>
              <w:rPr>
                <w:rtl/>
                <w:lang w:bidi="fa-IR"/>
              </w:rPr>
              <w:t>هيّجت أحزاني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3DFDFB2" w14:textId="77777777" w:rsidR="00C20D0B" w:rsidRDefault="00C20D0B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E956D54" w14:textId="77777777" w:rsidR="00C20D0B" w:rsidRDefault="00C20D0B" w:rsidP="00C9192F">
            <w:pPr>
              <w:pStyle w:val="libPoem"/>
            </w:pPr>
            <w:r>
              <w:rPr>
                <w:rtl/>
                <w:lang w:bidi="fa-IR"/>
              </w:rPr>
              <w:t>اُوخلّيت كبدي منفريّه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0D0B" w14:paraId="1F42B89C" w14:textId="77777777" w:rsidTr="00C9192F">
        <w:trPr>
          <w:trHeight w:val="350"/>
        </w:trPr>
        <w:tc>
          <w:tcPr>
            <w:tcW w:w="3920" w:type="dxa"/>
          </w:tcPr>
          <w:p w14:paraId="24953946" w14:textId="77777777" w:rsidR="00C20D0B" w:rsidRDefault="00C20D0B" w:rsidP="00C9192F">
            <w:pPr>
              <w:pStyle w:val="libPoem"/>
            </w:pPr>
            <w:r>
              <w:rPr>
                <w:rtl/>
                <w:lang w:bidi="fa-IR"/>
              </w:rPr>
              <w:t>خبر ولا تخفي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C2E6E2" w14:textId="77777777" w:rsidR="00C20D0B" w:rsidRDefault="00C20D0B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202545" w14:textId="77777777" w:rsidR="00C20D0B" w:rsidRDefault="00C20D0B" w:rsidP="00C9192F">
            <w:pPr>
              <w:pStyle w:val="libPoem"/>
            </w:pPr>
            <w:r>
              <w:rPr>
                <w:rtl/>
                <w:lang w:bidi="fa-IR"/>
              </w:rPr>
              <w:t>ويشحال ابو النفس الأبيّه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DB10BC4" w14:textId="77777777" w:rsidR="00EE7C84" w:rsidRDefault="00EE7C84" w:rsidP="00C20D0B">
      <w:pPr>
        <w:pStyle w:val="libPoemCenter"/>
        <w:rPr>
          <w:lang w:bidi="fa-IR"/>
        </w:rPr>
      </w:pPr>
      <w:r>
        <w:rPr>
          <w:rtl/>
          <w:lang w:bidi="fa-IR"/>
        </w:rPr>
        <w:t>مسموم جعدة الخارجيّه</w:t>
      </w:r>
    </w:p>
    <w:p w14:paraId="6C1D48E6" w14:textId="77777777" w:rsidR="00EE7C84" w:rsidRDefault="00EE7C84" w:rsidP="00C20D0B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3A82929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3E3DBDFC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في وصية الحسن لابنه القاسم وأخيه العبّاس (</w:t>
      </w:r>
      <w:r w:rsidR="00B01AF7" w:rsidRPr="00B01AF7">
        <w:rPr>
          <w:rStyle w:val="libAlaemChar"/>
          <w:rtl/>
        </w:rPr>
        <w:t>عليهم‌السلام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C7C8F" w14:paraId="0DCB2B72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61AE494E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من هالبكى خفوا لهب حسي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63F3097" w14:textId="77777777" w:rsidR="00EC7C8F" w:rsidRDefault="00EC7C8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1380956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يحسين انا ابصر ابنفسي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C8F" w14:paraId="242428BC" w14:textId="77777777" w:rsidTr="00C9192F">
        <w:trPr>
          <w:trHeight w:val="350"/>
        </w:trPr>
        <w:tc>
          <w:tcPr>
            <w:tcW w:w="3920" w:type="dxa"/>
          </w:tcPr>
          <w:p w14:paraId="464E69FD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قرب يخويه أفول شمسي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44E3E1" w14:textId="77777777" w:rsidR="00EC7C8F" w:rsidRDefault="00EC7C8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E707D3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انا اصبحت خويه ما امسي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C8F" w14:paraId="7C24F907" w14:textId="77777777" w:rsidTr="00C9192F">
        <w:trPr>
          <w:trHeight w:val="350"/>
        </w:trPr>
        <w:tc>
          <w:tcPr>
            <w:tcW w:w="3920" w:type="dxa"/>
          </w:tcPr>
          <w:p w14:paraId="1A3B6A2C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نادى اُودمع العين بخاج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64E476" w14:textId="77777777" w:rsidR="00EC7C8F" w:rsidRDefault="00EC7C8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9D71D6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اُوقلبه ابحر السم وهاج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C8F" w14:paraId="576C3F8E" w14:textId="77777777" w:rsidTr="00C9192F">
        <w:trPr>
          <w:trHeight w:val="350"/>
        </w:trPr>
        <w:tc>
          <w:tcPr>
            <w:tcW w:w="3920" w:type="dxa"/>
          </w:tcPr>
          <w:p w14:paraId="31727D07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ما ينفع دواء اُوما ينفع اعلاج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333636" w14:textId="77777777" w:rsidR="00EC7C8F" w:rsidRDefault="00EC7C8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B35FBB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اباموت والجاسم بلا ازواج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ECF1462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وصيته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للقاسم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C7C8F" w14:paraId="5058622C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194DDFBA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يجاسم أبوصيك اِبوصيّه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B8C9A3E" w14:textId="77777777" w:rsidR="00EC7C8F" w:rsidRDefault="00EC7C8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C0614CA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إبعمّك الشمس المضيّه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C8F" w14:paraId="473D7811" w14:textId="77777777" w:rsidTr="00C9192F">
        <w:trPr>
          <w:trHeight w:val="350"/>
        </w:trPr>
        <w:tc>
          <w:tcPr>
            <w:tcW w:w="3920" w:type="dxa"/>
          </w:tcPr>
          <w:p w14:paraId="69BB1530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إلى من وصلتوا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28BF29" w14:textId="77777777" w:rsidR="00EC7C8F" w:rsidRDefault="00EC7C8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3A50E0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اُو حاطت بكُم اجيوش اُميّه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C8F" w14:paraId="4D5E70DA" w14:textId="77777777" w:rsidTr="00C9192F">
        <w:trPr>
          <w:trHeight w:val="350"/>
        </w:trPr>
        <w:tc>
          <w:tcPr>
            <w:tcW w:w="3920" w:type="dxa"/>
          </w:tcPr>
          <w:p w14:paraId="1C340416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قلّه يعمّي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8D86A7" w14:textId="77777777" w:rsidR="00EC7C8F" w:rsidRDefault="00EC7C8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15B21B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الروح الك منّي هديّه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B1C3A2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أجابه القاسم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C7C8F" w14:paraId="7C0B6F22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44EEE326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لمّن سمع زادت اَفكاره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B8CF682" w14:textId="77777777" w:rsidR="00EC7C8F" w:rsidRDefault="00EC7C8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9D99A91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اُو قلبه توقّد بيه ناره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C8F" w14:paraId="43E2951E" w14:textId="77777777" w:rsidTr="00C9192F">
        <w:trPr>
          <w:trHeight w:val="350"/>
        </w:trPr>
        <w:tc>
          <w:tcPr>
            <w:tcW w:w="3920" w:type="dxa"/>
          </w:tcPr>
          <w:p w14:paraId="5DB36FF9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يا بوي يا سور العذاره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DB90C7" w14:textId="77777777" w:rsidR="00EC7C8F" w:rsidRDefault="00EC7C8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4DFCA8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يابن الذي بان استشهاره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C8F" w14:paraId="2F9F2CD4" w14:textId="77777777" w:rsidTr="00C9192F">
        <w:trPr>
          <w:trHeight w:val="350"/>
        </w:trPr>
        <w:tc>
          <w:tcPr>
            <w:tcW w:w="3920" w:type="dxa"/>
          </w:tcPr>
          <w:p w14:paraId="667F82CD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على الناس زايد بافتخاره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C9E9AF" w14:textId="77777777" w:rsidR="00EC7C8F" w:rsidRDefault="00EC7C8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16B80B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أنا حر وتكفيني الأشاره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88788A7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وصيته للعبّاس (</w:t>
      </w:r>
      <w:r w:rsidR="00204F6E" w:rsidRPr="00204F6E">
        <w:rPr>
          <w:rStyle w:val="libAlaemChar"/>
          <w:rtl/>
        </w:rPr>
        <w:t>عليهما‌السلام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C7C8F" w14:paraId="2C8B69D4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529214A8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يعبّاس بوصيك استمع 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92F4E64" w14:textId="77777777" w:rsidR="00EC7C8F" w:rsidRDefault="00EC7C8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6DF389B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إذا الكربلا سرتون واِحسين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C8F" w14:paraId="70F68F05" w14:textId="77777777" w:rsidTr="00C9192F">
        <w:trPr>
          <w:trHeight w:val="350"/>
        </w:trPr>
        <w:tc>
          <w:tcPr>
            <w:tcW w:w="3920" w:type="dxa"/>
          </w:tcPr>
          <w:p w14:paraId="7B67A37B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واستوحد بلا ناصر ولا امعين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F7B219" w14:textId="77777777" w:rsidR="00EC7C8F" w:rsidRDefault="00EC7C8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785235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اُوحاطت به اجنود الشياطين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C8F" w14:paraId="5402F44B" w14:textId="77777777" w:rsidTr="00C9192F">
        <w:trPr>
          <w:trHeight w:val="350"/>
        </w:trPr>
        <w:tc>
          <w:tcPr>
            <w:tcW w:w="3920" w:type="dxa"/>
          </w:tcPr>
          <w:p w14:paraId="3DD9B5DE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جرّد احسامك يا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22D3A6" w14:textId="77777777" w:rsidR="00EC7C8F" w:rsidRDefault="00EC7C8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1E6484" w14:textId="77777777" w:rsidR="00EC7C8F" w:rsidRDefault="00EC7C8F" w:rsidP="00C9192F">
            <w:pPr>
              <w:pStyle w:val="libPoem"/>
            </w:pPr>
            <w:r>
              <w:rPr>
                <w:rtl/>
                <w:lang w:bidi="fa-IR"/>
              </w:rPr>
              <w:t>يضنوة أبونا مظهر الدين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062C102" w14:textId="77777777" w:rsidR="00EE7C84" w:rsidRDefault="00EE7C84" w:rsidP="00EC7C8F">
      <w:pPr>
        <w:pStyle w:val="libPoemCenter"/>
        <w:rPr>
          <w:lang w:bidi="fa-IR"/>
        </w:rPr>
      </w:pPr>
      <w:r>
        <w:rPr>
          <w:rtl/>
          <w:lang w:bidi="fa-IR"/>
        </w:rPr>
        <w:t>اُوقلّه العمر يفداك يحسين</w:t>
      </w:r>
    </w:p>
    <w:p w14:paraId="37932273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أجابه العبّاس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p w14:paraId="229D5C83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B0621" w14:paraId="334E7999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09F2D30D" w14:textId="77777777" w:rsidR="006B0621" w:rsidRDefault="006B0621" w:rsidP="00C9192F">
            <w:pPr>
              <w:pStyle w:val="libPoem"/>
            </w:pPr>
            <w:r>
              <w:rPr>
                <w:rtl/>
                <w:lang w:bidi="fa-IR"/>
              </w:rPr>
              <w:t>اِسمع يبو محمّد مقالي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3975BCF" w14:textId="77777777" w:rsidR="006B0621" w:rsidRDefault="006B062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0A9F5FC" w14:textId="77777777" w:rsidR="006B0621" w:rsidRDefault="006B0621" w:rsidP="00C9192F">
            <w:pPr>
              <w:pStyle w:val="libPoem"/>
            </w:pPr>
            <w:r>
              <w:rPr>
                <w:rtl/>
                <w:lang w:bidi="fa-IR"/>
              </w:rPr>
              <w:t>أنا الموت ما يخطر اِبّالي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0621" w14:paraId="34A06059" w14:textId="77777777" w:rsidTr="00C9192F">
        <w:trPr>
          <w:trHeight w:val="350"/>
        </w:trPr>
        <w:tc>
          <w:tcPr>
            <w:tcW w:w="3920" w:type="dxa"/>
          </w:tcPr>
          <w:p w14:paraId="649BAD22" w14:textId="77777777" w:rsidR="006B0621" w:rsidRDefault="006B0621" w:rsidP="00C9192F">
            <w:pPr>
              <w:pStyle w:val="libPoem"/>
            </w:pPr>
            <w:r>
              <w:rPr>
                <w:rtl/>
                <w:lang w:bidi="fa-IR"/>
              </w:rPr>
              <w:t>اُو رب رفع سبع العوالي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4DE74A" w14:textId="77777777" w:rsidR="006B0621" w:rsidRDefault="006B062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AED7FA" w14:textId="77777777" w:rsidR="006B0621" w:rsidRDefault="006B0621" w:rsidP="00C9192F">
            <w:pPr>
              <w:pStyle w:val="libPoem"/>
            </w:pPr>
            <w:r>
              <w:rPr>
                <w:rtl/>
                <w:lang w:bidi="fa-IR"/>
              </w:rPr>
              <w:t>اِنكان آل المنتهى 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79CF799" w14:textId="77777777" w:rsidR="00EE7C84" w:rsidRDefault="00EE7C84" w:rsidP="006B0621">
      <w:pPr>
        <w:pStyle w:val="libPoemCenter"/>
        <w:rPr>
          <w:lang w:bidi="fa-IR"/>
        </w:rPr>
      </w:pPr>
      <w:r>
        <w:rPr>
          <w:rtl/>
          <w:lang w:bidi="fa-IR"/>
        </w:rPr>
        <w:t>ايجيك الخبر أوّل اُوتالي</w:t>
      </w:r>
    </w:p>
    <w:tbl>
      <w:tblPr>
        <w:tblStyle w:val="TableGrid"/>
        <w:bidiVisual/>
        <w:tblW w:w="4511" w:type="pct"/>
        <w:tblInd w:w="384" w:type="dxa"/>
        <w:tblLook w:val="01E0" w:firstRow="1" w:lastRow="1" w:firstColumn="1" w:lastColumn="1" w:noHBand="0" w:noVBand="0"/>
      </w:tblPr>
      <w:tblGrid>
        <w:gridCol w:w="3919"/>
        <w:gridCol w:w="279"/>
        <w:gridCol w:w="3881"/>
      </w:tblGrid>
      <w:tr w:rsidR="006B0621" w14:paraId="467C4597" w14:textId="77777777" w:rsidTr="006B0621">
        <w:trPr>
          <w:trHeight w:val="350"/>
        </w:trPr>
        <w:tc>
          <w:tcPr>
            <w:tcW w:w="3920" w:type="dxa"/>
            <w:shd w:val="clear" w:color="auto" w:fill="auto"/>
          </w:tcPr>
          <w:p w14:paraId="2BD36414" w14:textId="77777777" w:rsidR="006B0621" w:rsidRDefault="006B0621" w:rsidP="00C9192F">
            <w:pPr>
              <w:pStyle w:val="libPoem"/>
            </w:pPr>
            <w:r>
              <w:rPr>
                <w:rtl/>
                <w:lang w:bidi="fa-IR"/>
              </w:rPr>
              <w:t>واِحسين دمعاته نثوره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7B30F48" w14:textId="77777777" w:rsidR="006B0621" w:rsidRDefault="006B062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B5E29F3" w14:textId="77777777" w:rsidR="006B0621" w:rsidRDefault="006B0621" w:rsidP="00C9192F">
            <w:pPr>
              <w:pStyle w:val="libPoem"/>
            </w:pPr>
            <w:r>
              <w:rPr>
                <w:rtl/>
                <w:lang w:bidi="fa-IR"/>
              </w:rPr>
              <w:t>خان الدهر وابدى ابجوره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0621" w14:paraId="79BCA268" w14:textId="77777777" w:rsidTr="006B0621">
        <w:trPr>
          <w:trHeight w:val="350"/>
        </w:trPr>
        <w:tc>
          <w:tcPr>
            <w:tcW w:w="3920" w:type="dxa"/>
          </w:tcPr>
          <w:p w14:paraId="2886846E" w14:textId="77777777" w:rsidR="006B0621" w:rsidRDefault="006B0621" w:rsidP="00C9192F">
            <w:pPr>
              <w:pStyle w:val="libPoem"/>
            </w:pPr>
            <w:r>
              <w:rPr>
                <w:rtl/>
                <w:lang w:bidi="fa-IR"/>
              </w:rPr>
              <w:t>في عترتك ادى انذوره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B9329E1" w14:textId="77777777" w:rsidR="006B0621" w:rsidRDefault="006B062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BA863C" w14:textId="77777777" w:rsidR="006B0621" w:rsidRDefault="006B0621" w:rsidP="00C9192F">
            <w:pPr>
              <w:pStyle w:val="libPoem"/>
            </w:pPr>
            <w:r>
              <w:rPr>
                <w:rtl/>
                <w:lang w:bidi="fa-IR"/>
              </w:rPr>
              <w:t>بدرك يزهرا غاب نوره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0621" w14:paraId="78B1DF3F" w14:textId="77777777" w:rsidTr="006B062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4AF5E3A" w14:textId="77777777" w:rsidR="006B0621" w:rsidRDefault="006B0621" w:rsidP="00C9192F">
            <w:pPr>
              <w:pStyle w:val="libPoem"/>
            </w:pPr>
            <w:r>
              <w:rPr>
                <w:rtl/>
                <w:lang w:bidi="fa-IR"/>
              </w:rPr>
              <w:t>اُوجات الحريم اتنوح يمّه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BEA704" w14:textId="77777777" w:rsidR="006B0621" w:rsidRDefault="006B062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1A3D63" w14:textId="77777777" w:rsidR="006B0621" w:rsidRDefault="006B0621" w:rsidP="00C9192F">
            <w:pPr>
              <w:pStyle w:val="libPoem"/>
            </w:pPr>
            <w:r>
              <w:rPr>
                <w:rtl/>
                <w:lang w:bidi="fa-IR"/>
              </w:rPr>
              <w:t>اُو قلبه احترق من زود سمه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0621" w14:paraId="42898A9C" w14:textId="77777777" w:rsidTr="006B062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ACE5D62" w14:textId="77777777" w:rsidR="006B0621" w:rsidRDefault="006B0621" w:rsidP="00C9192F">
            <w:pPr>
              <w:pStyle w:val="libPoem"/>
            </w:pPr>
            <w:r>
              <w:rPr>
                <w:rtl/>
                <w:lang w:bidi="fa-IR"/>
              </w:rPr>
              <w:t>واِحسين بيدينه يلمه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E16F37" w14:textId="77777777" w:rsidR="006B0621" w:rsidRDefault="006B062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745910" w14:textId="77777777" w:rsidR="006B0621" w:rsidRDefault="006B0621" w:rsidP="00C9192F">
            <w:pPr>
              <w:pStyle w:val="libPoem"/>
            </w:pPr>
            <w:r>
              <w:rPr>
                <w:rtl/>
                <w:lang w:bidi="fa-IR"/>
              </w:rPr>
              <w:t>لازم عضيده اُوهو يشمه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1976DAC" w14:textId="77777777" w:rsidR="00EE7C84" w:rsidRDefault="00EE7C84" w:rsidP="006B0621">
      <w:pPr>
        <w:pStyle w:val="libPoemCenter"/>
        <w:rPr>
          <w:lang w:bidi="fa-IR"/>
        </w:rPr>
      </w:pPr>
      <w:r>
        <w:rPr>
          <w:rtl/>
          <w:lang w:bidi="fa-IR"/>
        </w:rPr>
        <w:t>اُوكبده تقياها ابدمه</w:t>
      </w:r>
    </w:p>
    <w:p w14:paraId="195721A6" w14:textId="77777777" w:rsidR="00EE7C84" w:rsidRDefault="00EE7C84" w:rsidP="006B0621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3EB29FB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65A52097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فيما يشتمل من الأخبار التي أخبرت بها الأحبار عند ولادة الزهراء للحسين (</w:t>
      </w:r>
      <w:r w:rsidR="00204F6E" w:rsidRPr="00204F6E">
        <w:rPr>
          <w:rStyle w:val="libAlaemChar"/>
          <w:rtl/>
        </w:rPr>
        <w:t>عليهما‌السلام</w:t>
      </w:r>
      <w:r>
        <w:rPr>
          <w:rtl/>
          <w:lang w:bidi="fa-IR"/>
        </w:rPr>
        <w:t>) ، وعندما جاءت به صفيّة إلى النّبيِّ (</w:t>
      </w:r>
      <w:r w:rsidR="002A105B" w:rsidRPr="002A105B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</w:t>
      </w:r>
      <w:r w:rsidR="00FB110A">
        <w:rPr>
          <w:rtl/>
          <w:lang w:bidi="fa-IR"/>
        </w:rPr>
        <w:t>.</w:t>
      </w:r>
    </w:p>
    <w:p w14:paraId="0AE03227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ما أجاب به الحبر الكبير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F38DD" w14:paraId="25EF0A84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55F0A7DB" w14:textId="77777777" w:rsidR="00BF38DD" w:rsidRDefault="00BF38DD" w:rsidP="00C9192F">
            <w:pPr>
              <w:pStyle w:val="libPoem"/>
            </w:pPr>
            <w:r>
              <w:rPr>
                <w:rtl/>
                <w:lang w:bidi="fa-IR"/>
              </w:rPr>
              <w:t>نادى اُومنّه الدمع هتّان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C64646A" w14:textId="77777777" w:rsidR="00BF38DD" w:rsidRDefault="00BF38D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26CE08C" w14:textId="77777777" w:rsidR="00BF38DD" w:rsidRDefault="00BF38DD" w:rsidP="00C9192F">
            <w:pPr>
              <w:pStyle w:val="libPoem"/>
            </w:pPr>
            <w:r>
              <w:rPr>
                <w:rtl/>
                <w:lang w:bidi="fa-IR"/>
              </w:rPr>
              <w:t>بالله اعذروني يا اَهل خوّان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38DD" w14:paraId="3969B186" w14:textId="77777777" w:rsidTr="00C9192F">
        <w:trPr>
          <w:trHeight w:val="350"/>
        </w:trPr>
        <w:tc>
          <w:tcPr>
            <w:tcW w:w="3920" w:type="dxa"/>
          </w:tcPr>
          <w:p w14:paraId="5E733183" w14:textId="77777777" w:rsidR="00BF38DD" w:rsidRDefault="00BF38DD" w:rsidP="00C9192F">
            <w:pPr>
              <w:pStyle w:val="libPoem"/>
            </w:pPr>
            <w:r>
              <w:rPr>
                <w:rtl/>
                <w:lang w:bidi="fa-IR"/>
              </w:rPr>
              <w:t>في كتب موسى نجل عمران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3F4AFB" w14:textId="77777777" w:rsidR="00BF38DD" w:rsidRDefault="00BF38D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2C313D" w14:textId="77777777" w:rsidR="00BF38DD" w:rsidRDefault="00BF38DD" w:rsidP="00C9192F">
            <w:pPr>
              <w:pStyle w:val="libPoem"/>
            </w:pPr>
            <w:r>
              <w:rPr>
                <w:rtl/>
                <w:lang w:bidi="fa-IR"/>
              </w:rPr>
              <w:t>هذا الولد ينذبح عطشان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38DD" w14:paraId="22C2003E" w14:textId="77777777" w:rsidTr="00C9192F">
        <w:trPr>
          <w:trHeight w:val="350"/>
        </w:trPr>
        <w:tc>
          <w:tcPr>
            <w:tcW w:w="3920" w:type="dxa"/>
          </w:tcPr>
          <w:p w14:paraId="26CC3CA5" w14:textId="77777777" w:rsidR="00BF38DD" w:rsidRDefault="00BF38DD" w:rsidP="00C9192F">
            <w:pPr>
              <w:pStyle w:val="libPoem"/>
            </w:pPr>
            <w:r>
              <w:rPr>
                <w:rtl/>
                <w:lang w:bidi="fa-IR"/>
              </w:rPr>
              <w:t>اُوراسه يعلى ابراس لسنان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3F4D0D" w14:textId="77777777" w:rsidR="00BF38DD" w:rsidRDefault="00BF38D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7BADAA" w14:textId="77777777" w:rsidR="00BF38DD" w:rsidRDefault="00BF38DD" w:rsidP="00C9192F">
            <w:pPr>
              <w:pStyle w:val="libPoem"/>
            </w:pPr>
            <w:r>
              <w:rPr>
                <w:rtl/>
                <w:lang w:bidi="fa-IR"/>
              </w:rPr>
              <w:t>اُوجسمه يظل للخيل ميدان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79007D2" w14:textId="77777777" w:rsidR="00EE7C84" w:rsidRDefault="00EE7C84" w:rsidP="00BF38DD">
      <w:pPr>
        <w:pStyle w:val="libPoemCenter"/>
        <w:rPr>
          <w:lang w:bidi="fa-IR"/>
        </w:rPr>
      </w:pPr>
      <w:r>
        <w:rPr>
          <w:rtl/>
          <w:lang w:bidi="fa-IR"/>
        </w:rPr>
        <w:t>اُو لمحرّمة تهتك العدوان</w:t>
      </w:r>
    </w:p>
    <w:p w14:paraId="3B88A6B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أجابه الحبر الثاني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F38DD" w14:paraId="4C8657BF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04712A8E" w14:textId="77777777" w:rsidR="00BF38DD" w:rsidRDefault="00BF38DD" w:rsidP="00C9192F">
            <w:pPr>
              <w:pStyle w:val="libPoem"/>
            </w:pPr>
            <w:r>
              <w:rPr>
                <w:rtl/>
                <w:lang w:bidi="fa-IR"/>
              </w:rPr>
              <w:t>نادى اُو تجرى العين ماها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47A3C2B" w14:textId="77777777" w:rsidR="00BF38DD" w:rsidRDefault="00BF38D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062E209" w14:textId="77777777" w:rsidR="00BF38DD" w:rsidRDefault="00BF38DD" w:rsidP="00C9192F">
            <w:pPr>
              <w:pStyle w:val="libPoem"/>
            </w:pPr>
            <w:r>
              <w:rPr>
                <w:rtl/>
                <w:lang w:bidi="fa-IR"/>
              </w:rPr>
              <w:t>شوفه إلى عيني غشاها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38DD" w14:paraId="21B6FCF5" w14:textId="77777777" w:rsidTr="00C9192F">
        <w:trPr>
          <w:trHeight w:val="350"/>
        </w:trPr>
        <w:tc>
          <w:tcPr>
            <w:tcW w:w="3920" w:type="dxa"/>
          </w:tcPr>
          <w:p w14:paraId="58E12A7A" w14:textId="77777777" w:rsidR="00BF38DD" w:rsidRDefault="00BF38DD" w:rsidP="00C9192F">
            <w:pPr>
              <w:pStyle w:val="libPoem"/>
            </w:pPr>
            <w:r>
              <w:rPr>
                <w:rtl/>
                <w:lang w:bidi="fa-IR"/>
              </w:rPr>
              <w:t>اُونوره إلى الدنيا ملاها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278055" w14:textId="77777777" w:rsidR="00BF38DD" w:rsidRDefault="00BF38D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7319F0" w14:textId="77777777" w:rsidR="00BF38DD" w:rsidRDefault="00BF38DD" w:rsidP="00C9192F">
            <w:pPr>
              <w:pStyle w:val="libPoem"/>
            </w:pPr>
            <w:r>
              <w:rPr>
                <w:rtl/>
                <w:lang w:bidi="fa-IR"/>
              </w:rPr>
              <w:t>يوسفه يظل مرمي ابعراها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41304B8" w14:textId="77777777" w:rsidR="00EE7C84" w:rsidRDefault="00EE7C84" w:rsidP="00BF38DD">
      <w:pPr>
        <w:pStyle w:val="libPoemCenter"/>
        <w:rPr>
          <w:lang w:bidi="fa-IR"/>
        </w:rPr>
      </w:pPr>
      <w:r>
        <w:rPr>
          <w:rtl/>
          <w:lang w:bidi="fa-IR"/>
        </w:rPr>
        <w:t>اُوراسه يعلى في قناها</w:t>
      </w:r>
    </w:p>
    <w:p w14:paraId="68A8C5C8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أجابه الحبر الثالث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F38DD" w14:paraId="0E6C211A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2DB879AD" w14:textId="77777777" w:rsidR="00BF38DD" w:rsidRDefault="00BF38DD" w:rsidP="00C9192F">
            <w:pPr>
              <w:pStyle w:val="libPoem"/>
            </w:pPr>
            <w:r>
              <w:rPr>
                <w:rtl/>
                <w:lang w:bidi="fa-IR"/>
              </w:rPr>
              <w:t>الله لصدر معدن الجود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920AA88" w14:textId="77777777" w:rsidR="00BF38DD" w:rsidRDefault="00BF38D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53ADE3A" w14:textId="77777777" w:rsidR="00BF38DD" w:rsidRDefault="00BF38DD" w:rsidP="00C9192F">
            <w:pPr>
              <w:pStyle w:val="libPoem"/>
            </w:pPr>
            <w:r>
              <w:rPr>
                <w:rtl/>
                <w:lang w:bidi="fa-IR"/>
              </w:rPr>
              <w:t>منهو الكرم ينهل ممدود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38DD" w14:paraId="61647910" w14:textId="77777777" w:rsidTr="00C9192F">
        <w:trPr>
          <w:trHeight w:val="350"/>
        </w:trPr>
        <w:tc>
          <w:tcPr>
            <w:tcW w:w="3920" w:type="dxa"/>
          </w:tcPr>
          <w:p w14:paraId="653EA79A" w14:textId="77777777" w:rsidR="00BF38DD" w:rsidRDefault="00BF38DD" w:rsidP="00C9192F">
            <w:pPr>
              <w:pStyle w:val="libPoem"/>
            </w:pPr>
            <w:r>
              <w:rPr>
                <w:rtl/>
                <w:lang w:bidi="fa-IR"/>
              </w:rPr>
              <w:t>في كتب موسى كان موجود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B0B1E3" w14:textId="77777777" w:rsidR="00BF38DD" w:rsidRDefault="00BF38D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A51D5E" w14:textId="77777777" w:rsidR="00BF38DD" w:rsidRDefault="00BF38DD" w:rsidP="00C9192F">
            <w:pPr>
              <w:pStyle w:val="libPoem"/>
            </w:pPr>
            <w:r>
              <w:rPr>
                <w:rtl/>
                <w:lang w:bidi="fa-IR"/>
              </w:rPr>
              <w:t>يبقى على التربان ممدود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38DD" w14:paraId="6CC9B79D" w14:textId="77777777" w:rsidTr="00C9192F">
        <w:trPr>
          <w:trHeight w:val="350"/>
        </w:trPr>
        <w:tc>
          <w:tcPr>
            <w:tcW w:w="3920" w:type="dxa"/>
          </w:tcPr>
          <w:p w14:paraId="66853373" w14:textId="77777777" w:rsidR="00BF38DD" w:rsidRDefault="00BF38DD" w:rsidP="00C9192F">
            <w:pPr>
              <w:pStyle w:val="libPoem"/>
            </w:pPr>
            <w:r>
              <w:rPr>
                <w:rtl/>
                <w:lang w:bidi="fa-IR"/>
              </w:rPr>
              <w:t>اُوراسه يعلا ابذابل العود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13BE69" w14:textId="77777777" w:rsidR="00BF38DD" w:rsidRDefault="00BF38D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7C90BE" w14:textId="77777777" w:rsidR="00BF38DD" w:rsidRDefault="00BF38DD" w:rsidP="00C9192F">
            <w:pPr>
              <w:pStyle w:val="libPoem"/>
            </w:pPr>
            <w:r>
              <w:rPr>
                <w:rtl/>
                <w:lang w:bidi="fa-IR"/>
              </w:rPr>
              <w:t>الجمال خاب اصله ولجدود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1960623" w14:textId="77777777" w:rsidR="00EE7C84" w:rsidRDefault="00EE7C84" w:rsidP="00BF38DD">
      <w:pPr>
        <w:pStyle w:val="libPoemCenter"/>
        <w:rPr>
          <w:lang w:bidi="fa-IR"/>
        </w:rPr>
      </w:pPr>
      <w:r>
        <w:rPr>
          <w:rtl/>
          <w:lang w:bidi="fa-IR"/>
        </w:rPr>
        <w:t>على ويش منه اتقص لزنود</w:t>
      </w:r>
    </w:p>
    <w:p w14:paraId="4376292F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صفيّة حين أخبروها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F38DD" w14:paraId="0CBD41FC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2716B9F5" w14:textId="77777777" w:rsidR="00BF38DD" w:rsidRDefault="00BF38DD" w:rsidP="00C9192F">
            <w:pPr>
              <w:pStyle w:val="libPoem"/>
            </w:pPr>
            <w:r>
              <w:rPr>
                <w:rtl/>
                <w:lang w:bidi="fa-IR"/>
              </w:rPr>
              <w:t>نادت اُودمع العين تجريه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DE8A33A" w14:textId="77777777" w:rsidR="00BF38DD" w:rsidRDefault="00BF38D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0CABCE3" w14:textId="77777777" w:rsidR="00BF38DD" w:rsidRDefault="00BF38DD" w:rsidP="00C9192F">
            <w:pPr>
              <w:pStyle w:val="libPoem"/>
            </w:pPr>
            <w:r>
              <w:rPr>
                <w:rtl/>
                <w:lang w:bidi="fa-IR"/>
              </w:rPr>
              <w:t>أنا رايحة الجدّه أهنيه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38DD" w14:paraId="121312FC" w14:textId="77777777" w:rsidTr="00C9192F">
        <w:trPr>
          <w:trHeight w:val="350"/>
        </w:trPr>
        <w:tc>
          <w:tcPr>
            <w:tcW w:w="3920" w:type="dxa"/>
          </w:tcPr>
          <w:p w14:paraId="53991B24" w14:textId="77777777" w:rsidR="00BF38DD" w:rsidRDefault="00BF38DD" w:rsidP="00C9192F">
            <w:pPr>
              <w:pStyle w:val="libPoem"/>
            </w:pPr>
            <w:r>
              <w:rPr>
                <w:rtl/>
                <w:lang w:bidi="fa-IR"/>
              </w:rPr>
              <w:t>ولا دري أهنيه اُو اعزّيه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B30F91" w14:textId="77777777" w:rsidR="00BF38DD" w:rsidRDefault="00BF38D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68FF32" w14:textId="77777777" w:rsidR="00BF38DD" w:rsidRDefault="00BF38DD" w:rsidP="00C9192F">
            <w:pPr>
              <w:pStyle w:val="libPoem"/>
            </w:pPr>
            <w:r>
              <w:rPr>
                <w:rtl/>
                <w:lang w:bidi="fa-IR"/>
              </w:rPr>
              <w:t>عساني العمى اُولا اُوصل اليه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0CBFDBB" w14:textId="77777777" w:rsidR="00EE7C84" w:rsidRDefault="00EE7C84" w:rsidP="00BF38DD">
      <w:pPr>
        <w:pStyle w:val="libPoemCenter"/>
        <w:rPr>
          <w:lang w:bidi="fa-IR"/>
        </w:rPr>
      </w:pPr>
      <w:r>
        <w:rPr>
          <w:rtl/>
          <w:lang w:bidi="fa-IR"/>
        </w:rPr>
        <w:t>ولا خبره باَخبار تؤذّيه</w:t>
      </w:r>
    </w:p>
    <w:p w14:paraId="2CD19A8B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F38DD" w14:paraId="50B25C3E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00229567" w14:textId="77777777" w:rsidR="00BF38DD" w:rsidRDefault="00ED57FB" w:rsidP="00C9192F">
            <w:pPr>
              <w:pStyle w:val="libPoem"/>
            </w:pPr>
            <w:r>
              <w:rPr>
                <w:rtl/>
                <w:lang w:bidi="fa-IR"/>
              </w:rPr>
              <w:t>أنا ابمصابك خبّروني</w:t>
            </w:r>
            <w:r w:rsidR="00BF38D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9CA334C" w14:textId="77777777" w:rsidR="00BF38DD" w:rsidRDefault="00BF38D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D1EC682" w14:textId="77777777" w:rsidR="00BF38DD" w:rsidRDefault="00ED57FB" w:rsidP="00C9192F">
            <w:pPr>
              <w:pStyle w:val="libPoem"/>
            </w:pPr>
            <w:r>
              <w:rPr>
                <w:rtl/>
                <w:lang w:bidi="fa-IR"/>
              </w:rPr>
              <w:t>خذوا مهجتي واعموا اعيوني</w:t>
            </w:r>
            <w:r w:rsidR="00BF38D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38DD" w14:paraId="73DFE2C2" w14:textId="77777777" w:rsidTr="00C9192F">
        <w:trPr>
          <w:trHeight w:val="350"/>
        </w:trPr>
        <w:tc>
          <w:tcPr>
            <w:tcW w:w="3920" w:type="dxa"/>
          </w:tcPr>
          <w:p w14:paraId="65898978" w14:textId="77777777" w:rsidR="00BF38DD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يا ليتهم ما واجهوني</w:t>
            </w:r>
            <w:r w:rsidR="00BF38D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6B9D5A" w14:textId="77777777" w:rsidR="00BF38DD" w:rsidRDefault="00BF38D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8080F5" w14:textId="77777777" w:rsidR="00BF38DD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ولا اِبذبحك خبّروني</w:t>
            </w:r>
            <w:r w:rsidR="00BF38D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38DD" w14:paraId="29ECDCDF" w14:textId="77777777" w:rsidTr="00C9192F">
        <w:trPr>
          <w:trHeight w:val="350"/>
        </w:trPr>
        <w:tc>
          <w:tcPr>
            <w:tcW w:w="3920" w:type="dxa"/>
          </w:tcPr>
          <w:p w14:paraId="6F0B2FAC" w14:textId="77777777" w:rsidR="00BF38DD" w:rsidRDefault="00ED57FB" w:rsidP="00C9192F">
            <w:pPr>
              <w:pStyle w:val="libPoem"/>
            </w:pPr>
            <w:r>
              <w:rPr>
                <w:rtl/>
                <w:lang w:bidi="fa-IR"/>
              </w:rPr>
              <w:t>بيك الفرح يابني ولسرور</w:t>
            </w:r>
            <w:r w:rsidR="00BF38D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30DBCA" w14:textId="77777777" w:rsidR="00BF38DD" w:rsidRDefault="00BF38D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6C8310" w14:textId="77777777" w:rsidR="00BF38DD" w:rsidRDefault="00ED57FB" w:rsidP="00C9192F">
            <w:pPr>
              <w:pStyle w:val="libPoem"/>
            </w:pPr>
            <w:r>
              <w:rPr>
                <w:rtl/>
                <w:lang w:bidi="fa-IR"/>
              </w:rPr>
              <w:t>جاني الخبر عن يوم عاشور</w:t>
            </w:r>
            <w:r w:rsidR="00BF38D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38DD" w14:paraId="1B9291AB" w14:textId="77777777" w:rsidTr="00C9192F">
        <w:trPr>
          <w:trHeight w:val="350"/>
        </w:trPr>
        <w:tc>
          <w:tcPr>
            <w:tcW w:w="3920" w:type="dxa"/>
          </w:tcPr>
          <w:p w14:paraId="7EE22B9A" w14:textId="77777777" w:rsidR="00BF38DD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لنّك ابسيف الشمر منحور</w:t>
            </w:r>
            <w:r w:rsidR="00BF38D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AFB5EC" w14:textId="77777777" w:rsidR="00BF38DD" w:rsidRDefault="00BF38D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E2E5B2" w14:textId="77777777" w:rsidR="00BF38DD" w:rsidRDefault="00ED57FB" w:rsidP="00C9192F">
            <w:pPr>
              <w:pStyle w:val="libPoem"/>
            </w:pPr>
            <w:r>
              <w:rPr>
                <w:rtl/>
                <w:lang w:bidi="fa-IR"/>
              </w:rPr>
              <w:t>اتموت ابظما والماي محصور</w:t>
            </w:r>
            <w:r w:rsidR="00BF38D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38DD" w14:paraId="7F7F3AF3" w14:textId="77777777" w:rsidTr="00C9192F">
        <w:trPr>
          <w:trHeight w:val="350"/>
        </w:trPr>
        <w:tc>
          <w:tcPr>
            <w:tcW w:w="3920" w:type="dxa"/>
          </w:tcPr>
          <w:p w14:paraId="60EB02D8" w14:textId="77777777" w:rsidR="00BF38DD" w:rsidRDefault="00ED57FB" w:rsidP="00C9192F">
            <w:pPr>
              <w:pStyle w:val="libPoem"/>
            </w:pPr>
            <w:r>
              <w:rPr>
                <w:rtl/>
                <w:lang w:bidi="fa-IR"/>
              </w:rPr>
              <w:t>اُو تبقى رميّة فوق لصخور</w:t>
            </w:r>
            <w:r w:rsidR="00BF38D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D906E0" w14:textId="77777777" w:rsidR="00BF38DD" w:rsidRDefault="00BF38D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E99ED5" w14:textId="77777777" w:rsidR="00BF38DD" w:rsidRDefault="00ED57FB" w:rsidP="00C9192F">
            <w:pPr>
              <w:pStyle w:val="libPoem"/>
            </w:pPr>
            <w:r>
              <w:rPr>
                <w:rtl/>
                <w:lang w:bidi="fa-IR"/>
              </w:rPr>
              <w:t>طايح اُو حولك ذيك لبدور</w:t>
            </w:r>
            <w:r w:rsidR="00BF38D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38DD" w14:paraId="147ACAE9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F0579DB" w14:textId="77777777" w:rsidR="00BF38DD" w:rsidRDefault="00ED57FB" w:rsidP="00C9192F">
            <w:pPr>
              <w:pStyle w:val="libPoem"/>
            </w:pPr>
            <w:r>
              <w:rPr>
                <w:rtl/>
                <w:lang w:bidi="fa-IR"/>
              </w:rPr>
              <w:t>اُوراسك ابراس الرمح مشهور</w:t>
            </w:r>
            <w:r w:rsidR="00BF38D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20B0E2" w14:textId="77777777" w:rsidR="00BF38DD" w:rsidRDefault="00BF38D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2E9E47" w14:textId="77777777" w:rsidR="00BF38DD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وابنك علي بالقيد ماسور</w:t>
            </w:r>
            <w:r w:rsidR="00BF38D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38DD" w14:paraId="3428B457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5C6FA33" w14:textId="77777777" w:rsidR="00BF38DD" w:rsidRDefault="00ED57FB" w:rsidP="00C9192F">
            <w:pPr>
              <w:pStyle w:val="libPoem"/>
            </w:pPr>
            <w:r>
              <w:rPr>
                <w:rtl/>
                <w:lang w:bidi="fa-IR"/>
              </w:rPr>
              <w:t>اُو خواتك عقبك تركب الكور</w:t>
            </w:r>
            <w:r w:rsidR="00BF38D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796126" w14:textId="77777777" w:rsidR="00BF38DD" w:rsidRDefault="00BF38D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90DADA" w14:textId="77777777" w:rsidR="00BF38DD" w:rsidRDefault="00ED57FB" w:rsidP="00C9192F">
            <w:pPr>
              <w:pStyle w:val="libPoem"/>
            </w:pPr>
            <w:r>
              <w:rPr>
                <w:rtl/>
                <w:lang w:bidi="fa-IR"/>
              </w:rPr>
              <w:t>اتنادي اُودمع العين منثور</w:t>
            </w:r>
            <w:r w:rsidR="00BF38D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38DD" w14:paraId="663812C2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89B2A9A" w14:textId="77777777" w:rsidR="00BF38DD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محمود يا ربي اُو مشكور</w:t>
            </w:r>
            <w:r w:rsidR="00BF38D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3BE03E1" w14:textId="77777777" w:rsidR="00BF38DD" w:rsidRDefault="00BF38D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A78F79" w14:textId="77777777" w:rsidR="00BF38DD" w:rsidRDefault="00ED57FB" w:rsidP="00C9192F">
            <w:pPr>
              <w:pStyle w:val="libPoem"/>
            </w:pPr>
            <w:r>
              <w:rPr>
                <w:rtl/>
                <w:lang w:bidi="fa-IR"/>
              </w:rPr>
              <w:t>بعد المعزة اُو ذيك لخدور</w:t>
            </w:r>
            <w:r w:rsidR="00BF38D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0349BC8" w14:textId="77777777" w:rsidR="00EE7C84" w:rsidRDefault="00EE7C84" w:rsidP="00ED57FB">
      <w:pPr>
        <w:pStyle w:val="libPoemCenter"/>
        <w:rPr>
          <w:lang w:bidi="fa-IR"/>
        </w:rPr>
      </w:pPr>
      <w:r>
        <w:rPr>
          <w:rtl/>
          <w:lang w:bidi="fa-IR"/>
        </w:rPr>
        <w:t>اركب ضوالع حدب اظهور</w:t>
      </w:r>
    </w:p>
    <w:p w14:paraId="4D49126F" w14:textId="77777777" w:rsidR="00EE7C84" w:rsidRDefault="00EE7C84" w:rsidP="00D90438">
      <w:pPr>
        <w:pStyle w:val="libNormal"/>
        <w:rPr>
          <w:lang w:bidi="fa-IR"/>
        </w:rPr>
      </w:pPr>
      <w:r>
        <w:rPr>
          <w:rtl/>
          <w:lang w:bidi="fa-IR"/>
        </w:rPr>
        <w:t>و</w:t>
      </w:r>
      <w:r w:rsidR="00D90438">
        <w:rPr>
          <w:rtl/>
          <w:lang w:bidi="fa-IR"/>
        </w:rPr>
        <w:t>لما</w:t>
      </w:r>
      <w:r>
        <w:rPr>
          <w:rtl/>
          <w:lang w:bidi="fa-IR"/>
        </w:rPr>
        <w:t xml:space="preserve"> جاءت صفيّة إلى النّبي (</w:t>
      </w:r>
      <w:r w:rsidR="002A105B" w:rsidRPr="002A105B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بلسان الحال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D57FB" w14:paraId="4899A737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075510CF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يقلها اُومنّه تدمع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5727890" w14:textId="77777777" w:rsidR="00ED57FB" w:rsidRDefault="00ED57FB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3882252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قولي إلي باللي سمعتين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7FB" w14:paraId="291B3057" w14:textId="77777777" w:rsidTr="00C9192F">
        <w:trPr>
          <w:trHeight w:val="350"/>
        </w:trPr>
        <w:tc>
          <w:tcPr>
            <w:tcW w:w="3920" w:type="dxa"/>
          </w:tcPr>
          <w:p w14:paraId="49B0B389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ولا شيء من اخبارك تخفين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E45E59" w14:textId="77777777" w:rsidR="00ED57FB" w:rsidRDefault="00ED57FB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042C10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وانا ادري ابجوابك قبل تحكين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7FB" w14:paraId="2C112A65" w14:textId="77777777" w:rsidTr="00C9192F">
        <w:trPr>
          <w:trHeight w:val="350"/>
        </w:trPr>
        <w:tc>
          <w:tcPr>
            <w:tcW w:w="3920" w:type="dxa"/>
          </w:tcPr>
          <w:p w14:paraId="131A3ADF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هليهود هاللي انتي لقيتين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513881" w14:textId="77777777" w:rsidR="00ED57FB" w:rsidRDefault="00ED57FB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F18F3E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هم خبروك ابذبحة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7FB" w14:paraId="63B0CC8D" w14:textId="77777777" w:rsidTr="00C9192F">
        <w:trPr>
          <w:trHeight w:val="350"/>
        </w:trPr>
        <w:tc>
          <w:tcPr>
            <w:tcW w:w="3920" w:type="dxa"/>
          </w:tcPr>
          <w:p w14:paraId="29943BAF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نادت اُومنها القلب ممرود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C27DFE" w14:textId="77777777" w:rsidR="00ED57FB" w:rsidRDefault="00ED57FB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6855CF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والدمع جاري فوق لخدود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7FB" w14:paraId="6A119B7C" w14:textId="77777777" w:rsidTr="00C9192F">
        <w:trPr>
          <w:trHeight w:val="350"/>
        </w:trPr>
        <w:tc>
          <w:tcPr>
            <w:tcW w:w="3920" w:type="dxa"/>
          </w:tcPr>
          <w:p w14:paraId="10A41BB6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لاقيبت احبار امن ليهود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C7CA78" w14:textId="77777777" w:rsidR="00ED57FB" w:rsidRDefault="00ED57FB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AF1DA8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اخذوا الطفل منّي اُوصاروا اتعود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7FB" w14:paraId="14D41134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086D2A4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اُوظلوا يقبلونه بلخدود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4BBB51" w14:textId="77777777" w:rsidR="00ED57FB" w:rsidRDefault="00ED57FB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5DCED1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سمعت الخبر منهم من العود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7FB" w14:paraId="3E0CE9BA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6A4B33C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ينادي يمعشر جمع ليهود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7CD93E" w14:textId="77777777" w:rsidR="00ED57FB" w:rsidRDefault="00ED57FB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A6EE33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هذا الطفل بالكرم معدود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7FB" w14:paraId="5CC22B0B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06F5E30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فرعه زكي من أب واجدود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7D1435" w14:textId="77777777" w:rsidR="00ED57FB" w:rsidRDefault="00ED57FB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7CF4A5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لكن يظل بالقاع ممدود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7FB" w14:paraId="35864C40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FFA1B51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نادت اُو مدمعها تهلّه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F6AF7E" w14:textId="77777777" w:rsidR="00ED57FB" w:rsidRDefault="00ED57FB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B7500A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هالطفل هذا اللي تقبله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7FB" w14:paraId="121ADF73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C280B10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اُويامى على اَكتافها تحمله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3D6085" w14:textId="77777777" w:rsidR="00ED57FB" w:rsidRDefault="00ED57FB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ACA3F5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شمر نسل اُمّه النذله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7FB" w14:paraId="041AFFAF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BFAF28E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يركب على صدره ابنعله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37F8C4" w14:textId="77777777" w:rsidR="00ED57FB" w:rsidRDefault="00ED57FB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4F6678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اُوراسه على رمحه يحمله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7FB" w14:paraId="1C06CF6F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ACF9A3E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شافه النّبي واندهش 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5D02CF" w14:textId="77777777" w:rsidR="00ED57FB" w:rsidRDefault="00ED57FB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418135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يعمّة تشوفي اِلى جَماله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7FB" w14:paraId="163EDF04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C508E7E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اُو نظري لقدّه واعتداله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776851" w14:textId="77777777" w:rsidR="00ED57FB" w:rsidRDefault="00ED57FB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E9BE86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في كربلا ايطنب اِرحاله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7FB" w14:paraId="7AE9FF60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4FE691C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اُو يذبح مع جملة اِرجاله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1303AE" w14:textId="77777777" w:rsidR="00ED57FB" w:rsidRDefault="00ED57FB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810002" w14:textId="77777777" w:rsidR="00ED57FB" w:rsidRDefault="00ED57FB" w:rsidP="00C9192F">
            <w:pPr>
              <w:pStyle w:val="libPoem"/>
            </w:pPr>
            <w:r>
              <w:rPr>
                <w:rtl/>
                <w:lang w:bidi="fa-IR"/>
              </w:rPr>
              <w:t>ابسيف الشمر روحي فدى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DF6FDFB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56D4F" w14:paraId="2CAA2F45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077A8CFC" w14:textId="77777777" w:rsidR="00456D4F" w:rsidRDefault="00456D4F" w:rsidP="00C9192F">
            <w:pPr>
              <w:pStyle w:val="libPoem"/>
            </w:pPr>
            <w:r>
              <w:rPr>
                <w:rtl/>
                <w:lang w:bidi="fa-IR"/>
              </w:rPr>
              <w:t>وتسلب عقب عينه اعياله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37F4A56" w14:textId="77777777" w:rsidR="00456D4F" w:rsidRDefault="00456D4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5536DDA" w14:textId="77777777" w:rsidR="00456D4F" w:rsidRDefault="00456D4F" w:rsidP="00C9192F">
            <w:pPr>
              <w:pStyle w:val="libPoem"/>
            </w:pPr>
            <w:r>
              <w:rPr>
                <w:rtl/>
                <w:lang w:bidi="fa-IR"/>
              </w:rPr>
              <w:t>واتصير في حال أشد 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7E43333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النبي (</w:t>
      </w:r>
      <w:r w:rsidR="002A105B" w:rsidRPr="002A105B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يخاطب صفيّة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56D4F" w14:paraId="63E67BD1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288CE9CB" w14:textId="77777777" w:rsidR="00456D4F" w:rsidRDefault="00456D4F" w:rsidP="00C9192F">
            <w:pPr>
              <w:pStyle w:val="libPoem"/>
            </w:pPr>
            <w:r>
              <w:rPr>
                <w:rtl/>
                <w:lang w:bidi="fa-IR"/>
              </w:rPr>
              <w:t>يقلها اُو عبراته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0F1E86A" w14:textId="77777777" w:rsidR="00456D4F" w:rsidRDefault="00456D4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B6DF1EB" w14:textId="77777777" w:rsidR="00456D4F" w:rsidRDefault="00456D4F" w:rsidP="00C9192F">
            <w:pPr>
              <w:pStyle w:val="libPoem"/>
            </w:pPr>
            <w:r>
              <w:rPr>
                <w:rtl/>
                <w:lang w:bidi="fa-IR"/>
              </w:rPr>
              <w:t>ودّي الولد لمّه الزكيّه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6D4F" w14:paraId="08A10C6B" w14:textId="77777777" w:rsidTr="00C9192F">
        <w:trPr>
          <w:trHeight w:val="350"/>
        </w:trPr>
        <w:tc>
          <w:tcPr>
            <w:tcW w:w="3920" w:type="dxa"/>
          </w:tcPr>
          <w:p w14:paraId="1C28EAA7" w14:textId="77777777" w:rsidR="00456D4F" w:rsidRDefault="00456D4F" w:rsidP="00C9192F">
            <w:pPr>
              <w:pStyle w:val="libPoem"/>
            </w:pPr>
            <w:r>
              <w:rPr>
                <w:rtl/>
                <w:lang w:bidi="fa-IR"/>
              </w:rPr>
              <w:t>اُوقولي لها ابعبرة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BEC775" w14:textId="77777777" w:rsidR="00456D4F" w:rsidRDefault="00456D4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9F6B595" w14:textId="77777777" w:rsidR="00456D4F" w:rsidRDefault="00456D4F" w:rsidP="00C9192F">
            <w:pPr>
              <w:pStyle w:val="libPoem"/>
            </w:pPr>
            <w:r>
              <w:rPr>
                <w:rtl/>
                <w:lang w:bidi="fa-IR"/>
              </w:rPr>
              <w:t>يزهرا دنصبي له 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6D4F" w14:paraId="33C7CF2F" w14:textId="77777777" w:rsidTr="00C9192F">
        <w:trPr>
          <w:trHeight w:val="350"/>
        </w:trPr>
        <w:tc>
          <w:tcPr>
            <w:tcW w:w="3920" w:type="dxa"/>
          </w:tcPr>
          <w:p w14:paraId="25661EF1" w14:textId="77777777" w:rsidR="00456D4F" w:rsidRDefault="00456D4F" w:rsidP="00C9192F">
            <w:pPr>
              <w:pStyle w:val="libPoem"/>
            </w:pPr>
            <w:r>
              <w:rPr>
                <w:rtl/>
                <w:lang w:bidi="fa-IR"/>
              </w:rPr>
              <w:t>ترى ينذبح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BDD49F" w14:textId="77777777" w:rsidR="00456D4F" w:rsidRDefault="00456D4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92C621" w14:textId="77777777" w:rsidR="00456D4F" w:rsidRDefault="00456D4F" w:rsidP="00C9192F">
            <w:pPr>
              <w:pStyle w:val="libPoem"/>
            </w:pPr>
            <w:r>
              <w:rPr>
                <w:rtl/>
                <w:lang w:bidi="fa-IR"/>
              </w:rPr>
              <w:t>اُو يبقى على الرمضا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6D4F" w14:paraId="27B71504" w14:textId="77777777" w:rsidTr="00C9192F">
        <w:trPr>
          <w:trHeight w:val="350"/>
        </w:trPr>
        <w:tc>
          <w:tcPr>
            <w:tcW w:w="3920" w:type="dxa"/>
          </w:tcPr>
          <w:p w14:paraId="136406D5" w14:textId="77777777" w:rsidR="00456D4F" w:rsidRDefault="00456D4F" w:rsidP="00C9192F">
            <w:pPr>
              <w:pStyle w:val="libPoem"/>
            </w:pPr>
            <w:r>
              <w:rPr>
                <w:rtl/>
                <w:lang w:bidi="fa-IR"/>
              </w:rPr>
              <w:t>واتدوس جسمه الأعوجيّه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66DB2A" w14:textId="77777777" w:rsidR="00456D4F" w:rsidRDefault="00456D4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F2C688" w14:textId="77777777" w:rsidR="00456D4F" w:rsidRDefault="00456D4F" w:rsidP="00C9192F">
            <w:pPr>
              <w:pStyle w:val="libPoem"/>
            </w:pPr>
            <w:r>
              <w:rPr>
                <w:rtl/>
                <w:lang w:bidi="fa-IR"/>
              </w:rPr>
              <w:t>اُو ينشال راسه ابسمهريّه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5AE0A7A" w14:textId="77777777" w:rsidR="00EE7C84" w:rsidRDefault="00EE7C84" w:rsidP="00456D4F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70D4C3DB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2D6AAB16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في وداع الحسين لقبر جدّه واُمّه صلوات الله عليهم ، ووداعه لأخيه محمّد بن الحنفيّة وباقي النساء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050D0" w14:paraId="3446FF7C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70322EA6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يا جدّ يا خير البريّه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0349755" w14:textId="77777777" w:rsidR="008050D0" w:rsidRDefault="008050D0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C9E69A1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ماريد هالدنيا الدنيّه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50D0" w14:paraId="5F7A2274" w14:textId="77777777" w:rsidTr="00C9192F">
        <w:trPr>
          <w:trHeight w:val="350"/>
        </w:trPr>
        <w:tc>
          <w:tcPr>
            <w:tcW w:w="3920" w:type="dxa"/>
          </w:tcPr>
          <w:p w14:paraId="22C40227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يجدّي العدى جاروا عليّه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935E4B" w14:textId="77777777" w:rsidR="008050D0" w:rsidRDefault="008050D0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955211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قتلوا الوصي خير البريّه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50D0" w14:paraId="6F2ED83F" w14:textId="77777777" w:rsidTr="00C9192F">
        <w:trPr>
          <w:trHeight w:val="350"/>
        </w:trPr>
        <w:tc>
          <w:tcPr>
            <w:tcW w:w="3920" w:type="dxa"/>
          </w:tcPr>
          <w:p w14:paraId="6B889288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اُوسموا الحسن زين السجيّه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6A55CD" w14:textId="77777777" w:rsidR="008050D0" w:rsidRDefault="008050D0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6A96FB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يجدّي ولا ظل لي تكيّه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50D0" w14:paraId="694C688D" w14:textId="77777777" w:rsidTr="00C9192F">
        <w:trPr>
          <w:trHeight w:val="350"/>
        </w:trPr>
        <w:tc>
          <w:tcPr>
            <w:tcW w:w="3920" w:type="dxa"/>
          </w:tcPr>
          <w:p w14:paraId="732AEA83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اُوخوفي يرد دهري عليّه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07386B8" w14:textId="77777777" w:rsidR="008050D0" w:rsidRDefault="008050D0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0426AB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اُو اذبح ابأرض الغاضريّه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50D0" w14:paraId="1C359E74" w14:textId="77777777" w:rsidTr="00C9192F">
        <w:trPr>
          <w:trHeight w:val="350"/>
        </w:trPr>
        <w:tc>
          <w:tcPr>
            <w:tcW w:w="3920" w:type="dxa"/>
          </w:tcPr>
          <w:p w14:paraId="3353E1EF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وصدري تدوسه الأعوجيّه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0F5934" w14:textId="77777777" w:rsidR="008050D0" w:rsidRDefault="008050D0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DDEF64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اُوذيك الحريم الهاشميّه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50D0" w14:paraId="4E3B6A09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00C9AC9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تركب على كور المطيّه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9AF846" w14:textId="77777777" w:rsidR="008050D0" w:rsidRDefault="008050D0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335471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واتروح للطاغي هديّه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85FC63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أجابه جدّه (</w:t>
      </w:r>
      <w:r w:rsidR="002A105B" w:rsidRPr="002A105B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050D0" w14:paraId="01181E90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6D43275B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قلّه اُو عبراته جريّه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449BAEE" w14:textId="77777777" w:rsidR="008050D0" w:rsidRDefault="008050D0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B951374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يا حسين يا زين السجيّه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50D0" w14:paraId="1AA373FF" w14:textId="77777777" w:rsidTr="00C9192F">
        <w:trPr>
          <w:trHeight w:val="350"/>
        </w:trPr>
        <w:tc>
          <w:tcPr>
            <w:tcW w:w="3920" w:type="dxa"/>
          </w:tcPr>
          <w:p w14:paraId="1559307D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سافر الأرض الغاضريّه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9A5EB67" w14:textId="77777777" w:rsidR="008050D0" w:rsidRDefault="008050D0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44920B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اُوذي سفرة فيها المنيّه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50D0" w14:paraId="55E7B475" w14:textId="77777777" w:rsidTr="00C9192F">
        <w:trPr>
          <w:trHeight w:val="350"/>
        </w:trPr>
        <w:tc>
          <w:tcPr>
            <w:tcW w:w="3920" w:type="dxa"/>
          </w:tcPr>
          <w:p w14:paraId="0BA5BE1E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واتنال من رب البريّه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7B30C4" w14:textId="77777777" w:rsidR="008050D0" w:rsidRDefault="008050D0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0AC9AC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فردوس واجنان عليّه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50D0" w14:paraId="4CC09CFF" w14:textId="77777777" w:rsidTr="00C9192F">
        <w:trPr>
          <w:trHeight w:val="350"/>
        </w:trPr>
        <w:tc>
          <w:tcPr>
            <w:tcW w:w="3920" w:type="dxa"/>
          </w:tcPr>
          <w:p w14:paraId="3502D8B4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يا بني أنا اشبيدي عليكُم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402FF5" w14:textId="77777777" w:rsidR="008050D0" w:rsidRDefault="008050D0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7C972E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اُودهر الخنا جاير عليكُم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50D0" w14:paraId="286018F0" w14:textId="77777777" w:rsidTr="00C9192F">
        <w:trPr>
          <w:trHeight w:val="350"/>
        </w:trPr>
        <w:tc>
          <w:tcPr>
            <w:tcW w:w="3920" w:type="dxa"/>
          </w:tcPr>
          <w:p w14:paraId="1453C1F3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اُمكُم قضت ويا ابوكُم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443C8D" w14:textId="77777777" w:rsidR="008050D0" w:rsidRDefault="008050D0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D3CCAF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يحسين يا بني ارتجيكُم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9A96DF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وداعه لقبر اُمّه فاطمة الزهراء (</w:t>
      </w:r>
      <w:r w:rsidR="00204F6E" w:rsidRPr="00204F6E">
        <w:rPr>
          <w:rStyle w:val="libAlaemChar"/>
          <w:rtl/>
        </w:rPr>
        <w:t>عليها‌السلام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050D0" w14:paraId="2D6F4A48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43ECF1E7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يمكسور ضلعك يا حزينه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408FBD6" w14:textId="77777777" w:rsidR="008050D0" w:rsidRDefault="008050D0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7B2478A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عزيزك لفى ما تنظرينه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50D0" w14:paraId="3557A42E" w14:textId="77777777" w:rsidTr="00C9192F">
        <w:trPr>
          <w:trHeight w:val="350"/>
        </w:trPr>
        <w:tc>
          <w:tcPr>
            <w:tcW w:w="3920" w:type="dxa"/>
          </w:tcPr>
          <w:p w14:paraId="21817B22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جلسي اُو سمعي لا ونينه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5D8C0F" w14:textId="77777777" w:rsidR="008050D0" w:rsidRDefault="008050D0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D30AF1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اُوكسر الضلع لا تذكرينه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50D0" w14:paraId="648BCA58" w14:textId="77777777" w:rsidTr="00C9192F">
        <w:trPr>
          <w:trHeight w:val="350"/>
        </w:trPr>
        <w:tc>
          <w:tcPr>
            <w:tcW w:w="3920" w:type="dxa"/>
          </w:tcPr>
          <w:p w14:paraId="7E425060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قعدي اُو نصبي لك عزا له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1260A5" w14:textId="77777777" w:rsidR="008050D0" w:rsidRDefault="008050D0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1277D4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شال ابحريمه مع اِرجاله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50D0" w14:paraId="4FFA221C" w14:textId="77777777" w:rsidTr="00C9192F">
        <w:trPr>
          <w:trHeight w:val="350"/>
        </w:trPr>
        <w:tc>
          <w:tcPr>
            <w:tcW w:w="3920" w:type="dxa"/>
          </w:tcPr>
          <w:p w14:paraId="61DE7300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عن موطنه قوّض ارحاله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EEA975" w14:textId="77777777" w:rsidR="008050D0" w:rsidRDefault="008050D0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E7BAE8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حتّى الطفل ويّاه شاله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50D0" w14:paraId="38D4BF01" w14:textId="77777777" w:rsidTr="00C9192F">
        <w:trPr>
          <w:trHeight w:val="350"/>
        </w:trPr>
        <w:tc>
          <w:tcPr>
            <w:tcW w:w="3920" w:type="dxa"/>
          </w:tcPr>
          <w:p w14:paraId="49FB5F1E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في داعة الله يا زكيّه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B7CDEA9" w14:textId="77777777" w:rsidR="008050D0" w:rsidRDefault="008050D0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76CE4B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يبنت النّبي خير البريّه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50D0" w14:paraId="02E853BB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4B06633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رايح لارض الغاضريّه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4D8E65" w14:textId="77777777" w:rsidR="008050D0" w:rsidRDefault="008050D0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5C6054" w14:textId="77777777" w:rsidR="008050D0" w:rsidRDefault="00422131" w:rsidP="00C9192F">
            <w:pPr>
              <w:pStyle w:val="libPoem"/>
            </w:pPr>
            <w:r>
              <w:rPr>
                <w:rtl/>
                <w:lang w:bidi="fa-IR"/>
              </w:rPr>
              <w:t>من طلعتي ما عاد جيّه</w:t>
            </w:r>
            <w:r w:rsidR="008050D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5E0DEE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B0834" w14:paraId="5AB5EC8C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3ED47068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هي طلعته فيها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6E91580" w14:textId="77777777" w:rsidR="008B0834" w:rsidRDefault="008B083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6EAD9E4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في القبر حطي لي 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0834" w14:paraId="7292D14A" w14:textId="77777777" w:rsidTr="00C9192F">
        <w:trPr>
          <w:trHeight w:val="350"/>
        </w:trPr>
        <w:tc>
          <w:tcPr>
            <w:tcW w:w="3920" w:type="dxa"/>
          </w:tcPr>
          <w:p w14:paraId="1040A635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حطي عزاء وابكي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34EF96" w14:textId="77777777" w:rsidR="008B0834" w:rsidRDefault="008B083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D80709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اذبح انا اُوصحبي 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573E8BD" w14:textId="77777777" w:rsidR="00EE7C84" w:rsidRDefault="00EE7C84" w:rsidP="0042016D">
      <w:pPr>
        <w:pStyle w:val="libPoemCenter"/>
        <w:rPr>
          <w:lang w:bidi="fa-IR"/>
        </w:rPr>
      </w:pPr>
      <w:r>
        <w:rPr>
          <w:rtl/>
          <w:lang w:bidi="fa-IR"/>
        </w:rPr>
        <w:t>اُو تسبي بنات الهاشميّه</w:t>
      </w:r>
    </w:p>
    <w:p w14:paraId="4AB46104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أجابته اُمّه (</w:t>
      </w:r>
      <w:r w:rsidR="00204F6E" w:rsidRPr="00204F6E">
        <w:rPr>
          <w:rStyle w:val="libAlaemChar"/>
          <w:rtl/>
        </w:rPr>
        <w:t>عليهما‌السلام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B0834" w14:paraId="4D2C2F42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04FAC5CD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دريت ابمصابك قبل هالساع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382F9CE" w14:textId="77777777" w:rsidR="008B0834" w:rsidRDefault="008B083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2B60D61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لنك تتم عاري على القاع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0834" w14:paraId="7146F5B0" w14:textId="77777777" w:rsidTr="00C9192F">
        <w:trPr>
          <w:trHeight w:val="350"/>
        </w:trPr>
        <w:tc>
          <w:tcPr>
            <w:tcW w:w="3920" w:type="dxa"/>
          </w:tcPr>
          <w:p w14:paraId="331DDBE8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ابلا ستر مرضوض لضلاع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8A2076" w14:textId="77777777" w:rsidR="008B0834" w:rsidRDefault="008B083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0C05CB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اُو بناتي يروحن فوق لضلاع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0834" w14:paraId="73A93035" w14:textId="77777777" w:rsidTr="00C9192F">
        <w:trPr>
          <w:trHeight w:val="350"/>
        </w:trPr>
        <w:tc>
          <w:tcPr>
            <w:tcW w:w="3920" w:type="dxa"/>
          </w:tcPr>
          <w:p w14:paraId="4A4C62F0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مثل الأمة تشرى اُو تبتاع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7C70B8" w14:textId="77777777" w:rsidR="008B0834" w:rsidRDefault="008B083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FD3364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اتمّنيت اشوفك وقت لنزاع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CAB59E4" w14:textId="77777777" w:rsidR="00EE7C84" w:rsidRDefault="00EE7C84" w:rsidP="0042016D">
      <w:pPr>
        <w:pStyle w:val="libPoemCenter"/>
        <w:rPr>
          <w:lang w:bidi="fa-IR"/>
        </w:rPr>
      </w:pPr>
      <w:r>
        <w:rPr>
          <w:rtl/>
          <w:lang w:bidi="fa-IR"/>
        </w:rPr>
        <w:t>وانته رميّة ابحرّة القاع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B0834" w14:paraId="66B89A6D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14A44464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دريت ابمصابك قبل هاليوم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CE06B85" w14:textId="77777777" w:rsidR="008B0834" w:rsidRDefault="008B083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889BA30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تبقى على الرمضا يمظلوم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0834" w14:paraId="3CD44EA4" w14:textId="77777777" w:rsidTr="00C9192F">
        <w:trPr>
          <w:trHeight w:val="350"/>
        </w:trPr>
        <w:tc>
          <w:tcPr>
            <w:tcW w:w="3920" w:type="dxa"/>
          </w:tcPr>
          <w:p w14:paraId="53094361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مذبوح ومخضب بلدموم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6ABCC7" w14:textId="77777777" w:rsidR="008B0834" w:rsidRDefault="008B083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D8DE49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عاري اُومنك الصدر محطوم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0834" w14:paraId="75BE79C2" w14:textId="77777777" w:rsidTr="00C9192F">
        <w:trPr>
          <w:trHeight w:val="350"/>
        </w:trPr>
        <w:tc>
          <w:tcPr>
            <w:tcW w:w="3920" w:type="dxa"/>
          </w:tcPr>
          <w:p w14:paraId="37D9C54B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واخيامكُم تحرق لها 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728E50" w14:textId="77777777" w:rsidR="008B0834" w:rsidRDefault="008B083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CA5228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ويسلبون زينب وام كلثوم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0834" w14:paraId="4F231D43" w14:textId="77777777" w:rsidTr="00C9192F">
        <w:trPr>
          <w:trHeight w:val="350"/>
        </w:trPr>
        <w:tc>
          <w:tcPr>
            <w:tcW w:w="3920" w:type="dxa"/>
          </w:tcPr>
          <w:p w14:paraId="2751EE48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دريت ابمصابك قبل هالحين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2EFBBA" w14:textId="77777777" w:rsidR="008B0834" w:rsidRDefault="008B083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7BD18E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تبقى على حر الثرى اطعين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0834" w14:paraId="334783C0" w14:textId="77777777" w:rsidTr="00C9192F">
        <w:trPr>
          <w:trHeight w:val="350"/>
        </w:trPr>
        <w:tc>
          <w:tcPr>
            <w:tcW w:w="3920" w:type="dxa"/>
          </w:tcPr>
          <w:p w14:paraId="112663AB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ابليا غسل وابغير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CA3FD0" w14:textId="77777777" w:rsidR="008B0834" w:rsidRDefault="008B083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FEB3E0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وانساك تسبى يا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0834" w14:paraId="56018B18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9961B64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اُو تركب على اظهور البعارين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A59F78" w14:textId="77777777" w:rsidR="008B0834" w:rsidRDefault="008B083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E3BE1F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هديّة إلى شر المجحدين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441FDC6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وداع الحسين لقبر أخيه الحسن (</w:t>
      </w:r>
      <w:r w:rsidR="00204F6E" w:rsidRPr="00204F6E">
        <w:rPr>
          <w:rStyle w:val="libAlaemChar"/>
          <w:rtl/>
        </w:rPr>
        <w:t>عليهما‌السلام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B0834" w14:paraId="4C242E97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42B1578B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أنا هل الكوفة كاتبوني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8783555" w14:textId="77777777" w:rsidR="008B0834" w:rsidRDefault="008B083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6A2BC72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وبمكرهم عنّك أخرجوني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31C3425" w14:textId="77777777" w:rsidR="00EE7C84" w:rsidRDefault="00EE7C84" w:rsidP="0042016D">
      <w:pPr>
        <w:pStyle w:val="libPoemCenter"/>
        <w:rPr>
          <w:lang w:bidi="fa-IR"/>
        </w:rPr>
      </w:pPr>
      <w:r>
        <w:rPr>
          <w:rtl/>
          <w:lang w:bidi="fa-IR"/>
        </w:rPr>
        <w:t>وانا ادري ابقصدهم يذبحوني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B0834" w14:paraId="721660FD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0C092864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ياخوي يا شيخ القبايل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65F399A" w14:textId="77777777" w:rsidR="008B0834" w:rsidRDefault="008B083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E31A868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ترى خوك عنّك اليوم شايل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0834" w14:paraId="286EDF12" w14:textId="77777777" w:rsidTr="00C9192F">
        <w:trPr>
          <w:trHeight w:val="350"/>
        </w:trPr>
        <w:tc>
          <w:tcPr>
            <w:tcW w:w="3920" w:type="dxa"/>
          </w:tcPr>
          <w:p w14:paraId="5F93C77D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إلى كربلا ذاليوم راحل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58F0BC" w14:textId="77777777" w:rsidR="008B0834" w:rsidRDefault="008B083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182C78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بينك اُوبينه حال حائل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0834" w14:paraId="3CCA107A" w14:textId="77777777" w:rsidTr="00C9192F">
        <w:trPr>
          <w:trHeight w:val="350"/>
        </w:trPr>
        <w:tc>
          <w:tcPr>
            <w:tcW w:w="3920" w:type="dxa"/>
          </w:tcPr>
          <w:p w14:paraId="40708976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اتوعى يخويه اُوزين لقبال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563821" w14:textId="77777777" w:rsidR="008B0834" w:rsidRDefault="008B083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B40FAC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ترى خوك عنّك اليوم شيال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0834" w14:paraId="6F148296" w14:textId="77777777" w:rsidTr="00C9192F">
        <w:trPr>
          <w:trHeight w:val="350"/>
        </w:trPr>
        <w:tc>
          <w:tcPr>
            <w:tcW w:w="3920" w:type="dxa"/>
          </w:tcPr>
          <w:p w14:paraId="2EE6EDBD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ترى بينك اُوبينه القضا 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3B4832" w14:textId="77777777" w:rsidR="008B0834" w:rsidRDefault="008B083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4D8C84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ماشي اباهله اُوكل لعيال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0E29E25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جواب الحسن للحسين (</w:t>
      </w:r>
      <w:r w:rsidR="00204F6E" w:rsidRPr="00204F6E">
        <w:rPr>
          <w:rStyle w:val="libAlaemChar"/>
          <w:rtl/>
        </w:rPr>
        <w:t>عليهما‌السلام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B0834" w14:paraId="6C921481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10D9A96B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ودعتك الله خوي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945154A" w14:textId="77777777" w:rsidR="008B0834" w:rsidRDefault="008B083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A4E6554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يصعب علي فرقى الميامين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B2977DF" w14:textId="77777777" w:rsidR="00EE7C84" w:rsidRDefault="00EE7C84" w:rsidP="0042016D">
      <w:pPr>
        <w:pStyle w:val="libPoemCenter"/>
        <w:rPr>
          <w:lang w:bidi="fa-IR"/>
        </w:rPr>
      </w:pPr>
      <w:r>
        <w:rPr>
          <w:rtl/>
          <w:lang w:bidi="fa-IR"/>
        </w:rPr>
        <w:t>إلى كربلا يحسين ماشين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B0834" w14:paraId="742B6C1C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40E88C24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إفراقك ترى يصعب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4550AA9" w14:textId="77777777" w:rsidR="008B0834" w:rsidRDefault="008B083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D86B71B" w14:textId="77777777" w:rsidR="008B0834" w:rsidRDefault="008B0834" w:rsidP="00C9192F">
            <w:pPr>
              <w:pStyle w:val="libPoem"/>
            </w:pPr>
            <w:r>
              <w:rPr>
                <w:rtl/>
                <w:lang w:bidi="fa-IR"/>
              </w:rPr>
              <w:t>يرايح لأرض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0DF5E3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D1271" w14:paraId="63BCA392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542D468E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من هالسفر ماليك جيّه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7F89DBC" w14:textId="77777777" w:rsidR="00ED1271" w:rsidRDefault="00ED127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7C82191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تبقى منازلكُم خليّه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6DC0775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وداع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للمنازل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D1271" w14:paraId="41C898A9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5216F12A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في داعة الله يا منازل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52EB40B" w14:textId="77777777" w:rsidR="00ED1271" w:rsidRDefault="00ED127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BBDF763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يا دور ح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>ل المشاكل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795636F" w14:textId="77777777" w:rsidR="00EE7C84" w:rsidRDefault="00EE7C84" w:rsidP="000125AE">
      <w:pPr>
        <w:pStyle w:val="libPoemCenter"/>
        <w:rPr>
          <w:lang w:bidi="fa-IR"/>
        </w:rPr>
      </w:pPr>
      <w:r>
        <w:rPr>
          <w:rtl/>
          <w:lang w:bidi="fa-IR"/>
        </w:rPr>
        <w:t>ترى اِحسين عنّك اليوم شايل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D1271" w14:paraId="7372E7D3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49148393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في داعة الله دار جدّي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308679C" w14:textId="77777777" w:rsidR="00ED1271" w:rsidRDefault="00ED127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47B90E7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حِسبي لطلعتنا اُو عدّي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A3477CD" w14:textId="77777777" w:rsidR="00EE7C84" w:rsidRDefault="00EE7C84" w:rsidP="000125AE">
      <w:pPr>
        <w:pStyle w:val="libPoemCenter"/>
        <w:rPr>
          <w:lang w:bidi="fa-IR"/>
        </w:rPr>
      </w:pPr>
      <w:r>
        <w:rPr>
          <w:rtl/>
          <w:lang w:bidi="fa-IR"/>
        </w:rPr>
        <w:t>اُو فرشي البسط لي واستعدّي</w:t>
      </w:r>
    </w:p>
    <w:p w14:paraId="69E4A78C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جواب الدار للحسين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D1271" w14:paraId="68131B09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03FC88EB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الدار ردّت تسأل اِحسين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A1D57CC" w14:textId="77777777" w:rsidR="00ED1271" w:rsidRDefault="00ED127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2BDD7F8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اُو تسمع لها ضجّات واحنين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1271" w14:paraId="2E16F9A2" w14:textId="77777777" w:rsidTr="00C9192F">
        <w:trPr>
          <w:trHeight w:val="350"/>
        </w:trPr>
        <w:tc>
          <w:tcPr>
            <w:tcW w:w="3920" w:type="dxa"/>
          </w:tcPr>
          <w:p w14:paraId="40010F39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عطني الخبر يا قرّة العين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B1C737" w14:textId="77777777" w:rsidR="00ED1271" w:rsidRDefault="00ED127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3443B9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قلّي تجي لو يفجع البين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2738522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جوابه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للدار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D1271" w14:paraId="4FB1CEA7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64C7358D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قلّها اُودمع العين ناثر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95E5802" w14:textId="77777777" w:rsidR="00ED1271" w:rsidRDefault="00ED127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363333F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لازم يجي لك طير طاير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351C38B" w14:textId="77777777" w:rsidR="00EE7C84" w:rsidRDefault="00EE7C84" w:rsidP="000125AE">
      <w:pPr>
        <w:pStyle w:val="libPoemCenter"/>
        <w:rPr>
          <w:lang w:bidi="fa-IR"/>
        </w:rPr>
      </w:pPr>
      <w:r>
        <w:rPr>
          <w:rtl/>
          <w:lang w:bidi="fa-IR"/>
        </w:rPr>
        <w:t>والدم من جنحاه قاطر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D1271" w14:paraId="690AFF09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22C79466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يا دورنا واحنا رحلنا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D94CBEB" w14:textId="77777777" w:rsidR="00ED1271" w:rsidRDefault="00ED127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05FDF6C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إلى كربلا ماشي ظعنّا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1271" w14:paraId="26C26D02" w14:textId="77777777" w:rsidTr="00C9192F">
        <w:trPr>
          <w:trHeight w:val="350"/>
        </w:trPr>
        <w:tc>
          <w:tcPr>
            <w:tcW w:w="3920" w:type="dxa"/>
          </w:tcPr>
          <w:p w14:paraId="65E6DD13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ما ظنّتي نرجع وطنا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BC15D1" w14:textId="77777777" w:rsidR="00ED1271" w:rsidRDefault="00ED127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9DCCB1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حطّي العزاء اُو نوحي لجلنا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BDC9CE1" w14:textId="77777777" w:rsidR="00EE7C84" w:rsidRDefault="00EE7C84" w:rsidP="00D90438">
      <w:pPr>
        <w:pStyle w:val="libNormal"/>
        <w:rPr>
          <w:lang w:bidi="fa-IR"/>
        </w:rPr>
      </w:pPr>
      <w:r>
        <w:rPr>
          <w:rtl/>
          <w:lang w:bidi="fa-IR"/>
        </w:rPr>
        <w:t xml:space="preserve">اُمّ سلمة </w:t>
      </w:r>
      <w:r w:rsidR="00D90438">
        <w:rPr>
          <w:rtl/>
          <w:lang w:bidi="fa-IR"/>
        </w:rPr>
        <w:t>لما</w:t>
      </w:r>
      <w:r>
        <w:rPr>
          <w:rtl/>
          <w:lang w:bidi="fa-IR"/>
        </w:rPr>
        <w:t xml:space="preserve"> سمعت عن عزمه على الخروج أتته تخاطبه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D1271" w14:paraId="765A874E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297B0B3A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يحسين لك عندي وصيّه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06A7F58" w14:textId="77777777" w:rsidR="00ED1271" w:rsidRDefault="00ED127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0A4338D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موصي ابها جدّك عليّه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1271" w14:paraId="4487D197" w14:textId="77777777" w:rsidTr="00C9192F">
        <w:trPr>
          <w:trHeight w:val="350"/>
        </w:trPr>
        <w:tc>
          <w:tcPr>
            <w:tcW w:w="3920" w:type="dxa"/>
          </w:tcPr>
          <w:p w14:paraId="0A05A86F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تربة عطاني يا شفيّه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1B6FC9" w14:textId="77777777" w:rsidR="00ED1271" w:rsidRDefault="00ED127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9C341B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اُوقلّي احفظيها يا زكيّه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1271" w14:paraId="0BAAE657" w14:textId="77777777" w:rsidTr="00C9192F">
        <w:trPr>
          <w:trHeight w:val="350"/>
        </w:trPr>
        <w:tc>
          <w:tcPr>
            <w:tcW w:w="3920" w:type="dxa"/>
          </w:tcPr>
          <w:p w14:paraId="29806945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لمّا يروح الغاضريّه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53469F" w14:textId="77777777" w:rsidR="00ED1271" w:rsidRDefault="00ED127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C91157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اِحسين واَصحاب الحميّه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1271" w14:paraId="64C1CC64" w14:textId="77777777" w:rsidTr="00C9192F">
        <w:trPr>
          <w:trHeight w:val="350"/>
        </w:trPr>
        <w:tc>
          <w:tcPr>
            <w:tcW w:w="3920" w:type="dxa"/>
          </w:tcPr>
          <w:p w14:paraId="36533FC5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اُو نظري لها صبح اُومسيّه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C229D5" w14:textId="77777777" w:rsidR="00ED1271" w:rsidRDefault="00ED127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CB8BDF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وانا بخبرك بالقضيّه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1271" w14:paraId="2434B1B0" w14:textId="77777777" w:rsidTr="00C9192F">
        <w:trPr>
          <w:trHeight w:val="350"/>
        </w:trPr>
        <w:tc>
          <w:tcPr>
            <w:tcW w:w="3920" w:type="dxa"/>
          </w:tcPr>
          <w:p w14:paraId="79CB051F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جبريل جايبها إليّه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906C92" w14:textId="77777777" w:rsidR="00ED1271" w:rsidRDefault="00ED127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A2160C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من وسط اَراضي الغاضريّه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1271" w14:paraId="6E564FC0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49172EC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اُوقلّي أبوصيك اِبوصيّه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F2943D" w14:textId="77777777" w:rsidR="00ED1271" w:rsidRDefault="00ED127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2DAD18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ذي تستوي ادموم جريّه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1271" w14:paraId="5E4A8646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03E7762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ترى اِحسين واَصحاب الحميّه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769D2D" w14:textId="77777777" w:rsidR="00ED1271" w:rsidRDefault="00ED127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78B87E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ذبحوا بارض الغاضريّه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1271" w14:paraId="7AE81D22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C0E16BA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يحسين يا نسل المغاوير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38ABB9A" w14:textId="77777777" w:rsidR="00ED1271" w:rsidRDefault="00ED127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4C01A7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جدك وصاني بالتدابير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1271" w14:paraId="370F3835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5B2ADC5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تربه عطاني اُوجذب تزفير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C12154" w14:textId="77777777" w:rsidR="00ED1271" w:rsidRDefault="00ED127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286749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اُوقلّي احفظيها بالقوارير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1271" w14:paraId="2796DAD5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DEC172E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واِحسين لا عزم على السير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4215F4" w14:textId="77777777" w:rsidR="00ED1271" w:rsidRDefault="00ED127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510E1B" w14:textId="77777777" w:rsidR="00ED1271" w:rsidRDefault="000125AE" w:rsidP="00C9192F">
            <w:pPr>
              <w:pStyle w:val="libPoem"/>
            </w:pPr>
            <w:r>
              <w:rPr>
                <w:rtl/>
                <w:lang w:bidi="fa-IR"/>
              </w:rPr>
              <w:t>إلى كربلا عملي تفاكير</w:t>
            </w:r>
            <w:r w:rsidR="00ED127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155D99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358A841A" w14:textId="77777777" w:rsidR="00EE7C84" w:rsidRDefault="00EE7C84" w:rsidP="008022C2">
      <w:pPr>
        <w:pStyle w:val="libPoemCenter"/>
        <w:rPr>
          <w:lang w:bidi="fa-IR"/>
        </w:rPr>
      </w:pPr>
      <w:r>
        <w:rPr>
          <w:rtl/>
          <w:lang w:bidi="fa-IR"/>
        </w:rPr>
        <w:t>ترى هي دماً تنقلب واتصير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022C2" w14:paraId="25C5B7CE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1DFA9D08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يحسين يا بني يا حبيبي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2670F9A" w14:textId="77777777" w:rsidR="008022C2" w:rsidRDefault="008022C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6CE5CAA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هي طلعتك من غير طيبي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22C2" w14:paraId="6D24CB3B" w14:textId="77777777" w:rsidTr="00C9192F">
        <w:trPr>
          <w:trHeight w:val="350"/>
        </w:trPr>
        <w:tc>
          <w:tcPr>
            <w:tcW w:w="3920" w:type="dxa"/>
          </w:tcPr>
          <w:p w14:paraId="2D292FB5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قلّي تجي لو أشق جيبي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17EC60" w14:textId="77777777" w:rsidR="008022C2" w:rsidRDefault="008022C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D3EC80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ترى حالتك فتّت إقليبي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22C2" w14:paraId="2311D49B" w14:textId="77777777" w:rsidTr="00C9192F">
        <w:trPr>
          <w:trHeight w:val="350"/>
        </w:trPr>
        <w:tc>
          <w:tcPr>
            <w:tcW w:w="3920" w:type="dxa"/>
          </w:tcPr>
          <w:p w14:paraId="37958361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نادت اُودمع العين كالعين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DDFE45" w14:textId="77777777" w:rsidR="008022C2" w:rsidRDefault="008022C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8709BB2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في داعة الله يا بني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22C2" w14:paraId="27E34B75" w14:textId="77777777" w:rsidTr="00C9192F">
        <w:trPr>
          <w:trHeight w:val="350"/>
        </w:trPr>
        <w:tc>
          <w:tcPr>
            <w:tcW w:w="3920" w:type="dxa"/>
          </w:tcPr>
          <w:p w14:paraId="7E160915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افرقك علي يصعب يلحنين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677579" w14:textId="77777777" w:rsidR="008022C2" w:rsidRDefault="008022C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126CC3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يمتى تجي يا قرة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22C2" w14:paraId="054B5FE4" w14:textId="77777777" w:rsidTr="00C9192F">
        <w:trPr>
          <w:trHeight w:val="350"/>
        </w:trPr>
        <w:tc>
          <w:tcPr>
            <w:tcW w:w="3920" w:type="dxa"/>
          </w:tcPr>
          <w:p w14:paraId="55D2A071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أنا شوف حولي يجدّي البين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620032" w14:textId="77777777" w:rsidR="008022C2" w:rsidRDefault="008022C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AE3C48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نادى اُومنّه تجري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22C2" w14:paraId="2345768D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7AA571D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إلى كربلا بالظعن ناوين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DCD099" w14:textId="77777777" w:rsidR="008022C2" w:rsidRDefault="008022C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3B47FC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في تربها نبقى 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22C2" w14:paraId="439D5D44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AE1B732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ثلاثة بلا غسل اُو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3DC6F2" w14:textId="77777777" w:rsidR="008022C2" w:rsidRDefault="008022C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05D3DB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اُو بعدي يحرقون الصياوين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22C2" w14:paraId="6A01C168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70FC05D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اُو تبقى حرمنا ما لها امعين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536E48" w14:textId="77777777" w:rsidR="008022C2" w:rsidRDefault="008022C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BA6000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بين الأعادي مستذلّين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22C2" w14:paraId="3DDBAEBE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065A8B7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من حين سمعت حكوة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0670F0" w14:textId="77777777" w:rsidR="008022C2" w:rsidRDefault="008022C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2775B7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لطمت على الهامة بليدين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FCB90E2" w14:textId="77777777" w:rsidR="00EE7C84" w:rsidRDefault="00EE7C84" w:rsidP="008022C2">
      <w:pPr>
        <w:pStyle w:val="libPoemCenter"/>
        <w:rPr>
          <w:lang w:bidi="fa-IR"/>
        </w:rPr>
      </w:pPr>
      <w:r>
        <w:rPr>
          <w:rtl/>
          <w:lang w:bidi="fa-IR"/>
        </w:rPr>
        <w:t>على اِحسين وا حزني على اِحسين</w:t>
      </w:r>
    </w:p>
    <w:p w14:paraId="2F81EA1F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محمّد يودع أخاه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022C2" w14:paraId="7B3FEC97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25FF6DB2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في داعة الله يا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320159D" w14:textId="77777777" w:rsidR="008022C2" w:rsidRDefault="008022C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0E9FA9C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عقبك ترى وحشة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22C2" w14:paraId="16E0D775" w14:textId="77777777" w:rsidTr="00C9192F">
        <w:trPr>
          <w:trHeight w:val="350"/>
        </w:trPr>
        <w:tc>
          <w:tcPr>
            <w:tcW w:w="3920" w:type="dxa"/>
          </w:tcPr>
          <w:p w14:paraId="5E64465A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واشمتت العدوان 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EBE14E" w14:textId="77777777" w:rsidR="008022C2" w:rsidRDefault="008022C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2F5BC8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متى اتعود يالوالي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22C2" w14:paraId="27D5C4F0" w14:textId="77777777" w:rsidTr="00C9192F">
        <w:trPr>
          <w:trHeight w:val="350"/>
        </w:trPr>
        <w:tc>
          <w:tcPr>
            <w:tcW w:w="3920" w:type="dxa"/>
          </w:tcPr>
          <w:p w14:paraId="4AB66823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اِخذوني معاكُم يا شفايا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C5EF3D" w14:textId="77777777" w:rsidR="008022C2" w:rsidRDefault="008022C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77DFEA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معكُم باطراف الحنايا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22C2" w14:paraId="15427464" w14:textId="77777777" w:rsidTr="00C9192F">
        <w:trPr>
          <w:trHeight w:val="350"/>
        </w:trPr>
        <w:tc>
          <w:tcPr>
            <w:tcW w:w="3920" w:type="dxa"/>
          </w:tcPr>
          <w:p w14:paraId="4EF0F61D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إلى كربلا أرض البلايا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1EA8F4" w14:textId="77777777" w:rsidR="008022C2" w:rsidRDefault="008022C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445A20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لو ننذبح كلنا ظمايا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22C2" w14:paraId="00DFA47D" w14:textId="77777777" w:rsidTr="00C9192F">
        <w:trPr>
          <w:trHeight w:val="350"/>
        </w:trPr>
        <w:tc>
          <w:tcPr>
            <w:tcW w:w="3920" w:type="dxa"/>
          </w:tcPr>
          <w:p w14:paraId="3177D00F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اِخذوني معاكُم يالولي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759DF9" w14:textId="77777777" w:rsidR="008022C2" w:rsidRDefault="008022C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3A4116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عقبك ترى احنا حزينين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22C2" w14:paraId="20CA9556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EB60B6E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بارض المدينة مالنا امعين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E14165" w14:textId="77777777" w:rsidR="008022C2" w:rsidRDefault="008022C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969B25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كلهم يبو سكنة 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22C2" w14:paraId="2FDF0216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6CFD53E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اِخذوني معاكُم سيف دوله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346C90" w14:textId="77777777" w:rsidR="008022C2" w:rsidRDefault="008022C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359D43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انا الموت ما اخشى انزوله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22C2" w14:paraId="3364CB9C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95FCB74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اُو قدامك البيرق بشيله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0CE33B" w14:textId="77777777" w:rsidR="008022C2" w:rsidRDefault="008022C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7609DB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انا محمّد اتعرفوا فعوله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CE3EA3A" w14:textId="77777777" w:rsidR="00EE7C84" w:rsidRDefault="00EE7C84" w:rsidP="008022C2">
      <w:pPr>
        <w:pStyle w:val="libPoemCenter"/>
        <w:rPr>
          <w:lang w:bidi="fa-IR"/>
        </w:rPr>
      </w:pPr>
      <w:r>
        <w:rPr>
          <w:rtl/>
          <w:lang w:bidi="fa-IR"/>
        </w:rPr>
        <w:t>أولى في الحرب صولة اُوجوله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022C2" w14:paraId="018B1860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0E9D82A6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يحسين خويّه النقد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BA9CA09" w14:textId="77777777" w:rsidR="008022C2" w:rsidRDefault="008022C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BB889CB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اُوخذني معاكُم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22C2" w14:paraId="472CE544" w14:textId="77777777" w:rsidTr="00C9192F">
        <w:trPr>
          <w:trHeight w:val="350"/>
        </w:trPr>
        <w:tc>
          <w:tcPr>
            <w:tcW w:w="3920" w:type="dxa"/>
          </w:tcPr>
          <w:p w14:paraId="5032D65E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معاكُم لارض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56B688" w14:textId="77777777" w:rsidR="008022C2" w:rsidRDefault="008022C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A5514E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ترى توحش اديارك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22C2" w14:paraId="5774243F" w14:textId="77777777" w:rsidTr="00C9192F">
        <w:trPr>
          <w:trHeight w:val="350"/>
        </w:trPr>
        <w:tc>
          <w:tcPr>
            <w:tcW w:w="3920" w:type="dxa"/>
          </w:tcPr>
          <w:p w14:paraId="206449EE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من عقب عينك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74FC56" w14:textId="77777777" w:rsidR="008022C2" w:rsidRDefault="008022C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015705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منهو الذي تلجي ابفيّه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22C2" w14:paraId="44CAA60B" w14:textId="77777777" w:rsidTr="00C9192F">
        <w:trPr>
          <w:trHeight w:val="350"/>
        </w:trPr>
        <w:tc>
          <w:tcPr>
            <w:tcW w:w="3920" w:type="dxa"/>
          </w:tcPr>
          <w:p w14:paraId="1D9F5F07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ولاتم لي منكُم تچيّه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0D56BB" w14:textId="77777777" w:rsidR="008022C2" w:rsidRDefault="008022C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8C4E67A" w14:textId="77777777" w:rsidR="008022C2" w:rsidRDefault="008022C2" w:rsidP="00C9192F">
            <w:pPr>
              <w:pStyle w:val="libPoem"/>
            </w:pPr>
            <w:r>
              <w:rPr>
                <w:rtl/>
                <w:lang w:bidi="fa-IR"/>
              </w:rPr>
              <w:t>يحسين يا باقي البقيّه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D50D807" w14:textId="77777777" w:rsidR="00EE7C84" w:rsidRDefault="00EE7C84" w:rsidP="008022C2">
      <w:pPr>
        <w:pStyle w:val="libPoemCenter"/>
        <w:rPr>
          <w:lang w:bidi="fa-IR"/>
        </w:rPr>
      </w:pPr>
      <w:r>
        <w:rPr>
          <w:rtl/>
          <w:lang w:bidi="fa-IR"/>
        </w:rPr>
        <w:t>متى اتعود يا لوالي عليّه</w:t>
      </w:r>
    </w:p>
    <w:p w14:paraId="117C4AD4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684F6906" w14:textId="77777777" w:rsidR="00EE7C84" w:rsidRDefault="007E2D90" w:rsidP="00EE7C84">
      <w:pPr>
        <w:pStyle w:val="libNormal"/>
        <w:rPr>
          <w:lang w:bidi="fa-IR"/>
        </w:rPr>
      </w:pPr>
      <w:r>
        <w:rPr>
          <w:rtl/>
          <w:lang w:bidi="fa-IR"/>
        </w:rPr>
        <w:t>لم</w:t>
      </w:r>
      <w:r>
        <w:rPr>
          <w:rFonts w:hint="cs"/>
          <w:rtl/>
          <w:lang w:bidi="fa-IR"/>
        </w:rPr>
        <w:t>ا</w:t>
      </w:r>
      <w:r w:rsidR="00EE7C84">
        <w:rPr>
          <w:rtl/>
          <w:lang w:bidi="fa-IR"/>
        </w:rPr>
        <w:t xml:space="preserve"> عزم الحسين (</w:t>
      </w:r>
      <w:r w:rsidR="00B01AF7" w:rsidRPr="00B01AF7">
        <w:rPr>
          <w:rStyle w:val="libAlaemChar"/>
          <w:rtl/>
        </w:rPr>
        <w:t>عليه‌السلام</w:t>
      </w:r>
      <w:r w:rsidR="00EE7C84">
        <w:rPr>
          <w:rtl/>
          <w:lang w:bidi="fa-IR"/>
        </w:rPr>
        <w:t>) على الخروج من المدينة</w:t>
      </w:r>
      <w:r w:rsidR="00FB110A">
        <w:rPr>
          <w:rtl/>
          <w:lang w:bidi="fa-IR"/>
        </w:rPr>
        <w:t>.</w:t>
      </w:r>
    </w:p>
    <w:p w14:paraId="497D0C5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اُمّ القاسم تخاطب ابنها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83138" w14:paraId="1269F781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5D4FDE97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اِلزم الهودج لي يجسّام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C1B3765" w14:textId="77777777" w:rsidR="00983138" w:rsidRDefault="00983138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B291727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يصدر الفزع جاسم يضرغام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3138" w14:paraId="3713486E" w14:textId="77777777" w:rsidTr="00C9192F">
        <w:trPr>
          <w:trHeight w:val="350"/>
        </w:trPr>
        <w:tc>
          <w:tcPr>
            <w:tcW w:w="3920" w:type="dxa"/>
          </w:tcPr>
          <w:p w14:paraId="0648DC85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يمن دوم بالشدات قدام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4086D3" w14:textId="77777777" w:rsidR="00983138" w:rsidRDefault="00983138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812272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ترضى يبن زرّاق لرخام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3138" w14:paraId="7148C272" w14:textId="77777777" w:rsidTr="00C9192F">
        <w:trPr>
          <w:trHeight w:val="350"/>
        </w:trPr>
        <w:tc>
          <w:tcPr>
            <w:tcW w:w="3920" w:type="dxa"/>
          </w:tcPr>
          <w:p w14:paraId="79CE75B4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أغدي أسيرة بيد أقوام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86811E" w14:textId="77777777" w:rsidR="00983138" w:rsidRDefault="00983138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13FFCA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ولا كافل يحمي لي اِذمام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F588175" w14:textId="77777777" w:rsidR="00EE7C84" w:rsidRDefault="00EE7C84" w:rsidP="00983138">
      <w:pPr>
        <w:pStyle w:val="libPoemCenter"/>
        <w:rPr>
          <w:lang w:bidi="fa-IR"/>
        </w:rPr>
      </w:pPr>
      <w:r>
        <w:rPr>
          <w:rtl/>
          <w:lang w:bidi="fa-IR"/>
        </w:rPr>
        <w:t>بس روسكُم بارماح قدّام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83138" w14:paraId="7E03C05A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516B2AA9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إلزم الهودج لي اُوتاكيه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7508856" w14:textId="77777777" w:rsidR="00983138" w:rsidRDefault="00983138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78B1726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يمن دوم للشدّات أرجيه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3138" w14:paraId="65AB629C" w14:textId="77777777" w:rsidTr="00C9192F">
        <w:trPr>
          <w:trHeight w:val="350"/>
        </w:trPr>
        <w:tc>
          <w:tcPr>
            <w:tcW w:w="3920" w:type="dxa"/>
          </w:tcPr>
          <w:p w14:paraId="70F73BB2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مثلك ترى يقوى العزم بيه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BA175F" w14:textId="77777777" w:rsidR="00983138" w:rsidRDefault="00983138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1F6D28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جسّام يا لطابت معانيه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AF2D4A8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اُمّ الأكبر ليلى تخاطب ابنها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83138" w14:paraId="5B363162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50D53701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إلزم الهودج زين ليميل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EABF283" w14:textId="77777777" w:rsidR="00983138" w:rsidRDefault="00983138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5835A90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يا كبر اُو يا قوم الرجاجيل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3138" w14:paraId="1355BE69" w14:textId="77777777" w:rsidTr="00C9192F">
        <w:trPr>
          <w:trHeight w:val="350"/>
        </w:trPr>
        <w:tc>
          <w:tcPr>
            <w:tcW w:w="3920" w:type="dxa"/>
          </w:tcPr>
          <w:p w14:paraId="49116C18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ترضى يبن ركابة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6CB959" w14:textId="77777777" w:rsidR="00983138" w:rsidRDefault="00983138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0F6300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نغدي أسارى بيد أراذيل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3138" w14:paraId="403B5A9A" w14:textId="77777777" w:rsidTr="00C9192F">
        <w:trPr>
          <w:trHeight w:val="350"/>
        </w:trPr>
        <w:tc>
          <w:tcPr>
            <w:tcW w:w="3920" w:type="dxa"/>
          </w:tcPr>
          <w:p w14:paraId="5B767997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ولا من ولي لينا ولا اكفيل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237F94" w14:textId="77777777" w:rsidR="00983138" w:rsidRDefault="00983138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E235EB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بس العليل امقيّد انحيل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3138" w14:paraId="46F4601C" w14:textId="77777777" w:rsidTr="00C9192F">
        <w:trPr>
          <w:trHeight w:val="350"/>
        </w:trPr>
        <w:tc>
          <w:tcPr>
            <w:tcW w:w="3920" w:type="dxa"/>
          </w:tcPr>
          <w:p w14:paraId="400FA4CE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شد لي الهودج والزمه 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324B07" w14:textId="77777777" w:rsidR="00983138" w:rsidRDefault="00983138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751D5E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أكبر علي يا ضنوة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3138" w14:paraId="282191BE" w14:textId="77777777" w:rsidTr="00C9192F">
        <w:trPr>
          <w:trHeight w:val="350"/>
        </w:trPr>
        <w:tc>
          <w:tcPr>
            <w:tcW w:w="3920" w:type="dxa"/>
          </w:tcPr>
          <w:p w14:paraId="2817FE85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ترضى يبن من شيّد الدين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8C00D2" w14:textId="77777777" w:rsidR="00983138" w:rsidRDefault="00983138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083D3A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أغدي أسيرة للملاعين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AE0FE4A" w14:textId="77777777" w:rsidR="00EE7C84" w:rsidRDefault="00EE7C84" w:rsidP="00983138">
      <w:pPr>
        <w:pStyle w:val="libPoemCenter"/>
        <w:rPr>
          <w:lang w:bidi="fa-IR"/>
        </w:rPr>
      </w:pPr>
      <w:r>
        <w:rPr>
          <w:rtl/>
          <w:lang w:bidi="fa-IR"/>
        </w:rPr>
        <w:t>ولا كافل عندي ولا معين</w:t>
      </w:r>
    </w:p>
    <w:p w14:paraId="148835AD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قائد هودجها العبّاس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83138" w14:paraId="6061A3B7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487FEAB0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إلزم الهودج لي يعبّاس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E5B4EA8" w14:textId="77777777" w:rsidR="00983138" w:rsidRDefault="00983138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FE57260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يحزام ظهري اُو معصب الراس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3138" w14:paraId="6B5F6457" w14:textId="77777777" w:rsidTr="00C9192F">
        <w:trPr>
          <w:trHeight w:val="350"/>
        </w:trPr>
        <w:tc>
          <w:tcPr>
            <w:tcW w:w="3920" w:type="dxa"/>
          </w:tcPr>
          <w:p w14:paraId="1CD29154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يلاهوت منت ابساير الناس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1E01EE" w14:textId="77777777" w:rsidR="00983138" w:rsidRDefault="00983138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3CED0F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اُوعلى كُل فارس شارب الكاس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3138" w14:paraId="31CCD7B2" w14:textId="77777777" w:rsidTr="00C9192F">
        <w:trPr>
          <w:trHeight w:val="350"/>
        </w:trPr>
        <w:tc>
          <w:tcPr>
            <w:tcW w:w="3920" w:type="dxa"/>
          </w:tcPr>
          <w:p w14:paraId="45993C3D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ماشوف انا مثلك يعبّاس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A8D9E3" w14:textId="77777777" w:rsidR="00983138" w:rsidRDefault="00983138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BB9841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انت البطل وانت قوي الباس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3138" w14:paraId="119DE2FE" w14:textId="77777777" w:rsidTr="00C9192F">
        <w:trPr>
          <w:trHeight w:val="350"/>
        </w:trPr>
        <w:tc>
          <w:tcPr>
            <w:tcW w:w="3920" w:type="dxa"/>
          </w:tcPr>
          <w:p w14:paraId="1A7B9897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خوفي يفارس كُل فراس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9992EE" w14:textId="77777777" w:rsidR="00983138" w:rsidRDefault="00983138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A65F2C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لمشي ذليله امهبطه الراس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3138" w14:paraId="3224BA03" w14:textId="77777777" w:rsidTr="00C9192F">
        <w:trPr>
          <w:trHeight w:val="350"/>
        </w:trPr>
        <w:tc>
          <w:tcPr>
            <w:tcW w:w="3920" w:type="dxa"/>
          </w:tcPr>
          <w:p w14:paraId="7119F31A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الزم الهودج يا غشمشم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901B91" w14:textId="77777777" w:rsidR="00983138" w:rsidRDefault="00983138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7E4B8A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باسوري اُوباسور كلثم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3138" w14:paraId="15576426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600C681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يا عماد يا عز المحرّم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CC0C4B" w14:textId="77777777" w:rsidR="00983138" w:rsidRDefault="00983138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007362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واللي ابكل شده مقدم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3138" w14:paraId="62705467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4A9CEDC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ليتك من الشدات تسلم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71AB96" w14:textId="77777777" w:rsidR="00983138" w:rsidRDefault="00983138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D04EEA" w14:textId="77777777" w:rsidR="00983138" w:rsidRDefault="00983138" w:rsidP="00C9192F">
            <w:pPr>
              <w:pStyle w:val="libPoem"/>
            </w:pPr>
            <w:r>
              <w:rPr>
                <w:rtl/>
                <w:lang w:bidi="fa-IR"/>
              </w:rPr>
              <w:t>دنهض يبعد اهلي اُو تقدم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A62D4C1" w14:textId="77777777" w:rsidR="00EE7C84" w:rsidRDefault="00EE7C84" w:rsidP="00983138">
      <w:pPr>
        <w:pStyle w:val="libPoemCenter"/>
        <w:rPr>
          <w:lang w:bidi="fa-IR"/>
        </w:rPr>
      </w:pPr>
      <w:r>
        <w:rPr>
          <w:rtl/>
          <w:lang w:bidi="fa-IR"/>
        </w:rPr>
        <w:t>بعدك ترى يعليني الهم</w:t>
      </w:r>
    </w:p>
    <w:p w14:paraId="0C88A1B8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C1984" w14:paraId="165E95C1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70B0CCC2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يعبّاس يا عزنا اُودرانا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9AC222A" w14:textId="77777777" w:rsidR="007C1984" w:rsidRDefault="007C198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BA7907A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يعمود خيمتنا اُوحمانا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1984" w14:paraId="68063DD9" w14:textId="77777777" w:rsidTr="00C9192F">
        <w:trPr>
          <w:trHeight w:val="350"/>
        </w:trPr>
        <w:tc>
          <w:tcPr>
            <w:tcW w:w="3920" w:type="dxa"/>
          </w:tcPr>
          <w:p w14:paraId="45A3C349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يرداد بالخطي عدانا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87ADDF" w14:textId="77777777" w:rsidR="007C1984" w:rsidRDefault="007C198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262280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يابن الفحل حيدر ابانا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27F9442" w14:textId="77777777" w:rsidR="00EE7C84" w:rsidRDefault="00EE7C84" w:rsidP="007C1984">
      <w:pPr>
        <w:pStyle w:val="libPoemCenter"/>
        <w:rPr>
          <w:lang w:bidi="fa-IR"/>
        </w:rPr>
      </w:pPr>
      <w:r>
        <w:rPr>
          <w:rtl/>
          <w:lang w:bidi="fa-IR"/>
        </w:rPr>
        <w:t>خوفي تسلبنا اعدانا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C1984" w14:paraId="0F159C1D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03678D6F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يعبّاس يا ذخري اُو ملاذي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6A98C8E" w14:textId="77777777" w:rsidR="007C1984" w:rsidRDefault="007C198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181E407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يمن بالعمر لحسين فادي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1984" w14:paraId="667B05A1" w14:textId="77777777" w:rsidTr="00C9192F">
        <w:trPr>
          <w:trHeight w:val="350"/>
        </w:trPr>
        <w:tc>
          <w:tcPr>
            <w:tcW w:w="3920" w:type="dxa"/>
          </w:tcPr>
          <w:p w14:paraId="4B12C785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خوفي يخويه اُويا سنادي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7D21FE" w14:textId="77777777" w:rsidR="007C1984" w:rsidRDefault="007C198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8DDD99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انخاك اُو تحدي بي الحوادي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1984" w14:paraId="776F05BB" w14:textId="77777777" w:rsidTr="00C9192F">
        <w:trPr>
          <w:trHeight w:val="350"/>
        </w:trPr>
        <w:tc>
          <w:tcPr>
            <w:tcW w:w="3920" w:type="dxa"/>
          </w:tcPr>
          <w:p w14:paraId="1893E388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واحريمكُم حسرى اُو 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8C9D69" w14:textId="77777777" w:rsidR="007C1984" w:rsidRDefault="007C198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7FD083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خويه براقعها الايادي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93BD675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يأمر العبّاس أن يُركب الحرم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C1984" w14:paraId="24D57F40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079F4CB4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يعبّاس من للثقل شيّال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54E5529" w14:textId="77777777" w:rsidR="007C1984" w:rsidRDefault="007C198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925A91D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ركب حرمنا اُوكل لعيال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1984" w14:paraId="684D9F41" w14:textId="77777777" w:rsidTr="00C9192F">
        <w:trPr>
          <w:trHeight w:val="350"/>
        </w:trPr>
        <w:tc>
          <w:tcPr>
            <w:tcW w:w="3920" w:type="dxa"/>
          </w:tcPr>
          <w:p w14:paraId="2D7F7931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ولا اتكون عنهم شاغل البال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591675" w14:textId="77777777" w:rsidR="007C1984" w:rsidRDefault="007C198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BF4F30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نادى عليه اُوفرع اُوقال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4E37102" w14:textId="77777777" w:rsidR="00EE7C84" w:rsidRDefault="00EE7C84" w:rsidP="007C1984">
      <w:pPr>
        <w:pStyle w:val="libPoemCenter"/>
        <w:rPr>
          <w:lang w:bidi="fa-IR"/>
        </w:rPr>
      </w:pPr>
      <w:r>
        <w:rPr>
          <w:rtl/>
          <w:lang w:bidi="fa-IR"/>
        </w:rPr>
        <w:t>بامرك يبو سكنة يمفضال</w:t>
      </w:r>
    </w:p>
    <w:p w14:paraId="24731EE3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جينما وصلت الكتب إلى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C1984" w14:paraId="695B6D2D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6F74B70A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لمن قرى للكتب سما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B9EECE5" w14:textId="77777777" w:rsidR="007C1984" w:rsidRDefault="007C198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AF30D8B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اُونادى ابعبّاس المسمى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1984" w14:paraId="154BC490" w14:textId="77777777" w:rsidTr="00C9192F">
        <w:trPr>
          <w:trHeight w:val="350"/>
        </w:trPr>
        <w:tc>
          <w:tcPr>
            <w:tcW w:w="3920" w:type="dxa"/>
          </w:tcPr>
          <w:p w14:paraId="737855D3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خل الاباعر تورد الما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8170DE" w14:textId="77777777" w:rsidR="007C1984" w:rsidRDefault="007C198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D3E02D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اُو ركب خواتك يامسمى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6C09438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العبّاس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يخاطب الحرم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C1984" w14:paraId="58E3D4E5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7502F2E5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عبّاس نادى يا حرمنا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D2D3122" w14:textId="77777777" w:rsidR="007C1984" w:rsidRDefault="007C198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9C2953C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قوموا اركبوا في الظعن معنا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1984" w14:paraId="3FAA95C3" w14:textId="77777777" w:rsidTr="00C9192F">
        <w:trPr>
          <w:trHeight w:val="350"/>
        </w:trPr>
        <w:tc>
          <w:tcPr>
            <w:tcW w:w="3920" w:type="dxa"/>
          </w:tcPr>
          <w:p w14:paraId="376B3493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اكتب هل الكوفة لفتنا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CCCE03" w14:textId="77777777" w:rsidR="007C1984" w:rsidRDefault="007C198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07FE11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إلى كربلا ماشي ظعنا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1984" w14:paraId="77C67D5E" w14:textId="77777777" w:rsidTr="00C9192F">
        <w:trPr>
          <w:trHeight w:val="350"/>
        </w:trPr>
        <w:tc>
          <w:tcPr>
            <w:tcW w:w="3920" w:type="dxa"/>
          </w:tcPr>
          <w:p w14:paraId="0E402D8A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بيها ترى حاين أجلنا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1FB67D" w14:textId="77777777" w:rsidR="007C1984" w:rsidRDefault="007C198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A8AB76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هذا به الهادي وعدنا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1984" w14:paraId="6D6822DF" w14:textId="77777777" w:rsidTr="00C9192F">
        <w:trPr>
          <w:trHeight w:val="350"/>
        </w:trPr>
        <w:tc>
          <w:tcPr>
            <w:tcW w:w="3920" w:type="dxa"/>
          </w:tcPr>
          <w:p w14:paraId="14C4857F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نذبح بها اُو تسبى حرمنا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4226D6" w14:textId="77777777" w:rsidR="007C1984" w:rsidRDefault="007C198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D8C771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اُو يبقون بالذلّة بعدنا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F0EC9A2" w14:textId="77777777" w:rsidR="00EE7C84" w:rsidRDefault="00EE7C84" w:rsidP="007C1984">
      <w:pPr>
        <w:pStyle w:val="libPoemCenter"/>
        <w:rPr>
          <w:lang w:bidi="fa-IR"/>
        </w:rPr>
      </w:pPr>
      <w:r>
        <w:rPr>
          <w:rtl/>
          <w:lang w:bidi="fa-IR"/>
        </w:rPr>
        <w:t>واتظل بالرمضا جثثنا</w:t>
      </w:r>
    </w:p>
    <w:p w14:paraId="055A392D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الحرم تجاوب العبّاس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C1984" w14:paraId="2614E703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71502758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قالوا له سمع اُوطاعه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B025D6C" w14:textId="77777777" w:rsidR="007C1984" w:rsidRDefault="007C198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4C6B4DB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في كُل حين اُوكل ساعه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1984" w14:paraId="6BD27715" w14:textId="77777777" w:rsidTr="00C9192F">
        <w:trPr>
          <w:trHeight w:val="350"/>
        </w:trPr>
        <w:tc>
          <w:tcPr>
            <w:tcW w:w="3920" w:type="dxa"/>
          </w:tcPr>
          <w:p w14:paraId="0AEF3370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يابن الذي بيده الشفاعه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94FEE5" w14:textId="77777777" w:rsidR="007C1984" w:rsidRDefault="007C198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035B4E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يعبّاس يا راعي الشجاعه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42F3FDE" w14:textId="77777777" w:rsidR="00EE7C84" w:rsidRDefault="00EE7C84" w:rsidP="007C1984">
      <w:pPr>
        <w:pStyle w:val="libPoemCenter"/>
        <w:rPr>
          <w:lang w:bidi="fa-IR"/>
        </w:rPr>
      </w:pPr>
      <w:r>
        <w:rPr>
          <w:rtl/>
          <w:lang w:bidi="fa-IR"/>
        </w:rPr>
        <w:t>كل اتخذ منهم اقناعه</w:t>
      </w:r>
    </w:p>
    <w:p w14:paraId="23B1D608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العبّاس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C1984" w14:paraId="04FBBEAE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786CB516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يسبع اُو متولد من اِسباع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D6C186E" w14:textId="77777777" w:rsidR="007C1984" w:rsidRDefault="007C198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6F23583" w14:textId="77777777" w:rsidR="007C1984" w:rsidRDefault="007C1984" w:rsidP="00C9192F">
            <w:pPr>
              <w:pStyle w:val="libPoem"/>
            </w:pPr>
            <w:r>
              <w:rPr>
                <w:rtl/>
                <w:lang w:bidi="fa-IR"/>
              </w:rPr>
              <w:t>يا سوري العالي المنّاع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8CED5C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92E2F" w14:paraId="558A061C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41EB1DF6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خل الخلق تنفرج هالساع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3E93FD4" w14:textId="77777777" w:rsidR="00992E2F" w:rsidRDefault="00992E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642A392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خوفي على شخصي يمتاع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B19337E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جواب العبّاس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لها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92E2F" w14:paraId="3F7ABA8C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00D94204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نادى اُومنّه القلب مسعور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9C653BE" w14:textId="77777777" w:rsidR="00992E2F" w:rsidRDefault="00992E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8877405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يبنت الكليم ابجانب الطور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E2F" w14:paraId="4A1EAAF0" w14:textId="77777777" w:rsidTr="00C9192F">
        <w:trPr>
          <w:trHeight w:val="350"/>
        </w:trPr>
        <w:tc>
          <w:tcPr>
            <w:tcW w:w="3920" w:type="dxa"/>
          </w:tcPr>
          <w:p w14:paraId="62535D08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كتبهم لفت لينا بلسطور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24E362" w14:textId="77777777" w:rsidR="00992E2F" w:rsidRDefault="00992E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33FA86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اقدم على جنات واقصور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E2F" w14:paraId="5912B402" w14:textId="77777777" w:rsidTr="00C9192F">
        <w:trPr>
          <w:trHeight w:val="350"/>
        </w:trPr>
        <w:tc>
          <w:tcPr>
            <w:tcW w:w="3920" w:type="dxa"/>
          </w:tcPr>
          <w:p w14:paraId="1590A53D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اُوحق الضلعها راح مكسور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1FC5C9" w14:textId="77777777" w:rsidR="00992E2F" w:rsidRDefault="00992E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F3ABCE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واللي قضى والراس مطرور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E2F" w14:paraId="5CFD86CD" w14:textId="77777777" w:rsidTr="00C9192F">
        <w:trPr>
          <w:trHeight w:val="350"/>
        </w:trPr>
        <w:tc>
          <w:tcPr>
            <w:tcW w:w="3920" w:type="dxa"/>
          </w:tcPr>
          <w:p w14:paraId="3D909715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حتّى لوانهم عدة اكرور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00CFC0" w14:textId="77777777" w:rsidR="00992E2F" w:rsidRDefault="00992E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2EF1C3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لخلي دماهم مثل البحور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E2F" w14:paraId="1ACB5F40" w14:textId="77777777" w:rsidTr="00C9192F">
        <w:trPr>
          <w:trHeight w:val="350"/>
        </w:trPr>
        <w:tc>
          <w:tcPr>
            <w:tcW w:w="3920" w:type="dxa"/>
          </w:tcPr>
          <w:p w14:paraId="052952D3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والروس مثل الورق منثور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5B0ECB" w14:textId="77777777" w:rsidR="00992E2F" w:rsidRDefault="00992E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5346AE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ميلي على زندي وانا السور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711CC28" w14:textId="77777777" w:rsidR="00EE7C84" w:rsidRDefault="00EE7C84" w:rsidP="00992E2F">
      <w:pPr>
        <w:pStyle w:val="libPoemCenter"/>
        <w:rPr>
          <w:lang w:bidi="fa-IR"/>
        </w:rPr>
      </w:pPr>
      <w:r>
        <w:rPr>
          <w:rtl/>
          <w:lang w:bidi="fa-IR"/>
        </w:rPr>
        <w:t>أنا خوك أنا العبّاس مذكور</w:t>
      </w:r>
    </w:p>
    <w:p w14:paraId="50D1CCF5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أجابته زينب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92E2F" w14:paraId="19F4852B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1BB0B636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اُو نعمين يا بدر الحموله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54AFBF9" w14:textId="77777777" w:rsidR="00992E2F" w:rsidRDefault="00992E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8B16ECE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يطايل اُومن شانك الطوله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E2F" w14:paraId="4F6C72A9" w14:textId="77777777" w:rsidTr="00C9192F">
        <w:trPr>
          <w:trHeight w:val="350"/>
        </w:trPr>
        <w:tc>
          <w:tcPr>
            <w:tcW w:w="3920" w:type="dxa"/>
          </w:tcPr>
          <w:p w14:paraId="54A57C2A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يخويه وانا ماني ابجهوله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994447" w14:textId="77777777" w:rsidR="00992E2F" w:rsidRDefault="00992E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DD3CA5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ولا تهمني نظرة هذولا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E2F" w14:paraId="38F84A2B" w14:textId="77777777" w:rsidTr="00C9192F">
        <w:trPr>
          <w:trHeight w:val="350"/>
        </w:trPr>
        <w:tc>
          <w:tcPr>
            <w:tcW w:w="3920" w:type="dxa"/>
          </w:tcPr>
          <w:p w14:paraId="0E77ACD1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ولكن يسردال الحموله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2D853A" w14:textId="77777777" w:rsidR="00992E2F" w:rsidRDefault="00992E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5CB77F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شبّان اطالعهم ابدوله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E2F" w14:paraId="1D0DA32F" w14:textId="77777777" w:rsidTr="00C9192F">
        <w:trPr>
          <w:trHeight w:val="350"/>
        </w:trPr>
        <w:tc>
          <w:tcPr>
            <w:tcW w:w="3920" w:type="dxa"/>
          </w:tcPr>
          <w:p w14:paraId="284234F4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لو كان الله لا يقوله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F64C9C" w14:textId="77777777" w:rsidR="00992E2F" w:rsidRDefault="00992E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E5B997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يجري عليهم إيه لولا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F3A06EF" w14:textId="77777777" w:rsidR="00EE7C84" w:rsidRDefault="00EE7C84" w:rsidP="00992E2F">
      <w:pPr>
        <w:pStyle w:val="libPoemCenter"/>
        <w:rPr>
          <w:lang w:bidi="fa-IR"/>
        </w:rPr>
      </w:pPr>
      <w:r>
        <w:rPr>
          <w:rtl/>
          <w:lang w:bidi="fa-IR"/>
        </w:rPr>
        <w:t>هالحرم منهو يرجعوله</w:t>
      </w:r>
    </w:p>
    <w:p w14:paraId="6028D5E4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أجابها أبو فاضل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92E2F" w14:paraId="75DA76D5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19A26838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لتبكين يا زينب لتبكين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684DE66" w14:textId="77777777" w:rsidR="00992E2F" w:rsidRDefault="00992E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254AF6B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ويش هلظنون اللي تظنين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E2F" w14:paraId="307DAAB6" w14:textId="77777777" w:rsidTr="00C9192F">
        <w:trPr>
          <w:trHeight w:val="350"/>
        </w:trPr>
        <w:tc>
          <w:tcPr>
            <w:tcW w:w="3920" w:type="dxa"/>
          </w:tcPr>
          <w:p w14:paraId="590DB6D9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يحميك هالصارم وليمين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2C8B34" w14:textId="77777777" w:rsidR="00992E2F" w:rsidRDefault="00992E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E54B12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بعدي انا ميلي على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00AD24B" w14:textId="77777777" w:rsidR="00EE7C84" w:rsidRDefault="00EE7C84" w:rsidP="00992E2F">
      <w:pPr>
        <w:pStyle w:val="libPoemCenter"/>
        <w:rPr>
          <w:lang w:bidi="fa-IR"/>
        </w:rPr>
      </w:pPr>
      <w:r>
        <w:rPr>
          <w:rtl/>
          <w:lang w:bidi="fa-IR"/>
        </w:rPr>
        <w:t>رجعت تاخذ بخاطره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92E2F" w14:paraId="31F08699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1A3280B5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لتلومني في شدّة الخوف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E806417" w14:textId="77777777" w:rsidR="00992E2F" w:rsidRDefault="00992E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E8C9302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ماهو على نفسي يموصوف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E2F" w14:paraId="58DEFBC2" w14:textId="77777777" w:rsidTr="00C9192F">
        <w:trPr>
          <w:trHeight w:val="350"/>
        </w:trPr>
        <w:tc>
          <w:tcPr>
            <w:tcW w:w="3920" w:type="dxa"/>
          </w:tcPr>
          <w:p w14:paraId="7368715F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هلقمار اخاف ايصيبها اخسوف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D248E5" w14:textId="77777777" w:rsidR="00992E2F" w:rsidRDefault="00992E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432494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مختافه من ذكر 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D6D31F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فاطمة تخاطب أباها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92E2F" w14:paraId="68C34469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6121DD0A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يا ياب أريد أشم خدّك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B29B773" w14:textId="77777777" w:rsidR="00992E2F" w:rsidRDefault="00992E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A6FA96B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أقسم عليك اِبجاه جدّك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624687B" w14:textId="77777777" w:rsidR="00EE7C84" w:rsidRDefault="00EE7C84" w:rsidP="00992E2F">
      <w:pPr>
        <w:pStyle w:val="libPoemCenter"/>
        <w:rPr>
          <w:lang w:bidi="fa-IR"/>
        </w:rPr>
      </w:pPr>
      <w:r>
        <w:rPr>
          <w:rtl/>
          <w:lang w:bidi="fa-IR"/>
        </w:rPr>
        <w:t>خذني مع اِخواني اُولدك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92E2F" w14:paraId="44EF809D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5DC90595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شالسبب تفرقني عن أهلي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3E8093D" w14:textId="77777777" w:rsidR="00992E2F" w:rsidRDefault="00992E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7B7100B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ترحل ولا اتدبر الطرف 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E2F" w14:paraId="082FE409" w14:textId="77777777" w:rsidTr="00C9192F">
        <w:trPr>
          <w:trHeight w:val="350"/>
        </w:trPr>
        <w:tc>
          <w:tcPr>
            <w:tcW w:w="3920" w:type="dxa"/>
          </w:tcPr>
          <w:p w14:paraId="3325E260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بعدك يبويه ايضيع شملي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6A4076" w14:textId="77777777" w:rsidR="00992E2F" w:rsidRDefault="00992E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37C290" w14:textId="77777777" w:rsidR="00992E2F" w:rsidRDefault="00992E2F" w:rsidP="00C9192F">
            <w:pPr>
              <w:pStyle w:val="libPoem"/>
            </w:pPr>
            <w:r>
              <w:rPr>
                <w:rtl/>
                <w:lang w:bidi="fa-IR"/>
              </w:rPr>
              <w:t>ماحد رزاه الدهر مثلي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04BD8F4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F31D1" w14:paraId="43BC2542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68CEDE82" w14:textId="77777777" w:rsidR="003F31D1" w:rsidRDefault="00D00D24" w:rsidP="00C9192F">
            <w:pPr>
              <w:pStyle w:val="libPoem"/>
            </w:pPr>
            <w:r>
              <w:rPr>
                <w:rtl/>
                <w:lang w:bidi="fa-IR"/>
              </w:rPr>
              <w:t>چني غريبة واجنبيّه</w:t>
            </w:r>
            <w:r w:rsidR="003F31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33B0135" w14:textId="77777777" w:rsidR="003F31D1" w:rsidRDefault="003F31D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9AA423E" w14:textId="77777777" w:rsidR="003F31D1" w:rsidRDefault="00D00D24" w:rsidP="00C9192F">
            <w:pPr>
              <w:pStyle w:val="libPoem"/>
            </w:pPr>
            <w:r>
              <w:rPr>
                <w:rtl/>
                <w:lang w:bidi="fa-IR"/>
              </w:rPr>
              <w:t>يا ياب دير الطرف ليّه</w:t>
            </w:r>
            <w:r w:rsidR="003F31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31D1" w14:paraId="310DE993" w14:textId="77777777" w:rsidTr="00C9192F">
        <w:trPr>
          <w:trHeight w:val="350"/>
        </w:trPr>
        <w:tc>
          <w:tcPr>
            <w:tcW w:w="3920" w:type="dxa"/>
          </w:tcPr>
          <w:p w14:paraId="23EE1B90" w14:textId="77777777" w:rsidR="003F31D1" w:rsidRDefault="00D00D24" w:rsidP="00C9192F">
            <w:pPr>
              <w:pStyle w:val="libPoem"/>
            </w:pPr>
            <w:r>
              <w:rPr>
                <w:rtl/>
                <w:lang w:bidi="fa-IR"/>
              </w:rPr>
              <w:t>وانظر إلى اللي صار بيّه</w:t>
            </w:r>
            <w:r w:rsidR="003F31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A41AD7" w14:textId="77777777" w:rsidR="003F31D1" w:rsidRDefault="003F31D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A64E12" w14:textId="77777777" w:rsidR="003F31D1" w:rsidRDefault="00D00D24" w:rsidP="00C9192F">
            <w:pPr>
              <w:pStyle w:val="libPoem"/>
            </w:pPr>
            <w:r>
              <w:rPr>
                <w:rtl/>
                <w:lang w:bidi="fa-IR"/>
              </w:rPr>
              <w:t>ابانصب على افراقك عزيّه</w:t>
            </w:r>
            <w:r w:rsidR="003F31D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DC673FE" w14:textId="77777777" w:rsidR="00EE7C84" w:rsidRDefault="00EE7C84" w:rsidP="003F31D1">
      <w:pPr>
        <w:pStyle w:val="libPoemCenter"/>
        <w:rPr>
          <w:lang w:bidi="fa-IR"/>
        </w:rPr>
      </w:pPr>
      <w:r>
        <w:rPr>
          <w:rtl/>
          <w:lang w:bidi="fa-IR"/>
        </w:rPr>
        <w:t>بعدك محد يلتفت ليّه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F31D1" w14:paraId="3D979DCD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415CD9B0" w14:textId="77777777" w:rsidR="003F31D1" w:rsidRDefault="00D00D24" w:rsidP="00C9192F">
            <w:pPr>
              <w:pStyle w:val="libPoem"/>
            </w:pPr>
            <w:r>
              <w:rPr>
                <w:rtl/>
                <w:lang w:bidi="fa-IR"/>
              </w:rPr>
              <w:t>اشوفك يبويه طاردني</w:t>
            </w:r>
            <w:r w:rsidR="003F31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218014B" w14:textId="77777777" w:rsidR="003F31D1" w:rsidRDefault="003F31D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DF6513F" w14:textId="77777777" w:rsidR="003F31D1" w:rsidRDefault="00D00D24" w:rsidP="00C9192F">
            <w:pPr>
              <w:pStyle w:val="libPoem"/>
            </w:pPr>
            <w:r>
              <w:rPr>
                <w:rtl/>
                <w:lang w:bidi="fa-IR"/>
              </w:rPr>
              <w:t>واعن الحموله امباعدني</w:t>
            </w:r>
            <w:r w:rsidR="003F31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31D1" w14:paraId="42FCEDBF" w14:textId="77777777" w:rsidTr="00C9192F">
        <w:trPr>
          <w:trHeight w:val="350"/>
        </w:trPr>
        <w:tc>
          <w:tcPr>
            <w:tcW w:w="3920" w:type="dxa"/>
          </w:tcPr>
          <w:p w14:paraId="7C8D98FC" w14:textId="77777777" w:rsidR="003F31D1" w:rsidRDefault="00D00D24" w:rsidP="00C9192F">
            <w:pPr>
              <w:pStyle w:val="libPoem"/>
            </w:pPr>
            <w:r>
              <w:rPr>
                <w:rtl/>
                <w:lang w:bidi="fa-IR"/>
              </w:rPr>
              <w:t>بعد لخلي النوح فنّي</w:t>
            </w:r>
            <w:r w:rsidR="003F31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3301BE" w14:textId="77777777" w:rsidR="003F31D1" w:rsidRDefault="003F31D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D6BC27" w14:textId="77777777" w:rsidR="003F31D1" w:rsidRDefault="00D00D24" w:rsidP="00C9192F">
            <w:pPr>
              <w:pStyle w:val="libPoem"/>
            </w:pPr>
            <w:r>
              <w:rPr>
                <w:rtl/>
                <w:lang w:bidi="fa-IR"/>
              </w:rPr>
              <w:t>ليلي اُو نهاري ما أونّي</w:t>
            </w:r>
            <w:r w:rsidR="003F31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31D1" w14:paraId="6DFBED42" w14:textId="77777777" w:rsidTr="00C9192F">
        <w:trPr>
          <w:trHeight w:val="350"/>
        </w:trPr>
        <w:tc>
          <w:tcPr>
            <w:tcW w:w="3920" w:type="dxa"/>
          </w:tcPr>
          <w:p w14:paraId="7C39A075" w14:textId="77777777" w:rsidR="003F31D1" w:rsidRDefault="00D00D24" w:rsidP="00C9192F">
            <w:pPr>
              <w:pStyle w:val="libPoem"/>
            </w:pPr>
            <w:r>
              <w:rPr>
                <w:rtl/>
                <w:lang w:bidi="fa-IR"/>
              </w:rPr>
              <w:t>يحسين ابويه يا غضنفر</w:t>
            </w:r>
            <w:r w:rsidR="003F31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CDB42C" w14:textId="77777777" w:rsidR="003F31D1" w:rsidRDefault="003F31D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85C5A3" w14:textId="77777777" w:rsidR="003F31D1" w:rsidRDefault="00D00D24" w:rsidP="00C9192F">
            <w:pPr>
              <w:pStyle w:val="libPoem"/>
            </w:pPr>
            <w:r>
              <w:rPr>
                <w:rtl/>
                <w:lang w:bidi="fa-IR"/>
              </w:rPr>
              <w:t>سالم اُو متعدي من الشر</w:t>
            </w:r>
            <w:r w:rsidR="003F31D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4C9DE4E" w14:textId="77777777" w:rsidR="00EE7C84" w:rsidRDefault="00EE7C84" w:rsidP="003F31D1">
      <w:pPr>
        <w:pStyle w:val="libPoemCenter"/>
        <w:rPr>
          <w:lang w:bidi="fa-IR"/>
        </w:rPr>
      </w:pPr>
      <w:r>
        <w:rPr>
          <w:rtl/>
          <w:lang w:bidi="fa-IR"/>
        </w:rPr>
        <w:t>حالي بعدكُم حال أكشر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F31D1" w14:paraId="11948145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7F6254BD" w14:textId="77777777" w:rsidR="003F31D1" w:rsidRDefault="00D00D24" w:rsidP="00C9192F">
            <w:pPr>
              <w:pStyle w:val="libPoem"/>
            </w:pPr>
            <w:r>
              <w:rPr>
                <w:rtl/>
                <w:lang w:bidi="fa-IR"/>
              </w:rPr>
              <w:t>إتصيح فاطمة الكبيره</w:t>
            </w:r>
            <w:r w:rsidR="003F31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A59C0FB" w14:textId="77777777" w:rsidR="003F31D1" w:rsidRDefault="003F31D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04D53CB" w14:textId="77777777" w:rsidR="003F31D1" w:rsidRDefault="00D00D24" w:rsidP="00C9192F">
            <w:pPr>
              <w:pStyle w:val="libPoem"/>
            </w:pPr>
            <w:r>
              <w:rPr>
                <w:rtl/>
                <w:lang w:bidi="fa-IR"/>
              </w:rPr>
              <w:t>طرفك الي يحسين ديره</w:t>
            </w:r>
            <w:r w:rsidR="003F31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31D1" w14:paraId="45598100" w14:textId="77777777" w:rsidTr="00C9192F">
        <w:trPr>
          <w:trHeight w:val="350"/>
        </w:trPr>
        <w:tc>
          <w:tcPr>
            <w:tcW w:w="3920" w:type="dxa"/>
          </w:tcPr>
          <w:p w14:paraId="092FE479" w14:textId="77777777" w:rsidR="003F31D1" w:rsidRDefault="00D00D24" w:rsidP="00C9192F">
            <w:pPr>
              <w:pStyle w:val="libPoem"/>
            </w:pPr>
            <w:r>
              <w:rPr>
                <w:rtl/>
                <w:lang w:bidi="fa-IR"/>
              </w:rPr>
              <w:t>اُوخذني مع هذي العشيره</w:t>
            </w:r>
            <w:r w:rsidR="003F31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5CB679" w14:textId="77777777" w:rsidR="003F31D1" w:rsidRDefault="003F31D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D1027E" w14:textId="77777777" w:rsidR="003F31D1" w:rsidRDefault="00D00D24" w:rsidP="00C9192F">
            <w:pPr>
              <w:pStyle w:val="libPoem"/>
            </w:pPr>
            <w:r>
              <w:rPr>
                <w:rtl/>
                <w:lang w:bidi="fa-IR"/>
              </w:rPr>
              <w:t>بنتك ترى ابشدة اُوحيره</w:t>
            </w:r>
            <w:r w:rsidR="003F31D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5B6C60D" w14:textId="77777777" w:rsidR="00EE7C84" w:rsidRDefault="00EE7C84" w:rsidP="003F31D1">
      <w:pPr>
        <w:pStyle w:val="libPoemCenter"/>
        <w:rPr>
          <w:lang w:bidi="fa-IR"/>
        </w:rPr>
      </w:pPr>
      <w:r>
        <w:rPr>
          <w:rtl/>
          <w:lang w:bidi="fa-IR"/>
        </w:rPr>
        <w:t>وامصيبتي بعدك كبيره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F31D1" w14:paraId="0DFADD22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1FD8AD87" w14:textId="77777777" w:rsidR="003F31D1" w:rsidRDefault="00D00D24" w:rsidP="00C9192F">
            <w:pPr>
              <w:pStyle w:val="libPoem"/>
            </w:pPr>
            <w:r>
              <w:rPr>
                <w:rtl/>
                <w:lang w:bidi="fa-IR"/>
              </w:rPr>
              <w:t>يا ياب دير الطرف منّي</w:t>
            </w:r>
            <w:r w:rsidR="003F31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685CE7C" w14:textId="77777777" w:rsidR="003F31D1" w:rsidRDefault="003F31D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64F5EF5" w14:textId="77777777" w:rsidR="003F31D1" w:rsidRDefault="00D00D24" w:rsidP="00C9192F">
            <w:pPr>
              <w:pStyle w:val="libPoem"/>
            </w:pPr>
            <w:r>
              <w:rPr>
                <w:rtl/>
                <w:lang w:bidi="fa-IR"/>
              </w:rPr>
              <w:t>بنتك اُو كيف اتروح عنّي</w:t>
            </w:r>
            <w:r w:rsidR="003F31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31D1" w14:paraId="2BA2629A" w14:textId="77777777" w:rsidTr="00C9192F">
        <w:trPr>
          <w:trHeight w:val="350"/>
        </w:trPr>
        <w:tc>
          <w:tcPr>
            <w:tcW w:w="3920" w:type="dxa"/>
          </w:tcPr>
          <w:p w14:paraId="6C022C0D" w14:textId="77777777" w:rsidR="003F31D1" w:rsidRDefault="00D00D24" w:rsidP="00C9192F">
            <w:pPr>
              <w:pStyle w:val="libPoem"/>
            </w:pPr>
            <w:r>
              <w:rPr>
                <w:rtl/>
                <w:lang w:bidi="fa-IR"/>
              </w:rPr>
              <w:t>والدهر باهمومه نحلني</w:t>
            </w:r>
            <w:r w:rsidR="003F31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60F299" w14:textId="77777777" w:rsidR="003F31D1" w:rsidRDefault="003F31D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47A56E" w14:textId="77777777" w:rsidR="003F31D1" w:rsidRDefault="00D00D24" w:rsidP="00C9192F">
            <w:pPr>
              <w:pStyle w:val="libPoem"/>
            </w:pPr>
            <w:r>
              <w:rPr>
                <w:rtl/>
                <w:lang w:bidi="fa-IR"/>
              </w:rPr>
              <w:t>امن النوح بعدك ما أونّي</w:t>
            </w:r>
            <w:r w:rsidR="003F31D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FAD682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جواب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لفاطمة الكبرى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F31D1" w14:paraId="071F0315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0A81F245" w14:textId="77777777" w:rsidR="003F31D1" w:rsidRDefault="00D00D24" w:rsidP="00C9192F">
            <w:pPr>
              <w:pStyle w:val="libPoem"/>
            </w:pPr>
            <w:r>
              <w:rPr>
                <w:rtl/>
                <w:lang w:bidi="fa-IR"/>
              </w:rPr>
              <w:t>ردّي لدارك واحنا بانجيك</w:t>
            </w:r>
            <w:r w:rsidR="003F31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63800D5" w14:textId="77777777" w:rsidR="003F31D1" w:rsidRDefault="003F31D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D84B4F6" w14:textId="77777777" w:rsidR="003F31D1" w:rsidRDefault="00D00D24" w:rsidP="00C9192F">
            <w:pPr>
              <w:pStyle w:val="libPoem"/>
            </w:pPr>
            <w:r>
              <w:rPr>
                <w:rtl/>
                <w:lang w:bidi="fa-IR"/>
              </w:rPr>
              <w:t>بنيتي غريبة ما نخليك</w:t>
            </w:r>
            <w:r w:rsidR="003F31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31D1" w14:paraId="177CF327" w14:textId="77777777" w:rsidTr="00C9192F">
        <w:trPr>
          <w:trHeight w:val="350"/>
        </w:trPr>
        <w:tc>
          <w:tcPr>
            <w:tcW w:w="3920" w:type="dxa"/>
          </w:tcPr>
          <w:p w14:paraId="4BC5FB91" w14:textId="77777777" w:rsidR="003F31D1" w:rsidRDefault="00D00D24" w:rsidP="00C9192F">
            <w:pPr>
              <w:pStyle w:val="libPoem"/>
            </w:pPr>
            <w:r>
              <w:rPr>
                <w:rtl/>
                <w:lang w:bidi="fa-IR"/>
              </w:rPr>
              <w:t>لابد من اِخوانك حد ايجيك</w:t>
            </w:r>
            <w:r w:rsidR="003F31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50D9B3" w14:textId="77777777" w:rsidR="003F31D1" w:rsidRDefault="003F31D1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BC4A59" w14:textId="77777777" w:rsidR="003F31D1" w:rsidRDefault="00D00D24" w:rsidP="00C9192F">
            <w:pPr>
              <w:pStyle w:val="libPoem"/>
            </w:pPr>
            <w:r>
              <w:rPr>
                <w:rtl/>
                <w:lang w:bidi="fa-IR"/>
              </w:rPr>
              <w:t>لازم يفاطم نرسل إليك</w:t>
            </w:r>
            <w:r w:rsidR="003F31D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F88E933" w14:textId="77777777" w:rsidR="00EE7C84" w:rsidRDefault="00EE7C84" w:rsidP="003F31D1">
      <w:pPr>
        <w:pStyle w:val="libPoemCenter"/>
        <w:rPr>
          <w:lang w:bidi="fa-IR"/>
        </w:rPr>
      </w:pPr>
      <w:r>
        <w:rPr>
          <w:rtl/>
          <w:lang w:bidi="fa-IR"/>
        </w:rPr>
        <w:t>لو عمّك العبّاس ياتيك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00D24" w14:paraId="6605E478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32670EB0" w14:textId="77777777" w:rsidR="00D00D24" w:rsidRDefault="00D00D24" w:rsidP="00C9192F">
            <w:pPr>
              <w:pStyle w:val="libPoem"/>
            </w:pPr>
            <w:r>
              <w:rPr>
                <w:rtl/>
                <w:lang w:bidi="fa-IR"/>
              </w:rPr>
              <w:t>قامت تودع للضحايا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6AB4284" w14:textId="77777777" w:rsidR="00D00D24" w:rsidRDefault="00D00D2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3238DDB" w14:textId="77777777" w:rsidR="00D00D24" w:rsidRDefault="00D00D24" w:rsidP="00C9192F">
            <w:pPr>
              <w:pStyle w:val="libPoem"/>
            </w:pPr>
            <w:r>
              <w:rPr>
                <w:rtl/>
                <w:lang w:bidi="fa-IR"/>
              </w:rPr>
              <w:t>اُو نزلوا عن اظهور المطايا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B1ACE9A" w14:textId="77777777" w:rsidR="00EE7C84" w:rsidRDefault="00EE7C84" w:rsidP="003F31D1">
      <w:pPr>
        <w:pStyle w:val="libPoemCenter"/>
        <w:rPr>
          <w:lang w:bidi="fa-IR"/>
        </w:rPr>
      </w:pPr>
      <w:r>
        <w:rPr>
          <w:rtl/>
          <w:lang w:bidi="fa-IR"/>
        </w:rPr>
        <w:t>اُو تجري الدمع أكبر حرايا</w:t>
      </w:r>
    </w:p>
    <w:p w14:paraId="1E7498DA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قالت فاطمة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00D24" w14:paraId="580BF65C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7A18B1CB" w14:textId="77777777" w:rsidR="00D00D24" w:rsidRDefault="00D00D24" w:rsidP="00C9192F">
            <w:pPr>
              <w:pStyle w:val="libPoem"/>
            </w:pPr>
            <w:r>
              <w:rPr>
                <w:rtl/>
                <w:lang w:bidi="fa-IR"/>
              </w:rPr>
              <w:t>يا بويه تتركني ذليله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069A758" w14:textId="77777777" w:rsidR="00D00D24" w:rsidRDefault="00D00D2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0459258" w14:textId="77777777" w:rsidR="00D00D24" w:rsidRDefault="00D00D24" w:rsidP="00C9192F">
            <w:pPr>
              <w:pStyle w:val="libPoem"/>
            </w:pPr>
            <w:r>
              <w:rPr>
                <w:rtl/>
                <w:lang w:bidi="fa-IR"/>
              </w:rPr>
              <w:t>يا والدي وانا عليله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D24" w14:paraId="7A9E23AD" w14:textId="77777777" w:rsidTr="00C9192F">
        <w:trPr>
          <w:trHeight w:val="350"/>
        </w:trPr>
        <w:tc>
          <w:tcPr>
            <w:tcW w:w="3920" w:type="dxa"/>
          </w:tcPr>
          <w:p w14:paraId="5DF710B2" w14:textId="77777777" w:rsidR="00D00D24" w:rsidRDefault="00D00D24" w:rsidP="00C9192F">
            <w:pPr>
              <w:pStyle w:val="libPoem"/>
            </w:pPr>
            <w:r>
              <w:rPr>
                <w:rtl/>
                <w:lang w:bidi="fa-IR"/>
              </w:rPr>
              <w:t>عليكُم يبوسكنة دخيله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485E5E" w14:textId="77777777" w:rsidR="00D00D24" w:rsidRDefault="00D00D2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5936F4" w14:textId="77777777" w:rsidR="00D00D24" w:rsidRDefault="00D00D24" w:rsidP="00C9192F">
            <w:pPr>
              <w:pStyle w:val="libPoem"/>
            </w:pPr>
            <w:r>
              <w:rPr>
                <w:rtl/>
                <w:lang w:bidi="fa-IR"/>
              </w:rPr>
              <w:t>خل لي أخي عندي أشيله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D24" w14:paraId="0093255D" w14:textId="77777777" w:rsidTr="00C9192F">
        <w:trPr>
          <w:trHeight w:val="350"/>
        </w:trPr>
        <w:tc>
          <w:tcPr>
            <w:tcW w:w="3920" w:type="dxa"/>
          </w:tcPr>
          <w:p w14:paraId="1FCB9990" w14:textId="77777777" w:rsidR="00D00D24" w:rsidRDefault="00D00D24" w:rsidP="00C9192F">
            <w:pPr>
              <w:pStyle w:val="libPoem"/>
            </w:pPr>
            <w:r>
              <w:rPr>
                <w:rtl/>
                <w:lang w:bidi="fa-IR"/>
              </w:rPr>
              <w:t>يابويه ليّه اليوم حاجه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CEEA93" w14:textId="77777777" w:rsidR="00D00D24" w:rsidRDefault="00D00D2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09EB41" w14:textId="77777777" w:rsidR="00D00D24" w:rsidRDefault="00D00D24" w:rsidP="00C9192F">
            <w:pPr>
              <w:pStyle w:val="libPoem"/>
            </w:pPr>
            <w:r>
              <w:rPr>
                <w:rtl/>
                <w:lang w:bidi="fa-IR"/>
              </w:rPr>
              <w:t>خل الطفل عندي اسراجه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80D00EE" w14:textId="77777777" w:rsidR="00EE7C84" w:rsidRDefault="00EE7C84" w:rsidP="003F31D1">
      <w:pPr>
        <w:pStyle w:val="libPoemCenter"/>
        <w:rPr>
          <w:lang w:bidi="fa-IR"/>
        </w:rPr>
      </w:pPr>
      <w:r>
        <w:rPr>
          <w:rtl/>
          <w:lang w:bidi="fa-IR"/>
        </w:rPr>
        <w:t>ليضوي واَفرح بابتهاجه</w:t>
      </w:r>
    </w:p>
    <w:p w14:paraId="15E98162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فاطمة بعد ما رجعت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00D24" w14:paraId="1814245D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3A154031" w14:textId="77777777" w:rsidR="00D00D24" w:rsidRDefault="00D00D24" w:rsidP="00C9192F">
            <w:pPr>
              <w:pStyle w:val="libPoem"/>
            </w:pPr>
            <w:r>
              <w:rPr>
                <w:rtl/>
                <w:lang w:bidi="fa-IR"/>
              </w:rPr>
              <w:t>يا دورهم ذيك المضيّه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C4C60BE" w14:textId="77777777" w:rsidR="00D00D24" w:rsidRDefault="00D00D24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9283F5F" w14:textId="77777777" w:rsidR="00D00D24" w:rsidRDefault="00D00D24" w:rsidP="00C9192F">
            <w:pPr>
              <w:pStyle w:val="libPoem"/>
            </w:pPr>
            <w:r>
              <w:rPr>
                <w:rtl/>
                <w:lang w:bidi="fa-IR"/>
              </w:rPr>
              <w:t>رحلوا وخلّوها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7C3B935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27F7D" w14:paraId="040EC125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0AA513A7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متى ترجعوا يا ياب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9EFA8A2" w14:textId="77777777" w:rsidR="00A27F7D" w:rsidRDefault="00A27F7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A254D2D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واتعود أوقاتي هنيّه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7F7D" w14:paraId="2009E33F" w14:textId="77777777" w:rsidTr="00C9192F">
        <w:trPr>
          <w:trHeight w:val="350"/>
        </w:trPr>
        <w:tc>
          <w:tcPr>
            <w:tcW w:w="3920" w:type="dxa"/>
          </w:tcPr>
          <w:p w14:paraId="45145D6A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يا دورهم والله ماوطيك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509575" w14:textId="77777777" w:rsidR="00A27F7D" w:rsidRDefault="00A27F7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827D32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واحلف يمين الشرع ماجيك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65FB9EF" w14:textId="77777777" w:rsidR="00EE7C84" w:rsidRDefault="00EE7C84" w:rsidP="00A27F7D">
      <w:pPr>
        <w:pStyle w:val="libPoemCenter"/>
        <w:rPr>
          <w:lang w:bidi="fa-IR"/>
        </w:rPr>
      </w:pPr>
      <w:r>
        <w:rPr>
          <w:rtl/>
          <w:lang w:bidi="fa-IR"/>
        </w:rPr>
        <w:t>حتّى يجي يا دار راعيك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27F7D" w14:paraId="5E5BCF2C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116CDBB2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يا دورهم لغلق ابوابك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834F549" w14:textId="77777777" w:rsidR="00A27F7D" w:rsidRDefault="00A27F7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2B2BF25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وحثي التراب اعلا اعتابك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7F7D" w14:paraId="65A5466D" w14:textId="77777777" w:rsidTr="00C9192F">
        <w:trPr>
          <w:trHeight w:val="350"/>
        </w:trPr>
        <w:tc>
          <w:tcPr>
            <w:tcW w:w="3920" w:type="dxa"/>
          </w:tcPr>
          <w:p w14:paraId="0327B7EF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واعتابك واكثر اعتابك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C80359" w14:textId="77777777" w:rsidR="00A27F7D" w:rsidRDefault="00A27F7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3537AB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حتّى انا اسمع جوابك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7F7D" w14:paraId="440D5563" w14:textId="77777777" w:rsidTr="00C9192F">
        <w:trPr>
          <w:trHeight w:val="350"/>
        </w:trPr>
        <w:tc>
          <w:tcPr>
            <w:tcW w:w="3920" w:type="dxa"/>
          </w:tcPr>
          <w:p w14:paraId="108BC35B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يا دور وين اهلك اُوناسك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D221EB" w14:textId="77777777" w:rsidR="00A27F7D" w:rsidRDefault="00A27F7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6C267E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اُوين الذي علوا اساسك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E9197D9" w14:textId="77777777" w:rsidR="00EE7C84" w:rsidRDefault="00EE7C84" w:rsidP="00A27F7D">
      <w:pPr>
        <w:pStyle w:val="libPoemCenter"/>
        <w:rPr>
          <w:lang w:bidi="fa-IR"/>
        </w:rPr>
      </w:pPr>
      <w:r>
        <w:rPr>
          <w:rtl/>
          <w:lang w:bidi="fa-IR"/>
        </w:rPr>
        <w:t>ارى بعدهم مكسور باسك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27F7D" w14:paraId="163D7D91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427B345A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انا شفت دار اهلي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B943658" w14:textId="77777777" w:rsidR="00A27F7D" w:rsidRDefault="00A27F7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FF572AF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جرت دمعتي غصب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7F7D" w14:paraId="657F06F9" w14:textId="77777777" w:rsidTr="00C9192F">
        <w:trPr>
          <w:trHeight w:val="350"/>
        </w:trPr>
        <w:tc>
          <w:tcPr>
            <w:tcW w:w="3920" w:type="dxa"/>
          </w:tcPr>
          <w:p w14:paraId="5006DCEC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واِمسيت في شدّة قويّه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561AE2" w14:textId="77777777" w:rsidR="00A27F7D" w:rsidRDefault="00A27F7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521F14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اُونيران في قلبي لظيّه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53B6DF3" w14:textId="77777777" w:rsidR="00EE7C84" w:rsidRDefault="00EE7C84" w:rsidP="00A27F7D">
      <w:pPr>
        <w:pStyle w:val="libPoemCenter"/>
        <w:rPr>
          <w:lang w:bidi="fa-IR"/>
        </w:rPr>
      </w:pPr>
      <w:r>
        <w:rPr>
          <w:rtl/>
          <w:lang w:bidi="fa-IR"/>
        </w:rPr>
        <w:t>وازدادت اهمومي عليّه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27F7D" w14:paraId="61611A75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63F5E7E7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باسايلك يا دار جدّي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BCE86F2" w14:textId="77777777" w:rsidR="00A27F7D" w:rsidRDefault="00A27F7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D1BDFAE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عن عزوتي بالله ردي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7F7D" w14:paraId="0C15FF5E" w14:textId="77777777" w:rsidTr="00C9192F">
        <w:trPr>
          <w:trHeight w:val="350"/>
        </w:trPr>
        <w:tc>
          <w:tcPr>
            <w:tcW w:w="3920" w:type="dxa"/>
          </w:tcPr>
          <w:p w14:paraId="6540EB45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لعله تبرد نار كبدي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8E9E12" w14:textId="77777777" w:rsidR="00A27F7D" w:rsidRDefault="00A27F7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52D083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تراني على اهلي زاد وجدي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7F7D" w14:paraId="2685732C" w14:textId="77777777" w:rsidTr="00C9192F">
        <w:trPr>
          <w:trHeight w:val="350"/>
        </w:trPr>
        <w:tc>
          <w:tcPr>
            <w:tcW w:w="3920" w:type="dxa"/>
          </w:tcPr>
          <w:p w14:paraId="42F28174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يا دار وين اهل المعالي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5D23D8" w14:textId="77777777" w:rsidR="00A27F7D" w:rsidRDefault="00A27F7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34F41A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اُوين الذي يرفق ابحالي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7F7D" w14:paraId="20FF1686" w14:textId="77777777" w:rsidTr="00C9192F">
        <w:trPr>
          <w:trHeight w:val="350"/>
        </w:trPr>
        <w:tc>
          <w:tcPr>
            <w:tcW w:w="3920" w:type="dxa"/>
          </w:tcPr>
          <w:p w14:paraId="68A01DC6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ابن النّبي مولى الموالي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A31702" w14:textId="77777777" w:rsidR="00A27F7D" w:rsidRDefault="00A27F7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8B69F03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باسايلك ردي سؤالي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7F7D" w14:paraId="3C05FA6C" w14:textId="77777777" w:rsidTr="00C9192F">
        <w:trPr>
          <w:trHeight w:val="350"/>
        </w:trPr>
        <w:tc>
          <w:tcPr>
            <w:tcW w:w="3920" w:type="dxa"/>
          </w:tcPr>
          <w:p w14:paraId="750FE3C0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باعاتبك واكثر للعتاب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A12B1E" w14:textId="77777777" w:rsidR="00A27F7D" w:rsidRDefault="00A27F7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000D2B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يا دور حيدر 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7F7D" w14:paraId="6E98B196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C64C5DE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في وين اهلي اهل لكتاب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07BE2C" w14:textId="77777777" w:rsidR="00A27F7D" w:rsidRDefault="00A27F7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1786BC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فاطم بقت ما بين لجناب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7F7D" w14:paraId="57FFB999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2E1B8C8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انا كيف ما تبكي اعيوني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7AC312" w14:textId="77777777" w:rsidR="00A27F7D" w:rsidRDefault="00A27F7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9A7176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اُوهل كيف ما يصفر لوني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7F7D" w14:paraId="43E4F49F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87FF4A2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هلي سافروا ما ودعوني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D89A5B" w14:textId="77777777" w:rsidR="00A27F7D" w:rsidRDefault="00A27F7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A6750B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شالوا هلي عنّي اُوجفوني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7F7D" w14:paraId="0EF6F644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189587F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فريت لن الظعن شايل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14C6B8" w14:textId="77777777" w:rsidR="00A27F7D" w:rsidRDefault="00A27F7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185EBB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وبويه ينخي للقبايل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7F7D" w14:paraId="0B048A0B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3524960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ناديت أبويه وين شايل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D5A3F7" w14:textId="77777777" w:rsidR="00A27F7D" w:rsidRDefault="00A27F7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002E7E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قلّي اُودمع العين سايل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7F7D" w14:paraId="16E9CD5F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8307B9F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إلى كربلا هاليوم راحل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036260" w14:textId="77777777" w:rsidR="00A27F7D" w:rsidRDefault="00A27F7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E1A7A9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فيها انا امقيم اُونازل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7F7D" w14:paraId="6FA3FF2D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2787A39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فريت من نادي للمنادي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F5A5D7" w14:textId="77777777" w:rsidR="00A27F7D" w:rsidRDefault="00A27F7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E7E75F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والضغن صاحت به الحوادي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7F7D" w14:paraId="3E507330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1816620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ناديتهم والقلب صادي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378801" w14:textId="77777777" w:rsidR="00A27F7D" w:rsidRDefault="00A27F7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96978E9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والدمع بالخدّين غادي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7F7D" w14:paraId="1B049CBE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F5FCB89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بكى ناظري من يوم شدوا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100B1C" w14:textId="77777777" w:rsidR="00A27F7D" w:rsidRDefault="00A27F7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786D776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اُو ركبوا اظهور الخيل مدوا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7F7D" w14:paraId="6DAD8B26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AFDD475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اُو عافوا ارض طيبة اُو تعدوا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CC3F29" w14:textId="77777777" w:rsidR="00A27F7D" w:rsidRDefault="00A27F7D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9FB347" w14:textId="77777777" w:rsidR="00A27F7D" w:rsidRDefault="00A27F7D" w:rsidP="00C9192F">
            <w:pPr>
              <w:pStyle w:val="libPoem"/>
            </w:pPr>
            <w:r>
              <w:rPr>
                <w:rtl/>
                <w:lang w:bidi="fa-IR"/>
              </w:rPr>
              <w:t>اُو ساقوا الظعن سرعة اُوبعدوا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5C0214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F54E2" w14:paraId="3A8FC40C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26C946A2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اُو للغاضريّة ما تعدّوا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2A78447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F8A5FF3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بس من غدوا ما عاد ردّوا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4E2" w14:paraId="7BD07222" w14:textId="77777777" w:rsidTr="00C9192F">
        <w:trPr>
          <w:trHeight w:val="350"/>
        </w:trPr>
        <w:tc>
          <w:tcPr>
            <w:tcW w:w="3920" w:type="dxa"/>
          </w:tcPr>
          <w:p w14:paraId="3860C0E0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ساقوا الظعن واني توانيت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D413E9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0CB6DF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ولا ريضوا لي يوم فزيت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4E2" w14:paraId="6A332BBB" w14:textId="77777777" w:rsidTr="00C9192F">
        <w:trPr>
          <w:trHeight w:val="350"/>
        </w:trPr>
        <w:tc>
          <w:tcPr>
            <w:tcW w:w="3920" w:type="dxa"/>
          </w:tcPr>
          <w:p w14:paraId="06B77C7D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تبعت الأثر والصوت علّيت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2F7DE2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FD22F6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واعثرت باثيابي اُوخرّيت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4E2" w14:paraId="437B7E98" w14:textId="77777777" w:rsidTr="00C9192F">
        <w:trPr>
          <w:trHeight w:val="350"/>
        </w:trPr>
        <w:tc>
          <w:tcPr>
            <w:tcW w:w="3920" w:type="dxa"/>
          </w:tcPr>
          <w:p w14:paraId="48218225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وبالحال قمت اُولا توانيت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8A9DC8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D3E16B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جرى مدمعي والجيب شقيت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4E2" w14:paraId="6592F30E" w14:textId="77777777" w:rsidTr="00C9192F">
        <w:trPr>
          <w:trHeight w:val="350"/>
        </w:trPr>
        <w:tc>
          <w:tcPr>
            <w:tcW w:w="3920" w:type="dxa"/>
          </w:tcPr>
          <w:p w14:paraId="73B453F3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باسايلك يا دور عنهم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057D19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9D109C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اهلك حموله اشظل منهم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4E2" w14:paraId="75D34626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1835DBD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في داعة الله يا ظعنهم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B00CF4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EDB8B1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بسايل انا الركبان عنهم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53716B7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أجابتها الدار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F54E2" w14:paraId="4EDFFC85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6D6F4E82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قالت هلك لا ترقبيهم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223BDDF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037FC8A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يخلف عليك الله فيهم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1E7519D" w14:textId="77777777" w:rsidR="00EE7C84" w:rsidRDefault="00EE7C84" w:rsidP="003F54E2">
      <w:pPr>
        <w:pStyle w:val="libPoemCenter"/>
        <w:rPr>
          <w:lang w:bidi="fa-IR"/>
        </w:rPr>
      </w:pPr>
      <w:r>
        <w:rPr>
          <w:rtl/>
          <w:lang w:bidi="fa-IR"/>
        </w:rPr>
        <w:t>شيلي البسط لا ترتجيهم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F54E2" w14:paraId="3C21F91B" w14:textId="77777777" w:rsidTr="003F54E2">
        <w:trPr>
          <w:trHeight w:val="350"/>
        </w:trPr>
        <w:tc>
          <w:tcPr>
            <w:tcW w:w="3964" w:type="dxa"/>
            <w:shd w:val="clear" w:color="auto" w:fill="auto"/>
          </w:tcPr>
          <w:p w14:paraId="2232989A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مامن اطروش اللي تصلهم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0A151801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6646907D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عن ضيم أحوالي تقلهم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4E2" w14:paraId="7FC1E878" w14:textId="77777777" w:rsidTr="003F54E2">
        <w:trPr>
          <w:trHeight w:val="350"/>
        </w:trPr>
        <w:tc>
          <w:tcPr>
            <w:tcW w:w="3964" w:type="dxa"/>
          </w:tcPr>
          <w:p w14:paraId="7E5E57A6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يا ناس فاجعني محلهم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4556927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BAFBBBB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ولا ادري اباي بلدة نزلهم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4E2" w14:paraId="0346C1CE" w14:textId="77777777" w:rsidTr="003F54E2">
        <w:trPr>
          <w:trHeight w:val="350"/>
        </w:trPr>
        <w:tc>
          <w:tcPr>
            <w:tcW w:w="3964" w:type="dxa"/>
          </w:tcPr>
          <w:p w14:paraId="4D00473E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غلق اِدياره اُوسافر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EB9F4E9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EF54AE3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ماشي اباخوانه ولبنين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4E2" w14:paraId="4D39FC0E" w14:textId="77777777" w:rsidTr="003F54E2">
        <w:trPr>
          <w:trHeight w:val="350"/>
        </w:trPr>
        <w:tc>
          <w:tcPr>
            <w:tcW w:w="3964" w:type="dxa"/>
          </w:tcPr>
          <w:p w14:paraId="4C85BF6C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اُو تبرى اله ذيك 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20D65EF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70C482F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ودوا كتب ليّه الملاعين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4E2" w14:paraId="36CDB5B7" w14:textId="77777777" w:rsidTr="003F54E2">
        <w:trPr>
          <w:trHeight w:val="350"/>
        </w:trPr>
        <w:tc>
          <w:tcPr>
            <w:tcW w:w="3964" w:type="dxa"/>
          </w:tcPr>
          <w:p w14:paraId="44877BC7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اِقدم يبن طاها اُوياسين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CA46134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931CE8C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إنريدك تجي واتشيد الدين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4E2" w14:paraId="64265B13" w14:textId="77777777" w:rsidTr="003F54E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CC0F3B1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انته خليفتنا اُوراضين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1518858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FE876E8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اُو زينب تقله نيتك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4E2" w14:paraId="6FFD1B47" w14:textId="77777777" w:rsidTr="003F54E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E80DBF8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ابصحبتك لاوين ناوين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0837A6F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EFCB6C8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انا امنين جتني كربلا امنين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4E2" w14:paraId="47972960" w14:textId="77777777" w:rsidTr="003F54E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C0C601D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غلق منازلنا ولوطان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1D012F9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674BD84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وقصده اراضي الشوم واحزان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4E2" w14:paraId="2C98D4DC" w14:textId="77777777" w:rsidTr="003F54E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D1B191A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طلعنا ابمعزة اُو قلب فرحان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39EAA06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8ED8F21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اُو تبرى لنا بالدرب شبّان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4E2" w14:paraId="3F099C22" w14:textId="77777777" w:rsidTr="003F54E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E2AB6AA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اُوجات الكتب من اهل كوفان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7AE812F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C9EB16F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اقدم يبن طاها اُوعدنان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4E2" w14:paraId="21E7D339" w14:textId="77777777" w:rsidTr="003F54E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EB78FA7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غيرك لنا ما نريد سلطان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30EE891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DFCAF8F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عجل تدارك دين ليمان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4E2" w14:paraId="28703B58" w14:textId="77777777" w:rsidTr="003F54E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59EF61E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غلق ادياره ابن الزكيّه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E54B085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204AD11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شايل لارض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4E2" w14:paraId="4B0923F5" w14:textId="77777777" w:rsidTr="003F54E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4A17476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واديارنا امست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0FDB65F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04A3CBE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وانا امسيت من اهلي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4E2" w14:paraId="530AA137" w14:textId="77777777" w:rsidTr="003F54E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8B54D2A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ولاظل لي منهم تكيّه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E5E11F6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9E3CBB5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انا امنين جتني هالرزيّه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4E2" w14:paraId="4753AFAA" w14:textId="77777777" w:rsidTr="003F54E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9D7993D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يها لناس شنهو البصر 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F1EA655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5DFD74F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راح الأبو من بين ايديّه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54E2" w14:paraId="172BEAF8" w14:textId="77777777" w:rsidTr="003F54E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086EEE9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ولاظل من يحمي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3885EE7" w14:textId="77777777" w:rsidR="003F54E2" w:rsidRDefault="003F54E2" w:rsidP="00C9192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1AD79F2" w14:textId="77777777" w:rsidR="003F54E2" w:rsidRDefault="003F54E2" w:rsidP="00C9192F">
            <w:pPr>
              <w:pStyle w:val="libPoem"/>
            </w:pPr>
            <w:r>
              <w:rPr>
                <w:rtl/>
                <w:lang w:bidi="fa-IR"/>
              </w:rPr>
              <w:t>متى اتعود بالوالي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AE1EC7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18391F78" w14:textId="77777777" w:rsidR="00EE7C84" w:rsidRDefault="00EE7C84" w:rsidP="00AD1C96">
      <w:pPr>
        <w:pStyle w:val="libPoemCenter"/>
        <w:rPr>
          <w:lang w:bidi="fa-IR"/>
        </w:rPr>
      </w:pPr>
      <w:r>
        <w:rPr>
          <w:rtl/>
          <w:lang w:bidi="fa-IR"/>
        </w:rPr>
        <w:t>هِي روحتك لو بعد جيّه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D1C96" w14:paraId="7C981B13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627905B3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اِبهذا الشهر غلّق انزوله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7DC8C54" w14:textId="77777777" w:rsidR="00AD1C96" w:rsidRDefault="00AD1C9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300465C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اُوهذي الأعادي كاتبوله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1C96" w14:paraId="6BE3DA7F" w14:textId="77777777" w:rsidTr="00C9192F">
        <w:trPr>
          <w:trHeight w:val="350"/>
        </w:trPr>
        <w:tc>
          <w:tcPr>
            <w:tcW w:w="3920" w:type="dxa"/>
          </w:tcPr>
          <w:p w14:paraId="72539811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إنريدك علينا اِتصير مولى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FDC13C" w14:textId="77777777" w:rsidR="00AD1C96" w:rsidRDefault="00AD1C9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EAD46B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مشى الكربلا اُوسرّج اِخيوله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F421ADF" w14:textId="77777777" w:rsidR="00EE7C84" w:rsidRDefault="00EE7C84" w:rsidP="00AD1C96">
      <w:pPr>
        <w:pStyle w:val="libPoemCenter"/>
        <w:rPr>
          <w:lang w:bidi="fa-IR"/>
        </w:rPr>
      </w:pPr>
      <w:r>
        <w:rPr>
          <w:rtl/>
          <w:lang w:bidi="fa-IR"/>
        </w:rPr>
        <w:t>بالدرب من حوله اشبوله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D1C96" w14:paraId="0CA9E9F4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460DA3AB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يابوي هالطلعة إلى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44CBBFA" w14:textId="77777777" w:rsidR="00AD1C96" w:rsidRDefault="00AD1C9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ED42C07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روعت قلبي اُوهملت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1C96" w14:paraId="1BD646B8" w14:textId="77777777" w:rsidTr="00C9192F">
        <w:trPr>
          <w:trHeight w:val="350"/>
        </w:trPr>
        <w:tc>
          <w:tcPr>
            <w:tcW w:w="3920" w:type="dxa"/>
          </w:tcPr>
          <w:p w14:paraId="6D80EE36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شايل ابنسوانك ولبنين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3F6CC8" w14:textId="77777777" w:rsidR="00AD1C96" w:rsidRDefault="00AD1C9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3CDC25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اُوخلّيت فاطم مالها امعين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663BB11" w14:textId="77777777" w:rsidR="00EE7C84" w:rsidRDefault="00EE7C84" w:rsidP="00AD1C96">
      <w:pPr>
        <w:pStyle w:val="libPoemCenter"/>
        <w:rPr>
          <w:lang w:bidi="fa-IR"/>
        </w:rPr>
      </w:pPr>
      <w:r>
        <w:rPr>
          <w:rtl/>
          <w:lang w:bidi="fa-IR"/>
        </w:rPr>
        <w:t>مدري تجي لو يفجع البين</w:t>
      </w:r>
    </w:p>
    <w:tbl>
      <w:tblPr>
        <w:tblStyle w:val="TableGrid"/>
        <w:bidiVisual/>
        <w:tblW w:w="4511" w:type="pct"/>
        <w:tblInd w:w="384" w:type="dxa"/>
        <w:tblLook w:val="01E0" w:firstRow="1" w:lastRow="1" w:firstColumn="1" w:lastColumn="1" w:noHBand="0" w:noVBand="0"/>
      </w:tblPr>
      <w:tblGrid>
        <w:gridCol w:w="3919"/>
        <w:gridCol w:w="279"/>
        <w:gridCol w:w="3881"/>
      </w:tblGrid>
      <w:tr w:rsidR="00AD1C96" w14:paraId="2D133ADB" w14:textId="77777777" w:rsidTr="00AD1C96">
        <w:trPr>
          <w:trHeight w:val="350"/>
        </w:trPr>
        <w:tc>
          <w:tcPr>
            <w:tcW w:w="3920" w:type="dxa"/>
            <w:shd w:val="clear" w:color="auto" w:fill="auto"/>
          </w:tcPr>
          <w:p w14:paraId="3B0C33D2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ما تخبروني يمته اتجون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E2CE56A" w14:textId="77777777" w:rsidR="00AD1C96" w:rsidRDefault="00AD1C9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B6A0373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والى منازلكُم تعودون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1C96" w14:paraId="455B7600" w14:textId="77777777" w:rsidTr="00AD1C96">
        <w:trPr>
          <w:trHeight w:val="350"/>
        </w:trPr>
        <w:tc>
          <w:tcPr>
            <w:tcW w:w="3920" w:type="dxa"/>
          </w:tcPr>
          <w:p w14:paraId="55C5A293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قطعنا الرجا منكُم ولظنون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9FAB207" w14:textId="77777777" w:rsidR="00AD1C96" w:rsidRDefault="00AD1C9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8C7B1A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اُو قلبي عليكُم صار محزون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1C96" w14:paraId="79AF5E4D" w14:textId="77777777" w:rsidTr="00AD1C9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0CACADE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بالدار ترموني اُو تمشون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D5A3ED" w14:textId="77777777" w:rsidR="00AD1C96" w:rsidRDefault="00AD1C9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4FEAFE9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على ويش يابويه تقطعون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1C96" w14:paraId="1BA09767" w14:textId="77777777" w:rsidTr="00AD1C9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7C195F3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يهلي تجوا لو اقطع الياس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A26D5C" w14:textId="77777777" w:rsidR="00AD1C96" w:rsidRDefault="00AD1C9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4A3358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ابقلبي على فرقاك هوجاس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ADD1B7D" w14:textId="77777777" w:rsidR="00EE7C84" w:rsidRDefault="00EE7C84" w:rsidP="00AD1C96">
      <w:pPr>
        <w:pStyle w:val="libPoemCenter"/>
        <w:rPr>
          <w:lang w:bidi="fa-IR"/>
        </w:rPr>
      </w:pPr>
      <w:r>
        <w:rPr>
          <w:rtl/>
          <w:lang w:bidi="fa-IR"/>
        </w:rPr>
        <w:t>إبعث إلي يا ياب عبّاس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D1C96" w14:paraId="2879724E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0F7478C8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ليت الزمان ايعود بيكُم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24A5991" w14:textId="77777777" w:rsidR="00AD1C96" w:rsidRDefault="00AD1C9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95AB908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اُو يفرح اقليبي من مجيكُم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1C96" w14:paraId="2FCC29FE" w14:textId="77777777" w:rsidTr="00C9192F">
        <w:trPr>
          <w:trHeight w:val="350"/>
        </w:trPr>
        <w:tc>
          <w:tcPr>
            <w:tcW w:w="3920" w:type="dxa"/>
          </w:tcPr>
          <w:p w14:paraId="5622D142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ولا طارش منّي يجيكُم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C2B04A" w14:textId="77777777" w:rsidR="00AD1C96" w:rsidRDefault="00AD1C9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F1BC29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أبعث إليكُم لو اجيكُم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1C96" w14:paraId="5D1F51EE" w14:textId="77777777" w:rsidTr="00C9192F">
        <w:trPr>
          <w:trHeight w:val="350"/>
        </w:trPr>
        <w:tc>
          <w:tcPr>
            <w:tcW w:w="3920" w:type="dxa"/>
          </w:tcPr>
          <w:p w14:paraId="4673B87C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يا دورهم مالك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794443" w14:textId="77777777" w:rsidR="00AD1C96" w:rsidRDefault="00AD1C9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3CA8AA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في وين اهلك هالعشيّه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1C96" w14:paraId="055C1F03" w14:textId="77777777" w:rsidTr="00C9192F">
        <w:trPr>
          <w:trHeight w:val="350"/>
        </w:trPr>
        <w:tc>
          <w:tcPr>
            <w:tcW w:w="3920" w:type="dxa"/>
          </w:tcPr>
          <w:p w14:paraId="1596FEF1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وين الابو راعي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BF111B" w14:textId="77777777" w:rsidR="00AD1C96" w:rsidRDefault="00AD1C9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00236F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ماحد لفى منهم اليّه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1C96" w14:paraId="0C6DABBB" w14:textId="77777777" w:rsidTr="00C9192F">
        <w:trPr>
          <w:trHeight w:val="350"/>
        </w:trPr>
        <w:tc>
          <w:tcPr>
            <w:tcW w:w="3920" w:type="dxa"/>
          </w:tcPr>
          <w:p w14:paraId="3A1E66B8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بالدار لنصب للعزيّه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577643" w14:textId="77777777" w:rsidR="00AD1C96" w:rsidRDefault="00AD1C9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60C4E1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اُواما تجي ليه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661DD0E" w14:textId="77777777" w:rsidR="00EE7C84" w:rsidRDefault="00EE7C84" w:rsidP="00AD1C96">
      <w:pPr>
        <w:pStyle w:val="libPoemCenter"/>
        <w:rPr>
          <w:lang w:bidi="fa-IR"/>
        </w:rPr>
      </w:pPr>
      <w:r>
        <w:rPr>
          <w:rtl/>
          <w:lang w:bidi="fa-IR"/>
        </w:rPr>
        <w:t>اُو ترجع ارجالي عليّه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D1C96" w14:paraId="48DC644C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536A3DCC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عنّي هلي شالوا ظعنهم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DD1A18A" w14:textId="77777777" w:rsidR="00AD1C96" w:rsidRDefault="00AD1C9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E2EEA39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اُو شالوا حريم العز معهم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1C96" w14:paraId="3A2D1DED" w14:textId="77777777" w:rsidTr="00C9192F">
        <w:trPr>
          <w:trHeight w:val="350"/>
        </w:trPr>
        <w:tc>
          <w:tcPr>
            <w:tcW w:w="3920" w:type="dxa"/>
          </w:tcPr>
          <w:p w14:paraId="4A009E69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في داعة الله يا ظعنهم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CA0414" w14:textId="77777777" w:rsidR="00AD1C96" w:rsidRDefault="00AD1C9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0B3641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الله ايساعد من فقدهم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1C96" w14:paraId="76F95467" w14:textId="77777777" w:rsidTr="00C9192F">
        <w:trPr>
          <w:trHeight w:val="350"/>
        </w:trPr>
        <w:tc>
          <w:tcPr>
            <w:tcW w:w="3920" w:type="dxa"/>
          </w:tcPr>
          <w:p w14:paraId="6FE1DD6B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علمي بهم من شدوا النوق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F84749" w14:textId="77777777" w:rsidR="00AD1C96" w:rsidRDefault="00AD1C9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D38746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اُو قوّض ظعنهم بيهم ايسوق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1C96" w14:paraId="1FA212A9" w14:textId="77777777" w:rsidTr="00C9192F">
        <w:trPr>
          <w:trHeight w:val="350"/>
        </w:trPr>
        <w:tc>
          <w:tcPr>
            <w:tcW w:w="3920" w:type="dxa"/>
          </w:tcPr>
          <w:p w14:paraId="5627FAAA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واتبعتهم والجيب ممزوق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C8205A" w14:textId="77777777" w:rsidR="00AD1C96" w:rsidRDefault="00AD1C9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8DF94E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حرمه بلا ولينا ما تلوق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1C96" w14:paraId="10BB7961" w14:textId="77777777" w:rsidTr="00C9192F">
        <w:trPr>
          <w:trHeight w:val="350"/>
        </w:trPr>
        <w:tc>
          <w:tcPr>
            <w:tcW w:w="3920" w:type="dxa"/>
          </w:tcPr>
          <w:p w14:paraId="27B29166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عنّي هلي شدوا على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80ABC8" w14:textId="77777777" w:rsidR="00AD1C96" w:rsidRDefault="00AD1C9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4AD433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اُوقام الظعن ماشي بهم شيل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1C96" w14:paraId="6A38B229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32C3158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ما بين تكبير اُو تهليل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6DABCC" w14:textId="77777777" w:rsidR="00AD1C96" w:rsidRDefault="00AD1C9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649F1A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واتبعتهم من غير تمهيل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C17C9B4" w14:textId="77777777" w:rsidR="00EE7C84" w:rsidRDefault="00EE7C84" w:rsidP="00AD1C96">
      <w:pPr>
        <w:pStyle w:val="libPoemCenter"/>
        <w:rPr>
          <w:lang w:bidi="fa-IR"/>
        </w:rPr>
      </w:pPr>
      <w:r>
        <w:rPr>
          <w:rtl/>
          <w:lang w:bidi="fa-IR"/>
        </w:rPr>
        <w:t>شالت اسبوعي والرجاجيل</w:t>
      </w:r>
    </w:p>
    <w:p w14:paraId="57A1CD1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D1C96" w14:paraId="1AB839F7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7544D45F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يا دورهم كنتين مصباح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C94407D" w14:textId="77777777" w:rsidR="00AD1C96" w:rsidRDefault="00AD1C9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E7ADE8B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واليوم فيكُم اتهب لرياح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1C96" w14:paraId="4357A106" w14:textId="77777777" w:rsidTr="00C9192F">
        <w:trPr>
          <w:trHeight w:val="350"/>
        </w:trPr>
        <w:tc>
          <w:tcPr>
            <w:tcW w:w="3920" w:type="dxa"/>
          </w:tcPr>
          <w:p w14:paraId="28946670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درسك يغبرا اتبدل انياح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2AA8E2" w14:textId="77777777" w:rsidR="00AD1C96" w:rsidRDefault="00AD1C9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9DC9E8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راح الولي يا محنتي 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1C96" w14:paraId="7F4A65AC" w14:textId="77777777" w:rsidTr="00C9192F">
        <w:trPr>
          <w:trHeight w:val="350"/>
        </w:trPr>
        <w:tc>
          <w:tcPr>
            <w:tcW w:w="3920" w:type="dxa"/>
          </w:tcPr>
          <w:p w14:paraId="13C9318F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واَمسى الدمع بالخدِّ سفّاح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7EEE47" w14:textId="77777777" w:rsidR="00AD1C96" w:rsidRDefault="00AD1C96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87DD88" w14:textId="77777777" w:rsidR="00AD1C96" w:rsidRDefault="00AD1C96" w:rsidP="00C9192F">
            <w:pPr>
              <w:pStyle w:val="libPoem"/>
            </w:pPr>
            <w:r>
              <w:rPr>
                <w:rtl/>
                <w:lang w:bidi="fa-IR"/>
              </w:rPr>
              <w:t>بعدك لصك الراح بالرياح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42B6B5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70C12218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فيما يشتمل على مجيء الوفّاد على عاداتهم وسؤالهم عن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، وجواب محمّد لهم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66BE9" w14:paraId="4F0465E6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3C45F5D8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جينا على ابيوت الرفيعين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2F53483" w14:textId="77777777" w:rsidR="00766BE9" w:rsidRDefault="00766BE9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3EC65A5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بيت النّبي خير النبيين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6BE9" w14:paraId="0C7D1748" w14:textId="77777777" w:rsidTr="00C9192F">
        <w:trPr>
          <w:trHeight w:val="350"/>
        </w:trPr>
        <w:tc>
          <w:tcPr>
            <w:tcW w:w="3920" w:type="dxa"/>
          </w:tcPr>
          <w:p w14:paraId="76C6053D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اُو بيت الوصي حيدر أبو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C3E973" w14:textId="77777777" w:rsidR="00766BE9" w:rsidRDefault="00766BE9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DFB705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اُو بعد الذي بقيوا كريمين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6BE9" w14:paraId="36BF35C5" w14:textId="77777777" w:rsidTr="00C9192F">
        <w:trPr>
          <w:trHeight w:val="350"/>
        </w:trPr>
        <w:tc>
          <w:tcPr>
            <w:tcW w:w="3920" w:type="dxa"/>
          </w:tcPr>
          <w:p w14:paraId="35F2DE2D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مات الحسن بالسم واِحسين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4246F4" w14:textId="77777777" w:rsidR="00766BE9" w:rsidRDefault="00766BE9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A8D9FB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شال ابهله مدري القصد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07E9A42" w14:textId="77777777" w:rsidR="00EE7C84" w:rsidRDefault="00EE7C84" w:rsidP="00766BE9">
      <w:pPr>
        <w:pStyle w:val="libPoemCenter"/>
        <w:rPr>
          <w:lang w:bidi="fa-IR"/>
        </w:rPr>
      </w:pPr>
      <w:r>
        <w:rPr>
          <w:rtl/>
          <w:lang w:bidi="fa-IR"/>
        </w:rPr>
        <w:t>على اِحسين وا حزني على اِحسين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66BE9" w14:paraId="3BBCFF4B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73F0D20E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نادى اُو دمعاته بلخدود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8B75B7E" w14:textId="77777777" w:rsidR="00766BE9" w:rsidRDefault="00766BE9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D3DED15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في وين سافر راعي الجود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6BE9" w14:paraId="5272E4AF" w14:textId="77777777" w:rsidTr="00C9192F">
        <w:trPr>
          <w:trHeight w:val="350"/>
        </w:trPr>
        <w:tc>
          <w:tcPr>
            <w:tcW w:w="3920" w:type="dxa"/>
          </w:tcPr>
          <w:p w14:paraId="5C9AB0B8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باقي البقيّة اُو خير مقصود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7A5FD5" w14:textId="77777777" w:rsidR="00766BE9" w:rsidRDefault="00766BE9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BB31D1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من بالوفا والكرم معدود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6BE9" w14:paraId="1C66CBD3" w14:textId="77777777" w:rsidTr="00C9192F">
        <w:trPr>
          <w:trHeight w:val="350"/>
        </w:trPr>
        <w:tc>
          <w:tcPr>
            <w:tcW w:w="3920" w:type="dxa"/>
          </w:tcPr>
          <w:p w14:paraId="1CBBEB89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عسى بو علي لدياره ايعود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47B810" w14:textId="77777777" w:rsidR="00766BE9" w:rsidRDefault="00766BE9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6D4117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متى ايعود يا روحي متى ايعود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6BE9" w14:paraId="012205E0" w14:textId="77777777" w:rsidTr="00C9192F">
        <w:trPr>
          <w:trHeight w:val="350"/>
        </w:trPr>
        <w:tc>
          <w:tcPr>
            <w:tcW w:w="3920" w:type="dxa"/>
          </w:tcPr>
          <w:p w14:paraId="2EA62788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انا جيت ابغي بيت لكرام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4769FE" w14:textId="77777777" w:rsidR="00766BE9" w:rsidRDefault="00766BE9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BA0A18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قالوا إلى سافر من ايام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6BE9" w14:paraId="7360F844" w14:textId="77777777" w:rsidTr="00C9192F">
        <w:trPr>
          <w:trHeight w:val="350"/>
        </w:trPr>
        <w:tc>
          <w:tcPr>
            <w:tcW w:w="3920" w:type="dxa"/>
          </w:tcPr>
          <w:p w14:paraId="11481CF9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ولا تجي يوافد عقب هالعام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8C3196" w14:textId="77777777" w:rsidR="00766BE9" w:rsidRDefault="00766BE9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56FE28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لَحد يمن للكرم قوام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A2145F2" w14:textId="77777777" w:rsidR="00EE7C84" w:rsidRDefault="00EE7C84" w:rsidP="00766BE9">
      <w:pPr>
        <w:pStyle w:val="libPoemCenter"/>
        <w:rPr>
          <w:lang w:bidi="fa-IR"/>
        </w:rPr>
      </w:pPr>
      <w:r>
        <w:rPr>
          <w:rtl/>
          <w:lang w:bidi="fa-IR"/>
        </w:rPr>
        <w:t>ضاعت عقب عينك هليتام</w:t>
      </w:r>
    </w:p>
    <w:p w14:paraId="1985331A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جواب محمّد لهم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66BE9" w14:paraId="5CEFECAA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26062C49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نادى اُو دمع العين همّاي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5DDBD11" w14:textId="77777777" w:rsidR="00766BE9" w:rsidRDefault="00766BE9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6AB1922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مهو جاي يا وافد مهو جاي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6BE9" w14:paraId="7F67F3F2" w14:textId="77777777" w:rsidTr="00C9192F">
        <w:trPr>
          <w:trHeight w:val="350"/>
        </w:trPr>
        <w:tc>
          <w:tcPr>
            <w:tcW w:w="3920" w:type="dxa"/>
          </w:tcPr>
          <w:p w14:paraId="7B572240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سؤالك يوافد فتّت اِحشاي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C9F20D" w14:textId="77777777" w:rsidR="00766BE9" w:rsidRDefault="00766BE9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57BFDA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نحل جثتي اُو زيد لِبلواي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6BE9" w14:paraId="5C508A9B" w14:textId="77777777" w:rsidTr="00C9192F">
        <w:trPr>
          <w:trHeight w:val="350"/>
        </w:trPr>
        <w:tc>
          <w:tcPr>
            <w:tcW w:w="3920" w:type="dxa"/>
          </w:tcPr>
          <w:p w14:paraId="52067E61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ظلما المدارس والمساجد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2B25A1" w14:textId="77777777" w:rsidR="00766BE9" w:rsidRDefault="00766BE9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4F7BE3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على الباب لا توقف يوافد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6BE9" w14:paraId="1913C419" w14:textId="77777777" w:rsidTr="00C9192F">
        <w:trPr>
          <w:trHeight w:val="350"/>
        </w:trPr>
        <w:tc>
          <w:tcPr>
            <w:tcW w:w="3920" w:type="dxa"/>
          </w:tcPr>
          <w:p w14:paraId="18E23FAB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وانكان لهل الكرم قاصد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B1310E" w14:textId="77777777" w:rsidR="00766BE9" w:rsidRDefault="00766BE9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B3A6D3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روحوا اُوخلّوا شهر واحد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6BE9" w14:paraId="18FB21C3" w14:textId="77777777" w:rsidTr="00C9192F">
        <w:trPr>
          <w:trHeight w:val="350"/>
        </w:trPr>
        <w:tc>
          <w:tcPr>
            <w:tcW w:w="3920" w:type="dxa"/>
          </w:tcPr>
          <w:p w14:paraId="2656A596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اُو طلبوا من الباري الواحد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1B2F4D" w14:textId="77777777" w:rsidR="00766BE9" w:rsidRDefault="00766BE9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F28592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يجي اِحسين واتعود العوايد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6BE9" w14:paraId="1B291002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54AE2A5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نادى اُو دمعاته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E5C59B" w14:textId="77777777" w:rsidR="00766BE9" w:rsidRDefault="00766BE9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DABA48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شدّوا رحلكُم عجل هيّه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6BE9" w14:paraId="688874E0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157EAE1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اُوقصدوا أبو اكفوف السخيّه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DA7E85" w14:textId="77777777" w:rsidR="00766BE9" w:rsidRDefault="00766BE9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34AAC6" w14:textId="77777777" w:rsidR="00766BE9" w:rsidRDefault="00766BE9" w:rsidP="00C9192F">
            <w:pPr>
              <w:pStyle w:val="libPoem"/>
            </w:pPr>
            <w:r>
              <w:rPr>
                <w:rtl/>
                <w:lang w:bidi="fa-IR"/>
              </w:rPr>
              <w:t>ترى هو مشى للغاضريّه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5F89475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9192F" w14:paraId="4C3B3F94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3C64399A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من طلعته ما ليه 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C028E67" w14:textId="77777777" w:rsidR="00C9192F" w:rsidRDefault="00C919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91DEDDE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أطلب أنا ربّ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92F" w14:paraId="61FAC299" w14:textId="77777777" w:rsidTr="00C9192F">
        <w:trPr>
          <w:trHeight w:val="350"/>
        </w:trPr>
        <w:tc>
          <w:tcPr>
            <w:tcW w:w="3920" w:type="dxa"/>
          </w:tcPr>
          <w:p w14:paraId="1802FA1E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عسى الله يعود اِحسين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421336" w14:textId="77777777" w:rsidR="00C9192F" w:rsidRDefault="00C919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E7CEF2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واتصير اُوقاتي هنيّه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92F" w14:paraId="0AC2F414" w14:textId="77777777" w:rsidTr="00C9192F">
        <w:trPr>
          <w:trHeight w:val="350"/>
        </w:trPr>
        <w:tc>
          <w:tcPr>
            <w:tcW w:w="3920" w:type="dxa"/>
          </w:tcPr>
          <w:p w14:paraId="6C08599F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واترد دولة لوليّه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631423" w14:textId="77777777" w:rsidR="00C9192F" w:rsidRDefault="00C919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08416E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متى ترجع اخواني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92F" w14:paraId="42011013" w14:textId="77777777" w:rsidTr="00C9192F">
        <w:trPr>
          <w:trHeight w:val="350"/>
        </w:trPr>
        <w:tc>
          <w:tcPr>
            <w:tcW w:w="3920" w:type="dxa"/>
          </w:tcPr>
          <w:p w14:paraId="741A51F1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عنك الحكي والقول خله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C690F9" w14:textId="77777777" w:rsidR="00C9192F" w:rsidRDefault="00C919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B47533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انا ابغيك لكتابي تحمله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92F" w14:paraId="1ABF37BB" w14:textId="77777777" w:rsidTr="00C9192F">
        <w:trPr>
          <w:trHeight w:val="350"/>
        </w:trPr>
        <w:tc>
          <w:tcPr>
            <w:tcW w:w="3920" w:type="dxa"/>
          </w:tcPr>
          <w:p w14:paraId="3DD28DFB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انكان يا وافد تدله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9DB14C" w14:textId="77777777" w:rsidR="00C9192F" w:rsidRDefault="00C919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A785A8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إلى عند ابو سكنة توصله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92F" w14:paraId="2ABCDB75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4C9AF2A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والى جيت لاعنده تسأله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51BADF" w14:textId="77777777" w:rsidR="00C9192F" w:rsidRDefault="00C919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7AC3F8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في وين شال اُوحط رحله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92F" w14:paraId="6C5F1866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A3BF398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عسى الله ايعود اِحسين بهله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FCCAC2" w14:textId="77777777" w:rsidR="00C9192F" w:rsidRDefault="00C919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FB6BAF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اهل الكرم ذيك الأجله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92F" w14:paraId="550A6F9D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737FCC4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شالوا لأرض الطفِّ جمله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E89A7B" w14:textId="77777777" w:rsidR="00C9192F" w:rsidRDefault="00C919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7B5220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اُو بيت الكرم اخلا محله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C68B9A6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اُمّ البنين تخاطب محمّداً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9192F" w14:paraId="4C8F0FFC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28A6C017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انته تون واني اجيبك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0240155" w14:textId="77777777" w:rsidR="00C9192F" w:rsidRDefault="00C919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053DE97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اباشق جيبي اُوشق جيبك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92F" w14:paraId="107A02CF" w14:textId="77777777" w:rsidTr="00C9192F">
        <w:trPr>
          <w:trHeight w:val="350"/>
        </w:trPr>
        <w:tc>
          <w:tcPr>
            <w:tcW w:w="3920" w:type="dxa"/>
          </w:tcPr>
          <w:p w14:paraId="27651B2D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واطلب من الله كي يجيبك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D06503" w14:textId="77777777" w:rsidR="00C9192F" w:rsidRDefault="00C919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C011DD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يرجع حبيبي لي اُو حبيبك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3CA8987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أجابها محمّد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9192F" w14:paraId="2685E039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7C0AE112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نادى اُو منّه الدمع منثور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869785C" w14:textId="77777777" w:rsidR="00C9192F" w:rsidRDefault="00C919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13B2EFA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أنا نذر على جيّة هلي انذور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92F" w14:paraId="39BE2960" w14:textId="77777777" w:rsidTr="00C9192F">
        <w:trPr>
          <w:trHeight w:val="350"/>
        </w:trPr>
        <w:tc>
          <w:tcPr>
            <w:tcW w:w="3920" w:type="dxa"/>
          </w:tcPr>
          <w:p w14:paraId="78F7B568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اُو قلبه من الأحزان مسعور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F75AA7" w14:textId="77777777" w:rsidR="00C9192F" w:rsidRDefault="00C919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5DACE2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إنكان جوني هلك يا 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92F" w14:paraId="338C0E6D" w14:textId="77777777" w:rsidTr="00C9192F">
        <w:trPr>
          <w:trHeight w:val="350"/>
        </w:trPr>
        <w:tc>
          <w:tcPr>
            <w:tcW w:w="3920" w:type="dxa"/>
          </w:tcPr>
          <w:p w14:paraId="4F462875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لفرح وعيد وامتلي اسرور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8AEF83" w14:textId="77777777" w:rsidR="00C9192F" w:rsidRDefault="00C919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A135AB7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وانحر نحاير وابسط الدور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92F" w14:paraId="0D1B3580" w14:textId="77777777" w:rsidTr="00C9192F">
        <w:trPr>
          <w:trHeight w:val="350"/>
        </w:trPr>
        <w:tc>
          <w:tcPr>
            <w:tcW w:w="3920" w:type="dxa"/>
          </w:tcPr>
          <w:p w14:paraId="1F122D50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عسى الله يرد هذيار لبدور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611501" w14:textId="77777777" w:rsidR="00C9192F" w:rsidRDefault="00C919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6F9106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ليته ما هل اهلال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92F" w14:paraId="78CD0999" w14:textId="77777777" w:rsidTr="00C9192F">
        <w:trPr>
          <w:trHeight w:val="350"/>
        </w:trPr>
        <w:tc>
          <w:tcPr>
            <w:tcW w:w="3920" w:type="dxa"/>
          </w:tcPr>
          <w:p w14:paraId="67E02A52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اُوخوفي اعلى عزي ابروح منحور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C46CD0" w14:textId="77777777" w:rsidR="00C9192F" w:rsidRDefault="00C919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8F3ABC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اُوصدره ايغدي بالخيل مكسور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CF62179" w14:textId="77777777" w:rsidR="00EE7C84" w:rsidRDefault="00EE7C84" w:rsidP="00766BE9">
      <w:pPr>
        <w:pStyle w:val="libPoemCenter"/>
        <w:rPr>
          <w:lang w:bidi="fa-IR"/>
        </w:rPr>
      </w:pPr>
      <w:r>
        <w:rPr>
          <w:rtl/>
          <w:lang w:bidi="fa-IR"/>
        </w:rPr>
        <w:t>اُوراسه ايغدي بالرمح مشهور</w:t>
      </w:r>
    </w:p>
    <w:p w14:paraId="396F189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حينما اعترضه ابن عبّاس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9192F" w14:paraId="473E45A5" w14:textId="77777777" w:rsidTr="00C9192F">
        <w:trPr>
          <w:trHeight w:val="350"/>
        </w:trPr>
        <w:tc>
          <w:tcPr>
            <w:tcW w:w="3920" w:type="dxa"/>
            <w:shd w:val="clear" w:color="auto" w:fill="auto"/>
          </w:tcPr>
          <w:p w14:paraId="760E4505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يحسين خويه يا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C7AC28F" w14:textId="77777777" w:rsidR="00C9192F" w:rsidRDefault="00C919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C86B799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يا نور مكّة والمدينه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92F" w14:paraId="176629D0" w14:textId="77777777" w:rsidTr="00C9192F">
        <w:trPr>
          <w:trHeight w:val="350"/>
        </w:trPr>
        <w:tc>
          <w:tcPr>
            <w:tcW w:w="3920" w:type="dxa"/>
          </w:tcPr>
          <w:p w14:paraId="3B029559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منهو الذي بعدك الينا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2838F7" w14:textId="77777777" w:rsidR="00C9192F" w:rsidRDefault="00C919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1E606E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ترضى يبعد أهلي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92F" w14:paraId="0E051B06" w14:textId="77777777" w:rsidTr="00C9192F">
        <w:trPr>
          <w:trHeight w:val="350"/>
        </w:trPr>
        <w:tc>
          <w:tcPr>
            <w:tcW w:w="3920" w:type="dxa"/>
          </w:tcPr>
          <w:p w14:paraId="455EDFD6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نبقى غرايب بالمدينه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BDF553" w14:textId="77777777" w:rsidR="00C9192F" w:rsidRDefault="00C919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79502A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واتروح عنّا يا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92F" w14:paraId="2FEFD292" w14:textId="77777777" w:rsidTr="00C9192F">
        <w:trPr>
          <w:trHeight w:val="350"/>
        </w:trPr>
        <w:tc>
          <w:tcPr>
            <w:tcW w:w="3920" w:type="dxa"/>
          </w:tcPr>
          <w:p w14:paraId="74EA7EC2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قلها اُوصب ادموع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0DC08D" w14:textId="77777777" w:rsidR="00C9192F" w:rsidRDefault="00C919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A0C69A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عزيزك أبد متفارقيه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92F" w14:paraId="4AED227C" w14:textId="77777777" w:rsidTr="00C9192F">
        <w:trPr>
          <w:trHeight w:val="350"/>
        </w:trPr>
        <w:tc>
          <w:tcPr>
            <w:tcW w:w="3920" w:type="dxa"/>
          </w:tcPr>
          <w:p w14:paraId="1E6DEF9A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حتّى على الرمضا ترينه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8DA223" w14:textId="77777777" w:rsidR="00C9192F" w:rsidRDefault="00C919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920596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عريان مقطوع وتينه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92F" w14:paraId="07350413" w14:textId="77777777" w:rsidTr="00C9192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650C478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بلا راس اُو مقطوعة يمنه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8DE5C4" w14:textId="77777777" w:rsidR="00C9192F" w:rsidRDefault="00C9192F" w:rsidP="00C9192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B4768E" w14:textId="77777777" w:rsidR="00C9192F" w:rsidRDefault="00C9192F" w:rsidP="00C9192F">
            <w:pPr>
              <w:pStyle w:val="libPoem"/>
            </w:pPr>
            <w:r>
              <w:rPr>
                <w:rtl/>
                <w:lang w:bidi="fa-IR"/>
              </w:rPr>
              <w:t>اُوراسه ابرمح شايلينه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7EA024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D3B66" w14:paraId="46DAAD1D" w14:textId="77777777" w:rsidTr="001E2B53">
        <w:trPr>
          <w:trHeight w:val="350"/>
        </w:trPr>
        <w:tc>
          <w:tcPr>
            <w:tcW w:w="3920" w:type="dxa"/>
            <w:shd w:val="clear" w:color="auto" w:fill="auto"/>
          </w:tcPr>
          <w:p w14:paraId="076537AE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حنّت اُوقالت يا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115CD4D" w14:textId="77777777" w:rsidR="002D3B66" w:rsidRDefault="002D3B66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C71DA90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متى ترجعوا خويه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3B66" w14:paraId="2A524A60" w14:textId="77777777" w:rsidTr="001E2B53">
        <w:trPr>
          <w:trHeight w:val="350"/>
        </w:trPr>
        <w:tc>
          <w:tcPr>
            <w:tcW w:w="3920" w:type="dxa"/>
          </w:tcPr>
          <w:p w14:paraId="4E301377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يحسين خويه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67A595" w14:textId="77777777" w:rsidR="002D3B66" w:rsidRDefault="002D3B66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480772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باتروح لارض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3B66" w14:paraId="5200AFFA" w14:textId="77777777" w:rsidTr="001E2B53">
        <w:trPr>
          <w:trHeight w:val="350"/>
        </w:trPr>
        <w:tc>
          <w:tcPr>
            <w:tcW w:w="3920" w:type="dxa"/>
          </w:tcPr>
          <w:p w14:paraId="31FC13ED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خوفي يرد دهري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9536C7" w14:textId="77777777" w:rsidR="002D3B66" w:rsidRDefault="002D3B66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63354E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وابقى غريبه واجنبيّه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3B66" w14:paraId="32CDA63C" w14:textId="77777777" w:rsidTr="001E2B53">
        <w:trPr>
          <w:trHeight w:val="350"/>
        </w:trPr>
        <w:tc>
          <w:tcPr>
            <w:tcW w:w="3920" w:type="dxa"/>
          </w:tcPr>
          <w:p w14:paraId="7F6BDDF6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قلها اُو دمعاته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2F25E5" w14:textId="77777777" w:rsidR="002D3B66" w:rsidRDefault="002D3B66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CDA206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ما فارقك يا 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3B66" w14:paraId="4D48D155" w14:textId="77777777" w:rsidTr="001E2B53">
        <w:trPr>
          <w:trHeight w:val="350"/>
        </w:trPr>
        <w:tc>
          <w:tcPr>
            <w:tcW w:w="3920" w:type="dxa"/>
          </w:tcPr>
          <w:p w14:paraId="166F0E90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ابأرض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8E57B8" w14:textId="77777777" w:rsidR="002D3B66" w:rsidRDefault="002D3B66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C80A88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أبقى على الرمضا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3B66" w14:paraId="1B554434" w14:textId="77777777" w:rsidTr="001E2B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D93801E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اُو صدري تدوسه الأعوجيّه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A701BA" w14:textId="77777777" w:rsidR="002D3B66" w:rsidRDefault="002D3B66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F9F5BF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اُوراسي يعلا ابسمهريّه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3B66" w14:paraId="7E8BDD00" w14:textId="77777777" w:rsidTr="001E2B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12651FD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وانتي تركبين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241B3F" w14:textId="77777777" w:rsidR="002D3B66" w:rsidRDefault="002D3B66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360C8A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اُو تمشي للطاغي هديّه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3B66" w14:paraId="12BAC88F" w14:textId="77777777" w:rsidTr="001E2B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6AA4528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حنت اُو قالت وبه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D2BE89F" w14:textId="77777777" w:rsidR="002D3B66" w:rsidRDefault="002D3B66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87F479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يا سفرة القشرة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3B66" w14:paraId="1991D12F" w14:textId="77777777" w:rsidTr="001E2B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2ACE081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جتني المصايب طبق تلتم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D2D8470" w14:textId="77777777" w:rsidR="002D3B66" w:rsidRDefault="002D3B66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3E92C8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أوّل مصيبة جدّي لكرم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3B66" w14:paraId="7EA162A9" w14:textId="77777777" w:rsidTr="001E2B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A12B957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اُوثاني امصيبه امصيبة الام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5CFA1A" w14:textId="77777777" w:rsidR="002D3B66" w:rsidRDefault="002D3B66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F37377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والثالثة بويه الغشمشم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3B66" w14:paraId="2D7376B7" w14:textId="77777777" w:rsidTr="001E2B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052E3B6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والرابعه المقتول بالسم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F66966" w14:textId="77777777" w:rsidR="002D3B66" w:rsidRDefault="002D3B66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36554E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وامصيبتك ياخوي اعظم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19E1B1B" w14:textId="77777777" w:rsidR="00EE7C84" w:rsidRDefault="00EE7C84" w:rsidP="00C9192F">
      <w:pPr>
        <w:pStyle w:val="libPoemCenter"/>
        <w:rPr>
          <w:lang w:bidi="fa-IR"/>
        </w:rPr>
      </w:pPr>
      <w:r>
        <w:rPr>
          <w:rtl/>
          <w:lang w:bidi="fa-IR"/>
        </w:rPr>
        <w:t>تبكي لها السبع العلى دم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D3B66" w14:paraId="07057943" w14:textId="77777777" w:rsidTr="001E2B53">
        <w:trPr>
          <w:trHeight w:val="350"/>
        </w:trPr>
        <w:tc>
          <w:tcPr>
            <w:tcW w:w="3920" w:type="dxa"/>
            <w:shd w:val="clear" w:color="auto" w:fill="auto"/>
          </w:tcPr>
          <w:p w14:paraId="69829F5E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امام شرع للدين منهج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328BAB4" w14:textId="77777777" w:rsidR="002D3B66" w:rsidRDefault="002D3B66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C8F7843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شال ابهله بالسرع عجج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3B66" w14:paraId="7B0A229A" w14:textId="77777777" w:rsidTr="001E2B53">
        <w:trPr>
          <w:trHeight w:val="350"/>
        </w:trPr>
        <w:tc>
          <w:tcPr>
            <w:tcW w:w="3920" w:type="dxa"/>
          </w:tcPr>
          <w:p w14:paraId="7809A76C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اُو لقلوبنا بالحزن اجج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68E142" w14:textId="77777777" w:rsidR="002D3B66" w:rsidRDefault="002D3B66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9660BE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كنها ابسهم البين تنزج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3B66" w14:paraId="002E9AF2" w14:textId="77777777" w:rsidTr="001E2B53">
        <w:trPr>
          <w:trHeight w:val="350"/>
        </w:trPr>
        <w:tc>
          <w:tcPr>
            <w:tcW w:w="3920" w:type="dxa"/>
          </w:tcPr>
          <w:p w14:paraId="4EDE5605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سافر ولينا قاصد الحج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96E332" w14:textId="77777777" w:rsidR="002D3B66" w:rsidRDefault="002D3B66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96C5CA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يوم درى بالأمر أولج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3B66" w14:paraId="32B15EA9" w14:textId="77777777" w:rsidTr="001E2B53">
        <w:trPr>
          <w:trHeight w:val="350"/>
        </w:trPr>
        <w:tc>
          <w:tcPr>
            <w:tcW w:w="3920" w:type="dxa"/>
          </w:tcPr>
          <w:p w14:paraId="16FAF11C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شاف الأمر حاين اُو ملتج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0085AF" w14:textId="77777777" w:rsidR="002D3B66" w:rsidRDefault="002D3B66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154980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طاف اُو سعى ما تمم الحج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3B66" w14:paraId="501A94D8" w14:textId="77777777" w:rsidTr="001E2B53">
        <w:trPr>
          <w:trHeight w:val="350"/>
        </w:trPr>
        <w:tc>
          <w:tcPr>
            <w:tcW w:w="3920" w:type="dxa"/>
          </w:tcPr>
          <w:p w14:paraId="598944D9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ترى ضاق به رحب البسيطه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230F4E" w14:textId="77777777" w:rsidR="002D3B66" w:rsidRDefault="002D3B66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0EC7FB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ما تمم الحج اُو شروطه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3B66" w14:paraId="75A60257" w14:textId="77777777" w:rsidTr="001E2B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6CCF6D7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طاف اُو سعى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265DD0" w14:textId="77777777" w:rsidR="002D3B66" w:rsidRDefault="002D3B66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E9C7E1" w14:textId="77777777" w:rsidR="002D3B66" w:rsidRDefault="002D3B66" w:rsidP="001E2B53">
            <w:pPr>
              <w:pStyle w:val="libPoem"/>
            </w:pPr>
            <w:r>
              <w:rPr>
                <w:rtl/>
                <w:lang w:bidi="fa-IR"/>
              </w:rPr>
              <w:t>والبس مخيطه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CB4AA54" w14:textId="77777777" w:rsidR="00EE7C84" w:rsidRDefault="00EE7C84" w:rsidP="00C9192F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39F759EB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61415A85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في أحوال مسلم بن عقيل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ووقوفه على باب طوعة بعدما خرج هائماً على وجهه من دار هاني بن عروة المذحجي</w:t>
      </w:r>
      <w:r w:rsidR="00FB110A">
        <w:rPr>
          <w:rtl/>
          <w:lang w:bidi="fa-IR"/>
        </w:rPr>
        <w:t>.</w:t>
      </w:r>
    </w:p>
    <w:p w14:paraId="233A8B77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طوعة تخاطبه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73969" w14:paraId="7E5A7797" w14:textId="77777777" w:rsidTr="001E2B53">
        <w:trPr>
          <w:trHeight w:val="350"/>
        </w:trPr>
        <w:tc>
          <w:tcPr>
            <w:tcW w:w="3920" w:type="dxa"/>
            <w:shd w:val="clear" w:color="auto" w:fill="auto"/>
          </w:tcPr>
          <w:p w14:paraId="18052455" w14:textId="77777777" w:rsidR="00473969" w:rsidRDefault="00E06BE4" w:rsidP="001E2B53">
            <w:pPr>
              <w:pStyle w:val="libPoem"/>
            </w:pPr>
            <w:r>
              <w:rPr>
                <w:rtl/>
                <w:lang w:bidi="fa-IR"/>
              </w:rPr>
              <w:t>اتنحى يها لواقف على الباب</w:t>
            </w:r>
            <w:r w:rsidR="0047396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84F8B07" w14:textId="77777777" w:rsidR="00473969" w:rsidRDefault="00473969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E953D39" w14:textId="77777777" w:rsidR="00473969" w:rsidRDefault="00E06BE4" w:rsidP="001E2B53">
            <w:pPr>
              <w:pStyle w:val="libPoem"/>
            </w:pPr>
            <w:r>
              <w:rPr>
                <w:rtl/>
                <w:lang w:bidi="fa-IR"/>
              </w:rPr>
              <w:t>وامضي لاشغالك ولسباب</w:t>
            </w:r>
            <w:r w:rsidR="0047396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3969" w14:paraId="26E7FCA4" w14:textId="77777777" w:rsidTr="001E2B53">
        <w:trPr>
          <w:trHeight w:val="350"/>
        </w:trPr>
        <w:tc>
          <w:tcPr>
            <w:tcW w:w="3920" w:type="dxa"/>
          </w:tcPr>
          <w:p w14:paraId="6FAACB6C" w14:textId="77777777" w:rsidR="00473969" w:rsidRDefault="00E06BE4" w:rsidP="001E2B53">
            <w:pPr>
              <w:pStyle w:val="libPoem"/>
            </w:pPr>
            <w:r>
              <w:rPr>
                <w:rtl/>
                <w:lang w:bidi="fa-IR"/>
              </w:rPr>
              <w:t>نادى عليها بادمع سكّاب</w:t>
            </w:r>
            <w:r w:rsidR="0047396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4AD9E9" w14:textId="77777777" w:rsidR="00473969" w:rsidRDefault="00473969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9673E0" w14:textId="77777777" w:rsidR="00473969" w:rsidRDefault="00E06BE4" w:rsidP="001E2B53">
            <w:pPr>
              <w:pStyle w:val="libPoem"/>
            </w:pPr>
            <w:r>
              <w:rPr>
                <w:rtl/>
                <w:lang w:bidi="fa-IR"/>
              </w:rPr>
              <w:t>انا غريب ضيفيني لك اثواب</w:t>
            </w:r>
            <w:r w:rsidR="0047396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3969" w14:paraId="76786805" w14:textId="77777777" w:rsidTr="001E2B53">
        <w:trPr>
          <w:trHeight w:val="350"/>
        </w:trPr>
        <w:tc>
          <w:tcPr>
            <w:tcW w:w="3920" w:type="dxa"/>
          </w:tcPr>
          <w:p w14:paraId="2CD3F61F" w14:textId="77777777" w:rsidR="00473969" w:rsidRDefault="00E06BE4" w:rsidP="001E2B53">
            <w:pPr>
              <w:pStyle w:val="libPoem"/>
            </w:pPr>
            <w:r>
              <w:rPr>
                <w:rtl/>
                <w:lang w:bidi="fa-IR"/>
              </w:rPr>
              <w:t>اجازيك به في يوم لحساب</w:t>
            </w:r>
            <w:r w:rsidR="0047396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95E0BC" w14:textId="77777777" w:rsidR="00473969" w:rsidRDefault="00473969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DB69D8" w14:textId="77777777" w:rsidR="00473969" w:rsidRDefault="00E06BE4" w:rsidP="001E2B53">
            <w:pPr>
              <w:pStyle w:val="libPoem"/>
            </w:pPr>
            <w:r>
              <w:rPr>
                <w:rtl/>
                <w:lang w:bidi="fa-IR"/>
              </w:rPr>
              <w:t>قالت اليه ابقلب لهاب</w:t>
            </w:r>
            <w:r w:rsidR="0047396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3969" w14:paraId="21A1FCDA" w14:textId="77777777" w:rsidTr="001E2B53">
        <w:trPr>
          <w:trHeight w:val="350"/>
        </w:trPr>
        <w:tc>
          <w:tcPr>
            <w:tcW w:w="3920" w:type="dxa"/>
          </w:tcPr>
          <w:p w14:paraId="043B7EE2" w14:textId="77777777" w:rsidR="00473969" w:rsidRDefault="00E06BE4" w:rsidP="001E2B53">
            <w:pPr>
              <w:pStyle w:val="libPoem"/>
            </w:pPr>
            <w:r>
              <w:rPr>
                <w:rtl/>
                <w:lang w:bidi="fa-IR"/>
              </w:rPr>
              <w:t>يهاذا اثار انته امن لعراب</w:t>
            </w:r>
            <w:r w:rsidR="0047396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7F4956" w14:textId="77777777" w:rsidR="00473969" w:rsidRDefault="00473969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2D7303" w14:textId="77777777" w:rsidR="00473969" w:rsidRDefault="00E06BE4" w:rsidP="001E2B53">
            <w:pPr>
              <w:pStyle w:val="libPoem"/>
            </w:pPr>
            <w:r>
              <w:rPr>
                <w:rtl/>
                <w:lang w:bidi="fa-IR"/>
              </w:rPr>
              <w:t>نادى اُودمع العين سكّاب</w:t>
            </w:r>
            <w:r w:rsidR="0047396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3969" w14:paraId="16E8385B" w14:textId="77777777" w:rsidTr="001E2B53">
        <w:trPr>
          <w:trHeight w:val="350"/>
        </w:trPr>
        <w:tc>
          <w:tcPr>
            <w:tcW w:w="3920" w:type="dxa"/>
          </w:tcPr>
          <w:p w14:paraId="5E6E0AF7" w14:textId="77777777" w:rsidR="00473969" w:rsidRDefault="00E06BE4" w:rsidP="001E2B53">
            <w:pPr>
              <w:pStyle w:val="libPoem"/>
            </w:pPr>
            <w:r>
              <w:rPr>
                <w:rtl/>
                <w:lang w:bidi="fa-IR"/>
              </w:rPr>
              <w:t>يحرمه انا من بيت انجاب</w:t>
            </w:r>
            <w:r w:rsidR="0047396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A7826B" w14:textId="77777777" w:rsidR="00473969" w:rsidRDefault="00473969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4310CC" w14:textId="77777777" w:rsidR="00473969" w:rsidRDefault="00E06BE4" w:rsidP="001E2B53">
            <w:pPr>
              <w:pStyle w:val="libPoem"/>
            </w:pPr>
            <w:r>
              <w:rPr>
                <w:rtl/>
                <w:lang w:bidi="fa-IR"/>
              </w:rPr>
              <w:t>اُو اصولنا طابت ولنساب</w:t>
            </w:r>
            <w:r w:rsidR="0047396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3969" w14:paraId="45C3A35F" w14:textId="77777777" w:rsidTr="001E2B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5C6B128" w14:textId="77777777" w:rsidR="00473969" w:rsidRDefault="00E06BE4" w:rsidP="001E2B53">
            <w:pPr>
              <w:pStyle w:val="libPoem"/>
            </w:pPr>
            <w:r>
              <w:rPr>
                <w:rtl/>
                <w:lang w:bidi="fa-IR"/>
              </w:rPr>
              <w:t>عمّي علي دحاي لبواب</w:t>
            </w:r>
            <w:r w:rsidR="0047396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872AEB" w14:textId="77777777" w:rsidR="00473969" w:rsidRDefault="00473969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86359D" w14:textId="77777777" w:rsidR="00473969" w:rsidRDefault="00E06BE4" w:rsidP="001E2B53">
            <w:pPr>
              <w:pStyle w:val="libPoem"/>
            </w:pPr>
            <w:r>
              <w:rPr>
                <w:rtl/>
                <w:lang w:bidi="fa-IR"/>
              </w:rPr>
              <w:t>لمضروب في وسطة المحراب</w:t>
            </w:r>
            <w:r w:rsidR="0047396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3969" w14:paraId="7BC049D2" w14:textId="77777777" w:rsidTr="001E2B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D5F5D75" w14:textId="77777777" w:rsidR="00473969" w:rsidRDefault="00E06BE4" w:rsidP="001E2B53">
            <w:pPr>
              <w:pStyle w:val="libPoem"/>
            </w:pPr>
            <w:r>
              <w:rPr>
                <w:rtl/>
                <w:lang w:bidi="fa-IR"/>
              </w:rPr>
              <w:t>اُو طبّيت بلدتكُم على احساب</w:t>
            </w:r>
            <w:r w:rsidR="0047396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914B90" w14:textId="77777777" w:rsidR="00473969" w:rsidRDefault="00473969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0CA91B" w14:textId="77777777" w:rsidR="00473969" w:rsidRDefault="00E06BE4" w:rsidP="001E2B53">
            <w:pPr>
              <w:pStyle w:val="libPoem"/>
            </w:pPr>
            <w:r>
              <w:rPr>
                <w:rtl/>
                <w:lang w:bidi="fa-IR"/>
              </w:rPr>
              <w:t>ابايع إلى بن داحي الباب</w:t>
            </w:r>
            <w:r w:rsidR="0047396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3969" w14:paraId="6377330D" w14:textId="77777777" w:rsidTr="001E2B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ADCF567" w14:textId="77777777" w:rsidR="00473969" w:rsidRDefault="00E06BE4" w:rsidP="001E2B53">
            <w:pPr>
              <w:pStyle w:val="libPoem"/>
            </w:pPr>
            <w:r>
              <w:rPr>
                <w:rtl/>
                <w:lang w:bidi="fa-IR"/>
              </w:rPr>
              <w:t>اُو خانوا ابعهدي كُل لصحاب</w:t>
            </w:r>
            <w:r w:rsidR="0047396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BF2A7D" w14:textId="77777777" w:rsidR="00473969" w:rsidRDefault="00473969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CDCE7C" w14:textId="77777777" w:rsidR="00473969" w:rsidRDefault="00E06BE4" w:rsidP="001E2B53">
            <w:pPr>
              <w:pStyle w:val="libPoem"/>
            </w:pPr>
            <w:r>
              <w:rPr>
                <w:rtl/>
                <w:lang w:bidi="fa-IR"/>
              </w:rPr>
              <w:t>اُو ظلّيت انا ما بين اجناب</w:t>
            </w:r>
            <w:r w:rsidR="0047396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EEE68EA" w14:textId="77777777" w:rsidR="00EE7C84" w:rsidRDefault="00EE7C84" w:rsidP="00473969">
      <w:pPr>
        <w:pStyle w:val="libPoemCenter"/>
        <w:rPr>
          <w:lang w:bidi="fa-IR"/>
        </w:rPr>
      </w:pPr>
      <w:r>
        <w:rPr>
          <w:rtl/>
          <w:lang w:bidi="fa-IR"/>
        </w:rPr>
        <w:t>ولا لي ابهذي البلده احباب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06BE4" w14:paraId="1DDBA551" w14:textId="77777777" w:rsidTr="001E2B53">
        <w:trPr>
          <w:trHeight w:val="350"/>
        </w:trPr>
        <w:tc>
          <w:tcPr>
            <w:tcW w:w="3920" w:type="dxa"/>
            <w:shd w:val="clear" w:color="auto" w:fill="auto"/>
          </w:tcPr>
          <w:p w14:paraId="4B3BC820" w14:textId="77777777" w:rsidR="00E06BE4" w:rsidRDefault="00E06BE4" w:rsidP="001E2B53">
            <w:pPr>
              <w:pStyle w:val="libPoem"/>
            </w:pPr>
            <w:r>
              <w:rPr>
                <w:rtl/>
                <w:lang w:bidi="fa-IR"/>
              </w:rPr>
              <w:t>اباقول واسمع ويش اقلك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F795BDA" w14:textId="77777777" w:rsidR="00E06BE4" w:rsidRDefault="00E06BE4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DC58711" w14:textId="77777777" w:rsidR="00E06BE4" w:rsidRDefault="00E06BE4" w:rsidP="001E2B53">
            <w:pPr>
              <w:pStyle w:val="libPoem"/>
            </w:pPr>
            <w:r>
              <w:rPr>
                <w:rtl/>
                <w:lang w:bidi="fa-IR"/>
              </w:rPr>
              <w:t>اخبرني يهذا امنين اصلك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6BE4" w14:paraId="634BB6B9" w14:textId="77777777" w:rsidTr="001E2B53">
        <w:trPr>
          <w:trHeight w:val="350"/>
        </w:trPr>
        <w:tc>
          <w:tcPr>
            <w:tcW w:w="3920" w:type="dxa"/>
          </w:tcPr>
          <w:p w14:paraId="0E61DDEF" w14:textId="77777777" w:rsidR="00E06BE4" w:rsidRDefault="00E06BE4" w:rsidP="001E2B53">
            <w:pPr>
              <w:pStyle w:val="libPoem"/>
            </w:pPr>
            <w:r>
              <w:rPr>
                <w:rtl/>
                <w:lang w:bidi="fa-IR"/>
              </w:rPr>
              <w:t>من اي محله كان اهلك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8BD491" w14:textId="77777777" w:rsidR="00E06BE4" w:rsidRDefault="00E06BE4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66A81A" w14:textId="77777777" w:rsidR="00E06BE4" w:rsidRDefault="00E06BE4" w:rsidP="001E2B53">
            <w:pPr>
              <w:pStyle w:val="libPoem"/>
            </w:pPr>
            <w:r>
              <w:rPr>
                <w:rtl/>
                <w:lang w:bidi="fa-IR"/>
              </w:rPr>
              <w:t>ابعث لهم حتّى يجوا 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AADC9C5" w14:textId="77777777" w:rsidR="00EE7C84" w:rsidRDefault="00EE7C84" w:rsidP="00473969">
      <w:pPr>
        <w:pStyle w:val="libPoemCenter"/>
        <w:rPr>
          <w:lang w:bidi="fa-IR"/>
        </w:rPr>
      </w:pPr>
      <w:r>
        <w:rPr>
          <w:rtl/>
          <w:lang w:bidi="fa-IR"/>
        </w:rPr>
        <w:t>ويجون ويشوفون ذلك</w:t>
      </w:r>
    </w:p>
    <w:p w14:paraId="2822805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أجابها مسلم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06BE4" w14:paraId="6427EC3D" w14:textId="77777777" w:rsidTr="001E2B53">
        <w:trPr>
          <w:trHeight w:val="350"/>
        </w:trPr>
        <w:tc>
          <w:tcPr>
            <w:tcW w:w="3920" w:type="dxa"/>
            <w:shd w:val="clear" w:color="auto" w:fill="auto"/>
          </w:tcPr>
          <w:p w14:paraId="4EA2EB37" w14:textId="77777777" w:rsidR="00E06BE4" w:rsidRDefault="00E06BE4" w:rsidP="001E2B53">
            <w:pPr>
              <w:pStyle w:val="libPoem"/>
            </w:pPr>
            <w:r>
              <w:rPr>
                <w:rtl/>
                <w:lang w:bidi="fa-IR"/>
              </w:rPr>
              <w:t>نادى اُو يهمل مدمع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B2673BF" w14:textId="77777777" w:rsidR="00E06BE4" w:rsidRDefault="00E06BE4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D334D43" w14:textId="77777777" w:rsidR="00E06BE4" w:rsidRDefault="00E06BE4" w:rsidP="001E2B53">
            <w:pPr>
              <w:pStyle w:val="libPoem"/>
            </w:pPr>
            <w:r>
              <w:rPr>
                <w:rtl/>
                <w:lang w:bidi="fa-IR"/>
              </w:rPr>
              <w:t>واصفق على اليسرى بليمين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6BE4" w14:paraId="2FE67C6C" w14:textId="77777777" w:rsidTr="001E2B53">
        <w:trPr>
          <w:trHeight w:val="350"/>
        </w:trPr>
        <w:tc>
          <w:tcPr>
            <w:tcW w:w="3920" w:type="dxa"/>
          </w:tcPr>
          <w:p w14:paraId="6A9EC563" w14:textId="77777777" w:rsidR="00E06BE4" w:rsidRDefault="00E06BE4" w:rsidP="001E2B53">
            <w:pPr>
              <w:pStyle w:val="libPoem"/>
            </w:pPr>
            <w:r>
              <w:rPr>
                <w:rtl/>
                <w:lang w:bidi="fa-IR"/>
              </w:rPr>
              <w:t>أنا وين يا حرّة اُوهلي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075003" w14:textId="77777777" w:rsidR="00E06BE4" w:rsidRDefault="00E06BE4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957640" w14:textId="77777777" w:rsidR="00E06BE4" w:rsidRDefault="00E06BE4" w:rsidP="001E2B53">
            <w:pPr>
              <w:pStyle w:val="libPoem"/>
            </w:pPr>
            <w:r>
              <w:rPr>
                <w:rtl/>
                <w:lang w:bidi="fa-IR"/>
              </w:rPr>
              <w:t>هلي في مدينة آل ياسين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6BE4" w14:paraId="25AA1BB8" w14:textId="77777777" w:rsidTr="001E2B53">
        <w:trPr>
          <w:trHeight w:val="350"/>
        </w:trPr>
        <w:tc>
          <w:tcPr>
            <w:tcW w:w="3920" w:type="dxa"/>
          </w:tcPr>
          <w:p w14:paraId="384008C9" w14:textId="77777777" w:rsidR="00E06BE4" w:rsidRDefault="00E06BE4" w:rsidP="001E2B53">
            <w:pPr>
              <w:pStyle w:val="libPoem"/>
            </w:pPr>
            <w:r>
              <w:rPr>
                <w:rtl/>
                <w:lang w:bidi="fa-IR"/>
              </w:rPr>
              <w:t>وانا ابلدكُم مالي امعين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9DE0CA" w14:textId="77777777" w:rsidR="00E06BE4" w:rsidRDefault="00E06BE4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C549B9" w14:textId="77777777" w:rsidR="00E06BE4" w:rsidRDefault="00E06BE4" w:rsidP="001E2B53">
            <w:pPr>
              <w:pStyle w:val="libPoem"/>
            </w:pPr>
            <w:r>
              <w:rPr>
                <w:rtl/>
                <w:lang w:bidi="fa-IR"/>
              </w:rPr>
              <w:t>واللي نحلني واهمل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9F62FB3" w14:textId="77777777" w:rsidR="00EE7C84" w:rsidRDefault="00EE7C84" w:rsidP="00473969">
      <w:pPr>
        <w:pStyle w:val="libPoemCenter"/>
        <w:rPr>
          <w:lang w:bidi="fa-IR"/>
        </w:rPr>
      </w:pPr>
      <w:r>
        <w:rPr>
          <w:rtl/>
          <w:lang w:bidi="fa-IR"/>
        </w:rPr>
        <w:t>كلّه يحرّة اِفراق لحسين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06BE4" w14:paraId="6537D687" w14:textId="77777777" w:rsidTr="001E2B53">
        <w:trPr>
          <w:trHeight w:val="350"/>
        </w:trPr>
        <w:tc>
          <w:tcPr>
            <w:tcW w:w="3920" w:type="dxa"/>
            <w:shd w:val="clear" w:color="auto" w:fill="auto"/>
          </w:tcPr>
          <w:p w14:paraId="44908EF0" w14:textId="77777777" w:rsidR="00E06BE4" w:rsidRDefault="00E06BE4" w:rsidP="001E2B53">
            <w:pPr>
              <w:pStyle w:val="libPoem"/>
            </w:pPr>
            <w:r>
              <w:rPr>
                <w:rtl/>
                <w:lang w:bidi="fa-IR"/>
              </w:rPr>
              <w:t>نقله اُودمع العين يسجم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8C86DC4" w14:textId="77777777" w:rsidR="00E06BE4" w:rsidRDefault="00E06BE4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C27FD93" w14:textId="77777777" w:rsidR="00E06BE4" w:rsidRDefault="00E06BE4" w:rsidP="001E2B53">
            <w:pPr>
              <w:pStyle w:val="libPoem"/>
            </w:pPr>
            <w:r>
              <w:rPr>
                <w:rtl/>
                <w:lang w:bidi="fa-IR"/>
              </w:rPr>
              <w:t>انا شوف حالك يجلب الهم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A2DE8F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25845" w14:paraId="202E9510" w14:textId="77777777" w:rsidTr="001E2B53">
        <w:trPr>
          <w:trHeight w:val="350"/>
        </w:trPr>
        <w:tc>
          <w:tcPr>
            <w:tcW w:w="3920" w:type="dxa"/>
            <w:shd w:val="clear" w:color="auto" w:fill="auto"/>
          </w:tcPr>
          <w:p w14:paraId="3E4FF39F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قلها اُوزاد ابقلبه الغم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C420011" w14:textId="77777777" w:rsidR="00825845" w:rsidRDefault="00825845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B0955D5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اسمي يحره كان مسلم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61941A2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أجابته طوعة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25845" w14:paraId="59333446" w14:textId="77777777" w:rsidTr="001E2B53">
        <w:trPr>
          <w:trHeight w:val="350"/>
        </w:trPr>
        <w:tc>
          <w:tcPr>
            <w:tcW w:w="3920" w:type="dxa"/>
            <w:shd w:val="clear" w:color="auto" w:fill="auto"/>
          </w:tcPr>
          <w:p w14:paraId="01F7ADE3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اِشعلمك يمسلم قال تعبان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5D67C43" w14:textId="77777777" w:rsidR="00825845" w:rsidRDefault="00825845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069E2EB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والجوع لاحقني اُوعطشان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5845" w14:paraId="3D431B6F" w14:textId="77777777" w:rsidTr="001E2B53">
        <w:trPr>
          <w:trHeight w:val="350"/>
        </w:trPr>
        <w:tc>
          <w:tcPr>
            <w:tcW w:w="3920" w:type="dxa"/>
          </w:tcPr>
          <w:p w14:paraId="1C6958A5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جتنا الكتب من اهل كوفان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7A650C" w14:textId="77777777" w:rsidR="00825845" w:rsidRDefault="00825845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832C31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اقدم يبن طاها اُو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5845" w14:paraId="475D1EEC" w14:textId="77777777" w:rsidTr="001E2B53">
        <w:trPr>
          <w:trHeight w:val="350"/>
        </w:trPr>
        <w:tc>
          <w:tcPr>
            <w:tcW w:w="3920" w:type="dxa"/>
          </w:tcPr>
          <w:p w14:paraId="52803DAD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غيرك لنا ما نريد سلطان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CAF336" w14:textId="77777777" w:rsidR="00825845" w:rsidRDefault="00825845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E11E88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والكل منهم للعهد خان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5845" w14:paraId="3DA2B7B1" w14:textId="77777777" w:rsidTr="001E2B53">
        <w:trPr>
          <w:trHeight w:val="350"/>
        </w:trPr>
        <w:tc>
          <w:tcPr>
            <w:tcW w:w="3920" w:type="dxa"/>
          </w:tcPr>
          <w:p w14:paraId="5A782391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اُوبانت حقايدهم ولضغان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F957BA" w14:textId="77777777" w:rsidR="00825845" w:rsidRDefault="00825845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A7638B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وانا اخاف اقتل برض كوفان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5845" w14:paraId="20510151" w14:textId="77777777" w:rsidTr="001E2B53">
        <w:trPr>
          <w:trHeight w:val="350"/>
        </w:trPr>
        <w:tc>
          <w:tcPr>
            <w:tcW w:w="3920" w:type="dxa"/>
          </w:tcPr>
          <w:p w14:paraId="266DE63B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نادت اُو منها القلب وقاد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26329C" w14:textId="77777777" w:rsidR="00825845" w:rsidRDefault="00825845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7067F6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والدمع في الخدّين بداد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5845" w14:paraId="22A33BFB" w14:textId="77777777" w:rsidTr="001E2B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EAC35B3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ادخل يمسلم يابن لمجاد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94F37D" w14:textId="77777777" w:rsidR="00825845" w:rsidRDefault="00825845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4DC59F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هالساع اجيب افراش ووساد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B40D024" w14:textId="77777777" w:rsidR="00EE7C84" w:rsidRDefault="00EE7C84" w:rsidP="00825845">
      <w:pPr>
        <w:pStyle w:val="libPoemCenter"/>
        <w:rPr>
          <w:lang w:bidi="fa-IR"/>
        </w:rPr>
      </w:pPr>
      <w:r>
        <w:rPr>
          <w:rtl/>
          <w:lang w:bidi="fa-IR"/>
        </w:rPr>
        <w:t>واتيك بالحاضر من الزاد</w:t>
      </w:r>
    </w:p>
    <w:p w14:paraId="307DEB9E" w14:textId="77777777" w:rsidR="00EE7C84" w:rsidRDefault="00EE7C84" w:rsidP="00D90438">
      <w:pPr>
        <w:pStyle w:val="libNormal"/>
        <w:rPr>
          <w:lang w:bidi="fa-IR"/>
        </w:rPr>
      </w:pPr>
      <w:r>
        <w:rPr>
          <w:rtl/>
          <w:lang w:bidi="fa-IR"/>
        </w:rPr>
        <w:t>و</w:t>
      </w:r>
      <w:r w:rsidR="00D90438">
        <w:rPr>
          <w:rtl/>
          <w:lang w:bidi="fa-IR"/>
        </w:rPr>
        <w:t>لما</w:t>
      </w:r>
      <w:r>
        <w:rPr>
          <w:rtl/>
          <w:lang w:bidi="fa-IR"/>
        </w:rPr>
        <w:t xml:space="preserve"> رآها سألها عن ذلك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25845" w14:paraId="2165A049" w14:textId="77777777" w:rsidTr="001E2B53">
        <w:trPr>
          <w:trHeight w:val="350"/>
        </w:trPr>
        <w:tc>
          <w:tcPr>
            <w:tcW w:w="3920" w:type="dxa"/>
            <w:shd w:val="clear" w:color="auto" w:fill="auto"/>
          </w:tcPr>
          <w:p w14:paraId="69C4CDA9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يمه دهشني فعلك الحين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E12AE40" w14:textId="77777777" w:rsidR="00825845" w:rsidRDefault="00825845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DB3AFA1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دايم ابا لحجره تدشّين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5845" w14:paraId="018E54A3" w14:textId="77777777" w:rsidTr="001E2B53">
        <w:trPr>
          <w:trHeight w:val="350"/>
        </w:trPr>
        <w:tc>
          <w:tcPr>
            <w:tcW w:w="3920" w:type="dxa"/>
          </w:tcPr>
          <w:p w14:paraId="52C2E078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قالت اُو منها تهمل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92A2E2B" w14:textId="77777777" w:rsidR="00825845" w:rsidRDefault="00825845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39E18B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يابني لا تسألني مهو 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5845" w14:paraId="35FEE0CE" w14:textId="77777777" w:rsidTr="001E2B53">
        <w:trPr>
          <w:trHeight w:val="350"/>
        </w:trPr>
        <w:tc>
          <w:tcPr>
            <w:tcW w:w="3920" w:type="dxa"/>
          </w:tcPr>
          <w:p w14:paraId="4C519B1A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قلها دخبريني ولا تخفين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B81385" w14:textId="77777777" w:rsidR="00825845" w:rsidRDefault="00825845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D1D5AB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قالت ترى مسلم اتى الحين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E0316F4" w14:textId="77777777" w:rsidR="00EE7C84" w:rsidRDefault="00EE7C84" w:rsidP="00825845">
      <w:pPr>
        <w:pStyle w:val="libPoemCenter"/>
        <w:rPr>
          <w:lang w:bidi="fa-IR"/>
        </w:rPr>
      </w:pPr>
      <w:r>
        <w:rPr>
          <w:rtl/>
          <w:lang w:bidi="fa-IR"/>
        </w:rPr>
        <w:t>يطلب الملجأ ماله امعين</w:t>
      </w:r>
    </w:p>
    <w:p w14:paraId="2794597F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أجابها بعد أن أصبح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25845" w14:paraId="4DBEE1D1" w14:textId="77777777" w:rsidTr="001E2B53">
        <w:trPr>
          <w:trHeight w:val="350"/>
        </w:trPr>
        <w:tc>
          <w:tcPr>
            <w:tcW w:w="3920" w:type="dxa"/>
            <w:shd w:val="clear" w:color="auto" w:fill="auto"/>
          </w:tcPr>
          <w:p w14:paraId="013A223A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انا بطلع الساعة ولا 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E3FAA51" w14:textId="77777777" w:rsidR="00825845" w:rsidRDefault="00825845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B75B573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ولا عود ليكُم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باجنود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5845" w14:paraId="74CF0574" w14:textId="77777777" w:rsidTr="001E2B53">
        <w:trPr>
          <w:trHeight w:val="350"/>
        </w:trPr>
        <w:tc>
          <w:tcPr>
            <w:tcW w:w="3920" w:type="dxa"/>
          </w:tcPr>
          <w:p w14:paraId="2EE9F9C6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نادت عليه ابقلب ممرود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1FFB84" w14:textId="77777777" w:rsidR="00825845" w:rsidRDefault="00825845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00E7F2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قولك الي موقول محمود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5112B7A" w14:textId="77777777" w:rsidR="00EE7C84" w:rsidRDefault="00EE7C84" w:rsidP="00825845">
      <w:pPr>
        <w:pStyle w:val="libPoemCenter"/>
        <w:rPr>
          <w:lang w:bidi="fa-IR"/>
        </w:rPr>
      </w:pPr>
      <w:r>
        <w:rPr>
          <w:rtl/>
          <w:lang w:bidi="fa-IR"/>
        </w:rPr>
        <w:t>هي نطفتك وانته من ايهود</w:t>
      </w:r>
    </w:p>
    <w:p w14:paraId="3EBDB65F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طوعة تُخبر مسلماً عمّا قال ابنها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25845" w14:paraId="091D5B0A" w14:textId="77777777" w:rsidTr="001E2B53">
        <w:trPr>
          <w:trHeight w:val="350"/>
        </w:trPr>
        <w:tc>
          <w:tcPr>
            <w:tcW w:w="3920" w:type="dxa"/>
            <w:shd w:val="clear" w:color="auto" w:fill="auto"/>
          </w:tcPr>
          <w:p w14:paraId="0F0A2631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يمسلم فضحني هالنغل فيك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367EAD0" w14:textId="77777777" w:rsidR="00825845" w:rsidRDefault="00825845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4A7EC35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يا نور عيني وين انا اخفيك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63A416F" w14:textId="77777777" w:rsidR="00EE7C84" w:rsidRDefault="00EE7C84" w:rsidP="00825845">
      <w:pPr>
        <w:pStyle w:val="libPoemCenter"/>
        <w:rPr>
          <w:lang w:bidi="fa-IR"/>
        </w:rPr>
      </w:pPr>
      <w:r>
        <w:rPr>
          <w:rtl/>
          <w:lang w:bidi="fa-IR"/>
        </w:rPr>
        <w:t>لو تنفدى بالروح لفديك</w:t>
      </w:r>
    </w:p>
    <w:p w14:paraId="43ED1F02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طوعة تشجّع مسلماً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25845" w14:paraId="294A3EA4" w14:textId="77777777" w:rsidTr="001E2B53">
        <w:trPr>
          <w:trHeight w:val="350"/>
        </w:trPr>
        <w:tc>
          <w:tcPr>
            <w:tcW w:w="3920" w:type="dxa"/>
            <w:shd w:val="clear" w:color="auto" w:fill="auto"/>
          </w:tcPr>
          <w:p w14:paraId="7ACB67D7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نادت اُودمعتها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85B9452" w14:textId="77777777" w:rsidR="00825845" w:rsidRDefault="00825845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C55F950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احمل يمسلم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5845" w14:paraId="3DB14EFA" w14:textId="77777777" w:rsidTr="001E2B53">
        <w:trPr>
          <w:trHeight w:val="350"/>
        </w:trPr>
        <w:tc>
          <w:tcPr>
            <w:tcW w:w="3920" w:type="dxa"/>
          </w:tcPr>
          <w:p w14:paraId="2051E57C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اُوصول ابصولات قويّه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DD799A" w14:textId="77777777" w:rsidR="00825845" w:rsidRDefault="00825845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8EBB39" w14:textId="77777777" w:rsidR="00825845" w:rsidRDefault="00825845" w:rsidP="001E2B53">
            <w:pPr>
              <w:pStyle w:val="libPoem"/>
            </w:pPr>
            <w:r>
              <w:rPr>
                <w:rtl/>
                <w:lang w:bidi="fa-IR"/>
              </w:rPr>
              <w:t>والحرب لو يحصل اليّه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62FA6E2" w14:textId="77777777" w:rsidR="00EE7C84" w:rsidRDefault="00EE7C84" w:rsidP="00825845">
      <w:pPr>
        <w:pStyle w:val="libPoemCenter"/>
        <w:rPr>
          <w:lang w:bidi="fa-IR"/>
        </w:rPr>
      </w:pPr>
      <w:r>
        <w:rPr>
          <w:rtl/>
          <w:lang w:bidi="fa-IR"/>
        </w:rPr>
        <w:t>لفديك والمنه عليّه</w:t>
      </w:r>
    </w:p>
    <w:p w14:paraId="7D2212A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1F336A3D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مسلم أجابها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E2B53" w14:paraId="00EEDF38" w14:textId="77777777" w:rsidTr="001E2B53">
        <w:trPr>
          <w:trHeight w:val="350"/>
        </w:trPr>
        <w:tc>
          <w:tcPr>
            <w:tcW w:w="3920" w:type="dxa"/>
            <w:shd w:val="clear" w:color="auto" w:fill="auto"/>
          </w:tcPr>
          <w:p w14:paraId="127F7583" w14:textId="77777777" w:rsidR="001E2B53" w:rsidRDefault="001E2B53" w:rsidP="001E2B53">
            <w:pPr>
              <w:pStyle w:val="libPoem"/>
            </w:pPr>
            <w:r>
              <w:rPr>
                <w:rtl/>
                <w:lang w:bidi="fa-IR"/>
              </w:rPr>
              <w:t>نادى عليها والدمع سال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ECBE3C7" w14:textId="77777777" w:rsidR="001E2B53" w:rsidRDefault="001E2B53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EEE242F" w14:textId="77777777" w:rsidR="001E2B53" w:rsidRDefault="001E2B53" w:rsidP="001E2B53">
            <w:pPr>
              <w:pStyle w:val="libPoem"/>
            </w:pPr>
            <w:r>
              <w:rPr>
                <w:rtl/>
                <w:lang w:bidi="fa-IR"/>
              </w:rPr>
              <w:t>اُو قلبه غدا بالغضب شعال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2B53" w14:paraId="2C0AE863" w14:textId="77777777" w:rsidTr="001E2B53">
        <w:trPr>
          <w:trHeight w:val="350"/>
        </w:trPr>
        <w:tc>
          <w:tcPr>
            <w:tcW w:w="3920" w:type="dxa"/>
          </w:tcPr>
          <w:p w14:paraId="66F60709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الحرب جايز حق لرجال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78DE1C" w14:textId="77777777" w:rsidR="001E2B53" w:rsidRDefault="001E2B53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ED7E16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والنوح فن ربات الحجال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2B53" w14:paraId="265AD79F" w14:textId="77777777" w:rsidTr="001E2B53">
        <w:trPr>
          <w:trHeight w:val="350"/>
        </w:trPr>
        <w:tc>
          <w:tcPr>
            <w:tcW w:w="3920" w:type="dxa"/>
          </w:tcPr>
          <w:p w14:paraId="3981E200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لكن انا متذكر اهوال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C7F124" w14:textId="77777777" w:rsidR="001E2B53" w:rsidRDefault="001E2B53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F7AD56E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يجوكُم حريم ما لها ارجال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2B53" w14:paraId="428CD2F6" w14:textId="77777777" w:rsidTr="001E2B53">
        <w:trPr>
          <w:trHeight w:val="350"/>
        </w:trPr>
        <w:tc>
          <w:tcPr>
            <w:tcW w:w="3920" w:type="dxa"/>
          </w:tcPr>
          <w:p w14:paraId="060EAF94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كلهن سبايا فوق لجمال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7278CF" w14:textId="77777777" w:rsidR="001E2B53" w:rsidRDefault="001E2B53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91984E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اُو فيهم يتيمة تدهش البال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2B53" w14:paraId="783B6317" w14:textId="77777777" w:rsidTr="001E2B53">
        <w:trPr>
          <w:trHeight w:val="350"/>
        </w:trPr>
        <w:tc>
          <w:tcPr>
            <w:tcW w:w="3920" w:type="dxa"/>
          </w:tcPr>
          <w:p w14:paraId="2F85ED0D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بليا غطا طوعة اُوبلا اظلال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E3E2B7" w14:textId="77777777" w:rsidR="001E2B53" w:rsidRDefault="001E2B53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7D5BE7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اُولا من رأيتيها ابها لحال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2B53" w14:paraId="2EE1C15F" w14:textId="77777777" w:rsidTr="001E2B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9554FB6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قولي لها والدمع همّال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DFB163" w14:textId="77777777" w:rsidR="001E2B53" w:rsidRDefault="001E2B53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A50C9D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من غير ان تبدي لك اسؤال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2B53" w14:paraId="53501BB6" w14:textId="77777777" w:rsidTr="001E2B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5C4274A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عزك وقع ما بين لنذال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240A30" w14:textId="77777777" w:rsidR="001E2B53" w:rsidRDefault="001E2B53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A7B825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اُو في وسط رجليه شدوا احبال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2B53" w14:paraId="6105692B" w14:textId="77777777" w:rsidTr="001E2B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343FEC4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ابوصيك يا طوعة ابوصايا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918364" w14:textId="77777777" w:rsidR="001E2B53" w:rsidRDefault="001E2B53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6A532B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لا من لفوا ليكُم سبايا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2B53" w14:paraId="6AABE947" w14:textId="77777777" w:rsidTr="001E2B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7A07A94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اقمار لكنهم عرايا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8B3F14" w14:textId="77777777" w:rsidR="001E2B53" w:rsidRDefault="001E2B53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FFCEC3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حسرا على اظهور المطايا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2B53" w14:paraId="531201B4" w14:textId="77777777" w:rsidTr="001E2B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0212BD9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بلغي سلامي والوصايا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39C029D" w14:textId="77777777" w:rsidR="001E2B53" w:rsidRDefault="001E2B53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1D389F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اُو قولي يهل بيت الولايه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2B53" w14:paraId="49E2F81B" w14:textId="77777777" w:rsidTr="001E2B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4D83D57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خانت ابمسلكُم دعايا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B6227A" w14:textId="77777777" w:rsidR="001E2B53" w:rsidRDefault="001E2B53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555D24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اُو ذبحوه ظامي ابلا جنايا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2B53" w14:paraId="4F2BCFB2" w14:textId="77777777" w:rsidTr="001E2B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3550F55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يقلها اُو دمعاته حديره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39FC75" w14:textId="77777777" w:rsidR="001E2B53" w:rsidRDefault="001E2B53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96E067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فيهم الي بنت صغيره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2B53" w14:paraId="15A29FE1" w14:textId="77777777" w:rsidTr="001E2B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ECBB84D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تبكي اُو مدامعها نثوره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6A5D9B" w14:textId="77777777" w:rsidR="001E2B53" w:rsidRDefault="001E2B53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95D1E9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يمقتول في وسط الحفيره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2B53" w14:paraId="376A6538" w14:textId="77777777" w:rsidTr="001E2B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ADC321D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يا ليت حاضر له نصيره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7B3EEE" w14:textId="77777777" w:rsidR="001E2B53" w:rsidRDefault="001E2B53" w:rsidP="001E2B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29F35F" w14:textId="77777777" w:rsidR="001E2B53" w:rsidRDefault="00131E8F" w:rsidP="001E2B53">
            <w:pPr>
              <w:pStyle w:val="libPoem"/>
            </w:pPr>
            <w:r>
              <w:rPr>
                <w:rtl/>
                <w:lang w:bidi="fa-IR"/>
              </w:rPr>
              <w:t>لحسين بن عمه يجيره</w:t>
            </w:r>
            <w:r w:rsidR="001E2B5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7B9E9C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جواب طوعة لمسلم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31E8F" w14:paraId="4680017F" w14:textId="77777777" w:rsidTr="00F54B1F">
        <w:trPr>
          <w:trHeight w:val="350"/>
        </w:trPr>
        <w:tc>
          <w:tcPr>
            <w:tcW w:w="3920" w:type="dxa"/>
            <w:shd w:val="clear" w:color="auto" w:fill="auto"/>
          </w:tcPr>
          <w:p w14:paraId="024AB910" w14:textId="77777777" w:rsidR="00131E8F" w:rsidRDefault="00131E8F" w:rsidP="00F54B1F">
            <w:pPr>
              <w:pStyle w:val="libPoem"/>
            </w:pPr>
            <w:r>
              <w:rPr>
                <w:rtl/>
                <w:lang w:bidi="fa-IR"/>
              </w:rPr>
              <w:t>نادت اُو دمعتها تهلها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7AA43A7" w14:textId="77777777" w:rsidR="00131E8F" w:rsidRDefault="00131E8F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9F210EC" w14:textId="77777777" w:rsidR="00131E8F" w:rsidRDefault="00131E8F" w:rsidP="00F54B1F">
            <w:pPr>
              <w:pStyle w:val="libPoem"/>
            </w:pPr>
            <w:r>
              <w:rPr>
                <w:rtl/>
                <w:lang w:bidi="fa-IR"/>
              </w:rPr>
              <w:t>بنتك يمسلم ويش دلها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E8F" w14:paraId="5554B7FB" w14:textId="77777777" w:rsidTr="00F54B1F">
        <w:trPr>
          <w:trHeight w:val="350"/>
        </w:trPr>
        <w:tc>
          <w:tcPr>
            <w:tcW w:w="3920" w:type="dxa"/>
          </w:tcPr>
          <w:p w14:paraId="37C63293" w14:textId="77777777" w:rsidR="00131E8F" w:rsidRDefault="00131E8F" w:rsidP="00F54B1F">
            <w:pPr>
              <w:pStyle w:val="libPoem"/>
            </w:pPr>
            <w:r>
              <w:rPr>
                <w:rtl/>
                <w:lang w:bidi="fa-IR"/>
              </w:rPr>
              <w:t>اُوكم سنها قلّي وجلها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8F13DC" w14:textId="77777777" w:rsidR="00131E8F" w:rsidRDefault="00131E8F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F9AC53" w14:textId="77777777" w:rsidR="00131E8F" w:rsidRDefault="00131E8F" w:rsidP="00F54B1F">
            <w:pPr>
              <w:pStyle w:val="libPoem"/>
            </w:pPr>
            <w:r>
              <w:rPr>
                <w:rtl/>
                <w:lang w:bidi="fa-IR"/>
              </w:rPr>
              <w:t>قصدي اضفها واحضن الها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E8F" w14:paraId="1D75D311" w14:textId="77777777" w:rsidTr="00F54B1F">
        <w:trPr>
          <w:trHeight w:val="350"/>
        </w:trPr>
        <w:tc>
          <w:tcPr>
            <w:tcW w:w="3920" w:type="dxa"/>
          </w:tcPr>
          <w:p w14:paraId="2E22EB21" w14:textId="77777777" w:rsidR="00131E8F" w:rsidRDefault="00131E8F" w:rsidP="00F54B1F">
            <w:pPr>
              <w:pStyle w:val="libPoem"/>
            </w:pPr>
            <w:r>
              <w:rPr>
                <w:rtl/>
                <w:lang w:bidi="fa-IR"/>
              </w:rPr>
              <w:t>اُوحق بالنياحة اسعد الها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A32DC1" w14:textId="77777777" w:rsidR="00131E8F" w:rsidRDefault="00131E8F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1EF3A4" w14:textId="77777777" w:rsidR="00131E8F" w:rsidRDefault="00131E8F" w:rsidP="00F54B1F">
            <w:pPr>
              <w:pStyle w:val="libPoem"/>
            </w:pPr>
            <w:r>
              <w:rPr>
                <w:rtl/>
                <w:lang w:bidi="fa-IR"/>
              </w:rPr>
              <w:t>حتّى أعزّيها بهلها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E8F" w14:paraId="6ADBBCF8" w14:textId="77777777" w:rsidTr="00F54B1F">
        <w:trPr>
          <w:trHeight w:val="350"/>
        </w:trPr>
        <w:tc>
          <w:tcPr>
            <w:tcW w:w="3920" w:type="dxa"/>
          </w:tcPr>
          <w:p w14:paraId="4C2EE9A6" w14:textId="77777777" w:rsidR="00131E8F" w:rsidRDefault="00131E8F" w:rsidP="00F54B1F">
            <w:pPr>
              <w:pStyle w:val="libPoem"/>
            </w:pPr>
            <w:r>
              <w:rPr>
                <w:rtl/>
                <w:lang w:bidi="fa-IR"/>
              </w:rPr>
              <w:t>ويش حال طفلة ابلا اهلها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C6612B" w14:textId="77777777" w:rsidR="00131E8F" w:rsidRDefault="00131E8F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8A7C9F" w14:textId="77777777" w:rsidR="00131E8F" w:rsidRDefault="00131E8F" w:rsidP="00F54B1F">
            <w:pPr>
              <w:pStyle w:val="libPoem"/>
            </w:pPr>
            <w:r>
              <w:rPr>
                <w:rtl/>
                <w:lang w:bidi="fa-IR"/>
              </w:rPr>
              <w:t>تكثر هضيمتها اُوذلها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AED74CD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جواب مسلم لطوعة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31E8F" w14:paraId="2505F392" w14:textId="77777777" w:rsidTr="00F54B1F">
        <w:trPr>
          <w:trHeight w:val="350"/>
        </w:trPr>
        <w:tc>
          <w:tcPr>
            <w:tcW w:w="3920" w:type="dxa"/>
            <w:shd w:val="clear" w:color="auto" w:fill="auto"/>
          </w:tcPr>
          <w:p w14:paraId="52A695F1" w14:textId="77777777" w:rsidR="00131E8F" w:rsidRDefault="00131E8F" w:rsidP="00F54B1F">
            <w:pPr>
              <w:pStyle w:val="libPoem"/>
            </w:pPr>
            <w:r>
              <w:rPr>
                <w:rtl/>
                <w:lang w:bidi="fa-IR"/>
              </w:rPr>
              <w:t>إنكان تبغي اتوصفيها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BD3249A" w14:textId="77777777" w:rsidR="00131E8F" w:rsidRDefault="00131E8F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E3010EB" w14:textId="77777777" w:rsidR="00131E8F" w:rsidRDefault="00131E8F" w:rsidP="00F54B1F">
            <w:pPr>
              <w:pStyle w:val="libPoem"/>
            </w:pPr>
            <w:r>
              <w:rPr>
                <w:rtl/>
                <w:lang w:bidi="fa-IR"/>
              </w:rPr>
              <w:t>اُو بتعملي المعروف فيها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E8F" w14:paraId="6171C2ED" w14:textId="77777777" w:rsidTr="00F54B1F">
        <w:trPr>
          <w:trHeight w:val="350"/>
        </w:trPr>
        <w:tc>
          <w:tcPr>
            <w:tcW w:w="3920" w:type="dxa"/>
          </w:tcPr>
          <w:p w14:paraId="705DE69A" w14:textId="77777777" w:rsidR="00131E8F" w:rsidRDefault="00131E8F" w:rsidP="00F54B1F">
            <w:pPr>
              <w:pStyle w:val="libPoem"/>
            </w:pPr>
            <w:r>
              <w:rPr>
                <w:rtl/>
                <w:lang w:bidi="fa-IR"/>
              </w:rPr>
              <w:t>إنطيها اثياب اُوستريها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D64957C" w14:textId="77777777" w:rsidR="00131E8F" w:rsidRDefault="00131E8F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C7937B" w14:textId="77777777" w:rsidR="00131E8F" w:rsidRDefault="00131E8F" w:rsidP="00F54B1F">
            <w:pPr>
              <w:pStyle w:val="libPoem"/>
            </w:pPr>
            <w:r>
              <w:rPr>
                <w:rtl/>
                <w:lang w:bidi="fa-IR"/>
              </w:rPr>
              <w:t>ترى هي يطوعة امسلّبيها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E8F" w14:paraId="6AD60A25" w14:textId="77777777" w:rsidTr="00F54B1F">
        <w:trPr>
          <w:trHeight w:val="350"/>
        </w:trPr>
        <w:tc>
          <w:tcPr>
            <w:tcW w:w="3920" w:type="dxa"/>
          </w:tcPr>
          <w:p w14:paraId="644FF801" w14:textId="77777777" w:rsidR="00131E8F" w:rsidRDefault="00131E8F" w:rsidP="00F54B1F">
            <w:pPr>
              <w:pStyle w:val="libPoem"/>
            </w:pPr>
            <w:r>
              <w:rPr>
                <w:rtl/>
                <w:lang w:bidi="fa-IR"/>
              </w:rPr>
              <w:t>إلى من لفت ليك احضنيها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EA2C81" w14:textId="77777777" w:rsidR="00131E8F" w:rsidRDefault="00131E8F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BA5184" w14:textId="77777777" w:rsidR="00131E8F" w:rsidRDefault="00131E8F" w:rsidP="00F54B1F">
            <w:pPr>
              <w:pStyle w:val="libPoem"/>
            </w:pPr>
            <w:r>
              <w:rPr>
                <w:rtl/>
                <w:lang w:bidi="fa-IR"/>
              </w:rPr>
              <w:t>اُوعلى حفرتي طوعة ارشديها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0501B70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جواب طوعة لمسلم :</w:t>
      </w:r>
    </w:p>
    <w:p w14:paraId="0C39640B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77AA4" w14:paraId="2B2FE07F" w14:textId="77777777" w:rsidTr="00F54B1F">
        <w:trPr>
          <w:trHeight w:val="350"/>
        </w:trPr>
        <w:tc>
          <w:tcPr>
            <w:tcW w:w="3920" w:type="dxa"/>
            <w:shd w:val="clear" w:color="auto" w:fill="auto"/>
          </w:tcPr>
          <w:p w14:paraId="10BFB0FF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يمسلم وصاتك تشعب الروح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4F5E68D" w14:textId="77777777" w:rsidR="00677AA4" w:rsidRDefault="00677AA4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89A86BE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خوفي عليك اتروح 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6C427D3" w14:textId="77777777" w:rsidR="00EE7C84" w:rsidRDefault="00EE7C84" w:rsidP="00B5089B">
      <w:pPr>
        <w:pStyle w:val="libPoemCenter"/>
        <w:rPr>
          <w:lang w:bidi="fa-IR"/>
        </w:rPr>
      </w:pPr>
      <w:r>
        <w:rPr>
          <w:rtl/>
          <w:lang w:bidi="fa-IR"/>
        </w:rPr>
        <w:t>يا ليتني أبذل لك الروح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77AA4" w14:paraId="20142606" w14:textId="77777777" w:rsidTr="00F54B1F">
        <w:trPr>
          <w:trHeight w:val="350"/>
        </w:trPr>
        <w:tc>
          <w:tcPr>
            <w:tcW w:w="3920" w:type="dxa"/>
            <w:shd w:val="clear" w:color="auto" w:fill="auto"/>
          </w:tcPr>
          <w:p w14:paraId="0E38B2A1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نادت وادمعتها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0299053" w14:textId="77777777" w:rsidR="00677AA4" w:rsidRDefault="00677AA4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5927EB8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ذوبتني ابهاذي الوصيّه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7AA4" w14:paraId="2667EB36" w14:textId="77777777" w:rsidTr="00F54B1F">
        <w:trPr>
          <w:trHeight w:val="350"/>
        </w:trPr>
        <w:tc>
          <w:tcPr>
            <w:tcW w:w="3920" w:type="dxa"/>
          </w:tcPr>
          <w:p w14:paraId="40036B1A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اُوخليت كبدي ملتظيّه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30A3C1" w14:textId="77777777" w:rsidR="00677AA4" w:rsidRDefault="00677AA4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06FEC1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توصيني ابحال البنيّه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7AA4" w14:paraId="600598A6" w14:textId="77777777" w:rsidTr="00F54B1F">
        <w:trPr>
          <w:trHeight w:val="350"/>
        </w:trPr>
        <w:tc>
          <w:tcPr>
            <w:tcW w:w="3920" w:type="dxa"/>
          </w:tcPr>
          <w:p w14:paraId="7BB739D3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اتجي الكوفة اعلى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32513C" w14:textId="77777777" w:rsidR="00677AA4" w:rsidRDefault="00677AA4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632EC3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ذكرها يزيد الحزن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7AA4" w14:paraId="7CCFE339" w14:textId="77777777" w:rsidTr="00F54B1F">
        <w:trPr>
          <w:trHeight w:val="350"/>
        </w:trPr>
        <w:tc>
          <w:tcPr>
            <w:tcW w:w="3920" w:type="dxa"/>
          </w:tcPr>
          <w:p w14:paraId="51BDFFC8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إذا شفتها اتمنى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0A6F95" w14:textId="77777777" w:rsidR="00677AA4" w:rsidRDefault="00677AA4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674507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ويش حال طفله ابها الأذيّه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E4D0A90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مسلم يخبر طوعة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77AA4" w14:paraId="551B4058" w14:textId="77777777" w:rsidTr="00F54B1F">
        <w:trPr>
          <w:trHeight w:val="350"/>
        </w:trPr>
        <w:tc>
          <w:tcPr>
            <w:tcW w:w="3920" w:type="dxa"/>
            <w:shd w:val="clear" w:color="auto" w:fill="auto"/>
          </w:tcPr>
          <w:p w14:paraId="7C9B1A7D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اينادي اُومنه تهمل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55427FE" w14:textId="77777777" w:rsidR="00677AA4" w:rsidRDefault="00677AA4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88F1B67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لازم يطوعة ما تشوفين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7AA4" w14:paraId="3597C0FF" w14:textId="77777777" w:rsidTr="00F54B1F">
        <w:trPr>
          <w:trHeight w:val="350"/>
        </w:trPr>
        <w:tc>
          <w:tcPr>
            <w:tcW w:w="3920" w:type="dxa"/>
          </w:tcPr>
          <w:p w14:paraId="11804876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يتامى اُو حرم فوق البعارين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689E34" w14:textId="77777777" w:rsidR="00677AA4" w:rsidRDefault="00677AA4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89E15F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كلهم اسارى ما لهم امعين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7AA4" w14:paraId="19083FEB" w14:textId="77777777" w:rsidTr="00F54B1F">
        <w:trPr>
          <w:trHeight w:val="350"/>
        </w:trPr>
        <w:tc>
          <w:tcPr>
            <w:tcW w:w="3920" w:type="dxa"/>
          </w:tcPr>
          <w:p w14:paraId="19D3C08E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واللي نحلني اُوزاد همي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8ED582" w14:textId="77777777" w:rsidR="00677AA4" w:rsidRDefault="00677AA4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A1D8D5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افراقي يطوعة لبن عمّي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7AA4" w14:paraId="5250FA92" w14:textId="77777777" w:rsidTr="00F54B1F">
        <w:trPr>
          <w:trHeight w:val="350"/>
        </w:trPr>
        <w:tc>
          <w:tcPr>
            <w:tcW w:w="3920" w:type="dxa"/>
          </w:tcPr>
          <w:p w14:paraId="6C88DA5C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على وحدته ياعين دهمي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2DD9E8" w14:textId="77777777" w:rsidR="00677AA4" w:rsidRDefault="00677AA4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0D7511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يوم عبوس ايجيه علمي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7AA4" w14:paraId="65CF1845" w14:textId="77777777" w:rsidTr="00F54B1F">
        <w:trPr>
          <w:trHeight w:val="350"/>
        </w:trPr>
        <w:tc>
          <w:tcPr>
            <w:tcW w:w="3920" w:type="dxa"/>
          </w:tcPr>
          <w:p w14:paraId="07A99460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يطوعة اُو قدّام الظعينه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ADD87B" w14:textId="77777777" w:rsidR="00677AA4" w:rsidRDefault="00677AA4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56A39A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باقي البقيّة امقيدينه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7AA4" w14:paraId="18F1B72D" w14:textId="77777777" w:rsidTr="00F54B1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4E2FA4A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يحرق حشى اليسمع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A8BFF4" w14:textId="77777777" w:rsidR="00677AA4" w:rsidRDefault="00677AA4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D8A9AA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ويّاه نسوة ايساعدونه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7AA4" w14:paraId="78A19698" w14:textId="77777777" w:rsidTr="00F54B1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C0CF9B7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اينادون ضيعنا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D49614" w14:textId="77777777" w:rsidR="00677AA4" w:rsidRDefault="00677AA4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8E6ABC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منهو يردنا للمدينه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A1B3F6D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مسلم عند ابن زياد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77AA4" w14:paraId="2E0F728E" w14:textId="77777777" w:rsidTr="00F54B1F">
        <w:trPr>
          <w:trHeight w:val="350"/>
        </w:trPr>
        <w:tc>
          <w:tcPr>
            <w:tcW w:w="3920" w:type="dxa"/>
            <w:shd w:val="clear" w:color="auto" w:fill="auto"/>
          </w:tcPr>
          <w:p w14:paraId="325D1C54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يمسلم سلم واحتشم 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914934A" w14:textId="77777777" w:rsidR="00677AA4" w:rsidRDefault="00677AA4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5635060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وقله يمير المؤمنين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7AA4" w14:paraId="10586A72" w14:textId="77777777" w:rsidTr="00F54B1F">
        <w:trPr>
          <w:trHeight w:val="350"/>
        </w:trPr>
        <w:tc>
          <w:tcPr>
            <w:tcW w:w="3920" w:type="dxa"/>
          </w:tcPr>
          <w:p w14:paraId="21AA78D8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احنا تحت أمرك امطيعين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EAC658" w14:textId="77777777" w:rsidR="00677AA4" w:rsidRDefault="00677AA4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C7E993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مسلم تكلم واحلف ايمين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7AA4" w14:paraId="517D39A2" w14:textId="77777777" w:rsidTr="00F54B1F">
        <w:trPr>
          <w:trHeight w:val="350"/>
        </w:trPr>
        <w:tc>
          <w:tcPr>
            <w:tcW w:w="3920" w:type="dxa"/>
          </w:tcPr>
          <w:p w14:paraId="2AF85A2E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اُوحق الذي كون الكونين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A84F9F" w14:textId="77777777" w:rsidR="00677AA4" w:rsidRDefault="00677AA4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034BBC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ما لي امير غير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7AA4" w14:paraId="49FCE727" w14:textId="77777777" w:rsidTr="00F54B1F">
        <w:trPr>
          <w:trHeight w:val="350"/>
        </w:trPr>
        <w:tc>
          <w:tcPr>
            <w:tcW w:w="3920" w:type="dxa"/>
          </w:tcPr>
          <w:p w14:paraId="4C18E53D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ذاك ابن عمّي اُوقرّة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1F2E2C" w14:textId="77777777" w:rsidR="00677AA4" w:rsidRDefault="00677AA4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3B4618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لكن وين اللي لنا امعين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7AA4" w14:paraId="4ECB34EA" w14:textId="77777777" w:rsidTr="00F54B1F">
        <w:trPr>
          <w:trHeight w:val="350"/>
        </w:trPr>
        <w:tc>
          <w:tcPr>
            <w:tcW w:w="3920" w:type="dxa"/>
          </w:tcPr>
          <w:p w14:paraId="063C943F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واجره على الإسلام والدين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D0FD687" w14:textId="77777777" w:rsidR="00677AA4" w:rsidRDefault="00677AA4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A5E83D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ينقل وصاتي اُو يحتفظ 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7AA4" w14:paraId="1632A492" w14:textId="77777777" w:rsidTr="00F54B1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4B9DD28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نهض ابن سعد وابدى التعلين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6633CD" w14:textId="77777777" w:rsidR="00677AA4" w:rsidRDefault="00677AA4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DE2B5E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اُوقلّي على اَسرارك أمين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7AA4" w14:paraId="258170B9" w14:textId="77777777" w:rsidTr="00F54B1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FE02C6A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وصني تراني اِمن المحبين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149AE6" w14:textId="77777777" w:rsidR="00677AA4" w:rsidRDefault="00677AA4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8752D5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قلّه اُوصيك ابوصيتين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7AA4" w14:paraId="19091BFB" w14:textId="77777777" w:rsidTr="00F54B1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1CE3DA6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تبيع الدرع والسيف لثمين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1FFE59" w14:textId="77777777" w:rsidR="00677AA4" w:rsidRDefault="00677AA4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6D4552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اُو تفضي المراد اُو توفي الدين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7AA4" w14:paraId="3CF044D1" w14:textId="77777777" w:rsidTr="00F54B1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D8320B6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والثانية تبعث إلى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8AA641" w14:textId="77777777" w:rsidR="00677AA4" w:rsidRDefault="00677AA4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18F809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يرجع ولا يجي للملاعين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7AA4" w14:paraId="7373398F" w14:textId="77777777" w:rsidTr="00F54B1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88CCDB4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لمن سمع نغل الخبيثين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BC730A" w14:textId="77777777" w:rsidR="00677AA4" w:rsidRDefault="00677AA4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96421D" w14:textId="77777777" w:rsidR="00677AA4" w:rsidRDefault="00677AA4" w:rsidP="00F54B1F">
            <w:pPr>
              <w:pStyle w:val="libPoem"/>
            </w:pPr>
            <w:r>
              <w:rPr>
                <w:rtl/>
                <w:lang w:bidi="fa-IR"/>
              </w:rPr>
              <w:t>قال اصعدوا به القصر هالحين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67419C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037AB" w14:paraId="29B929D2" w14:textId="77777777" w:rsidTr="00F54B1F">
        <w:trPr>
          <w:trHeight w:val="350"/>
        </w:trPr>
        <w:tc>
          <w:tcPr>
            <w:tcW w:w="3920" w:type="dxa"/>
            <w:shd w:val="clear" w:color="auto" w:fill="auto"/>
          </w:tcPr>
          <w:p w14:paraId="4F0E1128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وارموه مرضوض الجبينين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9B4FCE7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F570DCC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اُوصلت أخباره عند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3D0FED12" w14:textId="77777777" w:rsidTr="00F54B1F">
        <w:trPr>
          <w:trHeight w:val="350"/>
        </w:trPr>
        <w:tc>
          <w:tcPr>
            <w:tcW w:w="3920" w:type="dxa"/>
          </w:tcPr>
          <w:p w14:paraId="3F86278B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نادى اُوظل يبكيه في الحين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A7D990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522986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يصفق على ايساره وليمين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57B9621B" w14:textId="77777777" w:rsidTr="00F54B1F">
        <w:trPr>
          <w:trHeight w:val="350"/>
        </w:trPr>
        <w:tc>
          <w:tcPr>
            <w:tcW w:w="3920" w:type="dxa"/>
          </w:tcPr>
          <w:p w14:paraId="27069AE4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راحت ارجالي ولمحبين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70DE04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021A57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اُوخلصوا عمامي والمودين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4777DBDF" w14:textId="77777777" w:rsidTr="00F54B1F">
        <w:trPr>
          <w:trHeight w:val="350"/>
        </w:trPr>
        <w:tc>
          <w:tcPr>
            <w:tcW w:w="3920" w:type="dxa"/>
          </w:tcPr>
          <w:p w14:paraId="7DF5923A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ضجت خواته بالصياوين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0F7B4E7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E3E93E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اُوصارت لهم ضجات واحنين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C3AC683" w14:textId="77777777" w:rsidR="00EE7C84" w:rsidRDefault="00EE7C84" w:rsidP="00DA29A6">
      <w:pPr>
        <w:pStyle w:val="libPoemCenter"/>
        <w:rPr>
          <w:lang w:bidi="fa-IR"/>
        </w:rPr>
      </w:pPr>
      <w:r>
        <w:rPr>
          <w:rtl/>
          <w:lang w:bidi="fa-IR"/>
        </w:rPr>
        <w:t>اُو زينب تنادي يا ضيا العين</w:t>
      </w:r>
    </w:p>
    <w:p w14:paraId="55DE7AE3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تندب مسلماً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037AB" w14:paraId="7477A87A" w14:textId="77777777" w:rsidTr="00F54B1F">
        <w:trPr>
          <w:trHeight w:val="350"/>
        </w:trPr>
        <w:tc>
          <w:tcPr>
            <w:tcW w:w="3920" w:type="dxa"/>
            <w:shd w:val="clear" w:color="auto" w:fill="auto"/>
          </w:tcPr>
          <w:p w14:paraId="531D3480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علمك يبو طاهر لفاني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273EAC5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40239FE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اُو حزنك على الصارم اُواني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2BF17364" w14:textId="77777777" w:rsidTr="00F54B1F">
        <w:trPr>
          <w:trHeight w:val="350"/>
        </w:trPr>
        <w:tc>
          <w:tcPr>
            <w:tcW w:w="3920" w:type="dxa"/>
          </w:tcPr>
          <w:p w14:paraId="2D873D0B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اُوفرقاك ما هو بالهواني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3D980D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FF0862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ليت القبر قبلك حواني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500C428C" w14:textId="77777777" w:rsidTr="00F54B1F">
        <w:trPr>
          <w:trHeight w:val="350"/>
        </w:trPr>
        <w:tc>
          <w:tcPr>
            <w:tcW w:w="3920" w:type="dxa"/>
          </w:tcPr>
          <w:p w14:paraId="68E48A5C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ولا اسمع ابعلمك يا اماني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9CCCC1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67E014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اشوف الدهر بيكُم رماني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649F26F0" w14:textId="77777777" w:rsidTr="00F54B1F">
        <w:trPr>
          <w:trHeight w:val="350"/>
        </w:trPr>
        <w:tc>
          <w:tcPr>
            <w:tcW w:w="3920" w:type="dxa"/>
          </w:tcPr>
          <w:p w14:paraId="0161C244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اُوهبط لراسي وابتلاني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66502B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1E5491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ترى امصيبتك هدت اركاني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8A5A8B1" w14:textId="77777777" w:rsidR="00EE7C84" w:rsidRDefault="00EE7C84" w:rsidP="00DA29A6">
      <w:pPr>
        <w:pStyle w:val="libPoemCenter"/>
        <w:rPr>
          <w:lang w:bidi="fa-IR"/>
        </w:rPr>
      </w:pPr>
      <w:r>
        <w:rPr>
          <w:rtl/>
          <w:lang w:bidi="fa-IR"/>
        </w:rPr>
        <w:t>واجرت دموعي من اجفاني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037AB" w14:paraId="75F37B03" w14:textId="77777777" w:rsidTr="00F54B1F">
        <w:trPr>
          <w:trHeight w:val="350"/>
        </w:trPr>
        <w:tc>
          <w:tcPr>
            <w:tcW w:w="3920" w:type="dxa"/>
            <w:shd w:val="clear" w:color="auto" w:fill="auto"/>
          </w:tcPr>
          <w:p w14:paraId="16457089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طاهر تزفر بالغضب زار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0FAF045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5E038E5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واهملت عينه ابدمع نثار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3E3C6AC5" w14:textId="77777777" w:rsidTr="00F54B1F">
        <w:trPr>
          <w:trHeight w:val="350"/>
        </w:trPr>
        <w:tc>
          <w:tcPr>
            <w:tcW w:w="3920" w:type="dxa"/>
          </w:tcPr>
          <w:p w14:paraId="18C314E2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ويقول يا كشافة العار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04E012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14CE55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نمتوا طبق من ياخذ الثار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46113953" w14:textId="77777777" w:rsidTr="00F54B1F">
        <w:trPr>
          <w:trHeight w:val="350"/>
        </w:trPr>
        <w:tc>
          <w:tcPr>
            <w:tcW w:w="3920" w:type="dxa"/>
          </w:tcPr>
          <w:p w14:paraId="2ED8E3E1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بان اليتم واحنا ترى اصغار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AB002F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32F5EC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بوجوهنا حلت الاكدار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284F0D8D" w14:textId="77777777" w:rsidTr="00F54B1F">
        <w:trPr>
          <w:trHeight w:val="350"/>
        </w:trPr>
        <w:tc>
          <w:tcPr>
            <w:tcW w:w="3920" w:type="dxa"/>
          </w:tcPr>
          <w:p w14:paraId="1DD0EFC9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علينا ولا مخلوق نغار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38BA232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DA5080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اُوكلمن يجينا طالب اُوثار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7F9BE975" w14:textId="77777777" w:rsidTr="00F54B1F">
        <w:trPr>
          <w:trHeight w:val="350"/>
        </w:trPr>
        <w:tc>
          <w:tcPr>
            <w:tcW w:w="3920" w:type="dxa"/>
          </w:tcPr>
          <w:p w14:paraId="7BC7A5E6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اُو زينب تصب الدمع مدرار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3453EE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84902D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تجري مثل جاري الانهار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05FCE50E" w14:textId="77777777" w:rsidTr="00F54B1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B5828EA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واتقول اخويه اِحسين بس 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2652C8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94277DA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ابعرض الطريق اُوجاته اخبار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603C9D88" w14:textId="77777777" w:rsidTr="00F54B1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1EBEB21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مسلم ذبح بالكوفة اجهار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2A82ECC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1831D5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واصفق على اليمنى بليسار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1C7B3F23" w14:textId="77777777" w:rsidTr="00F54B1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0744C7E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ياحيف بان الانكسار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A72855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C32550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بوجوهنا ووجوه لنصار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F31E9B9" w14:textId="77777777" w:rsidR="00EE7C84" w:rsidRDefault="00EE7C84" w:rsidP="00DA29A6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78E02709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4A467363" w14:textId="77777777" w:rsidR="00EE7C84" w:rsidRDefault="00EE7C84" w:rsidP="00C037AB">
      <w:pPr>
        <w:pStyle w:val="Heading3Center"/>
        <w:rPr>
          <w:lang w:bidi="fa-IR"/>
        </w:rPr>
      </w:pPr>
      <w:bookmarkStart w:id="33" w:name="_Toc17226592"/>
      <w:r>
        <w:rPr>
          <w:rtl/>
          <w:lang w:bidi="fa-IR"/>
        </w:rPr>
        <w:t>زينب تخاطب أخاها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بعدما وصلهم خبر وفاة مسلم :</w:t>
      </w:r>
      <w:bookmarkEnd w:id="33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037AB" w14:paraId="62DFA48E" w14:textId="77777777" w:rsidTr="00F54B1F">
        <w:trPr>
          <w:trHeight w:val="350"/>
        </w:trPr>
        <w:tc>
          <w:tcPr>
            <w:tcW w:w="3920" w:type="dxa"/>
            <w:shd w:val="clear" w:color="auto" w:fill="auto"/>
          </w:tcPr>
          <w:p w14:paraId="0BC58532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طلعنا اُو طلعتنا 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39375AE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B1655A0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ماشين لارض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718E2F8A" w14:textId="77777777" w:rsidTr="00F54B1F">
        <w:trPr>
          <w:trHeight w:val="350"/>
        </w:trPr>
        <w:tc>
          <w:tcPr>
            <w:tcW w:w="3920" w:type="dxa"/>
          </w:tcPr>
          <w:p w14:paraId="38B8B5BA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تحوي ابدوري بالسويّه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2067C1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392004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اُو تحوي لشموسي المضيّه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471BAFCD" w14:textId="77777777" w:rsidTr="00F54B1F">
        <w:trPr>
          <w:trHeight w:val="350"/>
        </w:trPr>
        <w:tc>
          <w:tcPr>
            <w:tcW w:w="3920" w:type="dxa"/>
          </w:tcPr>
          <w:p w14:paraId="76C2A529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يا حالة القشرا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47029E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3C3074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يحسين يا راعي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27089B70" w14:textId="77777777" w:rsidTr="00F54B1F">
        <w:trPr>
          <w:trHeight w:val="350"/>
        </w:trPr>
        <w:tc>
          <w:tcPr>
            <w:tcW w:w="3920" w:type="dxa"/>
          </w:tcPr>
          <w:p w14:paraId="0C342743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ما رايحين لأرض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D2FC5F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28A9D9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اِنظر مدامعنا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09527D0C" w14:textId="77777777" w:rsidTr="00F54B1F">
        <w:trPr>
          <w:trHeight w:val="350"/>
        </w:trPr>
        <w:tc>
          <w:tcPr>
            <w:tcW w:w="3920" w:type="dxa"/>
          </w:tcPr>
          <w:p w14:paraId="103FD49C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انا خايفه تبقى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CC0BA2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E73113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عاري اُوتدوسك لعوجيّه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2635C188" w14:textId="77777777" w:rsidTr="00F54B1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C93F25A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اُوراسه ابراس السمهريّه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C53AFE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74E303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وانروح للطاغي هديّه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74E5745" w14:textId="77777777" w:rsidR="00EE7C84" w:rsidRDefault="00EE7C84" w:rsidP="00C037AB">
      <w:pPr>
        <w:pStyle w:val="libPoemCenter"/>
        <w:rPr>
          <w:lang w:bidi="fa-IR"/>
        </w:rPr>
      </w:pPr>
      <w:r>
        <w:rPr>
          <w:rtl/>
          <w:lang w:bidi="fa-IR"/>
        </w:rPr>
        <w:t>اُو ندخل على شر البريّه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037AB" w14:paraId="34472D3A" w14:textId="77777777" w:rsidTr="00F54B1F">
        <w:trPr>
          <w:trHeight w:val="350"/>
        </w:trPr>
        <w:tc>
          <w:tcPr>
            <w:tcW w:w="3920" w:type="dxa"/>
            <w:shd w:val="clear" w:color="auto" w:fill="auto"/>
          </w:tcPr>
          <w:p w14:paraId="1376DC3E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يحسين ردنا للمدينه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1EBF8D6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4B5FA10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اُوشوف العدا خانت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1E0980D5" w14:textId="77777777" w:rsidTr="00F54B1F">
        <w:trPr>
          <w:trHeight w:val="350"/>
        </w:trPr>
        <w:tc>
          <w:tcPr>
            <w:tcW w:w="3920" w:type="dxa"/>
          </w:tcPr>
          <w:p w14:paraId="299ED5C0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ذبحوا لمسلم يا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7AEBC2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FB3567A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اُوكنه الدهر جاير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2A8D2C00" w14:textId="77777777" w:rsidTr="00F54B1F">
        <w:trPr>
          <w:trHeight w:val="350"/>
        </w:trPr>
        <w:tc>
          <w:tcPr>
            <w:tcW w:w="3920" w:type="dxa"/>
          </w:tcPr>
          <w:p w14:paraId="6DA01E41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وانخاف خويه يسلبونا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B58A44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98626D8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بالعجل رد ابهالظعينه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01000935" w14:textId="77777777" w:rsidTr="00F54B1F">
        <w:trPr>
          <w:trHeight w:val="350"/>
        </w:trPr>
        <w:tc>
          <w:tcPr>
            <w:tcW w:w="3920" w:type="dxa"/>
          </w:tcPr>
          <w:p w14:paraId="04DDB579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نادى اُوصب ادموع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87A2A5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777CEB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قلها يزينب يا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66E6EE58" w14:textId="77777777" w:rsidTr="00F54B1F">
        <w:trPr>
          <w:trHeight w:val="350"/>
        </w:trPr>
        <w:tc>
          <w:tcPr>
            <w:tcW w:w="3920" w:type="dxa"/>
          </w:tcPr>
          <w:p w14:paraId="796DF4D1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ما اقدر اردك للمدينه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55E978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EA630F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ارجوعها صعب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4529324" w14:textId="77777777" w:rsidR="00EE7C84" w:rsidRDefault="00EE7C84" w:rsidP="00C037AB">
      <w:pPr>
        <w:pStyle w:val="libPoemCenter"/>
        <w:rPr>
          <w:lang w:bidi="fa-IR"/>
        </w:rPr>
      </w:pPr>
      <w:r>
        <w:rPr>
          <w:rtl/>
          <w:lang w:bidi="fa-IR"/>
        </w:rPr>
        <w:t>حال القضا بيني اُو بينه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037AB" w14:paraId="1093FD0C" w14:textId="77777777" w:rsidTr="00F54B1F">
        <w:trPr>
          <w:trHeight w:val="350"/>
        </w:trPr>
        <w:tc>
          <w:tcPr>
            <w:tcW w:w="3920" w:type="dxa"/>
            <w:shd w:val="clear" w:color="auto" w:fill="auto"/>
          </w:tcPr>
          <w:p w14:paraId="2EE39882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من صحة الاخبار واعلام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C5E7131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E2946F4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من ذبح مسلم نسل لكرام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1FE86464" w14:textId="77777777" w:rsidTr="00F54B1F">
        <w:trPr>
          <w:trHeight w:val="350"/>
        </w:trPr>
        <w:tc>
          <w:tcPr>
            <w:tcW w:w="3920" w:type="dxa"/>
          </w:tcPr>
          <w:p w14:paraId="185F7952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عند السبط حجة العلام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BE0EF7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50DAD9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حن اُوتزفر اُو بالعجل قام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7D966C0A" w14:textId="77777777" w:rsidTr="00F54B1F">
        <w:trPr>
          <w:trHeight w:val="350"/>
        </w:trPr>
        <w:tc>
          <w:tcPr>
            <w:tcW w:w="3920" w:type="dxa"/>
          </w:tcPr>
          <w:p w14:paraId="31601497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من مجلسه واقصد للخيام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02AA8A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554720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اُو كانت لمسلم بنت اكرام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08FAC7F9" w14:textId="77777777" w:rsidTr="00F54B1F">
        <w:trPr>
          <w:trHeight w:val="350"/>
        </w:trPr>
        <w:tc>
          <w:tcPr>
            <w:tcW w:w="3920" w:type="dxa"/>
          </w:tcPr>
          <w:p w14:paraId="0EBBBE89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عمرها ثمان اسنين وايام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894DD5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7BC9D5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دعاها اُو قربها يلسلام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7AB" w14:paraId="3896B159" w14:textId="77777777" w:rsidTr="00F54B1F">
        <w:trPr>
          <w:trHeight w:val="350"/>
        </w:trPr>
        <w:tc>
          <w:tcPr>
            <w:tcW w:w="3920" w:type="dxa"/>
          </w:tcPr>
          <w:p w14:paraId="17D65BE6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على ناصيتها مسح والهام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904220" w14:textId="77777777" w:rsidR="00C037AB" w:rsidRDefault="00C037A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A45889C" w14:textId="77777777" w:rsidR="00C037AB" w:rsidRDefault="00C037AB" w:rsidP="00F54B1F">
            <w:pPr>
              <w:pStyle w:val="libPoem"/>
            </w:pPr>
            <w:r>
              <w:rPr>
                <w:rtl/>
                <w:lang w:bidi="fa-IR"/>
              </w:rPr>
              <w:t>بالشر حست والبكى قام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81E73A9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241D8" w14:paraId="174A5BC3" w14:textId="77777777" w:rsidTr="00C537C6">
        <w:trPr>
          <w:trHeight w:val="350"/>
        </w:trPr>
        <w:tc>
          <w:tcPr>
            <w:tcW w:w="3964" w:type="dxa"/>
            <w:shd w:val="clear" w:color="auto" w:fill="auto"/>
          </w:tcPr>
          <w:p w14:paraId="1347C315" w14:textId="77777777" w:rsidR="008241D8" w:rsidRDefault="008241D8" w:rsidP="00F54B1F">
            <w:pPr>
              <w:pStyle w:val="libPoem"/>
            </w:pPr>
            <w:r>
              <w:rPr>
                <w:rtl/>
                <w:lang w:bidi="fa-IR"/>
              </w:rPr>
              <w:t>والدمع فوق الخد سجام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4313C84E" w14:textId="77777777" w:rsidR="008241D8" w:rsidRDefault="008241D8" w:rsidP="00F54B1F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68F843B5" w14:textId="77777777" w:rsidR="008241D8" w:rsidRDefault="008241D8" w:rsidP="00F54B1F">
            <w:pPr>
              <w:pStyle w:val="libPoem"/>
            </w:pPr>
            <w:r>
              <w:rPr>
                <w:rtl/>
                <w:lang w:bidi="fa-IR"/>
              </w:rPr>
              <w:t>قالت يعمّي اُو خير لعمام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1D8" w14:paraId="050A9CC7" w14:textId="77777777" w:rsidTr="00C537C6">
        <w:trPr>
          <w:trHeight w:val="350"/>
        </w:trPr>
        <w:tc>
          <w:tcPr>
            <w:tcW w:w="3964" w:type="dxa"/>
          </w:tcPr>
          <w:p w14:paraId="1AAEF5A0" w14:textId="77777777" w:rsidR="008241D8" w:rsidRDefault="008241D8" w:rsidP="00F54B1F">
            <w:pPr>
              <w:pStyle w:val="libPoem"/>
            </w:pPr>
            <w:r>
              <w:rPr>
                <w:rtl/>
                <w:lang w:bidi="fa-IR"/>
              </w:rPr>
              <w:t>خليفة علي زراق لرخام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511ADED" w14:textId="77777777" w:rsidR="008241D8" w:rsidRDefault="008241D8" w:rsidP="00F54B1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24A3CC8" w14:textId="77777777" w:rsidR="008241D8" w:rsidRDefault="008241D8" w:rsidP="00F54B1F">
            <w:pPr>
              <w:pStyle w:val="libPoem"/>
            </w:pPr>
            <w:r>
              <w:rPr>
                <w:rtl/>
                <w:lang w:bidi="fa-IR"/>
              </w:rPr>
              <w:t>اراك افعلت بي فعل ليتام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1D8" w14:paraId="62B18AE5" w14:textId="77777777" w:rsidTr="00C537C6">
        <w:trPr>
          <w:trHeight w:val="350"/>
        </w:trPr>
        <w:tc>
          <w:tcPr>
            <w:tcW w:w="3964" w:type="dxa"/>
          </w:tcPr>
          <w:p w14:paraId="032D22C9" w14:textId="77777777" w:rsidR="008241D8" w:rsidRDefault="008241D8" w:rsidP="00F54B1F">
            <w:pPr>
              <w:pStyle w:val="libPoem"/>
            </w:pPr>
            <w:r>
              <w:rPr>
                <w:rtl/>
                <w:lang w:bidi="fa-IR"/>
              </w:rPr>
              <w:t>أظنّه اُبويه ضاق لحمام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59C3E1A" w14:textId="77777777" w:rsidR="008241D8" w:rsidRDefault="008241D8" w:rsidP="00F54B1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607576C" w14:textId="77777777" w:rsidR="008241D8" w:rsidRDefault="008241D8" w:rsidP="00F54B1F">
            <w:pPr>
              <w:pStyle w:val="libPoem"/>
            </w:pPr>
            <w:r>
              <w:rPr>
                <w:rtl/>
                <w:lang w:bidi="fa-IR"/>
              </w:rPr>
              <w:t>وامن المنايا صابته اسهام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1D8" w14:paraId="4D243B3A" w14:textId="77777777" w:rsidTr="00C537C6">
        <w:trPr>
          <w:trHeight w:val="350"/>
        </w:trPr>
        <w:tc>
          <w:tcPr>
            <w:tcW w:w="3964" w:type="dxa"/>
          </w:tcPr>
          <w:p w14:paraId="502A6A07" w14:textId="77777777" w:rsidR="008241D8" w:rsidRDefault="008241D8" w:rsidP="00F54B1F">
            <w:pPr>
              <w:pStyle w:val="libPoem"/>
            </w:pPr>
            <w:r>
              <w:rPr>
                <w:rtl/>
                <w:lang w:bidi="fa-IR"/>
              </w:rPr>
              <w:t>قلها اُو دمع العين سجام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6326B88" w14:textId="77777777" w:rsidR="008241D8" w:rsidRDefault="008241D8" w:rsidP="00F54B1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75403D7" w14:textId="77777777" w:rsidR="008241D8" w:rsidRDefault="008241D8" w:rsidP="00F54B1F">
            <w:pPr>
              <w:pStyle w:val="libPoem"/>
            </w:pPr>
            <w:r>
              <w:rPr>
                <w:rtl/>
                <w:lang w:bidi="fa-IR"/>
              </w:rPr>
              <w:t>انا ابوك وابناتي طبق عام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1D8" w14:paraId="3FE07762" w14:textId="77777777" w:rsidTr="00C537C6">
        <w:trPr>
          <w:trHeight w:val="350"/>
        </w:trPr>
        <w:tc>
          <w:tcPr>
            <w:tcW w:w="3964" w:type="dxa"/>
          </w:tcPr>
          <w:p w14:paraId="0200FE09" w14:textId="77777777" w:rsidR="008241D8" w:rsidRDefault="008241D8" w:rsidP="00F54B1F">
            <w:pPr>
              <w:pStyle w:val="libPoem"/>
            </w:pPr>
            <w:r>
              <w:rPr>
                <w:rtl/>
                <w:lang w:bidi="fa-IR"/>
              </w:rPr>
              <w:t>اخواتك اُو رب الجود وانعام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B1E4A33" w14:textId="77777777" w:rsidR="008241D8" w:rsidRDefault="008241D8" w:rsidP="00F54B1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41189CE" w14:textId="77777777" w:rsidR="008241D8" w:rsidRDefault="008241D8" w:rsidP="00F54B1F">
            <w:pPr>
              <w:pStyle w:val="libPoem"/>
            </w:pPr>
            <w:r>
              <w:rPr>
                <w:rtl/>
                <w:lang w:bidi="fa-IR"/>
              </w:rPr>
              <w:t>ولا خاطرك بالهم ينظام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1D8" w14:paraId="3084D8F1" w14:textId="77777777" w:rsidTr="00C537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150B263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واخوانها كُل من سمع قام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FD833E4" w14:textId="77777777" w:rsidR="008241D8" w:rsidRDefault="008241D8" w:rsidP="00F54B1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44B86F3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اُوذبوا العمايم والبكى قام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1D8" w14:paraId="29F03F14" w14:textId="77777777" w:rsidTr="00C537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3836605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اُو صارت الضجه وسط لخيام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2EDD12B" w14:textId="77777777" w:rsidR="008241D8" w:rsidRDefault="008241D8" w:rsidP="00F54B1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87E2222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اُو زينب تصيح ابدمع سجام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1D8" w14:paraId="3AD70BA1" w14:textId="77777777" w:rsidTr="00C537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0B0BC1C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اتقول مسلم يبن لعمام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72D297C" w14:textId="77777777" w:rsidR="008241D8" w:rsidRDefault="008241D8" w:rsidP="00F54B1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A9D2D13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علمك لفانا والقلب هام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1D8" w14:paraId="0AC6EBAA" w14:textId="77777777" w:rsidTr="00C537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6E5F9DA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داروا عليك ابخيل واعلام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FAEFC49" w14:textId="77777777" w:rsidR="008241D8" w:rsidRDefault="008241D8" w:rsidP="00F54B1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7113910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كلهم كفر ما فيهم إسلام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C4B8BDD" w14:textId="77777777" w:rsidR="00EE7C84" w:rsidRDefault="00EE7C84" w:rsidP="00314B2E">
      <w:pPr>
        <w:pStyle w:val="libPoemCenter"/>
        <w:rPr>
          <w:lang w:bidi="fa-IR"/>
        </w:rPr>
      </w:pPr>
      <w:r>
        <w:rPr>
          <w:rtl/>
          <w:lang w:bidi="fa-IR"/>
        </w:rPr>
        <w:t>واصبح علم ما هوه باحلام</w:t>
      </w:r>
    </w:p>
    <w:p w14:paraId="49414C1D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يكلّم بنت مسلم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241D8" w14:paraId="5D118A2B" w14:textId="77777777" w:rsidTr="00C537C6">
        <w:trPr>
          <w:trHeight w:val="350"/>
        </w:trPr>
        <w:tc>
          <w:tcPr>
            <w:tcW w:w="3964" w:type="dxa"/>
            <w:shd w:val="clear" w:color="auto" w:fill="auto"/>
          </w:tcPr>
          <w:p w14:paraId="6911E287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قلّها اُودمع العين كالعين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6E2C47C1" w14:textId="77777777" w:rsidR="008241D8" w:rsidRDefault="008241D8" w:rsidP="00F54B1F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33C9BAD7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أبو السادة العز الميامين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1D8" w14:paraId="73D01E55" w14:textId="77777777" w:rsidTr="00C537C6">
        <w:trPr>
          <w:trHeight w:val="350"/>
        </w:trPr>
        <w:tc>
          <w:tcPr>
            <w:tcW w:w="3964" w:type="dxa"/>
          </w:tcPr>
          <w:p w14:paraId="04EE7914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إلى بنت مسلم يا محبّين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BA7A57E" w14:textId="77777777" w:rsidR="008241D8" w:rsidRDefault="008241D8" w:rsidP="00F54B1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984B992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حميدة يبنتي ما تسمعين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1D8" w14:paraId="5A56FF42" w14:textId="77777777" w:rsidTr="00C537C6">
        <w:trPr>
          <w:trHeight w:val="350"/>
        </w:trPr>
        <w:tc>
          <w:tcPr>
            <w:tcW w:w="3964" w:type="dxa"/>
          </w:tcPr>
          <w:p w14:paraId="12288C4E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كلامي اُو قولي لك ابا لحسين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89B55B1" w14:textId="77777777" w:rsidR="008241D8" w:rsidRDefault="008241D8" w:rsidP="00F54B1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A333A79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وعدتك اُو قولي له تفهمين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1D8" w14:paraId="219070A9" w14:textId="77777777" w:rsidTr="00C537C6">
        <w:trPr>
          <w:trHeight w:val="350"/>
        </w:trPr>
        <w:tc>
          <w:tcPr>
            <w:tcW w:w="3964" w:type="dxa"/>
          </w:tcPr>
          <w:p w14:paraId="568B75DF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بناتي خواتك واسمعي زين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F35BF42" w14:textId="77777777" w:rsidR="008241D8" w:rsidRDefault="008241D8" w:rsidP="00F54B1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BF71940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تسكتي يبنتي لا تنوحين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1D8" w14:paraId="3BF46CF1" w14:textId="77777777" w:rsidTr="00C537C6">
        <w:trPr>
          <w:trHeight w:val="350"/>
        </w:trPr>
        <w:tc>
          <w:tcPr>
            <w:tcW w:w="3964" w:type="dxa"/>
          </w:tcPr>
          <w:p w14:paraId="3D3ED704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واما البكى بطلي ولحنين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ECB8334" w14:textId="77777777" w:rsidR="008241D8" w:rsidRDefault="008241D8" w:rsidP="00F54B1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075380F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يبنتي اظن بس ما توثقين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1D8" w14:paraId="2A48C6B6" w14:textId="77777777" w:rsidTr="00C537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B043D0F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قالت يعمّي ياضيا العين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CA72451" w14:textId="77777777" w:rsidR="008241D8" w:rsidRDefault="008241D8" w:rsidP="00F54B1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329164A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انا واثقه لكن يحسين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1D8" w14:paraId="360A63B1" w14:textId="77777777" w:rsidTr="00C537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4FC05F0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خوفي انا من غدرة البين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37CAF84" w14:textId="77777777" w:rsidR="008241D8" w:rsidRDefault="008241D8" w:rsidP="00F54B1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16620F0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نبقى بلا امحامي ولا امعين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1D8" w14:paraId="22DEA6BC" w14:textId="77777777" w:rsidTr="00C537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79F423C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وأبقى خليّة من الاثنين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3BCD5D5" w14:textId="77777777" w:rsidR="008241D8" w:rsidRDefault="008241D8" w:rsidP="00F54B1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E6424A5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بويه قتل وانته بعد حين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41D8" w14:paraId="6DD0F9D0" w14:textId="77777777" w:rsidTr="00C537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2AF3723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وأمسي يتيمة من هلثنين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6E32670" w14:textId="77777777" w:rsidR="008241D8" w:rsidRDefault="008241D8" w:rsidP="00F54B1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3465FAA" w14:textId="77777777" w:rsidR="008241D8" w:rsidRDefault="00C537C6" w:rsidP="00F54B1F">
            <w:pPr>
              <w:pStyle w:val="libPoem"/>
            </w:pPr>
            <w:r>
              <w:rPr>
                <w:rtl/>
                <w:lang w:bidi="fa-IR"/>
              </w:rPr>
              <w:t>اُو زينب تنادي اُو تذرف العين</w:t>
            </w:r>
            <w:r w:rsidR="00824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37C6" w14:paraId="62A93221" w14:textId="77777777" w:rsidTr="00C537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50C808D" w14:textId="77777777" w:rsidR="00C537C6" w:rsidRDefault="00C537C6" w:rsidP="00F54B1F">
            <w:pPr>
              <w:pStyle w:val="libPoem"/>
            </w:pPr>
            <w:r>
              <w:rPr>
                <w:rtl/>
                <w:lang w:bidi="fa-IR"/>
              </w:rPr>
              <w:t>واتنوح له من قلب احزين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BAC488F" w14:textId="77777777" w:rsidR="00C537C6" w:rsidRDefault="00C537C6" w:rsidP="00F54B1F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B687DA7" w14:textId="77777777" w:rsidR="00C537C6" w:rsidRDefault="00C537C6" w:rsidP="00F54B1F">
            <w:pPr>
              <w:pStyle w:val="libPoem"/>
            </w:pPr>
            <w:r>
              <w:rPr>
                <w:rtl/>
                <w:lang w:bidi="fa-IR"/>
              </w:rPr>
              <w:t>على امصيبتك يا قرّة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FF4FA40" w14:textId="77777777" w:rsidR="00EE7C84" w:rsidRDefault="00EE7C84" w:rsidP="00314B2E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4431300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2E0D7BE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وصول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إلى كربلاء وقد أحاطت به الأعداء</w:t>
      </w:r>
      <w:r w:rsidR="00FB110A">
        <w:rPr>
          <w:rtl/>
          <w:lang w:bidi="fa-IR"/>
        </w:rPr>
        <w:t>.</w:t>
      </w:r>
    </w:p>
    <w:p w14:paraId="565624B4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سؤال زينب لأخيها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90E53" w14:paraId="6B819E42" w14:textId="77777777" w:rsidTr="00F54B1F">
        <w:trPr>
          <w:trHeight w:val="350"/>
        </w:trPr>
        <w:tc>
          <w:tcPr>
            <w:tcW w:w="3920" w:type="dxa"/>
            <w:shd w:val="clear" w:color="auto" w:fill="auto"/>
          </w:tcPr>
          <w:p w14:paraId="41CAEF8C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باسايلك يابو اسكينه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154A5C1" w14:textId="77777777" w:rsidR="00390E53" w:rsidRDefault="00390E53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7679310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هلجيوش لينا لو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0E53" w14:paraId="55C9287E" w14:textId="77777777" w:rsidTr="00F54B1F">
        <w:trPr>
          <w:trHeight w:val="350"/>
        </w:trPr>
        <w:tc>
          <w:tcPr>
            <w:tcW w:w="3920" w:type="dxa"/>
          </w:tcPr>
          <w:p w14:paraId="66A134D3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قلها يزينب يا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745D64" w14:textId="77777777" w:rsidR="00390E53" w:rsidRDefault="00390E53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2F9DE4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يمن ابخدرها كلفونا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0E53" w14:paraId="6911C29B" w14:textId="77777777" w:rsidTr="00F54B1F">
        <w:trPr>
          <w:trHeight w:val="350"/>
        </w:trPr>
        <w:tc>
          <w:tcPr>
            <w:tcW w:w="3920" w:type="dxa"/>
          </w:tcPr>
          <w:p w14:paraId="21233C92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هلجيوش ملتمة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D77BDD" w14:textId="77777777" w:rsidR="00390E53" w:rsidRDefault="00390E53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B7AA6B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قالت يخويه يا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0E53" w14:paraId="5770AD83" w14:textId="77777777" w:rsidTr="00F54B1F">
        <w:trPr>
          <w:trHeight w:val="350"/>
        </w:trPr>
        <w:tc>
          <w:tcPr>
            <w:tcW w:w="3920" w:type="dxa"/>
          </w:tcPr>
          <w:p w14:paraId="69639830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عجل قوم ردنا للمدينه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D24826" w14:textId="77777777" w:rsidR="00390E53" w:rsidRDefault="00390E53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26A410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قبل الاعادي اتخون 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0E53" w14:paraId="2B2D1438" w14:textId="77777777" w:rsidTr="00F54B1F">
        <w:trPr>
          <w:trHeight w:val="350"/>
        </w:trPr>
        <w:tc>
          <w:tcPr>
            <w:tcW w:w="3920" w:type="dxa"/>
          </w:tcPr>
          <w:p w14:paraId="18BD612B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هذي المحامل قوم ردنا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457BA6" w14:textId="77777777" w:rsidR="00390E53" w:rsidRDefault="00390E53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A55EA7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لرض المدينة وطن جدنا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0E53" w14:paraId="7BEEE15A" w14:textId="77777777" w:rsidTr="00F54B1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B6D833A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مهي امناسبة نمشي وحدنا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5054F0" w14:textId="77777777" w:rsidR="00390E53" w:rsidRDefault="00390E53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D7413F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اُوتدري حرم واَطفال عدنا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0E53" w14:paraId="6CBA3B13" w14:textId="77777777" w:rsidTr="00F54B1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648473D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ولا غير هالسجّاد معْنا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E1A747" w14:textId="77777777" w:rsidR="00390E53" w:rsidRDefault="00390E53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DB50DF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يحسين ردنا ابلاد جدنا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0E53" w14:paraId="4942B785" w14:textId="77777777" w:rsidTr="00F54B1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F792D5B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في كربلا لا تنزل ابنا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CDD3CD" w14:textId="77777777" w:rsidR="00390E53" w:rsidRDefault="00390E53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432DD9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الاصلح لنا نرجع بلدنا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0E53" w14:paraId="25F0C762" w14:textId="77777777" w:rsidTr="00F54B1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F87536B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يحسين خويه يا صمدنا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97EB24" w14:textId="77777777" w:rsidR="00390E53" w:rsidRDefault="00390E53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24918E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لو رحت منهو اللي يردنا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0E53" w14:paraId="4A0B9C00" w14:textId="77777777" w:rsidTr="00F54B1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11DC96E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اسألك بالخيل اُو عددها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C537BD" w14:textId="77777777" w:rsidR="00390E53" w:rsidRDefault="00390E53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F7F8AB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ترد الحريم ابلاد جدنا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0E53" w14:paraId="7D712E20" w14:textId="77777777" w:rsidTr="00F54B1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A6C8AB6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اُو فعلك إلى حريمك يضدها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12325E" w14:textId="77777777" w:rsidR="00390E53" w:rsidRDefault="00390E53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234093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هلعيال اتوديها البلدها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A0382F3" w14:textId="77777777" w:rsidR="00EE7C84" w:rsidRDefault="00EE7C84" w:rsidP="00390E53">
      <w:pPr>
        <w:pStyle w:val="libPoemCenter"/>
        <w:rPr>
          <w:lang w:bidi="fa-IR"/>
        </w:rPr>
      </w:pPr>
      <w:r>
        <w:rPr>
          <w:rtl/>
          <w:lang w:bidi="fa-IR"/>
        </w:rPr>
        <w:t>أنا خايفة تبقى وحدها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90E53" w14:paraId="033C217B" w14:textId="77777777" w:rsidTr="00F54B1F">
        <w:trPr>
          <w:trHeight w:val="350"/>
        </w:trPr>
        <w:tc>
          <w:tcPr>
            <w:tcW w:w="3920" w:type="dxa"/>
            <w:shd w:val="clear" w:color="auto" w:fill="auto"/>
          </w:tcPr>
          <w:p w14:paraId="73C391E5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يحسين لا تبقى ابها لقاع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0C0F481" w14:textId="77777777" w:rsidR="00390E53" w:rsidRDefault="00390E53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570CB82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قلبي يخويه اليوم مرتاع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4DD2AD9" w14:textId="77777777" w:rsidR="00EE7C84" w:rsidRDefault="00EE7C84" w:rsidP="00390E53">
      <w:pPr>
        <w:pStyle w:val="libPoemCenter"/>
        <w:rPr>
          <w:lang w:bidi="fa-IR"/>
        </w:rPr>
      </w:pPr>
      <w:r>
        <w:rPr>
          <w:rtl/>
          <w:lang w:bidi="fa-IR"/>
        </w:rPr>
        <w:t>ترى الخيل حاطت والفكر ضاع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90E53" w14:paraId="5A78782B" w14:textId="77777777" w:rsidTr="00F54B1F">
        <w:trPr>
          <w:trHeight w:val="350"/>
        </w:trPr>
        <w:tc>
          <w:tcPr>
            <w:tcW w:w="3920" w:type="dxa"/>
            <w:shd w:val="clear" w:color="auto" w:fill="auto"/>
          </w:tcPr>
          <w:p w14:paraId="23C1A565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نزلنا يخويه نزلة الشوم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6F2E703" w14:textId="77777777" w:rsidR="00390E53" w:rsidRDefault="00390E53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F953754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علينا العجب والماي محروم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0E53" w14:paraId="7E256D16" w14:textId="77777777" w:rsidTr="00F54B1F">
        <w:trPr>
          <w:trHeight w:val="350"/>
        </w:trPr>
        <w:tc>
          <w:tcPr>
            <w:tcW w:w="3920" w:type="dxa"/>
          </w:tcPr>
          <w:p w14:paraId="5AA6DD9D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إلتمت علينا اُو كثرة 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90C1A0" w14:textId="77777777" w:rsidR="00390E53" w:rsidRDefault="00390E53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60FF0D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ردنا ابعجل يا خوي هاليوم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0E53" w14:paraId="7A54D9D7" w14:textId="77777777" w:rsidTr="00F54B1F">
        <w:trPr>
          <w:trHeight w:val="350"/>
        </w:trPr>
        <w:tc>
          <w:tcPr>
            <w:tcW w:w="3920" w:type="dxa"/>
          </w:tcPr>
          <w:p w14:paraId="7CD6DD40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أنا خايفة تختضب بادموم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F2CE9E" w14:textId="77777777" w:rsidR="00390E53" w:rsidRDefault="00390E53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ED72AB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اُوراسك يصير ابرمح ملزوم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0E53" w14:paraId="208F3B9D" w14:textId="77777777" w:rsidTr="00F54B1F">
        <w:trPr>
          <w:trHeight w:val="350"/>
        </w:trPr>
        <w:tc>
          <w:tcPr>
            <w:tcW w:w="3920" w:type="dxa"/>
          </w:tcPr>
          <w:p w14:paraId="24361780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يحسين أنا ما ريد هالدار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304FDB" w14:textId="77777777" w:rsidR="00390E53" w:rsidRDefault="00390E53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7473E7" w14:textId="77777777" w:rsidR="00390E53" w:rsidRDefault="00390E53" w:rsidP="00F54B1F">
            <w:pPr>
              <w:pStyle w:val="libPoem"/>
            </w:pPr>
            <w:r>
              <w:rPr>
                <w:rtl/>
                <w:lang w:bidi="fa-IR"/>
              </w:rPr>
              <w:t>يا خوي لا تضرب بها اخدار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1EEAF95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A68EB" w14:paraId="3D248C89" w14:textId="77777777" w:rsidTr="00F54B1F">
        <w:trPr>
          <w:trHeight w:val="350"/>
        </w:trPr>
        <w:tc>
          <w:tcPr>
            <w:tcW w:w="3920" w:type="dxa"/>
            <w:shd w:val="clear" w:color="auto" w:fill="auto"/>
          </w:tcPr>
          <w:p w14:paraId="2CD2ADCA" w14:textId="77777777" w:rsidR="00BA68EB" w:rsidRDefault="00BA68EB" w:rsidP="00F54B1F">
            <w:pPr>
              <w:pStyle w:val="libPoem"/>
            </w:pPr>
            <w:r>
              <w:rPr>
                <w:rtl/>
                <w:lang w:bidi="fa-IR"/>
              </w:rPr>
              <w:t>قلبي ترى يا بو علي احتار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961DCE0" w14:textId="77777777" w:rsidR="00BA68EB" w:rsidRDefault="00BA68E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A634396" w14:textId="77777777" w:rsidR="00BA68EB" w:rsidRDefault="00BA68EB" w:rsidP="00F54B1F">
            <w:pPr>
              <w:pStyle w:val="libPoem"/>
            </w:pPr>
            <w:r>
              <w:rPr>
                <w:rtl/>
                <w:lang w:bidi="fa-IR"/>
              </w:rPr>
              <w:t>يحسين خويه يابن لطهار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68EB" w14:paraId="35199D70" w14:textId="77777777" w:rsidTr="00F54B1F">
        <w:trPr>
          <w:trHeight w:val="350"/>
        </w:trPr>
        <w:tc>
          <w:tcPr>
            <w:tcW w:w="3920" w:type="dxa"/>
          </w:tcPr>
          <w:p w14:paraId="3E3042B4" w14:textId="77777777" w:rsidR="00BA68EB" w:rsidRDefault="00BA68EB" w:rsidP="00F54B1F">
            <w:pPr>
              <w:pStyle w:val="libPoem"/>
            </w:pPr>
            <w:r>
              <w:rPr>
                <w:rtl/>
                <w:lang w:bidi="fa-IR"/>
              </w:rPr>
              <w:t>اِخبرني يخويه اشوا بكُم 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7BD28C" w14:textId="77777777" w:rsidR="00BA68EB" w:rsidRDefault="00BA68E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4938ED" w14:textId="77777777" w:rsidR="00BA68EB" w:rsidRDefault="00BA68EB" w:rsidP="00F54B1F">
            <w:pPr>
              <w:pStyle w:val="libPoem"/>
            </w:pPr>
            <w:r>
              <w:rPr>
                <w:rtl/>
                <w:lang w:bidi="fa-IR"/>
              </w:rPr>
              <w:t>ترى القوم لزمت ماي لنهار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68EB" w14:paraId="11124DFA" w14:textId="77777777" w:rsidTr="00F54B1F">
        <w:trPr>
          <w:trHeight w:val="350"/>
        </w:trPr>
        <w:tc>
          <w:tcPr>
            <w:tcW w:w="3920" w:type="dxa"/>
          </w:tcPr>
          <w:p w14:paraId="32B99426" w14:textId="77777777" w:rsidR="00BA68EB" w:rsidRDefault="00BA68EB" w:rsidP="00F54B1F">
            <w:pPr>
              <w:pStyle w:val="libPoem"/>
            </w:pPr>
            <w:r>
              <w:rPr>
                <w:rtl/>
                <w:lang w:bidi="fa-IR"/>
              </w:rPr>
              <w:t>وانا حايرة واضرب الأفكار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755411" w14:textId="77777777" w:rsidR="00BA68EB" w:rsidRDefault="00BA68E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26D6FB" w14:textId="77777777" w:rsidR="00BA68EB" w:rsidRDefault="00BA68EB" w:rsidP="00F54B1F">
            <w:pPr>
              <w:pStyle w:val="libPoem"/>
            </w:pPr>
            <w:r>
              <w:rPr>
                <w:rtl/>
                <w:lang w:bidi="fa-IR"/>
              </w:rPr>
              <w:t>ردنا وطن جدنا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68EB" w14:paraId="367F2879" w14:textId="77777777" w:rsidTr="00F54B1F">
        <w:trPr>
          <w:trHeight w:val="350"/>
        </w:trPr>
        <w:tc>
          <w:tcPr>
            <w:tcW w:w="3920" w:type="dxa"/>
          </w:tcPr>
          <w:p w14:paraId="06462DCA" w14:textId="77777777" w:rsidR="00BA68EB" w:rsidRDefault="00BA68EB" w:rsidP="00F54B1F">
            <w:pPr>
              <w:pStyle w:val="libPoem"/>
            </w:pPr>
            <w:r>
              <w:rPr>
                <w:rtl/>
                <w:lang w:bidi="fa-IR"/>
              </w:rPr>
              <w:t>يحسين من قبل الرحيل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575A2D" w14:textId="77777777" w:rsidR="00BA68EB" w:rsidRDefault="00BA68E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2B483D" w14:textId="77777777" w:rsidR="00BA68EB" w:rsidRDefault="00BA68EB" w:rsidP="00F54B1F">
            <w:pPr>
              <w:pStyle w:val="libPoem"/>
            </w:pPr>
            <w:r>
              <w:rPr>
                <w:rtl/>
                <w:lang w:bidi="fa-IR"/>
              </w:rPr>
              <w:t>وصوا بنا خويه رجاجيل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68EB" w14:paraId="612817DF" w14:textId="77777777" w:rsidTr="00F54B1F">
        <w:trPr>
          <w:trHeight w:val="350"/>
        </w:trPr>
        <w:tc>
          <w:tcPr>
            <w:tcW w:w="3920" w:type="dxa"/>
          </w:tcPr>
          <w:p w14:paraId="47407B67" w14:textId="77777777" w:rsidR="00BA68EB" w:rsidRDefault="00BA68EB" w:rsidP="00F54B1F">
            <w:pPr>
              <w:pStyle w:val="libPoem"/>
            </w:pPr>
            <w:r>
              <w:rPr>
                <w:rtl/>
                <w:lang w:bidi="fa-IR"/>
              </w:rPr>
              <w:t>اُو تدري ولينا يا لولي اعليل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CB0945" w14:textId="77777777" w:rsidR="00BA68EB" w:rsidRDefault="00BA68E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2F504A" w14:textId="77777777" w:rsidR="00BA68EB" w:rsidRDefault="00BA68EB" w:rsidP="00F54B1F">
            <w:pPr>
              <w:pStyle w:val="libPoem"/>
            </w:pPr>
            <w:r>
              <w:rPr>
                <w:rtl/>
                <w:lang w:bidi="fa-IR"/>
              </w:rPr>
              <w:t>وجعان ما يقدر على الشيل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A28C2EA" w14:textId="77777777" w:rsidR="00EE7C84" w:rsidRDefault="00EE7C84" w:rsidP="00BA68EB">
      <w:pPr>
        <w:pStyle w:val="libPoemCenter"/>
        <w:rPr>
          <w:lang w:bidi="fa-IR"/>
        </w:rPr>
      </w:pPr>
      <w:r>
        <w:rPr>
          <w:rtl/>
          <w:lang w:bidi="fa-IR"/>
        </w:rPr>
        <w:t>امغلل اباغلال اُو زناجيل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A68EB" w14:paraId="0A193E5E" w14:textId="77777777" w:rsidTr="00F54B1F">
        <w:trPr>
          <w:trHeight w:val="350"/>
        </w:trPr>
        <w:tc>
          <w:tcPr>
            <w:tcW w:w="3920" w:type="dxa"/>
            <w:shd w:val="clear" w:color="auto" w:fill="auto"/>
          </w:tcPr>
          <w:p w14:paraId="68CA8357" w14:textId="77777777" w:rsidR="00BA68EB" w:rsidRDefault="00BA68EB" w:rsidP="00F54B1F">
            <w:pPr>
              <w:pStyle w:val="libPoem"/>
            </w:pPr>
            <w:r>
              <w:rPr>
                <w:rtl/>
                <w:lang w:bidi="fa-IR"/>
              </w:rPr>
              <w:t>وصوا بنا قبل ترحلون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C1D95DE" w14:textId="77777777" w:rsidR="00BA68EB" w:rsidRDefault="00BA68E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60B49C0" w14:textId="77777777" w:rsidR="00BA68EB" w:rsidRDefault="00BA68EB" w:rsidP="00F54B1F">
            <w:pPr>
              <w:pStyle w:val="libPoem"/>
            </w:pPr>
            <w:r>
              <w:rPr>
                <w:rtl/>
                <w:lang w:bidi="fa-IR"/>
              </w:rPr>
              <w:t>اُو قبل على الغبرا تنامون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68EB" w14:paraId="6B1555E8" w14:textId="77777777" w:rsidTr="00F54B1F">
        <w:trPr>
          <w:trHeight w:val="350"/>
        </w:trPr>
        <w:tc>
          <w:tcPr>
            <w:tcW w:w="3920" w:type="dxa"/>
          </w:tcPr>
          <w:p w14:paraId="057A5A0B" w14:textId="77777777" w:rsidR="00BA68EB" w:rsidRDefault="00BA68EB" w:rsidP="00F54B1F">
            <w:pPr>
              <w:pStyle w:val="libPoem"/>
            </w:pPr>
            <w:r>
              <w:rPr>
                <w:rtl/>
                <w:lang w:bidi="fa-IR"/>
              </w:rPr>
              <w:t>يحسين اخويه اُو نور لعيون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DD0CD2" w14:textId="77777777" w:rsidR="00BA68EB" w:rsidRDefault="00BA68E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41B04D" w14:textId="77777777" w:rsidR="00BA68EB" w:rsidRDefault="00BA68EB" w:rsidP="00F54B1F">
            <w:pPr>
              <w:pStyle w:val="libPoem"/>
            </w:pPr>
            <w:r>
              <w:rPr>
                <w:rtl/>
                <w:lang w:bidi="fa-IR"/>
              </w:rPr>
              <w:t>ترضى العدى لينا يسلبون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68EB" w14:paraId="199ACDA0" w14:textId="77777777" w:rsidTr="00F54B1F">
        <w:trPr>
          <w:trHeight w:val="350"/>
        </w:trPr>
        <w:tc>
          <w:tcPr>
            <w:tcW w:w="3920" w:type="dxa"/>
          </w:tcPr>
          <w:p w14:paraId="2C8DA09D" w14:textId="77777777" w:rsidR="00BA68EB" w:rsidRDefault="00BA68EB" w:rsidP="00F54B1F">
            <w:pPr>
              <w:pStyle w:val="libPoem"/>
            </w:pPr>
            <w:r>
              <w:rPr>
                <w:rtl/>
                <w:lang w:bidi="fa-IR"/>
              </w:rPr>
              <w:t>لوقف على درب لظعون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0578046" w14:textId="77777777" w:rsidR="00BA68EB" w:rsidRDefault="00BA68E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7E0E415" w14:textId="77777777" w:rsidR="00BA68EB" w:rsidRDefault="00BA68EB" w:rsidP="00F54B1F">
            <w:pPr>
              <w:pStyle w:val="libPoem"/>
            </w:pPr>
            <w:r>
              <w:rPr>
                <w:rtl/>
                <w:lang w:bidi="fa-IR"/>
              </w:rPr>
              <w:t>وسايل اليرحون ويجون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68EB" w14:paraId="38CE9CE3" w14:textId="77777777" w:rsidTr="00F54B1F">
        <w:trPr>
          <w:trHeight w:val="350"/>
        </w:trPr>
        <w:tc>
          <w:tcPr>
            <w:tcW w:w="3920" w:type="dxa"/>
          </w:tcPr>
          <w:p w14:paraId="62CF3E5A" w14:textId="77777777" w:rsidR="00BA68EB" w:rsidRDefault="00BA68EB" w:rsidP="00F54B1F">
            <w:pPr>
              <w:pStyle w:val="libPoem"/>
            </w:pPr>
            <w:r>
              <w:rPr>
                <w:rtl/>
                <w:lang w:bidi="fa-IR"/>
              </w:rPr>
              <w:t>متى يا بني هاشم لنا اتجون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97EA9F" w14:textId="77777777" w:rsidR="00BA68EB" w:rsidRDefault="00BA68E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10AD21" w14:textId="77777777" w:rsidR="00BA68EB" w:rsidRDefault="00BA68EB" w:rsidP="00F54B1F">
            <w:pPr>
              <w:pStyle w:val="libPoem"/>
            </w:pPr>
            <w:r>
              <w:rPr>
                <w:rtl/>
                <w:lang w:bidi="fa-IR"/>
              </w:rPr>
              <w:t>انا اظنون جيّتكم لي اظنون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68EB" w14:paraId="4B40FED0" w14:textId="77777777" w:rsidTr="00F54B1F">
        <w:trPr>
          <w:trHeight w:val="350"/>
        </w:trPr>
        <w:tc>
          <w:tcPr>
            <w:tcW w:w="3920" w:type="dxa"/>
          </w:tcPr>
          <w:p w14:paraId="69657865" w14:textId="77777777" w:rsidR="00BA68EB" w:rsidRDefault="00BA68EB" w:rsidP="00F54B1F">
            <w:pPr>
              <w:pStyle w:val="libPoem"/>
            </w:pPr>
            <w:r>
              <w:rPr>
                <w:rtl/>
                <w:lang w:bidi="fa-IR"/>
              </w:rPr>
              <w:t>ما ظنّتي الغياب يلفون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C8A2EA" w14:textId="77777777" w:rsidR="00BA68EB" w:rsidRDefault="00BA68EB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1EDE3F" w14:textId="77777777" w:rsidR="00BA68EB" w:rsidRDefault="00BA68EB" w:rsidP="00F54B1F">
            <w:pPr>
              <w:pStyle w:val="libPoem"/>
            </w:pPr>
            <w:r>
              <w:rPr>
                <w:rtl/>
                <w:lang w:bidi="fa-IR"/>
              </w:rPr>
              <w:t>يا عزوتي لولي تردون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77C48EF" w14:textId="77777777" w:rsidR="00EE7C84" w:rsidRDefault="00EE7C84" w:rsidP="00BA68EB">
      <w:pPr>
        <w:pStyle w:val="libPoemCenter"/>
        <w:rPr>
          <w:lang w:bidi="fa-IR"/>
        </w:rPr>
      </w:pPr>
      <w:r>
        <w:rPr>
          <w:rtl/>
          <w:lang w:bidi="fa-IR"/>
        </w:rPr>
        <w:t>لفرح وعيّد ساعة اتجون</w:t>
      </w:r>
    </w:p>
    <w:p w14:paraId="1606A45C" w14:textId="77777777" w:rsidR="00EE7C84" w:rsidRDefault="00EE7C84" w:rsidP="00BA68EB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17DC255B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7391D5E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فصل في أحوال حبيب بن مظاهر الأسدي (رض)</w:t>
      </w:r>
      <w:r w:rsidR="00FB110A">
        <w:rPr>
          <w:rtl/>
          <w:lang w:bidi="fa-IR"/>
        </w:rPr>
        <w:t>.</w:t>
      </w:r>
    </w:p>
    <w:p w14:paraId="3CC88B9D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تسأل أخاها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54B1F" w14:paraId="2548D906" w14:textId="77777777" w:rsidTr="00F54B1F">
        <w:trPr>
          <w:trHeight w:val="350"/>
        </w:trPr>
        <w:tc>
          <w:tcPr>
            <w:tcW w:w="3920" w:type="dxa"/>
            <w:shd w:val="clear" w:color="auto" w:fill="auto"/>
          </w:tcPr>
          <w:p w14:paraId="74A0C798" w14:textId="77777777" w:rsidR="00F54B1F" w:rsidRDefault="00BA0C12" w:rsidP="00F54B1F">
            <w:pPr>
              <w:pStyle w:val="libPoem"/>
            </w:pPr>
            <w:r>
              <w:rPr>
                <w:rtl/>
                <w:lang w:bidi="fa-IR"/>
              </w:rPr>
              <w:t>يا حجّة المعبود يامن</w:t>
            </w:r>
            <w:r w:rsidR="00F54B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7160FF3" w14:textId="77777777" w:rsidR="00F54B1F" w:rsidRDefault="00F54B1F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46EAF54" w14:textId="77777777" w:rsidR="00F54B1F" w:rsidRDefault="00BA0C12" w:rsidP="00F54B1F">
            <w:pPr>
              <w:pStyle w:val="libPoem"/>
            </w:pPr>
            <w:r>
              <w:rPr>
                <w:rtl/>
                <w:lang w:bidi="fa-IR"/>
              </w:rPr>
              <w:t>لا لاذ به لمخيف آمن</w:t>
            </w:r>
            <w:r w:rsidR="00F54B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54B1F" w14:paraId="712E5581" w14:textId="77777777" w:rsidTr="00F54B1F">
        <w:trPr>
          <w:trHeight w:val="350"/>
        </w:trPr>
        <w:tc>
          <w:tcPr>
            <w:tcW w:w="3920" w:type="dxa"/>
          </w:tcPr>
          <w:p w14:paraId="76BA74CC" w14:textId="77777777" w:rsidR="00F54B1F" w:rsidRDefault="00BA0C12" w:rsidP="00F54B1F">
            <w:pPr>
              <w:pStyle w:val="libPoem"/>
            </w:pPr>
            <w:r>
              <w:rPr>
                <w:rtl/>
                <w:lang w:bidi="fa-IR"/>
              </w:rPr>
              <w:t>أشوف لنصار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ايتحامن</w:t>
            </w:r>
            <w:r w:rsidR="00F54B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1FAA19" w14:textId="77777777" w:rsidR="00F54B1F" w:rsidRDefault="00F54B1F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CD61D0" w14:textId="77777777" w:rsidR="00F54B1F" w:rsidRDefault="00BA0C12" w:rsidP="00F54B1F">
            <w:pPr>
              <w:pStyle w:val="libPoem"/>
            </w:pPr>
            <w:r>
              <w:rPr>
                <w:rtl/>
                <w:lang w:bidi="fa-IR"/>
              </w:rPr>
              <w:t>اُو لزمن بيارقهن اُوقامن</w:t>
            </w:r>
            <w:r w:rsidR="00F54B1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9933A1D" w14:textId="77777777" w:rsidR="00EE7C84" w:rsidRDefault="00EE7C84" w:rsidP="00F54B1F">
      <w:pPr>
        <w:pStyle w:val="libPoemCenter"/>
        <w:rPr>
          <w:lang w:bidi="fa-IR"/>
        </w:rPr>
      </w:pPr>
      <w:r>
        <w:rPr>
          <w:rtl/>
          <w:lang w:bidi="fa-IR"/>
        </w:rPr>
        <w:t>اُوهالبيرق الملفوف لامن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54B1F" w14:paraId="081E07B6" w14:textId="77777777" w:rsidTr="00F54B1F">
        <w:trPr>
          <w:trHeight w:val="350"/>
        </w:trPr>
        <w:tc>
          <w:tcPr>
            <w:tcW w:w="3920" w:type="dxa"/>
            <w:shd w:val="clear" w:color="auto" w:fill="auto"/>
          </w:tcPr>
          <w:p w14:paraId="402934F0" w14:textId="77777777" w:rsidR="00F54B1F" w:rsidRDefault="00BA0C12" w:rsidP="00F54B1F">
            <w:pPr>
              <w:pStyle w:val="libPoem"/>
            </w:pPr>
            <w:r>
              <w:rPr>
                <w:rtl/>
                <w:lang w:bidi="fa-IR"/>
              </w:rPr>
              <w:t>يابن الوصي فحل الفحوله</w:t>
            </w:r>
            <w:r w:rsidR="00F54B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7E0C331" w14:textId="77777777" w:rsidR="00F54B1F" w:rsidRDefault="00F54B1F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4ACE6C5" w14:textId="77777777" w:rsidR="00F54B1F" w:rsidRDefault="00BA0C12" w:rsidP="00F54B1F">
            <w:pPr>
              <w:pStyle w:val="libPoem"/>
            </w:pPr>
            <w:r>
              <w:rPr>
                <w:rtl/>
                <w:lang w:bidi="fa-IR"/>
              </w:rPr>
              <w:t>واخليفة الباري اُو رسوله</w:t>
            </w:r>
            <w:r w:rsidR="00F54B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54B1F" w14:paraId="02CF5A21" w14:textId="77777777" w:rsidTr="00F54B1F">
        <w:trPr>
          <w:trHeight w:val="350"/>
        </w:trPr>
        <w:tc>
          <w:tcPr>
            <w:tcW w:w="3920" w:type="dxa"/>
          </w:tcPr>
          <w:p w14:paraId="031A7310" w14:textId="77777777" w:rsidR="00F54B1F" w:rsidRDefault="00BA0C12" w:rsidP="00F54B1F">
            <w:pPr>
              <w:pStyle w:val="libPoem"/>
            </w:pPr>
            <w:r>
              <w:rPr>
                <w:rtl/>
                <w:lang w:bidi="fa-IR"/>
              </w:rPr>
              <w:t>ذاك الذي مقتول غيله</w:t>
            </w:r>
            <w:r w:rsidR="00F54B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BCEB28" w14:textId="77777777" w:rsidR="00F54B1F" w:rsidRDefault="00F54B1F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9615CD" w14:textId="77777777" w:rsidR="00F54B1F" w:rsidRDefault="00BA0C12" w:rsidP="00F54B1F">
            <w:pPr>
              <w:pStyle w:val="libPoem"/>
            </w:pPr>
            <w:r>
              <w:rPr>
                <w:rtl/>
                <w:lang w:bidi="fa-IR"/>
              </w:rPr>
              <w:t>يبن فاطمة الزهرا البتوله</w:t>
            </w:r>
            <w:r w:rsidR="00F54B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54B1F" w14:paraId="4B54F4CD" w14:textId="77777777" w:rsidTr="00F54B1F">
        <w:trPr>
          <w:trHeight w:val="350"/>
        </w:trPr>
        <w:tc>
          <w:tcPr>
            <w:tcW w:w="3920" w:type="dxa"/>
          </w:tcPr>
          <w:p w14:paraId="67C152D1" w14:textId="77777777" w:rsidR="00F54B1F" w:rsidRDefault="00BA0C12" w:rsidP="00F54B1F">
            <w:pPr>
              <w:pStyle w:val="libPoem"/>
            </w:pPr>
            <w:r>
              <w:rPr>
                <w:rtl/>
                <w:lang w:bidi="fa-IR"/>
              </w:rPr>
              <w:t>هالبيرق اللي يذكروا له</w:t>
            </w:r>
            <w:r w:rsidR="00F54B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9309EB" w14:textId="77777777" w:rsidR="00F54B1F" w:rsidRDefault="00F54B1F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F08616" w14:textId="77777777" w:rsidR="00F54B1F" w:rsidRDefault="00BA0C12" w:rsidP="00F54B1F">
            <w:pPr>
              <w:pStyle w:val="libPoem"/>
            </w:pPr>
            <w:r>
              <w:rPr>
                <w:rtl/>
                <w:lang w:bidi="fa-IR"/>
              </w:rPr>
              <w:t>ياهو من اُولاد الحموله</w:t>
            </w:r>
            <w:r w:rsidR="00F54B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54B1F" w14:paraId="03621CF4" w14:textId="77777777" w:rsidTr="00F54B1F">
        <w:trPr>
          <w:trHeight w:val="350"/>
        </w:trPr>
        <w:tc>
          <w:tcPr>
            <w:tcW w:w="3920" w:type="dxa"/>
          </w:tcPr>
          <w:p w14:paraId="15402B26" w14:textId="77777777" w:rsidR="00F54B1F" w:rsidRDefault="00BA0C12" w:rsidP="00F54B1F">
            <w:pPr>
              <w:pStyle w:val="libPoem"/>
            </w:pPr>
            <w:r>
              <w:rPr>
                <w:rtl/>
                <w:lang w:bidi="fa-IR"/>
              </w:rPr>
              <w:t>يوم الحرب منهو اليشيله</w:t>
            </w:r>
            <w:r w:rsidR="00F54B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C42001" w14:textId="77777777" w:rsidR="00F54B1F" w:rsidRDefault="00F54B1F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0C9FFA" w14:textId="77777777" w:rsidR="00F54B1F" w:rsidRDefault="00BA0C12" w:rsidP="00F54B1F">
            <w:pPr>
              <w:pStyle w:val="libPoem"/>
            </w:pPr>
            <w:r>
              <w:rPr>
                <w:rtl/>
                <w:lang w:bidi="fa-IR"/>
              </w:rPr>
              <w:t>نادى يزينب يا جليله</w:t>
            </w:r>
            <w:r w:rsidR="00F54B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54B1F" w14:paraId="30D7AC6D" w14:textId="77777777" w:rsidTr="00F54B1F">
        <w:trPr>
          <w:trHeight w:val="350"/>
        </w:trPr>
        <w:tc>
          <w:tcPr>
            <w:tcW w:w="3920" w:type="dxa"/>
          </w:tcPr>
          <w:p w14:paraId="65FD7C07" w14:textId="77777777" w:rsidR="00F54B1F" w:rsidRDefault="00BA0C12" w:rsidP="00F54B1F">
            <w:pPr>
              <w:pStyle w:val="libPoem"/>
            </w:pPr>
            <w:r>
              <w:rPr>
                <w:rtl/>
                <w:lang w:bidi="fa-IR"/>
              </w:rPr>
              <w:t>يمخدّرة فحل الفحوله</w:t>
            </w:r>
            <w:r w:rsidR="00F54B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8C0C02" w14:textId="77777777" w:rsidR="00F54B1F" w:rsidRDefault="00F54B1F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B57F0B" w14:textId="77777777" w:rsidR="00F54B1F" w:rsidRDefault="00BA0C12" w:rsidP="00F54B1F">
            <w:pPr>
              <w:pStyle w:val="libPoem"/>
            </w:pPr>
            <w:r>
              <w:rPr>
                <w:rtl/>
                <w:lang w:bidi="fa-IR"/>
              </w:rPr>
              <w:t>يعزيزة الزهرا البتوله</w:t>
            </w:r>
            <w:r w:rsidR="00F54B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54B1F" w14:paraId="691008A3" w14:textId="77777777" w:rsidTr="00F54B1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CFEACDC" w14:textId="77777777" w:rsidR="00F54B1F" w:rsidRDefault="00BA0C12" w:rsidP="00F54B1F">
            <w:pPr>
              <w:pStyle w:val="libPoem"/>
            </w:pPr>
            <w:r>
              <w:rPr>
                <w:rtl/>
                <w:lang w:bidi="fa-IR"/>
              </w:rPr>
              <w:t>هالبيرق اللي تنظري له</w:t>
            </w:r>
            <w:r w:rsidR="00F54B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3A56E7" w14:textId="77777777" w:rsidR="00F54B1F" w:rsidRDefault="00F54B1F" w:rsidP="00F54B1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24B3BC" w14:textId="77777777" w:rsidR="00F54B1F" w:rsidRDefault="00BA0C12" w:rsidP="00F54B1F">
            <w:pPr>
              <w:pStyle w:val="libPoem"/>
            </w:pPr>
            <w:r>
              <w:rPr>
                <w:rtl/>
                <w:lang w:bidi="fa-IR"/>
              </w:rPr>
              <w:t>إلى احبيب باكتب له الليله</w:t>
            </w:r>
            <w:r w:rsidR="00F54B1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7285126" w14:textId="77777777" w:rsidR="00EE7C84" w:rsidRDefault="00EE7C84" w:rsidP="00F54B1F">
      <w:pPr>
        <w:pStyle w:val="libPoemCenter"/>
        <w:rPr>
          <w:lang w:bidi="fa-IR"/>
        </w:rPr>
      </w:pPr>
      <w:r>
        <w:rPr>
          <w:rtl/>
          <w:lang w:bidi="fa-IR"/>
        </w:rPr>
        <w:t>ياتي من الكوفة يشيله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A0C12" w14:paraId="43B02405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50BDE2EA" w14:textId="77777777" w:rsidR="00BA0C12" w:rsidRDefault="00BA0C12" w:rsidP="006303E0">
            <w:pPr>
              <w:pStyle w:val="libPoem"/>
            </w:pPr>
            <w:r>
              <w:rPr>
                <w:rtl/>
                <w:lang w:bidi="fa-IR"/>
              </w:rPr>
              <w:t>يا نور عرش الله اُو جلاله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FB7091F" w14:textId="77777777" w:rsidR="00BA0C12" w:rsidRDefault="00BA0C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BE5A322" w14:textId="77777777" w:rsidR="00BA0C12" w:rsidRDefault="00BA0C12" w:rsidP="006303E0">
            <w:pPr>
              <w:pStyle w:val="libPoem"/>
            </w:pPr>
            <w:r>
              <w:rPr>
                <w:rtl/>
                <w:lang w:bidi="fa-IR"/>
              </w:rPr>
              <w:t>يا آية الباري تعالى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0C12" w14:paraId="50FE9A3E" w14:textId="77777777" w:rsidTr="006303E0">
        <w:trPr>
          <w:trHeight w:val="350"/>
        </w:trPr>
        <w:tc>
          <w:tcPr>
            <w:tcW w:w="3920" w:type="dxa"/>
          </w:tcPr>
          <w:p w14:paraId="5762B765" w14:textId="77777777" w:rsidR="00BA0C12" w:rsidRDefault="00BA0C12" w:rsidP="006303E0">
            <w:pPr>
              <w:pStyle w:val="libPoem"/>
            </w:pPr>
            <w:r>
              <w:rPr>
                <w:rtl/>
                <w:lang w:bidi="fa-IR"/>
              </w:rPr>
              <w:t>هالعلم يا راعي الجلاله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2286E5" w14:textId="77777777" w:rsidR="00BA0C12" w:rsidRDefault="00BA0C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9DB391" w14:textId="77777777" w:rsidR="00BA0C12" w:rsidRDefault="00BA0C12" w:rsidP="006303E0">
            <w:pPr>
              <w:pStyle w:val="libPoem"/>
            </w:pPr>
            <w:r>
              <w:rPr>
                <w:rtl/>
                <w:lang w:bidi="fa-IR"/>
              </w:rPr>
              <w:t>ماشوف احد يحسين شاله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2701653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يجاوب زينب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A0C12" w14:paraId="774BB80A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31154F8F" w14:textId="77777777" w:rsidR="00BA0C12" w:rsidRDefault="00BA0C12" w:rsidP="006303E0">
            <w:pPr>
              <w:pStyle w:val="libPoem"/>
            </w:pPr>
            <w:r>
              <w:rPr>
                <w:rtl/>
                <w:lang w:bidi="fa-IR"/>
              </w:rPr>
              <w:t>قلها اُو عبراته هتونه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999FFE3" w14:textId="77777777" w:rsidR="00BA0C12" w:rsidRDefault="00BA0C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3FA6043" w14:textId="77777777" w:rsidR="00BA0C12" w:rsidRDefault="00BA0C12" w:rsidP="006303E0">
            <w:pPr>
              <w:pStyle w:val="libPoem"/>
            </w:pPr>
            <w:r>
              <w:rPr>
                <w:rtl/>
                <w:lang w:bidi="fa-IR"/>
              </w:rPr>
              <w:t>واللي ابخدرها كلفونا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0C12" w14:paraId="3C15B0A0" w14:textId="77777777" w:rsidTr="006303E0">
        <w:trPr>
          <w:trHeight w:val="350"/>
        </w:trPr>
        <w:tc>
          <w:tcPr>
            <w:tcW w:w="3920" w:type="dxa"/>
          </w:tcPr>
          <w:p w14:paraId="2EE03F56" w14:textId="77777777" w:rsidR="00BA0C12" w:rsidRDefault="00BA0C12" w:rsidP="006303E0">
            <w:pPr>
              <w:pStyle w:val="libPoem"/>
            </w:pPr>
            <w:r>
              <w:rPr>
                <w:rtl/>
                <w:lang w:bidi="fa-IR"/>
              </w:rPr>
              <w:t>يمخدرة حيدر ابونا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EA88B4" w14:textId="77777777" w:rsidR="00BA0C12" w:rsidRDefault="00BA0C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8B3FA7" w14:textId="77777777" w:rsidR="00BA0C12" w:rsidRDefault="00BA0C12" w:rsidP="006303E0">
            <w:pPr>
              <w:pStyle w:val="libPoem"/>
            </w:pPr>
            <w:r>
              <w:rPr>
                <w:rtl/>
                <w:lang w:bidi="fa-IR"/>
              </w:rPr>
              <w:t>هالبيرق اللي تنظرينه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0C12" w14:paraId="4AAE38D8" w14:textId="77777777" w:rsidTr="006303E0">
        <w:trPr>
          <w:trHeight w:val="350"/>
        </w:trPr>
        <w:tc>
          <w:tcPr>
            <w:tcW w:w="3920" w:type="dxa"/>
          </w:tcPr>
          <w:p w14:paraId="2725C47E" w14:textId="77777777" w:rsidR="00BA0C12" w:rsidRDefault="00BA0C12" w:rsidP="006303E0">
            <w:pPr>
              <w:pStyle w:val="libPoem"/>
            </w:pPr>
            <w:r>
              <w:rPr>
                <w:rtl/>
                <w:lang w:bidi="fa-IR"/>
              </w:rPr>
              <w:t>والانصار كلها حايطينه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EFCB7F" w14:textId="77777777" w:rsidR="00BA0C12" w:rsidRDefault="00BA0C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5EAA0C" w14:textId="77777777" w:rsidR="00BA0C12" w:rsidRDefault="00BA0C12" w:rsidP="006303E0">
            <w:pPr>
              <w:pStyle w:val="libPoem"/>
            </w:pPr>
            <w:r>
              <w:rPr>
                <w:rtl/>
                <w:lang w:bidi="fa-IR"/>
              </w:rPr>
              <w:t>إلى احبيب في الكوفة يجينا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0C12" w14:paraId="043F9F24" w14:textId="77777777" w:rsidTr="006303E0">
        <w:trPr>
          <w:trHeight w:val="350"/>
        </w:trPr>
        <w:tc>
          <w:tcPr>
            <w:tcW w:w="3920" w:type="dxa"/>
          </w:tcPr>
          <w:p w14:paraId="18C78FF0" w14:textId="77777777" w:rsidR="00BA0C12" w:rsidRDefault="00BA0C12" w:rsidP="006303E0">
            <w:pPr>
              <w:pStyle w:val="libPoem"/>
            </w:pPr>
            <w:r>
              <w:rPr>
                <w:rtl/>
                <w:lang w:bidi="fa-IR"/>
              </w:rPr>
              <w:t>يمخدرة حيدر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E9A768" w14:textId="77777777" w:rsidR="00BA0C12" w:rsidRDefault="00BA0C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C8039E" w14:textId="77777777" w:rsidR="00BA0C12" w:rsidRDefault="00BA0C12" w:rsidP="006303E0">
            <w:pPr>
              <w:pStyle w:val="libPoem"/>
            </w:pPr>
            <w:r>
              <w:rPr>
                <w:rtl/>
                <w:lang w:bidi="fa-IR"/>
              </w:rPr>
              <w:t>يمن جدها الهادي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0C12" w14:paraId="1E9921EE" w14:textId="77777777" w:rsidTr="006303E0">
        <w:trPr>
          <w:trHeight w:val="350"/>
        </w:trPr>
        <w:tc>
          <w:tcPr>
            <w:tcW w:w="3920" w:type="dxa"/>
          </w:tcPr>
          <w:p w14:paraId="17C8DA48" w14:textId="77777777" w:rsidR="00BA0C12" w:rsidRDefault="00BA0C12" w:rsidP="006303E0">
            <w:pPr>
              <w:pStyle w:val="libPoem"/>
            </w:pPr>
            <w:r>
              <w:rPr>
                <w:rtl/>
                <w:lang w:bidi="fa-IR"/>
              </w:rPr>
              <w:t>ابهالبيرق التفت الأنصار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6ACA76" w14:textId="77777777" w:rsidR="00BA0C12" w:rsidRDefault="00BA0C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E5BD3A" w14:textId="77777777" w:rsidR="00BA0C12" w:rsidRDefault="00BA0C12" w:rsidP="006303E0">
            <w:pPr>
              <w:pStyle w:val="libPoem"/>
            </w:pPr>
            <w:r>
              <w:rPr>
                <w:rtl/>
                <w:lang w:bidi="fa-IR"/>
              </w:rPr>
              <w:t>بيجي له الفارس المغوار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3B7625A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5D450E0E" w14:textId="77777777" w:rsidR="00EE7C84" w:rsidRDefault="00EE7C84" w:rsidP="00735D3D">
      <w:pPr>
        <w:pStyle w:val="libPoemCenter"/>
        <w:rPr>
          <w:lang w:bidi="fa-IR"/>
        </w:rPr>
      </w:pPr>
      <w:r>
        <w:rPr>
          <w:rtl/>
          <w:lang w:bidi="fa-IR"/>
        </w:rPr>
        <w:t>احبيب اللي يشعل بالعدى نار</w:t>
      </w:r>
    </w:p>
    <w:p w14:paraId="3D391690" w14:textId="77777777" w:rsidR="00EE7C84" w:rsidRDefault="00D90438" w:rsidP="00EE7C84">
      <w:pPr>
        <w:pStyle w:val="libNormal"/>
        <w:rPr>
          <w:lang w:bidi="fa-IR"/>
        </w:rPr>
      </w:pPr>
      <w:r>
        <w:rPr>
          <w:rtl/>
          <w:lang w:bidi="fa-IR"/>
        </w:rPr>
        <w:t>لما</w:t>
      </w:r>
      <w:r w:rsidR="00EE7C84">
        <w:rPr>
          <w:rtl/>
          <w:lang w:bidi="fa-IR"/>
        </w:rPr>
        <w:t xml:space="preserve"> وصل حبيب إلى الحسين (</w:t>
      </w:r>
      <w:r w:rsidR="00B01AF7" w:rsidRPr="00B01AF7">
        <w:rPr>
          <w:rStyle w:val="libAlaemChar"/>
          <w:rtl/>
        </w:rPr>
        <w:t>عليه‌السلام</w:t>
      </w:r>
      <w:r w:rsidR="00EE7C84">
        <w:rPr>
          <w:rtl/>
          <w:lang w:bidi="fa-IR"/>
        </w:rPr>
        <w:t>) في كربلاء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35D3D" w14:paraId="10F51059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5223663B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نادى اُودمعاته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315D00F" w14:textId="77777777" w:rsidR="00735D3D" w:rsidRDefault="00735D3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6DB9521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يحسين يا نسل الزكيّه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D3D" w14:paraId="2DE1B8D5" w14:textId="77777777" w:rsidTr="006303E0">
        <w:trPr>
          <w:trHeight w:val="350"/>
        </w:trPr>
        <w:tc>
          <w:tcPr>
            <w:tcW w:w="3920" w:type="dxa"/>
          </w:tcPr>
          <w:p w14:paraId="2480D564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جيتك يبن أزكى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87137F" w14:textId="77777777" w:rsidR="00735D3D" w:rsidRDefault="00735D3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03FBDA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والروح إلك منّي هديّه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D3D" w14:paraId="6ADDC0A9" w14:textId="77777777" w:rsidTr="006303E0">
        <w:trPr>
          <w:trHeight w:val="350"/>
        </w:trPr>
        <w:tc>
          <w:tcPr>
            <w:tcW w:w="3920" w:type="dxa"/>
          </w:tcPr>
          <w:p w14:paraId="477C86AA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قبلك أنا اذوق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4705F2" w14:textId="77777777" w:rsidR="00735D3D" w:rsidRDefault="00735D3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BBD4C1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فدوة يسلطان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834F759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يُجيب حبيباً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35D3D" w14:paraId="59E76AE7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0301F72A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قلّه اُودمعاته نثيره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D73B3F6" w14:textId="77777777" w:rsidR="00735D3D" w:rsidRDefault="00735D3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ACBDCEE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يحبيب يا شيخ العشيره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D3D" w14:paraId="2F5965FF" w14:textId="77777777" w:rsidTr="006303E0">
        <w:trPr>
          <w:trHeight w:val="350"/>
        </w:trPr>
        <w:tc>
          <w:tcPr>
            <w:tcW w:w="3920" w:type="dxa"/>
          </w:tcPr>
          <w:p w14:paraId="1DFD14F5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يا من دنى عمره ابمسيره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19CA35" w14:textId="77777777" w:rsidR="00735D3D" w:rsidRDefault="00735D3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6F0682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نذبح قبل وقت الظهيره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3AAA707" w14:textId="77777777" w:rsidR="00EE7C84" w:rsidRDefault="00EE7C84" w:rsidP="00735D3D">
      <w:pPr>
        <w:pStyle w:val="libPoemCenter"/>
        <w:rPr>
          <w:lang w:bidi="fa-IR"/>
        </w:rPr>
      </w:pPr>
      <w:r>
        <w:rPr>
          <w:rtl/>
          <w:lang w:bidi="fa-IR"/>
        </w:rPr>
        <w:t>اُوجثثنا تتم كلها عفيره</w:t>
      </w:r>
    </w:p>
    <w:p w14:paraId="14D684A6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تسأل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35D3D" w14:paraId="1E7068FB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04AB8443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زينب تقلّه يا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2FDBB68" w14:textId="77777777" w:rsidR="00735D3D" w:rsidRDefault="00735D3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B0B600C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هاليوم منهو الجاي 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D3D" w14:paraId="4F084993" w14:textId="77777777" w:rsidTr="006303E0">
        <w:trPr>
          <w:trHeight w:val="350"/>
        </w:trPr>
        <w:tc>
          <w:tcPr>
            <w:tcW w:w="3920" w:type="dxa"/>
          </w:tcPr>
          <w:p w14:paraId="597816A3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خلّي علي لكبر يجينا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09408E" w14:textId="77777777" w:rsidR="00735D3D" w:rsidRDefault="00735D3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FE8384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قلها يعمّه يا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BFB7874" w14:textId="77777777" w:rsidR="00EE7C84" w:rsidRDefault="00EE7C84" w:rsidP="00735D3D">
      <w:pPr>
        <w:pStyle w:val="libPoemCenter"/>
        <w:rPr>
          <w:lang w:bidi="fa-IR"/>
        </w:rPr>
      </w:pPr>
      <w:r>
        <w:rPr>
          <w:rtl/>
          <w:lang w:bidi="fa-IR"/>
        </w:rPr>
        <w:t>هذا احبيب جا ناصر إلينا</w:t>
      </w:r>
    </w:p>
    <w:p w14:paraId="4948AAC5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خطاب زينب لحبيب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35D3D" w14:paraId="0964A6AC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03CC1CFD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يحبيب عاين للعساكر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880CC15" w14:textId="77777777" w:rsidR="00735D3D" w:rsidRDefault="00735D3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02227FC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دارت على ايمامك الطاهر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D3D" w14:paraId="37640858" w14:textId="77777777" w:rsidTr="006303E0">
        <w:trPr>
          <w:trHeight w:val="350"/>
        </w:trPr>
        <w:tc>
          <w:tcPr>
            <w:tcW w:w="3920" w:type="dxa"/>
          </w:tcPr>
          <w:p w14:paraId="755AC9D5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شوفه يصك الكفِّ حاير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FDD6CF" w14:textId="77777777" w:rsidR="00735D3D" w:rsidRDefault="00735D3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26825D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ترى شوفته تكسر الخاطر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D3D" w14:paraId="7C05A491" w14:textId="77777777" w:rsidTr="006303E0">
        <w:trPr>
          <w:trHeight w:val="350"/>
        </w:trPr>
        <w:tc>
          <w:tcPr>
            <w:tcW w:w="3920" w:type="dxa"/>
          </w:tcPr>
          <w:p w14:paraId="13A0FAA7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اينادي ولا يوجد الناصر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BC949D" w14:textId="77777777" w:rsidR="00735D3D" w:rsidRDefault="00735D3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A9E0A80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وابها النسا يحبيب حاير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D3D" w14:paraId="36C5E313" w14:textId="77777777" w:rsidTr="006303E0">
        <w:trPr>
          <w:trHeight w:val="350"/>
        </w:trPr>
        <w:tc>
          <w:tcPr>
            <w:tcW w:w="3920" w:type="dxa"/>
          </w:tcPr>
          <w:p w14:paraId="7F87473B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يحبيب جاهد دون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C4ACAE" w14:textId="77777777" w:rsidR="00735D3D" w:rsidRDefault="00735D3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2147A2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محتار وحده إبها 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D3D" w14:paraId="661D31C4" w14:textId="77777777" w:rsidTr="006303E0">
        <w:trPr>
          <w:trHeight w:val="350"/>
        </w:trPr>
        <w:tc>
          <w:tcPr>
            <w:tcW w:w="3920" w:type="dxa"/>
          </w:tcPr>
          <w:p w14:paraId="60A525D8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ابغربة بلا ناصر ولا امعين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A9B66C" w14:textId="77777777" w:rsidR="00735D3D" w:rsidRDefault="00735D3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C816BE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وانا خايفة من هجمة البين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90B15A2" w14:textId="77777777" w:rsidR="00EE7C84" w:rsidRDefault="00EE7C84" w:rsidP="00735D3D">
      <w:pPr>
        <w:pStyle w:val="libPoemCenter"/>
        <w:rPr>
          <w:lang w:bidi="fa-IR"/>
        </w:rPr>
      </w:pPr>
      <w:r>
        <w:rPr>
          <w:rtl/>
          <w:lang w:bidi="fa-IR"/>
        </w:rPr>
        <w:t>اُو يروح البطل عبّاس واِحسين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35D3D" w14:paraId="2351A76E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09498AC6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يحبيب شوروا اعلى ضمدنا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55D73C4" w14:textId="77777777" w:rsidR="00735D3D" w:rsidRDefault="00735D3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D2F1BFD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ايشيل الظعن بينا اُو يردنا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D3D" w14:paraId="25608F4B" w14:textId="77777777" w:rsidTr="006303E0">
        <w:trPr>
          <w:trHeight w:val="350"/>
        </w:trPr>
        <w:tc>
          <w:tcPr>
            <w:tcW w:w="3920" w:type="dxa"/>
          </w:tcPr>
          <w:p w14:paraId="0E90FDBB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هذا خلف بونا اُوجدنا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62AF72" w14:textId="77777777" w:rsidR="00735D3D" w:rsidRDefault="00735D3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F19150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يا كربلا لاَرضك وردنا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465F2F0" w14:textId="77777777" w:rsidR="00EE7C84" w:rsidRDefault="00EE7C84" w:rsidP="00735D3D">
      <w:pPr>
        <w:pStyle w:val="libPoemCenter"/>
        <w:rPr>
          <w:lang w:bidi="fa-IR"/>
        </w:rPr>
      </w:pPr>
      <w:r>
        <w:rPr>
          <w:rtl/>
          <w:lang w:bidi="fa-IR"/>
        </w:rPr>
        <w:t>بس ما وصلنا وانحبسنا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35D3D" w14:paraId="234D6FB7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562587A0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يناصر اخويه الليث يحبيب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8D0E5EE" w14:textId="77777777" w:rsidR="00735D3D" w:rsidRDefault="00735D3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111CF61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يا لجاي قصدك تخضب الشيب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D3D" w14:paraId="341BF220" w14:textId="77777777" w:rsidTr="006303E0">
        <w:trPr>
          <w:trHeight w:val="350"/>
        </w:trPr>
        <w:tc>
          <w:tcPr>
            <w:tcW w:w="3920" w:type="dxa"/>
          </w:tcPr>
          <w:p w14:paraId="6CC39127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يا لبايع عمره لنا ابطيب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A46A10" w14:textId="77777777" w:rsidR="00735D3D" w:rsidRDefault="00735D3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859E70" w14:textId="77777777" w:rsidR="00735D3D" w:rsidRDefault="00735D3D" w:rsidP="006303E0">
            <w:pPr>
              <w:pStyle w:val="libPoem"/>
            </w:pPr>
            <w:r>
              <w:rPr>
                <w:rtl/>
                <w:lang w:bidi="fa-IR"/>
              </w:rPr>
              <w:t>شوف الولي متحير اغريب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F247B6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90D37" w14:paraId="34E4D8F6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259E3C90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يحبيب يا ناصر ولينا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286319C" w14:textId="77777777" w:rsidR="00690D37" w:rsidRDefault="00690D3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12A0A96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يا لجايد ابروحه علينا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0D37" w14:paraId="3533D472" w14:textId="77777777" w:rsidTr="006303E0">
        <w:trPr>
          <w:trHeight w:val="350"/>
        </w:trPr>
        <w:tc>
          <w:tcPr>
            <w:tcW w:w="3920" w:type="dxa"/>
          </w:tcPr>
          <w:p w14:paraId="4A641F3F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اقل لك متدري اليوم بينا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0F9178" w14:textId="77777777" w:rsidR="00690D37" w:rsidRDefault="00690D3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4CA3C7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ترى اِحسين شمامة نبينا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0D37" w14:paraId="022E8723" w14:textId="77777777" w:rsidTr="006303E0">
        <w:trPr>
          <w:trHeight w:val="350"/>
        </w:trPr>
        <w:tc>
          <w:tcPr>
            <w:tcW w:w="3920" w:type="dxa"/>
          </w:tcPr>
          <w:p w14:paraId="2069FA60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الكوفة اهلها امكاتبينه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B6EA00" w14:textId="77777777" w:rsidR="00690D37" w:rsidRDefault="00690D3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3BD386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واليوم جوله ايحاربونه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0D37" w14:paraId="1C75D4BB" w14:textId="77777777" w:rsidTr="006303E0">
        <w:trPr>
          <w:trHeight w:val="350"/>
        </w:trPr>
        <w:tc>
          <w:tcPr>
            <w:tcW w:w="3920" w:type="dxa"/>
          </w:tcPr>
          <w:p w14:paraId="4E02F9D1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يحبيب شورا على الشفيّه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36B84B" w14:textId="77777777" w:rsidR="00690D37" w:rsidRDefault="00690D3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48FF45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عزيز النّبي اُوباقي البقيّه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0D37" w14:paraId="3EB1E82A" w14:textId="77777777" w:rsidTr="006303E0">
        <w:trPr>
          <w:trHeight w:val="350"/>
        </w:trPr>
        <w:tc>
          <w:tcPr>
            <w:tcW w:w="3920" w:type="dxa"/>
          </w:tcPr>
          <w:p w14:paraId="6F6EDB87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ايقوّض ابظعنه هالعشيّه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E8C2D5" w14:textId="77777777" w:rsidR="00690D37" w:rsidRDefault="00690D3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87115D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انا خايفه برض الغاضريّه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0D37" w14:paraId="0E96A92F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A2462C2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تذبح ارجالي بالسويّه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ED7B99" w14:textId="77777777" w:rsidR="00690D37" w:rsidRDefault="00690D3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AB9597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وابقى غريبة واجنبيّه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0D37" w14:paraId="4A457770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4E5360F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وافراقهم يصعب عليّه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57A9F4" w14:textId="77777777" w:rsidR="00690D37" w:rsidRDefault="00690D3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1FBA93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لمن سمع قول الزكيّه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0D37" w14:paraId="7E5472FA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603DBF3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زادت أحزانه اُوقلّ حچيه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19F86E" w14:textId="77777777" w:rsidR="00690D37" w:rsidRDefault="00690D3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5C772B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اُوحن اُو جذب أنّه قويّه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0D37" w14:paraId="0061A6E1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8CBD02B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يزينب اطفوف الغاضريّه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FDB21A" w14:textId="77777777" w:rsidR="00690D37" w:rsidRDefault="00690D3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A656ED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تحوي ارجالك بالسويّه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0D37" w14:paraId="75A4E8AD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D4BC4FA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اتشوفنا كلنا رميّه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D0905A" w14:textId="77777777" w:rsidR="00690D37" w:rsidRDefault="00690D3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3E9347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ما بيننا زين السجيّه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27F258A" w14:textId="77777777" w:rsidR="00EE7C84" w:rsidRDefault="00EE7C84" w:rsidP="00690D37">
      <w:pPr>
        <w:pStyle w:val="libPoemCenter"/>
        <w:rPr>
          <w:lang w:bidi="fa-IR"/>
        </w:rPr>
      </w:pPr>
      <w:r>
        <w:rPr>
          <w:rtl/>
          <w:lang w:bidi="fa-IR"/>
        </w:rPr>
        <w:t>عزك عزيز الهاشميّه</w:t>
      </w:r>
    </w:p>
    <w:p w14:paraId="72D0002A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سؤال زينب لحبيب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90D37" w14:paraId="55C85856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30A32DB7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يحبيب تجلس لي بدرسك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F1D9307" w14:textId="77777777" w:rsidR="00690D37" w:rsidRDefault="00690D3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C9E73AC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ياللي هديت اِحسين نفسك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0D37" w14:paraId="78BAE3A9" w14:textId="77777777" w:rsidTr="006303E0">
        <w:trPr>
          <w:trHeight w:val="350"/>
        </w:trPr>
        <w:tc>
          <w:tcPr>
            <w:tcW w:w="3920" w:type="dxa"/>
          </w:tcPr>
          <w:p w14:paraId="01F1C6B2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عسانا فلا نعدم لحسّك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6039E9" w14:textId="77777777" w:rsidR="00690D37" w:rsidRDefault="00690D3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9A6FAC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اُوعسى كُل اعداك اتحل رمسك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0D37" w14:paraId="49B1F03B" w14:textId="77777777" w:rsidTr="006303E0">
        <w:trPr>
          <w:trHeight w:val="350"/>
        </w:trPr>
        <w:tc>
          <w:tcPr>
            <w:tcW w:w="3920" w:type="dxa"/>
          </w:tcPr>
          <w:p w14:paraId="34BCC3DB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يحبيب يا لضفر ابيمينك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B26CF8" w14:textId="77777777" w:rsidR="00690D37" w:rsidRDefault="00690D3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0B39B8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يا لشيخ يا لثابت يقينك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0D37" w14:paraId="3B134048" w14:textId="77777777" w:rsidTr="006303E0">
        <w:trPr>
          <w:trHeight w:val="350"/>
        </w:trPr>
        <w:tc>
          <w:tcPr>
            <w:tcW w:w="3920" w:type="dxa"/>
          </w:tcPr>
          <w:p w14:paraId="4A59DD9A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جينا يعمّي امسايلينك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974013" w14:textId="77777777" w:rsidR="00690D37" w:rsidRDefault="00690D3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81FEA7" w14:textId="77777777" w:rsidR="00690D37" w:rsidRDefault="009D4B6A" w:rsidP="006303E0">
            <w:pPr>
              <w:pStyle w:val="libPoem"/>
            </w:pPr>
            <w:r>
              <w:rPr>
                <w:rtl/>
                <w:lang w:bidi="fa-IR"/>
              </w:rPr>
              <w:t>ولا اتقول إحنا امعبّرينك</w:t>
            </w:r>
            <w:r w:rsidR="00690D3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C95EE68" w14:textId="77777777" w:rsidR="00EE7C84" w:rsidRDefault="00EE7C84" w:rsidP="00690D37">
      <w:pPr>
        <w:pStyle w:val="libPoemCenter"/>
        <w:rPr>
          <w:lang w:bidi="fa-IR"/>
        </w:rPr>
      </w:pPr>
      <w:r>
        <w:rPr>
          <w:rtl/>
          <w:lang w:bidi="fa-IR"/>
        </w:rPr>
        <w:t>مسلم يوم انه ايطيح وينك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D4B6A" w14:paraId="046A6511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4EE80D55" w14:textId="77777777" w:rsidR="009D4B6A" w:rsidRDefault="009D4B6A" w:rsidP="006303E0">
            <w:pPr>
              <w:pStyle w:val="libPoem"/>
            </w:pPr>
            <w:r>
              <w:rPr>
                <w:rtl/>
                <w:lang w:bidi="fa-IR"/>
              </w:rPr>
              <w:t>اتنادي اُودمع العين ساكب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75451F7" w14:textId="77777777" w:rsidR="009D4B6A" w:rsidRDefault="009D4B6A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8D953A3" w14:textId="77777777" w:rsidR="009D4B6A" w:rsidRDefault="009D4B6A" w:rsidP="006303E0">
            <w:pPr>
              <w:pStyle w:val="libPoem"/>
            </w:pPr>
            <w:r>
              <w:rPr>
                <w:rtl/>
                <w:lang w:bidi="fa-IR"/>
              </w:rPr>
              <w:t>على اخدودها من كُلّ جانب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4B6A" w14:paraId="0ADAE15A" w14:textId="77777777" w:rsidTr="006303E0">
        <w:trPr>
          <w:trHeight w:val="350"/>
        </w:trPr>
        <w:tc>
          <w:tcPr>
            <w:tcW w:w="3920" w:type="dxa"/>
          </w:tcPr>
          <w:p w14:paraId="00B3F048" w14:textId="77777777" w:rsidR="009D4B6A" w:rsidRDefault="009D4B6A" w:rsidP="006303E0">
            <w:pPr>
              <w:pStyle w:val="libPoem"/>
            </w:pPr>
            <w:r>
              <w:rPr>
                <w:rtl/>
                <w:lang w:bidi="fa-IR"/>
              </w:rPr>
              <w:t>يحبيب يا نسل الأطايب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15A8FD" w14:textId="77777777" w:rsidR="009D4B6A" w:rsidRDefault="009D4B6A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00B98A" w14:textId="77777777" w:rsidR="009D4B6A" w:rsidRDefault="009D4B6A" w:rsidP="006303E0">
            <w:pPr>
              <w:pStyle w:val="libPoem"/>
            </w:pPr>
            <w:r>
              <w:rPr>
                <w:rtl/>
                <w:lang w:bidi="fa-IR"/>
              </w:rPr>
              <w:t>عن نصر مسلم وين غايب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A03FF62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حبيب يجاوب زينب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D4B6A" w14:paraId="0822124A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5669033B" w14:textId="77777777" w:rsidR="009D4B6A" w:rsidRDefault="009D4B6A" w:rsidP="006303E0">
            <w:pPr>
              <w:pStyle w:val="libPoem"/>
            </w:pPr>
            <w:r>
              <w:rPr>
                <w:rtl/>
                <w:lang w:bidi="fa-IR"/>
              </w:rPr>
              <w:t>نادى عليها ابدمع هتّان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5ADC3DB" w14:textId="77777777" w:rsidR="009D4B6A" w:rsidRDefault="009D4B6A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63F5EBB" w14:textId="77777777" w:rsidR="009D4B6A" w:rsidRDefault="009D4B6A" w:rsidP="006303E0">
            <w:pPr>
              <w:pStyle w:val="libPoem"/>
            </w:pPr>
            <w:r>
              <w:rPr>
                <w:rtl/>
                <w:lang w:bidi="fa-IR"/>
              </w:rPr>
              <w:t>يبنت الوصي فارس الفرسان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4B6A" w14:paraId="731A2E0A" w14:textId="77777777" w:rsidTr="006303E0">
        <w:trPr>
          <w:trHeight w:val="350"/>
        </w:trPr>
        <w:tc>
          <w:tcPr>
            <w:tcW w:w="3920" w:type="dxa"/>
          </w:tcPr>
          <w:p w14:paraId="1E245902" w14:textId="77777777" w:rsidR="009D4B6A" w:rsidRDefault="009D4B6A" w:rsidP="006303E0">
            <w:pPr>
              <w:pStyle w:val="libPoem"/>
            </w:pPr>
            <w:r>
              <w:rPr>
                <w:rtl/>
                <w:lang w:bidi="fa-IR"/>
              </w:rPr>
              <w:t>اُو بنت البتولة اجليلة الشان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3775713" w14:textId="77777777" w:rsidR="009D4B6A" w:rsidRDefault="009D4B6A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4545A54" w14:textId="77777777" w:rsidR="009D4B6A" w:rsidRDefault="009D4B6A" w:rsidP="006303E0">
            <w:pPr>
              <w:pStyle w:val="libPoem"/>
            </w:pPr>
            <w:r>
              <w:rPr>
                <w:rtl/>
                <w:lang w:bidi="fa-IR"/>
              </w:rPr>
              <w:t>يوم الذي حاطوا العدوان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4B6A" w14:paraId="03ED0957" w14:textId="77777777" w:rsidTr="006303E0">
        <w:trPr>
          <w:trHeight w:val="350"/>
        </w:trPr>
        <w:tc>
          <w:tcPr>
            <w:tcW w:w="3920" w:type="dxa"/>
          </w:tcPr>
          <w:p w14:paraId="4E653A8E" w14:textId="77777777" w:rsidR="009D4B6A" w:rsidRDefault="009D4B6A" w:rsidP="006303E0">
            <w:pPr>
              <w:pStyle w:val="libPoem"/>
            </w:pPr>
            <w:r>
              <w:rPr>
                <w:rtl/>
                <w:lang w:bidi="fa-IR"/>
              </w:rPr>
              <w:t>ابمسلم ولدكم يآل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843C6B" w14:textId="77777777" w:rsidR="009D4B6A" w:rsidRDefault="009D4B6A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0E9EC1" w14:textId="77777777" w:rsidR="009D4B6A" w:rsidRDefault="009D4B6A" w:rsidP="006303E0">
            <w:pPr>
              <w:pStyle w:val="libPoem"/>
            </w:pPr>
            <w:r>
              <w:rPr>
                <w:rtl/>
                <w:lang w:bidi="fa-IR"/>
              </w:rPr>
              <w:t>ما كنت حاضر برض كوفان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4B6A" w14:paraId="23DFB06D" w14:textId="77777777" w:rsidTr="006303E0">
        <w:trPr>
          <w:trHeight w:val="350"/>
        </w:trPr>
        <w:tc>
          <w:tcPr>
            <w:tcW w:w="3920" w:type="dxa"/>
          </w:tcPr>
          <w:p w14:paraId="378BFD10" w14:textId="77777777" w:rsidR="009D4B6A" w:rsidRDefault="009D4B6A" w:rsidP="006303E0">
            <w:pPr>
              <w:pStyle w:val="libPoem"/>
            </w:pPr>
            <w:r>
              <w:rPr>
                <w:rtl/>
                <w:lang w:bidi="fa-IR"/>
              </w:rPr>
              <w:t>لو كنت حاضر يا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7819F8" w14:textId="77777777" w:rsidR="009D4B6A" w:rsidRDefault="009D4B6A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88F9AF" w14:textId="77777777" w:rsidR="009D4B6A" w:rsidRDefault="009D4B6A" w:rsidP="006303E0">
            <w:pPr>
              <w:pStyle w:val="libPoem"/>
            </w:pPr>
            <w:r>
              <w:rPr>
                <w:rtl/>
                <w:lang w:bidi="fa-IR"/>
              </w:rPr>
              <w:t>يا نتيجة الزهرا الأمينه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4B6A" w14:paraId="5F769247" w14:textId="77777777" w:rsidTr="006303E0">
        <w:trPr>
          <w:trHeight w:val="350"/>
        </w:trPr>
        <w:tc>
          <w:tcPr>
            <w:tcW w:w="3920" w:type="dxa"/>
          </w:tcPr>
          <w:p w14:paraId="5780171E" w14:textId="77777777" w:rsidR="009D4B6A" w:rsidRDefault="009D4B6A" w:rsidP="006303E0">
            <w:pPr>
              <w:pStyle w:val="libPoem"/>
            </w:pPr>
            <w:r>
              <w:rPr>
                <w:rtl/>
                <w:lang w:bidi="fa-IR"/>
              </w:rPr>
              <w:t>يوم الأعادي ايحاربونه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03CBB6" w14:textId="77777777" w:rsidR="009D4B6A" w:rsidRDefault="009D4B6A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AB01F2" w14:textId="77777777" w:rsidR="009D4B6A" w:rsidRDefault="009D4B6A" w:rsidP="006303E0">
            <w:pPr>
              <w:pStyle w:val="libPoem"/>
            </w:pPr>
            <w:r>
              <w:rPr>
                <w:rtl/>
                <w:lang w:bidi="fa-IR"/>
              </w:rPr>
              <w:t>اِنكان اضوق الموت دونه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2D6A74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D66E0" w14:paraId="046E3DD3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5FDB2CF2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إيقلها اُومنّه تذرف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65832ED" w14:textId="77777777" w:rsidR="002D66E0" w:rsidRDefault="002D66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0A6A755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والقلب منه صار شطرين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66E0" w14:paraId="151D3EBB" w14:textId="77777777" w:rsidTr="006303E0">
        <w:trPr>
          <w:trHeight w:val="350"/>
        </w:trPr>
        <w:tc>
          <w:tcPr>
            <w:tcW w:w="3920" w:type="dxa"/>
          </w:tcPr>
          <w:p w14:paraId="1446883E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يقلها يزينب لا تقولين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E57C07" w14:textId="77777777" w:rsidR="002D66E0" w:rsidRDefault="002D66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D3F9A7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اُوعن حال مسلم لا تسايلين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66E0" w14:paraId="6CEEABA7" w14:textId="77777777" w:rsidTr="006303E0">
        <w:trPr>
          <w:trHeight w:val="350"/>
        </w:trPr>
        <w:tc>
          <w:tcPr>
            <w:tcW w:w="3920" w:type="dxa"/>
          </w:tcPr>
          <w:p w14:paraId="1DFC5537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اُوعن هالحكي ارجوا تعرضين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5DEB2E" w14:textId="77777777" w:rsidR="002D66E0" w:rsidRDefault="002D66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14397F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ترى احنا العتب لينا مهو 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66E0" w14:paraId="5C112C92" w14:textId="77777777" w:rsidTr="006303E0">
        <w:trPr>
          <w:trHeight w:val="350"/>
        </w:trPr>
        <w:tc>
          <w:tcPr>
            <w:tcW w:w="3920" w:type="dxa"/>
          </w:tcPr>
          <w:p w14:paraId="1B3C22CD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قالت ابهمه قوم هالحين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0FD322" w14:textId="77777777" w:rsidR="002D66E0" w:rsidRDefault="002D66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23B631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اُو بالشور شورا على الولي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66E0" w14:paraId="49F796E6" w14:textId="77777777" w:rsidTr="006303E0">
        <w:trPr>
          <w:trHeight w:val="350"/>
        </w:trPr>
        <w:tc>
          <w:tcPr>
            <w:tcW w:w="3920" w:type="dxa"/>
          </w:tcPr>
          <w:p w14:paraId="19E7D4C7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ايردنا قبل ما يسطي البين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DA93CE" w14:textId="77777777" w:rsidR="002D66E0" w:rsidRDefault="002D66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654AE8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قلها يزينب لا تقولين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A64CFB2" w14:textId="77777777" w:rsidR="00EE7C84" w:rsidRDefault="00EE7C84" w:rsidP="002D66E0">
      <w:pPr>
        <w:pStyle w:val="libPoemCenter"/>
        <w:rPr>
          <w:lang w:bidi="fa-IR"/>
        </w:rPr>
      </w:pPr>
      <w:r>
        <w:rPr>
          <w:rtl/>
          <w:lang w:bidi="fa-IR"/>
        </w:rPr>
        <w:t>ولا يعترض مثلي على اِحسين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D66E0" w14:paraId="0DB6A0A2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4880A6D9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إذا أقبل الصبح اُوتدنّا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A8D9BBE" w14:textId="77777777" w:rsidR="002D66E0" w:rsidRDefault="002D66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59C7162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والكُل باسمه قد تكنّا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66E0" w14:paraId="704B5269" w14:textId="77777777" w:rsidTr="006303E0">
        <w:trPr>
          <w:trHeight w:val="350"/>
        </w:trPr>
        <w:tc>
          <w:tcPr>
            <w:tcW w:w="3920" w:type="dxa"/>
          </w:tcPr>
          <w:p w14:paraId="323D2D36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والوعد لاصطكت لسنه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FC3998" w14:textId="77777777" w:rsidR="002D66E0" w:rsidRDefault="002D66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3A7946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وارخت فوارسها الاعنّه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66E0" w14:paraId="5C225249" w14:textId="77777777" w:rsidTr="006303E0">
        <w:trPr>
          <w:trHeight w:val="350"/>
        </w:trPr>
        <w:tc>
          <w:tcPr>
            <w:tcW w:w="3920" w:type="dxa"/>
          </w:tcPr>
          <w:p w14:paraId="14A57A23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ياهو الذليل ايبان منّا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4B4B16" w14:textId="77777777" w:rsidR="002D66E0" w:rsidRDefault="002D66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8C5194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محلا الفتى لو من تكنّا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66E0" w14:paraId="00EF8BAE" w14:textId="77777777" w:rsidTr="006303E0">
        <w:trPr>
          <w:trHeight w:val="350"/>
        </w:trPr>
        <w:tc>
          <w:tcPr>
            <w:tcW w:w="3920" w:type="dxa"/>
          </w:tcPr>
          <w:p w14:paraId="2BBBAB37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من دم عجنتها الأسنّه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A42EA7" w14:textId="77777777" w:rsidR="002D66E0" w:rsidRDefault="002D66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9E9610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جتنا العزيزة تنتخي ابنا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0CE379B" w14:textId="77777777" w:rsidR="00EE7C84" w:rsidRDefault="00EE7C84" w:rsidP="002D66E0">
      <w:pPr>
        <w:pStyle w:val="libPoemCenter"/>
        <w:rPr>
          <w:lang w:bidi="fa-IR"/>
        </w:rPr>
      </w:pPr>
      <w:r>
        <w:rPr>
          <w:rtl/>
          <w:lang w:bidi="fa-IR"/>
        </w:rPr>
        <w:t>إيقولون حيدر ماله ابنا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D66E0" w14:paraId="126D3BE9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0237DAEE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ما عندنا والله 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3D67C1E" w14:textId="77777777" w:rsidR="002D66E0" w:rsidRDefault="002D66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6645713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يوم اجتمعنا ابها لسويّه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66E0" w14:paraId="630FFEFE" w14:textId="77777777" w:rsidTr="006303E0">
        <w:trPr>
          <w:trHeight w:val="350"/>
        </w:trPr>
        <w:tc>
          <w:tcPr>
            <w:tcW w:w="3920" w:type="dxa"/>
          </w:tcPr>
          <w:p w14:paraId="03A0227B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والشكر حق رب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576B14" w14:textId="77777777" w:rsidR="002D66E0" w:rsidRDefault="002D66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B3A00F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واللي حضانا ابها لمزيّه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66E0" w14:paraId="5F881135" w14:textId="77777777" w:rsidTr="006303E0">
        <w:trPr>
          <w:trHeight w:val="350"/>
        </w:trPr>
        <w:tc>
          <w:tcPr>
            <w:tcW w:w="3920" w:type="dxa"/>
          </w:tcPr>
          <w:p w14:paraId="77B6422B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اُو جعلنا من ارجال العليّه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15720B" w14:textId="77777777" w:rsidR="002D66E0" w:rsidRDefault="002D66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C4E4BE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ابنصرة غريب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66E0" w14:paraId="6CABE97C" w14:textId="77777777" w:rsidTr="006303E0">
        <w:trPr>
          <w:trHeight w:val="350"/>
        </w:trPr>
        <w:tc>
          <w:tcPr>
            <w:tcW w:w="3920" w:type="dxa"/>
          </w:tcPr>
          <w:p w14:paraId="02090356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وانكان تامر هالعشيّه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D1AEFE" w14:textId="77777777" w:rsidR="002D66E0" w:rsidRDefault="002D66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331B52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نحمل على عسكر اُميّه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66E0" w14:paraId="1B4D8820" w14:textId="77777777" w:rsidTr="006303E0">
        <w:trPr>
          <w:trHeight w:val="350"/>
        </w:trPr>
        <w:tc>
          <w:tcPr>
            <w:tcW w:w="3920" w:type="dxa"/>
          </w:tcPr>
          <w:p w14:paraId="1A292BF1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اُو ندعي الجثث صرعى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8773A0" w14:textId="77777777" w:rsidR="002D66E0" w:rsidRDefault="002D66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6B8802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ما محسبين احنا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86BED79" w14:textId="77777777" w:rsidR="00EE7C84" w:rsidRDefault="00EE7C84" w:rsidP="002D66E0">
      <w:pPr>
        <w:pStyle w:val="libPoemCenter"/>
        <w:rPr>
          <w:lang w:bidi="fa-IR"/>
        </w:rPr>
      </w:pPr>
      <w:r>
        <w:rPr>
          <w:rtl/>
          <w:lang w:bidi="fa-IR"/>
        </w:rPr>
        <w:t>إ</w:t>
      </w:r>
      <w:r w:rsidR="00BF20F3" w:rsidRPr="00BF20F3">
        <w:rPr>
          <w:rStyle w:val="libNormalChar"/>
          <w:rtl/>
        </w:rPr>
        <w:t>لّا</w:t>
      </w:r>
      <w:r>
        <w:rPr>
          <w:rtl/>
          <w:lang w:bidi="fa-IR"/>
        </w:rPr>
        <w:t xml:space="preserve"> مثل شربة هنيّه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D66E0" w14:paraId="7E0EF349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2F81F720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قصدي أنا بحكى إليكُم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7F25AFF" w14:textId="77777777" w:rsidR="002D66E0" w:rsidRDefault="002D66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799B059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حتّى انا بسمع حكيكُم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66E0" w14:paraId="480DC27B" w14:textId="77777777" w:rsidTr="006303E0">
        <w:trPr>
          <w:trHeight w:val="350"/>
        </w:trPr>
        <w:tc>
          <w:tcPr>
            <w:tcW w:w="3920" w:type="dxa"/>
          </w:tcPr>
          <w:p w14:paraId="1E983720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بنت الرسالة اتقول ليكُم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08786FD" w14:textId="77777777" w:rsidR="002D66E0" w:rsidRDefault="002D66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5272DF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بتاخذ عهد خوها عليكُم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66E0" w14:paraId="79027F8D" w14:textId="77777777" w:rsidTr="006303E0">
        <w:trPr>
          <w:trHeight w:val="350"/>
        </w:trPr>
        <w:tc>
          <w:tcPr>
            <w:tcW w:w="3920" w:type="dxa"/>
          </w:tcPr>
          <w:p w14:paraId="52EAD10F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واِنكان عزم الذلّ فيكُم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630744" w14:textId="77777777" w:rsidR="002D66E0" w:rsidRDefault="002D66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1A74E0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الله لنا والكم وليكُم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FE43DAE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الأنصار تجاوب حبيباً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D66E0" w14:paraId="6A5F0991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221F26FC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يا حبيب هذا القول خلّه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027653E" w14:textId="77777777" w:rsidR="002D66E0" w:rsidRDefault="002D66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263D13E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هذا الحكي ماهو امحلّه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66E0" w14:paraId="18B66841" w14:textId="77777777" w:rsidTr="006303E0">
        <w:trPr>
          <w:trHeight w:val="350"/>
        </w:trPr>
        <w:tc>
          <w:tcPr>
            <w:tcW w:w="3920" w:type="dxa"/>
          </w:tcPr>
          <w:p w14:paraId="5AFEFBE8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ولا هو حكي تحت الاظلّه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12D345" w14:textId="77777777" w:rsidR="002D66E0" w:rsidRDefault="002D66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3FA555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ايبان الفعل لا صار حلّه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66E0" w14:paraId="22F63E70" w14:textId="77777777" w:rsidTr="006303E0">
        <w:trPr>
          <w:trHeight w:val="350"/>
        </w:trPr>
        <w:tc>
          <w:tcPr>
            <w:tcW w:w="3920" w:type="dxa"/>
          </w:tcPr>
          <w:p w14:paraId="28CA3CD4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لازم نخلّي الخيل جفله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8C5695" w14:textId="77777777" w:rsidR="002D66E0" w:rsidRDefault="002D66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E29837" w14:textId="77777777" w:rsidR="002D66E0" w:rsidRDefault="002D66E0" w:rsidP="006303E0">
            <w:pPr>
              <w:pStyle w:val="libPoem"/>
            </w:pPr>
            <w:r>
              <w:rPr>
                <w:rtl/>
                <w:lang w:bidi="fa-IR"/>
              </w:rPr>
              <w:t>عذرنا لكلنا انروح قتلى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BC61AF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5A054C1F" w14:textId="77777777" w:rsidR="00EE7C84" w:rsidRDefault="00EE7C84" w:rsidP="002D66E0">
      <w:pPr>
        <w:pStyle w:val="libBold1"/>
        <w:rPr>
          <w:lang w:bidi="fa-IR"/>
        </w:rPr>
      </w:pPr>
      <w:r>
        <w:rPr>
          <w:rtl/>
          <w:lang w:bidi="fa-IR"/>
        </w:rPr>
        <w:t>وهذه نبذة من أحوال الحُرِّ بن يزيد الرياحي عندما صمّم القوم على قتال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، وقد تبدّلت نيّته عمّا كانت عليه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34C95" w14:paraId="7C074FEA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18462BAA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من لفت رايات المشركين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705C989" w14:textId="77777777" w:rsidR="00634C95" w:rsidRDefault="00634C95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4117021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واتلملمت كُلها على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4C95" w14:paraId="7D95B48B" w14:textId="77777777" w:rsidTr="006303E0">
        <w:trPr>
          <w:trHeight w:val="350"/>
        </w:trPr>
        <w:tc>
          <w:tcPr>
            <w:tcW w:w="3920" w:type="dxa"/>
          </w:tcPr>
          <w:p w14:paraId="3F91D179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الحر عرف فومه اشناوين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1DE666" w14:textId="77777777" w:rsidR="00634C95" w:rsidRDefault="00634C95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1CAFEC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ابقتل السبط واهله الطيبين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4C95" w14:paraId="334B5F19" w14:textId="77777777" w:rsidTr="006303E0">
        <w:trPr>
          <w:trHeight w:val="350"/>
        </w:trPr>
        <w:tc>
          <w:tcPr>
            <w:tcW w:w="3920" w:type="dxa"/>
          </w:tcPr>
          <w:p w14:paraId="733C2118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لفى اُودمعته تجري من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CE856F" w14:textId="77777777" w:rsidR="00634C95" w:rsidRDefault="00634C95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E1ECEE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باتأسفه ايصفق الكفين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4C95" w14:paraId="53FC8D38" w14:textId="77777777" w:rsidTr="006303E0">
        <w:trPr>
          <w:trHeight w:val="350"/>
        </w:trPr>
        <w:tc>
          <w:tcPr>
            <w:tcW w:w="3920" w:type="dxa"/>
          </w:tcPr>
          <w:p w14:paraId="6D8C067D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ينادي يبيت الهاشمين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E1E365" w14:textId="77777777" w:rsidR="00634C95" w:rsidRDefault="00634C95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DD6872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انا الروعت هاي 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4C95" w14:paraId="79891BC1" w14:textId="77777777" w:rsidTr="006303E0">
        <w:trPr>
          <w:trHeight w:val="350"/>
        </w:trPr>
        <w:tc>
          <w:tcPr>
            <w:tcW w:w="3920" w:type="dxa"/>
          </w:tcPr>
          <w:p w14:paraId="1AC272D7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جيتك يبن سيد الكونين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BC5F40" w14:textId="77777777" w:rsidR="00634C95" w:rsidRDefault="00634C95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9ED61E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نادم لامري اُو تايب الحين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BFAB9A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أجابه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34C95" w14:paraId="757EA0E9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7CB1A704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قلّه الحسين ابدمع مسجوم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66132BF" w14:textId="77777777" w:rsidR="00634C95" w:rsidRDefault="00634C95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9E4B19D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والقلب ذاب ابكثر لهموم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4C95" w14:paraId="244A41A1" w14:textId="77777777" w:rsidTr="006303E0">
        <w:trPr>
          <w:trHeight w:val="350"/>
        </w:trPr>
        <w:tc>
          <w:tcPr>
            <w:tcW w:w="3920" w:type="dxa"/>
          </w:tcPr>
          <w:p w14:paraId="15EFF26C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إنكان اِنته تايب 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33E2BE" w14:textId="77777777" w:rsidR="00634C95" w:rsidRDefault="00634C95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8E4DC5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يغفر لك الواحد القيّوم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4C95" w14:paraId="4C98936E" w14:textId="77777777" w:rsidTr="006303E0">
        <w:trPr>
          <w:trHeight w:val="350"/>
        </w:trPr>
        <w:tc>
          <w:tcPr>
            <w:tcW w:w="3920" w:type="dxa"/>
          </w:tcPr>
          <w:p w14:paraId="4FC486C4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يا حرُّ جاهد واطعن 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72FFC5" w14:textId="77777777" w:rsidR="00634C95" w:rsidRDefault="00634C95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CAF7FD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اُو سر قلب زينب واُمِّ كلثوم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45CB9CE" w14:textId="77777777" w:rsidR="00EE7C84" w:rsidRDefault="00EE7C84" w:rsidP="00634C95">
      <w:pPr>
        <w:pStyle w:val="libPoemCenter"/>
        <w:rPr>
          <w:lang w:bidi="fa-IR"/>
        </w:rPr>
      </w:pPr>
      <w:r>
        <w:rPr>
          <w:rtl/>
          <w:lang w:bidi="fa-IR"/>
        </w:rPr>
        <w:t xml:space="preserve">الحُر </w:t>
      </w:r>
      <w:r w:rsidR="00D90438">
        <w:rPr>
          <w:rtl/>
          <w:lang w:bidi="fa-IR"/>
        </w:rPr>
        <w:t>لما</w:t>
      </w:r>
      <w:r>
        <w:rPr>
          <w:rtl/>
          <w:lang w:bidi="fa-IR"/>
        </w:rPr>
        <w:t xml:space="preserve"> حصلت له التوبه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34C95" w14:paraId="3EFF464D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4450DB51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ودّع اِحسين اُو رجع فرحان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CFA9734" w14:textId="77777777" w:rsidR="00634C95" w:rsidRDefault="00634C95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4878B7E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ركب سابحه اتوسّط الميدان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4C95" w14:paraId="236B9170" w14:textId="77777777" w:rsidTr="006303E0">
        <w:trPr>
          <w:trHeight w:val="350"/>
        </w:trPr>
        <w:tc>
          <w:tcPr>
            <w:tcW w:w="3920" w:type="dxa"/>
          </w:tcPr>
          <w:p w14:paraId="6238D688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غدا ابمرهفه المجدل الفرسان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8B0216" w14:textId="77777777" w:rsidR="00634C95" w:rsidRDefault="00634C95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DBE84D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اُوخلّى الدما في الأرض وديان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4C95" w14:paraId="2237017F" w14:textId="77777777" w:rsidTr="006303E0">
        <w:trPr>
          <w:trHeight w:val="350"/>
        </w:trPr>
        <w:tc>
          <w:tcPr>
            <w:tcW w:w="3920" w:type="dxa"/>
          </w:tcPr>
          <w:p w14:paraId="70B749C1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إتناخت عليه اجنود كوفان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9569AC" w14:textId="77777777" w:rsidR="00634C95" w:rsidRDefault="00634C95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903CF5C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اُو دارت عليه باسيوف أوزان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3412F64" w14:textId="77777777" w:rsidR="00EE7C84" w:rsidRDefault="00EE7C84" w:rsidP="00634C95">
      <w:pPr>
        <w:pStyle w:val="libPoemCenter"/>
        <w:rPr>
          <w:lang w:bidi="fa-IR"/>
        </w:rPr>
      </w:pPr>
      <w:r>
        <w:rPr>
          <w:rtl/>
          <w:lang w:bidi="fa-IR"/>
        </w:rPr>
        <w:t>واردوه في حرّة التربان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34C95" w14:paraId="2280520D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66C3E964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من وقع جاه اِحسين يمّه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4DD87E9" w14:textId="77777777" w:rsidR="00634C95" w:rsidRDefault="00634C95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1B39C4F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اُو شافه خضيب ابفيض دمّه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4C95" w14:paraId="16A599B5" w14:textId="77777777" w:rsidTr="006303E0">
        <w:trPr>
          <w:trHeight w:val="350"/>
        </w:trPr>
        <w:tc>
          <w:tcPr>
            <w:tcW w:w="3920" w:type="dxa"/>
          </w:tcPr>
          <w:p w14:paraId="2FD87DE9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فوقه انحنى ايحبه اُويشمّه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632E89" w14:textId="77777777" w:rsidR="00634C95" w:rsidRDefault="00634C95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FCFDE9" w14:textId="77777777" w:rsidR="00634C95" w:rsidRDefault="00634C95" w:rsidP="006303E0">
            <w:pPr>
              <w:pStyle w:val="libPoem"/>
            </w:pPr>
            <w:r>
              <w:rPr>
                <w:rtl/>
                <w:lang w:bidi="fa-IR"/>
              </w:rPr>
              <w:t>ويقول ذا حرّ على اسمه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A0661DC" w14:textId="77777777" w:rsidR="00EE7C84" w:rsidRDefault="00EE7C84" w:rsidP="00634C95">
      <w:pPr>
        <w:pStyle w:val="libPoemCenter"/>
        <w:rPr>
          <w:lang w:bidi="fa-IR"/>
        </w:rPr>
      </w:pPr>
      <w:r>
        <w:rPr>
          <w:rtl/>
          <w:lang w:bidi="fa-IR"/>
        </w:rPr>
        <w:t>ما خطت إذ سمّته اُمّه</w:t>
      </w:r>
    </w:p>
    <w:p w14:paraId="11E51C1A" w14:textId="77777777" w:rsidR="00EE7C84" w:rsidRDefault="00EE7C84" w:rsidP="00634C95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1D73C97E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7E05BB84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والعبّاس (</w:t>
      </w:r>
      <w:r w:rsidR="00204F6E" w:rsidRPr="00204F6E">
        <w:rPr>
          <w:rStyle w:val="libAlaemChar"/>
          <w:rtl/>
        </w:rPr>
        <w:t>عليهما‌السلام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E3600" w14:paraId="07795892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3CF7A180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يعبّاس يا سور الخواتين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2FB90BB" w14:textId="77777777" w:rsidR="000E3600" w:rsidRDefault="000E360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7EC18A0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يدخر الوصي حيدر أبو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600" w14:paraId="2559D56E" w14:textId="77777777" w:rsidTr="006303E0">
        <w:trPr>
          <w:trHeight w:val="350"/>
        </w:trPr>
        <w:tc>
          <w:tcPr>
            <w:tcW w:w="3920" w:type="dxa"/>
          </w:tcPr>
          <w:p w14:paraId="5547841D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يحامي عن اِخواته ولبنين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A42820" w14:textId="77777777" w:rsidR="000E3600" w:rsidRDefault="000E360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A43389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إلك يوم يشبه يوم صفّين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600" w14:paraId="2BFAB299" w14:textId="77777777" w:rsidTr="006303E0">
        <w:trPr>
          <w:trHeight w:val="350"/>
        </w:trPr>
        <w:tc>
          <w:tcPr>
            <w:tcW w:w="3920" w:type="dxa"/>
          </w:tcPr>
          <w:p w14:paraId="025D9B75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في كربلا تفني الفراعين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217759" w14:textId="77777777" w:rsidR="000E3600" w:rsidRDefault="000E360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EC72BF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اُو لبطال يدعيها 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BA26DAD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العبّاس يخاطب زينب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E3600" w14:paraId="73AB4B6B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31565460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سمعها البطل عبّاس وارعد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7EFA823" w14:textId="77777777" w:rsidR="000E3600" w:rsidRDefault="000E360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0122893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والغيض في وجهه تبدد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600" w14:paraId="4F4E579B" w14:textId="77777777" w:rsidTr="006303E0">
        <w:trPr>
          <w:trHeight w:val="350"/>
        </w:trPr>
        <w:tc>
          <w:tcPr>
            <w:tcW w:w="3920" w:type="dxa"/>
          </w:tcPr>
          <w:p w14:paraId="0D7934AC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حيات الذي رباك والجد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E65411" w14:textId="77777777" w:rsidR="000E3600" w:rsidRDefault="000E360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34091D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اُوحق البتولة نسلة أحمد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600" w14:paraId="1306AF9F" w14:textId="77777777" w:rsidTr="006303E0">
        <w:trPr>
          <w:trHeight w:val="350"/>
        </w:trPr>
        <w:tc>
          <w:tcPr>
            <w:tcW w:w="3920" w:type="dxa"/>
          </w:tcPr>
          <w:p w14:paraId="0B83A662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اِنكان القضا ما وافق الحد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92C59B" w14:textId="77777777" w:rsidR="000E3600" w:rsidRDefault="000E360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B3BA81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لاحوقهم واحدهم حد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600" w14:paraId="49A05486" w14:textId="77777777" w:rsidTr="006303E0">
        <w:trPr>
          <w:trHeight w:val="350"/>
        </w:trPr>
        <w:tc>
          <w:tcPr>
            <w:tcW w:w="3920" w:type="dxa"/>
          </w:tcPr>
          <w:p w14:paraId="028C288E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وسوي عليهم يوم لنكد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FC6F21" w14:textId="77777777" w:rsidR="000E3600" w:rsidRDefault="000E360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4030E3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سمعي الحكي يعزيزة أحمد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6D76D47" w14:textId="77777777" w:rsidR="00EE7C84" w:rsidRDefault="00EE7C84" w:rsidP="000E3600">
      <w:pPr>
        <w:pStyle w:val="libPoemCenter"/>
        <w:rPr>
          <w:lang w:bidi="fa-IR"/>
        </w:rPr>
      </w:pPr>
      <w:r>
        <w:rPr>
          <w:rtl/>
          <w:lang w:bidi="fa-IR"/>
        </w:rPr>
        <w:t>ردّي الخدر أمرِك اِمسدّد</w:t>
      </w:r>
    </w:p>
    <w:p w14:paraId="3187F30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العبّاس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E3600" w14:paraId="5A5A5AAE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4783B3F4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قولك يبو فاضل تصينه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29B7202" w14:textId="77777777" w:rsidR="000E3600" w:rsidRDefault="000E360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0716C73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بسوري اُو يا درعي الحصينه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600" w14:paraId="2FAD4E57" w14:textId="77777777" w:rsidTr="006303E0">
        <w:trPr>
          <w:trHeight w:val="350"/>
        </w:trPr>
        <w:tc>
          <w:tcPr>
            <w:tcW w:w="3920" w:type="dxa"/>
          </w:tcPr>
          <w:p w14:paraId="5755BC6C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باخبرك يابن الامينه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2A54B4" w14:textId="77777777" w:rsidR="000E3600" w:rsidRDefault="000E360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002C38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مات الطفل واخته اسكينه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6A32BF6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محاورة زينب مع العبّاس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E3600" w14:paraId="45DBA459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5CDA335D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طلعت تعثر يم لخدار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9F15D10" w14:textId="77777777" w:rsidR="000E3600" w:rsidRDefault="000E360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B8C0653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اُو تصفق على اليمنى بليسار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600" w14:paraId="1BC6D1B7" w14:textId="77777777" w:rsidTr="006303E0">
        <w:trPr>
          <w:trHeight w:val="350"/>
        </w:trPr>
        <w:tc>
          <w:tcPr>
            <w:tcW w:w="3920" w:type="dxa"/>
          </w:tcPr>
          <w:p w14:paraId="163CD076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اتنادي اُو دمع العين نثّار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160873" w14:textId="77777777" w:rsidR="000E3600" w:rsidRDefault="000E360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4EE57E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اِشوي ماي ما عدكُم يلنصار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600" w14:paraId="2580A07B" w14:textId="77777777" w:rsidTr="006303E0">
        <w:trPr>
          <w:trHeight w:val="350"/>
        </w:trPr>
        <w:tc>
          <w:tcPr>
            <w:tcW w:w="3920" w:type="dxa"/>
          </w:tcPr>
          <w:p w14:paraId="35682323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ابسقي هلطفيلات لصغار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18BE64" w14:textId="77777777" w:rsidR="000E3600" w:rsidRDefault="000E360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4D09E0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سمعها أبو فاضل المغوار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600" w14:paraId="5FB9A11C" w14:textId="77777777" w:rsidTr="006303E0">
        <w:trPr>
          <w:trHeight w:val="350"/>
        </w:trPr>
        <w:tc>
          <w:tcPr>
            <w:tcW w:w="3920" w:type="dxa"/>
          </w:tcPr>
          <w:p w14:paraId="52995ACF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تنهض إلبها اُو بالعجل ثار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3DA604" w14:textId="77777777" w:rsidR="000E3600" w:rsidRDefault="000E360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16DA18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اُوقلها اُو دمع العين نثّار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F669991" w14:textId="77777777" w:rsidR="00EE7C84" w:rsidRDefault="00EE7C84" w:rsidP="000E3600">
      <w:pPr>
        <w:pStyle w:val="libPoemCenter"/>
        <w:rPr>
          <w:lang w:bidi="fa-IR"/>
        </w:rPr>
      </w:pPr>
      <w:r>
        <w:rPr>
          <w:rtl/>
          <w:lang w:bidi="fa-IR"/>
        </w:rPr>
        <w:t>لنصار يختي ما لهم كار</w:t>
      </w:r>
    </w:p>
    <w:p w14:paraId="4E1E4D2E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العبّاس يجاوب زينب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E3600" w14:paraId="328AD30D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7B83C123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خلّ الأجانب واقصدي النا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8955D58" w14:textId="77777777" w:rsidR="000E3600" w:rsidRDefault="000E360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52AB5BC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احنا لزومين ابحملنا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600" w14:paraId="1585BAF2" w14:textId="77777777" w:rsidTr="006303E0">
        <w:trPr>
          <w:trHeight w:val="350"/>
        </w:trPr>
        <w:tc>
          <w:tcPr>
            <w:tcW w:w="3920" w:type="dxa"/>
          </w:tcPr>
          <w:p w14:paraId="12CF66D4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وصولين ما نقطع وصلنا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A882F8" w14:textId="77777777" w:rsidR="000E3600" w:rsidRDefault="000E360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B54787" w14:textId="77777777" w:rsidR="000E3600" w:rsidRDefault="000E3600" w:rsidP="006303E0">
            <w:pPr>
              <w:pStyle w:val="libPoem"/>
            </w:pPr>
            <w:r>
              <w:rPr>
                <w:rtl/>
                <w:lang w:bidi="fa-IR"/>
              </w:rPr>
              <w:t>والطفل يختي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طفلنا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6619288" w14:textId="77777777" w:rsidR="00EE7C84" w:rsidRDefault="00EE7C84" w:rsidP="000E3600">
      <w:pPr>
        <w:pStyle w:val="libPoemCenter"/>
        <w:rPr>
          <w:lang w:bidi="fa-IR"/>
        </w:rPr>
      </w:pPr>
      <w:r>
        <w:rPr>
          <w:rtl/>
          <w:lang w:bidi="fa-IR"/>
        </w:rPr>
        <w:t>يروى لوانّ انموت كُلنا</w:t>
      </w:r>
    </w:p>
    <w:p w14:paraId="283F4339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تجاوب العبّاس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E3600" w14:paraId="6D41792B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1E02B70E" w14:textId="77777777" w:rsidR="000E3600" w:rsidRDefault="00974CD6" w:rsidP="006303E0">
            <w:pPr>
              <w:pStyle w:val="libPoem"/>
            </w:pPr>
            <w:r>
              <w:rPr>
                <w:rtl/>
                <w:lang w:bidi="fa-IR"/>
              </w:rPr>
              <w:t>يعبّاس يا عالي الرتبه</w:t>
            </w:r>
            <w:r w:rsidR="000E36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935434A" w14:textId="77777777" w:rsidR="000E3600" w:rsidRDefault="000E360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B63585B" w14:textId="77777777" w:rsidR="000E3600" w:rsidRDefault="00974CD6" w:rsidP="006303E0">
            <w:pPr>
              <w:pStyle w:val="libPoem"/>
            </w:pPr>
            <w:r>
              <w:rPr>
                <w:rtl/>
                <w:lang w:bidi="fa-IR"/>
              </w:rPr>
              <w:t>يا لتنقلن منّي العتبه</w:t>
            </w:r>
            <w:r w:rsidR="000E360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3D245D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74CD6" w14:paraId="11334BE2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34CEB74E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بنت الملك بنها لفت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95AEF84" w14:textId="77777777" w:rsidR="00974CD6" w:rsidRDefault="00974CD6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0A3A665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اُوصلت لخيمتنا اُورمت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7F2D2BF" w14:textId="77777777" w:rsidR="00EE7C84" w:rsidRDefault="00EE7C84" w:rsidP="00974CD6">
      <w:pPr>
        <w:pStyle w:val="libPoemCenter"/>
        <w:rPr>
          <w:lang w:bidi="fa-IR"/>
        </w:rPr>
      </w:pPr>
      <w:r>
        <w:rPr>
          <w:rtl/>
          <w:lang w:bidi="fa-IR"/>
        </w:rPr>
        <w:t>اُو لغيرك يخويه ما رحت به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74CD6" w14:paraId="2A7AF31E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398BEBB0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عبّاس خويه يا ضمدنا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7DD93FB" w14:textId="77777777" w:rsidR="00974CD6" w:rsidRDefault="00974CD6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A82E43F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يا سور عزنا اُو يا سندنا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4CD6" w14:paraId="6ACB99F1" w14:textId="77777777" w:rsidTr="006303E0">
        <w:trPr>
          <w:trHeight w:val="350"/>
        </w:trPr>
        <w:tc>
          <w:tcPr>
            <w:tcW w:w="3920" w:type="dxa"/>
          </w:tcPr>
          <w:p w14:paraId="49CDA282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ترى امن العطش باتموت سكنه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E0428B" w14:textId="77777777" w:rsidR="00974CD6" w:rsidRDefault="00974CD6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65CF39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واعظم امصيبتنا ابطفلنا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4CD6" w14:paraId="42AC1B96" w14:textId="77777777" w:rsidTr="006303E0">
        <w:trPr>
          <w:trHeight w:val="350"/>
        </w:trPr>
        <w:tc>
          <w:tcPr>
            <w:tcW w:w="3920" w:type="dxa"/>
          </w:tcPr>
          <w:p w14:paraId="1FDDA365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اُوهذي الحريم اتصيح يمنا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D22273" w14:textId="77777777" w:rsidR="00974CD6" w:rsidRDefault="00974CD6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805790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وامن العطش بانموت كلنا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FAB0F06" w14:textId="77777777" w:rsidR="00EE7C84" w:rsidRDefault="00EE7C84" w:rsidP="00974CD6">
      <w:pPr>
        <w:pStyle w:val="libPoemCenter"/>
        <w:rPr>
          <w:lang w:bidi="fa-IR"/>
        </w:rPr>
      </w:pPr>
      <w:r>
        <w:rPr>
          <w:rtl/>
          <w:lang w:bidi="fa-IR"/>
        </w:rPr>
        <w:t>سرع اُوجيب الماي سقنا</w:t>
      </w:r>
    </w:p>
    <w:p w14:paraId="406C4899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أجابها العبّاس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74CD6" w14:paraId="1143430E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1529F33F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أنا بوالفضل ما صدّ عنكُم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5656D51" w14:textId="77777777" w:rsidR="00974CD6" w:rsidRDefault="00974CD6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F1F5D19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اُو لازم اجيب الماي ابخيمكُم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4CD6" w14:paraId="7D629857" w14:textId="77777777" w:rsidTr="006303E0">
        <w:trPr>
          <w:trHeight w:val="350"/>
        </w:trPr>
        <w:tc>
          <w:tcPr>
            <w:tcW w:w="3920" w:type="dxa"/>
          </w:tcPr>
          <w:p w14:paraId="5C7021B0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واسقي حرمكُم مَعْ طفلكُم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C94037" w14:textId="77777777" w:rsidR="00974CD6" w:rsidRDefault="00974CD6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7B171AB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اُو طلبوا من المعبود ربكُم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4CD6" w14:paraId="6A217912" w14:textId="77777777" w:rsidTr="006303E0">
        <w:trPr>
          <w:trHeight w:val="350"/>
        </w:trPr>
        <w:tc>
          <w:tcPr>
            <w:tcW w:w="3920" w:type="dxa"/>
          </w:tcPr>
          <w:p w14:paraId="4A7B3F09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يرجع لكُم سالم عمدكُم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2E18CE" w14:textId="77777777" w:rsidR="00974CD6" w:rsidRDefault="00974CD6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7A7D31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والماي تشربونه جمعكُم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12E913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العبّاس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74CD6" w14:paraId="588B78BF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1284BCA0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يعبّاس يا نسل العفيفه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94505F8" w14:textId="77777777" w:rsidR="00974CD6" w:rsidRDefault="00974CD6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802A547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يمالي اقلوب القوم خيفه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4CD6" w14:paraId="57BE61C5" w14:textId="77777777" w:rsidTr="006303E0">
        <w:trPr>
          <w:trHeight w:val="350"/>
        </w:trPr>
        <w:tc>
          <w:tcPr>
            <w:tcW w:w="3920" w:type="dxa"/>
          </w:tcPr>
          <w:p w14:paraId="79A41D10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ترى امن العطش سكنة لهيفه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FBDB4F" w14:textId="77777777" w:rsidR="00974CD6" w:rsidRDefault="00974CD6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194024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اُو هلسكوت مدري اشلون كيفه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DB9A15A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عند حفر البئر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74CD6" w14:paraId="69425E1B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156FCAEC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ظلوا يحفرون الحفيره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CC86F4F" w14:textId="77777777" w:rsidR="00974CD6" w:rsidRDefault="00974CD6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0633704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نسوان كلهن مستديره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4CD6" w14:paraId="291ACF3A" w14:textId="77777777" w:rsidTr="006303E0">
        <w:trPr>
          <w:trHeight w:val="350"/>
        </w:trPr>
        <w:tc>
          <w:tcPr>
            <w:tcW w:w="3920" w:type="dxa"/>
          </w:tcPr>
          <w:p w14:paraId="322120DA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إيقولون يا صاحب الغيره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F62C61" w14:textId="77777777" w:rsidR="00974CD6" w:rsidRDefault="00974CD6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E114F44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بانت يبو فرجه الكسيره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48CB0BA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العبّاس حينما أيسَ من الماء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74CD6" w14:paraId="72B007F9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24647C14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نادى اُومنّه العين غرقى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DF8E10F" w14:textId="77777777" w:rsidR="00974CD6" w:rsidRDefault="00974CD6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FDED578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دنوا إلي السلّم ابرقى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62EE22D" w14:textId="77777777" w:rsidR="00EE7C84" w:rsidRDefault="00EE7C84" w:rsidP="00974CD6">
      <w:pPr>
        <w:pStyle w:val="libPoemCenter"/>
        <w:rPr>
          <w:lang w:bidi="fa-IR"/>
        </w:rPr>
      </w:pPr>
      <w:r>
        <w:rPr>
          <w:rtl/>
          <w:lang w:bidi="fa-IR"/>
        </w:rPr>
        <w:t>أنا شوف قد حانت الفرقا</w:t>
      </w:r>
    </w:p>
    <w:p w14:paraId="2FA7C8F7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العبّاس يستأذن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74CD6" w14:paraId="3DEDD80F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52D585CB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يخابر ولا يحتاج تخبير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47AA352" w14:textId="77777777" w:rsidR="00974CD6" w:rsidRDefault="00974CD6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FD8742E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اُولدين الحنيفي ظهر وانصير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4CD6" w14:paraId="15DB3728" w14:textId="77777777" w:rsidTr="006303E0">
        <w:trPr>
          <w:trHeight w:val="350"/>
        </w:trPr>
        <w:tc>
          <w:tcPr>
            <w:tcW w:w="3920" w:type="dxa"/>
          </w:tcPr>
          <w:p w14:paraId="68869EFF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حان الاجل من غير توخير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8E9DE4" w14:textId="77777777" w:rsidR="00974CD6" w:rsidRDefault="00974CD6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4BF3F7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مالي حيلة خويه اُو تدبير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5DFA6B7" w14:textId="77777777" w:rsidR="00EE7C84" w:rsidRDefault="00EE7C84" w:rsidP="00974CD6">
      <w:pPr>
        <w:pStyle w:val="libPoemCenter"/>
        <w:rPr>
          <w:lang w:bidi="fa-IR"/>
        </w:rPr>
      </w:pPr>
      <w:r>
        <w:rPr>
          <w:rtl/>
          <w:lang w:bidi="fa-IR"/>
        </w:rPr>
        <w:t>من صخرة عظما على البير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74CD6" w14:paraId="1F05B056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400B8243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نادى اُو يجري الدمع سيله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4911EA2" w14:textId="77777777" w:rsidR="00974CD6" w:rsidRDefault="00974CD6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E50DB9C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يسبط النّبي الهادي اُو سليله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4CD6" w14:paraId="4EE6DBAA" w14:textId="77777777" w:rsidTr="006303E0">
        <w:trPr>
          <w:trHeight w:val="350"/>
        </w:trPr>
        <w:tc>
          <w:tcPr>
            <w:tcW w:w="3920" w:type="dxa"/>
          </w:tcPr>
          <w:p w14:paraId="384AA3B7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يابو علي ويش نعتني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778078" w14:textId="77777777" w:rsidR="00974CD6" w:rsidRDefault="00974CD6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883F07" w14:textId="77777777" w:rsidR="00974CD6" w:rsidRDefault="00974CD6" w:rsidP="006303E0">
            <w:pPr>
              <w:pStyle w:val="libPoem"/>
            </w:pPr>
            <w:r>
              <w:rPr>
                <w:rtl/>
                <w:lang w:bidi="fa-IR"/>
              </w:rPr>
              <w:t>غير الحرب ما ميش حيله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985E6B9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70F0F223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والعبّاس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81422" w14:paraId="6BAD7880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66862BFD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قوم احتزم ما ينفع اقعود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4526BBE" w14:textId="77777777" w:rsidR="00D81422" w:rsidRDefault="00D8142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8FC21E8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هاليوم هذا ما عنه اصدود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1422" w14:paraId="47979F67" w14:textId="77777777" w:rsidTr="006303E0">
        <w:trPr>
          <w:trHeight w:val="350"/>
        </w:trPr>
        <w:tc>
          <w:tcPr>
            <w:tcW w:w="3920" w:type="dxa"/>
          </w:tcPr>
          <w:p w14:paraId="78F4C1AE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اِزجر يخويه وارعد ارعود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B721BA" w14:textId="77777777" w:rsidR="00D81422" w:rsidRDefault="00D8142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95BD9A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وانته بهذا اليوم موعود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1422" w14:paraId="273AA7B6" w14:textId="77777777" w:rsidTr="006303E0">
        <w:trPr>
          <w:trHeight w:val="350"/>
        </w:trPr>
        <w:tc>
          <w:tcPr>
            <w:tcW w:w="3920" w:type="dxa"/>
          </w:tcPr>
          <w:p w14:paraId="1ECAFFF9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وانته الذي بالضيق معدود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CAA6DB" w14:textId="77777777" w:rsidR="00D81422" w:rsidRDefault="00D8142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7010A0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سمعها اُو تناول زين لبنود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1422" w14:paraId="2CF69CCD" w14:textId="77777777" w:rsidTr="006303E0">
        <w:trPr>
          <w:trHeight w:val="350"/>
        </w:trPr>
        <w:tc>
          <w:tcPr>
            <w:tcW w:w="3920" w:type="dxa"/>
          </w:tcPr>
          <w:p w14:paraId="1040C5F0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اُوقلها اُو حلف ليها بلجدود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F65358" w14:textId="77777777" w:rsidR="00D81422" w:rsidRDefault="00D8142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7E81190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اُوحقك لصك اجنود باجنود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1422" w14:paraId="40482CA8" w14:textId="77777777" w:rsidTr="006303E0">
        <w:trPr>
          <w:trHeight w:val="350"/>
        </w:trPr>
        <w:tc>
          <w:tcPr>
            <w:tcW w:w="3920" w:type="dxa"/>
          </w:tcPr>
          <w:p w14:paraId="0BEA3600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واطبق عليهم وارعد ارعود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264317" w14:textId="77777777" w:rsidR="00D81422" w:rsidRDefault="00D8142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E89FD2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اُو تدرين ابو فاضل مهو اردود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BE5FC0E" w14:textId="77777777" w:rsidR="00EE7C84" w:rsidRDefault="00EE7C84" w:rsidP="00D81422">
      <w:pPr>
        <w:pStyle w:val="libPoemCenter"/>
        <w:rPr>
          <w:lang w:bidi="fa-IR"/>
        </w:rPr>
      </w:pPr>
      <w:r>
        <w:rPr>
          <w:rtl/>
          <w:lang w:bidi="fa-IR"/>
        </w:rPr>
        <w:t>اُو عذري إذا طاحت هلزنود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81422" w14:paraId="5A77D12D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31036274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انا اعمودها لا قامت اتدور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9E4CCE9" w14:textId="77777777" w:rsidR="00D81422" w:rsidRDefault="00D8142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995FF82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ابرمحي انا خراق لصدور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1422" w14:paraId="73A00B11" w14:textId="77777777" w:rsidTr="006303E0">
        <w:trPr>
          <w:trHeight w:val="350"/>
        </w:trPr>
        <w:tc>
          <w:tcPr>
            <w:tcW w:w="3920" w:type="dxa"/>
          </w:tcPr>
          <w:p w14:paraId="41A098F8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لنفخ عليهم نفخة الصور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1931F8" w14:textId="77777777" w:rsidR="00D81422" w:rsidRDefault="00D8142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9EC2B2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واحطهم وادورهم دور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1422" w14:paraId="63A5A7EE" w14:textId="77777777" w:rsidTr="006303E0">
        <w:trPr>
          <w:trHeight w:val="350"/>
        </w:trPr>
        <w:tc>
          <w:tcPr>
            <w:tcW w:w="3920" w:type="dxa"/>
          </w:tcPr>
          <w:p w14:paraId="5DD5744C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وطشر عساكرهم بلبرور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DB81D1" w14:textId="77777777" w:rsidR="00D81422" w:rsidRDefault="00D8142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101294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وخلي الدما تجري كلبحور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1422" w14:paraId="58303F33" w14:textId="77777777" w:rsidTr="006303E0">
        <w:trPr>
          <w:trHeight w:val="350"/>
        </w:trPr>
        <w:tc>
          <w:tcPr>
            <w:tcW w:w="3920" w:type="dxa"/>
          </w:tcPr>
          <w:p w14:paraId="65285270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واحدهم وادورهم دور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EF91FD" w14:textId="77777777" w:rsidR="00D81422" w:rsidRDefault="00D8142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C0880D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وانا ابن الوصي حيدر المشهور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DF5779F" w14:textId="77777777" w:rsidR="00EE7C84" w:rsidRDefault="00EE7C84" w:rsidP="00D81422">
      <w:pPr>
        <w:pStyle w:val="libPoemCenter"/>
        <w:rPr>
          <w:lang w:bidi="fa-IR"/>
        </w:rPr>
      </w:pPr>
      <w:r>
        <w:rPr>
          <w:rtl/>
          <w:lang w:bidi="fa-IR"/>
        </w:rPr>
        <w:t>واللي ذخرني اليوم عاشور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81422" w14:paraId="5B2F7B08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5CFADE69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انا اعمودها وانا ظنبها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F333F35" w14:textId="77777777" w:rsidR="00D81422" w:rsidRDefault="00D8142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C0C9EA9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وانا المقدم في حربها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1422" w14:paraId="7EF8EA91" w14:textId="77777777" w:rsidTr="006303E0">
        <w:trPr>
          <w:trHeight w:val="350"/>
        </w:trPr>
        <w:tc>
          <w:tcPr>
            <w:tcW w:w="3920" w:type="dxa"/>
          </w:tcPr>
          <w:p w14:paraId="478FC03E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ابروس الاعادي النار اشبها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CED84C" w14:textId="77777777" w:rsidR="00D81422" w:rsidRDefault="00D8142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4CCA47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وخل الفوارس في تربها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1422" w14:paraId="2877E3D5" w14:textId="77777777" w:rsidTr="006303E0">
        <w:trPr>
          <w:trHeight w:val="350"/>
        </w:trPr>
        <w:tc>
          <w:tcPr>
            <w:tcW w:w="3920" w:type="dxa"/>
          </w:tcPr>
          <w:p w14:paraId="2E4BC8A5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والشام ازلزلها وطبها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5D211C" w14:textId="77777777" w:rsidR="00D81422" w:rsidRDefault="00D8142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CBE75F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اُوحق الوصي عالي تربها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A6C1E53" w14:textId="77777777" w:rsidR="00EE7C84" w:rsidRDefault="00EE7C84" w:rsidP="00D81422">
      <w:pPr>
        <w:pStyle w:val="libPoemCenter"/>
        <w:rPr>
          <w:lang w:bidi="fa-IR"/>
        </w:rPr>
      </w:pPr>
      <w:r>
        <w:rPr>
          <w:rtl/>
          <w:lang w:bidi="fa-IR"/>
        </w:rPr>
        <w:t>يجي الماي لو امسي ابتربها</w:t>
      </w:r>
    </w:p>
    <w:p w14:paraId="40D4159E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العبّاس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81422" w14:paraId="1E768D2E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234E2278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يعبّاس يا حامي ظعنّا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78D27CB" w14:textId="77777777" w:rsidR="00D81422" w:rsidRDefault="00D8142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D3C5430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يرداد قوم الكفر عنّا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1422" w14:paraId="2D8D4A56" w14:textId="77777777" w:rsidTr="006303E0">
        <w:trPr>
          <w:trHeight w:val="350"/>
        </w:trPr>
        <w:tc>
          <w:tcPr>
            <w:tcW w:w="3920" w:type="dxa"/>
          </w:tcPr>
          <w:p w14:paraId="4512EC16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مهي عادتك اتصد عنّا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F7E1AF" w14:textId="77777777" w:rsidR="00D81422" w:rsidRDefault="00D8142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99BA50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اِنهض معَ جملة أهلنا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1422" w14:paraId="5288D3FC" w14:textId="77777777" w:rsidTr="006303E0">
        <w:trPr>
          <w:trHeight w:val="350"/>
        </w:trPr>
        <w:tc>
          <w:tcPr>
            <w:tcW w:w="3920" w:type="dxa"/>
          </w:tcPr>
          <w:p w14:paraId="2069835C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زيحوا الهضم والضيم عنّا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E12A28" w14:textId="77777777" w:rsidR="00D81422" w:rsidRDefault="00D8142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1AE9D0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ترى امن العطش بانموت كلنا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6395B76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العبّاس يخاطب زينب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81422" w14:paraId="1EFC162D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4176B3CE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نادى اُومنّه تهمل العين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1DCBBEF" w14:textId="77777777" w:rsidR="00D81422" w:rsidRDefault="00D8142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C2267FD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اِنكان القضا ما سلّط البين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1422" w14:paraId="4ED6A9D0" w14:textId="77777777" w:rsidTr="006303E0">
        <w:trPr>
          <w:trHeight w:val="350"/>
        </w:trPr>
        <w:tc>
          <w:tcPr>
            <w:tcW w:w="3920" w:type="dxa"/>
          </w:tcPr>
          <w:p w14:paraId="47EB8ED6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يسهل عليّ اللي تطلبين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D371CF" w14:textId="77777777" w:rsidR="00D81422" w:rsidRDefault="00D8142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C1EE0F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يزينب تعرفي اُو تدرين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1422" w14:paraId="7D1C3103" w14:textId="77777777" w:rsidTr="006303E0">
        <w:trPr>
          <w:trHeight w:val="350"/>
        </w:trPr>
        <w:tc>
          <w:tcPr>
            <w:tcW w:w="3920" w:type="dxa"/>
          </w:tcPr>
          <w:p w14:paraId="1C3D6DDA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ما قْدر على عتبك تعتبين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ABFD23" w14:textId="77777777" w:rsidR="00D81422" w:rsidRDefault="00D8142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1B29B8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ولا قدر على عتب الخواتين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1422" w14:paraId="314E6E78" w14:textId="77777777" w:rsidTr="006303E0">
        <w:trPr>
          <w:trHeight w:val="350"/>
        </w:trPr>
        <w:tc>
          <w:tcPr>
            <w:tcW w:w="3920" w:type="dxa"/>
          </w:tcPr>
          <w:p w14:paraId="3D9130A2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قومي يزينب روحي لحسين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038A1A" w14:textId="77777777" w:rsidR="00D81422" w:rsidRDefault="00D8142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D5B35A" w14:textId="77777777" w:rsidR="00D81422" w:rsidRDefault="00961DEA" w:rsidP="006303E0">
            <w:pPr>
              <w:pStyle w:val="libPoem"/>
            </w:pPr>
            <w:r>
              <w:rPr>
                <w:rtl/>
                <w:lang w:bidi="fa-IR"/>
              </w:rPr>
              <w:t>إنتي اُوسكنة والنساوين</w:t>
            </w:r>
            <w:r w:rsidR="00D8142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8F0C53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46558" w14:paraId="55FE39C4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37CA9DBB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اُوجيبوا الرخصة لي من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311E519" w14:textId="77777777" w:rsidR="00146558" w:rsidRDefault="0014655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08EEBF1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باحمل وزلزل هالاراضين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6558" w14:paraId="2439B389" w14:textId="77777777" w:rsidTr="006303E0">
        <w:trPr>
          <w:trHeight w:val="350"/>
        </w:trPr>
        <w:tc>
          <w:tcPr>
            <w:tcW w:w="3920" w:type="dxa"/>
          </w:tcPr>
          <w:p w14:paraId="14FAFD68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أبويه علي قاتل العمرين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D83327" w14:textId="77777777" w:rsidR="00146558" w:rsidRDefault="0014655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2F5E19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يحميك هالصارم وليمين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6558" w14:paraId="734A4148" w14:textId="77777777" w:rsidTr="006303E0">
        <w:trPr>
          <w:trHeight w:val="350"/>
        </w:trPr>
        <w:tc>
          <w:tcPr>
            <w:tcW w:w="3920" w:type="dxa"/>
          </w:tcPr>
          <w:p w14:paraId="54A94910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إذا رحت انا ميلي على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64D0C9" w14:textId="77777777" w:rsidR="00146558" w:rsidRDefault="0014655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AAB764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قالت يبو فاضل اُو نعمين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6558" w14:paraId="48E3705C" w14:textId="77777777" w:rsidTr="006303E0">
        <w:trPr>
          <w:trHeight w:val="350"/>
        </w:trPr>
        <w:tc>
          <w:tcPr>
            <w:tcW w:w="3920" w:type="dxa"/>
          </w:tcPr>
          <w:p w14:paraId="02B74BB7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تمنّيت قالها ويش تمنين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E055F7" w14:textId="77777777" w:rsidR="00146558" w:rsidRDefault="0014655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4EBE32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قالت يبو فرجة يلحنين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6558" w14:paraId="4D5491EB" w14:textId="77777777" w:rsidTr="006303E0">
        <w:trPr>
          <w:trHeight w:val="350"/>
        </w:trPr>
        <w:tc>
          <w:tcPr>
            <w:tcW w:w="3920" w:type="dxa"/>
          </w:tcPr>
          <w:p w14:paraId="585A5E59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يا ليت اُمّك جابت اثنين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E26FE0" w14:textId="77777777" w:rsidR="00146558" w:rsidRDefault="0014655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EA9B4D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مثلك يواسون الولي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06EC002" w14:textId="77777777" w:rsidR="00EE7C84" w:rsidRDefault="00EE7C84" w:rsidP="00146558">
      <w:pPr>
        <w:pStyle w:val="libPoemCenter"/>
        <w:rPr>
          <w:lang w:bidi="fa-IR"/>
        </w:rPr>
      </w:pPr>
      <w:r>
        <w:rPr>
          <w:rtl/>
          <w:lang w:bidi="fa-IR"/>
        </w:rPr>
        <w:t>اُو في كربلا اينصرون لحسين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46558" w14:paraId="5A1C6396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73C8EC2F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زينب يخيّه يا مصونه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E19B0A5" w14:textId="77777777" w:rsidR="00146558" w:rsidRDefault="0014655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A9AA799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يمخدرة حيدر أبونا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6558" w14:paraId="26B099CF" w14:textId="77777777" w:rsidTr="006303E0">
        <w:trPr>
          <w:trHeight w:val="350"/>
        </w:trPr>
        <w:tc>
          <w:tcPr>
            <w:tcW w:w="3920" w:type="dxa"/>
          </w:tcPr>
          <w:p w14:paraId="0E254484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واللي ابخدرها كلّفونا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C23952" w14:textId="77777777" w:rsidR="00146558" w:rsidRDefault="0014655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1DCF90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الماي لازم تشربونه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6558" w14:paraId="1E2C1E61" w14:textId="77777777" w:rsidTr="006303E0">
        <w:trPr>
          <w:trHeight w:val="350"/>
        </w:trPr>
        <w:tc>
          <w:tcPr>
            <w:tcW w:w="3920" w:type="dxa"/>
          </w:tcPr>
          <w:p w14:paraId="60097383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أجيبه ولو الموت دونه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A15635" w14:textId="77777777" w:rsidR="00146558" w:rsidRDefault="0014655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975257D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عبّاس كلكم تعرفونه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6558" w14:paraId="3A645DF8" w14:textId="77777777" w:rsidTr="006303E0">
        <w:trPr>
          <w:trHeight w:val="350"/>
        </w:trPr>
        <w:tc>
          <w:tcPr>
            <w:tcW w:w="3920" w:type="dxa"/>
          </w:tcPr>
          <w:p w14:paraId="1D962D5B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قالت يبو فرجة اندهينا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56C5CA" w14:textId="77777777" w:rsidR="00146558" w:rsidRDefault="0014655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EEA609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مات الطفل واخته اسكينه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775BD80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سكينة تخاطب العبّاس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46558" w14:paraId="74E778CE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3AF39923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عبّاس عمّي جيت يمكُم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E46B20D" w14:textId="77777777" w:rsidR="00146558" w:rsidRDefault="0014655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9296A7F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أدوّر اُمّية من خيمكُم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F125B89" w14:textId="77777777" w:rsidR="00EE7C84" w:rsidRDefault="00EE7C84" w:rsidP="00146558">
      <w:pPr>
        <w:pStyle w:val="libPoemCenter"/>
        <w:rPr>
          <w:lang w:bidi="fa-IR"/>
        </w:rPr>
      </w:pPr>
      <w:r>
        <w:rPr>
          <w:rtl/>
          <w:lang w:bidi="fa-IR"/>
        </w:rPr>
        <w:t>أموت ابعطش ترضا شيمكُم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46558" w14:paraId="003E2D56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2E4E9BC5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عبّاس عمّي والذخيره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8BA97EE" w14:textId="77777777" w:rsidR="00146558" w:rsidRDefault="0014655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9634440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يعز الكبيرة والصغيره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6558" w14:paraId="05A4291C" w14:textId="77777777" w:rsidTr="006303E0">
        <w:trPr>
          <w:trHeight w:val="350"/>
        </w:trPr>
        <w:tc>
          <w:tcPr>
            <w:tcW w:w="3920" w:type="dxa"/>
          </w:tcPr>
          <w:p w14:paraId="6C5DE6CD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في الكون ما ينطلب غيره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6C26E8" w14:textId="77777777" w:rsidR="00146558" w:rsidRDefault="0014655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1D71D0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والماي اَنه ما ريد غيره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5C9C40F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بنت الملك تخاطب زينب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46558" w14:paraId="7B1181BF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28731F5C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ياللي من الباري فخركم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386D0D4" w14:textId="77777777" w:rsidR="00146558" w:rsidRDefault="0014655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6064F00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واقصى المجد صاير مجدكم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6558" w14:paraId="5F431C8B" w14:textId="77777777" w:rsidTr="006303E0">
        <w:trPr>
          <w:trHeight w:val="350"/>
        </w:trPr>
        <w:tc>
          <w:tcPr>
            <w:tcW w:w="3920" w:type="dxa"/>
          </w:tcPr>
          <w:p w14:paraId="69AB78EA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يزينب اخذوا منّي طفلكم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4AA503" w14:textId="77777777" w:rsidR="00146558" w:rsidRDefault="0014655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A95588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خلّوه بس اِيموت عدكم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CAAEE0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العبّاس يخاطب الحسين (</w:t>
      </w:r>
      <w:r w:rsidR="00204F6E" w:rsidRPr="00204F6E">
        <w:rPr>
          <w:rStyle w:val="libAlaemChar"/>
          <w:rtl/>
        </w:rPr>
        <w:t>عليهما‌السلام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46558" w14:paraId="2AA66AF5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347AE4E7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يحسين خويه يا عضيدي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9AC41A4" w14:textId="77777777" w:rsidR="00146558" w:rsidRDefault="0014655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05F149C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يبن والدي خويه اُو سيدي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6558" w14:paraId="070CB958" w14:textId="77777777" w:rsidTr="006303E0">
        <w:trPr>
          <w:trHeight w:val="350"/>
        </w:trPr>
        <w:tc>
          <w:tcPr>
            <w:tcW w:w="3920" w:type="dxa"/>
          </w:tcPr>
          <w:p w14:paraId="4D61FB04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جتني اسكينة اعلى الوعيدي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E7A344" w14:textId="77777777" w:rsidR="00146558" w:rsidRDefault="0014655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6F473C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طاحت عليّه اُوحبّت اِيدي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6558" w14:paraId="3D539394" w14:textId="77777777" w:rsidTr="006303E0">
        <w:trPr>
          <w:trHeight w:val="350"/>
        </w:trPr>
        <w:tc>
          <w:tcPr>
            <w:tcW w:w="3920" w:type="dxa"/>
          </w:tcPr>
          <w:p w14:paraId="0E2F11B4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قلتها يبنتي ويش تريدي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C6EABA" w14:textId="77777777" w:rsidR="00146558" w:rsidRDefault="0014655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27AE38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طلبي على عمّك اُوزيدي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6558" w14:paraId="2A6E3216" w14:textId="77777777" w:rsidTr="006303E0">
        <w:trPr>
          <w:trHeight w:val="350"/>
        </w:trPr>
        <w:tc>
          <w:tcPr>
            <w:tcW w:w="3920" w:type="dxa"/>
          </w:tcPr>
          <w:p w14:paraId="4A516AB5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أنا السيف والخطي عبيدي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7788B5" w14:textId="77777777" w:rsidR="00146558" w:rsidRDefault="0014655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C45141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لهجم على جيش اليزيدي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6558" w14:paraId="7510F51E" w14:textId="77777777" w:rsidTr="006303E0">
        <w:trPr>
          <w:trHeight w:val="350"/>
        </w:trPr>
        <w:tc>
          <w:tcPr>
            <w:tcW w:w="3920" w:type="dxa"/>
          </w:tcPr>
          <w:p w14:paraId="6084390D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وادعي جثثهم كالحصيدي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B8D975E" w14:textId="77777777" w:rsidR="00146558" w:rsidRDefault="0014655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F4BD5B" w14:textId="77777777" w:rsidR="00146558" w:rsidRDefault="00146558" w:rsidP="006303E0">
            <w:pPr>
              <w:pStyle w:val="libPoem"/>
            </w:pPr>
            <w:r>
              <w:rPr>
                <w:rtl/>
                <w:lang w:bidi="fa-IR"/>
              </w:rPr>
              <w:t>شجاعة علي كلها اِبأيدي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6986E6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العبّاس يُجيب الحسين (</w:t>
      </w:r>
      <w:r w:rsidR="00204F6E" w:rsidRPr="00204F6E">
        <w:rPr>
          <w:rStyle w:val="libAlaemChar"/>
          <w:rtl/>
        </w:rPr>
        <w:t>عليهما‌السلام</w:t>
      </w:r>
      <w:r>
        <w:rPr>
          <w:rtl/>
          <w:lang w:bidi="fa-IR"/>
        </w:rPr>
        <w:t>) :</w:t>
      </w:r>
    </w:p>
    <w:p w14:paraId="40D0D5B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73D12" w14:paraId="0AA4CE87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26A394F7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بنت الملك جات ابطفلها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C968625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5A51F0B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للماي باتروّي شبلها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D12" w14:paraId="7B0196D7" w14:textId="77777777" w:rsidTr="006303E0">
        <w:trPr>
          <w:trHeight w:val="350"/>
        </w:trPr>
        <w:tc>
          <w:tcPr>
            <w:tcW w:w="3920" w:type="dxa"/>
          </w:tcPr>
          <w:p w14:paraId="6F93C93D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وقعة يخويه ما مثلها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39C0BD8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7F197C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لا وقعة البصرة اُو جملها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D12" w14:paraId="59BC9244" w14:textId="77777777" w:rsidTr="006303E0">
        <w:trPr>
          <w:trHeight w:val="350"/>
        </w:trPr>
        <w:tc>
          <w:tcPr>
            <w:tcW w:w="3920" w:type="dxa"/>
          </w:tcPr>
          <w:p w14:paraId="0704AC6C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قلّه اُو عبراته يهلها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575784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C54A35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خلِّ الحريم اتموت كلها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D12" w14:paraId="77151957" w14:textId="77777777" w:rsidTr="006303E0">
        <w:trPr>
          <w:trHeight w:val="350"/>
        </w:trPr>
        <w:tc>
          <w:tcPr>
            <w:tcW w:w="3920" w:type="dxa"/>
          </w:tcPr>
          <w:p w14:paraId="324431B1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اُو بنت الملك ويّا طفلها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3317DB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27347B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أنا خاف دولتنا تفلها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F7A0375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أجابه العبّاس بن عليٍّ (</w:t>
      </w:r>
      <w:r w:rsidR="00204F6E" w:rsidRPr="00204F6E">
        <w:rPr>
          <w:rStyle w:val="libAlaemChar"/>
          <w:rtl/>
        </w:rPr>
        <w:t>عليهما‌السلام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73D12" w14:paraId="0058B750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06E38C3B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إحيات ربِّي والجليله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2875620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CFFE748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ذيك الذي ماتت عليله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D12" w14:paraId="450279C6" w14:textId="77777777" w:rsidTr="006303E0">
        <w:trPr>
          <w:trHeight w:val="350"/>
        </w:trPr>
        <w:tc>
          <w:tcPr>
            <w:tcW w:w="3920" w:type="dxa"/>
          </w:tcPr>
          <w:p w14:paraId="667D18CE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واللي قتل في الفرض غيله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2D7F23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7343F2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مادام انا سيفي اشيله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D12" w14:paraId="4107A4FD" w14:textId="77777777" w:rsidTr="006303E0">
        <w:trPr>
          <w:trHeight w:val="350"/>
        </w:trPr>
        <w:tc>
          <w:tcPr>
            <w:tcW w:w="3920" w:type="dxa"/>
          </w:tcPr>
          <w:p w14:paraId="0B067920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اُو رمحي على اكتافي أحيله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616C16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7C48F5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متهولني اصفوف الثقيله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D12" w14:paraId="3D822E42" w14:textId="77777777" w:rsidTr="006303E0">
        <w:trPr>
          <w:trHeight w:val="350"/>
        </w:trPr>
        <w:tc>
          <w:tcPr>
            <w:tcW w:w="3920" w:type="dxa"/>
          </w:tcPr>
          <w:p w14:paraId="5D514A69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اُبويه علي وانا سليله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A08972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C59216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يخسون مو زينب ذليله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D12" w14:paraId="0ACA63D9" w14:textId="77777777" w:rsidTr="006303E0">
        <w:trPr>
          <w:trHeight w:val="350"/>
        </w:trPr>
        <w:tc>
          <w:tcPr>
            <w:tcW w:w="3920" w:type="dxa"/>
          </w:tcPr>
          <w:p w14:paraId="463572C4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أنا الذي للصيد صايد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80AC69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62FE80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اُو مدخور بيّام الشدايد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D12" w14:paraId="61B4B7B3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1652C2A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واِنكان عادت لي عوايد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5C00CD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97A57E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لخلي الأعادي ابلا وسايد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CF841A4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العبّاس يخاطب الهاشميّين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73D12" w14:paraId="6E6567A7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0AFB14D6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شمس الضحى لا تطلعي 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D5B0AB7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8B6F86F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يشبّان منهو لكم جيدوم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D12" w14:paraId="48EB71F4" w14:textId="77777777" w:rsidTr="006303E0">
        <w:trPr>
          <w:trHeight w:val="350"/>
        </w:trPr>
        <w:tc>
          <w:tcPr>
            <w:tcW w:w="3920" w:type="dxa"/>
          </w:tcPr>
          <w:p w14:paraId="43466DC0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اُو رمحي انا ما يريد لسموم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ED30CB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75D7FA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اُو قولوا لطير بالسما ايحوم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D12" w14:paraId="2F3EDDAB" w14:textId="77777777" w:rsidTr="006303E0">
        <w:trPr>
          <w:trHeight w:val="350"/>
        </w:trPr>
        <w:tc>
          <w:tcPr>
            <w:tcW w:w="3920" w:type="dxa"/>
          </w:tcPr>
          <w:p w14:paraId="0B7F7935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باكر يجينا اُو يشبع الحوم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599862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37AEEE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بيحمل أبو فاضل على 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D12" w14:paraId="5378C8EE" w14:textId="77777777" w:rsidTr="006303E0">
        <w:trPr>
          <w:trHeight w:val="350"/>
        </w:trPr>
        <w:tc>
          <w:tcPr>
            <w:tcW w:w="3920" w:type="dxa"/>
          </w:tcPr>
          <w:p w14:paraId="19CAB0AE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أنا الذي للروح بايع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E8C899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6450B3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اُو مدخور بيّام الوقايع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D12" w14:paraId="5FCB4459" w14:textId="77777777" w:rsidTr="006303E0">
        <w:trPr>
          <w:trHeight w:val="350"/>
        </w:trPr>
        <w:tc>
          <w:tcPr>
            <w:tcW w:w="3920" w:type="dxa"/>
          </w:tcPr>
          <w:p w14:paraId="5BC12D7F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وانكان طير اليوم جايع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FB5594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0ECC94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لشبعه من الحوم القرايع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D12" w14:paraId="29EF617E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409EA78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أنا اللي عمري بايعنّه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74B2CB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FBEE3D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واللي ايتماني ايتدنا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D12" w14:paraId="4F4E368E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F7BF59D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والوعد لصطكت لسنه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8A75E2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D91D85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ايبان الشجاع اليوم منّا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D12" w14:paraId="29E1005D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68FCB1E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خلّوا المحامي في الاظلّه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6FF618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40D966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اُو ركزو اللوى وجلسوا ابظله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D12" w14:paraId="28DAE45A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7D7AF40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اُولا تقحم الميدان إ</w:t>
            </w:r>
            <w:r w:rsidRPr="00BF20F3">
              <w:rPr>
                <w:rStyle w:val="libNormalChar"/>
                <w:rtl/>
              </w:rPr>
              <w:t>لّا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6AFE51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AB61FC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اقروم تخلي الخيل فلّه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D12" w14:paraId="40541257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077286F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واِنكان أحد يقدم إ</w:t>
            </w:r>
            <w:r w:rsidRPr="00BF20F3">
              <w:rPr>
                <w:rStyle w:val="libNormalChar"/>
                <w:rtl/>
              </w:rPr>
              <w:t>لّا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571F10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4F82A6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عليه الثقل خلّوه كلّه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D12" w14:paraId="710AEDC1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4506D24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والله ما تمسي المسيّه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78009A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BBFDF8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المواعد منقضيّه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D12" w14:paraId="042391C6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B4FFD13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آمالنا لولا اُميّه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AC9466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C5E65F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وانكان احد ناوي ابنيه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D12" w14:paraId="14FD0EAB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39C0270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كُل من ايسمعني حكيه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31674A7" w14:textId="77777777" w:rsidR="00173D12" w:rsidRDefault="00173D12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860F12" w14:textId="77777777" w:rsidR="00173D12" w:rsidRDefault="00173D12" w:rsidP="006303E0">
            <w:pPr>
              <w:pStyle w:val="libPoem"/>
            </w:pPr>
            <w:r>
              <w:rPr>
                <w:rtl/>
                <w:lang w:bidi="fa-IR"/>
              </w:rPr>
              <w:t>اُوخلّوا الثقل كلّه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B28638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677F0EBA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العبّاس يخاطب زينب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E1F05" w14:paraId="55F4E83A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1064E9DD" w14:textId="77777777" w:rsidR="002E1F05" w:rsidRDefault="00FE71AD" w:rsidP="006303E0">
            <w:pPr>
              <w:pStyle w:val="libPoem"/>
            </w:pPr>
            <w:r>
              <w:rPr>
                <w:rtl/>
                <w:lang w:bidi="fa-IR"/>
              </w:rPr>
              <w:t>يزينب اَطفالك سكّتيهم</w:t>
            </w:r>
            <w:r w:rsidR="002E1F0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A6C732B" w14:textId="77777777" w:rsidR="002E1F05" w:rsidRDefault="002E1F05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D8AEEB7" w14:textId="77777777" w:rsidR="002E1F05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اُو بالماي يختي واعديهم</w:t>
            </w:r>
            <w:r w:rsidR="002E1F0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1F05" w14:paraId="57A05A14" w14:textId="77777777" w:rsidTr="006303E0">
        <w:trPr>
          <w:trHeight w:val="350"/>
        </w:trPr>
        <w:tc>
          <w:tcPr>
            <w:tcW w:w="3920" w:type="dxa"/>
          </w:tcPr>
          <w:p w14:paraId="2F7DDBC1" w14:textId="77777777" w:rsidR="002E1F05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اُوهالساع أجيب الماي ليهم</w:t>
            </w:r>
            <w:r w:rsidR="002E1F0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64370F" w14:textId="77777777" w:rsidR="002E1F05" w:rsidRDefault="002E1F05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A0F9EA" w14:textId="77777777" w:rsidR="002E1F05" w:rsidRDefault="00FE71AD" w:rsidP="006303E0">
            <w:pPr>
              <w:pStyle w:val="libPoem"/>
            </w:pPr>
            <w:r>
              <w:rPr>
                <w:rtl/>
                <w:lang w:bidi="fa-IR"/>
              </w:rPr>
              <w:t>ملزوم يا زينب اسقيهم</w:t>
            </w:r>
            <w:r w:rsidR="002E1F0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DAC8376" w14:textId="77777777" w:rsidR="00EE7C84" w:rsidRDefault="00EE7C84" w:rsidP="002E1F05">
      <w:pPr>
        <w:pStyle w:val="Heading3Center"/>
        <w:rPr>
          <w:lang w:bidi="fa-IR"/>
        </w:rPr>
      </w:pPr>
      <w:bookmarkStart w:id="34" w:name="_Toc17226593"/>
      <w:r>
        <w:rPr>
          <w:rtl/>
          <w:lang w:bidi="fa-IR"/>
        </w:rPr>
        <w:t>بعد ما حصل العبّاس على الرخصة من أخيه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  <w:bookmarkEnd w:id="34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E71AD" w14:paraId="3AF3ED1B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1E3C29AD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جسّام يابني قرّب الجود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517833B" w14:textId="77777777" w:rsidR="00FE71AD" w:rsidRDefault="00FE71A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2121671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اُودن الدرع والطاس والعود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71AD" w14:paraId="3C98C93B" w14:textId="77777777" w:rsidTr="006303E0">
        <w:trPr>
          <w:trHeight w:val="350"/>
        </w:trPr>
        <w:tc>
          <w:tcPr>
            <w:tcW w:w="3920" w:type="dxa"/>
          </w:tcPr>
          <w:p w14:paraId="3ADBE89F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اُولا من سمعتوا بروق وارعود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77DE00" w14:textId="77777777" w:rsidR="00FE71AD" w:rsidRDefault="00FE71A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8C6F5C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ترى انا ملكت المشرعة ابزود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71AD" w14:paraId="4690B3B5" w14:textId="77777777" w:rsidTr="006303E0">
        <w:trPr>
          <w:trHeight w:val="350"/>
        </w:trPr>
        <w:tc>
          <w:tcPr>
            <w:tcW w:w="3920" w:type="dxa"/>
          </w:tcPr>
          <w:p w14:paraId="4C6CA7BC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اُو طلبوا من الباري المعبود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6BC630" w14:textId="77777777" w:rsidR="00FE71AD" w:rsidRDefault="00FE71A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9F190B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اُو قولوا عسى عمنا لنا ايعود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71AD" w14:paraId="28DA8770" w14:textId="77777777" w:rsidTr="006303E0">
        <w:trPr>
          <w:trHeight w:val="350"/>
        </w:trPr>
        <w:tc>
          <w:tcPr>
            <w:tcW w:w="3920" w:type="dxa"/>
          </w:tcPr>
          <w:p w14:paraId="384AF222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جسّام يا بني قرّب الطاس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37D1DA" w14:textId="77777777" w:rsidR="00FE71AD" w:rsidRDefault="00FE71A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7A6752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اُودنِّ الدرع والجود لاباس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71AD" w14:paraId="2A74C3B8" w14:textId="77777777" w:rsidTr="006303E0">
        <w:trPr>
          <w:trHeight w:val="350"/>
        </w:trPr>
        <w:tc>
          <w:tcPr>
            <w:tcW w:w="3920" w:type="dxa"/>
          </w:tcPr>
          <w:p w14:paraId="628A9493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اُولو من سمعتوا ضجّة الناس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72B0C7" w14:textId="77777777" w:rsidR="00FE71AD" w:rsidRDefault="00FE71A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F4B948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قولوا عسى الله ايعود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C852509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العبّاس يجاوب زينب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E71AD" w14:paraId="65C3E3A6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7AEAB723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مهو انصاف يا زينب مهو انصاف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980B6FF" w14:textId="77777777" w:rsidR="00FE71AD" w:rsidRDefault="00FE71A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9F92315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تبكين واحنا ما بنا اخلاف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71AD" w14:paraId="61FA7AA6" w14:textId="77777777" w:rsidTr="006303E0">
        <w:trPr>
          <w:trHeight w:val="350"/>
        </w:trPr>
        <w:tc>
          <w:tcPr>
            <w:tcW w:w="3920" w:type="dxa"/>
          </w:tcPr>
          <w:p w14:paraId="27013D6F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لو الجيش يبلغ لاجبل قاف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9E94E7" w14:textId="77777777" w:rsidR="00FE71AD" w:rsidRDefault="00FE71A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C349FE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والماي دونه تضرب اُوصاف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140294A" w14:textId="77777777" w:rsidR="00EE7C84" w:rsidRDefault="00EE7C84" w:rsidP="00FE71AD">
      <w:pPr>
        <w:pStyle w:val="libPoemCenter"/>
        <w:rPr>
          <w:lang w:bidi="fa-IR"/>
        </w:rPr>
      </w:pPr>
      <w:r>
        <w:rPr>
          <w:rtl/>
          <w:lang w:bidi="fa-IR"/>
        </w:rPr>
        <w:t>لجيبه اليكم بارد صاف</w:t>
      </w:r>
    </w:p>
    <w:p w14:paraId="757CE6CD" w14:textId="77777777" w:rsidR="00EE7C84" w:rsidRDefault="00EE7C84" w:rsidP="00D90438">
      <w:pPr>
        <w:pStyle w:val="libNormal"/>
        <w:rPr>
          <w:lang w:bidi="fa-IR"/>
        </w:rPr>
      </w:pPr>
      <w:r>
        <w:rPr>
          <w:rtl/>
          <w:lang w:bidi="fa-IR"/>
        </w:rPr>
        <w:t xml:space="preserve">العبّاس </w:t>
      </w:r>
      <w:r w:rsidR="00D90438">
        <w:rPr>
          <w:rtl/>
          <w:lang w:bidi="fa-IR"/>
        </w:rPr>
        <w:t>لما</w:t>
      </w:r>
      <w:r>
        <w:rPr>
          <w:rtl/>
          <w:lang w:bidi="fa-IR"/>
        </w:rPr>
        <w:t xml:space="preserve"> برز إلى الميدان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E71AD" w14:paraId="74A8DDA4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53AF4E64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جاها ايتحدر حي هالشوف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75F3F5A" w14:textId="77777777" w:rsidR="00FE71AD" w:rsidRDefault="00FE71A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C0E1E2F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كنّه سهم نافذ بلصفوف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71AD" w14:paraId="74AB2A14" w14:textId="77777777" w:rsidTr="006303E0">
        <w:trPr>
          <w:trHeight w:val="350"/>
        </w:trPr>
        <w:tc>
          <w:tcPr>
            <w:tcW w:w="3920" w:type="dxa"/>
          </w:tcPr>
          <w:p w14:paraId="0D4BE46D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ما يندفع برماح واسيوف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86E936" w14:textId="77777777" w:rsidR="00FE71AD" w:rsidRDefault="00FE71A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9AD9E9F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واِحسين عينه تنظره اتشوف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71AD" w14:paraId="062B7BE9" w14:textId="77777777" w:rsidTr="006303E0">
        <w:trPr>
          <w:trHeight w:val="350"/>
        </w:trPr>
        <w:tc>
          <w:tcPr>
            <w:tcW w:w="3920" w:type="dxa"/>
          </w:tcPr>
          <w:p w14:paraId="657A25D1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اينادي اُودمع العين مذروف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09BA24" w14:textId="77777777" w:rsidR="00FE71AD" w:rsidRDefault="00FE71A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36AA2F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اُو قلبه على العبّاس ملهوف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D3D3AEA" w14:textId="77777777" w:rsidR="00EE7C84" w:rsidRDefault="00EE7C84" w:rsidP="00FE71AD">
      <w:pPr>
        <w:pStyle w:val="libPoemCenter"/>
        <w:rPr>
          <w:lang w:bidi="fa-IR"/>
        </w:rPr>
      </w:pPr>
      <w:r>
        <w:rPr>
          <w:rtl/>
          <w:lang w:bidi="fa-IR"/>
        </w:rPr>
        <w:t>تسلم يبو فاضل هلكفوف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E71AD" w14:paraId="24DB8BDB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410A065B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الخيل جاها اُوكل من اهتال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8A29611" w14:textId="77777777" w:rsidR="00FE71AD" w:rsidRDefault="00FE71A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063EF2E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اُولبطال دوّسها بلبطال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71AD" w14:paraId="4785EDC4" w14:textId="77777777" w:rsidTr="006303E0">
        <w:trPr>
          <w:trHeight w:val="350"/>
        </w:trPr>
        <w:tc>
          <w:tcPr>
            <w:tcW w:w="3920" w:type="dxa"/>
          </w:tcPr>
          <w:p w14:paraId="159129BA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اُوجدّل فوارسها على اتلال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FA7DE3" w14:textId="77777777" w:rsidR="00FE71AD" w:rsidRDefault="00FE71A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BC6BF2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اُو قال البعض لا بعضهم قال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71AD" w14:paraId="5063ED56" w14:textId="77777777" w:rsidTr="006303E0">
        <w:trPr>
          <w:trHeight w:val="350"/>
        </w:trPr>
        <w:tc>
          <w:tcPr>
            <w:tcW w:w="3920" w:type="dxa"/>
          </w:tcPr>
          <w:p w14:paraId="77FF63A6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خلّوه يشرب ماي لزلال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9EC347" w14:textId="77777777" w:rsidR="00FE71AD" w:rsidRDefault="00FE71A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B64AE4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وإ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فنى أوّل مع التال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71AD" w14:paraId="747D4D37" w14:textId="77777777" w:rsidTr="006303E0">
        <w:trPr>
          <w:trHeight w:val="350"/>
        </w:trPr>
        <w:tc>
          <w:tcPr>
            <w:tcW w:w="3920" w:type="dxa"/>
          </w:tcPr>
          <w:p w14:paraId="2494D449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ولاحد كفو ايفعل هلفعال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A0B867" w14:textId="77777777" w:rsidR="00FE71AD" w:rsidRDefault="00FE71A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CF36FD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علي خوّاض لهوال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71AD" w14:paraId="2CDED958" w14:textId="77777777" w:rsidTr="006303E0">
        <w:trPr>
          <w:trHeight w:val="350"/>
        </w:trPr>
        <w:tc>
          <w:tcPr>
            <w:tcW w:w="3920" w:type="dxa"/>
          </w:tcPr>
          <w:p w14:paraId="060837DC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زبرها من اجنوب اُوتعلّت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53B696" w14:textId="77777777" w:rsidR="00FE71AD" w:rsidRDefault="00FE71A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904CCB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اُورادت تطير اُولا اندلّت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71AD" w14:paraId="23B42984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C44D763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اُوطبّق عليها يوم حلّت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07E9AC" w14:textId="77777777" w:rsidR="00FE71AD" w:rsidRDefault="00FE71A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9C5D4C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عساها يمين ما اشتلّت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71AD" w14:paraId="22CF9047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1A97EED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بين المواضي والأسنّه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7718FF" w14:textId="77777777" w:rsidR="00FE71AD" w:rsidRDefault="00FE71AD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06D2BD" w14:textId="77777777" w:rsidR="00FE71AD" w:rsidRDefault="00FE71AD" w:rsidP="006303E0">
            <w:pPr>
              <w:pStyle w:val="libPoem"/>
            </w:pPr>
            <w:r>
              <w:rPr>
                <w:rtl/>
                <w:lang w:bidi="fa-IR"/>
              </w:rPr>
              <w:t>فارس يهاب الموت منّه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FDEB1B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556F1" w14:paraId="46DC9152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6D5361C2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واحد شديد ايسايلنه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2DA51DA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C82F421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اُو نشدوه ويش هو طالبنا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093A9520" w14:textId="77777777" w:rsidTr="006303E0">
        <w:trPr>
          <w:trHeight w:val="350"/>
        </w:trPr>
        <w:tc>
          <w:tcPr>
            <w:tcW w:w="3920" w:type="dxa"/>
          </w:tcPr>
          <w:p w14:paraId="16BFD008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اِنكان للماء قاصدنه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9C8332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61E929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خلّوه يشرب ويتهنا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777AE30" w14:textId="77777777" w:rsidR="00EE7C84" w:rsidRDefault="00EE7C84" w:rsidP="004556F1">
      <w:pPr>
        <w:pStyle w:val="libPoemCenter"/>
        <w:rPr>
          <w:lang w:bidi="fa-IR"/>
        </w:rPr>
      </w:pPr>
      <w:r>
        <w:rPr>
          <w:rtl/>
          <w:lang w:bidi="fa-IR"/>
        </w:rPr>
        <w:t>وإ</w:t>
      </w:r>
      <w:r w:rsidR="00BF20F3" w:rsidRPr="00BF20F3">
        <w:rPr>
          <w:rStyle w:val="libNormalChar"/>
          <w:rtl/>
        </w:rPr>
        <w:t>لّا</w:t>
      </w:r>
      <w:r>
        <w:rPr>
          <w:rtl/>
          <w:lang w:bidi="fa-IR"/>
        </w:rPr>
        <w:t xml:space="preserve"> ترى يفني جمعنا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556F1" w14:paraId="58C6A34B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35623ECE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اِنكان هذا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نزاله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51036BC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A10923B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الله الكافي من مجاله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629F26C4" w14:textId="77777777" w:rsidTr="006303E0">
        <w:trPr>
          <w:trHeight w:val="350"/>
        </w:trPr>
        <w:tc>
          <w:tcPr>
            <w:tcW w:w="3920" w:type="dxa"/>
          </w:tcPr>
          <w:p w14:paraId="5773677C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هذا الموت نازل لا محاله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55E7D4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AB5315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قل لبن سعد ايشد رحاله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0ADC4B2B" w14:textId="77777777" w:rsidTr="006303E0">
        <w:trPr>
          <w:trHeight w:val="350"/>
        </w:trPr>
        <w:tc>
          <w:tcPr>
            <w:tcW w:w="3920" w:type="dxa"/>
          </w:tcPr>
          <w:p w14:paraId="0E9F2637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واِنكان ايقول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ولالا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89CCDF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854606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يبرز له اينظر اَفعاله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62212651" w14:textId="77777777" w:rsidTr="006303E0">
        <w:trPr>
          <w:trHeight w:val="350"/>
        </w:trPr>
        <w:tc>
          <w:tcPr>
            <w:tcW w:w="3920" w:type="dxa"/>
          </w:tcPr>
          <w:p w14:paraId="403C752E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بانشوف مكره واحتياله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684744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82E893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العبّاس ما يرجع محاله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293E1CED" w14:textId="77777777" w:rsidTr="006303E0">
        <w:trPr>
          <w:trHeight w:val="350"/>
        </w:trPr>
        <w:tc>
          <w:tcPr>
            <w:tcW w:w="3920" w:type="dxa"/>
          </w:tcPr>
          <w:p w14:paraId="2CC7E63E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لو تقطع ايمينه معْ شماله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D892D2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8541E8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يها لناس عذروه ابفعاله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EE87A0D" w14:textId="77777777" w:rsidR="00EE7C84" w:rsidRDefault="00EE7C84" w:rsidP="004556F1">
      <w:pPr>
        <w:pStyle w:val="libPoemCenter"/>
        <w:rPr>
          <w:lang w:bidi="fa-IR"/>
        </w:rPr>
      </w:pPr>
      <w:r>
        <w:rPr>
          <w:rtl/>
          <w:lang w:bidi="fa-IR"/>
        </w:rPr>
        <w:t>محروق قلبه اعلى اَطفاله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556F1" w14:paraId="547A2168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479F2947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صوّل أبو فاضل الضرغام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FFF597E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219024D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اُورج العراق اُوزلزل الشام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1A309718" w14:textId="77777777" w:rsidTr="006303E0">
        <w:trPr>
          <w:trHeight w:val="350"/>
        </w:trPr>
        <w:tc>
          <w:tcPr>
            <w:tcW w:w="3920" w:type="dxa"/>
          </w:tcPr>
          <w:p w14:paraId="6C608006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والرايات نكّسها ولعلام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1C5FF0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995A78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ويزيد من فوق التخت قام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52143F7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عند ما سمعت بقطع يمين العبّاس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556F1" w14:paraId="17B05A16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7839492C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طلعت من الخيمة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8B91325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F205D83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اتنادي ابمبرات هتينه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73179024" w14:textId="77777777" w:rsidTr="006303E0">
        <w:trPr>
          <w:trHeight w:val="350"/>
        </w:trPr>
        <w:tc>
          <w:tcPr>
            <w:tcW w:w="3920" w:type="dxa"/>
          </w:tcPr>
          <w:p w14:paraId="637CBC41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يحسين يا عزنا اُوولينا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4F07A5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E50C59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اسمعنا قول قايلينه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A019ECD" w14:textId="77777777" w:rsidR="00EE7C84" w:rsidRDefault="00EE7C84" w:rsidP="004556F1">
      <w:pPr>
        <w:pStyle w:val="libPoemCenter"/>
        <w:rPr>
          <w:lang w:bidi="fa-IR"/>
        </w:rPr>
      </w:pPr>
      <w:r>
        <w:rPr>
          <w:rtl/>
          <w:lang w:bidi="fa-IR"/>
        </w:rPr>
        <w:t>راعي العلم قطعوا يمينه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556F1" w14:paraId="277933FC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5B3603B3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طلعت من الخيمة اُوصاحت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238D314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9067312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وصلت إلى عزها اُوناحت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0652A806" w14:textId="77777777" w:rsidTr="006303E0">
        <w:trPr>
          <w:trHeight w:val="350"/>
        </w:trPr>
        <w:tc>
          <w:tcPr>
            <w:tcW w:w="3920" w:type="dxa"/>
          </w:tcPr>
          <w:p w14:paraId="6FCC1818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اكفوف البطل عبّاس طاحت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C550DA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BB5FAF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وابشاير إلى ابن زياد راحت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0C2B74F4" w14:textId="77777777" w:rsidTr="006303E0">
        <w:trPr>
          <w:trHeight w:val="350"/>
        </w:trPr>
        <w:tc>
          <w:tcPr>
            <w:tcW w:w="3920" w:type="dxa"/>
          </w:tcPr>
          <w:p w14:paraId="2C04B3CA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راح الذي للما يجيبه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B721C68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B89B51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اتوسد يمينه بالحريبه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1BA41FCD" w14:textId="77777777" w:rsidTr="006303E0">
        <w:trPr>
          <w:trHeight w:val="350"/>
        </w:trPr>
        <w:tc>
          <w:tcPr>
            <w:tcW w:w="3920" w:type="dxa"/>
          </w:tcPr>
          <w:p w14:paraId="7A32784C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لوان جثّة الوالي قريبه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3DFCA2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11CAF6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لمضي أنا اُوسكنة انجيبه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264CC8D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النساء يخاطبن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556F1" w14:paraId="746C8F14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7007DEDD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عبّاسنا يحسين ناده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8FDB37A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7DB5585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الماي مالنا في اراده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38018FBA" w14:textId="77777777" w:rsidTr="006303E0">
        <w:trPr>
          <w:trHeight w:val="350"/>
        </w:trPr>
        <w:tc>
          <w:tcPr>
            <w:tcW w:w="3920" w:type="dxa"/>
          </w:tcPr>
          <w:p w14:paraId="03B9E236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قلّهم قضى ربي مراده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27F37C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B4828F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عبّاسكم نال الشهاده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53E4053F" w14:textId="77777777" w:rsidTr="006303E0">
        <w:trPr>
          <w:trHeight w:val="350"/>
        </w:trPr>
        <w:tc>
          <w:tcPr>
            <w:tcW w:w="3920" w:type="dxa"/>
          </w:tcPr>
          <w:p w14:paraId="2EF39C00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لو حيدر الكرّار موجود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B48623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8ADA42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اُو ينظر ابعينه شقت الجود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38851B10" w14:textId="77777777" w:rsidTr="006303E0">
        <w:trPr>
          <w:trHeight w:val="350"/>
        </w:trPr>
        <w:tc>
          <w:tcPr>
            <w:tcW w:w="3920" w:type="dxa"/>
          </w:tcPr>
          <w:p w14:paraId="6DAA11AF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ويشوفه قريب الماي ممدود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755193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C73691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عاري الجسد مقطوع لزنود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56C0C1A" w14:textId="77777777" w:rsidR="00EE7C84" w:rsidRDefault="00EE7C84" w:rsidP="004556F1">
      <w:pPr>
        <w:pStyle w:val="libPoemCenter"/>
        <w:rPr>
          <w:lang w:bidi="fa-IR"/>
        </w:rPr>
      </w:pPr>
      <w:r>
        <w:rPr>
          <w:rtl/>
          <w:lang w:bidi="fa-IR"/>
        </w:rPr>
        <w:t>اُو مفضوخ راسه ابضربة اعمود</w:t>
      </w:r>
    </w:p>
    <w:p w14:paraId="7D1932B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556F1" w14:paraId="4A5BB0AE" w14:textId="77777777" w:rsidTr="004556F1">
        <w:trPr>
          <w:trHeight w:val="350"/>
        </w:trPr>
        <w:tc>
          <w:tcPr>
            <w:tcW w:w="3964" w:type="dxa"/>
            <w:shd w:val="clear" w:color="auto" w:fill="auto"/>
          </w:tcPr>
          <w:p w14:paraId="4ABC48B6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ينايم على المسنات تعبان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343E560B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5677BB5D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لو من صلاة الليل سهران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61E53C35" w14:textId="77777777" w:rsidTr="004556F1">
        <w:trPr>
          <w:trHeight w:val="350"/>
        </w:trPr>
        <w:tc>
          <w:tcPr>
            <w:tcW w:w="3964" w:type="dxa"/>
          </w:tcPr>
          <w:p w14:paraId="3A95F182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لو على خوات اِحسين زعلان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55ECA17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07BA13B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خلّيت من يحرس الصيوان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0EA9BA7C" w14:textId="77777777" w:rsidTr="004556F1">
        <w:trPr>
          <w:trHeight w:val="350"/>
        </w:trPr>
        <w:tc>
          <w:tcPr>
            <w:tcW w:w="3964" w:type="dxa"/>
          </w:tcPr>
          <w:p w14:paraId="3243AD0C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عبّاس ياخويه انا اَنخاك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9527F7F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CF218AF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إنته الضمد وخوك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220CE4D9" w14:textId="77777777" w:rsidTr="004556F1">
        <w:trPr>
          <w:trHeight w:val="350"/>
        </w:trPr>
        <w:tc>
          <w:tcPr>
            <w:tcW w:w="3964" w:type="dxa"/>
          </w:tcPr>
          <w:p w14:paraId="2063D069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يا خوي خانت بك رعاياك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03F09D0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D6836D8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واسمع اسكينة كيف تنخاك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799893FB" w14:textId="77777777" w:rsidTr="004556F1">
        <w:trPr>
          <w:trHeight w:val="350"/>
        </w:trPr>
        <w:tc>
          <w:tcPr>
            <w:tcW w:w="3964" w:type="dxa"/>
          </w:tcPr>
          <w:p w14:paraId="63B40D5B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دجلس اُوسر قلبي ابملقاك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D714290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D13545F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تراهي افجعت قلبي يتاماك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6F264F92" w14:textId="77777777" w:rsidTr="004556F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D71EB5B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يا عيشة الكشرى بلياك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65F06E8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698CE11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ابوسط القبر باروح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5372E729" w14:textId="77777777" w:rsidTr="004556F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BC7755F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سكنة لفت لي بالمذلّه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DEE958E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4EC2C78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جتني تصيح والشعر فلّه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42EBCC46" w14:textId="77777777" w:rsidTr="004556F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A1AFB7D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تقل لي يبويه اِحسين قلّه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82EE451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9F9E5A5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انكان الماء ما حصل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72D36EBF" w14:textId="77777777" w:rsidTr="004556F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B087165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خلّه يجي بالعجل خلّه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DF312F9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12BA7DC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ترى عمّتي مشتاقة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4ED8B6EF" w14:textId="77777777" w:rsidTr="004556F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44C8EB2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نادى اُو عبراته سكيبه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80B1F7F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DC44D5C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حلّت على راسي 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4F9935A1" w14:textId="77777777" w:rsidTr="004556F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AEED9F8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مينلام من فارق حبيبه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82CF58E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FD5292C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معذور لا من شقّ 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61FE657E" w14:textId="77777777" w:rsidTr="004556F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3AB479E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اُولونّه بكى واعلا نحيبه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CE741FB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EDAFBE5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حتّى الطفل راسه تشيبه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725B7E6D" w14:textId="77777777" w:rsidTr="004556F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78882CA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عبّاس يا سوري المشيّد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B0E6E6D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3AF2CEF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يسيف ابيمينه ماضي الحد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7E586A39" w14:textId="77777777" w:rsidTr="004556F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B0DFEE1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ردتك تعود ليَّ اُو تشهد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2F7CB24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738EFE9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ويلاه يا شمل تبدّد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0F00FD5" w14:textId="77777777" w:rsidR="00EE7C84" w:rsidRDefault="00EE7C84" w:rsidP="004556F1">
      <w:pPr>
        <w:pStyle w:val="libPoemCenter"/>
        <w:rPr>
          <w:lang w:bidi="fa-IR"/>
        </w:rPr>
      </w:pPr>
      <w:r>
        <w:rPr>
          <w:rtl/>
          <w:lang w:bidi="fa-IR"/>
        </w:rPr>
        <w:t>اُو يا ثلمة ما عاد تنسد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556F1" w14:paraId="0C3A07B8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349C336C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عبّاس يا راعي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76D964A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22B8FD6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يمدخور لرض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302ED6EC" w14:textId="77777777" w:rsidTr="006303E0">
        <w:trPr>
          <w:trHeight w:val="350"/>
        </w:trPr>
        <w:tc>
          <w:tcPr>
            <w:tcW w:w="3920" w:type="dxa"/>
          </w:tcPr>
          <w:p w14:paraId="2946E4CD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تنخاك سكنة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C466D7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A9FBD4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تقلّي ابدمعات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1E434724" w14:textId="77777777" w:rsidTr="006303E0">
        <w:trPr>
          <w:trHeight w:val="350"/>
        </w:trPr>
        <w:tc>
          <w:tcPr>
            <w:tcW w:w="3920" w:type="dxa"/>
          </w:tcPr>
          <w:p w14:paraId="0FF7EC96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يابوي يا زين السجيّه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3BE998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7D4169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عمّي ترى ابطى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5336A0B1" w14:textId="77777777" w:rsidTr="006303E0">
        <w:trPr>
          <w:trHeight w:val="350"/>
        </w:trPr>
        <w:tc>
          <w:tcPr>
            <w:tcW w:w="3920" w:type="dxa"/>
          </w:tcPr>
          <w:p w14:paraId="160CFC6F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رايح يجيب الماي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3CE553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366111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بخبرك يبو نفس الأبيّه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0091AC45" w14:textId="77777777" w:rsidTr="006303E0">
        <w:trPr>
          <w:trHeight w:val="350"/>
        </w:trPr>
        <w:tc>
          <w:tcPr>
            <w:tcW w:w="3920" w:type="dxa"/>
          </w:tcPr>
          <w:p w14:paraId="71BF8622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ترى عيشتي ماهي هنيّه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89AC67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A7D48B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من بعد سردال الضريّه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249E081B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F8A8963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يعين الطليعه يا مقدم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C58F42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159266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يخواض بحر الموت لوزم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7A2A067A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DA9BE5C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يفرجة قلب زينب اُو كلثم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F8C55C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B83085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وطى المشرعة والريق علقم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761CE39A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9475DF2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اُو بالشرب دون اِحسين ماهم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EBEED9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36BDD1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ابروحه فداه اُولا تندم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556F1" w14:paraId="052A09EB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D547245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في داعة الباري يعبّاس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B0AD7D" w14:textId="77777777" w:rsidR="004556F1" w:rsidRDefault="004556F1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FC67E2" w14:textId="77777777" w:rsidR="004556F1" w:rsidRDefault="004556F1" w:rsidP="006303E0">
            <w:pPr>
              <w:pStyle w:val="libPoem"/>
            </w:pPr>
            <w:r>
              <w:rPr>
                <w:rtl/>
                <w:lang w:bidi="fa-IR"/>
              </w:rPr>
              <w:t>يسيف الحريبة اُو مسند الراس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8CB346B" w14:textId="77777777" w:rsidR="00EE7C84" w:rsidRDefault="00EE7C84" w:rsidP="004556F1">
      <w:pPr>
        <w:pStyle w:val="libPoemCenter"/>
        <w:rPr>
          <w:lang w:bidi="fa-IR"/>
        </w:rPr>
      </w:pPr>
      <w:r>
        <w:rPr>
          <w:rtl/>
          <w:lang w:bidi="fa-IR"/>
        </w:rPr>
        <w:t>بعدك عرتني ضيقة انفاس</w:t>
      </w:r>
    </w:p>
    <w:p w14:paraId="66A6C19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265E8E96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تعاتب العبّاس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46B64" w14:paraId="6A39CDDB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1490CF36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يعبّاس يا راعي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269FF5F" w14:textId="77777777" w:rsidR="00646B64" w:rsidRDefault="00646B64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7768E32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يخويه يقيدوم السريّه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6B64" w14:paraId="65791B37" w14:textId="77777777" w:rsidTr="006303E0">
        <w:trPr>
          <w:trHeight w:val="350"/>
        </w:trPr>
        <w:tc>
          <w:tcPr>
            <w:tcW w:w="3920" w:type="dxa"/>
          </w:tcPr>
          <w:p w14:paraId="469B4584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ياحاوي الشجاعة الحيدريّه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C6B590" w14:textId="77777777" w:rsidR="00646B64" w:rsidRDefault="00646B64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3042A2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خوفي يرد دهري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6B64" w14:paraId="26F633C9" w14:textId="77777777" w:rsidTr="006303E0">
        <w:trPr>
          <w:trHeight w:val="350"/>
        </w:trPr>
        <w:tc>
          <w:tcPr>
            <w:tcW w:w="3920" w:type="dxa"/>
          </w:tcPr>
          <w:p w14:paraId="7215E911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واتروح كُل اهلي 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9B1415" w14:textId="77777777" w:rsidR="00646B64" w:rsidRDefault="00646B64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5E3A7A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وابقى غريبه واجنبيّه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E2D7B36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واقلة الوالي عليّه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46B64" w14:paraId="30770C6E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41DCB49D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حسافة يحفاظ الوديعه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B09B763" w14:textId="77777777" w:rsidR="00646B64" w:rsidRDefault="00646B64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ECD2E53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تبقى رميّة اعلى الشريعه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6B64" w14:paraId="2D862652" w14:textId="77777777" w:rsidTr="006303E0">
        <w:trPr>
          <w:trHeight w:val="350"/>
        </w:trPr>
        <w:tc>
          <w:tcPr>
            <w:tcW w:w="3920" w:type="dxa"/>
          </w:tcPr>
          <w:p w14:paraId="6224AF7A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وامصيبتك أكبر فجيعه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6CBB28" w14:textId="77777777" w:rsidR="00646B64" w:rsidRDefault="00646B64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54AD38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تبكي لها السبع الرفيعه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6B64" w14:paraId="5E6B159B" w14:textId="77777777" w:rsidTr="006303E0">
        <w:trPr>
          <w:trHeight w:val="350"/>
        </w:trPr>
        <w:tc>
          <w:tcPr>
            <w:tcW w:w="3920" w:type="dxa"/>
          </w:tcPr>
          <w:p w14:paraId="0E78DDA0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ما معودة منّك ابقطيعه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DB01B1" w14:textId="77777777" w:rsidR="00646B64" w:rsidRDefault="00646B64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DCB07A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ضاقت بي الدنيا الوسيعه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D28BA9E" w14:textId="77777777" w:rsidR="00EE7C84" w:rsidRDefault="00EE7C84" w:rsidP="00646B64">
      <w:pPr>
        <w:pStyle w:val="libCenterBold1"/>
        <w:rPr>
          <w:lang w:bidi="fa-IR"/>
        </w:rPr>
      </w:pPr>
      <w:r>
        <w:rPr>
          <w:rtl/>
          <w:lang w:bidi="fa-IR"/>
        </w:rPr>
        <w:t>في رثاء القاسم بن الحسن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46B64" w14:paraId="2B0FE6A9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2E8C1B0A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لتحتار يا عمّي لتحتار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FF607BA" w14:textId="77777777" w:rsidR="00646B64" w:rsidRDefault="00646B64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C935425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ولا اتشوفنا في عينك اصغار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6B64" w14:paraId="54304890" w14:textId="77777777" w:rsidTr="006303E0">
        <w:trPr>
          <w:trHeight w:val="350"/>
        </w:trPr>
        <w:tc>
          <w:tcPr>
            <w:tcW w:w="3920" w:type="dxa"/>
          </w:tcPr>
          <w:p w14:paraId="1C10A55B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ترى احنا لا من صار ما 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A4643B" w14:textId="77777777" w:rsidR="00646B64" w:rsidRDefault="00646B64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A612E9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ابروس الاعادي نشعل النار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6B64" w14:paraId="6D35CFC7" w14:textId="77777777" w:rsidTr="006303E0">
        <w:trPr>
          <w:trHeight w:val="350"/>
        </w:trPr>
        <w:tc>
          <w:tcPr>
            <w:tcW w:w="3920" w:type="dxa"/>
          </w:tcPr>
          <w:p w14:paraId="5B5CA6EF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اُو ندعي الدما تجري كلبحار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7D0AE0" w14:textId="77777777" w:rsidR="00646B64" w:rsidRDefault="00646B64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16E401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ابونا علي حيدر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6B64" w14:paraId="595C4045" w14:textId="77777777" w:rsidTr="006303E0">
        <w:trPr>
          <w:trHeight w:val="350"/>
        </w:trPr>
        <w:tc>
          <w:tcPr>
            <w:tcW w:w="3920" w:type="dxa"/>
          </w:tcPr>
          <w:p w14:paraId="44710831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نادوا اُو قالوا له يعمنا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54263A" w14:textId="77777777" w:rsidR="00646B64" w:rsidRDefault="00646B64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4B6487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بانروح عذرنا عند جدنا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6B64" w14:paraId="77B0E335" w14:textId="77777777" w:rsidTr="006303E0">
        <w:trPr>
          <w:trHeight w:val="350"/>
        </w:trPr>
        <w:tc>
          <w:tcPr>
            <w:tcW w:w="3920" w:type="dxa"/>
          </w:tcPr>
          <w:p w14:paraId="431A7DDE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نفديك بالأرواح كلنا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5B8F94" w14:textId="77777777" w:rsidR="00646B64" w:rsidRDefault="00646B64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A00A1D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حتّى لوان اليوم نفنا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8095EF0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جواب القاسم لعمّه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46B64" w14:paraId="40649119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7A8C1299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نادى اُو دمعه في اخدوده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AB2699F" w14:textId="77777777" w:rsidR="00646B64" w:rsidRDefault="00646B64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98AE448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يعمّي مصايبنا شديده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6B64" w14:paraId="327BB37F" w14:textId="77777777" w:rsidTr="006303E0">
        <w:trPr>
          <w:trHeight w:val="350"/>
        </w:trPr>
        <w:tc>
          <w:tcPr>
            <w:tcW w:w="3920" w:type="dxa"/>
          </w:tcPr>
          <w:p w14:paraId="6D1F37FB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أبونا الذي سمّته اجعيده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B39876" w14:textId="77777777" w:rsidR="00646B64" w:rsidRDefault="00646B64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ECBF82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اليوم انا بوفي وعيده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6B64" w14:paraId="2CB11A12" w14:textId="77777777" w:rsidTr="006303E0">
        <w:trPr>
          <w:trHeight w:val="350"/>
        </w:trPr>
        <w:tc>
          <w:tcPr>
            <w:tcW w:w="3920" w:type="dxa"/>
          </w:tcPr>
          <w:p w14:paraId="4EA1DDBC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أوصى عليه اُو ربط عوده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C463E4" w14:textId="77777777" w:rsidR="00646B64" w:rsidRDefault="00646B64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38FF91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ابكتفي اُو حطها لي اِبأيده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6B64" w14:paraId="4FEE1D86" w14:textId="77777777" w:rsidTr="006303E0">
        <w:trPr>
          <w:trHeight w:val="350"/>
        </w:trPr>
        <w:tc>
          <w:tcPr>
            <w:tcW w:w="3920" w:type="dxa"/>
          </w:tcPr>
          <w:p w14:paraId="2141E774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يقلّي اُو قلبه في وقيده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59087B" w14:textId="77777777" w:rsidR="00646B64" w:rsidRDefault="00646B64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A7517F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أوصيك يابني ما أريده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6B64" w14:paraId="7940FF21" w14:textId="77777777" w:rsidTr="006303E0">
        <w:trPr>
          <w:trHeight w:val="350"/>
        </w:trPr>
        <w:tc>
          <w:tcPr>
            <w:tcW w:w="3920" w:type="dxa"/>
          </w:tcPr>
          <w:p w14:paraId="7CEF73D8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إذا صابتك محنة شديده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3C2154" w14:textId="77777777" w:rsidR="00646B64" w:rsidRDefault="00646B64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D750BB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اُو عليك اَظلمت دنياك سوده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6B64" w14:paraId="67A399E1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D889617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عليك ابقراءة ذي العوده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F2C900" w14:textId="77777777" w:rsidR="00646B64" w:rsidRDefault="00646B64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15B3E7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واعمل بما فيها اُوزيده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6B64" w14:paraId="50CBB4DC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A533B69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اُو هذي يعمّي هيا العوده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1AE97C" w14:textId="77777777" w:rsidR="00646B64" w:rsidRDefault="00646B64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7C18AE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لك والقضا وصّل اِحدوده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6B64" w14:paraId="5CAFCC2B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1E63A1C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جيش الكفر تسمع رعيده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500402" w14:textId="77777777" w:rsidR="00646B64" w:rsidRDefault="00646B64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B6B7A3" w14:textId="77777777" w:rsidR="00646B64" w:rsidRDefault="00646B64" w:rsidP="006303E0">
            <w:pPr>
              <w:pStyle w:val="libPoem"/>
            </w:pPr>
            <w:r>
              <w:rPr>
                <w:rtl/>
                <w:lang w:bidi="fa-IR"/>
              </w:rPr>
              <w:t>داير اُو حاطتنا اجنوده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F38734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A1D07" w14:paraId="60062C55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13AC171C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اِرخصني انا باشعل وقيده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BFF413F" w14:textId="77777777" w:rsidR="00BA1D07" w:rsidRDefault="00BA1D0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A76F0F2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والعرس عمّي ما أريده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1D07" w14:paraId="332B39B1" w14:textId="77777777" w:rsidTr="006303E0">
        <w:trPr>
          <w:trHeight w:val="350"/>
        </w:trPr>
        <w:tc>
          <w:tcPr>
            <w:tcW w:w="3920" w:type="dxa"/>
          </w:tcPr>
          <w:p w14:paraId="67DFB076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أشوف الدهر ناشب اِحدوده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819B2D" w14:textId="77777777" w:rsidR="00BA1D07" w:rsidRDefault="00BA1D0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2ACDF1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لينا المنايا مهي اِبعيده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C511C69" w14:textId="77777777" w:rsidR="00EE7C84" w:rsidRDefault="00EE7C84" w:rsidP="00BA1D07">
      <w:pPr>
        <w:pStyle w:val="libPoemCenter"/>
        <w:rPr>
          <w:lang w:bidi="fa-IR"/>
        </w:rPr>
      </w:pPr>
      <w:r>
        <w:rPr>
          <w:rtl/>
          <w:lang w:bidi="fa-IR"/>
        </w:rPr>
        <w:t>يبن فاطمة الزهراء المجيده</w:t>
      </w:r>
    </w:p>
    <w:p w14:paraId="6EBBAB34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جواب عمّه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له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A1D07" w14:paraId="6DB72509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30A3D989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أوصاك ووصاني اِبوصيّه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8DD2920" w14:textId="77777777" w:rsidR="00BA1D07" w:rsidRDefault="00BA1D0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77F679F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أبوك الحسن اُوعز إليّه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1D07" w14:paraId="6BD3BBC5" w14:textId="77777777" w:rsidTr="006303E0">
        <w:trPr>
          <w:trHeight w:val="350"/>
        </w:trPr>
        <w:tc>
          <w:tcPr>
            <w:tcW w:w="3920" w:type="dxa"/>
          </w:tcPr>
          <w:p w14:paraId="2614C83A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اُوقلّي لجيت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521996" w14:textId="77777777" w:rsidR="00BA1D07" w:rsidRDefault="00BA1D0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AC5208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زوّج الجاسم بالبنيّه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1D07" w14:paraId="0D6B7094" w14:textId="77777777" w:rsidTr="006303E0">
        <w:trPr>
          <w:trHeight w:val="350"/>
        </w:trPr>
        <w:tc>
          <w:tcPr>
            <w:tcW w:w="3920" w:type="dxa"/>
          </w:tcPr>
          <w:p w14:paraId="34D75D9E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سكنة قبل حل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2F435A" w14:textId="77777777" w:rsidR="00BA1D07" w:rsidRDefault="00BA1D0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379C14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اُو نادى ابزينب يا اُخيّه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1D07" w14:paraId="78663381" w14:textId="77777777" w:rsidTr="006303E0">
        <w:trPr>
          <w:trHeight w:val="350"/>
        </w:trPr>
        <w:tc>
          <w:tcPr>
            <w:tcW w:w="3920" w:type="dxa"/>
          </w:tcPr>
          <w:p w14:paraId="6DCA91EA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سوّي إلى الجاسم 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4CA809" w14:textId="77777777" w:rsidR="00BA1D07" w:rsidRDefault="00BA1D0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D715A6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اُو فرشي لهم خيمة ضويّه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1D07" w14:paraId="4599FA99" w14:textId="77777777" w:rsidTr="006303E0">
        <w:trPr>
          <w:trHeight w:val="350"/>
        </w:trPr>
        <w:tc>
          <w:tcPr>
            <w:tcW w:w="3920" w:type="dxa"/>
          </w:tcPr>
          <w:p w14:paraId="03D2D088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بعرس الجاسم يا 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969DD7" w14:textId="77777777" w:rsidR="00BA1D07" w:rsidRDefault="00BA1D0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320FEE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حنّت اُو قالت ويه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1D07" w14:paraId="514C33CC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F2F90F4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هذا عرس لو هُوه 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D8C486" w14:textId="77777777" w:rsidR="00BA1D07" w:rsidRDefault="00BA1D0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F80106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متى ابعود معرسنا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1D07" w14:paraId="1C96D2E7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36BF33F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نادت اُو دمعتها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5FA56F" w14:textId="77777777" w:rsidR="00BA1D07" w:rsidRDefault="00BA1D0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5A5C61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قومي يسكنة يا 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1D07" w14:paraId="434F51EB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1259D57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أبوك الولي آمر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11FFFF" w14:textId="77777777" w:rsidR="00BA1D07" w:rsidRDefault="00BA1D0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96E154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بانعرّسك دون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1D07" w14:paraId="75FECF56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5068EB2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صاحت اُو دمعتها هميّه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9D12D6" w14:textId="77777777" w:rsidR="00BA1D07" w:rsidRDefault="00BA1D0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E88337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يعمّه لا تبليني اِبليّه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1D07" w14:paraId="1D84A471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B6507D5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كيف العرس يا 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EA5E4D" w14:textId="77777777" w:rsidR="00BA1D07" w:rsidRDefault="00BA1D0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30ADB4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اُو على المشرعة زين السجيّه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1D07" w14:paraId="1679297E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4A5328F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عبّاس بالرمضا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0915192" w14:textId="77777777" w:rsidR="00BA1D07" w:rsidRDefault="00BA1D0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F31BA9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وارزيتي أعظم رزيّه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1D07" w14:paraId="12DED2C3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1398D6E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خوف الخلق تحكي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F399D0" w14:textId="77777777" w:rsidR="00BA1D07" w:rsidRDefault="00BA1D0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60AD22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سكنة عرسها في 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1D07" w14:paraId="600DE0F8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9483B6A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لمّا لفت زينب لسكنه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1C0A4E" w14:textId="77777777" w:rsidR="00BA1D07" w:rsidRDefault="00BA1D0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C42009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قالت لها قومي اِبونّه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1D07" w14:paraId="77498FD1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F7C72EC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مالي على التصبار مكنه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517FA2" w14:textId="77777777" w:rsidR="00BA1D07" w:rsidRDefault="00BA1D0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9A30A9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نخضب شمالك مع اليمنى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1D07" w14:paraId="5300A386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C1F4F9E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هذا الأمر ماهوَ أمنا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3E42A1" w14:textId="77777777" w:rsidR="00BA1D07" w:rsidRDefault="00BA1D0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78EF959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يسكنة أبوك اِمآمرنّه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A8E1D80" w14:textId="77777777" w:rsidR="00EE7C84" w:rsidRDefault="00EE7C84" w:rsidP="00BA1D07">
      <w:pPr>
        <w:pStyle w:val="libPoemCenter"/>
        <w:rPr>
          <w:lang w:bidi="fa-IR"/>
        </w:rPr>
      </w:pPr>
      <w:r>
        <w:rPr>
          <w:rtl/>
          <w:lang w:bidi="fa-IR"/>
        </w:rPr>
        <w:t>نخضّب اكفوفك ابحنا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A1D07" w14:paraId="655F6ECC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190E9ED4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يسكنة إلى عندي تدني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0EFF0FF" w14:textId="77777777" w:rsidR="00BA1D07" w:rsidRDefault="00BA1D0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FFD5980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قالت لها اشتردين منّي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1D07" w14:paraId="488188B3" w14:textId="77777777" w:rsidTr="006303E0">
        <w:trPr>
          <w:trHeight w:val="350"/>
        </w:trPr>
        <w:tc>
          <w:tcPr>
            <w:tcW w:w="3920" w:type="dxa"/>
          </w:tcPr>
          <w:p w14:paraId="192A6626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قالت أبوك إمّا امرني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9D71B6" w14:textId="77777777" w:rsidR="00BA1D07" w:rsidRDefault="00BA1D0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20058B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سكنة إلى اكفوفك بحني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C6627C0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خطاب سكنة لعمّتها زينب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A1D07" w14:paraId="5324AAED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660FB9BA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يعمّه أنا ما ريد 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45511A1" w14:textId="77777777" w:rsidR="00BA1D07" w:rsidRDefault="00BA1D0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E920708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يعمّه العرس ويني اُووينه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1D07" w14:paraId="1A796919" w14:textId="77777777" w:rsidTr="006303E0">
        <w:trPr>
          <w:trHeight w:val="350"/>
        </w:trPr>
        <w:tc>
          <w:tcPr>
            <w:tcW w:w="3920" w:type="dxa"/>
          </w:tcPr>
          <w:p w14:paraId="40BE2AF4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وآني على عمّي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8298D9" w14:textId="77777777" w:rsidR="00BA1D07" w:rsidRDefault="00BA1D07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2E9E3D" w14:textId="77777777" w:rsidR="00BA1D07" w:rsidRDefault="00BA1D07" w:rsidP="006303E0">
            <w:pPr>
              <w:pStyle w:val="libPoem"/>
            </w:pPr>
            <w:r>
              <w:rPr>
                <w:rtl/>
                <w:lang w:bidi="fa-IR"/>
              </w:rPr>
              <w:t>مقطوعة اِشماله اُو 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EC19CE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04688" w14:paraId="38574EB8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24AC3171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العرس له زينه اُولمه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CF17D63" w14:textId="77777777" w:rsidR="00004688" w:rsidRDefault="0000468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76427CA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ولا لي قلب مملي ابهمّه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4688" w14:paraId="07C75060" w14:textId="77777777" w:rsidTr="006303E0">
        <w:trPr>
          <w:trHeight w:val="350"/>
        </w:trPr>
        <w:tc>
          <w:tcPr>
            <w:tcW w:w="3920" w:type="dxa"/>
          </w:tcPr>
          <w:p w14:paraId="0873B69F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أعرّس على الجاسم اُوعمّه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31BA11" w14:textId="77777777" w:rsidR="00004688" w:rsidRDefault="0000468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BC02E1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مذبوح وامخضّب ابدمه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4688" w14:paraId="6E276624" w14:textId="77777777" w:rsidTr="006303E0">
        <w:trPr>
          <w:trHeight w:val="350"/>
        </w:trPr>
        <w:tc>
          <w:tcPr>
            <w:tcW w:w="3920" w:type="dxa"/>
          </w:tcPr>
          <w:p w14:paraId="0463362A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يعمّه انا للزوج ماجوز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21A114" w14:textId="77777777" w:rsidR="00004688" w:rsidRDefault="0000468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2D6278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جاسم ولد كنّه غصن موز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8865708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ميريدني والشعر مجزوز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04688" w14:paraId="1D7C44AB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54C5B3BC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اباروح إلى عمّي وباصيح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F8D0771" w14:textId="77777777" w:rsidR="00004688" w:rsidRDefault="0000468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0635338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وبوقع على جسمه وباطيح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4688" w14:paraId="284BB4ED" w14:textId="77777777" w:rsidTr="006303E0">
        <w:trPr>
          <w:trHeight w:val="350"/>
        </w:trPr>
        <w:tc>
          <w:tcPr>
            <w:tcW w:w="3920" w:type="dxa"/>
          </w:tcPr>
          <w:p w14:paraId="436305E0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بقله توعى لي يلذبيح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E52D3A" w14:textId="77777777" w:rsidR="00004688" w:rsidRDefault="0000468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04F585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منّي امعرسه وهلي مذابيح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B68B81E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أخاها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04688" w14:paraId="46DD480F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7B6C56CC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مهي امناسبة منّك يعطشان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64AD2B7" w14:textId="77777777" w:rsidR="00004688" w:rsidRDefault="0000468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F825AAB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اتلبس ولدنا ثوب لحزان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2223DB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متحلى على العرّيس لكفان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04688" w14:paraId="56A80066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66A58BC3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الله لزينب قاست اكروب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7EF9738" w14:textId="77777777" w:rsidR="00004688" w:rsidRDefault="0000468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D894850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من فعل اخوها راحت اتذوب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4688" w14:paraId="73FB2DAA" w14:textId="77777777" w:rsidTr="006303E0">
        <w:trPr>
          <w:trHeight w:val="350"/>
        </w:trPr>
        <w:tc>
          <w:tcPr>
            <w:tcW w:w="3920" w:type="dxa"/>
          </w:tcPr>
          <w:p w14:paraId="06243302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وامن الحزن مالت على صوب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C5810F" w14:textId="77777777" w:rsidR="00004688" w:rsidRDefault="0000468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F4F22A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اتنادي اُودمع العين مسكوب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613CF1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هذا كفن يحسين لو ثوب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04688" w14:paraId="24C5148D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40FB7FD7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يا ظلنا الممدود والفي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B642B95" w14:textId="77777777" w:rsidR="00004688" w:rsidRDefault="0000468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CE8A9C1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جسمي تنحّل وانطوى طي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4688" w14:paraId="74390092" w14:textId="77777777" w:rsidTr="006303E0">
        <w:trPr>
          <w:trHeight w:val="350"/>
        </w:trPr>
        <w:tc>
          <w:tcPr>
            <w:tcW w:w="3920" w:type="dxa"/>
          </w:tcPr>
          <w:p w14:paraId="37B22AFB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عقب الاُبو والجد والخَي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27BD25" w14:textId="77777777" w:rsidR="00004688" w:rsidRDefault="0000468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9005BE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اتلبس كفن جاسم اُوهو 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9D7C3DF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القاسم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04688" w14:paraId="38FB6B9D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75820BF7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جاتك عروس من بني امناف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911E749" w14:textId="77777777" w:rsidR="00004688" w:rsidRDefault="0000468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EE2AC5E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سكنة يجاسم حلوة أوصاف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4688" w14:paraId="63060E67" w14:textId="77777777" w:rsidTr="006303E0">
        <w:trPr>
          <w:trHeight w:val="350"/>
        </w:trPr>
        <w:tc>
          <w:tcPr>
            <w:tcW w:w="3920" w:type="dxa"/>
          </w:tcPr>
          <w:p w14:paraId="205C3B3B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لكن يجاسم ماهو إنصاف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590E12" w14:textId="77777777" w:rsidR="00004688" w:rsidRDefault="0000468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7D6E87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معاريس لاحنا ولا إزفاف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4688" w14:paraId="1B6BA98D" w14:textId="77777777" w:rsidTr="006303E0">
        <w:trPr>
          <w:trHeight w:val="350"/>
        </w:trPr>
        <w:tc>
          <w:tcPr>
            <w:tcW w:w="3920" w:type="dxa"/>
          </w:tcPr>
          <w:p w14:paraId="7A636BB1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حنّاك بادموعي عجنته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27632E" w14:textId="77777777" w:rsidR="00004688" w:rsidRDefault="0000468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14BB8C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وافراش في الخيمة فرشته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4688" w14:paraId="6DA67D0D" w14:textId="77777777" w:rsidTr="006303E0">
        <w:trPr>
          <w:trHeight w:val="350"/>
        </w:trPr>
        <w:tc>
          <w:tcPr>
            <w:tcW w:w="3920" w:type="dxa"/>
          </w:tcPr>
          <w:p w14:paraId="0C5448D6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واِحسين أخويه من سمعته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7AFF94" w14:textId="77777777" w:rsidR="00004688" w:rsidRDefault="0000468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AB8F55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اِينادي إلى اِزفافك أجبته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7185F60" w14:textId="77777777" w:rsidR="00EE7C84" w:rsidRDefault="00EE7C84" w:rsidP="00004688">
      <w:pPr>
        <w:pStyle w:val="libPoemCenter"/>
        <w:rPr>
          <w:lang w:bidi="fa-IR"/>
        </w:rPr>
      </w:pPr>
      <w:r>
        <w:rPr>
          <w:rtl/>
          <w:lang w:bidi="fa-IR"/>
        </w:rPr>
        <w:t>كيف العرس والعمر بعته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04688" w14:paraId="3886B95D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6D0F9EE5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جابوه عمامه زافينه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B4F99CD" w14:textId="77777777" w:rsidR="00004688" w:rsidRDefault="0000468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7CC0273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اُو قالوا تهنّي يا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4688" w14:paraId="66128419" w14:textId="77777777" w:rsidTr="006303E0">
        <w:trPr>
          <w:trHeight w:val="350"/>
        </w:trPr>
        <w:tc>
          <w:tcPr>
            <w:tcW w:w="3920" w:type="dxa"/>
          </w:tcPr>
          <w:p w14:paraId="2381F87B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ثار اُو قطع ردنه ابيمينه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265C67" w14:textId="77777777" w:rsidR="00004688" w:rsidRDefault="0000468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B3AD76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يقلها يسكنة يا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4688" w14:paraId="4CC66CFC" w14:textId="77777777" w:rsidTr="006303E0">
        <w:trPr>
          <w:trHeight w:val="350"/>
        </w:trPr>
        <w:tc>
          <w:tcPr>
            <w:tcW w:w="3920" w:type="dxa"/>
          </w:tcPr>
          <w:p w14:paraId="6F629336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عرسنا ترى احنا امأخّرينه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B6808B" w14:textId="77777777" w:rsidR="00004688" w:rsidRDefault="00004688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6E2D22" w14:textId="77777777" w:rsidR="00004688" w:rsidRDefault="00004688" w:rsidP="006303E0">
            <w:pPr>
              <w:pStyle w:val="libPoem"/>
            </w:pPr>
            <w:r>
              <w:rPr>
                <w:rtl/>
                <w:lang w:bidi="fa-IR"/>
              </w:rPr>
              <w:t>ليوم القيمة ذاخرينه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34FCE4B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57AA0FC7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سكنة تخاط</w:t>
      </w:r>
      <w:r w:rsidR="006303E0">
        <w:rPr>
          <w:rFonts w:hint="cs"/>
          <w:rtl/>
          <w:lang w:bidi="fa-IR"/>
        </w:rPr>
        <w:t>شئ</w:t>
      </w:r>
      <w:r>
        <w:rPr>
          <w:rtl/>
          <w:lang w:bidi="fa-IR"/>
        </w:rPr>
        <w:t>ب الحرم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303E0" w14:paraId="51B0DBE9" w14:textId="77777777" w:rsidTr="006303E0">
        <w:trPr>
          <w:trHeight w:val="350"/>
        </w:trPr>
        <w:tc>
          <w:tcPr>
            <w:tcW w:w="3920" w:type="dxa"/>
            <w:shd w:val="clear" w:color="auto" w:fill="auto"/>
          </w:tcPr>
          <w:p w14:paraId="322C1AF0" w14:textId="77777777" w:rsidR="006303E0" w:rsidRDefault="00704CB2" w:rsidP="006303E0">
            <w:pPr>
              <w:pStyle w:val="libPoem"/>
            </w:pPr>
            <w:r>
              <w:rPr>
                <w:rtl/>
                <w:lang w:bidi="fa-IR"/>
              </w:rPr>
              <w:t>يهل الخيم بطلوا عزاكم</w:t>
            </w:r>
            <w:r w:rsidR="006303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1123444" w14:textId="77777777" w:rsidR="006303E0" w:rsidRDefault="006303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26BEEB2" w14:textId="77777777" w:rsidR="006303E0" w:rsidRDefault="00704CB2" w:rsidP="006303E0">
            <w:pPr>
              <w:pStyle w:val="libPoem"/>
            </w:pPr>
            <w:r>
              <w:rPr>
                <w:rtl/>
                <w:lang w:bidi="fa-IR"/>
              </w:rPr>
              <w:t>قوموا ترى العرّيس جاكم</w:t>
            </w:r>
            <w:r w:rsidR="006303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03E0" w14:paraId="2CBC6581" w14:textId="77777777" w:rsidTr="006303E0">
        <w:trPr>
          <w:trHeight w:val="350"/>
        </w:trPr>
        <w:tc>
          <w:tcPr>
            <w:tcW w:w="3920" w:type="dxa"/>
          </w:tcPr>
          <w:p w14:paraId="08F14ACC" w14:textId="77777777" w:rsidR="006303E0" w:rsidRDefault="00704CB2" w:rsidP="006303E0">
            <w:pPr>
              <w:pStyle w:val="libPoem"/>
            </w:pPr>
            <w:r>
              <w:rPr>
                <w:rtl/>
                <w:lang w:bidi="fa-IR"/>
              </w:rPr>
              <w:t>عن النوح في وجهه نهاكم</w:t>
            </w:r>
            <w:r w:rsidR="006303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CF1CB9" w14:textId="77777777" w:rsidR="006303E0" w:rsidRDefault="006303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8DA9EB" w14:textId="77777777" w:rsidR="006303E0" w:rsidRDefault="00704CB2" w:rsidP="006303E0">
            <w:pPr>
              <w:pStyle w:val="libPoem"/>
            </w:pPr>
            <w:r>
              <w:rPr>
                <w:rtl/>
                <w:lang w:bidi="fa-IR"/>
              </w:rPr>
              <w:t>اُوخلّوه يجي يجلس معاكم</w:t>
            </w:r>
            <w:r w:rsidR="006303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03E0" w14:paraId="2564EF80" w14:textId="77777777" w:rsidTr="006303E0">
        <w:trPr>
          <w:trHeight w:val="350"/>
        </w:trPr>
        <w:tc>
          <w:tcPr>
            <w:tcW w:w="3920" w:type="dxa"/>
          </w:tcPr>
          <w:p w14:paraId="528EC421" w14:textId="77777777" w:rsidR="006303E0" w:rsidRDefault="00704CB2" w:rsidP="006303E0">
            <w:pPr>
              <w:pStyle w:val="libPoem"/>
            </w:pPr>
            <w:r>
              <w:rPr>
                <w:rtl/>
                <w:lang w:bidi="fa-IR"/>
              </w:rPr>
              <w:t>على ويش هالضجّة ينسوان</w:t>
            </w:r>
            <w:r w:rsidR="006303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06FDA7" w14:textId="77777777" w:rsidR="006303E0" w:rsidRDefault="006303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3DDD71" w14:textId="77777777" w:rsidR="006303E0" w:rsidRDefault="00704CB2" w:rsidP="006303E0">
            <w:pPr>
              <w:pStyle w:val="libPoem"/>
            </w:pPr>
            <w:r>
              <w:rPr>
                <w:rtl/>
                <w:lang w:bidi="fa-IR"/>
              </w:rPr>
              <w:t>لا تمزجون الفرح باحزان</w:t>
            </w:r>
            <w:r w:rsidR="006303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03E0" w14:paraId="7E287F77" w14:textId="77777777" w:rsidTr="006303E0">
        <w:trPr>
          <w:trHeight w:val="350"/>
        </w:trPr>
        <w:tc>
          <w:tcPr>
            <w:tcW w:w="3920" w:type="dxa"/>
          </w:tcPr>
          <w:p w14:paraId="2C44C4DD" w14:textId="77777777" w:rsidR="006303E0" w:rsidRDefault="00704CB2" w:rsidP="006303E0">
            <w:pPr>
              <w:pStyle w:val="libPoem"/>
            </w:pPr>
            <w:r>
              <w:rPr>
                <w:rtl/>
                <w:lang w:bidi="fa-IR"/>
              </w:rPr>
              <w:t>خلّوا البكا عنكم ولحزان</w:t>
            </w:r>
            <w:r w:rsidR="006303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411113" w14:textId="77777777" w:rsidR="006303E0" w:rsidRDefault="006303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38E7FD" w14:textId="77777777" w:rsidR="006303E0" w:rsidRDefault="00704CB2" w:rsidP="006303E0">
            <w:pPr>
              <w:pStyle w:val="libPoem"/>
            </w:pPr>
            <w:r>
              <w:rPr>
                <w:rtl/>
                <w:lang w:bidi="fa-IR"/>
              </w:rPr>
              <w:t>ترى عندكم بالخيم وجعان</w:t>
            </w:r>
            <w:r w:rsidR="006303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03E0" w14:paraId="4DB0A95F" w14:textId="77777777" w:rsidTr="006303E0">
        <w:trPr>
          <w:trHeight w:val="350"/>
        </w:trPr>
        <w:tc>
          <w:tcPr>
            <w:tcW w:w="3920" w:type="dxa"/>
          </w:tcPr>
          <w:p w14:paraId="72AEFF06" w14:textId="77777777" w:rsidR="006303E0" w:rsidRDefault="00704CB2" w:rsidP="006303E0">
            <w:pPr>
              <w:pStyle w:val="libPoem"/>
            </w:pPr>
            <w:r>
              <w:rPr>
                <w:rtl/>
                <w:lang w:bidi="fa-IR"/>
              </w:rPr>
              <w:t>نادت يزينب يا حزينه</w:t>
            </w:r>
            <w:r w:rsidR="006303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7A80B1" w14:textId="77777777" w:rsidR="006303E0" w:rsidRDefault="006303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A7D559" w14:textId="77777777" w:rsidR="006303E0" w:rsidRDefault="00704CB2" w:rsidP="006303E0">
            <w:pPr>
              <w:pStyle w:val="libPoem"/>
            </w:pPr>
            <w:r>
              <w:rPr>
                <w:rtl/>
                <w:lang w:bidi="fa-IR"/>
              </w:rPr>
              <w:t>كلثوم يا عمّه في وينه</w:t>
            </w:r>
            <w:r w:rsidR="006303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03E0" w14:paraId="56EBE449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D5E8D0A" w14:textId="77777777" w:rsidR="006303E0" w:rsidRDefault="00704CB2" w:rsidP="006303E0">
            <w:pPr>
              <w:pStyle w:val="libPoem"/>
            </w:pPr>
            <w:r>
              <w:rPr>
                <w:rtl/>
                <w:lang w:bidi="fa-IR"/>
              </w:rPr>
              <w:t>قوموا لجاسم ما تجونه</w:t>
            </w:r>
            <w:r w:rsidR="006303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555ED8" w14:textId="77777777" w:rsidR="006303E0" w:rsidRDefault="006303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2476BD" w14:textId="77777777" w:rsidR="006303E0" w:rsidRDefault="00704CB2" w:rsidP="006303E0">
            <w:pPr>
              <w:pStyle w:val="libPoem"/>
            </w:pPr>
            <w:r>
              <w:rPr>
                <w:rtl/>
                <w:lang w:bidi="fa-IR"/>
              </w:rPr>
              <w:t>بالعجل حتّى اتودّعونه</w:t>
            </w:r>
            <w:r w:rsidR="006303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03E0" w14:paraId="6AD55328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2A1A421" w14:textId="77777777" w:rsidR="006303E0" w:rsidRDefault="00704CB2" w:rsidP="006303E0">
            <w:pPr>
              <w:pStyle w:val="libPoem"/>
            </w:pPr>
            <w:r>
              <w:rPr>
                <w:rtl/>
                <w:lang w:bidi="fa-IR"/>
              </w:rPr>
              <w:t>قبل الأعادي يذبحونه</w:t>
            </w:r>
            <w:r w:rsidR="006303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225722" w14:textId="77777777" w:rsidR="006303E0" w:rsidRDefault="006303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75A8B1" w14:textId="77777777" w:rsidR="006303E0" w:rsidRDefault="00704CB2" w:rsidP="006303E0">
            <w:pPr>
              <w:pStyle w:val="libPoem"/>
            </w:pPr>
            <w:r>
              <w:rPr>
                <w:rtl/>
                <w:lang w:bidi="fa-IR"/>
              </w:rPr>
              <w:t>ترى عقب ساعة ما ترونه</w:t>
            </w:r>
            <w:r w:rsidR="006303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03E0" w14:paraId="4896148D" w14:textId="77777777" w:rsidTr="006303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4E422F7" w14:textId="77777777" w:rsidR="006303E0" w:rsidRDefault="00704CB2" w:rsidP="006303E0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رميّة تنظرونه</w:t>
            </w:r>
            <w:r w:rsidR="006303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1E13E8" w14:textId="77777777" w:rsidR="006303E0" w:rsidRDefault="006303E0" w:rsidP="006303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EE6B46" w14:textId="77777777" w:rsidR="006303E0" w:rsidRDefault="00704CB2" w:rsidP="006303E0">
            <w:pPr>
              <w:pStyle w:val="libPoem"/>
            </w:pPr>
            <w:r>
              <w:rPr>
                <w:rtl/>
                <w:lang w:bidi="fa-IR"/>
              </w:rPr>
              <w:t>وانتو صوايح تندبونه</w:t>
            </w:r>
            <w:r w:rsidR="006303E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09F40EF" w14:textId="77777777" w:rsidR="00EE7C84" w:rsidRDefault="00EE7C84" w:rsidP="00704CB2">
      <w:pPr>
        <w:pStyle w:val="libPoemCenter"/>
        <w:rPr>
          <w:lang w:bidi="fa-IR"/>
        </w:rPr>
      </w:pPr>
      <w:r>
        <w:rPr>
          <w:rtl/>
          <w:lang w:bidi="fa-IR"/>
        </w:rPr>
        <w:t>ويش هالعرس لكشر علينا</w:t>
      </w:r>
    </w:p>
    <w:p w14:paraId="388AF74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النساء تسأل من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04CB2" w14:paraId="21F59F7B" w14:textId="77777777" w:rsidTr="000E51E0">
        <w:trPr>
          <w:trHeight w:val="350"/>
        </w:trPr>
        <w:tc>
          <w:tcPr>
            <w:tcW w:w="3920" w:type="dxa"/>
            <w:shd w:val="clear" w:color="auto" w:fill="auto"/>
          </w:tcPr>
          <w:p w14:paraId="463C37B4" w14:textId="77777777" w:rsidR="00704CB2" w:rsidRDefault="00704CB2" w:rsidP="000E51E0">
            <w:pPr>
              <w:pStyle w:val="libPoem"/>
            </w:pPr>
            <w:r>
              <w:rPr>
                <w:rtl/>
                <w:lang w:bidi="fa-IR"/>
              </w:rPr>
              <w:t>كل النساء بالعجل جوله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F31CBFC" w14:textId="77777777" w:rsidR="00704CB2" w:rsidRDefault="00704CB2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46B42FD" w14:textId="77777777" w:rsidR="00704CB2" w:rsidRDefault="00704CB2" w:rsidP="000E51E0">
            <w:pPr>
              <w:pStyle w:val="libPoem"/>
            </w:pPr>
            <w:r>
              <w:rPr>
                <w:rtl/>
                <w:lang w:bidi="fa-IR"/>
              </w:rPr>
              <w:t>اُوضجّوا فرد ضجة مهوله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4CB2" w14:paraId="5B78975F" w14:textId="77777777" w:rsidTr="000E51E0">
        <w:trPr>
          <w:trHeight w:val="350"/>
        </w:trPr>
        <w:tc>
          <w:tcPr>
            <w:tcW w:w="3920" w:type="dxa"/>
          </w:tcPr>
          <w:p w14:paraId="66F3F4AB" w14:textId="77777777" w:rsidR="00704CB2" w:rsidRDefault="00704CB2" w:rsidP="000E51E0">
            <w:pPr>
              <w:pStyle w:val="libPoem"/>
            </w:pPr>
            <w:r>
              <w:rPr>
                <w:rtl/>
                <w:lang w:bidi="fa-IR"/>
              </w:rPr>
              <w:t>اِحسين يا نسل البتوله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FE2CCC" w14:textId="77777777" w:rsidR="00704CB2" w:rsidRDefault="00704CB2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095E6F" w14:textId="77777777" w:rsidR="00704CB2" w:rsidRDefault="00704CB2" w:rsidP="000E51E0">
            <w:pPr>
              <w:pStyle w:val="libPoem"/>
            </w:pPr>
            <w:r>
              <w:rPr>
                <w:rtl/>
                <w:lang w:bidi="fa-IR"/>
              </w:rPr>
              <w:t>يابن الذي مقتول غيله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C54098E" w14:textId="77777777" w:rsidR="00EE7C84" w:rsidRDefault="00EE7C84" w:rsidP="00704CB2">
      <w:pPr>
        <w:pStyle w:val="libPoemCenter"/>
        <w:rPr>
          <w:lang w:bidi="fa-IR"/>
        </w:rPr>
      </w:pPr>
      <w:r>
        <w:rPr>
          <w:rtl/>
          <w:lang w:bidi="fa-IR"/>
        </w:rPr>
        <w:t>جسّام لينا ايعود لولا</w:t>
      </w:r>
    </w:p>
    <w:p w14:paraId="7EFF5197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جواب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لزينب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04CB2" w14:paraId="1A82E81C" w14:textId="77777777" w:rsidTr="000E51E0">
        <w:trPr>
          <w:trHeight w:val="350"/>
        </w:trPr>
        <w:tc>
          <w:tcPr>
            <w:tcW w:w="3920" w:type="dxa"/>
            <w:shd w:val="clear" w:color="auto" w:fill="auto"/>
          </w:tcPr>
          <w:p w14:paraId="23EA1939" w14:textId="77777777" w:rsidR="00704CB2" w:rsidRDefault="00704CB2" w:rsidP="000E51E0">
            <w:pPr>
              <w:pStyle w:val="libPoem"/>
            </w:pPr>
            <w:r>
              <w:rPr>
                <w:rtl/>
                <w:lang w:bidi="fa-IR"/>
              </w:rPr>
              <w:t>نادى يزينب يا 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6D673D9" w14:textId="77777777" w:rsidR="00704CB2" w:rsidRDefault="00704CB2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C274B5C" w14:textId="77777777" w:rsidR="00704CB2" w:rsidRDefault="00704CB2" w:rsidP="000E51E0">
            <w:pPr>
              <w:pStyle w:val="libPoem"/>
            </w:pPr>
            <w:r>
              <w:rPr>
                <w:rtl/>
                <w:lang w:bidi="fa-IR"/>
              </w:rPr>
              <w:t>ما قلت الك يا 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4CB2" w14:paraId="25199B2F" w14:textId="77777777" w:rsidTr="000E51E0">
        <w:trPr>
          <w:trHeight w:val="350"/>
        </w:trPr>
        <w:tc>
          <w:tcPr>
            <w:tcW w:w="3920" w:type="dxa"/>
          </w:tcPr>
          <w:p w14:paraId="2B0F2BED" w14:textId="77777777" w:rsidR="00704CB2" w:rsidRDefault="00704CB2" w:rsidP="000E51E0">
            <w:pPr>
              <w:pStyle w:val="libPoem"/>
            </w:pPr>
            <w:r>
              <w:rPr>
                <w:rtl/>
                <w:lang w:bidi="fa-IR"/>
              </w:rPr>
              <w:t>ذي طلعةٌ فيها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14EDF5" w14:textId="77777777" w:rsidR="00704CB2" w:rsidRDefault="00704CB2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F96EBA" w14:textId="77777777" w:rsidR="00704CB2" w:rsidRDefault="00704CB2" w:rsidP="000E51E0">
            <w:pPr>
              <w:pStyle w:val="libPoem"/>
            </w:pPr>
            <w:r>
              <w:rPr>
                <w:rtl/>
                <w:lang w:bidi="fa-IR"/>
              </w:rPr>
              <w:t>جاسم أبد ما ليه 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4CB2" w14:paraId="141DA1B3" w14:textId="77777777" w:rsidTr="000E51E0">
        <w:trPr>
          <w:trHeight w:val="350"/>
        </w:trPr>
        <w:tc>
          <w:tcPr>
            <w:tcW w:w="3920" w:type="dxa"/>
          </w:tcPr>
          <w:p w14:paraId="6263115F" w14:textId="77777777" w:rsidR="00704CB2" w:rsidRDefault="00704CB2" w:rsidP="000E51E0">
            <w:pPr>
              <w:pStyle w:val="libPoem"/>
            </w:pPr>
            <w:r>
              <w:rPr>
                <w:rtl/>
                <w:lang w:bidi="fa-IR"/>
              </w:rPr>
              <w:t>نادت ابدمعات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9E454D" w14:textId="77777777" w:rsidR="00704CB2" w:rsidRDefault="00704CB2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D56202" w14:textId="77777777" w:rsidR="00704CB2" w:rsidRDefault="00704CB2" w:rsidP="000E51E0">
            <w:pPr>
              <w:pStyle w:val="libPoem"/>
            </w:pPr>
            <w:r>
              <w:rPr>
                <w:rtl/>
                <w:lang w:bidi="fa-IR"/>
              </w:rPr>
              <w:t>يربّي ترد جاسم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FD101A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سكينة تنعى القاسم وتندبه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04CB2" w14:paraId="054C09CB" w14:textId="77777777" w:rsidTr="000E51E0">
        <w:trPr>
          <w:trHeight w:val="350"/>
        </w:trPr>
        <w:tc>
          <w:tcPr>
            <w:tcW w:w="3920" w:type="dxa"/>
            <w:shd w:val="clear" w:color="auto" w:fill="auto"/>
          </w:tcPr>
          <w:p w14:paraId="203860C5" w14:textId="77777777" w:rsidR="00704CB2" w:rsidRDefault="00704CB2" w:rsidP="000E51E0">
            <w:pPr>
              <w:pStyle w:val="libPoem"/>
            </w:pPr>
            <w:r>
              <w:rPr>
                <w:rtl/>
                <w:lang w:bidi="fa-IR"/>
              </w:rPr>
              <w:t>بنات العرس فرحوا بلعراس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DE532E5" w14:textId="77777777" w:rsidR="00704CB2" w:rsidRDefault="00704CB2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CDE400D" w14:textId="77777777" w:rsidR="00704CB2" w:rsidRDefault="00704CB2" w:rsidP="000E51E0">
            <w:pPr>
              <w:pStyle w:val="libPoem"/>
            </w:pPr>
            <w:r>
              <w:rPr>
                <w:rtl/>
                <w:lang w:bidi="fa-IR"/>
              </w:rPr>
              <w:t>وانا معرّسي من دون هالناس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4CB2" w14:paraId="71395F9B" w14:textId="77777777" w:rsidTr="000E51E0">
        <w:trPr>
          <w:trHeight w:val="350"/>
        </w:trPr>
        <w:tc>
          <w:tcPr>
            <w:tcW w:w="3920" w:type="dxa"/>
          </w:tcPr>
          <w:p w14:paraId="512066C5" w14:textId="77777777" w:rsidR="00704CB2" w:rsidRDefault="00704CB2" w:rsidP="000E51E0">
            <w:pPr>
              <w:pStyle w:val="libPoem"/>
            </w:pPr>
            <w:r>
              <w:rPr>
                <w:rtl/>
                <w:lang w:bidi="fa-IR"/>
              </w:rPr>
              <w:t>في ضيفته عمّه العبّاس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136BFB" w14:textId="77777777" w:rsidR="00704CB2" w:rsidRDefault="00704CB2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2262E8" w14:textId="77777777" w:rsidR="00704CB2" w:rsidRDefault="00704CB2" w:rsidP="000E51E0">
            <w:pPr>
              <w:pStyle w:val="libPoem"/>
            </w:pPr>
            <w:r>
              <w:rPr>
                <w:rtl/>
                <w:lang w:bidi="fa-IR"/>
              </w:rPr>
              <w:t>مذبوح وامخمّد الأنفاس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115AAEE" w14:textId="77777777" w:rsidR="00EE7C84" w:rsidRDefault="00EE7C84" w:rsidP="00704CB2">
      <w:pPr>
        <w:pStyle w:val="libPoemCenter"/>
        <w:rPr>
          <w:lang w:bidi="fa-IR"/>
        </w:rPr>
      </w:pPr>
      <w:r>
        <w:rPr>
          <w:rtl/>
          <w:lang w:bidi="fa-IR"/>
        </w:rPr>
        <w:t>لا باس يا جسّام لا باس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04CB2" w14:paraId="53B52814" w14:textId="77777777" w:rsidTr="000E51E0">
        <w:trPr>
          <w:trHeight w:val="350"/>
        </w:trPr>
        <w:tc>
          <w:tcPr>
            <w:tcW w:w="3920" w:type="dxa"/>
            <w:shd w:val="clear" w:color="auto" w:fill="auto"/>
          </w:tcPr>
          <w:p w14:paraId="774B3C68" w14:textId="77777777" w:rsidR="00704CB2" w:rsidRDefault="00704CB2" w:rsidP="000E51E0">
            <w:pPr>
              <w:pStyle w:val="libPoem"/>
            </w:pPr>
            <w:r>
              <w:rPr>
                <w:rtl/>
                <w:lang w:bidi="fa-IR"/>
              </w:rPr>
              <w:t>العرس له زينات وافراح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C595AB8" w14:textId="77777777" w:rsidR="00704CB2" w:rsidRDefault="00704CB2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AF9FEEA" w14:textId="77777777" w:rsidR="00704CB2" w:rsidRDefault="00704CB2" w:rsidP="000E51E0">
            <w:pPr>
              <w:pStyle w:val="libPoem"/>
            </w:pPr>
            <w:r>
              <w:rPr>
                <w:rtl/>
                <w:lang w:bidi="fa-IR"/>
              </w:rPr>
              <w:t>اُو جسّام عرسه لطم وانياح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7CF75A2" w14:textId="77777777" w:rsidR="00EE7C84" w:rsidRDefault="00EE7C84" w:rsidP="00704CB2">
      <w:pPr>
        <w:pStyle w:val="libPoemCenter"/>
        <w:rPr>
          <w:lang w:bidi="fa-IR"/>
        </w:rPr>
      </w:pPr>
      <w:r>
        <w:rPr>
          <w:rtl/>
          <w:lang w:bidi="fa-IR"/>
        </w:rPr>
        <w:t>يوسفه شباب والعمر راح</w:t>
      </w:r>
    </w:p>
    <w:p w14:paraId="1CE0B70C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سكينة تنعى القاسم حينما سار إلى الحرب :</w:t>
      </w:r>
    </w:p>
    <w:p w14:paraId="73DB101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E292C" w14:paraId="5DC2F1FC" w14:textId="77777777" w:rsidTr="000E51E0">
        <w:trPr>
          <w:trHeight w:val="350"/>
        </w:trPr>
        <w:tc>
          <w:tcPr>
            <w:tcW w:w="3920" w:type="dxa"/>
            <w:shd w:val="clear" w:color="auto" w:fill="auto"/>
          </w:tcPr>
          <w:p w14:paraId="360610B0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يويلي ابن عمّي للحرب سار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1BAF5FF" w14:textId="77777777" w:rsidR="00DE292C" w:rsidRDefault="00DE292C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C7C0B1C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طفوا الشمع هتكوا هلستار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ACA2EF6" w14:textId="77777777" w:rsidR="00EE7C84" w:rsidRDefault="00EE7C84" w:rsidP="00DE292C">
      <w:pPr>
        <w:pStyle w:val="libPoemCenter"/>
        <w:rPr>
          <w:lang w:bidi="fa-IR"/>
        </w:rPr>
      </w:pPr>
      <w:r>
        <w:rPr>
          <w:rtl/>
          <w:lang w:bidi="fa-IR"/>
        </w:rPr>
        <w:t>عرس اُوعزاء يا خلق ما صار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E292C" w14:paraId="30A2101B" w14:textId="77777777" w:rsidTr="000E51E0">
        <w:trPr>
          <w:trHeight w:val="350"/>
        </w:trPr>
        <w:tc>
          <w:tcPr>
            <w:tcW w:w="3920" w:type="dxa"/>
            <w:shd w:val="clear" w:color="auto" w:fill="auto"/>
          </w:tcPr>
          <w:p w14:paraId="597841BF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إلى المعركة عرّيسنا 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57F26EF" w14:textId="77777777" w:rsidR="00DE292C" w:rsidRDefault="00DE292C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A0583E7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شعر شاربه بالوجه ما لاح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450B7D2" w14:textId="77777777" w:rsidR="00EE7C84" w:rsidRDefault="00EE7C84" w:rsidP="00DE292C">
      <w:pPr>
        <w:pStyle w:val="libPoemCenter"/>
        <w:rPr>
          <w:lang w:bidi="fa-IR"/>
        </w:rPr>
      </w:pPr>
      <w:r>
        <w:rPr>
          <w:rtl/>
          <w:lang w:bidi="fa-IR"/>
        </w:rPr>
        <w:t>اُو دمعي عليه اليوم سفّاح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E292C" w14:paraId="4746CAEC" w14:textId="77777777" w:rsidTr="000E51E0">
        <w:trPr>
          <w:trHeight w:val="350"/>
        </w:trPr>
        <w:tc>
          <w:tcPr>
            <w:tcW w:w="3920" w:type="dxa"/>
            <w:shd w:val="clear" w:color="auto" w:fill="auto"/>
          </w:tcPr>
          <w:p w14:paraId="37A8CF3A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عرّيس شبه الغصن لو 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222B90A" w14:textId="77777777" w:rsidR="00DE292C" w:rsidRDefault="00DE292C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9218DB8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اُوليث على العدوان لو صال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1E39BFA" w14:textId="77777777" w:rsidR="00EE7C84" w:rsidRDefault="00EE7C84" w:rsidP="00DE292C">
      <w:pPr>
        <w:pStyle w:val="libPoemCenter"/>
        <w:rPr>
          <w:lang w:bidi="fa-IR"/>
        </w:rPr>
      </w:pPr>
      <w:r>
        <w:rPr>
          <w:rtl/>
          <w:lang w:bidi="fa-IR"/>
        </w:rPr>
        <w:t>اِصغير اُو طابت منّه لفعال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E292C" w14:paraId="595C38D0" w14:textId="77777777" w:rsidTr="000E51E0">
        <w:trPr>
          <w:trHeight w:val="350"/>
        </w:trPr>
        <w:tc>
          <w:tcPr>
            <w:tcW w:w="3920" w:type="dxa"/>
            <w:shd w:val="clear" w:color="auto" w:fill="auto"/>
          </w:tcPr>
          <w:p w14:paraId="13E369F0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سكنة بكت والدمع سافح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663E4CC" w14:textId="77777777" w:rsidR="00DE292C" w:rsidRDefault="00DE292C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14D30F7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تقله يجاسم وين رايح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292C" w14:paraId="371C57AF" w14:textId="77777777" w:rsidTr="000E51E0">
        <w:trPr>
          <w:trHeight w:val="350"/>
        </w:trPr>
        <w:tc>
          <w:tcPr>
            <w:tcW w:w="3920" w:type="dxa"/>
          </w:tcPr>
          <w:p w14:paraId="41FC6F89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يقلها اسكتي لا صاح صايح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4FAACC" w14:textId="77777777" w:rsidR="00DE292C" w:rsidRDefault="00DE292C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580749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ترانا يسكنة صرت طايح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292C" w14:paraId="4BC8173F" w14:textId="77777777" w:rsidTr="000E51E0">
        <w:trPr>
          <w:trHeight w:val="350"/>
        </w:trPr>
        <w:tc>
          <w:tcPr>
            <w:tcW w:w="3920" w:type="dxa"/>
          </w:tcPr>
          <w:p w14:paraId="555C9815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دنّيت مهره اُو قرّبيته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4350B8" w14:textId="77777777" w:rsidR="00DE292C" w:rsidRDefault="00DE292C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7C7CAF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اُو هلهلت في وجهه اُو نخيته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292C" w14:paraId="431DE704" w14:textId="77777777" w:rsidTr="000E51E0">
        <w:trPr>
          <w:trHeight w:val="350"/>
        </w:trPr>
        <w:tc>
          <w:tcPr>
            <w:tcW w:w="3920" w:type="dxa"/>
          </w:tcPr>
          <w:p w14:paraId="5630A546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مظنّيت لن قربت منيته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416305" w14:textId="77777777" w:rsidR="00DE292C" w:rsidRDefault="00DE292C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808292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طول الدهر لنصب عزيته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292C" w14:paraId="53B41E20" w14:textId="77777777" w:rsidTr="000E51E0">
        <w:trPr>
          <w:trHeight w:val="350"/>
        </w:trPr>
        <w:tc>
          <w:tcPr>
            <w:tcW w:w="3920" w:type="dxa"/>
          </w:tcPr>
          <w:p w14:paraId="6D346555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حلوا درع نسل الزكيات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2068C4" w14:textId="77777777" w:rsidR="00DE292C" w:rsidRDefault="00DE292C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5FD67D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نجل الحسن وابن العفيفات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292C" w14:paraId="30968D55" w14:textId="77777777" w:rsidTr="000E51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FF48B9D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قومي يعمّه معرسي مات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9CE5A5" w14:textId="77777777" w:rsidR="00DE292C" w:rsidRDefault="00DE292C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22BC16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فوق الترب يا عمّتي بات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AB8BA97" w14:textId="77777777" w:rsidR="00EE7C84" w:rsidRDefault="00EE7C84" w:rsidP="00DE292C">
      <w:pPr>
        <w:pStyle w:val="libPoemCenter"/>
        <w:rPr>
          <w:lang w:bidi="fa-IR"/>
        </w:rPr>
      </w:pPr>
      <w:r>
        <w:rPr>
          <w:rtl/>
          <w:lang w:bidi="fa-IR"/>
        </w:rPr>
        <w:t>مدري يعمّه حي لو مات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E292C" w14:paraId="129BADDD" w14:textId="77777777" w:rsidTr="000E51E0">
        <w:trPr>
          <w:trHeight w:val="350"/>
        </w:trPr>
        <w:tc>
          <w:tcPr>
            <w:tcW w:w="3920" w:type="dxa"/>
            <w:shd w:val="clear" w:color="auto" w:fill="auto"/>
          </w:tcPr>
          <w:p w14:paraId="3BDAFBFC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حلوا ينسوة درع هالشاب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B01D72D" w14:textId="77777777" w:rsidR="00DE292C" w:rsidRDefault="00DE292C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0A8B103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اُوعن عارضه زيحوا هلتراب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292C" w14:paraId="5777D45B" w14:textId="77777777" w:rsidTr="000E51E0">
        <w:trPr>
          <w:trHeight w:val="350"/>
        </w:trPr>
        <w:tc>
          <w:tcPr>
            <w:tcW w:w="3920" w:type="dxa"/>
          </w:tcPr>
          <w:p w14:paraId="7969AECE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اُوشوفوا الماذنّه أي اِصواب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640587" w14:textId="77777777" w:rsidR="00DE292C" w:rsidRDefault="00DE292C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34ED14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اُوزيحوا الدما عن فيض لخضاب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B1A9AD3" w14:textId="77777777" w:rsidR="00EE7C84" w:rsidRDefault="00EE7C84" w:rsidP="00DE292C">
      <w:pPr>
        <w:pStyle w:val="libPoemCenter"/>
        <w:rPr>
          <w:lang w:bidi="fa-IR"/>
        </w:rPr>
      </w:pPr>
      <w:r>
        <w:rPr>
          <w:rtl/>
          <w:lang w:bidi="fa-IR"/>
        </w:rPr>
        <w:t>جاسم وقع بالترب منصاب</w:t>
      </w:r>
    </w:p>
    <w:p w14:paraId="36B25C7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رملة اُمّ القاسم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E292C" w14:paraId="181E5F4F" w14:textId="77777777" w:rsidTr="000E51E0">
        <w:trPr>
          <w:trHeight w:val="350"/>
        </w:trPr>
        <w:tc>
          <w:tcPr>
            <w:tcW w:w="3920" w:type="dxa"/>
            <w:shd w:val="clear" w:color="auto" w:fill="auto"/>
          </w:tcPr>
          <w:p w14:paraId="7392ADA0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بيت العرس لبني بنيته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D1BD640" w14:textId="77777777" w:rsidR="00DE292C" w:rsidRDefault="00DE292C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FF72A4C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اُوثوب العرس له فصّليته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03B07EE" w14:textId="77777777" w:rsidR="00EE7C84" w:rsidRDefault="00EE7C84" w:rsidP="00DE292C">
      <w:pPr>
        <w:pStyle w:val="libPoemCenter"/>
        <w:rPr>
          <w:lang w:bidi="fa-IR"/>
        </w:rPr>
      </w:pPr>
      <w:r>
        <w:rPr>
          <w:rtl/>
          <w:lang w:bidi="fa-IR"/>
        </w:rPr>
        <w:t>مدريت لن قربت منيته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E292C" w14:paraId="16FC479C" w14:textId="77777777" w:rsidTr="000E51E0">
        <w:trPr>
          <w:trHeight w:val="350"/>
        </w:trPr>
        <w:tc>
          <w:tcPr>
            <w:tcW w:w="3920" w:type="dxa"/>
            <w:shd w:val="clear" w:color="auto" w:fill="auto"/>
          </w:tcPr>
          <w:p w14:paraId="53AC1212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بيدي لحنّة العرس دقّيت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B3E29DD" w14:textId="77777777" w:rsidR="00DE292C" w:rsidRDefault="00DE292C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AD8B748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اُوالك زوجة امن الحور نقّيت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292C" w14:paraId="27D68015" w14:textId="77777777" w:rsidTr="000E51E0">
        <w:trPr>
          <w:trHeight w:val="350"/>
        </w:trPr>
        <w:tc>
          <w:tcPr>
            <w:tcW w:w="3920" w:type="dxa"/>
          </w:tcPr>
          <w:p w14:paraId="6753E849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كنت جالسة ويّاك في بيت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90336B4" w14:textId="77777777" w:rsidR="00DE292C" w:rsidRDefault="00DE292C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56465F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يوم على العدوان شدّيت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292C" w14:paraId="24269E38" w14:textId="77777777" w:rsidTr="000E51E0">
        <w:trPr>
          <w:trHeight w:val="350"/>
        </w:trPr>
        <w:tc>
          <w:tcPr>
            <w:tcW w:w="3920" w:type="dxa"/>
          </w:tcPr>
          <w:p w14:paraId="6AFC69BD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اُو عمّك نهاك اُولا اتناهيت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7155C4" w14:textId="77777777" w:rsidR="00DE292C" w:rsidRDefault="00DE292C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F445CD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جاني الخبر لنّك توفّيت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292C" w14:paraId="7EDE7DC9" w14:textId="77777777" w:rsidTr="000E51E0">
        <w:trPr>
          <w:trHeight w:val="350"/>
        </w:trPr>
        <w:tc>
          <w:tcPr>
            <w:tcW w:w="3920" w:type="dxa"/>
          </w:tcPr>
          <w:p w14:paraId="78908E86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لطمت الوجه والجيب شقّيت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B8B61F" w14:textId="77777777" w:rsidR="00DE292C" w:rsidRDefault="00DE292C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2F9E73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اُو ترب الفلا فوق الراس حفّيت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292C" w14:paraId="78F29C48" w14:textId="77777777" w:rsidTr="000E51E0">
        <w:trPr>
          <w:trHeight w:val="350"/>
        </w:trPr>
        <w:tc>
          <w:tcPr>
            <w:tcW w:w="3920" w:type="dxa"/>
          </w:tcPr>
          <w:p w14:paraId="388C8A52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اُوجبت الدوا اُو للجرح داويت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A340D6" w14:textId="77777777" w:rsidR="00DE292C" w:rsidRDefault="00DE292C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FB0B70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أثاري الدوا ما ينفع الميت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292C" w14:paraId="2C973360" w14:textId="77777777" w:rsidTr="000E51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E6269C6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إذا ونّت الشبّان ونّيت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808EE5" w14:textId="77777777" w:rsidR="00DE292C" w:rsidRDefault="00DE292C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F6C95A" w14:textId="77777777" w:rsidR="00DE292C" w:rsidRDefault="00DE292C" w:rsidP="000E51E0">
            <w:pPr>
              <w:pStyle w:val="libPoem"/>
            </w:pPr>
            <w:r>
              <w:rPr>
                <w:rtl/>
                <w:lang w:bidi="fa-IR"/>
              </w:rPr>
              <w:t>لوان النواعي ترجع الميت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F9AADC3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E51E0" w14:paraId="36B6390F" w14:textId="77777777" w:rsidTr="000E51E0">
        <w:trPr>
          <w:trHeight w:val="350"/>
        </w:trPr>
        <w:tc>
          <w:tcPr>
            <w:tcW w:w="3920" w:type="dxa"/>
            <w:shd w:val="clear" w:color="auto" w:fill="auto"/>
          </w:tcPr>
          <w:p w14:paraId="2C08DB0C" w14:textId="77777777" w:rsidR="000E51E0" w:rsidRDefault="000E51E0" w:rsidP="000E51E0">
            <w:pPr>
              <w:pStyle w:val="libPoem"/>
            </w:pPr>
            <w:r>
              <w:rPr>
                <w:rtl/>
                <w:lang w:bidi="fa-IR"/>
              </w:rPr>
              <w:t>ليلي اُو نهاري انكان نعّيت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AC82097" w14:textId="77777777" w:rsidR="000E51E0" w:rsidRDefault="000E51E0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A973AC4" w14:textId="77777777" w:rsidR="000E51E0" w:rsidRDefault="000E51E0" w:rsidP="000E51E0">
            <w:pPr>
              <w:pStyle w:val="libPoem"/>
            </w:pPr>
            <w:r>
              <w:rPr>
                <w:rtl/>
                <w:lang w:bidi="fa-IR"/>
              </w:rPr>
              <w:t>اتمّنيت يا بني ترد للبيت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7B7D5B6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سكينة تخاطب زينب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E51E0" w14:paraId="4FD6C8A4" w14:textId="77777777" w:rsidTr="000E51E0">
        <w:trPr>
          <w:trHeight w:val="350"/>
        </w:trPr>
        <w:tc>
          <w:tcPr>
            <w:tcW w:w="3920" w:type="dxa"/>
            <w:shd w:val="clear" w:color="auto" w:fill="auto"/>
          </w:tcPr>
          <w:p w14:paraId="328E51C1" w14:textId="77777777" w:rsidR="000E51E0" w:rsidRDefault="000E51E0" w:rsidP="000E51E0">
            <w:pPr>
              <w:pStyle w:val="libPoem"/>
            </w:pPr>
            <w:r>
              <w:rPr>
                <w:rtl/>
                <w:lang w:bidi="fa-IR"/>
              </w:rPr>
              <w:t>تعالي يعمّه ساعديني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8E31A27" w14:textId="77777777" w:rsidR="000E51E0" w:rsidRDefault="000E51E0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B6F171E" w14:textId="77777777" w:rsidR="000E51E0" w:rsidRDefault="000E51E0" w:rsidP="000E51E0">
            <w:pPr>
              <w:pStyle w:val="libPoem"/>
            </w:pPr>
            <w:r>
              <w:rPr>
                <w:rtl/>
                <w:lang w:bidi="fa-IR"/>
              </w:rPr>
              <w:t>اُو عن معرسي لا تبعديني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1E0" w14:paraId="7858CEF3" w14:textId="77777777" w:rsidTr="000E51E0">
        <w:trPr>
          <w:trHeight w:val="350"/>
        </w:trPr>
        <w:tc>
          <w:tcPr>
            <w:tcW w:w="3920" w:type="dxa"/>
          </w:tcPr>
          <w:p w14:paraId="7DDC273F" w14:textId="77777777" w:rsidR="000E51E0" w:rsidRDefault="000E51E0" w:rsidP="000E51E0">
            <w:pPr>
              <w:pStyle w:val="libPoem"/>
            </w:pPr>
            <w:r>
              <w:rPr>
                <w:rtl/>
                <w:lang w:bidi="fa-IR"/>
              </w:rPr>
              <w:t>وابدم نحره خضّبيني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DA9CC4" w14:textId="77777777" w:rsidR="000E51E0" w:rsidRDefault="000E51E0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BCCEDD" w14:textId="77777777" w:rsidR="000E51E0" w:rsidRDefault="000E51E0" w:rsidP="000E51E0">
            <w:pPr>
              <w:pStyle w:val="libPoem"/>
            </w:pPr>
            <w:r>
              <w:rPr>
                <w:rtl/>
                <w:lang w:bidi="fa-IR"/>
              </w:rPr>
              <w:t>وابوسط قبره لحّديني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20828E2" w14:textId="77777777" w:rsidR="00EE7C84" w:rsidRDefault="00EE7C84" w:rsidP="00A81AF1">
      <w:pPr>
        <w:pStyle w:val="libPoemCenter"/>
        <w:rPr>
          <w:lang w:bidi="fa-IR"/>
        </w:rPr>
      </w:pPr>
      <w:r>
        <w:rPr>
          <w:rtl/>
          <w:lang w:bidi="fa-IR"/>
        </w:rPr>
        <w:t>يعمّه اِفراقه ذهب عيني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E51E0" w14:paraId="4B6BE72E" w14:textId="77777777" w:rsidTr="000E51E0">
        <w:trPr>
          <w:trHeight w:val="350"/>
        </w:trPr>
        <w:tc>
          <w:tcPr>
            <w:tcW w:w="3920" w:type="dxa"/>
            <w:shd w:val="clear" w:color="auto" w:fill="auto"/>
          </w:tcPr>
          <w:p w14:paraId="0E150919" w14:textId="77777777" w:rsidR="000E51E0" w:rsidRDefault="000E51E0" w:rsidP="000E51E0">
            <w:pPr>
              <w:pStyle w:val="libPoem"/>
            </w:pPr>
            <w:r>
              <w:rPr>
                <w:rtl/>
                <w:lang w:bidi="fa-IR"/>
              </w:rPr>
              <w:t>إلى القبر زفينا لمحنى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80AB0E4" w14:textId="77777777" w:rsidR="000E51E0" w:rsidRDefault="000E51E0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D30FD23" w14:textId="77777777" w:rsidR="000E51E0" w:rsidRDefault="000E51E0" w:rsidP="000E51E0">
            <w:pPr>
              <w:pStyle w:val="libPoem"/>
            </w:pPr>
            <w:r>
              <w:rPr>
                <w:rtl/>
                <w:lang w:bidi="fa-IR"/>
              </w:rPr>
              <w:t>بعده شباب اُولا تهنا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1E0" w14:paraId="53B993BD" w14:textId="77777777" w:rsidTr="000E51E0">
        <w:trPr>
          <w:trHeight w:val="350"/>
        </w:trPr>
        <w:tc>
          <w:tcPr>
            <w:tcW w:w="3920" w:type="dxa"/>
          </w:tcPr>
          <w:p w14:paraId="0590A3C9" w14:textId="77777777" w:rsidR="000E51E0" w:rsidRDefault="000E51E0" w:rsidP="000E51E0">
            <w:pPr>
              <w:pStyle w:val="libPoem"/>
            </w:pPr>
            <w:r>
              <w:rPr>
                <w:rtl/>
                <w:lang w:bidi="fa-IR"/>
              </w:rPr>
              <w:t>لو يندخل قبره دخلنا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E801DB" w14:textId="77777777" w:rsidR="000E51E0" w:rsidRDefault="000E51E0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9BEC01" w14:textId="77777777" w:rsidR="000E51E0" w:rsidRDefault="000E51E0" w:rsidP="000E51E0">
            <w:pPr>
              <w:pStyle w:val="libPoem"/>
            </w:pPr>
            <w:r>
              <w:rPr>
                <w:rtl/>
                <w:lang w:bidi="fa-IR"/>
              </w:rPr>
              <w:t>نصبنا العزا عنده اُونحنا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165AE67" w14:textId="77777777" w:rsidR="00EE7C84" w:rsidRDefault="00EE7C84" w:rsidP="000E51E0">
      <w:pPr>
        <w:pStyle w:val="libPoemCenter"/>
        <w:rPr>
          <w:lang w:bidi="fa-IR"/>
        </w:rPr>
      </w:pPr>
      <w:r>
        <w:rPr>
          <w:rtl/>
          <w:lang w:bidi="fa-IR"/>
        </w:rPr>
        <w:t>والله ابعشيتنا امتحنا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81AF1" w14:paraId="2E283FAB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04E058BF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لبعث على الجاسم جواسيس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DB95B20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AE995E5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اشوفه ذبيح لو بالمحابيس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0526C959" w14:textId="77777777" w:rsidTr="00395A3B">
        <w:trPr>
          <w:trHeight w:val="350"/>
        </w:trPr>
        <w:tc>
          <w:tcPr>
            <w:tcW w:w="3920" w:type="dxa"/>
          </w:tcPr>
          <w:p w14:paraId="591F55EA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نفسي تجلت بالمحاميس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2FE733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C5464D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عروسك ترى تاهت على العيس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287138E4" w14:textId="77777777" w:rsidTr="00395A3B">
        <w:trPr>
          <w:trHeight w:val="350"/>
        </w:trPr>
        <w:tc>
          <w:tcPr>
            <w:tcW w:w="3920" w:type="dxa"/>
          </w:tcPr>
          <w:p w14:paraId="3C0718D9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كل من لها معرس تشوفه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511B8A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9A6DBF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وانا معرسي ما عاد أشوفه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56B7F0A7" w14:textId="77777777" w:rsidTr="00395A3B">
        <w:trPr>
          <w:trHeight w:val="350"/>
        </w:trPr>
        <w:tc>
          <w:tcPr>
            <w:tcW w:w="3920" w:type="dxa"/>
          </w:tcPr>
          <w:p w14:paraId="1AA04A16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جاسم يالحلوه اُو صوفه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46FDDE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885F940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لامن تحنى في اكفوفه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07010782" w14:textId="77777777" w:rsidTr="00395A3B">
        <w:trPr>
          <w:trHeight w:val="350"/>
        </w:trPr>
        <w:tc>
          <w:tcPr>
            <w:tcW w:w="3920" w:type="dxa"/>
          </w:tcPr>
          <w:p w14:paraId="69981FCA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يمحلى عليه الميزر أخضر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088285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83DEA4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وإذا بالسريّة شدُّ كبّر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53FF7262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D89B61B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حسافة على ولدك يشبّر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1C0645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296473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يبقى على الرمضاء امعفر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9D3F4F1" w14:textId="77777777" w:rsidR="00EE7C84" w:rsidRDefault="00EE7C84" w:rsidP="000E51E0">
      <w:pPr>
        <w:pStyle w:val="libPoemCenter"/>
        <w:rPr>
          <w:lang w:bidi="fa-IR"/>
        </w:rPr>
      </w:pPr>
      <w:r>
        <w:rPr>
          <w:rtl/>
          <w:lang w:bidi="fa-IR"/>
        </w:rPr>
        <w:t>ولا حاضره المنعوت حيدر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E51E0" w14:paraId="30815855" w14:textId="77777777" w:rsidTr="000E51E0">
        <w:trPr>
          <w:trHeight w:val="350"/>
        </w:trPr>
        <w:tc>
          <w:tcPr>
            <w:tcW w:w="3920" w:type="dxa"/>
            <w:shd w:val="clear" w:color="auto" w:fill="auto"/>
          </w:tcPr>
          <w:p w14:paraId="23688523" w14:textId="77777777" w:rsidR="000E51E0" w:rsidRDefault="00A81AF1" w:rsidP="000E51E0">
            <w:pPr>
              <w:pStyle w:val="libPoem"/>
            </w:pPr>
            <w:r>
              <w:rPr>
                <w:rtl/>
                <w:lang w:bidi="fa-IR"/>
              </w:rPr>
              <w:t>عرّيس يا محلا خياله</w:t>
            </w:r>
            <w:r w:rsidR="000E51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BC86368" w14:textId="77777777" w:rsidR="000E51E0" w:rsidRDefault="000E51E0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19A88DD" w14:textId="77777777" w:rsidR="000E51E0" w:rsidRDefault="00A81AF1" w:rsidP="000E51E0">
            <w:pPr>
              <w:pStyle w:val="libPoem"/>
            </w:pPr>
            <w:r>
              <w:rPr>
                <w:rtl/>
                <w:lang w:bidi="fa-IR"/>
              </w:rPr>
              <w:t>يا هو الذي بالسيف غاله</w:t>
            </w:r>
            <w:r w:rsidR="000E51E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D268ABF" w14:textId="77777777" w:rsidR="00EE7C84" w:rsidRDefault="00EE7C84" w:rsidP="000E51E0">
      <w:pPr>
        <w:pStyle w:val="libPoemCenter"/>
        <w:rPr>
          <w:lang w:bidi="fa-IR"/>
        </w:rPr>
      </w:pPr>
      <w:r>
        <w:rPr>
          <w:rtl/>
          <w:lang w:bidi="fa-IR"/>
        </w:rPr>
        <w:t>إتمّنيت انا روحي فدى له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E51E0" w14:paraId="42378E1F" w14:textId="77777777" w:rsidTr="000E51E0">
        <w:trPr>
          <w:trHeight w:val="350"/>
        </w:trPr>
        <w:tc>
          <w:tcPr>
            <w:tcW w:w="3920" w:type="dxa"/>
            <w:shd w:val="clear" w:color="auto" w:fill="auto"/>
          </w:tcPr>
          <w:p w14:paraId="7AA5A15E" w14:textId="77777777" w:rsidR="000E51E0" w:rsidRDefault="00A81AF1" w:rsidP="000E51E0">
            <w:pPr>
              <w:pStyle w:val="libPoem"/>
            </w:pPr>
            <w:r>
              <w:rPr>
                <w:rtl/>
                <w:lang w:bidi="fa-IR"/>
              </w:rPr>
              <w:t>شبّان ما نبتت لحاهم</w:t>
            </w:r>
            <w:r w:rsidR="000E51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F2C8736" w14:textId="77777777" w:rsidR="000E51E0" w:rsidRDefault="000E51E0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A4C0A65" w14:textId="77777777" w:rsidR="000E51E0" w:rsidRDefault="00A81AF1" w:rsidP="000E51E0">
            <w:pPr>
              <w:pStyle w:val="libPoem"/>
            </w:pPr>
            <w:r>
              <w:rPr>
                <w:rtl/>
                <w:lang w:bidi="fa-IR"/>
              </w:rPr>
              <w:t>معاريس ما نالوا مناهم</w:t>
            </w:r>
            <w:r w:rsidR="000E51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1E0" w14:paraId="39ED35FF" w14:textId="77777777" w:rsidTr="000E51E0">
        <w:trPr>
          <w:trHeight w:val="350"/>
        </w:trPr>
        <w:tc>
          <w:tcPr>
            <w:tcW w:w="3920" w:type="dxa"/>
          </w:tcPr>
          <w:p w14:paraId="68541566" w14:textId="77777777" w:rsidR="000E51E0" w:rsidRDefault="00A81AF1" w:rsidP="000E51E0">
            <w:pPr>
              <w:pStyle w:val="libPoem"/>
            </w:pPr>
            <w:r>
              <w:rPr>
                <w:rtl/>
                <w:lang w:bidi="fa-IR"/>
              </w:rPr>
              <w:t>جفوني ولا أقدر اجفاهم</w:t>
            </w:r>
            <w:r w:rsidR="000E51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C5D799" w14:textId="77777777" w:rsidR="000E51E0" w:rsidRDefault="000E51E0" w:rsidP="000E51E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ECF7DA" w14:textId="77777777" w:rsidR="000E51E0" w:rsidRDefault="00A81AF1" w:rsidP="000E51E0">
            <w:pPr>
              <w:pStyle w:val="libPoem"/>
            </w:pPr>
            <w:r>
              <w:rPr>
                <w:rtl/>
                <w:lang w:bidi="fa-IR"/>
              </w:rPr>
              <w:t>ويلي على قبرٍ حواهم</w:t>
            </w:r>
            <w:r w:rsidR="000E51E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C3D3C45" w14:textId="77777777" w:rsidR="00EE7C84" w:rsidRDefault="00EE7C84" w:rsidP="000E51E0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343E0B98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4B4F889B" w14:textId="77777777" w:rsidR="00EE7C84" w:rsidRDefault="00EE7C84" w:rsidP="00A81AF1">
      <w:pPr>
        <w:pStyle w:val="Heading3Center"/>
        <w:rPr>
          <w:lang w:bidi="fa-IR"/>
        </w:rPr>
      </w:pPr>
      <w:bookmarkStart w:id="35" w:name="_Toc17226594"/>
      <w:r>
        <w:rPr>
          <w:rtl/>
          <w:lang w:bidi="fa-IR"/>
        </w:rPr>
        <w:t>في أحوال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بعد وحدته , وقتل أنصاره ، وشهادته</w:t>
      </w:r>
      <w:r w:rsidR="00FB110A">
        <w:rPr>
          <w:rtl/>
          <w:lang w:bidi="fa-IR"/>
        </w:rPr>
        <w:t>.</w:t>
      </w:r>
      <w:bookmarkEnd w:id="35"/>
    </w:p>
    <w:p w14:paraId="4538799A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يخاطب أنصاره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81AF1" w14:paraId="23C8592D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229DD3E0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رقدتون عنّي فرد رقده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BD6046E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C74B172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اُوكل من توسّد عاد زنده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297CB367" w14:textId="77777777" w:rsidTr="00395A3B">
        <w:trPr>
          <w:trHeight w:val="350"/>
        </w:trPr>
        <w:tc>
          <w:tcPr>
            <w:tcW w:w="3920" w:type="dxa"/>
          </w:tcPr>
          <w:p w14:paraId="5811E970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واِحسين خلّيتوه وحده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356293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138908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ما واحد عنده يسعده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3A8AAC30" w14:textId="77777777" w:rsidTr="00395A3B">
        <w:trPr>
          <w:trHeight w:val="350"/>
        </w:trPr>
        <w:tc>
          <w:tcPr>
            <w:tcW w:w="3920" w:type="dxa"/>
          </w:tcPr>
          <w:p w14:paraId="2FFB3270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للجاسم ولا العبّاس عنده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CAB91F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2CAA36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تجري ادموعه فوق خدّه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57F3496C" w14:textId="77777777" w:rsidTr="00395A3B">
        <w:trPr>
          <w:trHeight w:val="350"/>
        </w:trPr>
        <w:tc>
          <w:tcPr>
            <w:tcW w:w="3920" w:type="dxa"/>
          </w:tcPr>
          <w:p w14:paraId="74FC8DB8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يعبّاس يا صاحب النجده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D5B558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9AC137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خلّيت اُخوك اِحسين وحده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B54AA8C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لسان حال العبّاس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81AF1" w14:paraId="7025A16D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6A1F8F6E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لواني ابحديد اَفصم حديدي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7CE4F3E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0C2E706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لكن يخويه ويش بيدي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3E27F533" w14:textId="77777777" w:rsidTr="00395A3B">
        <w:trPr>
          <w:trHeight w:val="350"/>
        </w:trPr>
        <w:tc>
          <w:tcPr>
            <w:tcW w:w="3920" w:type="dxa"/>
          </w:tcPr>
          <w:p w14:paraId="6EAEC10A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دفع القضاء ماهو اِبايدي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3092F2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F82208E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مقطوع ياخويه وريدي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DF68B0F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تلتمس من أخيها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81AF1" w14:paraId="38945A01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164176A6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دعني بقود الفرس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8717A9F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47A0811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بالزم اِركابك واركب اِحداك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43D23701" w14:textId="77777777" w:rsidTr="00395A3B">
        <w:trPr>
          <w:trHeight w:val="350"/>
        </w:trPr>
        <w:tc>
          <w:tcPr>
            <w:tcW w:w="3920" w:type="dxa"/>
          </w:tcPr>
          <w:p w14:paraId="2E4DAC6F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والى المعركة باروح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DCF085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04021F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وانا عيشتي كشرى بليّاك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7A99B476" w14:textId="77777777" w:rsidTr="00395A3B">
        <w:trPr>
          <w:trHeight w:val="350"/>
        </w:trPr>
        <w:tc>
          <w:tcPr>
            <w:tcW w:w="3920" w:type="dxa"/>
          </w:tcPr>
          <w:p w14:paraId="7294EFBC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ليت يوم السوء لاجاك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BDFF59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F9E381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باللحد واراني اُو خ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>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01FF081C" w14:textId="77777777" w:rsidTr="00395A3B">
        <w:trPr>
          <w:trHeight w:val="350"/>
        </w:trPr>
        <w:tc>
          <w:tcPr>
            <w:tcW w:w="3920" w:type="dxa"/>
          </w:tcPr>
          <w:p w14:paraId="75AD0295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أنظر اُوعاين لا يتاماك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4907BE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BAB001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امن الحزن والنوح هلاك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1A7A2C29" w14:textId="77777777" w:rsidTr="00395A3B">
        <w:trPr>
          <w:trHeight w:val="350"/>
        </w:trPr>
        <w:tc>
          <w:tcPr>
            <w:tcW w:w="3920" w:type="dxa"/>
          </w:tcPr>
          <w:p w14:paraId="2FE6C34F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يحسين عندي لك 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DF7CD3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2C4944E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اُوصت بها الزهراء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46844AE9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BFCE0BB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اُو قالت يزينب يا 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465CD9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64AE6D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إذا من نزلتوا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32D15E83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C3AB924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اُو جارت عليكم آل اُميّه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DD7484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CBCF01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اُو ذبحت اِرجالك بالسويّه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23AB9BA3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52398E4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قبلي عزيزي يا 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AD1960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8B35AB5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اثلاثاً في نحره 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4CB25C32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97E7371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ترى طلعة فيها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1F6481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5F9A60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حورا يزهرا يا زكيّه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06F51C3B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187C5CC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أدّيت لك هذي الوصيّه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BC28EF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7B1C2F" w14:textId="77777777" w:rsidR="00A81AF1" w:rsidRDefault="00A81AF1" w:rsidP="00395A3B">
            <w:pPr>
              <w:pStyle w:val="libPoem"/>
            </w:pPr>
            <w:r>
              <w:rPr>
                <w:rtl/>
                <w:lang w:bidi="fa-IR"/>
              </w:rPr>
              <w:t>متى ترجع اِرجالي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448CA9F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يوصي اُخته زينب :</w:t>
      </w:r>
    </w:p>
    <w:p w14:paraId="7791D84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81AF1" w14:paraId="176D231C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3123F810" w14:textId="77777777" w:rsidR="00A81AF1" w:rsidRDefault="003A5645" w:rsidP="00395A3B">
            <w:pPr>
              <w:pStyle w:val="libPoem"/>
            </w:pPr>
            <w:r>
              <w:rPr>
                <w:rtl/>
                <w:lang w:bidi="fa-IR"/>
              </w:rPr>
              <w:t>نادى اُودمع العين سجّام</w:t>
            </w:r>
            <w:r w:rsidR="00A81AF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BF03B7A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A26A3F7" w14:textId="77777777" w:rsidR="00A81AF1" w:rsidRDefault="003A5645" w:rsidP="00395A3B">
            <w:pPr>
              <w:pStyle w:val="libPoem"/>
            </w:pPr>
            <w:r>
              <w:rPr>
                <w:rtl/>
                <w:lang w:bidi="fa-IR"/>
              </w:rPr>
              <w:t>ردّي الولد يختي للخيام</w:t>
            </w:r>
            <w:r w:rsidR="00A81AF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34CC0D7B" w14:textId="77777777" w:rsidTr="00395A3B">
        <w:trPr>
          <w:trHeight w:val="350"/>
        </w:trPr>
        <w:tc>
          <w:tcPr>
            <w:tcW w:w="3920" w:type="dxa"/>
          </w:tcPr>
          <w:p w14:paraId="50E89D9F" w14:textId="77777777" w:rsidR="00A81AF1" w:rsidRDefault="003A5645" w:rsidP="00395A3B">
            <w:pPr>
              <w:pStyle w:val="libPoem"/>
            </w:pPr>
            <w:r>
              <w:rPr>
                <w:rtl/>
                <w:lang w:bidi="fa-IR"/>
              </w:rPr>
              <w:t>باقي البقيّة اكفيل ليتام</w:t>
            </w:r>
            <w:r w:rsidR="00A81AF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F3BC4D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8B79CA" w14:textId="77777777" w:rsidR="00A81AF1" w:rsidRDefault="003A5645" w:rsidP="00395A3B">
            <w:pPr>
              <w:pStyle w:val="libPoem"/>
            </w:pPr>
            <w:r>
              <w:rPr>
                <w:rtl/>
                <w:lang w:bidi="fa-IR"/>
              </w:rPr>
              <w:t>والى شرع جدّه اُو لحكّام</w:t>
            </w:r>
            <w:r w:rsidR="00A81AF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7E280905" w14:textId="77777777" w:rsidTr="00395A3B">
        <w:trPr>
          <w:trHeight w:val="350"/>
        </w:trPr>
        <w:tc>
          <w:tcPr>
            <w:tcW w:w="3920" w:type="dxa"/>
          </w:tcPr>
          <w:p w14:paraId="132DEC05" w14:textId="77777777" w:rsidR="00A81AF1" w:rsidRDefault="003A5645" w:rsidP="00395A3B">
            <w:pPr>
              <w:pStyle w:val="libPoem"/>
            </w:pPr>
            <w:r>
              <w:rPr>
                <w:rtl/>
                <w:lang w:bidi="fa-IR"/>
              </w:rPr>
              <w:t>باقي بقيّتنا وليمام</w:t>
            </w:r>
            <w:r w:rsidR="00A81AF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C44877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1CF676" w14:textId="77777777" w:rsidR="00A81AF1" w:rsidRDefault="003A5645" w:rsidP="00395A3B">
            <w:pPr>
              <w:pStyle w:val="libPoem"/>
            </w:pPr>
            <w:r>
              <w:rPr>
                <w:rtl/>
                <w:lang w:bidi="fa-IR"/>
              </w:rPr>
              <w:t>واللي يدشّ بالقيد للشام</w:t>
            </w:r>
            <w:r w:rsidR="00A81AF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232E8490" w14:textId="77777777" w:rsidTr="00395A3B">
        <w:trPr>
          <w:trHeight w:val="350"/>
        </w:trPr>
        <w:tc>
          <w:tcPr>
            <w:tcW w:w="3920" w:type="dxa"/>
          </w:tcPr>
          <w:p w14:paraId="60EF0445" w14:textId="77777777" w:rsidR="00A81AF1" w:rsidRDefault="003A5645" w:rsidP="00395A3B">
            <w:pPr>
              <w:pStyle w:val="libPoem"/>
            </w:pPr>
            <w:r>
              <w:rPr>
                <w:rtl/>
                <w:lang w:bidi="fa-IR"/>
              </w:rPr>
              <w:t>ويا خواته اُوكل ليتام</w:t>
            </w:r>
            <w:r w:rsidR="00A81AF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83A3DB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31EBC3" w14:textId="77777777" w:rsidR="00A81AF1" w:rsidRDefault="003A5645" w:rsidP="00395A3B">
            <w:pPr>
              <w:pStyle w:val="libPoem"/>
            </w:pPr>
            <w:r>
              <w:rPr>
                <w:rtl/>
                <w:lang w:bidi="fa-IR"/>
              </w:rPr>
              <w:t>يعزز على زرّاق لرخام</w:t>
            </w:r>
            <w:r w:rsidR="00A81AF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AA0515E" w14:textId="77777777" w:rsidR="00EE7C84" w:rsidRDefault="00EE7C84" w:rsidP="00A81AF1">
      <w:pPr>
        <w:pStyle w:val="libPoemCenter"/>
        <w:rPr>
          <w:lang w:bidi="fa-IR"/>
        </w:rPr>
      </w:pPr>
      <w:r>
        <w:rPr>
          <w:rtl/>
          <w:lang w:bidi="fa-IR"/>
        </w:rPr>
        <w:t>يشوفه أسيراً بين ظ</w:t>
      </w:r>
      <w:r w:rsidR="00BF20F3" w:rsidRPr="00BF20F3">
        <w:rPr>
          <w:rStyle w:val="libNormalChar"/>
          <w:rtl/>
        </w:rPr>
        <w:t>لّا</w:t>
      </w:r>
      <w:r>
        <w:rPr>
          <w:rtl/>
          <w:lang w:bidi="fa-IR"/>
        </w:rPr>
        <w:t>م</w:t>
      </w:r>
    </w:p>
    <w:p w14:paraId="035E60D0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جواب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لابنه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81AF1" w14:paraId="7FF2EC24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56B4C0FC" w14:textId="77777777" w:rsidR="00A81AF1" w:rsidRDefault="003A5645" w:rsidP="00395A3B">
            <w:pPr>
              <w:pStyle w:val="libPoem"/>
            </w:pPr>
            <w:r>
              <w:rPr>
                <w:rtl/>
                <w:lang w:bidi="fa-IR"/>
              </w:rPr>
              <w:t>رد للخيم يا نور سعدي</w:t>
            </w:r>
            <w:r w:rsidR="00A81AF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F5C70F1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865AEE2" w14:textId="77777777" w:rsidR="00A81AF1" w:rsidRDefault="003A5645" w:rsidP="00395A3B">
            <w:pPr>
              <w:pStyle w:val="libPoem"/>
            </w:pPr>
            <w:r>
              <w:rPr>
                <w:rtl/>
                <w:lang w:bidi="fa-IR"/>
              </w:rPr>
              <w:t>يا قطعة من قطع كبدي</w:t>
            </w:r>
            <w:r w:rsidR="00A81AF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5F7D2A60" w14:textId="77777777" w:rsidTr="00395A3B">
        <w:trPr>
          <w:trHeight w:val="350"/>
        </w:trPr>
        <w:tc>
          <w:tcPr>
            <w:tcW w:w="3920" w:type="dxa"/>
          </w:tcPr>
          <w:p w14:paraId="255A0B54" w14:textId="77777777" w:rsidR="00A81AF1" w:rsidRDefault="003A5645" w:rsidP="00395A3B">
            <w:pPr>
              <w:pStyle w:val="libPoem"/>
            </w:pPr>
            <w:r>
              <w:rPr>
                <w:rtl/>
                <w:lang w:bidi="fa-IR"/>
              </w:rPr>
              <w:t>لتهيّج أحزاني اُووجدي</w:t>
            </w:r>
            <w:r w:rsidR="00A81AF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715EE0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51642F" w14:textId="77777777" w:rsidR="00A81AF1" w:rsidRDefault="003A5645" w:rsidP="00395A3B">
            <w:pPr>
              <w:pStyle w:val="libPoem"/>
            </w:pPr>
            <w:r>
              <w:rPr>
                <w:rtl/>
                <w:lang w:bidi="fa-IR"/>
              </w:rPr>
              <w:t>وانته الخليفة اتصير بعدي</w:t>
            </w:r>
            <w:r w:rsidR="00A81AF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73D2B626" w14:textId="77777777" w:rsidTr="00395A3B">
        <w:trPr>
          <w:trHeight w:val="350"/>
        </w:trPr>
        <w:tc>
          <w:tcPr>
            <w:tcW w:w="3920" w:type="dxa"/>
          </w:tcPr>
          <w:p w14:paraId="5FCF93C4" w14:textId="77777777" w:rsidR="00A81AF1" w:rsidRDefault="003A5645" w:rsidP="00395A3B">
            <w:pPr>
              <w:pStyle w:val="libPoem"/>
            </w:pPr>
            <w:r>
              <w:rPr>
                <w:rtl/>
                <w:lang w:bidi="fa-IR"/>
              </w:rPr>
              <w:t>وارث علم بويه اُوجدّي</w:t>
            </w:r>
            <w:r w:rsidR="00A81AF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64BFD0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1F60D5" w14:textId="77777777" w:rsidR="00A81AF1" w:rsidRDefault="003A5645" w:rsidP="00395A3B">
            <w:pPr>
              <w:pStyle w:val="libPoem"/>
            </w:pPr>
            <w:r>
              <w:rPr>
                <w:rtl/>
                <w:lang w:bidi="fa-IR"/>
              </w:rPr>
              <w:t>يا بني تراني حان وعدي</w:t>
            </w:r>
            <w:r w:rsidR="00A81AF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5A2C9C9" w14:textId="77777777" w:rsidR="00EE7C84" w:rsidRDefault="00EE7C84" w:rsidP="00A81AF1">
      <w:pPr>
        <w:pStyle w:val="libPoemCenter"/>
        <w:rPr>
          <w:lang w:bidi="fa-IR"/>
        </w:rPr>
      </w:pPr>
      <w:r>
        <w:rPr>
          <w:rtl/>
          <w:lang w:bidi="fa-IR"/>
        </w:rPr>
        <w:t>بالروح اِبفدي دين جدّي</w:t>
      </w:r>
    </w:p>
    <w:p w14:paraId="01241923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السجّاد يخاطب أباه (</w:t>
      </w:r>
      <w:r w:rsidR="00204F6E" w:rsidRPr="00204F6E">
        <w:rPr>
          <w:rStyle w:val="libAlaemChar"/>
          <w:rtl/>
        </w:rPr>
        <w:t>عليهما‌السلام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81AF1" w14:paraId="45106A0A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60E50398" w14:textId="77777777" w:rsidR="00A81AF1" w:rsidRDefault="003A5645" w:rsidP="00395A3B">
            <w:pPr>
              <w:pStyle w:val="libPoem"/>
            </w:pPr>
            <w:r>
              <w:rPr>
                <w:rtl/>
                <w:lang w:bidi="fa-IR"/>
              </w:rPr>
              <w:t>قلّه اُو يهمل مدمع العين</w:t>
            </w:r>
            <w:r w:rsidR="00A81AF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CC7BAAE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5519010" w14:textId="77777777" w:rsidR="00A81AF1" w:rsidRDefault="003A5645" w:rsidP="00395A3B">
            <w:pPr>
              <w:pStyle w:val="libPoem"/>
            </w:pPr>
            <w:r>
              <w:rPr>
                <w:rtl/>
                <w:lang w:bidi="fa-IR"/>
              </w:rPr>
              <w:t>هل كيف ارجع للصياوين</w:t>
            </w:r>
            <w:r w:rsidR="00A81AF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1D9F73F4" w14:textId="77777777" w:rsidTr="00395A3B">
        <w:trPr>
          <w:trHeight w:val="350"/>
        </w:trPr>
        <w:tc>
          <w:tcPr>
            <w:tcW w:w="3920" w:type="dxa"/>
          </w:tcPr>
          <w:p w14:paraId="21C0CC43" w14:textId="77777777" w:rsidR="00A81AF1" w:rsidRDefault="003A5645" w:rsidP="00395A3B">
            <w:pPr>
              <w:pStyle w:val="libPoem"/>
            </w:pPr>
            <w:r>
              <w:rPr>
                <w:rtl/>
                <w:lang w:bidi="fa-IR"/>
              </w:rPr>
              <w:t>وانته بلا ناصر ولا اِمعين</w:t>
            </w:r>
            <w:r w:rsidR="00A81AF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68FCE1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BA3C12" w14:textId="77777777" w:rsidR="00A81AF1" w:rsidRDefault="003A5645" w:rsidP="00395A3B">
            <w:pPr>
              <w:pStyle w:val="libPoem"/>
            </w:pPr>
            <w:r>
              <w:rPr>
                <w:rtl/>
                <w:lang w:bidi="fa-IR"/>
              </w:rPr>
              <w:t>ولجنود بك يابه محيطين</w:t>
            </w:r>
            <w:r w:rsidR="00A81AF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47D014AE" w14:textId="77777777" w:rsidTr="00395A3B">
        <w:trPr>
          <w:trHeight w:val="350"/>
        </w:trPr>
        <w:tc>
          <w:tcPr>
            <w:tcW w:w="3920" w:type="dxa"/>
          </w:tcPr>
          <w:p w14:paraId="09302352" w14:textId="77777777" w:rsidR="00A81AF1" w:rsidRDefault="003A5645" w:rsidP="00395A3B">
            <w:pPr>
              <w:pStyle w:val="libPoem"/>
            </w:pPr>
            <w:r>
              <w:rPr>
                <w:rtl/>
                <w:lang w:bidi="fa-IR"/>
              </w:rPr>
              <w:t>إيطلبون منّك ثار صفّين</w:t>
            </w:r>
            <w:r w:rsidR="00A81AF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C7C5CD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FC081E" w14:textId="77777777" w:rsidR="00A81AF1" w:rsidRDefault="003A5645" w:rsidP="00395A3B">
            <w:pPr>
              <w:pStyle w:val="libPoem"/>
            </w:pPr>
            <w:r>
              <w:rPr>
                <w:rtl/>
                <w:lang w:bidi="fa-IR"/>
              </w:rPr>
              <w:t>ودّي أنا باَنصرك يحسين</w:t>
            </w:r>
            <w:r w:rsidR="00A81AF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81AF1" w14:paraId="00168709" w14:textId="77777777" w:rsidTr="00395A3B">
        <w:trPr>
          <w:trHeight w:val="350"/>
        </w:trPr>
        <w:tc>
          <w:tcPr>
            <w:tcW w:w="3920" w:type="dxa"/>
          </w:tcPr>
          <w:p w14:paraId="14B63061" w14:textId="77777777" w:rsidR="00A81AF1" w:rsidRDefault="003A5645" w:rsidP="00395A3B">
            <w:pPr>
              <w:pStyle w:val="libPoem"/>
            </w:pPr>
            <w:r>
              <w:rPr>
                <w:rtl/>
                <w:lang w:bidi="fa-IR"/>
              </w:rPr>
              <w:t>ولاتم بعدك يا ضيا العين</w:t>
            </w:r>
            <w:r w:rsidR="00A81AF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6AB28F" w14:textId="77777777" w:rsidR="00A81AF1" w:rsidRDefault="00A81AF1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50F011" w14:textId="77777777" w:rsidR="00A81AF1" w:rsidRDefault="003A5645" w:rsidP="00395A3B">
            <w:pPr>
              <w:pStyle w:val="libPoem"/>
            </w:pPr>
            <w:r>
              <w:rPr>
                <w:rtl/>
                <w:lang w:bidi="fa-IR"/>
              </w:rPr>
              <w:t>حاير اُومعتاق ابنساوين</w:t>
            </w:r>
            <w:r w:rsidR="00A81AF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B4702FD" w14:textId="77777777" w:rsidR="00EE7C84" w:rsidRDefault="00EE7C84" w:rsidP="00A81AF1">
      <w:pPr>
        <w:pStyle w:val="libPoemCenter"/>
        <w:rPr>
          <w:lang w:bidi="fa-IR"/>
        </w:rPr>
      </w:pPr>
      <w:r>
        <w:rPr>
          <w:rtl/>
          <w:lang w:bidi="fa-IR"/>
        </w:rPr>
        <w:t>وشوفك بلا غسل اُو تكفين</w:t>
      </w:r>
    </w:p>
    <w:p w14:paraId="6E4A8FE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أجابه أبوه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B504E" w14:paraId="499C8EBE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3D7EAED6" w14:textId="77777777" w:rsidR="00EB504E" w:rsidRDefault="003A5645" w:rsidP="00395A3B">
            <w:pPr>
              <w:pStyle w:val="libPoem"/>
            </w:pPr>
            <w:r>
              <w:rPr>
                <w:rtl/>
                <w:lang w:bidi="fa-IR"/>
              </w:rPr>
              <w:t>أجابه اُودمع العين سجّام</w:t>
            </w:r>
            <w:r w:rsidR="00EB504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0062A93" w14:textId="77777777" w:rsidR="00EB504E" w:rsidRDefault="00EB504E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79C1348" w14:textId="77777777" w:rsidR="00EB504E" w:rsidRDefault="003A5645" w:rsidP="00395A3B">
            <w:pPr>
              <w:pStyle w:val="libPoem"/>
            </w:pPr>
            <w:r>
              <w:rPr>
                <w:rtl/>
                <w:lang w:bidi="fa-IR"/>
              </w:rPr>
              <w:t>ذي كتبة الخالق الع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>م</w:t>
            </w:r>
            <w:r w:rsidR="00EB504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504E" w14:paraId="47D8727B" w14:textId="77777777" w:rsidTr="00395A3B">
        <w:trPr>
          <w:trHeight w:val="350"/>
        </w:trPr>
        <w:tc>
          <w:tcPr>
            <w:tcW w:w="3920" w:type="dxa"/>
          </w:tcPr>
          <w:p w14:paraId="161CE3D8" w14:textId="77777777" w:rsidR="00EB504E" w:rsidRDefault="003A5645" w:rsidP="00395A3B">
            <w:pPr>
              <w:pStyle w:val="libPoem"/>
            </w:pPr>
            <w:r>
              <w:rPr>
                <w:rtl/>
                <w:lang w:bidi="fa-IR"/>
              </w:rPr>
              <w:t>أبقى ثلاثة فوق لرغام</w:t>
            </w:r>
            <w:r w:rsidR="00EB504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5DA09F" w14:textId="77777777" w:rsidR="00EB504E" w:rsidRDefault="00EB504E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E7D4B8" w14:textId="77777777" w:rsidR="00EB504E" w:rsidRDefault="003A5645" w:rsidP="00395A3B">
            <w:pPr>
              <w:pStyle w:val="libPoem"/>
            </w:pPr>
            <w:r>
              <w:rPr>
                <w:rtl/>
                <w:lang w:bidi="fa-IR"/>
              </w:rPr>
              <w:t>اُوصدري يرضّونه الظ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>م</w:t>
            </w:r>
            <w:r w:rsidR="00EB504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B504E" w14:paraId="51D2E76D" w14:textId="77777777" w:rsidTr="00395A3B">
        <w:trPr>
          <w:trHeight w:val="350"/>
        </w:trPr>
        <w:tc>
          <w:tcPr>
            <w:tcW w:w="3920" w:type="dxa"/>
          </w:tcPr>
          <w:p w14:paraId="55ACB824" w14:textId="77777777" w:rsidR="00EB504E" w:rsidRDefault="003A5645" w:rsidP="00395A3B">
            <w:pPr>
              <w:pStyle w:val="libPoem"/>
            </w:pPr>
            <w:r>
              <w:rPr>
                <w:rtl/>
                <w:lang w:bidi="fa-IR"/>
              </w:rPr>
              <w:t>وانته تدشّ إبّلدة الشام</w:t>
            </w:r>
            <w:r w:rsidR="00EB504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2126A7" w14:textId="77777777" w:rsidR="00EB504E" w:rsidRDefault="00EB504E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D4ABE3" w14:textId="77777777" w:rsidR="00EB504E" w:rsidRDefault="003A5645" w:rsidP="00395A3B">
            <w:pPr>
              <w:pStyle w:val="libPoem"/>
            </w:pPr>
            <w:r>
              <w:rPr>
                <w:rtl/>
                <w:lang w:bidi="fa-IR"/>
              </w:rPr>
              <w:t>بالقيد من حولك الأيتام</w:t>
            </w:r>
            <w:r w:rsidR="00EB504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30510C6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السجّاد يخاطب أباه (</w:t>
      </w:r>
      <w:r w:rsidR="00204F6E" w:rsidRPr="00204F6E">
        <w:rPr>
          <w:rStyle w:val="libAlaemChar"/>
          <w:rtl/>
        </w:rPr>
        <w:t>عليهما‌السلام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A5645" w14:paraId="74156D9B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14613D0C" w14:textId="77777777" w:rsidR="003A5645" w:rsidRDefault="003A5645" w:rsidP="00395A3B">
            <w:pPr>
              <w:pStyle w:val="libPoem"/>
            </w:pPr>
            <w:r>
              <w:rPr>
                <w:rtl/>
                <w:lang w:bidi="fa-IR"/>
              </w:rPr>
              <w:t>قلّه اُودمع العين هتّان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16FA2EA" w14:textId="77777777" w:rsidR="003A5645" w:rsidRDefault="003A5645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2C9D5A1" w14:textId="77777777" w:rsidR="003A5645" w:rsidRDefault="003A5645" w:rsidP="00395A3B">
            <w:pPr>
              <w:pStyle w:val="libPoem"/>
            </w:pPr>
            <w:r>
              <w:rPr>
                <w:rtl/>
                <w:lang w:bidi="fa-IR"/>
              </w:rPr>
              <w:t>يابن النّبي يا عالي الشان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51AD7A1" w14:textId="77777777" w:rsidR="00EE7C84" w:rsidRDefault="00EE7C84" w:rsidP="00A81AF1">
      <w:pPr>
        <w:pStyle w:val="libPoemCenter"/>
        <w:rPr>
          <w:lang w:bidi="fa-IR"/>
        </w:rPr>
      </w:pPr>
      <w:r>
        <w:rPr>
          <w:rtl/>
          <w:lang w:bidi="fa-IR"/>
        </w:rPr>
        <w:t>صعبة ترى ولية العدوان</w:t>
      </w:r>
    </w:p>
    <w:p w14:paraId="21CF334D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أجابه أبوه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A5645" w14:paraId="1F165814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24EFD589" w14:textId="77777777" w:rsidR="003A5645" w:rsidRDefault="003A5645" w:rsidP="00395A3B">
            <w:pPr>
              <w:pStyle w:val="libPoem"/>
            </w:pPr>
            <w:r>
              <w:rPr>
                <w:rtl/>
                <w:lang w:bidi="fa-IR"/>
              </w:rPr>
              <w:t>نادى عليّه ابدمع بدّاد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FDFA3F7" w14:textId="77777777" w:rsidR="003A5645" w:rsidRDefault="003A5645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1A2013C" w14:textId="77777777" w:rsidR="003A5645" w:rsidRDefault="003A5645" w:rsidP="00395A3B">
            <w:pPr>
              <w:pStyle w:val="libPoem"/>
            </w:pPr>
            <w:r>
              <w:rPr>
                <w:rtl/>
                <w:lang w:bidi="fa-IR"/>
              </w:rPr>
              <w:t>سهمي الذبح يا خير لولاد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73DC5B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A66C4" w14:paraId="624E02A7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57D6DE23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واسهامتك إسياط واقياد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914CAB1" w14:textId="77777777" w:rsidR="009A66C4" w:rsidRDefault="009A66C4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DB0CA4E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إلى ايزيد يودّونك يسجّاد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5C8A538" w14:textId="77777777" w:rsidR="00EE7C84" w:rsidRDefault="00EE7C84" w:rsidP="009A66C4">
      <w:pPr>
        <w:pStyle w:val="libPoemCenter"/>
        <w:rPr>
          <w:lang w:bidi="fa-IR"/>
        </w:rPr>
      </w:pPr>
      <w:r>
        <w:rPr>
          <w:rtl/>
          <w:lang w:bidi="fa-IR"/>
        </w:rPr>
        <w:t>فوق الجمل مغلول باقياد</w:t>
      </w:r>
    </w:p>
    <w:p w14:paraId="5D774C67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سكينة حينما رأت عبد الله الرضيع يأنّ واُمّه تندبه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A66C4" w14:paraId="6105D6FA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44BAFD4F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إصغير اُو فاجعني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4949D22" w14:textId="77777777" w:rsidR="009A66C4" w:rsidRDefault="009A66C4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45D0E98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إلى الماي شاخص لي اِبعينه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6C4" w14:paraId="7BAC2E22" w14:textId="77777777" w:rsidTr="00395A3B">
        <w:trPr>
          <w:trHeight w:val="350"/>
        </w:trPr>
        <w:tc>
          <w:tcPr>
            <w:tcW w:w="3920" w:type="dxa"/>
          </w:tcPr>
          <w:p w14:paraId="38151507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عدلي رقبته يا 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D49014" w14:textId="77777777" w:rsidR="009A66C4" w:rsidRDefault="009A66C4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4A7FD46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بعد ساع عنّك شايلينه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6C4" w14:paraId="44E4F2BC" w14:textId="77777777" w:rsidTr="00395A3B">
        <w:trPr>
          <w:trHeight w:val="350"/>
        </w:trPr>
        <w:tc>
          <w:tcPr>
            <w:tcW w:w="3920" w:type="dxa"/>
          </w:tcPr>
          <w:p w14:paraId="1772C80A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ولا تلتقي عينك ابعينه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70DA83" w14:textId="77777777" w:rsidR="009A66C4" w:rsidRDefault="009A66C4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7B93E0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نادت اُو عبرتها هتينه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E40E187" w14:textId="77777777" w:rsidR="00EE7C84" w:rsidRDefault="00EE7C84" w:rsidP="009A66C4">
      <w:pPr>
        <w:pStyle w:val="libPoemCenter"/>
        <w:rPr>
          <w:lang w:bidi="fa-IR"/>
        </w:rPr>
      </w:pPr>
      <w:r>
        <w:rPr>
          <w:rtl/>
          <w:lang w:bidi="fa-IR"/>
        </w:rPr>
        <w:t>يهالناس داحي الباب وينه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A66C4" w14:paraId="45526351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3A18B99B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حتّى الطفل يا ياب ذبحوه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19546AC" w14:textId="77777777" w:rsidR="009A66C4" w:rsidRDefault="009A66C4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6C52CBF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ولا راقبوا جدّه ولا بوه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6C4" w14:paraId="69E747DB" w14:textId="77777777" w:rsidTr="00395A3B">
        <w:trPr>
          <w:trHeight w:val="350"/>
        </w:trPr>
        <w:tc>
          <w:tcPr>
            <w:tcW w:w="3920" w:type="dxa"/>
          </w:tcPr>
          <w:p w14:paraId="04B902A8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اُو قطرة اُمّيّة ما سقوه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A78D8B" w14:textId="77777777" w:rsidR="009A66C4" w:rsidRDefault="009A66C4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EDF545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يهالناس قلبي ذوبوه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6C4" w14:paraId="223EE439" w14:textId="77777777" w:rsidTr="00395A3B">
        <w:trPr>
          <w:trHeight w:val="350"/>
        </w:trPr>
        <w:tc>
          <w:tcPr>
            <w:tcW w:w="3920" w:type="dxa"/>
          </w:tcPr>
          <w:p w14:paraId="68BC9D0F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شفتوا امقمط ذابحينه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E235FF" w14:textId="77777777" w:rsidR="009A66C4" w:rsidRDefault="009A66C4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3E408B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ابارض الطفوف امعفّرينه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6C4" w14:paraId="6E87EA18" w14:textId="77777777" w:rsidTr="00395A3B">
        <w:trPr>
          <w:trHeight w:val="350"/>
        </w:trPr>
        <w:tc>
          <w:tcPr>
            <w:tcW w:w="3920" w:type="dxa"/>
          </w:tcPr>
          <w:p w14:paraId="61C61C5F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على القاع يفجعني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3B5529" w14:textId="77777777" w:rsidR="009A66C4" w:rsidRDefault="009A66C4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3EC7E7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يا سفرة الكشرا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6C4" w14:paraId="6BE95390" w14:textId="77777777" w:rsidTr="00395A3B">
        <w:trPr>
          <w:trHeight w:val="350"/>
        </w:trPr>
        <w:tc>
          <w:tcPr>
            <w:tcW w:w="3920" w:type="dxa"/>
          </w:tcPr>
          <w:p w14:paraId="6F2C7A40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لهز المهد بيدي وانوح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5AD9DF" w14:textId="77777777" w:rsidR="009A66C4" w:rsidRDefault="009A66C4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64F3C9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واجري الدمع بالخدّ مسفوح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137AABA" w14:textId="77777777" w:rsidR="00EE7C84" w:rsidRDefault="00EE7C84" w:rsidP="009A66C4">
      <w:pPr>
        <w:pStyle w:val="libPoemCenter"/>
        <w:rPr>
          <w:lang w:bidi="fa-IR"/>
        </w:rPr>
      </w:pPr>
      <w:r>
        <w:rPr>
          <w:rtl/>
          <w:lang w:bidi="fa-IR"/>
        </w:rPr>
        <w:t>وين اليفادي الروح بالروح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A66C4" w14:paraId="329FA8C6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7F9DA5AA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يا بني توعى يا حبيبي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DE973F3" w14:textId="77777777" w:rsidR="009A66C4" w:rsidRDefault="009A66C4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0122198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ترى امصيبتك فتّت اقليبي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6C4" w14:paraId="1274AFB7" w14:textId="77777777" w:rsidTr="00395A3B">
        <w:trPr>
          <w:trHeight w:val="350"/>
        </w:trPr>
        <w:tc>
          <w:tcPr>
            <w:tcW w:w="3920" w:type="dxa"/>
          </w:tcPr>
          <w:p w14:paraId="321A84A1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رجوتك إلى كبري اُو شيبي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5EE004" w14:textId="77777777" w:rsidR="009A66C4" w:rsidRDefault="009A66C4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C4D6E3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يا بني انقطع منّك نصيبي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6C4" w14:paraId="51E530F2" w14:textId="77777777" w:rsidTr="00395A3B">
        <w:trPr>
          <w:trHeight w:val="350"/>
        </w:trPr>
        <w:tc>
          <w:tcPr>
            <w:tcW w:w="3920" w:type="dxa"/>
          </w:tcPr>
          <w:p w14:paraId="2185AC84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يا بني توعّى لي اشويّه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37FDCD" w14:textId="77777777" w:rsidR="009A66C4" w:rsidRDefault="009A66C4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105DA4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يا بني رحت بالغاضريّه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6C4" w14:paraId="5C5D5F1D" w14:textId="77777777" w:rsidTr="00395A3B">
        <w:trPr>
          <w:trHeight w:val="350"/>
        </w:trPr>
        <w:tc>
          <w:tcPr>
            <w:tcW w:w="3920" w:type="dxa"/>
          </w:tcPr>
          <w:p w14:paraId="6093A1FB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اِشبيدي يولدي اعلى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BA13DF" w14:textId="77777777" w:rsidR="009A66C4" w:rsidRDefault="009A66C4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9904E3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فتّح اُودير العين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516D60C" w14:textId="77777777" w:rsidR="00EE7C84" w:rsidRDefault="00EE7C84" w:rsidP="009A66C4">
      <w:pPr>
        <w:pStyle w:val="libPoemCenter"/>
        <w:rPr>
          <w:lang w:bidi="fa-IR"/>
        </w:rPr>
      </w:pPr>
      <w:r>
        <w:rPr>
          <w:rtl/>
          <w:lang w:bidi="fa-IR"/>
        </w:rPr>
        <w:t>متى اتعود يا قلبي عليّه</w:t>
      </w:r>
    </w:p>
    <w:p w14:paraId="581E3D29" w14:textId="77777777" w:rsidR="00EE7C84" w:rsidRDefault="00EE7C84" w:rsidP="00D90438">
      <w:pPr>
        <w:pStyle w:val="libNormal"/>
        <w:rPr>
          <w:lang w:bidi="fa-IR"/>
        </w:rPr>
      </w:pPr>
      <w:r>
        <w:rPr>
          <w:rtl/>
          <w:lang w:bidi="fa-IR"/>
        </w:rPr>
        <w:t xml:space="preserve">زينب </w:t>
      </w:r>
      <w:r w:rsidR="00D90438">
        <w:rPr>
          <w:rtl/>
          <w:lang w:bidi="fa-IR"/>
        </w:rPr>
        <w:t>لما</w:t>
      </w:r>
      <w:r>
        <w:rPr>
          <w:rtl/>
          <w:lang w:bidi="fa-IR"/>
        </w:rPr>
        <w:t xml:space="preserve"> رأت المهر مقبلاً وهو يصهل , [ وقد ملأ ] البيداء بصهيله : 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A66C4" w14:paraId="35FE5217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1B1D2D95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جاني المهر والصوت 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96A5EE2" w14:textId="77777777" w:rsidR="009A66C4" w:rsidRDefault="009A66C4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0C6CEF5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والعيش خويه لا هنالي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6C4" w14:paraId="6B5E23D4" w14:textId="77777777" w:rsidTr="00395A3B">
        <w:trPr>
          <w:trHeight w:val="350"/>
        </w:trPr>
        <w:tc>
          <w:tcPr>
            <w:tcW w:w="3920" w:type="dxa"/>
          </w:tcPr>
          <w:p w14:paraId="78A001F6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حرمة اُو ضامتني الليالي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7830C1" w14:textId="77777777" w:rsidR="009A66C4" w:rsidRDefault="009A66C4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F335A6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عدوّي من البلوى بكا 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6C4" w14:paraId="0B421692" w14:textId="77777777" w:rsidTr="00395A3B">
        <w:trPr>
          <w:trHeight w:val="350"/>
        </w:trPr>
        <w:tc>
          <w:tcPr>
            <w:tcW w:w="3920" w:type="dxa"/>
          </w:tcPr>
          <w:p w14:paraId="1591660B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طلّوا عَلي شوفوا اَحوالي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046860" w14:textId="77777777" w:rsidR="009A66C4" w:rsidRDefault="009A66C4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24DD13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أنا الضايعة من غير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1688B7A" w14:textId="77777777" w:rsidR="00EE7C84" w:rsidRDefault="00EE7C84" w:rsidP="009A66C4">
      <w:pPr>
        <w:pStyle w:val="libPoemCenter"/>
        <w:rPr>
          <w:lang w:bidi="fa-IR"/>
        </w:rPr>
      </w:pPr>
      <w:r>
        <w:rPr>
          <w:rtl/>
          <w:lang w:bidi="fa-IR"/>
        </w:rPr>
        <w:t>في كربلا ذبحت اِرجالي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A66C4" w14:paraId="5ED12FED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22BB6FC9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جاني المهر يصهل من ابعيد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BBC28CC" w14:textId="77777777" w:rsidR="009A66C4" w:rsidRDefault="009A66C4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C75D09F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قصده يخويّه الخيمة ايريد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66C4" w14:paraId="312D2EAF" w14:textId="77777777" w:rsidTr="00395A3B">
        <w:trPr>
          <w:trHeight w:val="350"/>
        </w:trPr>
        <w:tc>
          <w:tcPr>
            <w:tcW w:w="3920" w:type="dxa"/>
          </w:tcPr>
          <w:p w14:paraId="1A287642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قلت يا مهر في وين لعضيد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4D8FAE" w14:textId="77777777" w:rsidR="009A66C4" w:rsidRDefault="009A66C4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8DC78C" w14:textId="77777777" w:rsidR="009A66C4" w:rsidRDefault="009A66C4" w:rsidP="00395A3B">
            <w:pPr>
              <w:pStyle w:val="libPoem"/>
            </w:pPr>
            <w:r>
              <w:rPr>
                <w:rtl/>
                <w:lang w:bidi="fa-IR"/>
              </w:rPr>
              <w:t>قلّي وقع في حرة البيد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D64CDD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0194C" w14:paraId="15F80703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0F39518D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تجري على صدره المطاريد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4FA5AA7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37476A2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لطمت الوجه يا خوي بالأيد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94C" w14:paraId="7DA1D63B" w14:textId="77777777" w:rsidTr="00395A3B">
        <w:trPr>
          <w:trHeight w:val="350"/>
        </w:trPr>
        <w:tc>
          <w:tcPr>
            <w:tcW w:w="3920" w:type="dxa"/>
          </w:tcPr>
          <w:p w14:paraId="6731AF9E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يا مهر وين اِحسين خليت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2B1CB5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F94391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في مجلسه لو داخل البيت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4A49D5B" w14:textId="77777777" w:rsidR="00EE7C84" w:rsidRDefault="00EE7C84" w:rsidP="0020194C">
      <w:pPr>
        <w:pStyle w:val="libPoemCenter"/>
        <w:rPr>
          <w:lang w:bidi="fa-IR"/>
        </w:rPr>
      </w:pPr>
      <w:r>
        <w:rPr>
          <w:rtl/>
          <w:lang w:bidi="fa-IR"/>
        </w:rPr>
        <w:t>قلّي تركته بالثرى ميت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0194C" w14:paraId="621C1500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7A3572B6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يا مهر وين اِحسين عزي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F7EBB55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BE59899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أتانا معك لو له نعزّي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A5E7EBC" w14:textId="77777777" w:rsidR="00EE7C84" w:rsidRDefault="00EE7C84" w:rsidP="0020194C">
      <w:pPr>
        <w:pStyle w:val="libPoemCenter"/>
        <w:rPr>
          <w:lang w:bidi="fa-IR"/>
        </w:rPr>
      </w:pPr>
      <w:r>
        <w:rPr>
          <w:rtl/>
          <w:lang w:bidi="fa-IR"/>
        </w:rPr>
        <w:t>قلها المهر للشَّعر جزّي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0194C" w14:paraId="41EED86A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4630D50D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يا مهر وين اِحسين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A6A3CFF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8B2E458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صهل واملأ البيدا حنينه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94C" w14:paraId="3BB93234" w14:textId="77777777" w:rsidTr="00395A3B">
        <w:trPr>
          <w:trHeight w:val="350"/>
        </w:trPr>
        <w:tc>
          <w:tcPr>
            <w:tcW w:w="3920" w:type="dxa"/>
          </w:tcPr>
          <w:p w14:paraId="02F12930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اُوقلّي يزينب يا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C5BF45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47BA0C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روحي لخيّك يا أمينه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94C" w14:paraId="3DC467D1" w14:textId="77777777" w:rsidTr="00395A3B">
        <w:trPr>
          <w:trHeight w:val="350"/>
        </w:trPr>
        <w:tc>
          <w:tcPr>
            <w:tcW w:w="3920" w:type="dxa"/>
          </w:tcPr>
          <w:p w14:paraId="4AC7D88B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بالعجل حتّى اتوعينه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CB3CA9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E31C60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يمكن يزينب تلحقينه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2CF87B5" w14:textId="77777777" w:rsidR="00EE7C84" w:rsidRDefault="00EE7C84" w:rsidP="0020194C">
      <w:pPr>
        <w:pStyle w:val="libPoemCenter"/>
        <w:rPr>
          <w:lang w:bidi="fa-IR"/>
        </w:rPr>
      </w:pPr>
      <w:r>
        <w:rPr>
          <w:rtl/>
          <w:lang w:bidi="fa-IR"/>
        </w:rPr>
        <w:t>قبل الأعادي يذبحون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0194C" w14:paraId="07AE278D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5E95E8DE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يا مهر هالنيّة إلى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8137CBE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EA554AC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أتوقف اُو خبّر بالخبر 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94C" w14:paraId="0F018854" w14:textId="77777777" w:rsidTr="00395A3B">
        <w:trPr>
          <w:trHeight w:val="350"/>
        </w:trPr>
        <w:tc>
          <w:tcPr>
            <w:tcW w:w="3920" w:type="dxa"/>
          </w:tcPr>
          <w:p w14:paraId="3F2FF043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أرد أنشدك عن خوي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212257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2F41F0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أتانا معك لو فاجع البين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94C" w14:paraId="7D43DE55" w14:textId="77777777" w:rsidTr="00395A3B">
        <w:trPr>
          <w:trHeight w:val="350"/>
        </w:trPr>
        <w:tc>
          <w:tcPr>
            <w:tcW w:w="3920" w:type="dxa"/>
          </w:tcPr>
          <w:p w14:paraId="48D7C6F9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المهر جاوبها ابكلمتين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F90ABD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1DA4B1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يزينب اُو يا بنت الميامين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94C" w14:paraId="17FAB59B" w14:textId="77777777" w:rsidTr="00395A3B">
        <w:trPr>
          <w:trHeight w:val="350"/>
        </w:trPr>
        <w:tc>
          <w:tcPr>
            <w:tcW w:w="3920" w:type="dxa"/>
          </w:tcPr>
          <w:p w14:paraId="2FB56063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عن حال خيّك لا تنشدين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3F7308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2CD52C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بينك اُو بينه فرّق البين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94C" w14:paraId="11C5380E" w14:textId="77777777" w:rsidTr="00395A3B">
        <w:trPr>
          <w:trHeight w:val="350"/>
        </w:trPr>
        <w:tc>
          <w:tcPr>
            <w:tcW w:w="3920" w:type="dxa"/>
          </w:tcPr>
          <w:p w14:paraId="0815ACC4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تركته على وجه الثرى اِطعين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918A2F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6F02A4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اِمبضّع لجسمه بالسكاكين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94C" w14:paraId="5F804E1E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60428D5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حوله جثث نيّف اُو سبعين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9F529C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3125B5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فوق الثرى من غير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841CC09" w14:textId="77777777" w:rsidR="00EE7C84" w:rsidRDefault="00EE7C84" w:rsidP="0020194C">
      <w:pPr>
        <w:pStyle w:val="libPoemCenter"/>
        <w:rPr>
          <w:lang w:bidi="fa-IR"/>
        </w:rPr>
      </w:pPr>
      <w:r>
        <w:rPr>
          <w:rtl/>
          <w:lang w:bidi="fa-IR"/>
        </w:rPr>
        <w:t>على اِحسين وا حزني على اِحسين</w:t>
      </w:r>
    </w:p>
    <w:p w14:paraId="6F3D47C3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جواب المهر لزينب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0194C" w14:paraId="2423B666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1CF70385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لا تنشديني ضاق صدري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B4ECC93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90AF347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عزك وقع من فوق ظهري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94C" w14:paraId="2F852CD9" w14:textId="77777777" w:rsidTr="00395A3B">
        <w:trPr>
          <w:trHeight w:val="350"/>
        </w:trPr>
        <w:tc>
          <w:tcPr>
            <w:tcW w:w="3920" w:type="dxa"/>
          </w:tcPr>
          <w:p w14:paraId="09192519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بعد السبط لا طال عمري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B0F2D8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611C3D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يليتك ابحالة خوك تدري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3164EC2" w14:textId="77777777" w:rsidR="00EE7C84" w:rsidRDefault="00EE7C84" w:rsidP="0020194C">
      <w:pPr>
        <w:pStyle w:val="libPoemCenter"/>
        <w:rPr>
          <w:lang w:bidi="fa-IR"/>
        </w:rPr>
      </w:pPr>
      <w:r>
        <w:rPr>
          <w:rtl/>
          <w:lang w:bidi="fa-IR"/>
        </w:rPr>
        <w:t>قالت يخويه انهتك ستري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0194C" w14:paraId="71A9C572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29D83EB9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كنت جالسة واسمعت صايح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7EAF54E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BD190B8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فرّيت لن اِحسين طايح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94C" w14:paraId="01FA9AC9" w14:textId="77777777" w:rsidTr="00395A3B">
        <w:trPr>
          <w:trHeight w:val="350"/>
        </w:trPr>
        <w:tc>
          <w:tcPr>
            <w:tcW w:w="3920" w:type="dxa"/>
          </w:tcPr>
          <w:p w14:paraId="1908A81E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فوق الثرى والدّم سايح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264A8E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072A9C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اُومن حوله أنصاره ذبايح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610CB05" w14:textId="77777777" w:rsidR="00EE7C84" w:rsidRDefault="00EE7C84" w:rsidP="0020194C">
      <w:pPr>
        <w:pStyle w:val="libPoemCenter"/>
        <w:rPr>
          <w:lang w:bidi="fa-IR"/>
        </w:rPr>
      </w:pPr>
      <w:r>
        <w:rPr>
          <w:rtl/>
          <w:lang w:bidi="fa-IR"/>
        </w:rPr>
        <w:t>على اِحسين نوحوا يا نوايح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0194C" w14:paraId="7BC41FBA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4D49228F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إيحق لي لنوح الدهر كلّه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9BFAB13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912A802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للي انذبح ظامي مع اَهله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94C" w14:paraId="2C741704" w14:textId="77777777" w:rsidTr="00395A3B">
        <w:trPr>
          <w:trHeight w:val="350"/>
        </w:trPr>
        <w:tc>
          <w:tcPr>
            <w:tcW w:w="3920" w:type="dxa"/>
          </w:tcPr>
          <w:p w14:paraId="2E021BF5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والماي طامي ما حصل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F7435F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E06449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لو الموت يسمعني لقلّه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CA3CDC4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0194C" w14:paraId="00D06D64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3319C5D3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خذني وخويه اِحسين خلّه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EC6FF99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3488984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خلّه وانا خذني محلّه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94C" w14:paraId="33B5BC1D" w14:textId="77777777" w:rsidTr="00395A3B">
        <w:trPr>
          <w:trHeight w:val="350"/>
        </w:trPr>
        <w:tc>
          <w:tcPr>
            <w:tcW w:w="3920" w:type="dxa"/>
          </w:tcPr>
          <w:p w14:paraId="57014009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ولا عيشتي ابهذي المذلّه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0287A3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1A72E0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حرمة اُوفي ولية خوله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94C" w14:paraId="3E76ACFD" w14:textId="77777777" w:rsidTr="00395A3B">
        <w:trPr>
          <w:trHeight w:val="350"/>
        </w:trPr>
        <w:tc>
          <w:tcPr>
            <w:tcW w:w="3920" w:type="dxa"/>
          </w:tcPr>
          <w:p w14:paraId="5DFE7BFA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منّي اُمّ الخدر والصون كلّه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E6FEB0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C569BF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واليوم شملي صار فلّه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9D72F43" w14:textId="77777777" w:rsidR="00EE7C84" w:rsidRDefault="00EE7C84" w:rsidP="00D90438">
      <w:pPr>
        <w:pStyle w:val="libNormal"/>
        <w:rPr>
          <w:lang w:bidi="fa-IR"/>
        </w:rPr>
      </w:pPr>
      <w:r>
        <w:rPr>
          <w:rtl/>
          <w:lang w:bidi="fa-IR"/>
        </w:rPr>
        <w:t xml:space="preserve">زينب </w:t>
      </w:r>
      <w:r w:rsidR="00D90438">
        <w:rPr>
          <w:rtl/>
          <w:lang w:bidi="fa-IR"/>
        </w:rPr>
        <w:t>لما</w:t>
      </w:r>
      <w:r>
        <w:rPr>
          <w:rtl/>
          <w:lang w:bidi="fa-IR"/>
        </w:rPr>
        <w:t xml:space="preserve"> رأت الشمر باركاً على صدر أخيها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0194C" w14:paraId="497F6524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7F3D16DF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يا شمر تذبحني بداله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5A35AAD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6DA8DD1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اُوخلِّ الولي ايباري اعياله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94C" w14:paraId="5E84A38F" w14:textId="77777777" w:rsidTr="00395A3B">
        <w:trPr>
          <w:trHeight w:val="350"/>
        </w:trPr>
        <w:tc>
          <w:tcPr>
            <w:tcW w:w="3920" w:type="dxa"/>
          </w:tcPr>
          <w:p w14:paraId="3757E43B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اُو بالسيف لا تغيّر جماله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DB7038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6CE472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ليت الخلق كلها فداله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94C" w14:paraId="622300AD" w14:textId="77777777" w:rsidTr="00395A3B">
        <w:trPr>
          <w:trHeight w:val="350"/>
        </w:trPr>
        <w:tc>
          <w:tcPr>
            <w:tcW w:w="3920" w:type="dxa"/>
          </w:tcPr>
          <w:p w14:paraId="21837CFE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أنا جيت لن الشمر جاء 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5EE028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ECA4E19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جذب صارمه اُوجاه اُوجثا اعليه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94C" w14:paraId="63677390" w14:textId="77777777" w:rsidTr="00395A3B">
        <w:trPr>
          <w:trHeight w:val="350"/>
        </w:trPr>
        <w:tc>
          <w:tcPr>
            <w:tcW w:w="3920" w:type="dxa"/>
          </w:tcPr>
          <w:p w14:paraId="73DDE6C1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واِحسين ظل يحفص اِبرجليه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EA6843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AE866B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اُو ظلّيت أنا أدخل اعليه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2C93A1A" w14:textId="77777777" w:rsidR="00EE7C84" w:rsidRDefault="00EE7C84" w:rsidP="0020194C">
      <w:pPr>
        <w:pStyle w:val="libPoemCenter"/>
        <w:rPr>
          <w:lang w:bidi="fa-IR"/>
        </w:rPr>
      </w:pPr>
      <w:r>
        <w:rPr>
          <w:rtl/>
          <w:lang w:bidi="fa-IR"/>
        </w:rPr>
        <w:t>إلى عيلته يا شمر خلّيه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0194C" w14:paraId="00D2EB0C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4CC6A24E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هذا المدلل عند جدّه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B4D6047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2736ABE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اُو هذا الذي الهادي يودّه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94C" w14:paraId="0DE9D390" w14:textId="77777777" w:rsidTr="00395A3B">
        <w:trPr>
          <w:trHeight w:val="350"/>
        </w:trPr>
        <w:tc>
          <w:tcPr>
            <w:tcW w:w="3920" w:type="dxa"/>
          </w:tcPr>
          <w:p w14:paraId="368FCDAD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توضع على التربان خدّه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D24708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FBD367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ما كنّه رسول الله جدّه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94C" w14:paraId="0A99CC42" w14:textId="77777777" w:rsidTr="00395A3B">
        <w:trPr>
          <w:trHeight w:val="350"/>
        </w:trPr>
        <w:tc>
          <w:tcPr>
            <w:tcW w:w="3920" w:type="dxa"/>
          </w:tcPr>
          <w:p w14:paraId="5E65F72E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يا شمر هل هالله في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C87E93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AC7F3C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عزيز الرسول اُو قرّة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94C" w14:paraId="22D8C15E" w14:textId="77777777" w:rsidTr="00395A3B">
        <w:trPr>
          <w:trHeight w:val="350"/>
        </w:trPr>
        <w:tc>
          <w:tcPr>
            <w:tcW w:w="3920" w:type="dxa"/>
          </w:tcPr>
          <w:p w14:paraId="493DC0F0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الناس تفقد واحد اثنين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1FA388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D18B46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وانا فاقدة نيّف اُو سبعين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94C" w14:paraId="7B6C07D1" w14:textId="77777777" w:rsidTr="00395A3B">
        <w:trPr>
          <w:trHeight w:val="350"/>
        </w:trPr>
        <w:tc>
          <w:tcPr>
            <w:tcW w:w="3920" w:type="dxa"/>
          </w:tcPr>
          <w:p w14:paraId="707EEAD1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يهالناس عزّوني على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003528E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82EA87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اُو على اهل المجد سبعين واثنين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94C" w14:paraId="18081BE0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A74E7C4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كلهم طبق صفّاهم البين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EC3A5E" w14:textId="77777777" w:rsidR="0020194C" w:rsidRDefault="0020194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882535" w14:textId="77777777" w:rsidR="0020194C" w:rsidRDefault="0020194C" w:rsidP="00395A3B">
            <w:pPr>
              <w:pStyle w:val="libPoem"/>
            </w:pPr>
            <w:r>
              <w:rPr>
                <w:rtl/>
                <w:lang w:bidi="fa-IR"/>
              </w:rPr>
              <w:t>اُوظلّت حرمهم ما الهم امعين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A222E01" w14:textId="77777777" w:rsidR="00EE7C84" w:rsidRDefault="00EE7C84" w:rsidP="0020194C">
      <w:pPr>
        <w:pStyle w:val="libPoemCenter"/>
        <w:rPr>
          <w:lang w:bidi="fa-IR"/>
        </w:rPr>
      </w:pPr>
      <w:r>
        <w:rPr>
          <w:rtl/>
          <w:lang w:bidi="fa-IR"/>
        </w:rPr>
        <w:t>تصفق على الهامة بليدين</w:t>
      </w:r>
    </w:p>
    <w:p w14:paraId="5C4B96BB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5AE270E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سكينة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147DC" w14:paraId="2CD40E84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3C1145A0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يسكنة لبوك اِحسين ناعي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DA8D573" w14:textId="77777777" w:rsidR="001147DC" w:rsidRDefault="001147D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111A42C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اُو كثري تحت راسه البواكي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47DC" w14:paraId="74868BC3" w14:textId="77777777" w:rsidTr="00395A3B">
        <w:trPr>
          <w:trHeight w:val="350"/>
        </w:trPr>
        <w:tc>
          <w:tcPr>
            <w:tcW w:w="3920" w:type="dxa"/>
          </w:tcPr>
          <w:p w14:paraId="5E3DB252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اُو حاكي إله يمكن يحاكي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EEE1DB" w14:textId="77777777" w:rsidR="001147DC" w:rsidRDefault="001147D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5B883F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قالت يعمّه ما يحاكي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47DC" w14:paraId="7E4C6A73" w14:textId="77777777" w:rsidTr="00395A3B">
        <w:trPr>
          <w:trHeight w:val="350"/>
        </w:trPr>
        <w:tc>
          <w:tcPr>
            <w:tcW w:w="3920" w:type="dxa"/>
          </w:tcPr>
          <w:p w14:paraId="68AC9E7D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لوان الكفر ساعة يريضون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491BEB" w14:textId="77777777" w:rsidR="001147DC" w:rsidRDefault="001147D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C0DF8A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لغسل اخويه ابماي لعيون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47DC" w14:paraId="7FAED4D6" w14:textId="77777777" w:rsidTr="00395A3B">
        <w:trPr>
          <w:trHeight w:val="350"/>
        </w:trPr>
        <w:tc>
          <w:tcPr>
            <w:tcW w:w="3920" w:type="dxa"/>
          </w:tcPr>
          <w:p w14:paraId="549CBC41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بوصيك يالجسمه تغسلون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EEFAD5" w14:textId="77777777" w:rsidR="001147DC" w:rsidRDefault="001147D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198277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جسم الولي قلبه على هون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47DC" w14:paraId="1B868EA3" w14:textId="77777777" w:rsidTr="00395A3B">
        <w:trPr>
          <w:trHeight w:val="350"/>
        </w:trPr>
        <w:tc>
          <w:tcPr>
            <w:tcW w:w="3920" w:type="dxa"/>
          </w:tcPr>
          <w:p w14:paraId="71280C20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جسمه ترى امبضّع اُومطعون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662788" w14:textId="77777777" w:rsidR="001147DC" w:rsidRDefault="001147D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074247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صبوا عليه الماي بالهون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41ACBF9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سكينة تقول لزينب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147DC" w14:paraId="6AB398FF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630FD13E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انكان ما يحصل امغسّل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0DB23CB" w14:textId="77777777" w:rsidR="001147DC" w:rsidRDefault="001147D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1F90EA5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فيضي عليّه وانا بغسل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47DC" w14:paraId="1694F054" w14:textId="77777777" w:rsidTr="00395A3B">
        <w:trPr>
          <w:trHeight w:val="350"/>
        </w:trPr>
        <w:tc>
          <w:tcPr>
            <w:tcW w:w="3920" w:type="dxa"/>
          </w:tcPr>
          <w:p w14:paraId="07014C4D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اُوجيبي كفن وانا بفصّل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D8DB65" w14:textId="77777777" w:rsidR="001147DC" w:rsidRDefault="001147D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659F16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اُوجيبي نعش واحنا بنحمل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AD4781E" w14:textId="77777777" w:rsidR="00EE7C84" w:rsidRDefault="00EE7C84" w:rsidP="001147DC">
      <w:pPr>
        <w:pStyle w:val="libPoemCenter"/>
        <w:rPr>
          <w:lang w:bidi="fa-IR"/>
        </w:rPr>
      </w:pPr>
      <w:r>
        <w:rPr>
          <w:rtl/>
          <w:lang w:bidi="fa-IR"/>
        </w:rPr>
        <w:t>اُوندفن ولينا ما نمهل</w:t>
      </w:r>
    </w:p>
    <w:p w14:paraId="7410FA2D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أحوال زينب في ليلة الحادي عشر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147DC" w14:paraId="15E19E97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4A5A841D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تنحى يواقف عن خيمنا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D8B1871" w14:textId="77777777" w:rsidR="001147DC" w:rsidRDefault="001147D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C355A9A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واقف تدير الطرف يمنا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47DC" w14:paraId="10642AE5" w14:textId="77777777" w:rsidTr="00395A3B">
        <w:trPr>
          <w:trHeight w:val="350"/>
        </w:trPr>
        <w:tc>
          <w:tcPr>
            <w:tcW w:w="3920" w:type="dxa"/>
          </w:tcPr>
          <w:p w14:paraId="0B8DB5C4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العبّاس ما يرضى ابهضمنا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82C870" w14:textId="77777777" w:rsidR="001147DC" w:rsidRDefault="001147D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505F47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وينك يبو الحملة ادركنا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DCE4FA8" w14:textId="77777777" w:rsidR="00EE7C84" w:rsidRDefault="00EE7C84" w:rsidP="001147DC">
      <w:pPr>
        <w:pStyle w:val="libPoemCenter"/>
        <w:rPr>
          <w:lang w:bidi="fa-IR"/>
        </w:rPr>
      </w:pPr>
      <w:r>
        <w:rPr>
          <w:rtl/>
          <w:lang w:bidi="fa-IR"/>
        </w:rPr>
        <w:t>عدوانّا والله ولتنا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147DC" w14:paraId="6EFC955D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1ED2D047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اتنحى يواقف على هالوقوف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88CEB2B" w14:textId="77777777" w:rsidR="001147DC" w:rsidRDefault="001147D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1268D03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واقف اُوعينك يمنا اتحوف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47DC" w14:paraId="22234FFB" w14:textId="77777777" w:rsidTr="00395A3B">
        <w:trPr>
          <w:trHeight w:val="350"/>
        </w:trPr>
        <w:tc>
          <w:tcPr>
            <w:tcW w:w="3920" w:type="dxa"/>
          </w:tcPr>
          <w:p w14:paraId="6AFAF290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إنكان قصدك طمع ما تشوف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38802A" w14:textId="77777777" w:rsidR="001147DC" w:rsidRDefault="001147D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999CDA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نسوان نتستر بلكفوف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47DC" w14:paraId="56E56971" w14:textId="77777777" w:rsidTr="00395A3B">
        <w:trPr>
          <w:trHeight w:val="350"/>
        </w:trPr>
        <w:tc>
          <w:tcPr>
            <w:tcW w:w="3920" w:type="dxa"/>
          </w:tcPr>
          <w:p w14:paraId="3FC02288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أرعبتنا انت النه مَن اتكون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F986C9" w14:textId="77777777" w:rsidR="001147DC" w:rsidRDefault="001147D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B49C85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لو انته الذي في النجف مدفون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A0AE6B3" w14:textId="77777777" w:rsidR="00EE7C84" w:rsidRDefault="00EE7C84" w:rsidP="001147DC">
      <w:pPr>
        <w:pStyle w:val="libPoemCenter"/>
        <w:rPr>
          <w:lang w:bidi="fa-IR"/>
        </w:rPr>
      </w:pPr>
      <w:r>
        <w:rPr>
          <w:rtl/>
          <w:lang w:bidi="fa-IR"/>
        </w:rPr>
        <w:t>حيدر علي هزّاز لحصون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147DC" w14:paraId="7B267E69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4F4121EA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عطني اِقبالك باعرفنّك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0BEF364" w14:textId="77777777" w:rsidR="001147DC" w:rsidRDefault="001147DC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88BED97" w14:textId="77777777" w:rsidR="001147DC" w:rsidRDefault="001147DC" w:rsidP="00395A3B">
            <w:pPr>
              <w:pStyle w:val="libPoem"/>
            </w:pPr>
            <w:r>
              <w:rPr>
                <w:rtl/>
                <w:lang w:bidi="fa-IR"/>
              </w:rPr>
              <w:t>كنّك أبو الحملات كنّك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ECC8A1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26BF8" w14:paraId="7EABCFC4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57D974D5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إلى هالوقت شمأخرنّك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C63F43B" w14:textId="77777777" w:rsidR="00226BF8" w:rsidRDefault="00226BF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19D6802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يبو اِحسين كيفه تترك ابنك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04E978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تبدي شكواها لأبيها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26BF8" w14:paraId="246749E7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0216E8BD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أخبرك أبويه اِحسين ذبحوه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3EB48F7" w14:textId="77777777" w:rsidR="00226BF8" w:rsidRDefault="00226BF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45B0F50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وامن القفا للراس حزّوه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6BF8" w14:paraId="3FC3954A" w14:textId="77777777" w:rsidTr="00395A3B">
        <w:trPr>
          <w:trHeight w:val="350"/>
        </w:trPr>
        <w:tc>
          <w:tcPr>
            <w:tcW w:w="3920" w:type="dxa"/>
          </w:tcPr>
          <w:p w14:paraId="298AF497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من فوق ظهر المهر ذبّوه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D61E3E" w14:textId="77777777" w:rsidR="00226BF8" w:rsidRDefault="00226BF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53251C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ولا راقبوا جدّه ولا بوه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6BF8" w14:paraId="26F676E8" w14:textId="77777777" w:rsidTr="00395A3B">
        <w:trPr>
          <w:trHeight w:val="350"/>
        </w:trPr>
        <w:tc>
          <w:tcPr>
            <w:tcW w:w="3920" w:type="dxa"/>
          </w:tcPr>
          <w:p w14:paraId="4D4303EF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اُوراسه ابراس الرمح شالوه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FACFAD" w14:textId="77777777" w:rsidR="00226BF8" w:rsidRDefault="00226BF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FDF040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اُو صدره ابركض الخيل رضّوه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6BF8" w14:paraId="6D246EBA" w14:textId="77777777" w:rsidTr="00395A3B">
        <w:trPr>
          <w:trHeight w:val="350"/>
        </w:trPr>
        <w:tc>
          <w:tcPr>
            <w:tcW w:w="3920" w:type="dxa"/>
          </w:tcPr>
          <w:p w14:paraId="583C69D6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اُوحتّى الطفل يا ياب ذبحوه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B5227E" w14:textId="77777777" w:rsidR="00226BF8" w:rsidRDefault="00226BF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F8F6E4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اُو شربة اُمّيّة ما سقوه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6BF8" w14:paraId="2B09859B" w14:textId="77777777" w:rsidTr="00395A3B">
        <w:trPr>
          <w:trHeight w:val="350"/>
        </w:trPr>
        <w:tc>
          <w:tcPr>
            <w:tcW w:w="3920" w:type="dxa"/>
          </w:tcPr>
          <w:p w14:paraId="29B8D6F9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يبويه العدى خانوا بلحسين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1BDC9C" w14:textId="77777777" w:rsidR="00226BF8" w:rsidRDefault="00226BF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EB1175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اُو خلّوه عاري ابغير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6BF8" w14:paraId="15215F93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7574574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اُوسلبوا عقب عينه 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104B2E" w14:textId="77777777" w:rsidR="00226BF8" w:rsidRDefault="00226BF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210DF6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اُوحرقوا خيمهم والصياوين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6BF8" w14:paraId="2E6B790D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C5C4FA3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شنهو السبب يا ياب ما جيتْ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67F3C3" w14:textId="77777777" w:rsidR="00226BF8" w:rsidRDefault="00226BF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FF479E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وللغاضريّة ما تعنّيتْ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6BF8" w14:paraId="3EE916D7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C0FBCEA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واتشوفني كيف انسبيتْ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CF4B01" w14:textId="77777777" w:rsidR="00226BF8" w:rsidRDefault="00226BF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7D31B7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ذبحت ارجالي اُو غصب ذلّيتْ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6BF8" w14:paraId="3E2A9CFD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F1E1C63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قوم النغولة فرهدوا البيتْ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33B31F" w14:textId="77777777" w:rsidR="00226BF8" w:rsidRDefault="00226BF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6B65BC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منّي اُومن ابنك تبريتْ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3D55887" w14:textId="77777777" w:rsidR="00EE7C84" w:rsidRDefault="00EE7C84" w:rsidP="00D90438">
      <w:pPr>
        <w:pStyle w:val="libNormal"/>
        <w:rPr>
          <w:lang w:bidi="fa-IR"/>
        </w:rPr>
      </w:pPr>
      <w:r>
        <w:rPr>
          <w:rtl/>
          <w:lang w:bidi="fa-IR"/>
        </w:rPr>
        <w:t xml:space="preserve">زينب </w:t>
      </w:r>
      <w:r w:rsidR="00D90438">
        <w:rPr>
          <w:rtl/>
          <w:lang w:bidi="fa-IR"/>
        </w:rPr>
        <w:t>لما</w:t>
      </w:r>
      <w:r>
        <w:rPr>
          <w:rtl/>
          <w:lang w:bidi="fa-IR"/>
        </w:rPr>
        <w:t xml:space="preserve"> رأت أخاها تسحقه بنات الأعوجيّة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26BF8" w14:paraId="72C5FE0F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2AB1D284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يالخيل ليتك ما لفيتي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2E5D086" w14:textId="77777777" w:rsidR="00226BF8" w:rsidRDefault="00226BF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57D4B7E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لفيتي اُو طفيتي اسراج بيتي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6BF8" w14:paraId="699C5F23" w14:textId="77777777" w:rsidTr="00395A3B">
        <w:trPr>
          <w:trHeight w:val="350"/>
        </w:trPr>
        <w:tc>
          <w:tcPr>
            <w:tcW w:w="3920" w:type="dxa"/>
          </w:tcPr>
          <w:p w14:paraId="30B07BC3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اُو على جثّة الوالي وطيتي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88BA7B" w14:textId="77777777" w:rsidR="00226BF8" w:rsidRDefault="00226BF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670E4D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اُو صدره اُو ظهره كسّريتي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6BF8" w14:paraId="20803B6C" w14:textId="77777777" w:rsidTr="00395A3B">
        <w:trPr>
          <w:trHeight w:val="350"/>
        </w:trPr>
        <w:tc>
          <w:tcPr>
            <w:tcW w:w="3920" w:type="dxa"/>
          </w:tcPr>
          <w:p w14:paraId="2EFAA047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يا ليلة احد عشر مسيتي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E38B93" w14:textId="77777777" w:rsidR="00226BF8" w:rsidRDefault="00226BF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6E60B1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خالي من الشبّان بيتي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6BF8" w14:paraId="17C7E7A9" w14:textId="77777777" w:rsidTr="00395A3B">
        <w:trPr>
          <w:trHeight w:val="350"/>
        </w:trPr>
        <w:tc>
          <w:tcPr>
            <w:tcW w:w="3920" w:type="dxa"/>
          </w:tcPr>
          <w:p w14:paraId="72745EE5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يا ليلة احد عشر ابعاشور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696E06" w14:textId="77777777" w:rsidR="00226BF8" w:rsidRDefault="00226BF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AEDFAD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أمسى العلم والدين مهجور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6BF8" w14:paraId="55E92ADA" w14:textId="77777777" w:rsidTr="00395A3B">
        <w:trPr>
          <w:trHeight w:val="350"/>
        </w:trPr>
        <w:tc>
          <w:tcPr>
            <w:tcW w:w="3920" w:type="dxa"/>
          </w:tcPr>
          <w:p w14:paraId="6B0F02E0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وامست بني اُميّة بلقصور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EE4C54" w14:textId="77777777" w:rsidR="00226BF8" w:rsidRDefault="00226BF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F2FD39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اُو باتت بنو هاشم بلا اقبور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6BF8" w14:paraId="3CA02DE4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D1DE168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صدّيت لن اِحسين عريان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5D486C" w14:textId="77777777" w:rsidR="00226BF8" w:rsidRDefault="00226BF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B0119A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اُو تلعب عليه الخيل ميدان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6BF8" w14:paraId="39A792E4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80D61B6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طلوا علينا يا آل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6A73CF" w14:textId="77777777" w:rsidR="00226BF8" w:rsidRDefault="00226BF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E9AD3B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اُوجيبوا إلى المذبوح دفّان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6BF8" w14:paraId="10BF1B49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CBB023A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ترى هوه مرمي فوق تربان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D515D42" w14:textId="77777777" w:rsidR="00226BF8" w:rsidRDefault="00226BF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73A64A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اُوراسه مع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فوق لسنان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6BF8" w14:paraId="0B250534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E866E0E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ترضون يهل الشيم ننهان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38BAD8" w14:textId="77777777" w:rsidR="00226BF8" w:rsidRDefault="00226BF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964CD4E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نبقى ابذلة اُو حكم شيطان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6BF8" w14:paraId="04E9B867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6454388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مامن صديق ايسوي احسان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3C6F41" w14:textId="77777777" w:rsidR="00226BF8" w:rsidRDefault="00226BF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84E8F5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لينصب لنا ابهالشمس صيوان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5540024" w14:textId="77777777" w:rsidR="00EE7C84" w:rsidRDefault="00EE7C84" w:rsidP="00226BF8">
      <w:pPr>
        <w:pStyle w:val="libPoemCenter"/>
        <w:rPr>
          <w:lang w:bidi="fa-IR"/>
        </w:rPr>
      </w:pPr>
      <w:r>
        <w:rPr>
          <w:rtl/>
          <w:lang w:bidi="fa-IR"/>
        </w:rPr>
        <w:t>بننصب عزا المذبوح عطشان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226BF8" w14:paraId="6AF12A7B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52962BCF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صدّيت اُوروس اَهلي على ارماح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61B9005" w14:textId="77777777" w:rsidR="00226BF8" w:rsidRDefault="00226BF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A70F844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اُوحس المحورب بالظعن صاح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6BF8" w14:paraId="51909C71" w14:textId="77777777" w:rsidTr="00395A3B">
        <w:trPr>
          <w:trHeight w:val="350"/>
        </w:trPr>
        <w:tc>
          <w:tcPr>
            <w:tcW w:w="3920" w:type="dxa"/>
          </w:tcPr>
          <w:p w14:paraId="40F7B276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لا رجال ويّانا ولا اسلاح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86236B" w14:textId="77777777" w:rsidR="00226BF8" w:rsidRDefault="00226BF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09B5CF" w14:textId="77777777" w:rsidR="00226BF8" w:rsidRDefault="00226BF8" w:rsidP="00395A3B">
            <w:pPr>
              <w:pStyle w:val="libPoem"/>
            </w:pPr>
            <w:r>
              <w:rPr>
                <w:rtl/>
                <w:lang w:bidi="fa-IR"/>
              </w:rPr>
              <w:t>بس راس اخويه بالرمح لاح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3CE7783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86958" w14:paraId="5366EAC1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12CBBBFA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ناديت اُو دمع العين مهتون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CF72210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FE29B27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يهل المدينة ليش ما تجون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6958" w14:paraId="497A12BD" w14:textId="77777777" w:rsidTr="00395A3B">
        <w:trPr>
          <w:trHeight w:val="350"/>
        </w:trPr>
        <w:tc>
          <w:tcPr>
            <w:tcW w:w="3920" w:type="dxa"/>
          </w:tcPr>
          <w:p w14:paraId="2E48C1CF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واكفان ويّاكم تجيبون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3FF7EB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16C46C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وجثمان ابو سكنة توارون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6958" w14:paraId="1E977CBB" w14:textId="77777777" w:rsidTr="00395A3B">
        <w:trPr>
          <w:trHeight w:val="350"/>
        </w:trPr>
        <w:tc>
          <w:tcPr>
            <w:tcW w:w="3920" w:type="dxa"/>
          </w:tcPr>
          <w:p w14:paraId="6B2DBCA4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ترى هوه بارض الطفِّ مطعون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AAD391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834269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اُو حوله بني هاشم يونون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6958" w14:paraId="0B07099B" w14:textId="77777777" w:rsidTr="00395A3B">
        <w:trPr>
          <w:trHeight w:val="350"/>
        </w:trPr>
        <w:tc>
          <w:tcPr>
            <w:tcW w:w="3920" w:type="dxa"/>
          </w:tcPr>
          <w:p w14:paraId="3498C975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شفنا اليموت ايجيه دفّان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7557D5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B7676A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اُو تحضر هله واتفصّل اَكفان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6958" w14:paraId="2A323FDE" w14:textId="77777777" w:rsidTr="00395A3B">
        <w:trPr>
          <w:trHeight w:val="350"/>
        </w:trPr>
        <w:tc>
          <w:tcPr>
            <w:tcW w:w="3920" w:type="dxa"/>
          </w:tcPr>
          <w:p w14:paraId="28082659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مشفنا اليموت ايظل عريان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B3F028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1127D8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تلعب عليه الخيل ميدان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6958" w14:paraId="139E3DA9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4C8FC8A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شفنا اليموت ايشاهدونه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8D329F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DBB43B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اُو شربة اُميّة ايشربونه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6958" w14:paraId="15F0EB25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8B04A8C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او عند لمنازع يحضرونه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28A1A4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CE070A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مشفنا الينازع يذبحونه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6958" w14:paraId="67766452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6799C1E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او بالرمح راسه يرفعونه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671526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A31C03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نوبه ترى هلنا نسونا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3F397B3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والحادي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86958" w14:paraId="00C5B1F2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730F75CE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بالهون يالقايد ذلولي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327607D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8AD709B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اترفق ابحالي يخويلي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6958" w14:paraId="32801945" w14:textId="77777777" w:rsidTr="00395A3B">
        <w:trPr>
          <w:trHeight w:val="350"/>
        </w:trPr>
        <w:tc>
          <w:tcPr>
            <w:tcW w:w="3920" w:type="dxa"/>
          </w:tcPr>
          <w:p w14:paraId="3B4836E7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اُوخل اليتامى اتلوذ حولي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6F1947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29AA89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واظلال فوقي ظللوا 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6958" w14:paraId="3813EC02" w14:textId="77777777" w:rsidTr="00395A3B">
        <w:trPr>
          <w:trHeight w:val="350"/>
        </w:trPr>
        <w:tc>
          <w:tcPr>
            <w:tcW w:w="3920" w:type="dxa"/>
          </w:tcPr>
          <w:p w14:paraId="77563B30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لوان البطل عبّاس حولي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299972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F091BD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اُوجسّام لو يسمع لقولي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6958" w14:paraId="3A3B2C57" w14:textId="77777777" w:rsidTr="00395A3B">
        <w:trPr>
          <w:trHeight w:val="350"/>
        </w:trPr>
        <w:tc>
          <w:tcPr>
            <w:tcW w:w="3920" w:type="dxa"/>
          </w:tcPr>
          <w:p w14:paraId="6F51D53A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أنا اظنهم ما يرخصوا 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6DFD5E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9DDD2E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يقبض ازمام الجمل خولي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6958" w14:paraId="112C45FE" w14:textId="77777777" w:rsidTr="00395A3B">
        <w:trPr>
          <w:trHeight w:val="350"/>
        </w:trPr>
        <w:tc>
          <w:tcPr>
            <w:tcW w:w="3920" w:type="dxa"/>
          </w:tcPr>
          <w:p w14:paraId="0B20DE66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ساق الظعن قوموا يشجعان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00ABE6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CF5CEA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والي حرمكم صار وجعان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6958" w14:paraId="48BB3AD5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A85D19A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ماتم عندي غير رضعان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C6E0DB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ACF838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عطاشا ينوحوا على الشبّان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6958" w14:paraId="32FF8263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1CCE9F3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ساق الظعن واهلي نيامى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37F0AF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194883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واِحسين كلفني ابيتامى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6958" w14:paraId="2776FBC7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F39DDAB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يبغون منّي الزاد والماء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F9AA76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0D3354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كلهم على هزل اياما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6958" w14:paraId="5DEB7FC3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AA5C81A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ساق الظعن وابعدت عنكم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FA59DF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56A457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وانا رايحه وانظر جثثكم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6958" w14:paraId="4835B322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E9133E2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والخيل خويه رضضتكم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38028FD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B13B1E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ذبايح اُو ذبحتكم خدمكم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6958" w14:paraId="26F2109A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F25F2E5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جنايز ولا ادري من دفنكم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E42955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12A288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فوق الترايب سال دمكم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F73AB94" w14:textId="77777777" w:rsidR="00EE7C84" w:rsidRDefault="00EE7C84" w:rsidP="0074015B">
      <w:pPr>
        <w:pStyle w:val="libPoemCenter"/>
        <w:rPr>
          <w:lang w:bidi="fa-IR"/>
        </w:rPr>
      </w:pPr>
      <w:r>
        <w:rPr>
          <w:rtl/>
          <w:lang w:bidi="fa-IR"/>
        </w:rPr>
        <w:t>تبكي ابحسرة الكم حرمكم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86958" w14:paraId="1A21B022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038A191F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حنين اليتامى ذوّب النوق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3F27142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6EFD740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يغشى عليها اُونوب اتفوق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6958" w14:paraId="1FA996F7" w14:textId="77777777" w:rsidTr="00395A3B">
        <w:trPr>
          <w:trHeight w:val="350"/>
        </w:trPr>
        <w:tc>
          <w:tcPr>
            <w:tcW w:w="3920" w:type="dxa"/>
          </w:tcPr>
          <w:p w14:paraId="196EC1D3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ولا يبطل الحادي من السوق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0E7B57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9EA194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يحسين يا خويه يممشوق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6958" w14:paraId="6EE20BA4" w14:textId="77777777" w:rsidTr="00395A3B">
        <w:trPr>
          <w:trHeight w:val="350"/>
        </w:trPr>
        <w:tc>
          <w:tcPr>
            <w:tcW w:w="3920" w:type="dxa"/>
          </w:tcPr>
          <w:p w14:paraId="4811404C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يسراج بيتي الكان معلوق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DC70C9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DFAC4F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هالنوم الك يحسين ميلوق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6958" w14:paraId="7D9E2821" w14:textId="77777777" w:rsidTr="00395A3B">
        <w:trPr>
          <w:trHeight w:val="350"/>
        </w:trPr>
        <w:tc>
          <w:tcPr>
            <w:tcW w:w="3920" w:type="dxa"/>
          </w:tcPr>
          <w:p w14:paraId="70E59493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تقعد اُوركّبنا على النوق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81D14D" w14:textId="77777777" w:rsidR="00D86958" w:rsidRDefault="00D86958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47413A" w14:textId="77777777" w:rsidR="00D86958" w:rsidRDefault="00D86958" w:rsidP="00395A3B">
            <w:pPr>
              <w:pStyle w:val="libPoem"/>
            </w:pPr>
            <w:r>
              <w:rPr>
                <w:rtl/>
                <w:lang w:bidi="fa-IR"/>
              </w:rPr>
              <w:t>حادي الظعن بينا غدى ايسوق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77686EE" w14:textId="77777777" w:rsidR="00EE7C84" w:rsidRDefault="00EE7C84" w:rsidP="0074015B">
      <w:pPr>
        <w:pStyle w:val="libPoemCenter"/>
        <w:rPr>
          <w:lang w:bidi="fa-IR"/>
        </w:rPr>
      </w:pPr>
      <w:r>
        <w:rPr>
          <w:rtl/>
          <w:lang w:bidi="fa-IR"/>
        </w:rPr>
        <w:t>مشي الحرم والعزب ما يلوق</w:t>
      </w:r>
    </w:p>
    <w:p w14:paraId="5923259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3464DBA2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ابن أخيها السجّاد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95A3B" w14:paraId="654FA445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1C4A92EC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يراس العلا اُوتاج الأماجيد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3F31CA2" w14:textId="77777777" w:rsidR="00395A3B" w:rsidRDefault="00395A3B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09E55D5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إلى وين هذا اِمسيرنا اتريد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5A3B" w14:paraId="58E5AAD2" w14:textId="77777777" w:rsidTr="00395A3B">
        <w:trPr>
          <w:trHeight w:val="350"/>
        </w:trPr>
        <w:tc>
          <w:tcPr>
            <w:tcW w:w="3920" w:type="dxa"/>
          </w:tcPr>
          <w:p w14:paraId="3B5DC761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نروح المدينة لو إلى ايزيد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B6A5B0" w14:textId="77777777" w:rsidR="00395A3B" w:rsidRDefault="00395A3B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FF156C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قلها اُودمع العين تبديد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5A3B" w14:paraId="716D16C4" w14:textId="77777777" w:rsidTr="00395A3B">
        <w:trPr>
          <w:trHeight w:val="350"/>
        </w:trPr>
        <w:tc>
          <w:tcPr>
            <w:tcW w:w="3920" w:type="dxa"/>
          </w:tcPr>
          <w:p w14:paraId="7DD72B47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يعمّة المدينة ارجوعنا ابعيد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A43FB3" w14:textId="77777777" w:rsidR="00395A3B" w:rsidRDefault="00395A3B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2C8813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يما اَحبال بانقاسي اُويما قيد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5A3B" w14:paraId="35E3749D" w14:textId="77777777" w:rsidTr="00395A3B">
        <w:trPr>
          <w:trHeight w:val="350"/>
        </w:trPr>
        <w:tc>
          <w:tcPr>
            <w:tcW w:w="3920" w:type="dxa"/>
          </w:tcPr>
          <w:p w14:paraId="010F638E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اُويما احبال نقطعها اُويما بيد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6AE5EC" w14:textId="77777777" w:rsidR="00395A3B" w:rsidRDefault="00395A3B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037671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واختامها ادخولك على ايزيد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5A3B" w14:paraId="064689FD" w14:textId="77777777" w:rsidTr="00395A3B">
        <w:trPr>
          <w:trHeight w:val="350"/>
        </w:trPr>
        <w:tc>
          <w:tcPr>
            <w:tcW w:w="3920" w:type="dxa"/>
          </w:tcPr>
          <w:p w14:paraId="71FD8146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نادت اُودمع العين تبديد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555D42" w14:textId="77777777" w:rsidR="00395A3B" w:rsidRDefault="00395A3B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E76625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انا وين والشامات والقيد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5A3B" w14:paraId="3D994D49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B285BA4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والناس كلها اتهني ايزيد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508D47" w14:textId="77777777" w:rsidR="00395A3B" w:rsidRDefault="00395A3B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48A972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ايقولون ليه ابمارك العيد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5A3B" w14:paraId="739A0185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D36BF50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واِحسين ظل ابغير توسيد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563913" w14:textId="77777777" w:rsidR="00395A3B" w:rsidRDefault="00395A3B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D88604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واخته العزيزة امقيده ابقيد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5A3B" w14:paraId="3D99A920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63942C0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الشام انا ما رايحه الها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C2AE46" w14:textId="77777777" w:rsidR="00395A3B" w:rsidRDefault="00395A3B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A463EA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لا لي ابها اُولا لي بهلها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5A3B" w14:paraId="22EC6ECD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AFA1568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تعالوا الزينب يا اهلها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14017B" w14:textId="77777777" w:rsidR="00395A3B" w:rsidRDefault="00395A3B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89CF8E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ابديرة غرب تايه جملها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5A3B" w14:paraId="52853892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3637DBF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ما للملازم غير اهلها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DBE8F7" w14:textId="77777777" w:rsidR="00395A3B" w:rsidRDefault="00395A3B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85511A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وقعه يحيدر ما مثلها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5A3B" w14:paraId="5888CDCF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BD828FB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لا وقعة البصرة اُوجملها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A90D43" w14:textId="77777777" w:rsidR="00395A3B" w:rsidRDefault="00395A3B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6E8249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زينب ذليلة بعد اَهلها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5A3B" w14:paraId="090D6D2F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34C6D3F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تكثر هضايمها اُو ذلها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07C4B4" w14:textId="77777777" w:rsidR="00395A3B" w:rsidRDefault="00395A3B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121DC9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ما للملازم غير اَهلها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3224A49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تندب أباها عليّاً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95A3B" w14:paraId="3B829B80" w14:textId="77777777" w:rsidTr="00395A3B">
        <w:trPr>
          <w:trHeight w:val="350"/>
        </w:trPr>
        <w:tc>
          <w:tcPr>
            <w:tcW w:w="3920" w:type="dxa"/>
            <w:shd w:val="clear" w:color="auto" w:fill="auto"/>
          </w:tcPr>
          <w:p w14:paraId="3588C4C9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ياللي تجد السير بابرور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AF22CEF" w14:textId="77777777" w:rsidR="00395A3B" w:rsidRDefault="00395A3B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7B2A578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لامن لمع لك بالنجف نور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5A3B" w14:paraId="6B4CE9E2" w14:textId="77777777" w:rsidTr="00395A3B">
        <w:trPr>
          <w:trHeight w:val="350"/>
        </w:trPr>
        <w:tc>
          <w:tcPr>
            <w:tcW w:w="3920" w:type="dxa"/>
          </w:tcPr>
          <w:p w14:paraId="1C944C1A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ماهو ابنور الشمس وابنور البدور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3849AE" w14:textId="77777777" w:rsidR="00395A3B" w:rsidRDefault="00395A3B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6F4F96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نور غشى موسى على الطور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5A3B" w14:paraId="061E88A2" w14:textId="77777777" w:rsidTr="00395A3B">
        <w:trPr>
          <w:trHeight w:val="350"/>
        </w:trPr>
        <w:tc>
          <w:tcPr>
            <w:tcW w:w="3920" w:type="dxa"/>
          </w:tcPr>
          <w:p w14:paraId="00B57AC2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اهناك حيدر كان مقبور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330BD0" w14:textId="77777777" w:rsidR="00395A3B" w:rsidRDefault="00395A3B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591244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قله اُو دمع العين منثور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5A3B" w14:paraId="2E09BD82" w14:textId="77777777" w:rsidTr="00395A3B">
        <w:trPr>
          <w:trHeight w:val="350"/>
        </w:trPr>
        <w:tc>
          <w:tcPr>
            <w:tcW w:w="3920" w:type="dxa"/>
          </w:tcPr>
          <w:p w14:paraId="5C6C5EBB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ماجور يابو اِحسين ماجور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7B0865" w14:textId="77777777" w:rsidR="00395A3B" w:rsidRDefault="00395A3B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FDEA13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نايم اُوصدر اِحسين مكسور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5A3B" w14:paraId="6C3BBDFC" w14:textId="77777777" w:rsidTr="00395A3B">
        <w:trPr>
          <w:trHeight w:val="350"/>
        </w:trPr>
        <w:tc>
          <w:tcPr>
            <w:tcW w:w="3920" w:type="dxa"/>
          </w:tcPr>
          <w:p w14:paraId="46B7FF90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اُوراسه على العسّال مشهور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D42143" w14:textId="77777777" w:rsidR="00395A3B" w:rsidRDefault="00395A3B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0CDB09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اُوذيك التي اتربت بلخدور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5A3B" w14:paraId="7B6F3026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AF464F5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ركبت ذليلة في ظهر كور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D1E0F3" w14:textId="77777777" w:rsidR="00395A3B" w:rsidRDefault="00395A3B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AF8ADE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من بلدة لا بلدة اتدور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5A3B" w14:paraId="0A45B92F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3972946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اِتنادي اُودمع العين منثور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174BDC" w14:textId="77777777" w:rsidR="00395A3B" w:rsidRDefault="00395A3B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C5D9E9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ياللي كنت عز لنا اوسور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5A3B" w14:paraId="052B5E19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FDDE504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حيدر يمن للضيق مذخور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A792FB" w14:textId="77777777" w:rsidR="00395A3B" w:rsidRDefault="00395A3B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BEA0CB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رحتوا غنيمه وانتوا اصقور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5A3B" w14:paraId="45905721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BC58A18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اُوباتت ترى اُولادك بلا اقبور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4FB095" w14:textId="77777777" w:rsidR="00395A3B" w:rsidRDefault="00395A3B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361354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محمود يا ربي اُو مشكور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5A3B" w14:paraId="0B4EB6E3" w14:textId="77777777" w:rsidTr="00395A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D6B701E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احنا عوالي الذيل وابكور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B914A7" w14:textId="77777777" w:rsidR="00395A3B" w:rsidRDefault="00395A3B" w:rsidP="00395A3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5A17C5" w14:textId="77777777" w:rsidR="00395A3B" w:rsidRDefault="00395A3B" w:rsidP="00395A3B">
            <w:pPr>
              <w:pStyle w:val="libPoem"/>
            </w:pPr>
            <w:r>
              <w:rPr>
                <w:rtl/>
                <w:lang w:bidi="fa-IR"/>
              </w:rPr>
              <w:t>ياما تخذرنا بلخدور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5CADF88" w14:textId="77777777" w:rsidR="00EE7C84" w:rsidRDefault="00EE7C84" w:rsidP="00395A3B">
      <w:pPr>
        <w:pStyle w:val="libPoemCenter"/>
        <w:rPr>
          <w:lang w:bidi="fa-IR"/>
        </w:rPr>
      </w:pPr>
      <w:r>
        <w:rPr>
          <w:rtl/>
          <w:lang w:bidi="fa-IR"/>
        </w:rPr>
        <w:t>واليوم مسبية على كور</w:t>
      </w:r>
    </w:p>
    <w:p w14:paraId="32EE3FA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B6103" w14:paraId="5D307524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790D6619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ياللي تجد السير دابك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212CB44" w14:textId="77777777" w:rsidR="00AB6103" w:rsidRDefault="00AB610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60C9EAE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ليم الغري عرّج اركابك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6103" w14:paraId="14C9C09D" w14:textId="77777777" w:rsidTr="005B3973">
        <w:trPr>
          <w:trHeight w:val="350"/>
        </w:trPr>
        <w:tc>
          <w:tcPr>
            <w:tcW w:w="3920" w:type="dxa"/>
          </w:tcPr>
          <w:p w14:paraId="270AD0B4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إلى جيت لا عنده اُو اجابك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F54F12" w14:textId="77777777" w:rsidR="00AB6103" w:rsidRDefault="00AB610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E762E5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اُو قلك الينا ويش جابك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6103" w14:paraId="2542BF76" w14:textId="77777777" w:rsidTr="005B3973">
        <w:trPr>
          <w:trHeight w:val="350"/>
        </w:trPr>
        <w:tc>
          <w:tcPr>
            <w:tcW w:w="3920" w:type="dxa"/>
          </w:tcPr>
          <w:p w14:paraId="1AEEFD36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قلّه انا قاصد جنابك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D74C09B" w14:textId="77777777" w:rsidR="00AB6103" w:rsidRDefault="00AB610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0DD8CB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بعزيك بامصاب اصابك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6103" w14:paraId="198D7863" w14:textId="77777777" w:rsidTr="005B3973">
        <w:trPr>
          <w:trHeight w:val="350"/>
        </w:trPr>
        <w:tc>
          <w:tcPr>
            <w:tcW w:w="3920" w:type="dxa"/>
          </w:tcPr>
          <w:p w14:paraId="0CB7D1EF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واللي اصاب اِحسين اصابك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FD7CEB" w14:textId="77777777" w:rsidR="00AB6103" w:rsidRDefault="00AB610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ADF499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واللي تقبل فيه دابك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6103" w14:paraId="15B72EF5" w14:textId="77777777" w:rsidTr="005B3973">
        <w:trPr>
          <w:trHeight w:val="350"/>
        </w:trPr>
        <w:tc>
          <w:tcPr>
            <w:tcW w:w="3920" w:type="dxa"/>
          </w:tcPr>
          <w:p w14:paraId="63504089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رضّوا اضلوعه بالسنابك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C8A80E" w14:textId="77777777" w:rsidR="00AB6103" w:rsidRDefault="00AB610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E3E438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اُو زينب ولا تنخى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6103" w14:paraId="39BE1DC4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F913516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ياللي تجد السير دوبه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AE5CCA" w14:textId="77777777" w:rsidR="00AB6103" w:rsidRDefault="00AB610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2A9C61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حثها كفاك الله اكروبه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6103" w14:paraId="1F80DE8E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D88AAAA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تكسب ترى اجر اُو مثوبه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081A05" w14:textId="77777777" w:rsidR="00AB6103" w:rsidRDefault="00AB610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4DAF8A0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انكان الغري اتدلي ادروبه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6103" w14:paraId="376EBD4D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DE6AB8E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أبو اِحسين لامن جيت صوبه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502262" w14:textId="77777777" w:rsidR="00AB6103" w:rsidRDefault="00AB610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E43BB20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قله اُو عبراتك سكوبه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6103" w14:paraId="6E21E4F3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E61046C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صوبه يبو الحملات صوبه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F367B8" w14:textId="77777777" w:rsidR="00AB6103" w:rsidRDefault="00AB610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DED86F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علتك المذله فرد نوبه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6103" w14:paraId="6A452D1E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5593B2F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زينب على ظهر الحدوبه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404C1E" w14:textId="77777777" w:rsidR="00AB6103" w:rsidRDefault="00AB610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B51722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بليا ستر يا هي اعجوبه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6103" w14:paraId="06B1D8A5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AE0D9D2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أرى الناس منّي مستريبه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114C25" w14:textId="77777777" w:rsidR="00AB6103" w:rsidRDefault="00AB610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A2EED8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ايقولون ويش هذي العجيبه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6103" w14:paraId="0EE6796C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FD0F54D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إنتي نجيبة بت نجيبه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5F7020" w14:textId="77777777" w:rsidR="00AB6103" w:rsidRDefault="00AB610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E5D5DDA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وبوك المقدم في الحريبه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6103" w14:paraId="15BF5E1A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ACCD636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حامي حمى مكّة اُوطيبه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42B560" w14:textId="77777777" w:rsidR="00AB6103" w:rsidRDefault="00AB610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3502F6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ولا حد نخاه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اُو يجيبه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6103" w14:paraId="071586E1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989D0E7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اُو في كربلا حلّت 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20165E" w14:textId="77777777" w:rsidR="00AB6103" w:rsidRDefault="00AB610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06F5EE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فوق الثرى خلّوا حبيبه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6103" w14:paraId="24D9C850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FE409ED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دامي النحر مخضوب شيبه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5DBF09" w14:textId="77777777" w:rsidR="00AB6103" w:rsidRDefault="00AB610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76925E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وانتين ما مثلك نجيبه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1E66653" w14:textId="77777777" w:rsidR="00EE7C84" w:rsidRDefault="00EE7C84" w:rsidP="00AB6103">
      <w:pPr>
        <w:pStyle w:val="libPoemCenter"/>
        <w:rPr>
          <w:lang w:bidi="fa-IR"/>
        </w:rPr>
      </w:pPr>
      <w:r>
        <w:rPr>
          <w:rtl/>
          <w:lang w:bidi="fa-IR"/>
        </w:rPr>
        <w:t>إلى الشام وشجابك غريبه</w:t>
      </w:r>
    </w:p>
    <w:p w14:paraId="0EF06003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أجابتهم (</w:t>
      </w:r>
      <w:r w:rsidR="00204F6E" w:rsidRPr="00204F6E">
        <w:rPr>
          <w:rStyle w:val="libAlaemChar"/>
          <w:rtl/>
        </w:rPr>
        <w:t>عليها‌السلام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B6103" w14:paraId="19ED5B8D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36A00F1C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أنه درّة من بيت مكنون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5706B9B" w14:textId="77777777" w:rsidR="00AB6103" w:rsidRDefault="00AB610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4DCE942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فخري عليكم ما تنكرون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6103" w14:paraId="2592779C" w14:textId="77777777" w:rsidTr="005B3973">
        <w:trPr>
          <w:trHeight w:val="350"/>
        </w:trPr>
        <w:tc>
          <w:tcPr>
            <w:tcW w:w="3920" w:type="dxa"/>
          </w:tcPr>
          <w:p w14:paraId="41DDEA24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أبونا الذي اتخيل الميمون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6C5093" w14:textId="77777777" w:rsidR="00AB6103" w:rsidRDefault="00AB610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5C0E03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اله هيبة في الحرب والكون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6103" w14:paraId="7CCFE6B6" w14:textId="77777777" w:rsidTr="005B3973">
        <w:trPr>
          <w:trHeight w:val="350"/>
        </w:trPr>
        <w:tc>
          <w:tcPr>
            <w:tcW w:w="3920" w:type="dxa"/>
          </w:tcPr>
          <w:p w14:paraId="7F03726F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ياما بطل خ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>ه مطعون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4A1990" w14:textId="77777777" w:rsidR="00AB6103" w:rsidRDefault="00AB610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C3924A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أبونا علي هزّاز لحصون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6103" w14:paraId="4426391A" w14:textId="77777777" w:rsidTr="005B3973">
        <w:trPr>
          <w:trHeight w:val="350"/>
        </w:trPr>
        <w:tc>
          <w:tcPr>
            <w:tcW w:w="3920" w:type="dxa"/>
          </w:tcPr>
          <w:p w14:paraId="4ED2DF69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قالت تقولي باللي يجرى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D18C66" w14:textId="77777777" w:rsidR="00AB6103" w:rsidRDefault="00AB610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03E2F3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إنتي تقولي لي الذره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6103" w14:paraId="0BE59EE9" w14:textId="77777777" w:rsidTr="005B3973">
        <w:trPr>
          <w:trHeight w:val="350"/>
        </w:trPr>
        <w:tc>
          <w:tcPr>
            <w:tcW w:w="3920" w:type="dxa"/>
          </w:tcPr>
          <w:p w14:paraId="09697676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في الدهر أبد ما شوف حرّه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F24271" w14:textId="77777777" w:rsidR="00AB6103" w:rsidRDefault="00AB610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EBBE05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بنت صاحب الكرّه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6103" w14:paraId="00BFEC2C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30E0300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وامها الطهر فاطم الزهرا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B95CCE0" w14:textId="77777777" w:rsidR="00AB6103" w:rsidRDefault="00AB610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E177DB" w14:textId="77777777" w:rsidR="00AB6103" w:rsidRDefault="00AB6103" w:rsidP="005B3973">
            <w:pPr>
              <w:pStyle w:val="libPoem"/>
            </w:pPr>
            <w:r>
              <w:rPr>
                <w:rtl/>
                <w:lang w:bidi="fa-IR"/>
              </w:rPr>
              <w:t>هاذيك في طيبة الغره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DD3FEC4" w14:textId="77777777" w:rsidR="00EE7C84" w:rsidRDefault="00EE7C84" w:rsidP="00AB6103">
      <w:pPr>
        <w:pStyle w:val="libPoemCenter"/>
        <w:rPr>
          <w:lang w:bidi="fa-IR"/>
        </w:rPr>
      </w:pPr>
      <w:r>
        <w:rPr>
          <w:rtl/>
          <w:lang w:bidi="fa-IR"/>
        </w:rPr>
        <w:t>ما تركب الأعجاف حرا</w:t>
      </w:r>
    </w:p>
    <w:p w14:paraId="28E19A8B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71F296AB" w14:textId="77777777" w:rsidR="00EE7C84" w:rsidRDefault="00EE7C84" w:rsidP="000F6BD1">
      <w:pPr>
        <w:pStyle w:val="Heading3Center"/>
        <w:rPr>
          <w:lang w:bidi="fa-IR"/>
        </w:rPr>
      </w:pPr>
      <w:bookmarkStart w:id="36" w:name="_Toc17226595"/>
      <w:r>
        <w:rPr>
          <w:rtl/>
          <w:lang w:bidi="fa-IR"/>
        </w:rPr>
        <w:t>في مجيء الزهراء (</w:t>
      </w:r>
      <w:r w:rsidR="00204F6E" w:rsidRPr="00204F6E">
        <w:rPr>
          <w:rStyle w:val="libAlaemChar"/>
          <w:rtl/>
        </w:rPr>
        <w:t>عليها‌السلام</w:t>
      </w:r>
      <w:r>
        <w:rPr>
          <w:rtl/>
          <w:lang w:bidi="fa-IR"/>
        </w:rPr>
        <w:t>) ليلة الحادي عشر من المحرّم إلى ابنها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في كربلاء :</w:t>
      </w:r>
      <w:bookmarkEnd w:id="36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F6BD1" w14:paraId="22E5C934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028B059A" w14:textId="77777777" w:rsidR="000F6BD1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يبني تكلمني فديتك</w:t>
            </w:r>
            <w:r w:rsidR="000F6B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A629294" w14:textId="77777777" w:rsidR="000F6BD1" w:rsidRDefault="000F6BD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29E0300" w14:textId="77777777" w:rsidR="000F6BD1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يوم الذي حانت منيتك</w:t>
            </w:r>
            <w:r w:rsidR="000F6B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6BD1" w14:paraId="1DF76508" w14:textId="77777777" w:rsidTr="005B3973">
        <w:trPr>
          <w:trHeight w:val="350"/>
        </w:trPr>
        <w:tc>
          <w:tcPr>
            <w:tcW w:w="3920" w:type="dxa"/>
          </w:tcPr>
          <w:p w14:paraId="64649E30" w14:textId="77777777" w:rsidR="000F6BD1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من حاضرك يسمع وصيتك</w:t>
            </w:r>
            <w:r w:rsidR="000F6B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159087" w14:textId="77777777" w:rsidR="000F6BD1" w:rsidRDefault="000F6BD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562C89" w14:textId="77777777" w:rsidR="000F6BD1" w:rsidRDefault="00116E08" w:rsidP="005B3973">
            <w:pPr>
              <w:pStyle w:val="libPoem"/>
            </w:pPr>
            <w:r>
              <w:rPr>
                <w:rtl/>
                <w:lang w:bidi="fa-IR"/>
              </w:rPr>
              <w:t>اُوفي كربلا من حرق بيتك</w:t>
            </w:r>
            <w:r w:rsidR="000F6B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6BD1" w14:paraId="4775470A" w14:textId="77777777" w:rsidTr="005B3973">
        <w:trPr>
          <w:trHeight w:val="350"/>
        </w:trPr>
        <w:tc>
          <w:tcPr>
            <w:tcW w:w="3920" w:type="dxa"/>
          </w:tcPr>
          <w:p w14:paraId="36EBA59F" w14:textId="77777777" w:rsidR="000F6BD1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مَني حاضرة كنت انشر الشيب</w:t>
            </w:r>
            <w:r w:rsidR="000F6B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3D83B5" w14:textId="77777777" w:rsidR="000F6BD1" w:rsidRDefault="000F6BD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F25A0C" w14:textId="77777777" w:rsidR="000F6BD1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وقيم العزا واطرّ للجيب</w:t>
            </w:r>
            <w:r w:rsidR="000F6B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6BD1" w14:paraId="279D2DD6" w14:textId="77777777" w:rsidTr="005B3973">
        <w:trPr>
          <w:trHeight w:val="350"/>
        </w:trPr>
        <w:tc>
          <w:tcPr>
            <w:tcW w:w="3920" w:type="dxa"/>
          </w:tcPr>
          <w:p w14:paraId="79332BD0" w14:textId="77777777" w:rsidR="000F6BD1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وجيبن إلى اجروحك طبيب</w:t>
            </w:r>
            <w:r w:rsidR="000F6B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24BAF5" w14:textId="77777777" w:rsidR="000F6BD1" w:rsidRDefault="000F6BD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250E2B" w14:textId="77777777" w:rsidR="000F6BD1" w:rsidRDefault="00116E08" w:rsidP="005B3973">
            <w:pPr>
              <w:pStyle w:val="libPoem"/>
            </w:pPr>
            <w:r>
              <w:rPr>
                <w:rtl/>
                <w:lang w:bidi="fa-IR"/>
              </w:rPr>
              <w:t>اُو بيدي لقلب للأصاويب</w:t>
            </w:r>
            <w:r w:rsidR="000F6BD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3F436A5" w14:textId="77777777" w:rsidR="00EE7C84" w:rsidRDefault="00EE7C84" w:rsidP="000F6BD1">
      <w:pPr>
        <w:pStyle w:val="libPoemCenter"/>
        <w:rPr>
          <w:lang w:bidi="fa-IR"/>
        </w:rPr>
      </w:pPr>
      <w:r>
        <w:rPr>
          <w:rtl/>
          <w:lang w:bidi="fa-IR"/>
        </w:rPr>
        <w:t>وابكي على امصابك يلغريب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F6BD1" w14:paraId="769BC4B5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5AE131DB" w14:textId="77777777" w:rsidR="000F6BD1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مَني حاضرة يابني حواليك</w:t>
            </w:r>
            <w:r w:rsidR="000F6B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C427734" w14:textId="77777777" w:rsidR="000F6BD1" w:rsidRDefault="000F6BD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CE3B4CB" w14:textId="77777777" w:rsidR="000F6BD1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يوم الشمر يجثو اعليك</w:t>
            </w:r>
            <w:r w:rsidR="000F6B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6BD1" w14:paraId="756861D3" w14:textId="77777777" w:rsidTr="005B3973">
        <w:trPr>
          <w:trHeight w:val="350"/>
        </w:trPr>
        <w:tc>
          <w:tcPr>
            <w:tcW w:w="3920" w:type="dxa"/>
          </w:tcPr>
          <w:p w14:paraId="50D6426C" w14:textId="77777777" w:rsidR="000F6BD1" w:rsidRDefault="00116E08" w:rsidP="005B3973">
            <w:pPr>
              <w:pStyle w:val="libPoem"/>
            </w:pPr>
            <w:r>
              <w:rPr>
                <w:rtl/>
                <w:lang w:bidi="fa-IR"/>
              </w:rPr>
              <w:t>اُو بالسيف يهبر لاوريديك</w:t>
            </w:r>
            <w:r w:rsidR="000F6B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BF0E03" w14:textId="77777777" w:rsidR="000F6BD1" w:rsidRDefault="000F6BD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896EB2" w14:textId="77777777" w:rsidR="000F6BD1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يوم اقطع الجمّال اياديك</w:t>
            </w:r>
            <w:r w:rsidR="000F6B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6BD1" w14:paraId="123B2F70" w14:textId="77777777" w:rsidTr="005B3973">
        <w:trPr>
          <w:trHeight w:val="350"/>
        </w:trPr>
        <w:tc>
          <w:tcPr>
            <w:tcW w:w="3920" w:type="dxa"/>
          </w:tcPr>
          <w:p w14:paraId="407DE093" w14:textId="77777777" w:rsidR="000F6BD1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منَي حاضرة يحسين يا بني</w:t>
            </w:r>
            <w:r w:rsidR="000F6B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1D4A3C" w14:textId="77777777" w:rsidR="000F6BD1" w:rsidRDefault="000F6BD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B5A9AD" w14:textId="77777777" w:rsidR="000F6BD1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يا ليت ذبّاحك ذبحني</w:t>
            </w:r>
            <w:r w:rsidR="000F6BD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3978A26" w14:textId="77777777" w:rsidR="00EE7C84" w:rsidRDefault="00EE7C84" w:rsidP="000F6BD1">
      <w:pPr>
        <w:pStyle w:val="libPoemCenter"/>
        <w:rPr>
          <w:lang w:bidi="fa-IR"/>
        </w:rPr>
      </w:pPr>
      <w:r>
        <w:rPr>
          <w:rtl/>
          <w:lang w:bidi="fa-IR"/>
        </w:rPr>
        <w:t>انا اجاوبك يحسين يا بني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16E08" w14:paraId="37D1B844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679B7898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مَني الوالدة واتعبت برباك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26E402D" w14:textId="77777777" w:rsidR="00116E08" w:rsidRDefault="00116E08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AA0D9D5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اُوطول الليالي اسهرت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E08" w14:paraId="0C711963" w14:textId="77777777" w:rsidTr="005B3973">
        <w:trPr>
          <w:trHeight w:val="350"/>
        </w:trPr>
        <w:tc>
          <w:tcPr>
            <w:tcW w:w="3920" w:type="dxa"/>
          </w:tcPr>
          <w:p w14:paraId="0396D429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اُو جبريل وسط المهد ناغاك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55D900" w14:textId="77777777" w:rsidR="00116E08" w:rsidRDefault="00116E08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72A002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يليت البلا جاني ولا جاك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9E7A854" w14:textId="77777777" w:rsidR="00EE7C84" w:rsidRDefault="00EE7C84" w:rsidP="000F6BD1">
      <w:pPr>
        <w:pStyle w:val="libPoemCenter"/>
        <w:rPr>
          <w:lang w:bidi="fa-IR"/>
        </w:rPr>
      </w:pPr>
      <w:r>
        <w:rPr>
          <w:rtl/>
          <w:lang w:bidi="fa-IR"/>
        </w:rPr>
        <w:t>اُوفي القبر واراني اُوخ</w:t>
      </w:r>
      <w:r w:rsidR="00BF20F3" w:rsidRPr="00BF20F3">
        <w:rPr>
          <w:rStyle w:val="libNormalChar"/>
          <w:rtl/>
        </w:rPr>
        <w:t>لّا</w:t>
      </w:r>
      <w:r>
        <w:rPr>
          <w:rtl/>
          <w:lang w:bidi="fa-IR"/>
        </w:rPr>
        <w:t>ك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16E08" w14:paraId="50BE0C87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773195A6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نادت اُو دمعتها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446FA2A" w14:textId="77777777" w:rsidR="00116E08" w:rsidRDefault="00116E08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1F7F6A5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الله عليكم يا آل اُميّه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E08" w14:paraId="12FA81B7" w14:textId="77777777" w:rsidTr="005B3973">
        <w:trPr>
          <w:trHeight w:val="350"/>
        </w:trPr>
        <w:tc>
          <w:tcPr>
            <w:tcW w:w="3920" w:type="dxa"/>
          </w:tcPr>
          <w:p w14:paraId="25F38929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خليتوا اُولادي 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E1B5E0" w14:textId="77777777" w:rsidR="00116E08" w:rsidRDefault="00116E08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0B0CE6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ذبايح ابأرض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E08" w14:paraId="39950908" w14:textId="77777777" w:rsidTr="005B3973">
        <w:trPr>
          <w:trHeight w:val="350"/>
        </w:trPr>
        <w:tc>
          <w:tcPr>
            <w:tcW w:w="3920" w:type="dxa"/>
          </w:tcPr>
          <w:p w14:paraId="2F4EF8C3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والروس فوق السمهريّه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AA1BEC" w14:textId="77777777" w:rsidR="00116E08" w:rsidRDefault="00116E08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FDE05C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اُونسوانهم راحت هديّه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E08" w14:paraId="678CB4E2" w14:textId="77777777" w:rsidTr="005B3973">
        <w:trPr>
          <w:trHeight w:val="350"/>
        </w:trPr>
        <w:tc>
          <w:tcPr>
            <w:tcW w:w="3920" w:type="dxa"/>
          </w:tcPr>
          <w:p w14:paraId="2588490E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اثنين ماتوا اليّه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676D0F" w14:textId="77777777" w:rsidR="00116E08" w:rsidRDefault="00116E08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CFC386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واحد من اجعيدة الدعيّه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C042DB3" w14:textId="77777777" w:rsidR="00EE7C84" w:rsidRDefault="00EE7C84" w:rsidP="00116E08">
      <w:pPr>
        <w:pStyle w:val="libPoemCenter"/>
        <w:rPr>
          <w:lang w:bidi="fa-IR"/>
        </w:rPr>
      </w:pPr>
      <w:r>
        <w:rPr>
          <w:rtl/>
          <w:lang w:bidi="fa-IR"/>
        </w:rPr>
        <w:t>اُواحد ذبيح الغاضريّه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16E08" w14:paraId="587477E8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6759FF92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اتوعى ينايم فوق لرمال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2AE7230" w14:textId="77777777" w:rsidR="00116E08" w:rsidRDefault="00116E08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95F4F5C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مرمي ولا لك نعش تنشال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728D70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16E08" w14:paraId="49D17BAD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44CDCF8E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اُوراسك ابراس اسنانميّال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6A05447" w14:textId="77777777" w:rsidR="00116E08" w:rsidRDefault="00116E08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FCDEB87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والحرم يسرى فوق لجمال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E08" w14:paraId="7BD7A6C8" w14:textId="77777777" w:rsidTr="005B3973">
        <w:trPr>
          <w:trHeight w:val="350"/>
        </w:trPr>
        <w:tc>
          <w:tcPr>
            <w:tcW w:w="3920" w:type="dxa"/>
          </w:tcPr>
          <w:p w14:paraId="04826967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تبكي اُودمع العين همّال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1247D2" w14:textId="77777777" w:rsidR="00116E08" w:rsidRDefault="00116E08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5A0DFE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بلا اَرجال ضلّينا بلا اَرجال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E08" w14:paraId="5B30C758" w14:textId="77777777" w:rsidTr="005B3973">
        <w:trPr>
          <w:trHeight w:val="350"/>
        </w:trPr>
        <w:tc>
          <w:tcPr>
            <w:tcW w:w="3920" w:type="dxa"/>
          </w:tcPr>
          <w:p w14:paraId="1B263ADF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يحسين يا بني يا ذبيح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AD4C5D" w14:textId="77777777" w:rsidR="00116E08" w:rsidRDefault="00116E08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574CF9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دمك يعقلي شفته ايسيح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E08" w14:paraId="1F3D6DC9" w14:textId="77777777" w:rsidTr="005B3973">
        <w:trPr>
          <w:trHeight w:val="350"/>
        </w:trPr>
        <w:tc>
          <w:tcPr>
            <w:tcW w:w="3920" w:type="dxa"/>
          </w:tcPr>
          <w:p w14:paraId="795C6178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واللي دعى لو قلبي اجريح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142503" w14:textId="77777777" w:rsidR="00116E08" w:rsidRDefault="00116E08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DCDDFF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زينب على الناقة اُوهي اتصيح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2A96BF3" w14:textId="77777777" w:rsidR="00EE7C84" w:rsidRDefault="00EE7C84" w:rsidP="00116E08">
      <w:pPr>
        <w:pStyle w:val="libPoemCenter"/>
        <w:rPr>
          <w:lang w:bidi="fa-IR"/>
        </w:rPr>
      </w:pPr>
      <w:r>
        <w:rPr>
          <w:rtl/>
          <w:lang w:bidi="fa-IR"/>
        </w:rPr>
        <w:t>أمشي انا واهلي مذابيح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16E08" w14:paraId="460A3698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089EF809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يحسين يالمذبوح يا بني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59E31EF" w14:textId="77777777" w:rsidR="00116E08" w:rsidRDefault="00116E08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0EE6E4C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يا ليت ذبّاحك ذبحني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E08" w14:paraId="6F9EEA14" w14:textId="77777777" w:rsidTr="005B3973">
        <w:trPr>
          <w:trHeight w:val="350"/>
        </w:trPr>
        <w:tc>
          <w:tcPr>
            <w:tcW w:w="3920" w:type="dxa"/>
          </w:tcPr>
          <w:p w14:paraId="10DD4F05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لزيد البكا هاليوم لبني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2D3894" w14:textId="77777777" w:rsidR="00116E08" w:rsidRDefault="00116E08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E03D5E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ترى ذبحته والله افجعتني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E08" w14:paraId="11CE4196" w14:textId="77777777" w:rsidTr="005B3973">
        <w:trPr>
          <w:trHeight w:val="350"/>
        </w:trPr>
        <w:tc>
          <w:tcPr>
            <w:tcW w:w="3920" w:type="dxa"/>
          </w:tcPr>
          <w:p w14:paraId="3E87048B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ربّيتكم واتعبت بيكم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C61C0A" w14:textId="77777777" w:rsidR="00116E08" w:rsidRDefault="00116E08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2E99C7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اُوقل الرجا هاليوم فيكم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E08" w14:paraId="32F135D2" w14:textId="77777777" w:rsidTr="005B3973">
        <w:trPr>
          <w:trHeight w:val="350"/>
        </w:trPr>
        <w:tc>
          <w:tcPr>
            <w:tcW w:w="3920" w:type="dxa"/>
          </w:tcPr>
          <w:p w14:paraId="30B6C640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كل اليتامى اتلوذ بيكم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E045E9" w14:textId="77777777" w:rsidR="00116E08" w:rsidRDefault="00116E08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E6F27B" w14:textId="77777777" w:rsidR="00116E08" w:rsidRDefault="00116E08" w:rsidP="005B3973">
            <w:pPr>
              <w:pStyle w:val="libPoem"/>
            </w:pPr>
            <w:r>
              <w:rPr>
                <w:rtl/>
                <w:lang w:bidi="fa-IR"/>
              </w:rPr>
              <w:t>مظنّيت دهري ايخون فيكم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AAA8AA9" w14:textId="77777777" w:rsidR="00EE7C84" w:rsidRDefault="00EE7C84" w:rsidP="00116E08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2B96594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41EBB124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في خروج زينب من كربلاء وجوابها للحادي , مع عتابها لأبيها عليٍّ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، وخطابها لأخيها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A4EAC" w14:paraId="16026518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09F77C56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بالهون ياللي اتسوق لجمال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669A2F1" w14:textId="77777777" w:rsidR="004A4EAC" w:rsidRDefault="004A4EAC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D9CDE21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ريّض ترى عندي لك امقال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EAC" w14:paraId="31D363EB" w14:textId="77777777" w:rsidTr="005B3973">
        <w:trPr>
          <w:trHeight w:val="350"/>
        </w:trPr>
        <w:tc>
          <w:tcPr>
            <w:tcW w:w="3920" w:type="dxa"/>
          </w:tcPr>
          <w:p w14:paraId="74ECF9AC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أمشي بلا العبّاس ذا امحال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331EEA" w14:textId="77777777" w:rsidR="004A4EAC" w:rsidRDefault="004A4EAC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35D259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اُو جاسم اُو لكبر ذيك لبطال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EAC" w14:paraId="2F08E408" w14:textId="77777777" w:rsidTr="005B3973">
        <w:trPr>
          <w:trHeight w:val="350"/>
        </w:trPr>
        <w:tc>
          <w:tcPr>
            <w:tcW w:w="3920" w:type="dxa"/>
          </w:tcPr>
          <w:p w14:paraId="15AD0212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وانكان بس وحدي اُوهلطفال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9351BE5" w14:textId="77777777" w:rsidR="004A4EAC" w:rsidRDefault="004A4EAC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7BF23C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اذبحني ولا امشي ابغير رجّال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EAC" w14:paraId="433DD78D" w14:textId="77777777" w:rsidTr="005B3973">
        <w:trPr>
          <w:trHeight w:val="350"/>
        </w:trPr>
        <w:tc>
          <w:tcPr>
            <w:tcW w:w="3920" w:type="dxa"/>
          </w:tcPr>
          <w:p w14:paraId="0320C0AE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يخايب أنا ما روح وحدي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8C886A" w14:textId="77777777" w:rsidR="004A4EAC" w:rsidRDefault="004A4EAC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59FCA4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ما رايحة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ويا جندي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EAC" w14:paraId="2C2AB945" w14:textId="77777777" w:rsidTr="005B3973">
        <w:trPr>
          <w:trHeight w:val="350"/>
        </w:trPr>
        <w:tc>
          <w:tcPr>
            <w:tcW w:w="3920" w:type="dxa"/>
          </w:tcPr>
          <w:p w14:paraId="36830A00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واِحسين أخويه ايكون عندي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236A4E" w14:textId="77777777" w:rsidR="004A4EAC" w:rsidRDefault="004A4EAC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B2170A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وانكان انا اُو لطفال نغدي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EAC" w14:paraId="29A70BF9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E124F59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للشام ظعني لا تودّي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7B0DE2" w14:textId="77777777" w:rsidR="004A4EAC" w:rsidRDefault="004A4EAC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D05704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يزداد بيها دوم وجدي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88308EE" w14:textId="77777777" w:rsidR="00EE7C84" w:rsidRDefault="00EE7C84" w:rsidP="004A4EAC">
      <w:pPr>
        <w:pStyle w:val="libPoemCenter"/>
        <w:rPr>
          <w:lang w:bidi="fa-IR"/>
        </w:rPr>
      </w:pPr>
      <w:r>
        <w:rPr>
          <w:rtl/>
          <w:lang w:bidi="fa-IR"/>
        </w:rPr>
        <w:t>أبغي اروح الوطن جدّي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A4EAC" w14:paraId="191B2A57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25FA5227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بالهون ياللي اتقود لجمال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F2E64C8" w14:textId="77777777" w:rsidR="004A4EAC" w:rsidRDefault="004A4EAC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1DD127E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أريد اسألك اُورد لي اسؤال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EAC" w14:paraId="247910FF" w14:textId="77777777" w:rsidTr="005B3973">
        <w:trPr>
          <w:trHeight w:val="350"/>
        </w:trPr>
        <w:tc>
          <w:tcPr>
            <w:tcW w:w="3920" w:type="dxa"/>
          </w:tcPr>
          <w:p w14:paraId="423418C9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وانكان بانسافر هذي امحال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A7A4F1" w14:textId="77777777" w:rsidR="004A4EAC" w:rsidRDefault="004A4EAC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6FAE28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ما يمشي ظعن من غير رجّال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EAC" w14:paraId="674EB53E" w14:textId="77777777" w:rsidTr="005B3973">
        <w:trPr>
          <w:trHeight w:val="350"/>
        </w:trPr>
        <w:tc>
          <w:tcPr>
            <w:tcW w:w="3920" w:type="dxa"/>
          </w:tcPr>
          <w:p w14:paraId="538DBFA8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لو بالدرب مالت الأحمال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FE72A2" w14:textId="77777777" w:rsidR="004A4EAC" w:rsidRDefault="004A4EAC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80B28D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ماكو أحد يعدل هلطفال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18C0C8D" w14:textId="77777777" w:rsidR="00EE7C84" w:rsidRDefault="00EE7C84" w:rsidP="004A4EAC">
      <w:pPr>
        <w:pStyle w:val="libPoemCenter"/>
        <w:rPr>
          <w:lang w:bidi="fa-IR"/>
        </w:rPr>
      </w:pPr>
      <w:r>
        <w:rPr>
          <w:rtl/>
          <w:lang w:bidi="fa-IR"/>
        </w:rPr>
        <w:t>خلنا بنودع هلبطال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A4EAC" w14:paraId="198AF89C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04CA4ED3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نادت اُو منها القلب ذايب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03EA0B5" w14:textId="77777777" w:rsidR="004A4EAC" w:rsidRDefault="004A4EAC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DA83876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أبويه علي في وين غايب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EAC" w14:paraId="06AAF42E" w14:textId="77777777" w:rsidTr="005B3973">
        <w:trPr>
          <w:trHeight w:val="350"/>
        </w:trPr>
        <w:tc>
          <w:tcPr>
            <w:tcW w:w="3920" w:type="dxa"/>
          </w:tcPr>
          <w:p w14:paraId="0370482D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وابكربلا حلّت مصايب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8D8F1D" w14:textId="77777777" w:rsidR="004A4EAC" w:rsidRDefault="004A4EAC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B7F7D2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واِحسين كاس الموت شارب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EAC" w14:paraId="11AA27C4" w14:textId="77777777" w:rsidTr="005B3973">
        <w:trPr>
          <w:trHeight w:val="350"/>
        </w:trPr>
        <w:tc>
          <w:tcPr>
            <w:tcW w:w="3920" w:type="dxa"/>
          </w:tcPr>
          <w:p w14:paraId="676647B9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يفارس مشارقها اُو مغارب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DA7B31" w14:textId="77777777" w:rsidR="004A4EAC" w:rsidRDefault="004A4EAC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B4F1BA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عن يوم عاشر وين غايب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EAC" w14:paraId="5153F380" w14:textId="77777777" w:rsidTr="005B3973">
        <w:trPr>
          <w:trHeight w:val="350"/>
        </w:trPr>
        <w:tc>
          <w:tcPr>
            <w:tcW w:w="3920" w:type="dxa"/>
          </w:tcPr>
          <w:p w14:paraId="47C450B6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تراهي تناديك الأطايب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592D09" w14:textId="77777777" w:rsidR="004A4EAC" w:rsidRDefault="004A4EAC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2180B8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اُوهااللي ابخدر اِحسين ضارب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EAC" w14:paraId="7A9F8125" w14:textId="77777777" w:rsidTr="005B3973">
        <w:trPr>
          <w:trHeight w:val="350"/>
        </w:trPr>
        <w:tc>
          <w:tcPr>
            <w:tcW w:w="3920" w:type="dxa"/>
          </w:tcPr>
          <w:p w14:paraId="1CB15B7B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ركبت على اظهور الحوادب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0F3953" w14:textId="77777777" w:rsidR="004A4EAC" w:rsidRDefault="004A4EAC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171578" w14:textId="77777777" w:rsidR="004A4EAC" w:rsidRDefault="004A4EAC" w:rsidP="005B3973">
            <w:pPr>
              <w:pStyle w:val="libPoem"/>
            </w:pPr>
            <w:r>
              <w:rPr>
                <w:rtl/>
                <w:lang w:bidi="fa-IR"/>
              </w:rPr>
              <w:t>إلى الشام ودّوهم غرايب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42A5FA7" w14:textId="77777777" w:rsidR="00EE7C84" w:rsidRDefault="00EE7C84" w:rsidP="004A4EAC">
      <w:pPr>
        <w:pStyle w:val="libPoemCenter"/>
        <w:rPr>
          <w:lang w:bidi="fa-IR"/>
        </w:rPr>
      </w:pPr>
      <w:r>
        <w:rPr>
          <w:rtl/>
          <w:lang w:bidi="fa-IR"/>
        </w:rPr>
        <w:t>اِتنادي ولا ليها مجاوب</w:t>
      </w:r>
    </w:p>
    <w:p w14:paraId="78A46334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91FA1" w14:paraId="65DC5049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557EC46A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اِتنادي اُو منها القلب محموس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B420087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E1B3C12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يا بوي ثور اِلنا يمحروس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798CA109" w14:textId="77777777" w:rsidTr="005B3973">
        <w:trPr>
          <w:trHeight w:val="350"/>
        </w:trPr>
        <w:tc>
          <w:tcPr>
            <w:tcW w:w="3920" w:type="dxa"/>
          </w:tcPr>
          <w:p w14:paraId="5000E0E0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ترى اِحسين مرمي ابحرِّ لشموس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BFE1D8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47E798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والأعوجيّة صدره اتدوس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30AC8FD" w14:textId="77777777" w:rsidR="00EE7C84" w:rsidRDefault="00EE7C84" w:rsidP="004A4EAC">
      <w:pPr>
        <w:pStyle w:val="libPoemCenter"/>
        <w:rPr>
          <w:lang w:bidi="fa-IR"/>
        </w:rPr>
      </w:pPr>
      <w:r>
        <w:rPr>
          <w:rtl/>
          <w:lang w:bidi="fa-IR"/>
        </w:rPr>
        <w:t>وابنه علي بالقيد محبوس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91FA1" w14:paraId="5652B802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6FCD48FB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اِتنادي اُومنها القلب حرّان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175B26E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B4AF982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تنخى أبوها شيخ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0E6D5DA7" w14:textId="77777777" w:rsidTr="005B3973">
        <w:trPr>
          <w:trHeight w:val="350"/>
        </w:trPr>
        <w:tc>
          <w:tcPr>
            <w:tcW w:w="3920" w:type="dxa"/>
          </w:tcPr>
          <w:p w14:paraId="3E69FF04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يا بوي يا خيّال الحصان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691193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D3F510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ترى اِحسين مرمي فوق تربان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78A77C3E" w14:textId="77777777" w:rsidTr="005B3973">
        <w:trPr>
          <w:trHeight w:val="350"/>
        </w:trPr>
        <w:tc>
          <w:tcPr>
            <w:tcW w:w="3920" w:type="dxa"/>
          </w:tcPr>
          <w:p w14:paraId="14AE8672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اُو جسمه غدى للخيل ميدان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686E6D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61091C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اُوراسه امعلينه على اسنان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C564724" w14:textId="77777777" w:rsidR="00EE7C84" w:rsidRDefault="00EE7C84" w:rsidP="004A4EAC">
      <w:pPr>
        <w:pStyle w:val="libPoemCenter"/>
        <w:rPr>
          <w:lang w:bidi="fa-IR"/>
        </w:rPr>
      </w:pPr>
      <w:r>
        <w:rPr>
          <w:rtl/>
          <w:lang w:bidi="fa-IR"/>
        </w:rPr>
        <w:t>وابقي العليل اُوجيش نسوان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91FA1" w14:paraId="74934600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24F40A38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اِتنادي اُو منها القلب مرعوب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138CD87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B317CF3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يا من إلى الشدات مندوب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6409A044" w14:textId="77777777" w:rsidTr="005B3973">
        <w:trPr>
          <w:trHeight w:val="350"/>
        </w:trPr>
        <w:tc>
          <w:tcPr>
            <w:tcW w:w="3920" w:type="dxa"/>
          </w:tcPr>
          <w:p w14:paraId="50F15207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ترى اِحسين فوق الترب مكبوب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E4C343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23D0AE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اُو زينب ترى هي راحت اتذوب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28CF08BE" w14:textId="77777777" w:rsidTr="005B3973">
        <w:trPr>
          <w:trHeight w:val="350"/>
        </w:trPr>
        <w:tc>
          <w:tcPr>
            <w:tcW w:w="3920" w:type="dxa"/>
          </w:tcPr>
          <w:p w14:paraId="6056309C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تبكي اُودمع العين مسكوب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93BDB1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E11427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تنظر إلى الصيوان منهوب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23E496DC" w14:textId="77777777" w:rsidTr="005B3973">
        <w:trPr>
          <w:trHeight w:val="350"/>
        </w:trPr>
        <w:tc>
          <w:tcPr>
            <w:tcW w:w="3920" w:type="dxa"/>
          </w:tcPr>
          <w:p w14:paraId="298F1C25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واَطفال تبكي بين مضروب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3776FA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DC5638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اُوهذا على التربان مسحوب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18E0196F" w14:textId="77777777" w:rsidTr="005B3973">
        <w:trPr>
          <w:trHeight w:val="350"/>
        </w:trPr>
        <w:tc>
          <w:tcPr>
            <w:tcW w:w="3920" w:type="dxa"/>
          </w:tcPr>
          <w:p w14:paraId="137C3AB6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اُوهذا ابحر الشمس مكبوب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E501DB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84E8B4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والناس ملتمّة ابكل صوب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080B1603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83C7B35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يتفرجوا اعليها بلدروب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34F8FD2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4D56E3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اتقلهم اُو منها القلب ملهوب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7DC32161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C5838DF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يها لواقفين النا بلدروب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8A9D4D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C16818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يمال العمى صدوا على صوب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0418CE66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1E47D13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نسوان حسرا كلنا ابنوب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9F1F09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769401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يحسين يا خويه يمهيوب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6B2BF0D" w14:textId="77777777" w:rsidR="00EE7C84" w:rsidRDefault="00EE7C84" w:rsidP="004A4EAC">
      <w:pPr>
        <w:pStyle w:val="libPoemCenter"/>
        <w:rPr>
          <w:lang w:bidi="fa-IR"/>
        </w:rPr>
      </w:pPr>
      <w:r>
        <w:rPr>
          <w:rtl/>
          <w:lang w:bidi="fa-IR"/>
        </w:rPr>
        <w:t>يتاماك طالعها على احدوب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91FA1" w14:paraId="64AC2BCA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52581EB4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من جوعها وامن الظما اتلوب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99EB616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8BC2389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مابين مسحوب اُو مضروب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345ED8B9" w14:textId="77777777" w:rsidTr="005B3973">
        <w:trPr>
          <w:trHeight w:val="350"/>
        </w:trPr>
        <w:tc>
          <w:tcPr>
            <w:tcW w:w="3920" w:type="dxa"/>
          </w:tcPr>
          <w:p w14:paraId="3C18C950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اُوما بين مشتوم اُو مسلوب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EFCF3E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EE3473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يحسين ما</w:t>
            </w:r>
            <w:r w:rsidR="00E21949">
              <w:rPr>
                <w:rtl/>
                <w:lang w:bidi="fa-IR"/>
              </w:rPr>
              <w:t>- تمّت -</w:t>
            </w:r>
            <w:r>
              <w:rPr>
                <w:rtl/>
                <w:lang w:bidi="fa-IR"/>
              </w:rPr>
              <w:t>لنا اقلوب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0D3B57B4" w14:textId="77777777" w:rsidTr="005B3973">
        <w:trPr>
          <w:trHeight w:val="350"/>
        </w:trPr>
        <w:tc>
          <w:tcPr>
            <w:tcW w:w="3920" w:type="dxa"/>
          </w:tcPr>
          <w:p w14:paraId="35AD0CD8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نشقها على قتلك ولجيوب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D299ED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6802AD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كلنا يخويه ابغير جلوب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8A0585A" w14:textId="77777777" w:rsidR="00EE7C84" w:rsidRDefault="00EE7C84" w:rsidP="004A4EAC">
      <w:pPr>
        <w:pStyle w:val="libPoemCenter"/>
        <w:rPr>
          <w:lang w:bidi="fa-IR"/>
        </w:rPr>
      </w:pPr>
      <w:r>
        <w:rPr>
          <w:rtl/>
          <w:lang w:bidi="fa-IR"/>
        </w:rPr>
        <w:t>اِباذوب يالوالي اباذوب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91FA1" w14:paraId="451541FD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7A6A44DE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اِباذوب من حنّة هلطفال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9E0E020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302FF9F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عرايا اُوفوق اظهور لجمال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5DE5058B" w14:textId="77777777" w:rsidTr="005B3973">
        <w:trPr>
          <w:trHeight w:val="350"/>
        </w:trPr>
        <w:tc>
          <w:tcPr>
            <w:tcW w:w="3920" w:type="dxa"/>
          </w:tcPr>
          <w:p w14:paraId="5B916ED6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وامربّقة باقيود لحبال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55DF1B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5D0711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واعظم عليّه قول من قال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03288247" w14:textId="77777777" w:rsidTr="005B3973">
        <w:trPr>
          <w:trHeight w:val="350"/>
        </w:trPr>
        <w:tc>
          <w:tcPr>
            <w:tcW w:w="3920" w:type="dxa"/>
          </w:tcPr>
          <w:p w14:paraId="361294C4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خوارج اُوجابوهم على اجمال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E1F2EE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315220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اُوكل من لقاني امن الخلق قال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433A0004" w14:textId="77777777" w:rsidTr="005B3973">
        <w:trPr>
          <w:trHeight w:val="350"/>
        </w:trPr>
        <w:tc>
          <w:tcPr>
            <w:tcW w:w="3920" w:type="dxa"/>
          </w:tcPr>
          <w:p w14:paraId="441A9072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يحره تبدلتي ابهالحال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24372A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651741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عثرك يحره مالك ارجال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6B683130" w14:textId="77777777" w:rsidTr="005B3973">
        <w:trPr>
          <w:trHeight w:val="350"/>
        </w:trPr>
        <w:tc>
          <w:tcPr>
            <w:tcW w:w="3920" w:type="dxa"/>
          </w:tcPr>
          <w:p w14:paraId="231F6668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أقله بلى سبعين خيال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6A86C2A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4A4C92" w14:textId="77777777" w:rsidR="00C91FA1" w:rsidRDefault="00C91FA1" w:rsidP="005B3973">
            <w:pPr>
              <w:pStyle w:val="libPoem"/>
            </w:pPr>
            <w:r>
              <w:rPr>
                <w:rtl/>
                <w:lang w:bidi="fa-IR"/>
              </w:rPr>
              <w:t>طلعت ابهلي فتيان وابطال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733E877" w14:textId="77777777" w:rsidR="00EE7C84" w:rsidRDefault="00EE7C84" w:rsidP="004A4EAC">
      <w:pPr>
        <w:pStyle w:val="libPoemCenter"/>
        <w:rPr>
          <w:lang w:bidi="fa-IR"/>
        </w:rPr>
      </w:pPr>
      <w:r>
        <w:rPr>
          <w:rtl/>
          <w:lang w:bidi="fa-IR"/>
        </w:rPr>
        <w:t>نصبنا عزاهم فوق لجمال</w:t>
      </w:r>
    </w:p>
    <w:p w14:paraId="3D69D19B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1F9AFFE0" w14:textId="77777777" w:rsidR="00EE7C84" w:rsidRDefault="00EE7C84" w:rsidP="00C91FA1">
      <w:pPr>
        <w:pStyle w:val="Heading3Center"/>
        <w:rPr>
          <w:lang w:bidi="fa-IR"/>
        </w:rPr>
      </w:pPr>
      <w:bookmarkStart w:id="37" w:name="_Toc17226596"/>
      <w:r>
        <w:rPr>
          <w:rtl/>
          <w:lang w:bidi="fa-IR"/>
        </w:rPr>
        <w:t>زينب تذكر أباها عليّاً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  <w:bookmarkEnd w:id="37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91FA1" w14:paraId="22683B73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185702AE" w14:textId="77777777" w:rsidR="00C91FA1" w:rsidRDefault="005C5563" w:rsidP="005B3973">
            <w:pPr>
              <w:pStyle w:val="libPoem"/>
            </w:pPr>
            <w:r>
              <w:rPr>
                <w:rtl/>
                <w:lang w:bidi="fa-IR"/>
              </w:rPr>
              <w:t>والله عجب ما طرّ قبره</w:t>
            </w:r>
            <w:r w:rsidR="00C91F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D0E7991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F5A9DE6" w14:textId="77777777" w:rsidR="00C91FA1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حيدر علي شالع الصخره</w:t>
            </w:r>
            <w:r w:rsidR="00C91F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79894AC2" w14:textId="77777777" w:rsidTr="005B3973">
        <w:trPr>
          <w:trHeight w:val="350"/>
        </w:trPr>
        <w:tc>
          <w:tcPr>
            <w:tcW w:w="3920" w:type="dxa"/>
          </w:tcPr>
          <w:p w14:paraId="13BD7BC7" w14:textId="77777777" w:rsidR="00C91FA1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ترى اِحسين بالرمضا امعرى</w:t>
            </w:r>
            <w:r w:rsidR="00C91F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424254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F783D4" w14:textId="77777777" w:rsidR="00C91FA1" w:rsidRDefault="005C5563" w:rsidP="005B3973">
            <w:pPr>
              <w:pStyle w:val="libPoem"/>
            </w:pPr>
            <w:r>
              <w:rPr>
                <w:rtl/>
                <w:lang w:bidi="fa-IR"/>
              </w:rPr>
              <w:t>والراس من جسمه امبرى</w:t>
            </w:r>
            <w:r w:rsidR="00C91F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6D0E25BC" w14:textId="77777777" w:rsidTr="005B3973">
        <w:trPr>
          <w:trHeight w:val="350"/>
        </w:trPr>
        <w:tc>
          <w:tcPr>
            <w:tcW w:w="3920" w:type="dxa"/>
          </w:tcPr>
          <w:p w14:paraId="2305E04D" w14:textId="77777777" w:rsidR="00C91FA1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اوخيل الاعادي وطت صدره</w:t>
            </w:r>
            <w:r w:rsidR="00C91F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7AAC23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2A7D1B" w14:textId="77777777" w:rsidR="00C91FA1" w:rsidRDefault="005C5563" w:rsidP="005B3973">
            <w:pPr>
              <w:pStyle w:val="libPoem"/>
            </w:pPr>
            <w:r>
              <w:rPr>
                <w:rtl/>
                <w:lang w:bidi="fa-IR"/>
              </w:rPr>
              <w:t>واحنا ابقينا اليوم عبره</w:t>
            </w:r>
            <w:r w:rsidR="00C91F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7F5BF6BF" w14:textId="77777777" w:rsidTr="005B3973">
        <w:trPr>
          <w:trHeight w:val="350"/>
        </w:trPr>
        <w:tc>
          <w:tcPr>
            <w:tcW w:w="3920" w:type="dxa"/>
          </w:tcPr>
          <w:p w14:paraId="52CA8E96" w14:textId="77777777" w:rsidR="00C91FA1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ركبنا على اجمال مدبره</w:t>
            </w:r>
            <w:r w:rsidR="00C91F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CD02E8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F56622" w14:textId="77777777" w:rsidR="00C91FA1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اجذب الحسرة بثر حسره</w:t>
            </w:r>
            <w:r w:rsidR="00C91F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11FA2D36" w14:textId="77777777" w:rsidTr="005B3973">
        <w:trPr>
          <w:trHeight w:val="350"/>
        </w:trPr>
        <w:tc>
          <w:tcPr>
            <w:tcW w:w="3920" w:type="dxa"/>
          </w:tcPr>
          <w:p w14:paraId="0615F9C6" w14:textId="77777777" w:rsidR="00C91FA1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روحي غدت معه المقبره</w:t>
            </w:r>
            <w:r w:rsidR="00C91F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1BC220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F30B03" w14:textId="77777777" w:rsidR="00C91FA1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عيشة بليا اِحسين قشرى</w:t>
            </w:r>
            <w:r w:rsidR="00C91F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296020DE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5A53028" w14:textId="77777777" w:rsidR="00C91FA1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اُو عتبي على النايم ابقبره</w:t>
            </w:r>
            <w:r w:rsidR="00C91F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354991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54341E" w14:textId="77777777" w:rsidR="00C91FA1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اُو معذور يالمرضوض صدره</w:t>
            </w:r>
            <w:r w:rsidR="00C91F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2CBCFABC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7D9A070" w14:textId="77777777" w:rsidR="00C91FA1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اتنادي اُودمع العين يسجم</w:t>
            </w:r>
            <w:r w:rsidR="00C91F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ECE6F2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6487DC" w14:textId="77777777" w:rsidR="00C91FA1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حيدر يبويه يا غشمشم</w:t>
            </w:r>
            <w:r w:rsidR="00C91F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FA1" w14:paraId="43D3D2B3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8EBC2DB" w14:textId="77777777" w:rsidR="00C91FA1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اِركب يبويه اعلى المطهم</w:t>
            </w:r>
            <w:r w:rsidR="00C91F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9F2D1E" w14:textId="77777777" w:rsidR="00C91FA1" w:rsidRDefault="00C91FA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929E67" w14:textId="77777777" w:rsidR="00C91FA1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ترى حسين جسمه بالثرى تم</w:t>
            </w:r>
            <w:r w:rsidR="00C91FA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046EB7B" w14:textId="77777777" w:rsidR="00EE7C84" w:rsidRDefault="00EE7C84" w:rsidP="00C91FA1">
      <w:pPr>
        <w:pStyle w:val="libPoemCenter"/>
        <w:rPr>
          <w:lang w:bidi="fa-IR"/>
        </w:rPr>
      </w:pPr>
      <w:r>
        <w:rPr>
          <w:rtl/>
          <w:lang w:bidi="fa-IR"/>
        </w:rPr>
        <w:t>واحنا حرم والليل اظلم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C5563" w14:paraId="42D74BDA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2BC487FB" w14:textId="77777777" w:rsidR="005C5563" w:rsidRDefault="005C5563" w:rsidP="005B3973">
            <w:pPr>
              <w:pStyle w:val="libPoem"/>
            </w:pPr>
            <w:r>
              <w:rPr>
                <w:rtl/>
                <w:lang w:bidi="fa-IR"/>
              </w:rPr>
              <w:t>والله يظالم مبتليني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DA167CD" w14:textId="77777777" w:rsidR="005C5563" w:rsidRDefault="005C556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417DF1E" w14:textId="77777777" w:rsidR="005C5563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تنصب الروس اقبال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563" w14:paraId="68FCE4C5" w14:textId="77777777" w:rsidTr="005B3973">
        <w:trPr>
          <w:trHeight w:val="350"/>
        </w:trPr>
        <w:tc>
          <w:tcPr>
            <w:tcW w:w="3920" w:type="dxa"/>
          </w:tcPr>
          <w:p w14:paraId="5885CEBF" w14:textId="77777777" w:rsidR="005C5563" w:rsidRDefault="005C5563" w:rsidP="005B3973">
            <w:pPr>
              <w:pStyle w:val="libPoem"/>
            </w:pPr>
            <w:r>
              <w:rPr>
                <w:rtl/>
                <w:lang w:bidi="fa-IR"/>
              </w:rPr>
              <w:t>واتريد ابطل من حنيني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596C73" w14:textId="77777777" w:rsidR="005C5563" w:rsidRDefault="005C556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A2434F" w14:textId="77777777" w:rsidR="005C5563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اباحن يناقة اوجاوبيني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563" w14:paraId="47A9A126" w14:textId="77777777" w:rsidTr="005B3973">
        <w:trPr>
          <w:trHeight w:val="350"/>
        </w:trPr>
        <w:tc>
          <w:tcPr>
            <w:tcW w:w="3920" w:type="dxa"/>
          </w:tcPr>
          <w:p w14:paraId="48E146D0" w14:textId="77777777" w:rsidR="005C5563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على اِحسين اخويه اُو نور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666CF6" w14:textId="77777777" w:rsidR="005C5563" w:rsidRDefault="005C556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6ED336" w14:textId="77777777" w:rsidR="005C5563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ابانوح انا مدة سنيني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198032C" w14:textId="77777777" w:rsidR="00EE7C84" w:rsidRDefault="00EE7C84" w:rsidP="00C91FA1">
      <w:pPr>
        <w:pStyle w:val="libPoemCenter"/>
        <w:rPr>
          <w:lang w:bidi="fa-IR"/>
        </w:rPr>
      </w:pPr>
      <w:r>
        <w:rPr>
          <w:rtl/>
          <w:lang w:bidi="fa-IR"/>
        </w:rPr>
        <w:t>ابكي لحتّى ايحين حيني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C5563" w14:paraId="64305677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4FBE9D0E" w14:textId="77777777" w:rsidR="005C5563" w:rsidRDefault="005C5563" w:rsidP="005B3973">
            <w:pPr>
              <w:pStyle w:val="libPoem"/>
            </w:pPr>
            <w:r>
              <w:rPr>
                <w:rtl/>
                <w:lang w:bidi="fa-IR"/>
              </w:rPr>
              <w:t>يا سائلة واللي تسالين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E9BF568" w14:textId="77777777" w:rsidR="005C5563" w:rsidRDefault="005C556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0227006" w14:textId="77777777" w:rsidR="005C5563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انا امخدره في آل ياسين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563" w14:paraId="0FD2E4F5" w14:textId="77777777" w:rsidTr="005B3973">
        <w:trPr>
          <w:trHeight w:val="350"/>
        </w:trPr>
        <w:tc>
          <w:tcPr>
            <w:tcW w:w="3920" w:type="dxa"/>
          </w:tcPr>
          <w:p w14:paraId="2D720D97" w14:textId="77777777" w:rsidR="005C5563" w:rsidRDefault="005C5563" w:rsidP="005B3973">
            <w:pPr>
              <w:pStyle w:val="libPoem"/>
            </w:pPr>
            <w:r>
              <w:rPr>
                <w:rtl/>
                <w:lang w:bidi="fa-IR"/>
              </w:rPr>
              <w:t>وانا العزيزة عند ابو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802516" w14:textId="77777777" w:rsidR="005C5563" w:rsidRDefault="005C556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1B7E8E" w14:textId="77777777" w:rsidR="005C5563" w:rsidRDefault="005C5563" w:rsidP="005B3973">
            <w:pPr>
              <w:pStyle w:val="libPoem"/>
            </w:pPr>
            <w:r>
              <w:rPr>
                <w:rtl/>
                <w:lang w:bidi="fa-IR"/>
              </w:rPr>
              <w:t>يوم الدهر ابدى امر شين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563" w14:paraId="68045682" w14:textId="77777777" w:rsidTr="005B3973">
        <w:trPr>
          <w:trHeight w:val="350"/>
        </w:trPr>
        <w:tc>
          <w:tcPr>
            <w:tcW w:w="3920" w:type="dxa"/>
          </w:tcPr>
          <w:p w14:paraId="28A6368A" w14:textId="77777777" w:rsidR="005C5563" w:rsidRDefault="005C5563" w:rsidP="005B3973">
            <w:pPr>
              <w:pStyle w:val="libPoem"/>
            </w:pPr>
            <w:r>
              <w:rPr>
                <w:rtl/>
                <w:lang w:bidi="fa-IR"/>
              </w:rPr>
              <w:t>فجعني زماني في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871411" w14:textId="77777777" w:rsidR="005C5563" w:rsidRDefault="005C556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199209" w14:textId="77777777" w:rsidR="005C5563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اُول فجعني ابمظهر الدين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977A102" w14:textId="77777777" w:rsidR="00EE7C84" w:rsidRDefault="00EE7C84" w:rsidP="00C91FA1">
      <w:pPr>
        <w:pStyle w:val="libPoemCenter"/>
        <w:rPr>
          <w:lang w:bidi="fa-IR"/>
        </w:rPr>
      </w:pPr>
      <w:r>
        <w:rPr>
          <w:rtl/>
          <w:lang w:bidi="fa-IR"/>
        </w:rPr>
        <w:t>اُوتالي اخذ عبّاس واِحسين</w:t>
      </w:r>
    </w:p>
    <w:p w14:paraId="4D686CC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أخاها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C5563" w14:paraId="51EA3457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3A2281E3" w14:textId="77777777" w:rsidR="005C5563" w:rsidRDefault="005C5563" w:rsidP="005B3973">
            <w:pPr>
              <w:pStyle w:val="libPoem"/>
            </w:pPr>
            <w:r>
              <w:rPr>
                <w:rtl/>
                <w:lang w:bidi="fa-IR"/>
              </w:rPr>
              <w:t>ينايم على الغبرة تنبّه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8DDA8A5" w14:textId="77777777" w:rsidR="005C5563" w:rsidRDefault="005C556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A9BB136" w14:textId="77777777" w:rsidR="005C5563" w:rsidRDefault="005C5563" w:rsidP="005B3973">
            <w:pPr>
              <w:pStyle w:val="libPoem"/>
            </w:pPr>
            <w:r>
              <w:rPr>
                <w:rtl/>
                <w:lang w:bidi="fa-IR"/>
              </w:rPr>
              <w:t>وين الحميّة والمحبّه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563" w14:paraId="4200CC67" w14:textId="77777777" w:rsidTr="005B3973">
        <w:trPr>
          <w:trHeight w:val="350"/>
        </w:trPr>
        <w:tc>
          <w:tcPr>
            <w:tcW w:w="3920" w:type="dxa"/>
          </w:tcPr>
          <w:p w14:paraId="20E6D1A3" w14:textId="77777777" w:rsidR="005C5563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عزيزك ينادي قوم لبّه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05207F" w14:textId="77777777" w:rsidR="005C5563" w:rsidRDefault="005C556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BC9083" w14:textId="77777777" w:rsidR="005C5563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ترضى العدو بعدك يضربه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563" w14:paraId="1FBE954D" w14:textId="77777777" w:rsidTr="005B3973">
        <w:trPr>
          <w:trHeight w:val="350"/>
        </w:trPr>
        <w:tc>
          <w:tcPr>
            <w:tcW w:w="3920" w:type="dxa"/>
          </w:tcPr>
          <w:p w14:paraId="33AE6AF4" w14:textId="77777777" w:rsidR="005C5563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اُومن خيمته جاله يسحبه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49DCD2" w14:textId="77777777" w:rsidR="005C5563" w:rsidRDefault="005C556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A93763" w14:textId="77777777" w:rsidR="005C5563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اُوكل من لفى منهم يسبه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563" w14:paraId="642AEFB7" w14:textId="77777777" w:rsidTr="005B3973">
        <w:trPr>
          <w:trHeight w:val="350"/>
        </w:trPr>
        <w:tc>
          <w:tcPr>
            <w:tcW w:w="3920" w:type="dxa"/>
          </w:tcPr>
          <w:p w14:paraId="6D72779F" w14:textId="77777777" w:rsidR="005C5563" w:rsidRDefault="005C5563" w:rsidP="005B3973">
            <w:pPr>
              <w:pStyle w:val="libPoem"/>
            </w:pPr>
            <w:r>
              <w:rPr>
                <w:rtl/>
                <w:lang w:bidi="fa-IR"/>
              </w:rPr>
              <w:t>ياهو القطع راسك اُوحزّه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6407FF" w14:textId="77777777" w:rsidR="005C5563" w:rsidRDefault="005C556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939795" w14:textId="77777777" w:rsidR="005C5563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الله اُولحد ياذيك حزه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563" w14:paraId="5956E5D0" w14:textId="77777777" w:rsidTr="005B3973">
        <w:trPr>
          <w:trHeight w:val="350"/>
        </w:trPr>
        <w:tc>
          <w:tcPr>
            <w:tcW w:w="3920" w:type="dxa"/>
          </w:tcPr>
          <w:p w14:paraId="5E3B2F59" w14:textId="77777777" w:rsidR="005C5563" w:rsidRDefault="005C5563" w:rsidP="005B3973">
            <w:pPr>
              <w:pStyle w:val="libPoem"/>
            </w:pPr>
            <w:r>
              <w:rPr>
                <w:rtl/>
                <w:lang w:bidi="fa-IR"/>
              </w:rPr>
              <w:t>اهتز العرش في فرد هزه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944A71" w14:textId="77777777" w:rsidR="005C5563" w:rsidRDefault="005C556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F8941D" w14:textId="77777777" w:rsidR="005C5563" w:rsidRDefault="005C5563" w:rsidP="005B3973">
            <w:pPr>
              <w:pStyle w:val="libPoem"/>
            </w:pPr>
            <w:r>
              <w:rPr>
                <w:rtl/>
                <w:lang w:bidi="fa-IR"/>
              </w:rPr>
              <w:t>لتلومني شعري لجزه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5BB4F2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45A31" w14:paraId="44C4C98E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2DD7746A" w14:textId="77777777" w:rsidR="00045A31" w:rsidRDefault="00045A31" w:rsidP="005B3973">
            <w:pPr>
              <w:pStyle w:val="libPoem"/>
            </w:pPr>
            <w:r>
              <w:rPr>
                <w:rtl/>
                <w:lang w:bidi="fa-IR"/>
              </w:rPr>
              <w:t>سليت والمصايب ما سلني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D99CEAA" w14:textId="77777777" w:rsidR="00045A31" w:rsidRDefault="00045A3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09A2686" w14:textId="77777777" w:rsidR="00045A31" w:rsidRDefault="00045A31" w:rsidP="005B3973">
            <w:pPr>
              <w:pStyle w:val="libPoem"/>
            </w:pPr>
            <w:r>
              <w:rPr>
                <w:rtl/>
                <w:lang w:bidi="fa-IR"/>
              </w:rPr>
              <w:t>شاقول لو واحد سألني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A31" w14:paraId="393E1C7C" w14:textId="77777777" w:rsidTr="005B3973">
        <w:trPr>
          <w:trHeight w:val="350"/>
        </w:trPr>
        <w:tc>
          <w:tcPr>
            <w:tcW w:w="3920" w:type="dxa"/>
          </w:tcPr>
          <w:p w14:paraId="4C75357C" w14:textId="77777777" w:rsidR="00045A31" w:rsidRDefault="00045A31" w:rsidP="005B3973">
            <w:pPr>
              <w:pStyle w:val="libPoem"/>
            </w:pPr>
            <w:r>
              <w:rPr>
                <w:rtl/>
                <w:lang w:bidi="fa-IR"/>
              </w:rPr>
              <w:t>عزيزة واخويه اِحسين ذلني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91BB46" w14:textId="77777777" w:rsidR="00045A31" w:rsidRDefault="00045A3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CA557B" w14:textId="77777777" w:rsidR="00045A31" w:rsidRDefault="00045A31" w:rsidP="005B3973">
            <w:pPr>
              <w:pStyle w:val="libPoem"/>
            </w:pPr>
            <w:r>
              <w:rPr>
                <w:rtl/>
                <w:lang w:bidi="fa-IR"/>
              </w:rPr>
              <w:t>اُو غابت هلي بالطفِّ عنّي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A31" w14:paraId="6136BCE4" w14:textId="77777777" w:rsidTr="005B3973">
        <w:trPr>
          <w:trHeight w:val="350"/>
        </w:trPr>
        <w:tc>
          <w:tcPr>
            <w:tcW w:w="3920" w:type="dxa"/>
          </w:tcPr>
          <w:p w14:paraId="1ED7A1DB" w14:textId="77777777" w:rsidR="00045A31" w:rsidRDefault="00045A31" w:rsidP="005B3973">
            <w:pPr>
              <w:pStyle w:val="libPoem"/>
            </w:pPr>
            <w:r>
              <w:rPr>
                <w:rtl/>
                <w:lang w:bidi="fa-IR"/>
              </w:rPr>
              <w:t>واخطوب الليالي ألمني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691C1C" w14:textId="77777777" w:rsidR="00045A31" w:rsidRDefault="00045A3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86837F0" w14:textId="77777777" w:rsidR="00045A31" w:rsidRDefault="00045A31" w:rsidP="005B3973">
            <w:pPr>
              <w:pStyle w:val="libPoem"/>
            </w:pPr>
            <w:r>
              <w:rPr>
                <w:rtl/>
                <w:lang w:bidi="fa-IR"/>
              </w:rPr>
              <w:t>يخويه زجر بعدك محني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A31" w14:paraId="7B9DC106" w14:textId="77777777" w:rsidTr="005B3973">
        <w:trPr>
          <w:trHeight w:val="350"/>
        </w:trPr>
        <w:tc>
          <w:tcPr>
            <w:tcW w:w="3920" w:type="dxa"/>
          </w:tcPr>
          <w:p w14:paraId="0BF95458" w14:textId="77777777" w:rsidR="00045A31" w:rsidRDefault="00045A31" w:rsidP="005B3973">
            <w:pPr>
              <w:pStyle w:val="libPoem"/>
            </w:pPr>
            <w:r>
              <w:rPr>
                <w:rtl/>
                <w:lang w:bidi="fa-IR"/>
              </w:rPr>
              <w:t>ساعات يا خويه يسبني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255B74" w14:textId="77777777" w:rsidR="00045A31" w:rsidRDefault="00045A3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3266C7" w14:textId="77777777" w:rsidR="00045A31" w:rsidRDefault="00045A31" w:rsidP="005B3973">
            <w:pPr>
              <w:pStyle w:val="libPoem"/>
            </w:pPr>
            <w:r>
              <w:rPr>
                <w:rtl/>
                <w:lang w:bidi="fa-IR"/>
              </w:rPr>
              <w:t>اُونوب يبعد الراس عنّي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A31" w14:paraId="5A9FF25E" w14:textId="77777777" w:rsidTr="005B3973">
        <w:trPr>
          <w:trHeight w:val="350"/>
        </w:trPr>
        <w:tc>
          <w:tcPr>
            <w:tcW w:w="3920" w:type="dxa"/>
          </w:tcPr>
          <w:p w14:paraId="6E02F033" w14:textId="77777777" w:rsidR="00045A31" w:rsidRDefault="00045A31" w:rsidP="005B3973">
            <w:pPr>
              <w:pStyle w:val="libPoem"/>
            </w:pPr>
            <w:r>
              <w:rPr>
                <w:rtl/>
                <w:lang w:bidi="fa-IR"/>
              </w:rPr>
              <w:t>اُونوب يجيبه ابقرب مني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C5B976" w14:textId="77777777" w:rsidR="00045A31" w:rsidRDefault="00045A3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688AC2" w14:textId="77777777" w:rsidR="00045A31" w:rsidRDefault="00045A31" w:rsidP="005B3973">
            <w:pPr>
              <w:pStyle w:val="libPoem"/>
            </w:pPr>
            <w:r>
              <w:rPr>
                <w:rtl/>
                <w:lang w:bidi="fa-IR"/>
              </w:rPr>
              <w:t>اُو نوح اليتامى ما 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A31" w14:paraId="598CF770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521F257" w14:textId="77777777" w:rsidR="00045A31" w:rsidRDefault="00045A31" w:rsidP="005B3973">
            <w:pPr>
              <w:pStyle w:val="libPoem"/>
            </w:pPr>
            <w:r>
              <w:rPr>
                <w:rtl/>
                <w:lang w:bidi="fa-IR"/>
              </w:rPr>
              <w:t>يونون واني ما اُوني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5AC68D" w14:textId="77777777" w:rsidR="00045A31" w:rsidRDefault="00045A3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7FEBFC" w14:textId="77777777" w:rsidR="00045A31" w:rsidRDefault="00045A31" w:rsidP="005B3973">
            <w:pPr>
              <w:pStyle w:val="libPoem"/>
            </w:pPr>
            <w:r>
              <w:rPr>
                <w:rtl/>
                <w:lang w:bidi="fa-IR"/>
              </w:rPr>
              <w:t>وانكان يالوالي تودني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FFD7C2D" w14:textId="77777777" w:rsidR="00EE7C84" w:rsidRDefault="00EE7C84" w:rsidP="00045A31">
      <w:pPr>
        <w:pStyle w:val="libPoemCenter"/>
        <w:rPr>
          <w:lang w:bidi="fa-IR"/>
        </w:rPr>
      </w:pPr>
      <w:r>
        <w:rPr>
          <w:rtl/>
          <w:lang w:bidi="fa-IR"/>
        </w:rPr>
        <w:t>ويّاك وسط اللحد خذني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45A31" w14:paraId="522710D5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0A9180D3" w14:textId="77777777" w:rsidR="00045A31" w:rsidRDefault="00045A31" w:rsidP="005B3973">
            <w:pPr>
              <w:pStyle w:val="libPoem"/>
            </w:pPr>
            <w:r>
              <w:rPr>
                <w:rtl/>
                <w:lang w:bidi="fa-IR"/>
              </w:rPr>
              <w:t>لا اتلومني لو بكت عيناي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B07D428" w14:textId="77777777" w:rsidR="00045A31" w:rsidRDefault="00045A3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662AA2B" w14:textId="77777777" w:rsidR="00045A31" w:rsidRDefault="00045A31" w:rsidP="005B3973">
            <w:pPr>
              <w:pStyle w:val="libPoem"/>
            </w:pPr>
            <w:r>
              <w:rPr>
                <w:rtl/>
                <w:lang w:bidi="fa-IR"/>
              </w:rPr>
              <w:t>ابكي لضربي اُو نزعة ارداي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A31" w14:paraId="0CA6A1A4" w14:textId="77777777" w:rsidTr="005B3973">
        <w:trPr>
          <w:trHeight w:val="350"/>
        </w:trPr>
        <w:tc>
          <w:tcPr>
            <w:tcW w:w="3920" w:type="dxa"/>
          </w:tcPr>
          <w:p w14:paraId="3FBD93B8" w14:textId="77777777" w:rsidR="00045A31" w:rsidRDefault="00045A31" w:rsidP="005B3973">
            <w:pPr>
              <w:pStyle w:val="libPoem"/>
            </w:pPr>
            <w:r>
              <w:rPr>
                <w:rtl/>
                <w:lang w:bidi="fa-IR"/>
              </w:rPr>
              <w:t>وابكي على ضيعة يتاماي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D8D99A" w14:textId="77777777" w:rsidR="00045A31" w:rsidRDefault="00045A3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20C808" w14:textId="77777777" w:rsidR="00045A31" w:rsidRDefault="00045A31" w:rsidP="005B3973">
            <w:pPr>
              <w:pStyle w:val="libPoem"/>
            </w:pPr>
            <w:r>
              <w:rPr>
                <w:rtl/>
                <w:lang w:bidi="fa-IR"/>
              </w:rPr>
              <w:t>ولياي ذبحوهم على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A31" w14:paraId="4C55F047" w14:textId="77777777" w:rsidTr="005B3973">
        <w:trPr>
          <w:trHeight w:val="350"/>
        </w:trPr>
        <w:tc>
          <w:tcPr>
            <w:tcW w:w="3920" w:type="dxa"/>
          </w:tcPr>
          <w:p w14:paraId="6F93D609" w14:textId="77777777" w:rsidR="00045A31" w:rsidRDefault="00045A31" w:rsidP="005B3973">
            <w:pPr>
              <w:pStyle w:val="libPoem"/>
            </w:pPr>
            <w:r>
              <w:rPr>
                <w:rtl/>
                <w:lang w:bidi="fa-IR"/>
              </w:rPr>
              <w:t>واني اتمرمرت خويه ابدنياي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86FFB9" w14:textId="77777777" w:rsidR="00045A31" w:rsidRDefault="00045A3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0D17C6" w14:textId="77777777" w:rsidR="00045A31" w:rsidRDefault="00045A31" w:rsidP="005B3973">
            <w:pPr>
              <w:pStyle w:val="libPoem"/>
            </w:pPr>
            <w:r>
              <w:rPr>
                <w:rtl/>
                <w:lang w:bidi="fa-IR"/>
              </w:rPr>
              <w:t>فقيده اهل سبعين عداي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A31" w14:paraId="55A6D851" w14:textId="77777777" w:rsidTr="005B3973">
        <w:trPr>
          <w:trHeight w:val="350"/>
        </w:trPr>
        <w:tc>
          <w:tcPr>
            <w:tcW w:w="3920" w:type="dxa"/>
          </w:tcPr>
          <w:p w14:paraId="17EFBC9F" w14:textId="77777777" w:rsidR="00045A31" w:rsidRDefault="00045A31" w:rsidP="005B3973">
            <w:pPr>
              <w:pStyle w:val="libPoem"/>
            </w:pPr>
            <w:r>
              <w:rPr>
                <w:rtl/>
                <w:lang w:bidi="fa-IR"/>
              </w:rPr>
              <w:t>ولا لي بقي يا خوي حماي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23D7A8" w14:textId="77777777" w:rsidR="00045A31" w:rsidRDefault="00045A3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153533" w14:textId="77777777" w:rsidR="00045A31" w:rsidRDefault="00045A31" w:rsidP="005B3973">
            <w:pPr>
              <w:pStyle w:val="libPoem"/>
            </w:pPr>
            <w:r>
              <w:rPr>
                <w:rtl/>
                <w:lang w:bidi="fa-IR"/>
              </w:rPr>
              <w:t>يخويه اهدموا سوري وملفاي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A31" w14:paraId="2E73420F" w14:textId="77777777" w:rsidTr="005B3973">
        <w:trPr>
          <w:trHeight w:val="350"/>
        </w:trPr>
        <w:tc>
          <w:tcPr>
            <w:tcW w:w="3920" w:type="dxa"/>
          </w:tcPr>
          <w:p w14:paraId="7CC57FC0" w14:textId="77777777" w:rsidR="00045A31" w:rsidRDefault="00045A31" w:rsidP="005B3973">
            <w:pPr>
              <w:pStyle w:val="libPoem"/>
            </w:pPr>
            <w:r>
              <w:rPr>
                <w:rtl/>
                <w:lang w:bidi="fa-IR"/>
              </w:rPr>
              <w:t>واحريمكم هلفتت احشاي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C2F145" w14:textId="77777777" w:rsidR="00045A31" w:rsidRDefault="00045A31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AEBC1C" w14:textId="77777777" w:rsidR="00045A31" w:rsidRDefault="00045A31" w:rsidP="005B3973">
            <w:pPr>
              <w:pStyle w:val="libPoem"/>
            </w:pPr>
            <w:r>
              <w:rPr>
                <w:rtl/>
                <w:lang w:bidi="fa-IR"/>
              </w:rPr>
              <w:t>باخبرك يخويه بعد 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6BA02A8" w14:textId="77777777" w:rsidR="00EE7C84" w:rsidRDefault="00EE7C84" w:rsidP="00045A31">
      <w:pPr>
        <w:pStyle w:val="libPoemCenter"/>
        <w:rPr>
          <w:lang w:bidi="fa-IR"/>
        </w:rPr>
      </w:pPr>
      <w:r>
        <w:rPr>
          <w:rtl/>
          <w:lang w:bidi="fa-IR"/>
        </w:rPr>
        <w:t>خدوا اِرداي يابن اُمّي خدوا ارداي</w:t>
      </w:r>
    </w:p>
    <w:p w14:paraId="7904AC43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A756A" w14:paraId="19AE8D2D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43518040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أهلنا بطوا واحنا ابشده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8B1DF1C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AC8F011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اُو قلب العدو ما به مودّه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6A951E6B" w14:textId="77777777" w:rsidTr="005B3973">
        <w:trPr>
          <w:trHeight w:val="350"/>
        </w:trPr>
        <w:tc>
          <w:tcPr>
            <w:tcW w:w="3920" w:type="dxa"/>
          </w:tcPr>
          <w:p w14:paraId="586AB862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لو انه علم حيدر ابلحده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307AEB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E851C1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لطر اللحد اُوجانا ابهده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4BFF70BE" w14:textId="77777777" w:rsidTr="005B3973">
        <w:trPr>
          <w:trHeight w:val="350"/>
        </w:trPr>
        <w:tc>
          <w:tcPr>
            <w:tcW w:w="3920" w:type="dxa"/>
          </w:tcPr>
          <w:p w14:paraId="75BCEFBF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اُو ينظر عزيزة بين العدى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465C68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5402E2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اُو زينب أسيرة مالها اردا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574AD58C" w14:textId="77777777" w:rsidTr="005B3973">
        <w:trPr>
          <w:trHeight w:val="350"/>
        </w:trPr>
        <w:tc>
          <w:tcPr>
            <w:tcW w:w="3920" w:type="dxa"/>
          </w:tcPr>
          <w:p w14:paraId="2194FE4B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يحسين اخويه يا مفدى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EC51D8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0CBA10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ترضى ابذلي بين اعدا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CEF3E9D" w14:textId="77777777" w:rsidR="00EE7C84" w:rsidRDefault="00EE7C84" w:rsidP="00045A31">
      <w:pPr>
        <w:pStyle w:val="libPoemCenter"/>
        <w:rPr>
          <w:lang w:bidi="fa-IR"/>
        </w:rPr>
      </w:pPr>
      <w:r>
        <w:rPr>
          <w:rtl/>
          <w:lang w:bidi="fa-IR"/>
        </w:rPr>
        <w:t>وادخولي المجلس بلا اردا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A756A" w14:paraId="2924B1A3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3141F650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ينايم عسى النومة هنيّه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A93167B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7D2481A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سالم عسى من كُل اَذيّه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6C4C040A" w14:textId="77777777" w:rsidTr="005B3973">
        <w:trPr>
          <w:trHeight w:val="350"/>
        </w:trPr>
        <w:tc>
          <w:tcPr>
            <w:tcW w:w="3920" w:type="dxa"/>
          </w:tcPr>
          <w:p w14:paraId="7FBF89C9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توعى اُودير الطرف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15E079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5176EB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سيبتني بين الرعيّه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5BFB345D" w14:textId="77777777" w:rsidTr="005B3973">
        <w:trPr>
          <w:trHeight w:val="350"/>
        </w:trPr>
        <w:tc>
          <w:tcPr>
            <w:tcW w:w="3920" w:type="dxa"/>
          </w:tcPr>
          <w:p w14:paraId="3B43D856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حرمة اُو غريبة واجنبيّه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CF39E1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EC3007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ولا شوف من يلتفت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4449512F" w14:textId="77777777" w:rsidTr="005B3973">
        <w:trPr>
          <w:trHeight w:val="350"/>
        </w:trPr>
        <w:tc>
          <w:tcPr>
            <w:tcW w:w="3920" w:type="dxa"/>
          </w:tcPr>
          <w:p w14:paraId="4F14B9FD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يحسين شطت بي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2FEF75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023F75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ولالي من الشامات 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0C9D900D" w14:textId="77777777" w:rsidTr="005B3973">
        <w:trPr>
          <w:trHeight w:val="350"/>
        </w:trPr>
        <w:tc>
          <w:tcPr>
            <w:tcW w:w="3920" w:type="dxa"/>
          </w:tcPr>
          <w:p w14:paraId="4BBC3E48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الله يفرسان الضريّه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AE3191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B04040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عليكم تمر بيّه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4A9F21BF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3ABEA10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ولا حد يمر منهم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3F2926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1A7FA2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متدرون أنا باكبر أذيّه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4C99AF0C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5DE898E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لحتّى لو اني أجنبيّه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4FFF60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904EA33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لتأخذكم الغيرة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1F10ACBB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EDD3767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خافوا من الله يا اُميّة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A32E4E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A342F8A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تسمون زينب خارجيّه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01C46570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DBF557A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ينايم على الغبرا توعى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3F1778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740A84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اُوعاين خواتك كيف تنعى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13428968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6743A59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اُو زين العباد ايهل دمعه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3EF5F2C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22E89C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اُو شمر الخنا بالسوط ايوجعه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57D3D677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A9E215C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يا طارشي انهض ابسرعه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72CAAC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D5F2E4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بوصيك واجوابي تسمعه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6F56F8DB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4D77190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إنصى بني هاشم ابسرعه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2C9575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6E4B99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قلهم جرت بالطفِّ وقعه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6C0704EA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695E650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اِحسين انذبح والآل صرعى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B17588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F6E6F5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والحرم فوق اجمال تنهى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45482E3" w14:textId="77777777" w:rsidR="00EE7C84" w:rsidRDefault="00EE7C84" w:rsidP="00045A31">
      <w:pPr>
        <w:pStyle w:val="libPoemCenter"/>
        <w:rPr>
          <w:lang w:bidi="fa-IR"/>
        </w:rPr>
      </w:pPr>
      <w:r>
        <w:rPr>
          <w:rtl/>
          <w:lang w:bidi="fa-IR"/>
        </w:rPr>
        <w:t>واِحسينكم ماليه رجعه</w:t>
      </w:r>
    </w:p>
    <w:p w14:paraId="192E1E4D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أخاها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A756A" w14:paraId="4DC0D5E6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194D2FAA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أنا اكلّمك ما توتعي 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12A4F5F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F33B559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اِقعد اُوجاوب يا حبيبي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2AB28D2D" w14:textId="77777777" w:rsidTr="005B3973">
        <w:trPr>
          <w:trHeight w:val="350"/>
        </w:trPr>
        <w:tc>
          <w:tcPr>
            <w:tcW w:w="3920" w:type="dxa"/>
          </w:tcPr>
          <w:p w14:paraId="79DAA5BA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وامصيبتك فتت اقليبي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14D438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1E47BA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على امصيبتك شقّيت جيبي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707B1597" w14:textId="77777777" w:rsidTr="005B3973">
        <w:trPr>
          <w:trHeight w:val="350"/>
        </w:trPr>
        <w:tc>
          <w:tcPr>
            <w:tcW w:w="3920" w:type="dxa"/>
          </w:tcPr>
          <w:p w14:paraId="1EDED2B0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يحسين ما تسمع نحيبي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456D85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878160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يخويه انقطع منّك نصيبي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384512B2" w14:textId="77777777" w:rsidTr="005B3973">
        <w:trPr>
          <w:trHeight w:val="350"/>
        </w:trPr>
        <w:tc>
          <w:tcPr>
            <w:tcW w:w="3920" w:type="dxa"/>
          </w:tcPr>
          <w:p w14:paraId="3CF83A44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يخويه بناتك مرمرنّي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9E018A6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1E58E5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ظمايا اُو تريد الماي منّي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61E6B9F0" w14:textId="77777777" w:rsidTr="005B3973">
        <w:trPr>
          <w:trHeight w:val="350"/>
        </w:trPr>
        <w:tc>
          <w:tcPr>
            <w:tcW w:w="3920" w:type="dxa"/>
          </w:tcPr>
          <w:p w14:paraId="4CEB17C5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وانه اتمرمرت من صغر سنّي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FBC9FD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80DE8D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صار البكا والنوح فني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B78098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77132622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وهذه نبذة من أحوال الزهراء (</w:t>
      </w:r>
      <w:r w:rsidR="00204F6E" w:rsidRPr="00204F6E">
        <w:rPr>
          <w:rStyle w:val="libAlaemChar"/>
          <w:rtl/>
        </w:rPr>
        <w:t>عليها‌السلام</w:t>
      </w:r>
      <w:r>
        <w:rPr>
          <w:rtl/>
          <w:lang w:bidi="fa-IR"/>
        </w:rPr>
        <w:t>) وبكائها على ابنها حين رأته في كربلاء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A756A" w14:paraId="1C01B02F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34AAE44F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يا ليتني لكن ربيت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B056B37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9EEDF84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ولا في ليالي السود ناغيت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1D596585" w14:textId="77777777" w:rsidTr="005B3973">
        <w:trPr>
          <w:trHeight w:val="350"/>
        </w:trPr>
        <w:tc>
          <w:tcPr>
            <w:tcW w:w="3920" w:type="dxa"/>
          </w:tcPr>
          <w:p w14:paraId="07D0BDC4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مظنّيت تبقى بالثرى ميت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0CAEA4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94AA62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بامصيبتك يا بني اندهيت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48267191" w14:textId="77777777" w:rsidTr="005B3973">
        <w:trPr>
          <w:trHeight w:val="350"/>
        </w:trPr>
        <w:tc>
          <w:tcPr>
            <w:tcW w:w="3920" w:type="dxa"/>
          </w:tcPr>
          <w:p w14:paraId="099852CC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لطمت الوجه يا بني اُو نعيت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AD076B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026D44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حنّيت لمصابك اُوأنّيت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0D7B9D23" w14:textId="77777777" w:rsidTr="005B3973">
        <w:trPr>
          <w:trHeight w:val="350"/>
        </w:trPr>
        <w:tc>
          <w:tcPr>
            <w:tcW w:w="3920" w:type="dxa"/>
          </w:tcPr>
          <w:p w14:paraId="05DF936F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لو ان النواعي ترجع الميت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27AEF0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6F0E12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ليلي اُو نهاري انكان حنّيت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253E0310" w14:textId="77777777" w:rsidTr="005B3973">
        <w:trPr>
          <w:trHeight w:val="350"/>
        </w:trPr>
        <w:tc>
          <w:tcPr>
            <w:tcW w:w="3920" w:type="dxa"/>
          </w:tcPr>
          <w:p w14:paraId="5A47FDF6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دريت ابمصابك قبل اربيك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E6B3B1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88414D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لنك تموت اُولا احتظي بيك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431FE5BB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708395A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اشبيدي على دهر غدر بيك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8D28E7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6725BF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يا حيف خانت بك أعاديك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9BD0C81" w14:textId="77777777" w:rsidR="00EE7C84" w:rsidRDefault="00EE7C84" w:rsidP="008A756A">
      <w:pPr>
        <w:pStyle w:val="libPoemCenter"/>
        <w:rPr>
          <w:lang w:bidi="fa-IR"/>
        </w:rPr>
      </w:pPr>
      <w:r>
        <w:rPr>
          <w:rtl/>
          <w:lang w:bidi="fa-IR"/>
        </w:rPr>
        <w:t>مذبوح والسافي سفى اعليك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A756A" w14:paraId="675EB650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249574FA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لو أن حاضرة يحسين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4B55292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B2D63EA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لضمك ابصدري والزم احشاك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26403679" w14:textId="77777777" w:rsidTr="005B3973">
        <w:trPr>
          <w:trHeight w:val="350"/>
        </w:trPr>
        <w:tc>
          <w:tcPr>
            <w:tcW w:w="3920" w:type="dxa"/>
          </w:tcPr>
          <w:p w14:paraId="3784FEA5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واجلس حبيبي في معزاك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29C2C8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222708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وانعى اُو تساعدني يتاماك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7FE15D5B" w14:textId="77777777" w:rsidTr="005B3973">
        <w:trPr>
          <w:trHeight w:val="350"/>
        </w:trPr>
        <w:tc>
          <w:tcPr>
            <w:tcW w:w="3920" w:type="dxa"/>
          </w:tcPr>
          <w:p w14:paraId="08768E43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يا حيف خانت بك رعاياك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3C4CB3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5736E2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يليت الذبح جاني ولا جاك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0491C348" w14:textId="77777777" w:rsidTr="005B3973">
        <w:trPr>
          <w:trHeight w:val="350"/>
        </w:trPr>
        <w:tc>
          <w:tcPr>
            <w:tcW w:w="3920" w:type="dxa"/>
          </w:tcPr>
          <w:p w14:paraId="03C76393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حنّت اُو تهمل مدمع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343A717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6DE909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ربّيتكم يا قرّة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082F20FB" w14:textId="77777777" w:rsidTr="005B3973">
        <w:trPr>
          <w:trHeight w:val="350"/>
        </w:trPr>
        <w:tc>
          <w:tcPr>
            <w:tcW w:w="3920" w:type="dxa"/>
          </w:tcPr>
          <w:p w14:paraId="66FD5FCB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اُوكل ساع أعودكم ابياسين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150E942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113BC7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مظنيت يا بني يا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310EEF0" w14:textId="77777777" w:rsidR="00EE7C84" w:rsidRDefault="00EE7C84" w:rsidP="008A756A">
      <w:pPr>
        <w:pStyle w:val="libPoemCenter"/>
        <w:rPr>
          <w:lang w:bidi="fa-IR"/>
        </w:rPr>
      </w:pPr>
      <w:r>
        <w:rPr>
          <w:rtl/>
          <w:lang w:bidi="fa-IR"/>
        </w:rPr>
        <w:t>تغدي فريسة للمجحدين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A756A" w14:paraId="2B296E2F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0BAB380B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ربّيتكم يا بني ابعزّه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291C315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CF5C23C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ما بين أبوك اُو بين حمزه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282ED12D" w14:textId="77777777" w:rsidTr="005B3973">
        <w:trPr>
          <w:trHeight w:val="350"/>
        </w:trPr>
        <w:tc>
          <w:tcPr>
            <w:tcW w:w="3920" w:type="dxa"/>
          </w:tcPr>
          <w:p w14:paraId="6F74DA9C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اشبيدي اُو شمر نحرك يحزّه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F39532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AF8930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الله اُو لَحد يا ذيك حزّه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68430217" w14:textId="77777777" w:rsidTr="005B3973">
        <w:trPr>
          <w:trHeight w:val="350"/>
        </w:trPr>
        <w:tc>
          <w:tcPr>
            <w:tcW w:w="3920" w:type="dxa"/>
          </w:tcPr>
          <w:p w14:paraId="271B83EA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اِهتز العرش في فرد هزّه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A0764E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E7876B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اُو فزّت خواتك فرد فزّه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DB40D9C" w14:textId="77777777" w:rsidR="00EE7C84" w:rsidRDefault="00EE7C84" w:rsidP="008A756A">
      <w:pPr>
        <w:pStyle w:val="libPoemCenter"/>
        <w:rPr>
          <w:lang w:bidi="fa-IR"/>
        </w:rPr>
      </w:pPr>
      <w:r>
        <w:rPr>
          <w:rtl/>
          <w:lang w:bidi="fa-IR"/>
        </w:rPr>
        <w:t>شافوا الشمر نحرك يحزه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A756A" w14:paraId="2C852EF1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2F7B1109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ربيت لك يا بني ابحجري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F494762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9444E85" w14:textId="77777777" w:rsidR="008A756A" w:rsidRDefault="008A756A" w:rsidP="005B3973">
            <w:pPr>
              <w:pStyle w:val="libPoem"/>
            </w:pPr>
            <w:r>
              <w:rPr>
                <w:rtl/>
                <w:lang w:bidi="fa-IR"/>
              </w:rPr>
              <w:t>واسقيت لك من لبن صدري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C66993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A756A" w14:paraId="5768CB14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571169CA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على امصيبتك لدموع تجري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2143FCD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DE07802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ويش حيلتي والراس مبري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A439CE6" w14:textId="77777777" w:rsidR="00EE7C84" w:rsidRDefault="00EE7C84" w:rsidP="008A756A">
      <w:pPr>
        <w:pStyle w:val="libPoemCenter"/>
        <w:rPr>
          <w:lang w:bidi="fa-IR"/>
        </w:rPr>
      </w:pPr>
      <w:r>
        <w:rPr>
          <w:rtl/>
          <w:lang w:bidi="fa-IR"/>
        </w:rPr>
        <w:t>اُودمك على التربان يجري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A756A" w14:paraId="54CC315B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3EE70D34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ذخرتك أنه ليّام شيبي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0F26213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DA9591B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يحسين يا بني يا حبيبي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0880A878" w14:textId="77777777" w:rsidTr="005B3973">
        <w:trPr>
          <w:trHeight w:val="350"/>
        </w:trPr>
        <w:tc>
          <w:tcPr>
            <w:tcW w:w="3920" w:type="dxa"/>
          </w:tcPr>
          <w:p w14:paraId="388E5404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يا بني انقطع منّك نصيبي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39DCC4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D737B4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على امصيبتك شقّيت جيبي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ACBC049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تندب الهاشميّين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A756A" w14:paraId="71D47CC7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059C8F4F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يهل الشجاعة والفراسه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232748E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4AE67E4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واهل العلم واهل الدراسه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50CDC9A3" w14:textId="77777777" w:rsidTr="005B3973">
        <w:trPr>
          <w:trHeight w:val="350"/>
        </w:trPr>
        <w:tc>
          <w:tcPr>
            <w:tcW w:w="3920" w:type="dxa"/>
          </w:tcPr>
          <w:p w14:paraId="7FC3CE28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ترى اِحسين فوق الرمح راسه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C8DC14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AFB55E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اُوخولي اُوزجر بالخيل داسه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354C77A7" w14:textId="77777777" w:rsidTr="005B3973">
        <w:trPr>
          <w:trHeight w:val="350"/>
        </w:trPr>
        <w:tc>
          <w:tcPr>
            <w:tcW w:w="3920" w:type="dxa"/>
          </w:tcPr>
          <w:p w14:paraId="01BD610A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ياهل الشيم واهل الحميّه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40628C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116B42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واهل الاباءة الهاشميّه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39F7254E" w14:textId="77777777" w:rsidTr="005B3973">
        <w:trPr>
          <w:trHeight w:val="350"/>
        </w:trPr>
        <w:tc>
          <w:tcPr>
            <w:tcW w:w="3920" w:type="dxa"/>
          </w:tcPr>
          <w:p w14:paraId="51970FBE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ترى اِحسين في الرمضا رميّه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43D034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972F1C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مداس لخيل الأعوجيّه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37358025" w14:textId="77777777" w:rsidTr="005B3973">
        <w:trPr>
          <w:trHeight w:val="350"/>
        </w:trPr>
        <w:tc>
          <w:tcPr>
            <w:tcW w:w="3920" w:type="dxa"/>
          </w:tcPr>
          <w:p w14:paraId="595EFCE6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اُوراسه ابعالي السمهريّه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18DC0C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BE7FB1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اُوذيك الحريم الهاشميّه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A81D2ED" w14:textId="77777777" w:rsidR="00EE7C84" w:rsidRDefault="00EE7C84" w:rsidP="008A756A">
      <w:pPr>
        <w:pStyle w:val="libPoemCenter"/>
        <w:rPr>
          <w:lang w:bidi="fa-IR"/>
        </w:rPr>
      </w:pPr>
      <w:r>
        <w:rPr>
          <w:rtl/>
          <w:lang w:bidi="fa-IR"/>
        </w:rPr>
        <w:t>إلى ايزيد ودّوهم هديّه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A756A" w14:paraId="3CB264B1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01858C84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مدري بني هاشم اشعدهم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B6C6330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8263455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ما ظنتي ينسوا ولدهم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53B3306E" w14:textId="77777777" w:rsidTr="005B3973">
        <w:trPr>
          <w:trHeight w:val="350"/>
        </w:trPr>
        <w:tc>
          <w:tcPr>
            <w:tcW w:w="3920" w:type="dxa"/>
          </w:tcPr>
          <w:p w14:paraId="22CD9C8A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يا راكب الحرة اقصدهم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FB237D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8D4594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على ابيوتهم اُوقف انشدهم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2C6999C9" w14:textId="77777777" w:rsidTr="005B3973">
        <w:trPr>
          <w:trHeight w:val="350"/>
        </w:trPr>
        <w:tc>
          <w:tcPr>
            <w:tcW w:w="3920" w:type="dxa"/>
          </w:tcPr>
          <w:p w14:paraId="1C55DAEF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ما طالهم ذبحة ولدهم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BCB6AD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B8D8FF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حطّوا جناييز لو بعدهم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1660C6F2" w14:textId="77777777" w:rsidTr="005B3973">
        <w:trPr>
          <w:trHeight w:val="350"/>
        </w:trPr>
        <w:tc>
          <w:tcPr>
            <w:tcW w:w="3920" w:type="dxa"/>
          </w:tcPr>
          <w:p w14:paraId="6A3D8444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يا راكب الناقة اُو جايز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081325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D3689B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بمسيرها تطوي المقاوز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756A" w14:paraId="31ED3E4C" w14:textId="77777777" w:rsidTr="005B3973">
        <w:trPr>
          <w:trHeight w:val="350"/>
        </w:trPr>
        <w:tc>
          <w:tcPr>
            <w:tcW w:w="3920" w:type="dxa"/>
          </w:tcPr>
          <w:p w14:paraId="19BCF414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انصي على راعي المعاجز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EC65A8" w14:textId="77777777" w:rsidR="008A756A" w:rsidRDefault="008A756A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048EF7" w14:textId="77777777" w:rsidR="008A756A" w:rsidRDefault="007E6CCA" w:rsidP="005B3973">
            <w:pPr>
              <w:pStyle w:val="libPoem"/>
            </w:pPr>
            <w:r>
              <w:rPr>
                <w:rtl/>
                <w:lang w:bidi="fa-IR"/>
              </w:rPr>
              <w:t>قله يمن للشرق حايز</w:t>
            </w:r>
            <w:r w:rsidR="008A756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57BC129" w14:textId="77777777" w:rsidR="00EE7C84" w:rsidRDefault="00EE7C84" w:rsidP="008A756A">
      <w:pPr>
        <w:pStyle w:val="libPoemCenter"/>
        <w:rPr>
          <w:lang w:bidi="fa-IR"/>
        </w:rPr>
      </w:pPr>
      <w:r>
        <w:rPr>
          <w:rtl/>
          <w:lang w:bidi="fa-IR"/>
        </w:rPr>
        <w:t>ترى اِحسين واصحابه جنايز</w:t>
      </w:r>
    </w:p>
    <w:p w14:paraId="27AE3865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ترسل لأبيها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444D4" w14:paraId="311989ED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61B64B8A" w14:textId="77777777" w:rsidR="001444D4" w:rsidRDefault="007E6CCA" w:rsidP="005B3973">
            <w:pPr>
              <w:pStyle w:val="libPoem"/>
            </w:pPr>
            <w:r>
              <w:rPr>
                <w:rtl/>
                <w:lang w:bidi="fa-IR"/>
              </w:rPr>
              <w:t>يا راكب الناقة تحفها</w:t>
            </w:r>
            <w:r w:rsidR="001444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97CC699" w14:textId="77777777" w:rsidR="001444D4" w:rsidRDefault="001444D4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2DBB0C7" w14:textId="77777777" w:rsidR="001444D4" w:rsidRDefault="007E6CCA" w:rsidP="005B3973">
            <w:pPr>
              <w:pStyle w:val="libPoem"/>
            </w:pPr>
            <w:r>
              <w:rPr>
                <w:rtl/>
                <w:lang w:bidi="fa-IR"/>
              </w:rPr>
              <w:t>في سيرها تشبه طهفها</w:t>
            </w:r>
            <w:r w:rsidR="001444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4D4" w14:paraId="7EA205C9" w14:textId="77777777" w:rsidTr="005B3973">
        <w:trPr>
          <w:trHeight w:val="350"/>
        </w:trPr>
        <w:tc>
          <w:tcPr>
            <w:tcW w:w="3920" w:type="dxa"/>
          </w:tcPr>
          <w:p w14:paraId="3BCD1573" w14:textId="77777777" w:rsidR="001444D4" w:rsidRDefault="007E6CCA" w:rsidP="005B3973">
            <w:pPr>
              <w:pStyle w:val="libPoem"/>
            </w:pPr>
            <w:r>
              <w:rPr>
                <w:rtl/>
                <w:lang w:bidi="fa-IR"/>
              </w:rPr>
              <w:t>اتمايل على الكوفة اُو نجفها</w:t>
            </w:r>
            <w:r w:rsidR="001444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BCBA23" w14:textId="77777777" w:rsidR="001444D4" w:rsidRDefault="001444D4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3DB6FD" w14:textId="77777777" w:rsidR="001444D4" w:rsidRDefault="007E6CCA" w:rsidP="005B3973">
            <w:pPr>
              <w:pStyle w:val="libPoem"/>
            </w:pPr>
            <w:r>
              <w:rPr>
                <w:rtl/>
                <w:lang w:bidi="fa-IR"/>
              </w:rPr>
              <w:t>علامات لك واني اصفها</w:t>
            </w:r>
            <w:r w:rsidR="001444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4D4" w14:paraId="1ECCEED4" w14:textId="77777777" w:rsidTr="005B3973">
        <w:trPr>
          <w:trHeight w:val="350"/>
        </w:trPr>
        <w:tc>
          <w:tcPr>
            <w:tcW w:w="3920" w:type="dxa"/>
          </w:tcPr>
          <w:p w14:paraId="28C4F638" w14:textId="77777777" w:rsidR="001444D4" w:rsidRDefault="007E6CCA" w:rsidP="005B3973">
            <w:pPr>
              <w:pStyle w:val="libPoem"/>
            </w:pPr>
            <w:r>
              <w:rPr>
                <w:rtl/>
                <w:lang w:bidi="fa-IR"/>
              </w:rPr>
              <w:t>أفلاك واَملاك تحفها</w:t>
            </w:r>
            <w:r w:rsidR="001444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26821C" w14:textId="77777777" w:rsidR="001444D4" w:rsidRDefault="001444D4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B5A35C1" w14:textId="77777777" w:rsidR="001444D4" w:rsidRDefault="007E6CCA" w:rsidP="005B3973">
            <w:pPr>
              <w:pStyle w:val="libPoem"/>
            </w:pPr>
            <w:r>
              <w:rPr>
                <w:rtl/>
                <w:lang w:bidi="fa-IR"/>
              </w:rPr>
              <w:t>قله اُو عبراتك ادرفها</w:t>
            </w:r>
            <w:r w:rsidR="001444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4D4" w14:paraId="25B44316" w14:textId="77777777" w:rsidTr="005B3973">
        <w:trPr>
          <w:trHeight w:val="350"/>
        </w:trPr>
        <w:tc>
          <w:tcPr>
            <w:tcW w:w="3920" w:type="dxa"/>
          </w:tcPr>
          <w:p w14:paraId="36F2F9F5" w14:textId="77777777" w:rsidR="001444D4" w:rsidRDefault="007E6CCA" w:rsidP="005B3973">
            <w:pPr>
              <w:pStyle w:val="libPoem"/>
            </w:pPr>
            <w:r>
              <w:rPr>
                <w:rtl/>
                <w:lang w:bidi="fa-IR"/>
              </w:rPr>
              <w:t>حيدر يمن حايز شرفها</w:t>
            </w:r>
            <w:r w:rsidR="001444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6BF5A9" w14:textId="77777777" w:rsidR="001444D4" w:rsidRDefault="001444D4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BC1D14" w14:textId="77777777" w:rsidR="001444D4" w:rsidRDefault="007E6CCA" w:rsidP="005B3973">
            <w:pPr>
              <w:pStyle w:val="libPoem"/>
            </w:pPr>
            <w:r>
              <w:rPr>
                <w:rtl/>
                <w:lang w:bidi="fa-IR"/>
              </w:rPr>
              <w:t>ترب القبر عنّك انسفها</w:t>
            </w:r>
            <w:r w:rsidR="001444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4D4" w14:paraId="1CD4F8FB" w14:textId="77777777" w:rsidTr="005B3973">
        <w:trPr>
          <w:trHeight w:val="350"/>
        </w:trPr>
        <w:tc>
          <w:tcPr>
            <w:tcW w:w="3920" w:type="dxa"/>
          </w:tcPr>
          <w:p w14:paraId="0F7E6D06" w14:textId="77777777" w:rsidR="001444D4" w:rsidRDefault="007E6CCA" w:rsidP="005B3973">
            <w:pPr>
              <w:pStyle w:val="libPoem"/>
            </w:pPr>
            <w:r>
              <w:rPr>
                <w:rtl/>
                <w:lang w:bidi="fa-IR"/>
              </w:rPr>
              <w:t>ترى اِحسين ما اتغسل ابطفها</w:t>
            </w:r>
            <w:r w:rsidR="001444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294458" w14:textId="77777777" w:rsidR="001444D4" w:rsidRDefault="001444D4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2F8A2F" w14:textId="77777777" w:rsidR="001444D4" w:rsidRDefault="007E6CCA" w:rsidP="005B3973">
            <w:pPr>
              <w:pStyle w:val="libPoem"/>
            </w:pPr>
            <w:r>
              <w:rPr>
                <w:rtl/>
                <w:lang w:bidi="fa-IR"/>
              </w:rPr>
              <w:t>اُوذيك الذي تستر سجفها</w:t>
            </w:r>
            <w:r w:rsidR="001444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4D4" w14:paraId="4AA6C609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160771F" w14:textId="77777777" w:rsidR="001444D4" w:rsidRDefault="007E6CCA" w:rsidP="005B3973">
            <w:pPr>
              <w:pStyle w:val="libPoem"/>
            </w:pPr>
            <w:r>
              <w:rPr>
                <w:rtl/>
                <w:lang w:bidi="fa-IR"/>
              </w:rPr>
              <w:t>لوانك تراها ما تعرفها</w:t>
            </w:r>
            <w:r w:rsidR="001444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C6B41B" w14:textId="77777777" w:rsidR="001444D4" w:rsidRDefault="001444D4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F85376" w14:textId="77777777" w:rsidR="001444D4" w:rsidRDefault="007E6CCA" w:rsidP="005B3973">
            <w:pPr>
              <w:pStyle w:val="libPoem"/>
            </w:pPr>
            <w:r>
              <w:rPr>
                <w:rtl/>
                <w:lang w:bidi="fa-IR"/>
              </w:rPr>
              <w:t>سترها عن العدوان كفها</w:t>
            </w:r>
            <w:r w:rsidR="001444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44D4" w14:paraId="2379284D" w14:textId="77777777" w:rsidTr="005B397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B081DE2" w14:textId="77777777" w:rsidR="001444D4" w:rsidRDefault="007E6CCA" w:rsidP="005B3973">
            <w:pPr>
              <w:pStyle w:val="libPoem"/>
            </w:pPr>
            <w:r>
              <w:rPr>
                <w:rtl/>
                <w:lang w:bidi="fa-IR"/>
              </w:rPr>
              <w:t>يراكب ذلولك وين منواك</w:t>
            </w:r>
            <w:r w:rsidR="001444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6F6669" w14:textId="77777777" w:rsidR="001444D4" w:rsidRDefault="001444D4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B86EA3" w14:textId="77777777" w:rsidR="001444D4" w:rsidRDefault="007E6CCA" w:rsidP="005B3973">
            <w:pPr>
              <w:pStyle w:val="libPoem"/>
            </w:pPr>
            <w:r>
              <w:rPr>
                <w:rtl/>
                <w:lang w:bidi="fa-IR"/>
              </w:rPr>
              <w:t>لرض النجف عجل ابمسراك</w:t>
            </w:r>
            <w:r w:rsidR="001444D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A0BE314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4016F" w14:paraId="24E1B5F8" w14:textId="77777777" w:rsidTr="0074016F">
        <w:trPr>
          <w:trHeight w:val="350"/>
        </w:trPr>
        <w:tc>
          <w:tcPr>
            <w:tcW w:w="3964" w:type="dxa"/>
            <w:shd w:val="clear" w:color="auto" w:fill="auto"/>
          </w:tcPr>
          <w:p w14:paraId="35137B4D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إذا جيت عند امدير لفلاك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476E12F6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64DA46F9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نوّخ ذلولك وانصب اعزاك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111575DD" w14:textId="77777777" w:rsidTr="0074016F">
        <w:trPr>
          <w:trHeight w:val="350"/>
        </w:trPr>
        <w:tc>
          <w:tcPr>
            <w:tcW w:w="3964" w:type="dxa"/>
          </w:tcPr>
          <w:p w14:paraId="020EBA13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اُوبث الشكاية اُوزيّد ابكاك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A050940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E40A561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والى من قعد اُو بالعجل جاك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75FB1197" w14:textId="77777777" w:rsidTr="0074016F">
        <w:trPr>
          <w:trHeight w:val="350"/>
        </w:trPr>
        <w:tc>
          <w:tcPr>
            <w:tcW w:w="3964" w:type="dxa"/>
          </w:tcPr>
          <w:p w14:paraId="7F575EBF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قلّه علي يمدير لفلاك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5DABFD2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3FDADA3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جبريل نال الفوز بارضاك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440327CD" w14:textId="77777777" w:rsidTr="0074016F">
        <w:trPr>
          <w:trHeight w:val="350"/>
        </w:trPr>
        <w:tc>
          <w:tcPr>
            <w:tcW w:w="3964" w:type="dxa"/>
          </w:tcPr>
          <w:p w14:paraId="3BDEC3B8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في وين غايب عن يتاماك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C07390A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C24349C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زينب سبوها اُوهي ابرجواك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7B3B8E9A" w14:textId="77777777" w:rsidTr="0074016F">
        <w:trPr>
          <w:trHeight w:val="350"/>
        </w:trPr>
        <w:tc>
          <w:tcPr>
            <w:tcW w:w="3964" w:type="dxa"/>
          </w:tcPr>
          <w:p w14:paraId="481AC94D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يتاماك يا حيدر يتاماك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6A9630B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B496F31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هذا الحكي وانته على اهواك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549FE2B4" w14:textId="77777777" w:rsidTr="00740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6DAA80D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يامن له الافلاك دارت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D6DC92B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7CB7DA4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اُورد الشمس بعد أن توارت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534DB1D8" w14:textId="77777777" w:rsidTr="00740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4C90369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واعقول هالعالم احتارت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E949BD2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62ACED6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اخبرك ترى بالطفِّ صارت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70E1A0DA" w14:textId="77777777" w:rsidTr="00740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6AC9DF5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وقعة اُونار الحرب ثارت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734AED4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B23A0EF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واكفوف مثل الورق طارت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48DFB996" w14:textId="77777777" w:rsidTr="00740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AE4B599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اُو زينب ترى بنتك احتارت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3175F5C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2B22FC7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بليا ستر للشام سارت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5FA7C626" w14:textId="77777777" w:rsidTr="00740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9DF9698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مامن صديق اليوم ينشام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1A11CAA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CD55843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ياخذ رسالة اُو يرخي لزمام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11FE3BC5" w14:textId="77777777" w:rsidTr="00740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2698868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ينصي علي زرّاق لرخام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5A2C722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0BE5CE3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ايقلّه يمن جاره ما ينظام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5BB124CA" w14:textId="77777777" w:rsidTr="00740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147BD18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اُويالْلي على افراش النّبي نام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82E3B55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0A6D7CA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اُوعن كعبة الله كسّر اَصنام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1E612AB4" w14:textId="77777777" w:rsidTr="00740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5DD535E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ترى اِحسين مات اُو خلّف ايتام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6D40BE7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FD94CBA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اُو زينب أسيرة راحت الشام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0EA8C019" w14:textId="77777777" w:rsidTr="00740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0AFF889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اتنادي اُو دمع العين سجام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9DE5BA3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26E5B12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لا ينام داحي الباب لا ينام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5647BAE6" w14:textId="77777777" w:rsidTr="00740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ADE2A9D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يلفي لنا اِبرايات واعلام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815B755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426F9BE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اُو يلحق قبل ما ندخل الشام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19C6DA5D" w14:textId="77777777" w:rsidTr="00740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8D9F155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والله خجالة دخلتي الشام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C0C134E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64D97D6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نمشي ورى والروس قدّام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13D28AB4" w14:textId="77777777" w:rsidTr="00740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CB3F1BB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وين الذي عنده موده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E4D8BDF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FFBA415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ويحب إلى ابن اُمّي اُو يوده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6C118D7E" w14:textId="77777777" w:rsidTr="00740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F1FE366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ينصي علي في وسط لحده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56388E2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6873538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وبصوت ثلاثة أصوات عنده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2A73064F" w14:textId="77777777" w:rsidTr="00740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86E070B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يقله يحاضر كُلّ شدّه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0111CF8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B912632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ابنك ترى مطروح بعده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017CDF6F" w14:textId="77777777" w:rsidTr="00740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9C5DCBE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مذبوح ما جيته تلحده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6B228E8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BD83BDA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اُو زينب أسيرة بين لعدا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5E190AB8" w14:textId="77777777" w:rsidTr="00740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E945282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في حالةٍ صعبة اُوشدّه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B2E0D03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0B5EB85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أهلنا بطوا واني بلا ردا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1667AF0B" w14:textId="77777777" w:rsidTr="00740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1BD1C4A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اُو قلب العدو مابه مودّه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EF2E546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7529695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لو المرتضى يدري اِبولده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6BEAFA4B" w14:textId="77777777" w:rsidTr="00740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2B2F577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لطر اللحد اُوجاهم ابهدّه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67FA01C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92E2FC2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اُو يامر ابتغسيله اُويلحده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016F" w14:paraId="24B662FF" w14:textId="77777777" w:rsidTr="00740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09100C4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يبو قبة الحمرا يبو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5D719DF" w14:textId="77777777" w:rsidR="0074016F" w:rsidRDefault="0074016F" w:rsidP="005B397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8086277" w14:textId="77777777" w:rsidR="0074016F" w:rsidRDefault="0074016F" w:rsidP="005B3973">
            <w:pPr>
              <w:pStyle w:val="libPoem"/>
            </w:pPr>
            <w:r>
              <w:rPr>
                <w:rtl/>
                <w:lang w:bidi="fa-IR"/>
              </w:rPr>
              <w:t>نخيناك يا قاتل العمرين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4009C78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B3973" w14:paraId="4E39405F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267F542E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يوم الحرب ما جيت لحسين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DCD1F1B" w14:textId="77777777" w:rsidR="005B3973" w:rsidRDefault="005B397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12F4A11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تجينا اُو تخلّص هالنساوين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3973" w14:paraId="477BE653" w14:textId="77777777" w:rsidTr="005B3973">
        <w:trPr>
          <w:trHeight w:val="350"/>
        </w:trPr>
        <w:tc>
          <w:tcPr>
            <w:tcW w:w="3920" w:type="dxa"/>
          </w:tcPr>
          <w:p w14:paraId="05676052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عرايا على اظهور البعارين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E6DB2A" w14:textId="77777777" w:rsidR="005B3973" w:rsidRDefault="005B397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72CEFF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ننخاك حيدر وانته في وين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3973" w14:paraId="4537BF6F" w14:textId="77777777" w:rsidTr="005B3973">
        <w:trPr>
          <w:trHeight w:val="350"/>
        </w:trPr>
        <w:tc>
          <w:tcPr>
            <w:tcW w:w="3920" w:type="dxa"/>
          </w:tcPr>
          <w:p w14:paraId="773FE83F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كنّك ما تدري بابنك اِحسين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BDC0E1" w14:textId="77777777" w:rsidR="005B3973" w:rsidRDefault="005B397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9D6BA7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مطروح ما بين الملاعين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3973" w14:paraId="6B841E76" w14:textId="77777777" w:rsidTr="005B3973">
        <w:trPr>
          <w:trHeight w:val="350"/>
        </w:trPr>
        <w:tc>
          <w:tcPr>
            <w:tcW w:w="3920" w:type="dxa"/>
          </w:tcPr>
          <w:p w14:paraId="06B7D008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مقطوع راسه ويا ليدين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4B47A0D" w14:textId="77777777" w:rsidR="005B3973" w:rsidRDefault="005B397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BB38F0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اُو زينب أسيرة مالها امعين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3973" w14:paraId="27CB6947" w14:textId="77777777" w:rsidTr="005B3973">
        <w:trPr>
          <w:trHeight w:val="350"/>
        </w:trPr>
        <w:tc>
          <w:tcPr>
            <w:tcW w:w="3920" w:type="dxa"/>
          </w:tcPr>
          <w:p w14:paraId="46917573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بليا ستر يا مظهر الدين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539BDC" w14:textId="77777777" w:rsidR="005B3973" w:rsidRDefault="005B397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8F3405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سترها عن العدوان ليدين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1928AE1" w14:textId="77777777" w:rsidR="00EE7C84" w:rsidRDefault="00EE7C84" w:rsidP="005B3973">
      <w:pPr>
        <w:pStyle w:val="libPoemCenter"/>
        <w:rPr>
          <w:lang w:bidi="fa-IR"/>
        </w:rPr>
      </w:pPr>
      <w:r>
        <w:rPr>
          <w:rtl/>
          <w:lang w:bidi="fa-IR"/>
        </w:rPr>
        <w:t>ماجور يا بو اِحسين باِحسين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B3973" w14:paraId="488F92FC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2DE6BB85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وين الذي يتصي لطيبه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7B4B8BC" w14:textId="77777777" w:rsidR="005B3973" w:rsidRDefault="005B397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B1FA87D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يخبر محمّد بالمصيبه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3973" w14:paraId="61C52E65" w14:textId="77777777" w:rsidTr="005B3973">
        <w:trPr>
          <w:trHeight w:val="350"/>
        </w:trPr>
        <w:tc>
          <w:tcPr>
            <w:tcW w:w="3920" w:type="dxa"/>
          </w:tcPr>
          <w:p w14:paraId="4706A3A4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اِيقله ترى ذبحوا حبيبه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C0991A" w14:textId="77777777" w:rsidR="005B3973" w:rsidRDefault="005B397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BE6212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فوق الثرى مخضوب شيبه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3973" w14:paraId="1E93AF60" w14:textId="77777777" w:rsidTr="005B3973">
        <w:trPr>
          <w:trHeight w:val="350"/>
        </w:trPr>
        <w:tc>
          <w:tcPr>
            <w:tcW w:w="3920" w:type="dxa"/>
          </w:tcPr>
          <w:p w14:paraId="6491BB12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اُو زينب ترى ذيك النجيبه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5C28E56" w14:textId="77777777" w:rsidR="005B3973" w:rsidRDefault="005B397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DB4931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راحت على الهزّل سليبه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3973" w14:paraId="08F6CBCD" w14:textId="77777777" w:rsidTr="005B3973">
        <w:trPr>
          <w:trHeight w:val="350"/>
        </w:trPr>
        <w:tc>
          <w:tcPr>
            <w:tcW w:w="3920" w:type="dxa"/>
          </w:tcPr>
          <w:p w14:paraId="22BBAFCC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باركوبها أكبر عجيبه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53E840" w14:textId="77777777" w:rsidR="005B3973" w:rsidRDefault="005B397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018922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امصيبة ولا امثلها مصيبه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EF520E8" w14:textId="77777777" w:rsidR="00EE7C84" w:rsidRDefault="00EE7C84" w:rsidP="005B3973">
      <w:pPr>
        <w:pStyle w:val="libPoemCenter"/>
        <w:rPr>
          <w:lang w:bidi="fa-IR"/>
        </w:rPr>
      </w:pPr>
      <w:r>
        <w:rPr>
          <w:rtl/>
          <w:lang w:bidi="fa-IR"/>
        </w:rPr>
        <w:t>حتّى الطفل والله تشيبه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5B3973" w14:paraId="127368A4" w14:textId="77777777" w:rsidTr="005B3973">
        <w:trPr>
          <w:trHeight w:val="350"/>
        </w:trPr>
        <w:tc>
          <w:tcPr>
            <w:tcW w:w="3920" w:type="dxa"/>
            <w:shd w:val="clear" w:color="auto" w:fill="auto"/>
          </w:tcPr>
          <w:p w14:paraId="1CFC4F48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ياللي تجد السير دوبه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67A3F52" w14:textId="77777777" w:rsidR="005B3973" w:rsidRDefault="005B397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ADBEF2C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حثها كفاك الله اكروبه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3973" w14:paraId="409ED68B" w14:textId="77777777" w:rsidTr="005B3973">
        <w:trPr>
          <w:trHeight w:val="350"/>
        </w:trPr>
        <w:tc>
          <w:tcPr>
            <w:tcW w:w="3920" w:type="dxa"/>
          </w:tcPr>
          <w:p w14:paraId="70822694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تكسب بعد أجر اُو مثوبه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C0EF526" w14:textId="77777777" w:rsidR="005B3973" w:rsidRDefault="005B397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DF9688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انكان العزي اندلي ادروبه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3973" w14:paraId="141375D1" w14:textId="77777777" w:rsidTr="005B3973">
        <w:trPr>
          <w:trHeight w:val="350"/>
        </w:trPr>
        <w:tc>
          <w:tcPr>
            <w:tcW w:w="3920" w:type="dxa"/>
          </w:tcPr>
          <w:p w14:paraId="28996525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أقصد إلى حيدر ابنوبه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C9FD55" w14:textId="77777777" w:rsidR="005B3973" w:rsidRDefault="005B397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0864E5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قلّه اُو عبراتك سكوبه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3973" w14:paraId="5213C1EB" w14:textId="77777777" w:rsidTr="005B3973">
        <w:trPr>
          <w:trHeight w:val="350"/>
        </w:trPr>
        <w:tc>
          <w:tcPr>
            <w:tcW w:w="3920" w:type="dxa"/>
          </w:tcPr>
          <w:p w14:paraId="499B977C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يا ناصر أحمد في احروبه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0F519A" w14:textId="77777777" w:rsidR="005B3973" w:rsidRDefault="005B397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3BA6DD0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صوبه يبو الحملات صوبه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3973" w14:paraId="788F26E4" w14:textId="77777777" w:rsidTr="005B3973">
        <w:trPr>
          <w:trHeight w:val="350"/>
        </w:trPr>
        <w:tc>
          <w:tcPr>
            <w:tcW w:w="3920" w:type="dxa"/>
          </w:tcPr>
          <w:p w14:paraId="5B0329DD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عرتك المذلة فرد نوبه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69E6CB" w14:textId="77777777" w:rsidR="005B3973" w:rsidRDefault="005B3973" w:rsidP="005B397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C7B59D" w14:textId="77777777" w:rsidR="005B3973" w:rsidRDefault="00365DA2" w:rsidP="005B3973">
            <w:pPr>
              <w:pStyle w:val="libPoem"/>
            </w:pPr>
            <w:r>
              <w:rPr>
                <w:rtl/>
                <w:lang w:bidi="fa-IR"/>
              </w:rPr>
              <w:t>زينب على ظهر الحدوبه</w:t>
            </w:r>
            <w:r w:rsidR="005B397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6D3F762" w14:textId="77777777" w:rsidR="00EE7C84" w:rsidRDefault="00EE7C84" w:rsidP="005B3973">
      <w:pPr>
        <w:pStyle w:val="libPoemCenter"/>
        <w:rPr>
          <w:lang w:bidi="fa-IR"/>
        </w:rPr>
      </w:pPr>
      <w:r>
        <w:rPr>
          <w:rtl/>
          <w:lang w:bidi="fa-IR"/>
        </w:rPr>
        <w:t>بليّا ستر ياهي اعجوبه</w:t>
      </w:r>
    </w:p>
    <w:p w14:paraId="2CC63C80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أخاها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65DA2" w14:paraId="13C278FE" w14:textId="77777777" w:rsidTr="00B25543">
        <w:trPr>
          <w:trHeight w:val="350"/>
        </w:trPr>
        <w:tc>
          <w:tcPr>
            <w:tcW w:w="3920" w:type="dxa"/>
            <w:shd w:val="clear" w:color="auto" w:fill="auto"/>
          </w:tcPr>
          <w:p w14:paraId="4C0BC26E" w14:textId="77777777" w:rsidR="00365DA2" w:rsidRDefault="00365DA2" w:rsidP="00B25543">
            <w:pPr>
              <w:pStyle w:val="libPoem"/>
            </w:pPr>
            <w:r>
              <w:rPr>
                <w:rtl/>
                <w:lang w:bidi="fa-IR"/>
              </w:rPr>
              <w:t>بخبرك بعد الأهل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A2EDE2F" w14:textId="77777777" w:rsidR="00365DA2" w:rsidRDefault="00365DA2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30EA450" w14:textId="77777777" w:rsidR="00365DA2" w:rsidRDefault="00365DA2" w:rsidP="00B25543">
            <w:pPr>
              <w:pStyle w:val="libPoem"/>
            </w:pPr>
            <w:r>
              <w:rPr>
                <w:rtl/>
                <w:lang w:bidi="fa-IR"/>
              </w:rPr>
              <w:t>مشينا بلا والي اُو بلا 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DA2" w14:paraId="54DAFFDC" w14:textId="77777777" w:rsidTr="00B25543">
        <w:trPr>
          <w:trHeight w:val="350"/>
        </w:trPr>
        <w:tc>
          <w:tcPr>
            <w:tcW w:w="3920" w:type="dxa"/>
          </w:tcPr>
          <w:p w14:paraId="26A8595A" w14:textId="77777777" w:rsidR="00365DA2" w:rsidRDefault="00365DA2" w:rsidP="00B25543">
            <w:pPr>
              <w:pStyle w:val="libPoem"/>
            </w:pPr>
            <w:r>
              <w:rPr>
                <w:rtl/>
                <w:lang w:bidi="fa-IR"/>
              </w:rPr>
              <w:t>لطفال خويه والنساوين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78AA90" w14:textId="77777777" w:rsidR="00365DA2" w:rsidRDefault="00365DA2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341A1F" w14:textId="77777777" w:rsidR="00365DA2" w:rsidRDefault="00365DA2" w:rsidP="00B25543">
            <w:pPr>
              <w:pStyle w:val="libPoem"/>
            </w:pPr>
            <w:r>
              <w:rPr>
                <w:rtl/>
                <w:lang w:bidi="fa-IR"/>
              </w:rPr>
              <w:t>عرايا على اظهور البعارين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DA2" w14:paraId="3820165C" w14:textId="77777777" w:rsidTr="00B25543">
        <w:trPr>
          <w:trHeight w:val="350"/>
        </w:trPr>
        <w:tc>
          <w:tcPr>
            <w:tcW w:w="3920" w:type="dxa"/>
          </w:tcPr>
          <w:p w14:paraId="70968AA3" w14:textId="77777777" w:rsidR="00365DA2" w:rsidRDefault="00365DA2" w:rsidP="00B25543">
            <w:pPr>
              <w:pStyle w:val="libPoem"/>
            </w:pPr>
            <w:r>
              <w:rPr>
                <w:rtl/>
                <w:lang w:bidi="fa-IR"/>
              </w:rPr>
              <w:t>نلقى ولي بعدك لنا امنين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5188BF" w14:textId="77777777" w:rsidR="00365DA2" w:rsidRDefault="00365DA2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F7F935" w14:textId="77777777" w:rsidR="00365DA2" w:rsidRDefault="00365DA2" w:rsidP="00B25543">
            <w:pPr>
              <w:pStyle w:val="libPoem"/>
            </w:pPr>
            <w:r>
              <w:rPr>
                <w:rtl/>
                <w:lang w:bidi="fa-IR"/>
              </w:rPr>
              <w:t>في داعة الله يا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DA2" w14:paraId="4F7DB1C3" w14:textId="77777777" w:rsidTr="00B25543">
        <w:trPr>
          <w:trHeight w:val="350"/>
        </w:trPr>
        <w:tc>
          <w:tcPr>
            <w:tcW w:w="3920" w:type="dxa"/>
          </w:tcPr>
          <w:p w14:paraId="4206926D" w14:textId="77777777" w:rsidR="00365DA2" w:rsidRDefault="00365DA2" w:rsidP="00B25543">
            <w:pPr>
              <w:pStyle w:val="libPoem"/>
            </w:pPr>
            <w:r>
              <w:rPr>
                <w:rtl/>
                <w:lang w:bidi="fa-IR"/>
              </w:rPr>
              <w:t>أدوّر خليصاً غيره امنين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2C329F" w14:textId="77777777" w:rsidR="00365DA2" w:rsidRDefault="00365DA2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9EBB20" w14:textId="77777777" w:rsidR="00365DA2" w:rsidRDefault="00365DA2" w:rsidP="00B25543">
            <w:pPr>
              <w:pStyle w:val="libPoem"/>
            </w:pPr>
            <w:r>
              <w:rPr>
                <w:rtl/>
                <w:lang w:bidi="fa-IR"/>
              </w:rPr>
              <w:t>على اِحسين وا حزني على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DA2" w14:paraId="1E9F5634" w14:textId="77777777" w:rsidTr="00B25543">
        <w:trPr>
          <w:trHeight w:val="350"/>
        </w:trPr>
        <w:tc>
          <w:tcPr>
            <w:tcW w:w="3920" w:type="dxa"/>
          </w:tcPr>
          <w:p w14:paraId="24195857" w14:textId="77777777" w:rsidR="00365DA2" w:rsidRDefault="00365DA2" w:rsidP="00B25543">
            <w:pPr>
              <w:pStyle w:val="libPoem"/>
            </w:pPr>
            <w:r>
              <w:rPr>
                <w:rtl/>
                <w:lang w:bidi="fa-IR"/>
              </w:rPr>
              <w:t>اُخويه التعب قلبي افراقه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5EB48E" w14:textId="77777777" w:rsidR="00365DA2" w:rsidRDefault="00365DA2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419934" w14:textId="77777777" w:rsidR="00365DA2" w:rsidRDefault="00365DA2" w:rsidP="00B25543">
            <w:pPr>
              <w:pStyle w:val="libPoem"/>
            </w:pPr>
            <w:r>
              <w:rPr>
                <w:rtl/>
                <w:lang w:bidi="fa-IR"/>
              </w:rPr>
              <w:t>على امفارقه ما ليّة طاقه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DA2" w14:paraId="2778ADCA" w14:textId="77777777" w:rsidTr="00B2554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1BADB89" w14:textId="77777777" w:rsidR="00365DA2" w:rsidRDefault="00365DA2" w:rsidP="00B25543">
            <w:pPr>
              <w:pStyle w:val="libPoem"/>
            </w:pPr>
            <w:r>
              <w:rPr>
                <w:rtl/>
                <w:lang w:bidi="fa-IR"/>
              </w:rPr>
              <w:t>وابنك يخويه المرض عاقه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84FE05" w14:textId="77777777" w:rsidR="00365DA2" w:rsidRDefault="00365DA2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11EB33" w14:textId="77777777" w:rsidR="00365DA2" w:rsidRDefault="00365DA2" w:rsidP="00B25543">
            <w:pPr>
              <w:pStyle w:val="libPoem"/>
            </w:pPr>
            <w:r>
              <w:rPr>
                <w:rtl/>
                <w:lang w:bidi="fa-IR"/>
              </w:rPr>
              <w:t>والهضم ويّا الذل ظاقه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DA2" w14:paraId="5412B169" w14:textId="77777777" w:rsidTr="00B2554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BAFE2F1" w14:textId="77777777" w:rsidR="00365DA2" w:rsidRDefault="00365DA2" w:rsidP="00B25543">
            <w:pPr>
              <w:pStyle w:val="libPoem"/>
            </w:pPr>
            <w:r>
              <w:rPr>
                <w:rtl/>
                <w:lang w:bidi="fa-IR"/>
              </w:rPr>
              <w:t>اِمقيد يخويه فوق ناقه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A2249D" w14:textId="77777777" w:rsidR="00365DA2" w:rsidRDefault="00365DA2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86349CB" w14:textId="77777777" w:rsidR="00365DA2" w:rsidRDefault="00365DA2" w:rsidP="00B25543">
            <w:pPr>
              <w:pStyle w:val="libPoem"/>
            </w:pPr>
            <w:r>
              <w:rPr>
                <w:rtl/>
                <w:lang w:bidi="fa-IR"/>
              </w:rPr>
              <w:t>وامن الحبل مجروح ساقه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C2CD99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25543" w14:paraId="2F8A4333" w14:textId="77777777" w:rsidTr="00B25543">
        <w:trPr>
          <w:trHeight w:val="350"/>
        </w:trPr>
        <w:tc>
          <w:tcPr>
            <w:tcW w:w="3920" w:type="dxa"/>
            <w:shd w:val="clear" w:color="auto" w:fill="auto"/>
          </w:tcPr>
          <w:p w14:paraId="0FA55F63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مشينا يبعد الأهل عنّك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6491C79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DD6410C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وانريد اخويه انودّعنّك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591EB055" w14:textId="77777777" w:rsidTr="00B25543">
        <w:trPr>
          <w:trHeight w:val="350"/>
        </w:trPr>
        <w:tc>
          <w:tcPr>
            <w:tcW w:w="3920" w:type="dxa"/>
          </w:tcPr>
          <w:p w14:paraId="6640CD32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غصب علينا انشيل عنّك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0CF6EA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696399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ولا حد لفاك ايغسلنك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066D0F81" w14:textId="77777777" w:rsidTr="00B25543">
        <w:trPr>
          <w:trHeight w:val="350"/>
        </w:trPr>
        <w:tc>
          <w:tcPr>
            <w:tcW w:w="3920" w:type="dxa"/>
          </w:tcPr>
          <w:p w14:paraId="095F9F39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ولا واحد ابلحدك يدفننك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6C083A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F846D97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اتوزعى اُوخلِّ النوم عنّك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0F86C95" w14:textId="77777777" w:rsidR="00EE7C84" w:rsidRDefault="00EE7C84" w:rsidP="00B25543">
      <w:pPr>
        <w:pStyle w:val="libPoemCenter"/>
        <w:rPr>
          <w:lang w:bidi="fa-IR"/>
        </w:rPr>
      </w:pPr>
      <w:r>
        <w:rPr>
          <w:rtl/>
          <w:lang w:bidi="fa-IR"/>
        </w:rPr>
        <w:t>خواتك مشن للشام عنّك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25543" w14:paraId="296B4609" w14:textId="77777777" w:rsidTr="00B25543">
        <w:trPr>
          <w:trHeight w:val="350"/>
        </w:trPr>
        <w:tc>
          <w:tcPr>
            <w:tcW w:w="3920" w:type="dxa"/>
            <w:shd w:val="clear" w:color="auto" w:fill="auto"/>
          </w:tcPr>
          <w:p w14:paraId="756A43C0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عنك يبعد الأهل شلنا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8B622BA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E5EE45B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حريم بلا والي رحلنا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7D23E80A" w14:textId="77777777" w:rsidTr="00B25543">
        <w:trPr>
          <w:trHeight w:val="350"/>
        </w:trPr>
        <w:tc>
          <w:tcPr>
            <w:tcW w:w="3920" w:type="dxa"/>
          </w:tcPr>
          <w:p w14:paraId="136A8BFB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وابنك علي السجّاد معنا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88E54F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D212B2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على اخدودنا يجري دمعنا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175037B1" w14:textId="77777777" w:rsidTr="00B25543">
        <w:trPr>
          <w:trHeight w:val="350"/>
        </w:trPr>
        <w:tc>
          <w:tcPr>
            <w:tcW w:w="3920" w:type="dxa"/>
          </w:tcPr>
          <w:p w14:paraId="6589BC5E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يحسين خويه لو شفتنا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0C6259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25E85E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والضرب يا خويه وجعنا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0AF851A6" w14:textId="77777777" w:rsidTr="00B25543">
        <w:trPr>
          <w:trHeight w:val="350"/>
        </w:trPr>
        <w:tc>
          <w:tcPr>
            <w:tcW w:w="3920" w:type="dxa"/>
          </w:tcPr>
          <w:p w14:paraId="7B753719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رحنا إلى الشامات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CFA3F4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D1BACE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بليا ولي واحنا 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47A8DDFE" w14:textId="77777777" w:rsidTr="00B25543">
        <w:trPr>
          <w:trHeight w:val="350"/>
        </w:trPr>
        <w:tc>
          <w:tcPr>
            <w:tcW w:w="3920" w:type="dxa"/>
          </w:tcPr>
          <w:p w14:paraId="7360F47D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عرايا على اظهور البعارين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905F89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ADFBFC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بعد الولي نلقى ولي امنين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26E4B43D" w14:textId="77777777" w:rsidTr="00B2554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459453F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وانته امجدل يا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C251E9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CD312F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اُولنصار من حولك 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5458C92D" w14:textId="77777777" w:rsidTr="00B2554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EE34BAC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في داعة الله يا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DAD236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BF3B75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عنّك يبعد اهلي مشينا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7D95EC51" w14:textId="77777777" w:rsidTr="00B2554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D2A9CBC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فوق المطايا ما خذينا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CBCCE3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7FEC38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قوة اُو غصب امركّبينا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68DC1E90" w14:textId="77777777" w:rsidTr="00B2554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B97E6AB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عرايا اُو نتستر بدينا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792915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29C0F3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حتّى المقانع ما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4824B672" w14:textId="77777777" w:rsidTr="00B2554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F8D76EB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للشام يا خويه خذونا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17F1D5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A557C4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بحبال اُو سلاسل قيّدونا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2C698A00" w14:textId="77777777" w:rsidTr="00B2554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3780EC0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مثل الخدم خويه خذونا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DAC5B2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DF37B9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اُو ليزيد حسرى سيّرونا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5C3AAC91" w14:textId="77777777" w:rsidTr="00B2554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7DFFB03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ولا راقبوا جدنا وبونا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AD9A34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0176E3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يخويه العدى بعدك سبونا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1FB292A" w14:textId="77777777" w:rsidR="00EE7C84" w:rsidRDefault="00EE7C84" w:rsidP="00B25543">
      <w:pPr>
        <w:pStyle w:val="libPoemCenter"/>
        <w:rPr>
          <w:lang w:bidi="fa-IR"/>
        </w:rPr>
      </w:pPr>
      <w:r>
        <w:rPr>
          <w:rtl/>
          <w:lang w:bidi="fa-IR"/>
        </w:rPr>
        <w:t>من خدر عزنا فرهدونا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25543" w14:paraId="4926AEDD" w14:textId="77777777" w:rsidTr="00B25543">
        <w:trPr>
          <w:trHeight w:val="350"/>
        </w:trPr>
        <w:tc>
          <w:tcPr>
            <w:tcW w:w="3920" w:type="dxa"/>
            <w:shd w:val="clear" w:color="auto" w:fill="auto"/>
          </w:tcPr>
          <w:p w14:paraId="2B671F14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مشينا حرم واَطفال ويتام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E200E8B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EDAC0E4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هدايا على الأقتاب للشام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5C2C9AAA" w14:textId="77777777" w:rsidTr="00B25543">
        <w:trPr>
          <w:trHeight w:val="350"/>
        </w:trPr>
        <w:tc>
          <w:tcPr>
            <w:tcW w:w="3920" w:type="dxa"/>
          </w:tcPr>
          <w:p w14:paraId="6C0F2B6D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وامن المصايب نلطم الهام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01D7F4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C68015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دمعنا على الخدّين سجّام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1F9BAB05" w14:textId="77777777" w:rsidTr="00B25543">
        <w:trPr>
          <w:trHeight w:val="350"/>
        </w:trPr>
        <w:tc>
          <w:tcPr>
            <w:tcW w:w="3920" w:type="dxa"/>
          </w:tcPr>
          <w:p w14:paraId="36366179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وانته يخويه فوق لرغام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462025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4C0655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اُوراسك ابراس الرمح قدّام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6C256159" w14:textId="77777777" w:rsidTr="00B25543">
        <w:trPr>
          <w:trHeight w:val="350"/>
        </w:trPr>
        <w:tc>
          <w:tcPr>
            <w:tcW w:w="3920" w:type="dxa"/>
          </w:tcPr>
          <w:p w14:paraId="31FCA4E0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متمرمرة باطفال وايتام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4DF8D8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505DA4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اُوكلنا نسا والقوم ظ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32C62140" w14:textId="77777777" w:rsidTr="00B25543">
        <w:trPr>
          <w:trHeight w:val="350"/>
        </w:trPr>
        <w:tc>
          <w:tcPr>
            <w:tcW w:w="3920" w:type="dxa"/>
          </w:tcPr>
          <w:p w14:paraId="71148E70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وانته رميّة فوق لرمال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A94950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6E47D2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اُوراسك يخويه ابراس عسّال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02F8A2F0" w14:textId="77777777" w:rsidTr="00B2554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5F6658B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واحنا عرايا فوق لجمال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A288C6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65D065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كلنا حريم ابغير 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6417C581" w14:textId="77777777" w:rsidTr="00B2554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78F886A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راح الذي للثقل حمّال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870F8F6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0BFDE4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بلا ارجال ظلّينا بلا ارجال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F00D01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5D3CB1BD" w14:textId="77777777" w:rsidR="00EE7C84" w:rsidRDefault="00EE7C84" w:rsidP="00B25543">
      <w:pPr>
        <w:pStyle w:val="libPoemCenter"/>
        <w:rPr>
          <w:lang w:bidi="fa-IR"/>
        </w:rPr>
      </w:pPr>
      <w:r>
        <w:rPr>
          <w:rtl/>
          <w:lang w:bidi="fa-IR"/>
        </w:rPr>
        <w:t>هوت خيمتي واعمودها مال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25543" w14:paraId="70F52B5B" w14:textId="77777777" w:rsidTr="00B25543">
        <w:trPr>
          <w:trHeight w:val="350"/>
        </w:trPr>
        <w:tc>
          <w:tcPr>
            <w:tcW w:w="3920" w:type="dxa"/>
            <w:shd w:val="clear" w:color="auto" w:fill="auto"/>
          </w:tcPr>
          <w:p w14:paraId="7C7B8B54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من النوم بسك يا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A9D1665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770E459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اقعد اُودير الطرف 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2168D27F" w14:textId="77777777" w:rsidTr="00B25543">
        <w:trPr>
          <w:trHeight w:val="350"/>
        </w:trPr>
        <w:tc>
          <w:tcPr>
            <w:tcW w:w="3920" w:type="dxa"/>
          </w:tcPr>
          <w:p w14:paraId="088D3A06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وانهض اُوردنا للمدينه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F7A450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676A61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قلها يزينب يا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3BD1BC84" w14:textId="77777777" w:rsidTr="00B25543">
        <w:trPr>
          <w:trHeight w:val="350"/>
        </w:trPr>
        <w:tc>
          <w:tcPr>
            <w:tcW w:w="3920" w:type="dxa"/>
          </w:tcPr>
          <w:p w14:paraId="4D602203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احنا قضينا اللي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0598B0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BFA2B4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واكفالتك بنتي اسكينه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6B932815" w14:textId="77777777" w:rsidTr="00B25543">
        <w:trPr>
          <w:trHeight w:val="350"/>
        </w:trPr>
        <w:tc>
          <w:tcPr>
            <w:tcW w:w="3920" w:type="dxa"/>
          </w:tcPr>
          <w:p w14:paraId="7839E7CB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لوسايلتكم بوي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7E60C3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530928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اسمي لها لا تذكرينه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775A4D8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الحادي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25543" w14:paraId="155F4885" w14:textId="77777777" w:rsidTr="00B25543">
        <w:trPr>
          <w:trHeight w:val="350"/>
        </w:trPr>
        <w:tc>
          <w:tcPr>
            <w:tcW w:w="3920" w:type="dxa"/>
            <w:shd w:val="clear" w:color="auto" w:fill="auto"/>
          </w:tcPr>
          <w:p w14:paraId="4741A5A5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على هون يا حادي على هون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C7C871B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057DA52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بالهون ياللي اتسوق لضعون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0349C492" w14:textId="77777777" w:rsidTr="00B25543">
        <w:trPr>
          <w:trHeight w:val="350"/>
        </w:trPr>
        <w:tc>
          <w:tcPr>
            <w:tcW w:w="3920" w:type="dxa"/>
          </w:tcPr>
          <w:p w14:paraId="036DC9CC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شفيتوا غلايلكم ولضغون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E3426B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77DC43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هليتام منهم ويش تردون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6F29D85A" w14:textId="77777777" w:rsidTr="00B25543">
        <w:trPr>
          <w:trHeight w:val="350"/>
        </w:trPr>
        <w:tc>
          <w:tcPr>
            <w:tcW w:w="3920" w:type="dxa"/>
          </w:tcPr>
          <w:p w14:paraId="4006BA6E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يتامى اُو حالتهم يونون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D2AD9F0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F7C412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على النوق مثل النوق يبكون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280B6EC0" w14:textId="77777777" w:rsidTr="00B25543">
        <w:trPr>
          <w:trHeight w:val="350"/>
        </w:trPr>
        <w:tc>
          <w:tcPr>
            <w:tcW w:w="3920" w:type="dxa"/>
          </w:tcPr>
          <w:p w14:paraId="335DF187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راح الذي للحمل شيال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079332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A6C61F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بعد المعزه في اذل 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1CA0590B" w14:textId="77777777" w:rsidTr="00B25543">
        <w:trPr>
          <w:trHeight w:val="350"/>
        </w:trPr>
        <w:tc>
          <w:tcPr>
            <w:tcW w:w="3920" w:type="dxa"/>
          </w:tcPr>
          <w:p w14:paraId="59A48D45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الله يقلبي اشكثر حمال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CC81E3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9F9191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عبّاس اشوفه فوق ميال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709A6187" w14:textId="77777777" w:rsidTr="00B2554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E84CE17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واحنا حرم نمشي بلا ارجال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E3330D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2A6CBD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عرايا بلا ساتر ولا اظلال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D9C7432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تندب إخوتها (</w:t>
      </w:r>
      <w:r w:rsidR="00B01AF7" w:rsidRPr="00B01AF7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) : 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25543" w14:paraId="2C791F4D" w14:textId="77777777" w:rsidTr="00B25543">
        <w:trPr>
          <w:trHeight w:val="350"/>
        </w:trPr>
        <w:tc>
          <w:tcPr>
            <w:tcW w:w="3964" w:type="dxa"/>
            <w:shd w:val="clear" w:color="auto" w:fill="auto"/>
          </w:tcPr>
          <w:p w14:paraId="2622A19E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يا نايمين ابحر لشموس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199F0331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044A2BA6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صرعى على الرمضا بلا روس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745A800A" w14:textId="77777777" w:rsidTr="00B25543">
        <w:trPr>
          <w:trHeight w:val="350"/>
        </w:trPr>
        <w:tc>
          <w:tcPr>
            <w:tcW w:w="3964" w:type="dxa"/>
          </w:tcPr>
          <w:p w14:paraId="3DB295F4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على اجسادهم خيل العدا اتدوس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72F8856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58E04C9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وابن الحسن عرسه بلنحوس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26D7E48E" w14:textId="77777777" w:rsidTr="00B25543">
        <w:trPr>
          <w:trHeight w:val="350"/>
        </w:trPr>
        <w:tc>
          <w:tcPr>
            <w:tcW w:w="3964" w:type="dxa"/>
          </w:tcPr>
          <w:p w14:paraId="4EEEE47C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وايدوس باذياله الدرع دوس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DC055C5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6A72F8D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لَحد يبو سكنة يمحروس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364E2757" w14:textId="77777777" w:rsidTr="00B25543">
        <w:trPr>
          <w:trHeight w:val="350"/>
        </w:trPr>
        <w:tc>
          <w:tcPr>
            <w:tcW w:w="3964" w:type="dxa"/>
          </w:tcPr>
          <w:p w14:paraId="4367D522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زين لعباد اِبقيد محبوس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1684003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76C7195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واحنا حريم امكشّفه الروس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45747269" w14:textId="77777777" w:rsidTr="00B25543">
        <w:trPr>
          <w:trHeight w:val="350"/>
        </w:trPr>
        <w:tc>
          <w:tcPr>
            <w:tcW w:w="3964" w:type="dxa"/>
          </w:tcPr>
          <w:p w14:paraId="6F47FB26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يا نائمين اعلى الشرايع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77ACE5A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D4B1BBF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كُلّ من بطبراته ينازع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F560215" w14:textId="77777777" w:rsidR="00EE7C84" w:rsidRDefault="00EE7C84" w:rsidP="00B25543">
      <w:pPr>
        <w:pStyle w:val="libPoemCenter"/>
        <w:rPr>
          <w:lang w:bidi="fa-IR"/>
        </w:rPr>
      </w:pPr>
      <w:r>
        <w:rPr>
          <w:rtl/>
          <w:lang w:bidi="fa-IR"/>
        </w:rPr>
        <w:t>ترى اُخيولكم راحت قرايع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25543" w14:paraId="26A03DC4" w14:textId="77777777" w:rsidTr="00B25543">
        <w:trPr>
          <w:trHeight w:val="350"/>
        </w:trPr>
        <w:tc>
          <w:tcPr>
            <w:tcW w:w="3920" w:type="dxa"/>
            <w:shd w:val="clear" w:color="auto" w:fill="auto"/>
          </w:tcPr>
          <w:p w14:paraId="419AB499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راسي امكشّف بيش استره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70F2AAB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BE4E133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اُو قلبي انكسر يا هو يجبره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5FE5641E" w14:textId="77777777" w:rsidTr="00B25543">
        <w:trPr>
          <w:trHeight w:val="350"/>
        </w:trPr>
        <w:tc>
          <w:tcPr>
            <w:tcW w:w="3920" w:type="dxa"/>
          </w:tcPr>
          <w:p w14:paraId="6C6E52AE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يروحي لوسدك المقبره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66CC2E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B3DB01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عيشة بليا اِحسين كشره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E3EB9EC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أجابها أخوها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25543" w14:paraId="024044BA" w14:textId="77777777" w:rsidTr="00B25543">
        <w:trPr>
          <w:trHeight w:val="350"/>
        </w:trPr>
        <w:tc>
          <w:tcPr>
            <w:tcW w:w="3920" w:type="dxa"/>
            <w:shd w:val="clear" w:color="auto" w:fill="auto"/>
          </w:tcPr>
          <w:p w14:paraId="476F8992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ردّي إلى الخيمة ابيتاماي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CFD832D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49E26B8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وانكان حصلتي اشوي 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543" w14:paraId="5F63D462" w14:textId="77777777" w:rsidTr="00B25543">
        <w:trPr>
          <w:trHeight w:val="350"/>
        </w:trPr>
        <w:tc>
          <w:tcPr>
            <w:tcW w:w="3920" w:type="dxa"/>
          </w:tcPr>
          <w:p w14:paraId="76994BEA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تعالي يزينب بللي اِحشاي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0240A0" w14:textId="77777777" w:rsidR="00B25543" w:rsidRDefault="00B25543" w:rsidP="00B2554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762B31" w14:textId="77777777" w:rsidR="00B25543" w:rsidRDefault="00B25543" w:rsidP="00B25543">
            <w:pPr>
              <w:pStyle w:val="libPoem"/>
            </w:pPr>
            <w:r>
              <w:rPr>
                <w:rtl/>
                <w:lang w:bidi="fa-IR"/>
              </w:rPr>
              <w:t>نادت اُودمع العين همّاي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3D7AEC9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746B3" w14:paraId="116D9E3C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5459202C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يحسين يا بن اُمّي بعداي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A3418F0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BADB10A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خذوا رداي يا بن اُمّي خذو ارداي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03575BE6" w14:textId="77777777" w:rsidTr="0042765C">
        <w:trPr>
          <w:trHeight w:val="350"/>
        </w:trPr>
        <w:tc>
          <w:tcPr>
            <w:tcW w:w="3920" w:type="dxa"/>
          </w:tcPr>
          <w:p w14:paraId="355C0FDB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تردي اليتامى لا خيمها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7D916E8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508DA9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اُو جيبي لي اسكينة بشمها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779CD0E8" w14:textId="77777777" w:rsidTr="0042765C">
        <w:trPr>
          <w:trHeight w:val="350"/>
        </w:trPr>
        <w:tc>
          <w:tcPr>
            <w:tcW w:w="3920" w:type="dxa"/>
          </w:tcPr>
          <w:p w14:paraId="496D2F51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توقع على صدري اُو بلمها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BD0911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11DEC9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عقبي تودّيها لعمها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6075947" w14:textId="77777777" w:rsidR="00EE7C84" w:rsidRDefault="00EE7C84" w:rsidP="00A746B3">
      <w:pPr>
        <w:pStyle w:val="libPoemCenter"/>
        <w:rPr>
          <w:lang w:bidi="fa-IR"/>
        </w:rPr>
      </w:pPr>
      <w:r>
        <w:rPr>
          <w:rtl/>
          <w:lang w:bidi="fa-IR"/>
        </w:rPr>
        <w:t>يتيمة اُو فاجعني يتمها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746B3" w14:paraId="6856137D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72F8E284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ابتقدم النسوة وباروح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116C71B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1E13909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وانكان في جسم الولي 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14B9CC9D" w14:textId="77777777" w:rsidTr="0042765C">
        <w:trPr>
          <w:trHeight w:val="350"/>
        </w:trPr>
        <w:tc>
          <w:tcPr>
            <w:tcW w:w="3920" w:type="dxa"/>
          </w:tcPr>
          <w:p w14:paraId="4936A11D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بينغر إلى من شافنا انوح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CFB54B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E6ADD54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قوموا ينسوه كلنا انروح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4DE074D3" w14:textId="77777777" w:rsidTr="0042765C">
        <w:trPr>
          <w:trHeight w:val="350"/>
        </w:trPr>
        <w:tc>
          <w:tcPr>
            <w:tcW w:w="3920" w:type="dxa"/>
          </w:tcPr>
          <w:p w14:paraId="36EB687F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قالوا لها والدمع مسفوح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14923A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3A767D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ما تنفع الروحة لمذبوح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6E63D5AC" w14:textId="77777777" w:rsidTr="0042765C">
        <w:trPr>
          <w:trHeight w:val="350"/>
        </w:trPr>
        <w:tc>
          <w:tcPr>
            <w:tcW w:w="3920" w:type="dxa"/>
          </w:tcPr>
          <w:p w14:paraId="36EE9AD8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يحسين ما كنّي انا اختك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B7224A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AB5835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ضربني الشمر ياخوي تحتك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5AA2B495" w14:textId="77777777" w:rsidTr="0042765C">
        <w:trPr>
          <w:trHeight w:val="350"/>
        </w:trPr>
        <w:tc>
          <w:tcPr>
            <w:tcW w:w="3920" w:type="dxa"/>
          </w:tcPr>
          <w:p w14:paraId="07092152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ماكنني خويه ابذمتك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5007C2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463D1A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ما تنغار يا خويه على اختك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52E4D4B0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EF6A36D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برضاك لو غصب عليك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E86AA2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4FA11E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ضربني الشمر واني حواليك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507A11FB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FC04725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أنا ادري مروتك ما تخليك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761CCC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3BAD75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معذور يالقطعت اياديك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610B807" w14:textId="77777777" w:rsidR="00EE7C84" w:rsidRDefault="00EE7C84" w:rsidP="00A746B3">
      <w:pPr>
        <w:pStyle w:val="libPoemCenter"/>
        <w:rPr>
          <w:lang w:bidi="fa-IR"/>
        </w:rPr>
      </w:pPr>
      <w:r>
        <w:rPr>
          <w:rtl/>
          <w:lang w:bidi="fa-IR"/>
        </w:rPr>
        <w:t>مطروح والسافي سفى اعليك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746B3" w14:paraId="21B28AE2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7A70C951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زينب عزيزتكم سبوها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3E83477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E31A5CE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اُو عدوانكم خويه ولوها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255BAB48" w14:textId="77777777" w:rsidTr="0042765C">
        <w:trPr>
          <w:trHeight w:val="350"/>
        </w:trPr>
        <w:tc>
          <w:tcPr>
            <w:tcW w:w="3920" w:type="dxa"/>
          </w:tcPr>
          <w:p w14:paraId="5986B8AC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إلى ايزيد قوه سيروها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677DA5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4BF0A4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لو كان يحضرها ابوها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31918352" w14:textId="77777777" w:rsidTr="0042765C">
        <w:trPr>
          <w:trHeight w:val="350"/>
        </w:trPr>
        <w:tc>
          <w:tcPr>
            <w:tcW w:w="3920" w:type="dxa"/>
          </w:tcPr>
          <w:p w14:paraId="48C6AB9E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ويشوف العدى قوه خذوها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B2AAA9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49DC34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اُومن فوق هزل ركبوها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03D01D52" w14:textId="77777777" w:rsidTr="0042765C">
        <w:trPr>
          <w:trHeight w:val="350"/>
        </w:trPr>
        <w:tc>
          <w:tcPr>
            <w:tcW w:w="3920" w:type="dxa"/>
          </w:tcPr>
          <w:p w14:paraId="36679EC1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ركبنا يخويه اعلى المهازيل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0423445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DC12F5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اُو بينا يسيروا انهار مع 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59C2E44B" w14:textId="77777777" w:rsidTr="0042765C">
        <w:trPr>
          <w:trHeight w:val="350"/>
        </w:trPr>
        <w:tc>
          <w:tcPr>
            <w:tcW w:w="3920" w:type="dxa"/>
          </w:tcPr>
          <w:p w14:paraId="62017DDF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اُو زين لعباد ابقيد وانحيل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46BEDB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B14D883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اُودمعه على وجناته ايسيل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12445D1E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4BCEEC2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واحنا حريم مالنا اكفيل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205653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9CA3CB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واكفيلنا وجعان واعليل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263D082F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3B50E7B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اِمن المرض ما يقدر على الشيل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F96292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47455F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ريّض يحادي بالك اتشيل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553129ED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E6FAF2C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اُوفي المعركة لينا مقاتيل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9FDD85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023828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من غير تكفين اُو تغسيل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614AABAC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A22494E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يحسين ساقونا على اجمال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6317DD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977405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ومربطين احنا بلغلال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32DDD44C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8A8C6BF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ناديتهم والقلب شعّال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DDD3805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BAFF38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ريضوا لنا اسويعة بلجمال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1E6272AF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3262FFF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أهلنا ذبايح فوق لرمال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0BE894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E676A5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دعونا نودعهم بتعجال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1D655C7" w14:textId="77777777" w:rsidR="00EE7C84" w:rsidRDefault="00EE7C84" w:rsidP="00A746B3">
      <w:pPr>
        <w:pStyle w:val="libPoemCenter"/>
        <w:rPr>
          <w:lang w:bidi="fa-IR"/>
        </w:rPr>
      </w:pPr>
      <w:r>
        <w:rPr>
          <w:rtl/>
          <w:lang w:bidi="fa-IR"/>
        </w:rPr>
        <w:t>منقدر نفارقهم ابها الحال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746B3" w14:paraId="4CC94E0A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56A58198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اِمن النوح ايحق لي ما أوني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66976F1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704C368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على اللي غدا اُولا ودعني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1C3A6A1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746B3" w14:paraId="222CF9F2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29DC55E4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اِحسين اخويه اللي نحلني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4D7D8C9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7A43909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بين الأعادي ضيعني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73694B60" w14:textId="77777777" w:rsidTr="0042765C">
        <w:trPr>
          <w:trHeight w:val="350"/>
        </w:trPr>
        <w:tc>
          <w:tcPr>
            <w:tcW w:w="3920" w:type="dxa"/>
          </w:tcPr>
          <w:p w14:paraId="327D6D11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اُو شمر الخنا بعده محنّي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CDE8D7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6A3468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بالسوط كُل ساع يضربني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0C3A01EC" w14:textId="77777777" w:rsidTr="0042765C">
        <w:trPr>
          <w:trHeight w:val="350"/>
        </w:trPr>
        <w:tc>
          <w:tcPr>
            <w:tcW w:w="3920" w:type="dxa"/>
          </w:tcPr>
          <w:p w14:paraId="297D9AA9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يا خوي تبكي لك اسكينه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A317BD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D29F66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عقبك يخويه اَمست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3D32C5A9" w14:textId="77777777" w:rsidTr="0042765C">
        <w:trPr>
          <w:trHeight w:val="350"/>
        </w:trPr>
        <w:tc>
          <w:tcPr>
            <w:tcW w:w="3920" w:type="dxa"/>
          </w:tcPr>
          <w:p w14:paraId="2868637F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تقلي يعمّة بوي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BDD1C8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25CCE8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اشوف العدا عمّه سبونا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37C249D5" w14:textId="77777777" w:rsidTr="0042765C">
        <w:trPr>
          <w:trHeight w:val="350"/>
        </w:trPr>
        <w:tc>
          <w:tcPr>
            <w:tcW w:w="3920" w:type="dxa"/>
          </w:tcPr>
          <w:p w14:paraId="5FD5B504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لو كان يحضرنا أبونا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8E4561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085570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ما كان لعدا وصّلونا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397474C" w14:textId="77777777" w:rsidR="00EE7C84" w:rsidRDefault="00EE7C84" w:rsidP="00A746B3">
      <w:pPr>
        <w:pStyle w:val="libPoemCenter"/>
        <w:rPr>
          <w:lang w:bidi="fa-IR"/>
        </w:rPr>
      </w:pPr>
      <w:r>
        <w:rPr>
          <w:rtl/>
          <w:lang w:bidi="fa-IR"/>
        </w:rPr>
        <w:t>ولا كان للطاغي خذونا</w:t>
      </w:r>
    </w:p>
    <w:p w14:paraId="4D970886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سكينة تخاطب أباها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746B3" w14:paraId="538950F4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362ED552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سكنة تحن والدمع نثّار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DBA800F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6CF8E0D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تبكي لبوها نسل لطهار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1E8002A0" w14:textId="77777777" w:rsidTr="0042765C">
        <w:trPr>
          <w:trHeight w:val="350"/>
        </w:trPr>
        <w:tc>
          <w:tcPr>
            <w:tcW w:w="3920" w:type="dxa"/>
          </w:tcPr>
          <w:p w14:paraId="55F37E60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إتقله يبويه يا حمي الجار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440BA1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7F08C3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متدري يبويه بيّه اشصار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400525DE" w14:textId="77777777" w:rsidTr="0042765C">
        <w:trPr>
          <w:trHeight w:val="350"/>
        </w:trPr>
        <w:tc>
          <w:tcPr>
            <w:tcW w:w="3920" w:type="dxa"/>
          </w:tcPr>
          <w:p w14:paraId="2FF1692D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خذونا يبويه فوق لكوار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5CADE6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88467F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إلى ايزيد ودّونا بلا استار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08A842D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تندب بني عدنان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746B3" w14:paraId="6E7575C5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7CFD739B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يا طارشي انصى لعدنان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2490988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6FF6292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أهل المعالي اُو رفعة الشان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73FCDE45" w14:textId="77777777" w:rsidTr="0042765C">
        <w:trPr>
          <w:trHeight w:val="350"/>
        </w:trPr>
        <w:tc>
          <w:tcPr>
            <w:tcW w:w="3920" w:type="dxa"/>
          </w:tcPr>
          <w:p w14:paraId="2B33F4A3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قلهم بقينا بيد عدوان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3CE49D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1B14E1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بس العليل اُوجيش نسوان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6E7E870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أخاها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746B3" w14:paraId="6E6346A6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49CCF5C4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يناموسنا اُو عزنا اُو شرفنا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6FD3B51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BD96778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يا خوي ما تدري اشجرى ابنا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7017AFB4" w14:textId="77777777" w:rsidTr="0042765C">
        <w:trPr>
          <w:trHeight w:val="350"/>
        </w:trPr>
        <w:tc>
          <w:tcPr>
            <w:tcW w:w="3920" w:type="dxa"/>
          </w:tcPr>
          <w:p w14:paraId="719A4942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باخبرك وانته اسمح 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F96C07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B2168B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ابحال النسا اُوعن حال سكنا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7BC8B18" w14:textId="77777777" w:rsidR="00EE7C84" w:rsidRDefault="00EE7C84" w:rsidP="00A746B3">
      <w:pPr>
        <w:pStyle w:val="libPoemCenter"/>
        <w:rPr>
          <w:lang w:bidi="fa-IR"/>
        </w:rPr>
      </w:pPr>
      <w:r>
        <w:rPr>
          <w:rtl/>
          <w:lang w:bidi="fa-IR"/>
        </w:rPr>
        <w:t>كاس الهضم والذل شربنا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A746B3" w14:paraId="3B957B5B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7730F78D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تمّنيت لن حيدر بلجناد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C95C247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84AE08F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لفانا ابكُل ضيغم هدّاد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6FB1AECB" w14:textId="77777777" w:rsidTr="0042765C">
        <w:trPr>
          <w:trHeight w:val="350"/>
        </w:trPr>
        <w:tc>
          <w:tcPr>
            <w:tcW w:w="3920" w:type="dxa"/>
          </w:tcPr>
          <w:p w14:paraId="70AA2EBE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اِيجينا اُويسوي يوم مطراد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BD02350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E78A4F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ميدري علي فارس الآساد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770BD63D" w14:textId="77777777" w:rsidTr="0042765C">
        <w:trPr>
          <w:trHeight w:val="350"/>
        </w:trPr>
        <w:tc>
          <w:tcPr>
            <w:tcW w:w="3920" w:type="dxa"/>
          </w:tcPr>
          <w:p w14:paraId="0E8BA77F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في كربلا ذبحت له اُولاد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A56F75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B19772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اُو زينب بقت ما بين لوغاد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11080397" w14:textId="77777777" w:rsidTr="0042765C">
        <w:trPr>
          <w:trHeight w:val="350"/>
        </w:trPr>
        <w:tc>
          <w:tcPr>
            <w:tcW w:w="3920" w:type="dxa"/>
          </w:tcPr>
          <w:p w14:paraId="1C26DC98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ذليلة اُوحطّوا بحلقها اِقياد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9E98591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B5D70E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اتنادي اُو منها الدمع بدّاد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1EF0CF23" w14:textId="77777777" w:rsidTr="0042765C">
        <w:trPr>
          <w:trHeight w:val="350"/>
        </w:trPr>
        <w:tc>
          <w:tcPr>
            <w:tcW w:w="3920" w:type="dxa"/>
          </w:tcPr>
          <w:p w14:paraId="7B7E609D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أثار الدهر يا ناس ردّاد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4D600C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6A6D52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لو عشت ليه طول لاباد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2092E149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7473E38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ما حد سمع حسِّي امن لعباد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32AAF48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9314D4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واليوم يا خيرة الأمجاد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6B3" w14:paraId="1733F5BF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DD95FF2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دائم احن واَبكي ابتعداد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42AA1E" w14:textId="77777777" w:rsidR="00A746B3" w:rsidRDefault="00A746B3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3852D9F" w14:textId="77777777" w:rsidR="00A746B3" w:rsidRDefault="00A746B3" w:rsidP="0042765C">
            <w:pPr>
              <w:pStyle w:val="libPoem"/>
            </w:pPr>
            <w:r>
              <w:rPr>
                <w:rtl/>
                <w:lang w:bidi="fa-IR"/>
              </w:rPr>
              <w:t>اُو جسمك يخويه بين لجساد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F6750B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F1CCC" w14:paraId="022D3B80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79905C63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مرمي على الغبرا ابلا اُوساد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2352EFD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D585E7A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وابكترك الذبحوا بلطراد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3439021C" w14:textId="77777777" w:rsidTr="0042765C">
        <w:trPr>
          <w:trHeight w:val="350"/>
        </w:trPr>
        <w:tc>
          <w:tcPr>
            <w:tcW w:w="3920" w:type="dxa"/>
          </w:tcPr>
          <w:p w14:paraId="1C50546D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شنهو البصر لوطوح الحاد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0C3928B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9D9D122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اُو جابوا السلاسل ويا لقياد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4F4396DB" w14:textId="77777777" w:rsidTr="0042765C">
        <w:trPr>
          <w:trHeight w:val="350"/>
        </w:trPr>
        <w:tc>
          <w:tcPr>
            <w:tcW w:w="3920" w:type="dxa"/>
          </w:tcPr>
          <w:p w14:paraId="0A12B049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اُوطلعوا من الخيمة السجّاد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019845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3B47EF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ذبت عاد يا لوالي ذبت 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73F1D519" w14:textId="77777777" w:rsidTr="0042765C">
        <w:trPr>
          <w:trHeight w:val="350"/>
        </w:trPr>
        <w:tc>
          <w:tcPr>
            <w:tcW w:w="3920" w:type="dxa"/>
          </w:tcPr>
          <w:p w14:paraId="6EFF3349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يا طارشي انصى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5F6EA8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24F5AE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اُو خبّر أبو ابراهيم 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6ECD2653" w14:textId="77777777" w:rsidTr="0042765C">
        <w:trPr>
          <w:trHeight w:val="350"/>
        </w:trPr>
        <w:tc>
          <w:tcPr>
            <w:tcW w:w="3920" w:type="dxa"/>
          </w:tcPr>
          <w:p w14:paraId="1F890576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قلّه عزيزك ذابحينه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A35090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569635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في كربلا خلّه يجينا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765C1BDB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F442B66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يها لناس داحي الباب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41BB9B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C6CABA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ما يرضى ابها لذله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71F2FAA2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6A59C0A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ذبحوا اُخونا وانسبينا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6012A8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B8ADDE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ولا ظل من يحمي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18602A7" w14:textId="77777777" w:rsidR="00EE7C84" w:rsidRDefault="00EE7C84" w:rsidP="00DF1CCC">
      <w:pPr>
        <w:pStyle w:val="libPoemCenter"/>
        <w:rPr>
          <w:lang w:bidi="fa-IR"/>
        </w:rPr>
      </w:pPr>
      <w:r>
        <w:rPr>
          <w:rtl/>
          <w:lang w:bidi="fa-IR"/>
        </w:rPr>
        <w:t>متى اِتعود دولتنا علينا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F1CCC" w14:paraId="1DC7D9CD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5D20866D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مامن صديق ضنوةأمجاد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3D1E18F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5C6FC3F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ينصي هلي طيبين لجداد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0BE1F0AF" w14:textId="77777777" w:rsidTr="0042765C">
        <w:trPr>
          <w:trHeight w:val="350"/>
        </w:trPr>
        <w:tc>
          <w:tcPr>
            <w:tcW w:w="3920" w:type="dxa"/>
          </w:tcPr>
          <w:p w14:paraId="16FB49F1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يقلهم اُو دمع العين بدّاد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506C6E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5C958C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زينب سبوها قوم لوغاد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59764CED" w14:textId="77777777" w:rsidTr="0042765C">
        <w:trPr>
          <w:trHeight w:val="350"/>
        </w:trPr>
        <w:tc>
          <w:tcPr>
            <w:tcW w:w="3920" w:type="dxa"/>
          </w:tcPr>
          <w:p w14:paraId="75DB0E5C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اِتنادي أهلها ابقلب وقاد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C2E6BD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1AE2AA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أمسي اِبلد واليوم ببلاد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5DCD8AB9" w14:textId="77777777" w:rsidTr="0042765C">
        <w:trPr>
          <w:trHeight w:val="350"/>
        </w:trPr>
        <w:tc>
          <w:tcPr>
            <w:tcW w:w="3920" w:type="dxa"/>
          </w:tcPr>
          <w:p w14:paraId="2A7210A4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سبني يخويه ابروس لشهاد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F536AC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3F4F2E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ايقلّي هلك لعتات لمراد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4444B9FF" w14:textId="77777777" w:rsidTr="0042765C">
        <w:trPr>
          <w:trHeight w:val="350"/>
        </w:trPr>
        <w:tc>
          <w:tcPr>
            <w:tcW w:w="3920" w:type="dxa"/>
          </w:tcPr>
          <w:p w14:paraId="314FD484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منهم قضينا كيفنا 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98A8B6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8D4960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يحسين يابو زين لعباد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BA0487A" w14:textId="77777777" w:rsidR="00EE7C84" w:rsidRDefault="00EE7C84" w:rsidP="00DF1CCC">
      <w:pPr>
        <w:pStyle w:val="libPoemCenter"/>
        <w:rPr>
          <w:lang w:bidi="fa-IR"/>
        </w:rPr>
      </w:pPr>
      <w:r>
        <w:rPr>
          <w:rtl/>
          <w:lang w:bidi="fa-IR"/>
        </w:rPr>
        <w:t>قلّي تجي لو ألبس اِسواد</w:t>
      </w:r>
    </w:p>
    <w:p w14:paraId="6F0925D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وتحشيمها لأهلها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F1CCC" w14:paraId="14EEBD1A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4CFCB74A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يهل الحميّة وين غبتون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6106F2C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F85A3EF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في كربلا عنا نزلتون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2BCB646B" w14:textId="77777777" w:rsidTr="0042765C">
        <w:trPr>
          <w:trHeight w:val="350"/>
        </w:trPr>
        <w:tc>
          <w:tcPr>
            <w:tcW w:w="3920" w:type="dxa"/>
          </w:tcPr>
          <w:p w14:paraId="25D9478B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اهلكم لكم لو يستعدون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9A62B6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C990F9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لوقف على درب لظعون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3FB21300" w14:textId="77777777" w:rsidTr="0042765C">
        <w:trPr>
          <w:trHeight w:val="350"/>
        </w:trPr>
        <w:tc>
          <w:tcPr>
            <w:tcW w:w="3920" w:type="dxa"/>
          </w:tcPr>
          <w:p w14:paraId="34D82D0C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واسايل اليرحون ويجون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44E678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4A83E0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يهل المدينة ليش ما تجون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16A8B142" w14:textId="77777777" w:rsidTr="0042765C">
        <w:trPr>
          <w:trHeight w:val="350"/>
        </w:trPr>
        <w:tc>
          <w:tcPr>
            <w:tcW w:w="3920" w:type="dxa"/>
          </w:tcPr>
          <w:p w14:paraId="2D8FACAF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واكفان ابو سكنة تدفنون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E08C90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07D6C17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يا عزوتي لولي تردون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7190F3EE" w14:textId="77777777" w:rsidTr="0042765C">
        <w:trPr>
          <w:trHeight w:val="350"/>
        </w:trPr>
        <w:tc>
          <w:tcPr>
            <w:tcW w:w="3920" w:type="dxa"/>
          </w:tcPr>
          <w:p w14:paraId="60A4F10A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لفرح وعيّد ساعة اتجون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BFF216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B70D96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متى يا عديل الروح تلفون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0EAD364" w14:textId="77777777" w:rsidR="00EE7C84" w:rsidRDefault="00EE7C84" w:rsidP="00DF1CCC">
      <w:pPr>
        <w:pStyle w:val="libPoemCenter"/>
        <w:rPr>
          <w:lang w:bidi="fa-IR"/>
        </w:rPr>
      </w:pPr>
      <w:r>
        <w:rPr>
          <w:rtl/>
          <w:lang w:bidi="fa-IR"/>
        </w:rPr>
        <w:t>متى اتجون يا رجالي متى اتجون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F1CCC" w14:paraId="4F176FB1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2BBC8CC1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عثاري هلي قلّت شيمها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B709164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8869BE5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بين العدى ضاعت حرمها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124A86D" w14:textId="77777777" w:rsidR="00EE7C84" w:rsidRDefault="00EE7C84" w:rsidP="00DF1CCC">
      <w:pPr>
        <w:pStyle w:val="libPoemCenter"/>
        <w:rPr>
          <w:lang w:bidi="fa-IR"/>
        </w:rPr>
      </w:pPr>
      <w:r>
        <w:rPr>
          <w:rtl/>
          <w:lang w:bidi="fa-IR"/>
        </w:rPr>
        <w:t>موالي اَحكمت فيها خدمها</w:t>
      </w:r>
    </w:p>
    <w:p w14:paraId="065E303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20"/>
        <w:gridCol w:w="44"/>
        <w:gridCol w:w="235"/>
        <w:gridCol w:w="47"/>
        <w:gridCol w:w="3834"/>
        <w:gridCol w:w="91"/>
      </w:tblGrid>
      <w:tr w:rsidR="00DF1CCC" w14:paraId="653CDDB6" w14:textId="77777777" w:rsidTr="000A6661">
        <w:trPr>
          <w:trHeight w:val="350"/>
        </w:trPr>
        <w:tc>
          <w:tcPr>
            <w:tcW w:w="3964" w:type="dxa"/>
            <w:gridSpan w:val="2"/>
            <w:shd w:val="clear" w:color="auto" w:fill="auto"/>
          </w:tcPr>
          <w:p w14:paraId="666DA1C6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طلوا علَيْ شوفوا احوالي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gridSpan w:val="2"/>
            <w:shd w:val="clear" w:color="auto" w:fill="auto"/>
          </w:tcPr>
          <w:p w14:paraId="16E40E4F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gridSpan w:val="2"/>
            <w:shd w:val="clear" w:color="auto" w:fill="auto"/>
          </w:tcPr>
          <w:p w14:paraId="4605BD52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غرايب يسر من غير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212ED525" w14:textId="77777777" w:rsidTr="000A6661">
        <w:trPr>
          <w:trHeight w:val="350"/>
        </w:trPr>
        <w:tc>
          <w:tcPr>
            <w:tcW w:w="3964" w:type="dxa"/>
            <w:gridSpan w:val="2"/>
          </w:tcPr>
          <w:p w14:paraId="6B1270AC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يا اُمنا الزهرا تعالي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gridSpan w:val="2"/>
          </w:tcPr>
          <w:p w14:paraId="3D79635B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gridSpan w:val="2"/>
          </w:tcPr>
          <w:p w14:paraId="74E5710C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شوفي سباي اُوذلّ حالي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040B3A7E" w14:textId="77777777" w:rsidTr="000A6661">
        <w:trPr>
          <w:trHeight w:val="350"/>
        </w:trPr>
        <w:tc>
          <w:tcPr>
            <w:tcW w:w="3964" w:type="dxa"/>
            <w:gridSpan w:val="2"/>
          </w:tcPr>
          <w:p w14:paraId="1CB3A29E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اُوشوفي جسد مولى الموالي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gridSpan w:val="2"/>
          </w:tcPr>
          <w:p w14:paraId="32724763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gridSpan w:val="2"/>
          </w:tcPr>
          <w:p w14:paraId="65297F73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مرضوض من دوس النعالي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49BA21EA" w14:textId="77777777" w:rsidTr="000A6661">
        <w:trPr>
          <w:trHeight w:val="350"/>
        </w:trPr>
        <w:tc>
          <w:tcPr>
            <w:tcW w:w="3964" w:type="dxa"/>
            <w:gridSpan w:val="2"/>
          </w:tcPr>
          <w:p w14:paraId="3DCFB3D6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اُوراسه على العسّال 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gridSpan w:val="2"/>
          </w:tcPr>
          <w:p w14:paraId="6432FE31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gridSpan w:val="2"/>
          </w:tcPr>
          <w:p w14:paraId="134E9BC2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عدوي من البلوى بكى 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22DF20BD" w14:textId="77777777" w:rsidTr="000A6661">
        <w:trPr>
          <w:trHeight w:val="350"/>
        </w:trPr>
        <w:tc>
          <w:tcPr>
            <w:tcW w:w="3964" w:type="dxa"/>
            <w:gridSpan w:val="2"/>
          </w:tcPr>
          <w:p w14:paraId="04B3EFF1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وا ضيعتي وا سوء حالي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gridSpan w:val="2"/>
          </w:tcPr>
          <w:p w14:paraId="0608B38A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gridSpan w:val="2"/>
          </w:tcPr>
          <w:p w14:paraId="16DC7772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أنه الضايعة من غير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195B1CE8" w14:textId="77777777" w:rsidTr="000A666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  <w:gridSpan w:val="2"/>
          </w:tcPr>
          <w:p w14:paraId="64F7C1B5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في كربلا ذبحت ارجالي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gridSpan w:val="2"/>
          </w:tcPr>
          <w:p w14:paraId="0FCF2ECC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gridSpan w:val="2"/>
          </w:tcPr>
          <w:p w14:paraId="1A430D1F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يا طارشي ويّاك خذلي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6661" w14:paraId="218E2EFB" w14:textId="77777777" w:rsidTr="00F20222">
        <w:trPr>
          <w:gridAfter w:val="1"/>
          <w:wAfter w:w="91" w:type="dxa"/>
          <w:trHeight w:val="350"/>
        </w:trPr>
        <w:tc>
          <w:tcPr>
            <w:tcW w:w="3920" w:type="dxa"/>
            <w:shd w:val="clear" w:color="auto" w:fill="auto"/>
          </w:tcPr>
          <w:p w14:paraId="57709E10" w14:textId="77777777" w:rsidR="000A6661" w:rsidRDefault="000A6661" w:rsidP="00F20222">
            <w:pPr>
              <w:pStyle w:val="libPoem"/>
            </w:pPr>
            <w:r>
              <w:rPr>
                <w:rtl/>
                <w:lang w:bidi="fa-IR"/>
              </w:rPr>
              <w:t>رسالة توديها إلى اَهلي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gridSpan w:val="2"/>
            <w:shd w:val="clear" w:color="auto" w:fill="auto"/>
          </w:tcPr>
          <w:p w14:paraId="166CA4FB" w14:textId="77777777" w:rsidR="000A6661" w:rsidRDefault="000A6661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gridSpan w:val="2"/>
            <w:shd w:val="clear" w:color="auto" w:fill="auto"/>
          </w:tcPr>
          <w:p w14:paraId="6101EA81" w14:textId="77777777" w:rsidR="000A6661" w:rsidRDefault="000A6661" w:rsidP="00F20222">
            <w:pPr>
              <w:pStyle w:val="libPoem"/>
            </w:pPr>
            <w:r>
              <w:rPr>
                <w:rtl/>
                <w:lang w:bidi="fa-IR"/>
              </w:rPr>
              <w:t>ابعتب على شيّال حملي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730F2429" w14:textId="77777777" w:rsidTr="000A666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  <w:gridSpan w:val="2"/>
          </w:tcPr>
          <w:p w14:paraId="66AD1E09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ما حد يقاسي ضيم مثلي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gridSpan w:val="2"/>
          </w:tcPr>
          <w:p w14:paraId="1A662AB8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gridSpan w:val="2"/>
          </w:tcPr>
          <w:p w14:paraId="5C819A73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وا فجعتي ابحمّال ثقلي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7A110A2A" w14:textId="77777777" w:rsidTr="000A666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  <w:gridSpan w:val="2"/>
          </w:tcPr>
          <w:p w14:paraId="26EB38CD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اتغيبون عنّا غيبة اطوال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gridSpan w:val="2"/>
          </w:tcPr>
          <w:p w14:paraId="28EEC659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gridSpan w:val="2"/>
          </w:tcPr>
          <w:p w14:paraId="6B3C0ECF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تسبى الحرم واتصيح لطفال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6FC639E1" w14:textId="77777777" w:rsidTr="000A666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  <w:gridSpan w:val="2"/>
          </w:tcPr>
          <w:p w14:paraId="7ABFEDE8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هوت خيمتي واعمودها 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gridSpan w:val="2"/>
          </w:tcPr>
          <w:p w14:paraId="3016D8D7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gridSpan w:val="2"/>
          </w:tcPr>
          <w:p w14:paraId="778977CF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اُو بقينا حرم من غير 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2A76C58" w14:textId="77777777" w:rsidR="00EE7C84" w:rsidRDefault="00EE7C84" w:rsidP="00DF1CCC">
      <w:pPr>
        <w:pStyle w:val="libPoemCenter"/>
        <w:rPr>
          <w:lang w:bidi="fa-IR"/>
        </w:rPr>
      </w:pPr>
      <w:r>
        <w:rPr>
          <w:rtl/>
          <w:lang w:bidi="fa-IR"/>
        </w:rPr>
        <w:t>اُوصرنا سبايا بيد لنذال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F1CCC" w14:paraId="44BECBB4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0BF42C56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أهلنا بطوا واحنا امخيفين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15593D8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B158C94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دربنا خطر واحنا 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14331E89" w14:textId="77777777" w:rsidTr="0042765C">
        <w:trPr>
          <w:trHeight w:val="350"/>
        </w:trPr>
        <w:tc>
          <w:tcPr>
            <w:tcW w:w="3920" w:type="dxa"/>
          </w:tcPr>
          <w:p w14:paraId="66998C3C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بعدك بقينا غُرب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A5BD74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61D4F3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امنين جتني كربلا امنين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44435766" w14:textId="77777777" w:rsidTr="0042765C">
        <w:trPr>
          <w:trHeight w:val="350"/>
        </w:trPr>
        <w:tc>
          <w:tcPr>
            <w:tcW w:w="3920" w:type="dxa"/>
          </w:tcPr>
          <w:p w14:paraId="0827205A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وين اليعزّيني على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10C11C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CD33A6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اُوعلى اهل المجد سبعين واثنين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4A2C3D7F" w14:textId="77777777" w:rsidTr="0042765C">
        <w:trPr>
          <w:trHeight w:val="350"/>
        </w:trPr>
        <w:tc>
          <w:tcPr>
            <w:tcW w:w="3920" w:type="dxa"/>
          </w:tcPr>
          <w:p w14:paraId="667CB3B4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باتوا على الغبرة 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906DD73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6A758B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كلهم بلا غسلٍ اُو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7FF18EA5" w14:textId="77777777" w:rsidTr="0042765C">
        <w:trPr>
          <w:trHeight w:val="350"/>
        </w:trPr>
        <w:tc>
          <w:tcPr>
            <w:tcW w:w="3920" w:type="dxa"/>
          </w:tcPr>
          <w:p w14:paraId="1E400F79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فوق الثرى من غير تدفين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9E62BC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3E8E9A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واحنا خذونا على البعارين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258A0B10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0FA54F0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ايحق لي لصبغ اثيابي ابنيل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9964E9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C123DF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على امصيبتك يا لمالها امثيل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6AB309FC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BD731C4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اُو على عزوة راحت مقاتيل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9CF495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55FE3CE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أبطال من خير الرجاجيل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52EB6B12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192F291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راحوا اُوصرنا في أذى اُويل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70A5B4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91BC23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ما عندنا راحم ولا اكفيل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715FB9CD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C778202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كلنا حرم مالنا رجاجيل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C352DA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4E6405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والي الحرم وجعان وانحيل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067F134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تماثل بنت يعقوب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F1CCC" w14:paraId="3B6DE3E7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2E9D0885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مانتين مثلي يا شجيّه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95CABBC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3353638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ولا نتين مثلي بالسويّه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08B2B815" w14:textId="77777777" w:rsidTr="0042765C">
        <w:trPr>
          <w:trHeight w:val="350"/>
        </w:trPr>
        <w:tc>
          <w:tcPr>
            <w:tcW w:w="3920" w:type="dxa"/>
          </w:tcPr>
          <w:p w14:paraId="01CCDB6E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نصبتي على يوسف 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0ABB84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C88568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من قبل ما تجيه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7D83A170" w14:textId="77777777" w:rsidTr="0042765C">
        <w:trPr>
          <w:trHeight w:val="350"/>
        </w:trPr>
        <w:tc>
          <w:tcPr>
            <w:tcW w:w="3920" w:type="dxa"/>
          </w:tcPr>
          <w:p w14:paraId="4B4CB42D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واني شفت لابن اُمّي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A9052D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387F97" w14:textId="77777777" w:rsidR="00DF1CCC" w:rsidRDefault="00DF1CCC" w:rsidP="0042765C">
            <w:pPr>
              <w:pStyle w:val="libPoem"/>
            </w:pPr>
            <w:r>
              <w:rPr>
                <w:rtl/>
                <w:lang w:bidi="fa-IR"/>
              </w:rPr>
              <w:t>طايح واني له متكيّه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DD540D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F1CCC" w14:paraId="3CF8BC1E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3926762A" w14:textId="77777777" w:rsidR="00DF1CCC" w:rsidRDefault="00600FC4" w:rsidP="0042765C">
            <w:pPr>
              <w:pStyle w:val="libPoem"/>
            </w:pPr>
            <w:r>
              <w:rPr>
                <w:rtl/>
                <w:lang w:bidi="fa-IR"/>
              </w:rPr>
              <w:t>اُوكل حين يدير الطرف ليّه</w:t>
            </w:r>
            <w:r w:rsidR="00DF1C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3900A38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7E4BB78" w14:textId="77777777" w:rsidR="00DF1CCC" w:rsidRDefault="00600FC4" w:rsidP="0042765C">
            <w:pPr>
              <w:pStyle w:val="libPoem"/>
            </w:pPr>
            <w:r>
              <w:rPr>
                <w:rtl/>
                <w:lang w:bidi="fa-IR"/>
              </w:rPr>
              <w:t>ويقول صدي يا اُخيّه</w:t>
            </w:r>
            <w:r w:rsidR="00DF1C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4C17F45C" w14:textId="77777777" w:rsidTr="0042765C">
        <w:trPr>
          <w:trHeight w:val="350"/>
        </w:trPr>
        <w:tc>
          <w:tcPr>
            <w:tcW w:w="3920" w:type="dxa"/>
          </w:tcPr>
          <w:p w14:paraId="2D55965A" w14:textId="77777777" w:rsidR="00DF1CCC" w:rsidRDefault="00600FC4" w:rsidP="0042765C">
            <w:pPr>
              <w:pStyle w:val="libPoem"/>
            </w:pPr>
            <w:r>
              <w:rPr>
                <w:rtl/>
                <w:lang w:bidi="fa-IR"/>
              </w:rPr>
              <w:t>هالسا تجيني الأعوجيّه</w:t>
            </w:r>
            <w:r w:rsidR="00DF1C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75D12A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E60344" w14:textId="77777777" w:rsidR="00DF1CCC" w:rsidRDefault="00600FC4" w:rsidP="0042765C">
            <w:pPr>
              <w:pStyle w:val="libPoem"/>
            </w:pPr>
            <w:r>
              <w:rPr>
                <w:rtl/>
                <w:lang w:bidi="fa-IR"/>
              </w:rPr>
              <w:t>اُو تجري ابحوافرها عليّه</w:t>
            </w:r>
            <w:r w:rsidR="00DF1CC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E065127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حامل الرأس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DF1CCC" w14:paraId="16EF7E1B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636415F0" w14:textId="77777777" w:rsidR="00DF1CCC" w:rsidRDefault="00600FC4" w:rsidP="0042765C">
            <w:pPr>
              <w:pStyle w:val="libPoem"/>
            </w:pPr>
            <w:r>
              <w:rPr>
                <w:rtl/>
                <w:lang w:bidi="fa-IR"/>
              </w:rPr>
              <w:t>يحامل لراس اِحسين دنّه</w:t>
            </w:r>
            <w:r w:rsidR="00DF1C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1AA910D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78B52AC" w14:textId="77777777" w:rsidR="00DF1CCC" w:rsidRDefault="00600FC4" w:rsidP="0042765C">
            <w:pPr>
              <w:pStyle w:val="libPoem"/>
            </w:pPr>
            <w:r>
              <w:rPr>
                <w:rtl/>
                <w:lang w:bidi="fa-IR"/>
              </w:rPr>
              <w:t>قربه الخواته اِيودعنّه</w:t>
            </w:r>
            <w:r w:rsidR="00DF1C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3F527ABF" w14:textId="77777777" w:rsidTr="0042765C">
        <w:trPr>
          <w:trHeight w:val="350"/>
        </w:trPr>
        <w:tc>
          <w:tcPr>
            <w:tcW w:w="3920" w:type="dxa"/>
          </w:tcPr>
          <w:p w14:paraId="7CC5A1AE" w14:textId="77777777" w:rsidR="00DF1CCC" w:rsidRDefault="00600FC4" w:rsidP="0042765C">
            <w:pPr>
              <w:pStyle w:val="libPoem"/>
            </w:pPr>
            <w:r>
              <w:rPr>
                <w:rtl/>
                <w:lang w:bidi="fa-IR"/>
              </w:rPr>
              <w:t>ويتمتعون ابنظر منّه</w:t>
            </w:r>
            <w:r w:rsidR="00DF1C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D8822D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06DCD4" w14:textId="77777777" w:rsidR="00DF1CCC" w:rsidRDefault="00600FC4" w:rsidP="0042765C">
            <w:pPr>
              <w:pStyle w:val="libPoem"/>
            </w:pPr>
            <w:r>
              <w:rPr>
                <w:rtl/>
                <w:lang w:bidi="fa-IR"/>
              </w:rPr>
              <w:t>قلبي انقطع من جذب ونّه</w:t>
            </w:r>
            <w:r w:rsidR="00DF1C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4860E828" w14:textId="77777777" w:rsidTr="0042765C">
        <w:trPr>
          <w:trHeight w:val="350"/>
        </w:trPr>
        <w:tc>
          <w:tcPr>
            <w:tcW w:w="3920" w:type="dxa"/>
          </w:tcPr>
          <w:p w14:paraId="5A3BC109" w14:textId="77777777" w:rsidR="00DF1CCC" w:rsidRDefault="00600FC4" w:rsidP="0042765C">
            <w:pPr>
              <w:pStyle w:val="libPoem"/>
            </w:pPr>
            <w:r>
              <w:rPr>
                <w:rtl/>
                <w:lang w:bidi="fa-IR"/>
              </w:rPr>
              <w:t>من ونته ايقطع كبدنا</w:t>
            </w:r>
            <w:r w:rsidR="00DF1C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695355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AEAE49" w14:textId="77777777" w:rsidR="00DF1CCC" w:rsidRDefault="00600FC4" w:rsidP="0042765C">
            <w:pPr>
              <w:pStyle w:val="libPoem"/>
            </w:pPr>
            <w:r>
              <w:rPr>
                <w:rtl/>
                <w:lang w:bidi="fa-IR"/>
              </w:rPr>
              <w:t>كفيل اليتامى راح عنّه</w:t>
            </w:r>
            <w:r w:rsidR="00DF1C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1CCC" w14:paraId="23502AE5" w14:textId="77777777" w:rsidTr="0042765C">
        <w:trPr>
          <w:trHeight w:val="350"/>
        </w:trPr>
        <w:tc>
          <w:tcPr>
            <w:tcW w:w="3920" w:type="dxa"/>
          </w:tcPr>
          <w:p w14:paraId="48B724DE" w14:textId="77777777" w:rsidR="00DF1CCC" w:rsidRDefault="00600FC4" w:rsidP="0042765C">
            <w:pPr>
              <w:pStyle w:val="libPoem"/>
            </w:pPr>
            <w:r>
              <w:rPr>
                <w:rtl/>
                <w:lang w:bidi="fa-IR"/>
              </w:rPr>
              <w:t>اُوسكنة تناديها اِبرنه</w:t>
            </w:r>
            <w:r w:rsidR="00DF1C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50E31E4" w14:textId="77777777" w:rsidR="00DF1CCC" w:rsidRDefault="00DF1CC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C9CB81D" w14:textId="77777777" w:rsidR="00DF1CCC" w:rsidRDefault="00600FC4" w:rsidP="0042765C">
            <w:pPr>
              <w:pStyle w:val="libPoem"/>
            </w:pPr>
            <w:r>
              <w:rPr>
                <w:rtl/>
                <w:lang w:bidi="fa-IR"/>
              </w:rPr>
              <w:t>ما دام أبويه فيه ونّه</w:t>
            </w:r>
            <w:r w:rsidR="00DF1CC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58A5E7E" w14:textId="77777777" w:rsidR="00EE7C84" w:rsidRDefault="00EE7C84" w:rsidP="00DF1CCC">
      <w:pPr>
        <w:pStyle w:val="libPoemCenter"/>
        <w:rPr>
          <w:lang w:bidi="fa-IR"/>
        </w:rPr>
      </w:pPr>
      <w:r>
        <w:rPr>
          <w:rtl/>
          <w:lang w:bidi="fa-IR"/>
        </w:rPr>
        <w:t>ما قدر أغض الطرف عنّه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00FC4" w14:paraId="075254A6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3857F6AB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يمرفوع راسه في قناته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19ED15E" w14:textId="77777777" w:rsidR="00600FC4" w:rsidRDefault="00600FC4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4D2D56B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يمذبوح يا لضاعت خواته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0FC4" w14:paraId="6F7CD18B" w14:textId="77777777" w:rsidTr="0042765C">
        <w:trPr>
          <w:trHeight w:val="350"/>
        </w:trPr>
        <w:tc>
          <w:tcPr>
            <w:tcW w:w="3920" w:type="dxa"/>
          </w:tcPr>
          <w:p w14:paraId="7C86118F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أنا الشام أحاتيها اِمحاتا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5C9010" w14:textId="77777777" w:rsidR="00600FC4" w:rsidRDefault="00600FC4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0F8C0F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خوفي يخويه امن الشماته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0FC4" w14:paraId="24EDBD18" w14:textId="77777777" w:rsidTr="0042765C">
        <w:trPr>
          <w:trHeight w:val="350"/>
        </w:trPr>
        <w:tc>
          <w:tcPr>
            <w:tcW w:w="3920" w:type="dxa"/>
          </w:tcPr>
          <w:p w14:paraId="227FC73F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صدّيت اُوروس أهلي على ارماح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0B85D8" w14:textId="77777777" w:rsidR="00600FC4" w:rsidRDefault="00600FC4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1A6DA9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اُوحس لمحورب بالظعن صاح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0FC4" w14:paraId="4E0EA6AA" w14:textId="77777777" w:rsidTr="0042765C">
        <w:trPr>
          <w:trHeight w:val="350"/>
        </w:trPr>
        <w:tc>
          <w:tcPr>
            <w:tcW w:w="3920" w:type="dxa"/>
          </w:tcPr>
          <w:p w14:paraId="4F7C0D3F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لا ارجال ويّانا ولا اسلاح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150752" w14:textId="77777777" w:rsidR="00600FC4" w:rsidRDefault="00600FC4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C6C208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بس راس اخويه بالرمح لاح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31CA80B" w14:textId="77777777" w:rsidR="00EE7C84" w:rsidRDefault="00EE7C84" w:rsidP="00600FC4">
      <w:pPr>
        <w:pStyle w:val="libPoemCenter"/>
        <w:rPr>
          <w:lang w:bidi="fa-IR"/>
        </w:rPr>
      </w:pPr>
      <w:r>
        <w:rPr>
          <w:rtl/>
          <w:lang w:bidi="fa-IR"/>
        </w:rPr>
        <w:t>ليزيد مكتوب الفرح راح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00FC4" w14:paraId="61612557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1D677122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على أجسادكم يا خويه مرّيت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46BF59A" w14:textId="77777777" w:rsidR="00600FC4" w:rsidRDefault="00600FC4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CB9DD06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شفتكم ذبايح في الخلا هيت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0FC4" w14:paraId="0FCBB043" w14:textId="77777777" w:rsidTr="0042765C">
        <w:trPr>
          <w:trHeight w:val="350"/>
        </w:trPr>
        <w:tc>
          <w:tcPr>
            <w:tcW w:w="3920" w:type="dxa"/>
          </w:tcPr>
          <w:p w14:paraId="66E2659A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والكل منكم بالثرى ميت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60AD79" w14:textId="77777777" w:rsidR="00600FC4" w:rsidRDefault="00600FC4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EBBD59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لطمتْ الوجه والصوت علّيت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0FC4" w14:paraId="4295F84C" w14:textId="77777777" w:rsidTr="0042765C">
        <w:trPr>
          <w:trHeight w:val="350"/>
        </w:trPr>
        <w:tc>
          <w:tcPr>
            <w:tcW w:w="3920" w:type="dxa"/>
          </w:tcPr>
          <w:p w14:paraId="1435C545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وابكفي صفقت والجيب شقّيت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DDB41E" w14:textId="77777777" w:rsidR="00600FC4" w:rsidRDefault="00600FC4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53CABF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من شفتكم خويه استذلّيت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0FC4" w14:paraId="4B335A6C" w14:textId="77777777" w:rsidTr="0042765C">
        <w:trPr>
          <w:trHeight w:val="350"/>
        </w:trPr>
        <w:tc>
          <w:tcPr>
            <w:tcW w:w="3920" w:type="dxa"/>
          </w:tcPr>
          <w:p w14:paraId="0E635FA4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رحتون ياللي زينة البيت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58DCDD" w14:textId="77777777" w:rsidR="00600FC4" w:rsidRDefault="00600FC4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1DCC4D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إذا ونّت الشبّان ونّيت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0FC4" w14:paraId="34488A62" w14:textId="77777777" w:rsidTr="0042765C">
        <w:trPr>
          <w:trHeight w:val="350"/>
        </w:trPr>
        <w:tc>
          <w:tcPr>
            <w:tcW w:w="3920" w:type="dxa"/>
          </w:tcPr>
          <w:p w14:paraId="0C20C0C5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لوان النواعي ترجع الميت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900FBE" w14:textId="77777777" w:rsidR="00600FC4" w:rsidRDefault="00600FC4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B8E57C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ليلي اُو نهاري كان حنّيت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DF19E40" w14:textId="77777777" w:rsidR="00EE7C84" w:rsidRDefault="00EE7C84" w:rsidP="00600FC4">
      <w:pPr>
        <w:pStyle w:val="libPoemCenter"/>
        <w:rPr>
          <w:lang w:bidi="fa-IR"/>
        </w:rPr>
      </w:pPr>
      <w:r>
        <w:rPr>
          <w:rtl/>
          <w:lang w:bidi="fa-IR"/>
        </w:rPr>
        <w:t>خلي البيت من قومي خلي البيت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00FC4" w14:paraId="3EA7AC02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1950F67D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طلعنا من الخيمة اِمسرعين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20CC8D7" w14:textId="77777777" w:rsidR="00600FC4" w:rsidRDefault="00600FC4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F81B91F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حواسر ندوّر جثّة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0FC4" w14:paraId="7519F212" w14:textId="77777777" w:rsidTr="0042765C">
        <w:trPr>
          <w:trHeight w:val="350"/>
        </w:trPr>
        <w:tc>
          <w:tcPr>
            <w:tcW w:w="3920" w:type="dxa"/>
          </w:tcPr>
          <w:p w14:paraId="417EA916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لقيناه مرمي حوله اثنين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297B19" w14:textId="77777777" w:rsidR="00600FC4" w:rsidRDefault="00600FC4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9643A35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لكبر علي والجاسم الزين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0FC4" w14:paraId="2DE1BA44" w14:textId="77777777" w:rsidTr="0042765C">
        <w:trPr>
          <w:trHeight w:val="350"/>
        </w:trPr>
        <w:tc>
          <w:tcPr>
            <w:tcW w:w="3920" w:type="dxa"/>
          </w:tcPr>
          <w:p w14:paraId="7F688F2D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اُو عبّاس ما ندري وقع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49AE40" w14:textId="77777777" w:rsidR="00600FC4" w:rsidRDefault="00600FC4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AEC5A9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واهل المجد نيّف وسبعين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0FC4" w14:paraId="0F5E2B21" w14:textId="77777777" w:rsidTr="0042765C">
        <w:trPr>
          <w:trHeight w:val="350"/>
        </w:trPr>
        <w:tc>
          <w:tcPr>
            <w:tcW w:w="3920" w:type="dxa"/>
          </w:tcPr>
          <w:p w14:paraId="47B37C53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كلهم على الغبرة 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BB549C7" w14:textId="77777777" w:rsidR="00600FC4" w:rsidRDefault="00600FC4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DC3808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بليا غسل وابغير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0FC4" w14:paraId="1D2674E0" w14:textId="77777777" w:rsidTr="0042765C">
        <w:trPr>
          <w:trHeight w:val="350"/>
        </w:trPr>
        <w:tc>
          <w:tcPr>
            <w:tcW w:w="3920" w:type="dxa"/>
          </w:tcPr>
          <w:p w14:paraId="2AA94883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أنه جيت للعركة ندهته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4F93EB" w14:textId="77777777" w:rsidR="00600FC4" w:rsidRDefault="00600FC4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EA7F66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اُوراعي الحميّة اتعذّر اخته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0FC4" w14:paraId="3C5A9E6C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75E82EC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اُورأيت الشمر جاثي ابركبته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D197DD" w14:textId="77777777" w:rsidR="00600FC4" w:rsidRDefault="00600FC4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6BBC3FE" w14:textId="77777777" w:rsidR="00600FC4" w:rsidRDefault="00600FC4" w:rsidP="0042765C">
            <w:pPr>
              <w:pStyle w:val="libPoem"/>
            </w:pPr>
            <w:r>
              <w:rPr>
                <w:rtl/>
                <w:lang w:bidi="fa-IR"/>
              </w:rPr>
              <w:t>ابسيفه رأيته ايحز رقبته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B7C6315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70665" w14:paraId="6D84BAE5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6DF21244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عساني العمى اُولا كان شفته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AB39B6F" w14:textId="77777777" w:rsidR="00970665" w:rsidRDefault="00970665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75EDE58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كسر خاطري يوم نظرته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0665" w14:paraId="674D7616" w14:textId="77777777" w:rsidTr="0042765C">
        <w:trPr>
          <w:trHeight w:val="350"/>
        </w:trPr>
        <w:tc>
          <w:tcPr>
            <w:tcW w:w="3920" w:type="dxa"/>
          </w:tcPr>
          <w:p w14:paraId="1802D6BC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يحيدر عزيزك ما حضرته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F4A15F" w14:textId="77777777" w:rsidR="00970665" w:rsidRDefault="00970665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DF8065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اُوعن الشمس جسمه رفعته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0665" w14:paraId="7EA957FE" w14:textId="77777777" w:rsidTr="0042765C">
        <w:trPr>
          <w:trHeight w:val="350"/>
        </w:trPr>
        <w:tc>
          <w:tcPr>
            <w:tcW w:w="3920" w:type="dxa"/>
          </w:tcPr>
          <w:p w14:paraId="21B80A34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وشيبه عن ادمومه غسلته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6C290F" w14:textId="77777777" w:rsidR="00970665" w:rsidRDefault="00970665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6FF8D1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والطفل لوانك نظرته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1A1A4F5" w14:textId="77777777" w:rsidR="00EE7C84" w:rsidRDefault="00EE7C84" w:rsidP="00970665">
      <w:pPr>
        <w:pStyle w:val="libPoemCenter"/>
        <w:rPr>
          <w:lang w:bidi="fa-IR"/>
        </w:rPr>
      </w:pPr>
      <w:r>
        <w:rPr>
          <w:rtl/>
          <w:lang w:bidi="fa-IR"/>
        </w:rPr>
        <w:t>ظامي الحشا مخضوبة جثته</w:t>
      </w:r>
    </w:p>
    <w:p w14:paraId="7142243E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سكينة تخاطب زينب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70665" w14:paraId="22AD63DF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1175452E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يعمّة يزينب لا تقومين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AEBA37E" w14:textId="77777777" w:rsidR="00970665" w:rsidRDefault="00970665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CEBF1F1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اُويم راس أخيِّ لا تقربين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0665" w14:paraId="22176224" w14:textId="77777777" w:rsidTr="0042765C">
        <w:trPr>
          <w:trHeight w:val="350"/>
        </w:trPr>
        <w:tc>
          <w:tcPr>
            <w:tcW w:w="3920" w:type="dxa"/>
          </w:tcPr>
          <w:p w14:paraId="70DD3A20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خوفي إلى جرحه تلكمين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0BCED7" w14:textId="77777777" w:rsidR="00970665" w:rsidRDefault="00970665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0AF9A1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اُو يسمعك عمّه لا تنوحين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0665" w14:paraId="492FCD34" w14:textId="77777777" w:rsidTr="0042765C">
        <w:trPr>
          <w:trHeight w:val="350"/>
        </w:trPr>
        <w:tc>
          <w:tcPr>
            <w:tcW w:w="3920" w:type="dxa"/>
          </w:tcPr>
          <w:p w14:paraId="761CD1F2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اُو قولي اله هو ايخف لونين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AF2D12" w14:textId="77777777" w:rsidR="00970665" w:rsidRDefault="00970665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60E4A1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لوجرحه يصير اعليه جرحين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0665" w14:paraId="0D72EEBF" w14:textId="77777777" w:rsidTr="0042765C">
        <w:trPr>
          <w:trHeight w:val="350"/>
        </w:trPr>
        <w:tc>
          <w:tcPr>
            <w:tcW w:w="3920" w:type="dxa"/>
          </w:tcPr>
          <w:p w14:paraId="49E02021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من شفتهم يمشون زافات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63D5C78" w14:textId="77777777" w:rsidR="00970665" w:rsidRDefault="00970665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113032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قلت اخوتي ايردّون هيهات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0665" w14:paraId="44F4F049" w14:textId="77777777" w:rsidTr="0042765C">
        <w:trPr>
          <w:trHeight w:val="350"/>
        </w:trPr>
        <w:tc>
          <w:tcPr>
            <w:tcW w:w="3920" w:type="dxa"/>
          </w:tcPr>
          <w:p w14:paraId="0D3DBD2D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كلهم قتل ما واحد مات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8F2C23" w14:textId="77777777" w:rsidR="00970665" w:rsidRDefault="00970665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39CE473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ماتوا ظمايا حول لفرات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0665" w14:paraId="16F07A89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3B2F890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لجذب عليهم دوم حسرات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F67034" w14:textId="77777777" w:rsidR="00970665" w:rsidRDefault="00970665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3B1DBC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اشبيدي عليهم يومهم فات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0665" w14:paraId="4368E4E0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29986F4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يخويه دقلّي وين ملفاي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DB066B" w14:textId="77777777" w:rsidR="00970665" w:rsidRDefault="00970665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923786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غريبة أنه اُوحولي يتاماي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0665" w14:paraId="2F1B4E67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A212D02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أنه اَعاتبك يا نور عيناي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5C87214" w14:textId="77777777" w:rsidR="00970665" w:rsidRDefault="00970665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CD46A1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يمذبوح متحسّر على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0665" w14:paraId="3BCB31C1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59B9CEF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دجلس يخويه واسمع اِنداي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E05CA7" w14:textId="77777777" w:rsidR="00970665" w:rsidRDefault="00970665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4F7F16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راحت هلي سبعين عدّاي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D408CE1" w14:textId="77777777" w:rsidR="00EE7C84" w:rsidRDefault="00EE7C84" w:rsidP="00970665">
      <w:pPr>
        <w:pStyle w:val="libPoemCenter"/>
        <w:rPr>
          <w:lang w:bidi="fa-IR"/>
        </w:rPr>
      </w:pPr>
      <w:r>
        <w:rPr>
          <w:rtl/>
          <w:lang w:bidi="fa-IR"/>
        </w:rPr>
        <w:t>ماتوا ظما ما ذاقوا الماي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70665" w14:paraId="6B0EB8E7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306996CA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منهو اليرد زينب لهلها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DCA9162" w14:textId="77777777" w:rsidR="00970665" w:rsidRDefault="00970665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F3839D0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هذا الدهر شتت شملها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0665" w14:paraId="74B5EE30" w14:textId="77777777" w:rsidTr="0042765C">
        <w:trPr>
          <w:trHeight w:val="350"/>
        </w:trPr>
        <w:tc>
          <w:tcPr>
            <w:tcW w:w="3920" w:type="dxa"/>
          </w:tcPr>
          <w:p w14:paraId="2ED855AD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واليوم عقبك خاب اَملها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5BAD15" w14:textId="77777777" w:rsidR="00970665" w:rsidRDefault="00970665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0BD34D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ترضى الشمر بعدك يذلها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0665" w14:paraId="054B8AA3" w14:textId="77777777" w:rsidTr="0042765C">
        <w:trPr>
          <w:trHeight w:val="350"/>
        </w:trPr>
        <w:tc>
          <w:tcPr>
            <w:tcW w:w="3920" w:type="dxa"/>
          </w:tcPr>
          <w:p w14:paraId="027F90A4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واعلى الدرب ما حد يدلها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DC97F3" w14:textId="77777777" w:rsidR="00970665" w:rsidRDefault="00970665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BE4436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امن اهل الشيم ما حد يصلها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0665" w14:paraId="7EDB481D" w14:textId="77777777" w:rsidTr="0042765C">
        <w:trPr>
          <w:trHeight w:val="350"/>
        </w:trPr>
        <w:tc>
          <w:tcPr>
            <w:tcW w:w="3920" w:type="dxa"/>
          </w:tcPr>
          <w:p w14:paraId="3E12397A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كل ساع ما يعثر جملها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33C1E1" w14:textId="77777777" w:rsidR="00970665" w:rsidRDefault="00970665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8A1B64B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يا ليت عينك ناظرة اِلها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0665" w14:paraId="34FC2F62" w14:textId="77777777" w:rsidTr="0042765C">
        <w:trPr>
          <w:trHeight w:val="350"/>
        </w:trPr>
        <w:tc>
          <w:tcPr>
            <w:tcW w:w="3920" w:type="dxa"/>
          </w:tcPr>
          <w:p w14:paraId="3D6A7DD1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ويش حال حرمة ابغير اهلها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698960" w14:textId="77777777" w:rsidR="00970665" w:rsidRDefault="00970665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C80889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تكثر هضايمها اُوذلها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0665" w14:paraId="7583B7E8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9B2A49C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تعالوا لزينب يا أهلها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61BEA0" w14:textId="77777777" w:rsidR="00970665" w:rsidRDefault="00970665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1DAE4AD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ابديرة غرب تايه جملها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933313F" w14:textId="77777777" w:rsidR="00EE7C84" w:rsidRDefault="00EE7C84" w:rsidP="00970665">
      <w:pPr>
        <w:pStyle w:val="libPoemCenter"/>
        <w:rPr>
          <w:lang w:bidi="fa-IR"/>
        </w:rPr>
      </w:pPr>
      <w:r>
        <w:rPr>
          <w:rtl/>
          <w:lang w:bidi="fa-IR"/>
        </w:rPr>
        <w:t>ما للملازم غير اَهلها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70665" w14:paraId="77227F06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1BF5225E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أنه الليل لو جا يسترني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63439E1" w14:textId="77777777" w:rsidR="00970665" w:rsidRDefault="00970665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C9D3C63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إيواري اعيون الناس عنّي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0665" w14:paraId="7F55E618" w14:textId="77777777" w:rsidTr="0042765C">
        <w:trPr>
          <w:trHeight w:val="350"/>
        </w:trPr>
        <w:tc>
          <w:tcPr>
            <w:tcW w:w="3920" w:type="dxa"/>
          </w:tcPr>
          <w:p w14:paraId="016FF9F3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والصبح لو جا يفضحني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FD4A0FD" w14:textId="77777777" w:rsidR="00970665" w:rsidRDefault="00970665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30EF37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اُو حنين اليتامى ما يونّي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0665" w14:paraId="66E4EBC9" w14:textId="77777777" w:rsidTr="0042765C">
        <w:trPr>
          <w:trHeight w:val="350"/>
        </w:trPr>
        <w:tc>
          <w:tcPr>
            <w:tcW w:w="3920" w:type="dxa"/>
          </w:tcPr>
          <w:p w14:paraId="1D69341C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يونون وآني ما أونّي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00E6B8" w14:textId="77777777" w:rsidR="00970665" w:rsidRDefault="00970665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A004CD" w14:textId="77777777" w:rsidR="00970665" w:rsidRDefault="00970665" w:rsidP="0042765C">
            <w:pPr>
              <w:pStyle w:val="libPoem"/>
            </w:pPr>
            <w:r>
              <w:rPr>
                <w:rtl/>
                <w:lang w:bidi="fa-IR"/>
              </w:rPr>
              <w:t>وانكان يا بن اُمّي تودني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7366A83" w14:textId="77777777" w:rsidR="00EE7C84" w:rsidRDefault="00EE7C84" w:rsidP="00970665">
      <w:pPr>
        <w:pStyle w:val="libPoemCenter"/>
        <w:rPr>
          <w:lang w:bidi="fa-IR"/>
        </w:rPr>
      </w:pPr>
      <w:r>
        <w:rPr>
          <w:rtl/>
          <w:lang w:bidi="fa-IR"/>
        </w:rPr>
        <w:t>ويّاك وسط اللحد خذني</w:t>
      </w:r>
    </w:p>
    <w:p w14:paraId="7DA12463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E3326" w14:paraId="13C2A97A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29FDF376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جثتك يخويه سال دمها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E71B556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B4651F3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جينا اُو تعنّينا ليمها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76342A8D" w14:textId="77777777" w:rsidTr="0042765C">
        <w:trPr>
          <w:trHeight w:val="350"/>
        </w:trPr>
        <w:tc>
          <w:tcPr>
            <w:tcW w:w="3920" w:type="dxa"/>
          </w:tcPr>
          <w:p w14:paraId="2DEC6AC3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هذي تحبها اُوذي تشمها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C89294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AC2C80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اُوسكنة تنخي البطل عمها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2157E8EA" w14:textId="77777777" w:rsidTr="0042765C">
        <w:trPr>
          <w:trHeight w:val="350"/>
        </w:trPr>
        <w:tc>
          <w:tcPr>
            <w:tcW w:w="3920" w:type="dxa"/>
          </w:tcPr>
          <w:p w14:paraId="4A514D52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يتيمة اُو فاجعني يتمها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C10246C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5210B7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كُل ساع ما زجر شتمها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7B2CB076" w14:textId="77777777" w:rsidTr="0042765C">
        <w:trPr>
          <w:trHeight w:val="350"/>
        </w:trPr>
        <w:tc>
          <w:tcPr>
            <w:tcW w:w="3920" w:type="dxa"/>
          </w:tcPr>
          <w:p w14:paraId="448F27D6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مهي اعزيزتك واللي تشمها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F80A85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B8589F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اِرضيت العدو يظهر اسمها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C7AA3DD" w14:textId="77777777" w:rsidR="00EE7C84" w:rsidRDefault="00EE7C84" w:rsidP="00EE3326">
      <w:pPr>
        <w:pStyle w:val="libPoemCenter"/>
        <w:rPr>
          <w:lang w:bidi="fa-IR"/>
        </w:rPr>
      </w:pPr>
      <w:r>
        <w:rPr>
          <w:rtl/>
          <w:lang w:bidi="fa-IR"/>
        </w:rPr>
        <w:t>إتناديك جاوبها يعمها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E3326" w14:paraId="4B78FC1A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07ED3F03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أمسى المسا وآنه ابوحشه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39714F5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60BBDB1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والقلب في رجفة اُودهشه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0602BEC2" w14:textId="77777777" w:rsidTr="0042765C">
        <w:trPr>
          <w:trHeight w:val="350"/>
        </w:trPr>
        <w:tc>
          <w:tcPr>
            <w:tcW w:w="3920" w:type="dxa"/>
          </w:tcPr>
          <w:p w14:paraId="7B6C5240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والنار شبّت وسط لحشا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9C552B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97C0618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بالأمس لي هودج مغشى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25CCB81" w14:textId="77777777" w:rsidR="00EE7C84" w:rsidRDefault="00EE7C84" w:rsidP="00EE3326">
      <w:pPr>
        <w:pStyle w:val="libPoemCenter"/>
        <w:rPr>
          <w:lang w:bidi="fa-IR"/>
        </w:rPr>
      </w:pPr>
      <w:r>
        <w:rPr>
          <w:rtl/>
          <w:lang w:bidi="fa-IR"/>
        </w:rPr>
        <w:t>واليوم كُل مجلس أدشّه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E3326" w14:paraId="44E0F0B0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2CF7E217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يحسين حاكيني وحاكيك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CA9581C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7A5F626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قلّي يخويه اِش علة بيك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4823863D" w14:textId="77777777" w:rsidTr="0042765C">
        <w:trPr>
          <w:trHeight w:val="350"/>
        </w:trPr>
        <w:tc>
          <w:tcPr>
            <w:tcW w:w="3920" w:type="dxa"/>
          </w:tcPr>
          <w:p w14:paraId="047E6476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وأي جرح من لجراح يؤذيك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E0B225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1F26E1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وانا بيش يا خويه أداويك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395BFCEE" w14:textId="77777777" w:rsidTr="0042765C">
        <w:trPr>
          <w:trHeight w:val="350"/>
        </w:trPr>
        <w:tc>
          <w:tcPr>
            <w:tcW w:w="3920" w:type="dxa"/>
          </w:tcPr>
          <w:p w14:paraId="15E1BFB5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متحيرة يا مهجتي بيك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844BAA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57621E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وانا اريد يابن اُمّي اُواريك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66A1F02E" w14:textId="77777777" w:rsidTr="0042765C">
        <w:trPr>
          <w:trHeight w:val="350"/>
        </w:trPr>
        <w:tc>
          <w:tcPr>
            <w:tcW w:w="3920" w:type="dxa"/>
          </w:tcPr>
          <w:p w14:paraId="1902FCBF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ركبت الجمل ياخوي معري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A6ED67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EE3CDD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اُودمعي على الخدّين يجري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510F09BC" w14:textId="77777777" w:rsidTr="0042765C">
        <w:trPr>
          <w:trHeight w:val="350"/>
        </w:trPr>
        <w:tc>
          <w:tcPr>
            <w:tcW w:w="3920" w:type="dxa"/>
          </w:tcPr>
          <w:p w14:paraId="6D880553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يحسين خويه انهتك ستري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414195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7DB17E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اُو نحرك يبو السجّاد مبري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8F55EC4" w14:textId="77777777" w:rsidR="00EE7C84" w:rsidRDefault="00EE7C84" w:rsidP="00EE3326">
      <w:pPr>
        <w:pStyle w:val="libPoemCenter"/>
        <w:rPr>
          <w:lang w:bidi="fa-IR"/>
        </w:rPr>
      </w:pPr>
      <w:r>
        <w:rPr>
          <w:rtl/>
          <w:lang w:bidi="fa-IR"/>
        </w:rPr>
        <w:t>اُودمّك به الوديان تجري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E3326" w14:paraId="684E25F2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08416D82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إركبت الجمل والشمر قاده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112C1B5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79E2068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وانته طريح ابلا وساده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12F2BC9F" w14:textId="77777777" w:rsidTr="0042765C">
        <w:trPr>
          <w:trHeight w:val="350"/>
        </w:trPr>
        <w:tc>
          <w:tcPr>
            <w:tcW w:w="3920" w:type="dxa"/>
          </w:tcPr>
          <w:p w14:paraId="1912B1E6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وابنك تدوبني اِقياده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3F7721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CA1E22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إلى من بكى سبوا اَجداده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7CFCEDE8" w14:textId="77777777" w:rsidTr="0042765C">
        <w:trPr>
          <w:trHeight w:val="350"/>
        </w:trPr>
        <w:tc>
          <w:tcPr>
            <w:tcW w:w="3920" w:type="dxa"/>
          </w:tcPr>
          <w:p w14:paraId="053AD112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عليل على الناقة اُوهو اينوح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734095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8171F1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يبكي اُومنّه القلب مجروح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2E39916C" w14:textId="77777777" w:rsidTr="0042765C">
        <w:trPr>
          <w:trHeight w:val="350"/>
        </w:trPr>
        <w:tc>
          <w:tcPr>
            <w:tcW w:w="3920" w:type="dxa"/>
          </w:tcPr>
          <w:p w14:paraId="0E3FE8CD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وامذوّب احريمه من النوح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D2BC57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903476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شايف اُبوه اِحسين 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10F1FC26" w14:textId="77777777" w:rsidTr="0042765C">
        <w:trPr>
          <w:trHeight w:val="350"/>
        </w:trPr>
        <w:tc>
          <w:tcPr>
            <w:tcW w:w="3920" w:type="dxa"/>
          </w:tcPr>
          <w:p w14:paraId="718CAE0E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ما ينلام لامن مدمعه سال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FE366A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F7A4690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عاين ارجاله فوق لرمال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1A9C9682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E62FEC5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ولاحد لفه ليهم ابشيال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D4918D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E09AB9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اُو زينب تنادي ما لنا ارجال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2388C679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446B0E7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عليل امقاسي اَهوال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FD3FD2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863414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اُو مغلول يمناته ولشمال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132D650" w14:textId="77777777" w:rsidR="00EE7C84" w:rsidRDefault="00EE7C84" w:rsidP="00EE3326">
      <w:pPr>
        <w:pStyle w:val="libPoemCenter"/>
        <w:rPr>
          <w:lang w:bidi="fa-IR"/>
        </w:rPr>
      </w:pPr>
      <w:r>
        <w:rPr>
          <w:rtl/>
          <w:lang w:bidi="fa-IR"/>
        </w:rPr>
        <w:t>معذور لامن مدمعه سال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E3326" w14:paraId="6B1B864E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2654AA68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يجذب الحسرة بثر حسره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91A2E7A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C75B7DE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اُو يبكي اُو منّه العين عبره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0E735E38" w14:textId="77777777" w:rsidTr="0042765C">
        <w:trPr>
          <w:trHeight w:val="350"/>
        </w:trPr>
        <w:tc>
          <w:tcPr>
            <w:tcW w:w="3920" w:type="dxa"/>
          </w:tcPr>
          <w:p w14:paraId="19FC4331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والجامعة من فوق صدره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AA7528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F5D6EE1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عوينه الله إشلون صبره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AF251D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E3326" w14:paraId="223F4E8F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3D39F06E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نسوان من حوله يونّون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2C991A3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9E506B6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فوق الهزل حسرا ايتباكون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748A2189" w14:textId="77777777" w:rsidTr="0042765C">
        <w:trPr>
          <w:trHeight w:val="350"/>
        </w:trPr>
        <w:tc>
          <w:tcPr>
            <w:tcW w:w="3920" w:type="dxa"/>
          </w:tcPr>
          <w:p w14:paraId="71B580A3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اُودوبه يقل الهم على هون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14F25C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A2AB15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ينسوان سكتوا لا تنوحون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2358DF6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وتُخبره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E3326" w14:paraId="671DBB5B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0B9406B0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بس ما طحت يحسين جونا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8D14C34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0653E8F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اُوكلما اجتمعنا فرقونا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7D2981B5" w14:textId="77777777" w:rsidTr="0042765C">
        <w:trPr>
          <w:trHeight w:val="350"/>
        </w:trPr>
        <w:tc>
          <w:tcPr>
            <w:tcW w:w="3920" w:type="dxa"/>
          </w:tcPr>
          <w:p w14:paraId="7AA96FDE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اُو لطفال قلبي يشعبونه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35815F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B0FEBE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ايقولون ودّينا لبونا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3C0D7AFF" w14:textId="77777777" w:rsidTr="0042765C">
        <w:trPr>
          <w:trHeight w:val="350"/>
        </w:trPr>
        <w:tc>
          <w:tcPr>
            <w:tcW w:w="3920" w:type="dxa"/>
          </w:tcPr>
          <w:p w14:paraId="3C61EFEB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قبل الأعادي يذبحونه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3DEB42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76F122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وا قلة الوالي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38F99FE9" w14:textId="77777777" w:rsidTr="0042765C">
        <w:trPr>
          <w:trHeight w:val="350"/>
        </w:trPr>
        <w:tc>
          <w:tcPr>
            <w:tcW w:w="3920" w:type="dxa"/>
          </w:tcPr>
          <w:p w14:paraId="6C3453B6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ذبحوا ولينا وانسبينا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7C6D79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807446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راح الذي ينغر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30F61878" w14:textId="77777777" w:rsidTr="0042765C">
        <w:trPr>
          <w:trHeight w:val="350"/>
        </w:trPr>
        <w:tc>
          <w:tcPr>
            <w:tcW w:w="3920" w:type="dxa"/>
          </w:tcPr>
          <w:p w14:paraId="5B78787F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بس ما طحت يحسين جتنا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B38B96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DFEBF19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قوم الأعادي فرهدتنا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026935B4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C158D21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اُو طلعنا يخويه من خدرنا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D42D84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E2E49E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اُو للمعركة يحسين رحنا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44DA5314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93DE5A0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وسط المعارة الجسد شفنا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9EFD8C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71CD35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مثل ما تطوف الحاج طفنا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6B20487" w14:textId="77777777" w:rsidR="00EE7C84" w:rsidRDefault="00EE7C84" w:rsidP="00EE3326">
      <w:pPr>
        <w:pStyle w:val="libPoemCenter"/>
        <w:rPr>
          <w:lang w:bidi="fa-IR"/>
        </w:rPr>
      </w:pPr>
      <w:r>
        <w:rPr>
          <w:rtl/>
          <w:lang w:bidi="fa-IR"/>
        </w:rPr>
        <w:t>اُو سترنا عن العدوان كفنا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E3326" w14:paraId="55A2E483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766475D9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جسمك ظهر لي بين لجسوم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709F8A0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493D018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يا حيف عاري مالك اهدوم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3FDF937A" w14:textId="77777777" w:rsidTr="0042765C">
        <w:trPr>
          <w:trHeight w:val="350"/>
        </w:trPr>
        <w:tc>
          <w:tcPr>
            <w:tcW w:w="3920" w:type="dxa"/>
          </w:tcPr>
          <w:p w14:paraId="65254D7B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جاتك تلقاها اُمّ كلثوم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1A43FE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AF5F17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جاتك يخويه ابحال ميشوم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1D5EEFCF" w14:textId="77777777" w:rsidTr="0042765C">
        <w:trPr>
          <w:trHeight w:val="350"/>
        </w:trPr>
        <w:tc>
          <w:tcPr>
            <w:tcW w:w="3920" w:type="dxa"/>
          </w:tcPr>
          <w:p w14:paraId="7F2989E8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اِتجلد يخويه وانهض اُو 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9C9146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C7E1E58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بلكت ترى ايخلّونا 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16B25FB2" w14:textId="77777777" w:rsidTr="0042765C">
        <w:trPr>
          <w:trHeight w:val="350"/>
        </w:trPr>
        <w:tc>
          <w:tcPr>
            <w:tcW w:w="3920" w:type="dxa"/>
          </w:tcPr>
          <w:p w14:paraId="5E22A9DF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قلها اعذريني ما اقدر أقوم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2DBA966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FEA2A4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ردي لخدرك يامِّ كلثوم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40DFBB7" w14:textId="77777777" w:rsidR="00EE7C84" w:rsidRDefault="00EE7C84" w:rsidP="00EE3326">
      <w:pPr>
        <w:pStyle w:val="libPoemCenter"/>
        <w:rPr>
          <w:lang w:bidi="fa-IR"/>
        </w:rPr>
      </w:pPr>
      <w:r>
        <w:rPr>
          <w:rtl/>
          <w:lang w:bidi="fa-IR"/>
        </w:rPr>
        <w:t>اُوصوني الحرم عن دهشة القوم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E3326" w14:paraId="2AA22C1F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377E8355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جسمك ظهر لي بين لجساد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B812448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4598DCF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يا حيف نايم مالك اُوساد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1043BBF5" w14:textId="77777777" w:rsidTr="0042765C">
        <w:trPr>
          <w:trHeight w:val="350"/>
        </w:trPr>
        <w:tc>
          <w:tcPr>
            <w:tcW w:w="3920" w:type="dxa"/>
          </w:tcPr>
          <w:p w14:paraId="2A8366B9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وابكترك الذبحوه بلهماد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08894C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87E406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يحسين سافرنا بلا زاد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600E9174" w14:textId="77777777" w:rsidTr="0042765C">
        <w:trPr>
          <w:trHeight w:val="350"/>
        </w:trPr>
        <w:tc>
          <w:tcPr>
            <w:tcW w:w="3920" w:type="dxa"/>
          </w:tcPr>
          <w:p w14:paraId="118E7090" w14:textId="77777777" w:rsidR="00EE3326" w:rsidRDefault="00EE3326" w:rsidP="0042765C">
            <w:pPr>
              <w:pStyle w:val="libPoem"/>
            </w:pPr>
            <w:r>
              <w:rPr>
                <w:rtl/>
                <w:lang w:bidi="fa-IR"/>
              </w:rPr>
              <w:t>وانته على الغبرا بلا اُوساد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80ED86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2503C7" w14:textId="77777777" w:rsidR="00EE3326" w:rsidRDefault="00117424" w:rsidP="0042765C">
            <w:pPr>
              <w:pStyle w:val="libPoem"/>
            </w:pPr>
            <w:r>
              <w:rPr>
                <w:rtl/>
                <w:lang w:bidi="fa-IR"/>
              </w:rPr>
              <w:t>شنقول لومن طوح الحاد</w:t>
            </w:r>
            <w:r w:rsidR="00EE33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779685CF" w14:textId="77777777" w:rsidTr="0042765C">
        <w:trPr>
          <w:trHeight w:val="350"/>
        </w:trPr>
        <w:tc>
          <w:tcPr>
            <w:tcW w:w="3920" w:type="dxa"/>
          </w:tcPr>
          <w:p w14:paraId="29EEF6C5" w14:textId="77777777" w:rsidR="00EE3326" w:rsidRDefault="00117424" w:rsidP="0042765C">
            <w:pPr>
              <w:pStyle w:val="libPoem"/>
            </w:pPr>
            <w:r>
              <w:rPr>
                <w:rtl/>
                <w:lang w:bidi="fa-IR"/>
              </w:rPr>
              <w:t>اُوجابوا السلاسل ويّا لقياد</w:t>
            </w:r>
            <w:r w:rsidR="00EE33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7D9F0F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14BE4D5" w14:textId="77777777" w:rsidR="00EE3326" w:rsidRDefault="00117424" w:rsidP="0042765C">
            <w:pPr>
              <w:pStyle w:val="libPoem"/>
            </w:pPr>
            <w:r>
              <w:rPr>
                <w:rtl/>
                <w:lang w:bidi="fa-IR"/>
              </w:rPr>
              <w:t>اُوسحبوا من الخيمة السجّاد</w:t>
            </w:r>
            <w:r w:rsidR="00EE33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167972BD" w14:textId="77777777" w:rsidTr="0042765C">
        <w:trPr>
          <w:trHeight w:val="350"/>
        </w:trPr>
        <w:tc>
          <w:tcPr>
            <w:tcW w:w="3920" w:type="dxa"/>
          </w:tcPr>
          <w:p w14:paraId="64984C82" w14:textId="77777777" w:rsidR="00EE3326" w:rsidRDefault="00117424" w:rsidP="0042765C">
            <w:pPr>
              <w:pStyle w:val="libPoem"/>
            </w:pPr>
            <w:r>
              <w:rPr>
                <w:rtl/>
                <w:lang w:bidi="fa-IR"/>
              </w:rPr>
              <w:t>ذبت عاد يالوالي ذبت عاد</w:t>
            </w:r>
            <w:r w:rsidR="00EE33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BC103C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6C7B50C" w14:textId="77777777" w:rsidR="00EE3326" w:rsidRDefault="00117424" w:rsidP="0042765C">
            <w:pPr>
              <w:pStyle w:val="libPoem"/>
            </w:pPr>
            <w:r>
              <w:rPr>
                <w:rtl/>
                <w:lang w:bidi="fa-IR"/>
              </w:rPr>
              <w:t>لتنسون ضيعتكم يلجواد</w:t>
            </w:r>
            <w:r w:rsidR="00EE33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1698A350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C338D48" w14:textId="77777777" w:rsidR="00EE3326" w:rsidRDefault="00117424" w:rsidP="0042765C">
            <w:pPr>
              <w:pStyle w:val="libPoem"/>
            </w:pPr>
            <w:r>
              <w:rPr>
                <w:rtl/>
                <w:lang w:bidi="fa-IR"/>
              </w:rPr>
              <w:t>يحسين ما تقعد لنا اتشوف</w:t>
            </w:r>
            <w:r w:rsidR="00EE33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BFEE14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1D56D3" w14:textId="77777777" w:rsidR="00EE3326" w:rsidRDefault="00117424" w:rsidP="0042765C">
            <w:pPr>
              <w:pStyle w:val="libPoem"/>
            </w:pPr>
            <w:r>
              <w:rPr>
                <w:rtl/>
                <w:lang w:bidi="fa-IR"/>
              </w:rPr>
              <w:t>أنا امسلبة والراس مكشوف</w:t>
            </w:r>
            <w:r w:rsidR="00EE33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3326" w14:paraId="42597EF9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8BDF28D" w14:textId="77777777" w:rsidR="00EE3326" w:rsidRDefault="00117424" w:rsidP="0042765C">
            <w:pPr>
              <w:pStyle w:val="libPoem"/>
            </w:pPr>
            <w:r>
              <w:rPr>
                <w:rtl/>
                <w:lang w:bidi="fa-IR"/>
              </w:rPr>
              <w:t>والناس حولي كلهم اُوقوف</w:t>
            </w:r>
            <w:r w:rsidR="00EE33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A0EF7CC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45083B" w14:textId="77777777" w:rsidR="00EE3326" w:rsidRDefault="00117424" w:rsidP="0042765C">
            <w:pPr>
              <w:pStyle w:val="libPoem"/>
            </w:pPr>
            <w:r>
              <w:rPr>
                <w:rtl/>
                <w:lang w:bidi="fa-IR"/>
              </w:rPr>
              <w:t>واحنا غرايب مالنا اسجوف</w:t>
            </w:r>
            <w:r w:rsidR="00EE332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E68F17E" w14:textId="77777777" w:rsidR="00EE7C84" w:rsidRDefault="00EE7C84" w:rsidP="00EE3326">
      <w:pPr>
        <w:pStyle w:val="libPoemCenter"/>
        <w:rPr>
          <w:lang w:bidi="fa-IR"/>
        </w:rPr>
      </w:pPr>
      <w:r>
        <w:rPr>
          <w:rtl/>
          <w:lang w:bidi="fa-IR"/>
        </w:rPr>
        <w:t>سترنا عن العدوان لكفوف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EE3326" w14:paraId="22C95A6F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1B056337" w14:textId="77777777" w:rsidR="00EE3326" w:rsidRDefault="00117424" w:rsidP="0042765C">
            <w:pPr>
              <w:pStyle w:val="libPoem"/>
            </w:pPr>
            <w:r>
              <w:rPr>
                <w:rtl/>
                <w:lang w:bidi="fa-IR"/>
              </w:rPr>
              <w:t>ايحق لي لقضي العمر بالنوح</w:t>
            </w:r>
            <w:r w:rsidR="00EE33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8BBF2F2" w14:textId="77777777" w:rsidR="00EE3326" w:rsidRDefault="00EE3326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D641013" w14:textId="77777777" w:rsidR="00EE3326" w:rsidRDefault="00117424" w:rsidP="0042765C">
            <w:pPr>
              <w:pStyle w:val="libPoem"/>
            </w:pPr>
            <w:r>
              <w:rPr>
                <w:rtl/>
                <w:lang w:bidi="fa-IR"/>
              </w:rPr>
              <w:t>ليلي اُو نهاري ابدمع مسفوح</w:t>
            </w:r>
            <w:r w:rsidR="00EE332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19F0A4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2765C" w14:paraId="022EAAFC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6D59F0E0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بعدك يخويه وين أنا اروح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E7AAC39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32DE172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اُو عملت الدوا خويه للجروح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3622D7C" w14:textId="77777777" w:rsidR="00EE7C84" w:rsidRDefault="00EE7C84" w:rsidP="0042765C">
      <w:pPr>
        <w:pStyle w:val="libPoemCenter"/>
        <w:rPr>
          <w:lang w:bidi="fa-IR"/>
        </w:rPr>
      </w:pPr>
      <w:r>
        <w:rPr>
          <w:rtl/>
          <w:lang w:bidi="fa-IR"/>
        </w:rPr>
        <w:t>شفتك ولنك خوي مذبوح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2765C" w14:paraId="2DEB73F3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7877C0C4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أثار الولي معذور ياناس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52B246D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32141F1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من حين جيته صعّد اَنفاس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0D416626" w14:textId="77777777" w:rsidTr="0042765C">
        <w:trPr>
          <w:trHeight w:val="350"/>
        </w:trPr>
        <w:tc>
          <w:tcPr>
            <w:tcW w:w="3920" w:type="dxa"/>
          </w:tcPr>
          <w:p w14:paraId="3CCBEA00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قلت له يخويه اِحسين لا باس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DCDFBB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80120E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قلّي يخيّه قطعي الياس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392EE703" w14:textId="77777777" w:rsidTr="0042765C">
        <w:trPr>
          <w:trHeight w:val="350"/>
        </w:trPr>
        <w:tc>
          <w:tcPr>
            <w:tcW w:w="3920" w:type="dxa"/>
          </w:tcPr>
          <w:p w14:paraId="20F88916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فوق الثرى جثّة بلا 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AFDD31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C59696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صيحي يخيّه والطمي الراس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3C02BB23" w14:textId="77777777" w:rsidTr="0042765C">
        <w:trPr>
          <w:trHeight w:val="350"/>
        </w:trPr>
        <w:tc>
          <w:tcPr>
            <w:tcW w:w="3920" w:type="dxa"/>
          </w:tcPr>
          <w:p w14:paraId="576134EE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وابكي على المذبوح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387C4E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05A11D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حنّت اُوهي تلطم على الراس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FD2133E" w14:textId="77777777" w:rsidR="00EE7C84" w:rsidRDefault="00EE7C84" w:rsidP="0042765C">
      <w:pPr>
        <w:pStyle w:val="libPoemCenter"/>
        <w:rPr>
          <w:lang w:bidi="fa-IR"/>
        </w:rPr>
      </w:pPr>
      <w:r>
        <w:rPr>
          <w:rtl/>
          <w:lang w:bidi="fa-IR"/>
        </w:rPr>
        <w:t>لا باس يلمذبوح لا باس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2765C" w14:paraId="5E99D930" w14:textId="77777777" w:rsidTr="0042765C">
        <w:trPr>
          <w:trHeight w:val="350"/>
        </w:trPr>
        <w:tc>
          <w:tcPr>
            <w:tcW w:w="3964" w:type="dxa"/>
            <w:shd w:val="clear" w:color="auto" w:fill="auto"/>
          </w:tcPr>
          <w:p w14:paraId="49391015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يحسين درعك ما حمى 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2D2AD850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5FB93101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ولا جوشنك صاير وقى 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027B5D32" w14:textId="77777777" w:rsidTr="0042765C">
        <w:trPr>
          <w:trHeight w:val="350"/>
        </w:trPr>
        <w:tc>
          <w:tcPr>
            <w:tcW w:w="3964" w:type="dxa"/>
          </w:tcPr>
          <w:p w14:paraId="4F2E00DF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عن كافر بالسيف غالك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2E43D36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90CFE0E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اُو غيّر يبو سكنة جمالك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15CB1A48" w14:textId="77777777" w:rsidTr="0042765C">
        <w:trPr>
          <w:trHeight w:val="350"/>
        </w:trPr>
        <w:tc>
          <w:tcPr>
            <w:tcW w:w="3964" w:type="dxa"/>
          </w:tcPr>
          <w:p w14:paraId="51B2EF40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تبكي الأرض ويا السماء 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8914AE9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8F3A343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اُودمع من اعيوني همالك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204AE8D4" w14:textId="77777777" w:rsidTr="0042765C">
        <w:trPr>
          <w:trHeight w:val="350"/>
        </w:trPr>
        <w:tc>
          <w:tcPr>
            <w:tcW w:w="3964" w:type="dxa"/>
          </w:tcPr>
          <w:p w14:paraId="2BBC06F0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اُوسكنة تقول بويه اشمالك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762E34D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7B6F110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أحاكيك لي ما تدير بالك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625BC6A6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4D2C3B6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ربيتني بالخدر والصون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4AB0DE2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1407F2D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اُو عزيتني يا نور العيون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5E0BE52" w14:textId="77777777" w:rsidR="00EE7C84" w:rsidRDefault="00EE7C84" w:rsidP="0042765C">
      <w:pPr>
        <w:pStyle w:val="libPoemCenter"/>
        <w:rPr>
          <w:lang w:bidi="fa-IR"/>
        </w:rPr>
      </w:pPr>
      <w:r>
        <w:rPr>
          <w:rtl/>
          <w:lang w:bidi="fa-IR"/>
        </w:rPr>
        <w:t>ترضى العدى ليّه يسلبون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2765C" w14:paraId="560A510F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49F23ED5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يبويه براقعنا خذوها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D6152B5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9AEE815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اُو سكنة العزيزة سلّبوها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3CE59EE6" w14:textId="77777777" w:rsidTr="0042765C">
        <w:trPr>
          <w:trHeight w:val="350"/>
        </w:trPr>
        <w:tc>
          <w:tcPr>
            <w:tcW w:w="3920" w:type="dxa"/>
          </w:tcPr>
          <w:p w14:paraId="64D487B6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اُو بالسوط قاموا يضربوها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673419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467AE6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حتّى خيمنا حرّقوها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45F9DD04" w14:textId="77777777" w:rsidTr="0042765C">
        <w:trPr>
          <w:trHeight w:val="350"/>
        </w:trPr>
        <w:tc>
          <w:tcPr>
            <w:tcW w:w="3920" w:type="dxa"/>
          </w:tcPr>
          <w:p w14:paraId="500DB31F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اتناديك جاوبها يبوها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9D96BC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AC8869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ترضى الأعادي يسلّبوها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4FAAE313" w14:textId="77777777" w:rsidTr="0042765C">
        <w:trPr>
          <w:trHeight w:val="350"/>
        </w:trPr>
        <w:tc>
          <w:tcPr>
            <w:tcW w:w="3920" w:type="dxa"/>
          </w:tcPr>
          <w:p w14:paraId="1DA0B720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يعزز عليكم لو تروها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9E03D8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06384D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للشام يابوها خذوها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52CD7911" w14:textId="77777777" w:rsidTr="0042765C">
        <w:trPr>
          <w:trHeight w:val="350"/>
        </w:trPr>
        <w:tc>
          <w:tcPr>
            <w:tcW w:w="3920" w:type="dxa"/>
          </w:tcPr>
          <w:p w14:paraId="69D6288A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اُومن فوق ناقة ركّبوها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7DE31C3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27FACF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اُوعلى ايزيد بالذلة ادخلوها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FAA5EEA" w14:textId="77777777" w:rsidR="00EE7C84" w:rsidRDefault="00EE7C84" w:rsidP="0042765C">
      <w:pPr>
        <w:pStyle w:val="libPoemCenter"/>
        <w:rPr>
          <w:lang w:bidi="fa-IR"/>
        </w:rPr>
      </w:pPr>
      <w:r>
        <w:rPr>
          <w:rtl/>
          <w:lang w:bidi="fa-IR"/>
        </w:rPr>
        <w:t>ويلي لسكنة من ولوها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2765C" w14:paraId="24B7267A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36080A67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الحرمة إلى من فقدت لها اُوحيد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D83F1A0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9D969A7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كُلّ يسلّيها ولا ايفيد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45F59677" w14:textId="77777777" w:rsidTr="0042765C">
        <w:trPr>
          <w:trHeight w:val="350"/>
        </w:trPr>
        <w:tc>
          <w:tcPr>
            <w:tcW w:w="3920" w:type="dxa"/>
          </w:tcPr>
          <w:p w14:paraId="214BE512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وانا فاقدة سبعين صنديد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79FB9B4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5A42A3F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صرعى ضحايا في ثرى البيد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4B5B4664" w14:textId="77777777" w:rsidTr="0042765C">
        <w:trPr>
          <w:trHeight w:val="350"/>
        </w:trPr>
        <w:tc>
          <w:tcPr>
            <w:tcW w:w="3920" w:type="dxa"/>
          </w:tcPr>
          <w:p w14:paraId="799A3C6D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أنا وين والشامات والقيد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0D22B3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F905AA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والناس تأتي اتهنّي ايزيد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3D0ACA6E" w14:textId="77777777" w:rsidTr="0042765C">
        <w:trPr>
          <w:trHeight w:val="350"/>
        </w:trPr>
        <w:tc>
          <w:tcPr>
            <w:tcW w:w="3920" w:type="dxa"/>
          </w:tcPr>
          <w:p w14:paraId="07A83915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ايقولون ليّه امبارك العيد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BA28A6F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A599D2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ترى اِحسين ظل ابغير توسيد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204C03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تشير إلى أبيها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2765C" w14:paraId="0AA2F143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6B4DF6A8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الخيل غارت يم لطناب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8FC8996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B371163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يردون ضنوة 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80E5934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2765C" w14:paraId="675B012C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4980ECC4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كلهم أعادي والهم اطلاب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20802FA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867209D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وقعة بدر اُوقعة الأحزاب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948E288" w14:textId="77777777" w:rsidR="00EE7C84" w:rsidRDefault="00EE7C84" w:rsidP="0042765C">
      <w:pPr>
        <w:pStyle w:val="libPoemCenter"/>
        <w:rPr>
          <w:lang w:bidi="fa-IR"/>
        </w:rPr>
      </w:pPr>
      <w:r>
        <w:rPr>
          <w:rtl/>
          <w:lang w:bidi="fa-IR"/>
        </w:rPr>
        <w:t>وينك علي يا داحي الباب</w:t>
      </w:r>
    </w:p>
    <w:tbl>
      <w:tblPr>
        <w:tblStyle w:val="TableGrid"/>
        <w:bidiVisual/>
        <w:tblW w:w="4511" w:type="pct"/>
        <w:tblInd w:w="384" w:type="dxa"/>
        <w:tblLook w:val="01E0" w:firstRow="1" w:lastRow="1" w:firstColumn="1" w:lastColumn="1" w:noHBand="0" w:noVBand="0"/>
      </w:tblPr>
      <w:tblGrid>
        <w:gridCol w:w="3919"/>
        <w:gridCol w:w="279"/>
        <w:gridCol w:w="3881"/>
      </w:tblGrid>
      <w:tr w:rsidR="0042765C" w14:paraId="7B195001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6C27444F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ولا طارش الحيدر يقلّه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97480C9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57D830C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نوم القبر ماهو امحلّه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3D685DD8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51F1EBE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ترضى علينا ابها لمذلّه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EB138C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59C85D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بالسوط يضربني خولّه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7E4FAF0" w14:textId="77777777" w:rsidR="00EE7C84" w:rsidRDefault="00EE7C84" w:rsidP="0042765C">
      <w:pPr>
        <w:pStyle w:val="libPoemCenter"/>
        <w:rPr>
          <w:lang w:bidi="fa-IR"/>
        </w:rPr>
      </w:pPr>
      <w:r>
        <w:rPr>
          <w:rtl/>
          <w:lang w:bidi="fa-IR"/>
        </w:rPr>
        <w:t>بيت العلم نهبوه كلّه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2765C" w14:paraId="1BC9A6D5" w14:textId="77777777" w:rsidTr="0042765C">
        <w:trPr>
          <w:trHeight w:val="350"/>
        </w:trPr>
        <w:tc>
          <w:tcPr>
            <w:tcW w:w="3920" w:type="dxa"/>
            <w:shd w:val="clear" w:color="auto" w:fill="auto"/>
          </w:tcPr>
          <w:p w14:paraId="567BB05D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والله اقليبي ما سلاكم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229BE31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67258E8" w14:textId="77777777" w:rsidR="0042765C" w:rsidRDefault="0042765C" w:rsidP="0042765C">
            <w:pPr>
              <w:pStyle w:val="libPoem"/>
            </w:pPr>
            <w:r>
              <w:rPr>
                <w:rtl/>
                <w:lang w:bidi="fa-IR"/>
              </w:rPr>
              <w:t>اُوعيني فلا ملّت بكاكم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211F83F" w14:textId="77777777" w:rsidR="00EE7C84" w:rsidRDefault="00EE7C84" w:rsidP="0042765C">
      <w:pPr>
        <w:pStyle w:val="libPoemCenter"/>
        <w:rPr>
          <w:lang w:bidi="fa-IR"/>
        </w:rPr>
      </w:pPr>
      <w:r>
        <w:rPr>
          <w:rtl/>
          <w:lang w:bidi="fa-IR"/>
        </w:rPr>
        <w:t>ويلي على قبر حواكم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42765C" w14:paraId="27A2AA94" w14:textId="77777777" w:rsidTr="0042765C">
        <w:trPr>
          <w:trHeight w:val="350"/>
        </w:trPr>
        <w:tc>
          <w:tcPr>
            <w:tcW w:w="3964" w:type="dxa"/>
            <w:shd w:val="clear" w:color="auto" w:fill="auto"/>
          </w:tcPr>
          <w:p w14:paraId="266D4B93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إديارنا ابيثرب خليّه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49F91334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736292B2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اُو بالشام احنا ابها لأذيّه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52C143A0" w14:textId="77777777" w:rsidTr="0042765C">
        <w:trPr>
          <w:trHeight w:val="350"/>
        </w:trPr>
        <w:tc>
          <w:tcPr>
            <w:tcW w:w="3964" w:type="dxa"/>
          </w:tcPr>
          <w:p w14:paraId="2676C99B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مستنكرة منّي البريه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62110FB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D954693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ايقولون ويش هذي القضيّه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4A658C1F" w14:textId="77777777" w:rsidTr="0042765C">
        <w:trPr>
          <w:trHeight w:val="350"/>
        </w:trPr>
        <w:tc>
          <w:tcPr>
            <w:tcW w:w="3964" w:type="dxa"/>
          </w:tcPr>
          <w:p w14:paraId="5B4C433D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مثلك يها لشمس المضيّه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7BC6D81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2C1A862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اتركبين حسرة اعلى المطيّه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62C8C7C0" w14:textId="77777777" w:rsidTr="0042765C">
        <w:trPr>
          <w:trHeight w:val="350"/>
        </w:trPr>
        <w:tc>
          <w:tcPr>
            <w:tcW w:w="3964" w:type="dxa"/>
          </w:tcPr>
          <w:p w14:paraId="34BD56E8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عجايب من الدّنيا الدنيّه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EBBCD5C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5C21C69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فوق الثرى اتحل الثريا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6827D8EB" w14:textId="77777777" w:rsidTr="0042765C">
        <w:trPr>
          <w:trHeight w:val="350"/>
        </w:trPr>
        <w:tc>
          <w:tcPr>
            <w:tcW w:w="3964" w:type="dxa"/>
          </w:tcPr>
          <w:p w14:paraId="4BA40843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والله افتريتوا يا اُميّه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EDDC150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C4E0522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فرية على ربِّ البريّه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412759DC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BB99AF7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اِتسمّون زينب خارجيّه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A7AEFA3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9482E5C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يا طارشي حثّ المطيّه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6D44DE59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DAF2FFB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واسري نهارك والعشيّه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4D0689A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A49D388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لبويه الذي أبطى عليّه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5FD971B9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612E34A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قلّه يحيدر يا شفيّه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DA6312D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BB95408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ترى ايزيد ما بقى بقيّه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117408DF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3ECB69A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خلّى اُولادك يا شفيّه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B25F71B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A859363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نحاير اِبأرض الغاضريّه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552B543E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B850690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اِحسين وانصاره رميّه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9599AF4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D9A57E8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اُوأمّا المصونة الهاشميّه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0AB645CA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A4BBD30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ركبت على كور المطيّه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6A5E581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562647F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للشام ودّوها هديّه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519F78A8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DA00E35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وان كان الوالي عزمه الجيّه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04DC718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2DBB444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أوّل يمر الغاضريّه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06A90E12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DE4AAB5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اُو يدفن جثث أهل الحميّه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875CE3F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A7647B0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ولا ايخلي ابن اُمّي رميّه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6B8597EA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E8D87EE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بالأمس أنا درة هل البيت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6A48290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031A4A1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لنوار تسطع لي لطبّيت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261CB029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F21EDA1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اُو لملاك تخضع لي لمريت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3A642FB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C647D03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يمشون خلفي لو مشيت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5156D097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59EE718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إيقولون ذي درة هل البيت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C144129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01499A3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واليوم وسط السوق دشّيت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765C" w14:paraId="5D66E0AB" w14:textId="77777777" w:rsidTr="004276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A8D0A8C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هبّطت راسي واستذلّيت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FDA6098" w14:textId="77777777" w:rsidR="0042765C" w:rsidRDefault="0042765C" w:rsidP="0042765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7B888D9" w14:textId="77777777" w:rsidR="0042765C" w:rsidRDefault="007150D3" w:rsidP="0042765C">
            <w:pPr>
              <w:pStyle w:val="libPoem"/>
            </w:pPr>
            <w:r>
              <w:rPr>
                <w:rtl/>
                <w:lang w:bidi="fa-IR"/>
              </w:rPr>
              <w:t>اُوشلت النعا للناس نعّيت</w:t>
            </w:r>
            <w:r w:rsidR="0042765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EC5F948" w14:textId="77777777" w:rsidR="00EE7C84" w:rsidRDefault="00EE7C84" w:rsidP="007150D3">
      <w:pPr>
        <w:pStyle w:val="libPoemCenter"/>
        <w:rPr>
          <w:lang w:bidi="fa-IR"/>
        </w:rPr>
      </w:pPr>
      <w:r>
        <w:rPr>
          <w:rtl/>
          <w:lang w:bidi="fa-IR"/>
        </w:rPr>
        <w:t>خلا البيت يا روحي خلا البيت</w:t>
      </w:r>
    </w:p>
    <w:p w14:paraId="1BF90DFC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27F8A" w14:paraId="68C4A4A4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3C9A3352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اِمن اهل الكرم خِليت ابيوتي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2AFA22A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6ECE2C7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ولا طاب مشروبي اُوقوتي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AED08D5" w14:textId="77777777" w:rsidR="00EE7C84" w:rsidRDefault="00EE7C84" w:rsidP="00827F8A">
      <w:pPr>
        <w:pStyle w:val="libPoemCenter"/>
        <w:rPr>
          <w:lang w:bidi="fa-IR"/>
        </w:rPr>
      </w:pPr>
      <w:r>
        <w:rPr>
          <w:rtl/>
          <w:lang w:bidi="fa-IR"/>
        </w:rPr>
        <w:t>لطمت الوجه اُو علّيت صوتي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27F8A" w14:paraId="3277CDA9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5278CABD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اِيقولون زينب ربة الخود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F069C0F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B9DDEC4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من وين زينب تركب القود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7C0BA611" w14:textId="77777777" w:rsidTr="00CD24AE">
        <w:trPr>
          <w:trHeight w:val="350"/>
        </w:trPr>
        <w:tc>
          <w:tcPr>
            <w:tcW w:w="3920" w:type="dxa"/>
          </w:tcPr>
          <w:p w14:paraId="391998AC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جليلة تجيها امنين لقيود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602D4E1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AD7FC6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واخوانها هاذيك لجنود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77CEE506" w14:textId="77777777" w:rsidTr="00CD24AE">
        <w:trPr>
          <w:trHeight w:val="350"/>
        </w:trPr>
        <w:tc>
          <w:tcPr>
            <w:tcW w:w="3920" w:type="dxa"/>
          </w:tcPr>
          <w:p w14:paraId="65EEE3E4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عبّاس ومحمّد المعدود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8A99CA3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EAE7E4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واِخوان عدها مثل لاسود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7351728" w14:textId="77777777" w:rsidR="00EE7C84" w:rsidRDefault="00EE7C84" w:rsidP="00827F8A">
      <w:pPr>
        <w:pStyle w:val="libPoemCenter"/>
        <w:rPr>
          <w:lang w:bidi="fa-IR"/>
        </w:rPr>
      </w:pPr>
      <w:r>
        <w:rPr>
          <w:rtl/>
          <w:lang w:bidi="fa-IR"/>
        </w:rPr>
        <w:t>ما تنذل وبو السجّاد موجود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27F8A" w14:paraId="68724D99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2AC63CAA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زينب محمّد يقدر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2120526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85C4FE8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لغلال من وينه تجيها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482477AA" w14:textId="77777777" w:rsidTr="00CD24AE">
        <w:trPr>
          <w:trHeight w:val="350"/>
        </w:trPr>
        <w:tc>
          <w:tcPr>
            <w:tcW w:w="3920" w:type="dxa"/>
          </w:tcPr>
          <w:p w14:paraId="0417CA04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واِحسين حاميها اُوليها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ADB05B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534FAC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اُو عبّاس ومحمّد أخيها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A0F8A1A" w14:textId="77777777" w:rsidR="00EE7C84" w:rsidRDefault="00EE7C84" w:rsidP="00827F8A">
      <w:pPr>
        <w:pStyle w:val="libPoemCenter"/>
        <w:rPr>
          <w:lang w:bidi="fa-IR"/>
        </w:rPr>
      </w:pPr>
      <w:r>
        <w:rPr>
          <w:rtl/>
          <w:lang w:bidi="fa-IR"/>
        </w:rPr>
        <w:t>من ذا الحال اسم الله عليها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27F8A" w14:paraId="3354DA02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0131DD05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متنذل ولا تنحط يها لناس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0F8A68F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E1AC06D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هل كيف يجيها الذل والباس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73513DC0" w14:textId="77777777" w:rsidTr="00CD24AE">
        <w:trPr>
          <w:trHeight w:val="350"/>
        </w:trPr>
        <w:tc>
          <w:tcPr>
            <w:tcW w:w="3920" w:type="dxa"/>
          </w:tcPr>
          <w:p w14:paraId="593C5258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أبداً ولا تمشي مع ارجاس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2FEF14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F3CECD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واخوان عدها الكلّ فرّاس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EBAE032" w14:textId="77777777" w:rsidR="00EE7C84" w:rsidRDefault="00EE7C84" w:rsidP="00827F8A">
      <w:pPr>
        <w:pStyle w:val="libPoemCenter"/>
        <w:rPr>
          <w:lang w:bidi="fa-IR"/>
        </w:rPr>
      </w:pPr>
      <w:r>
        <w:rPr>
          <w:rtl/>
          <w:lang w:bidi="fa-IR"/>
        </w:rPr>
        <w:t>لا سيما محمّد اُو عبّاس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27F8A" w14:paraId="0268749E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323791F1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سبعين مدرع من ولاها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8E691BC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071A233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والناس تتمنى تراها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6424C7CB" w14:textId="77777777" w:rsidTr="00CD24AE">
        <w:trPr>
          <w:trHeight w:val="350"/>
        </w:trPr>
        <w:tc>
          <w:tcPr>
            <w:tcW w:w="3920" w:type="dxa"/>
          </w:tcPr>
          <w:p w14:paraId="7C4E8F10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كيف تجي اِبولية اعداها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D34575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1C98F6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أيتام تمشي من وراها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4E31B2C1" w14:textId="77777777" w:rsidTr="00CD24AE">
        <w:trPr>
          <w:trHeight w:val="350"/>
        </w:trPr>
        <w:tc>
          <w:tcPr>
            <w:tcW w:w="3920" w:type="dxa"/>
          </w:tcPr>
          <w:p w14:paraId="721199F3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أنادي هلي ما يسمعوا عداي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84BFA63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D16C3A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كلهم طبق ذبحوا على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309D23A9" w14:textId="77777777" w:rsidTr="00CD24AE">
        <w:trPr>
          <w:trHeight w:val="350"/>
        </w:trPr>
        <w:tc>
          <w:tcPr>
            <w:tcW w:w="3920" w:type="dxa"/>
          </w:tcPr>
          <w:p w14:paraId="63A36D1A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ولا تم لي يا ناس حمّاي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9D7A3B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66DF9C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بس الحرم يمشون ويّاي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5F90FD6B" w14:textId="77777777" w:rsidTr="00CD24AE">
        <w:trPr>
          <w:trHeight w:val="350"/>
        </w:trPr>
        <w:tc>
          <w:tcPr>
            <w:tcW w:w="3920" w:type="dxa"/>
          </w:tcPr>
          <w:p w14:paraId="176DE8E2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عطاشى اُو يريدوا منّي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8BDB73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6EB135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يخويه الشمر ورّم لمتناي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1DCF22EE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856D06E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ويش لك يظالم مبتليني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586EEA5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7DEBE2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هالروس تنصيها ابعيني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5F13EBB1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E7BD89B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واتريد انا ايبطل ونيني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318B79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C080A3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باحن يناقة اُوجاوبيني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A45D685" w14:textId="77777777" w:rsidR="00EE7C84" w:rsidRDefault="00EE7C84" w:rsidP="00827F8A">
      <w:pPr>
        <w:pStyle w:val="libPoemCenter"/>
        <w:rPr>
          <w:lang w:bidi="fa-IR"/>
        </w:rPr>
      </w:pPr>
      <w:r>
        <w:rPr>
          <w:rtl/>
          <w:lang w:bidi="fa-IR"/>
        </w:rPr>
        <w:t>على اِحسين اخويه نور عيني</w:t>
      </w:r>
    </w:p>
    <w:p w14:paraId="04437167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توصي جبرئيل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27F8A" w14:paraId="3365E425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2A624207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يجبريل هل هالله في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68BD692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DB35238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ظلّل على جسمه ابجناحين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35173D95" w14:textId="77777777" w:rsidTr="00CD24AE">
        <w:trPr>
          <w:trHeight w:val="350"/>
        </w:trPr>
        <w:tc>
          <w:tcPr>
            <w:tcW w:w="3920" w:type="dxa"/>
          </w:tcPr>
          <w:p w14:paraId="66EE22F3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والى من توعى اُو فتح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BFB75E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EA6AFD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اُو سايلك عن اختي مشت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1AE8CD3B" w14:textId="77777777" w:rsidTr="00CD24AE">
        <w:trPr>
          <w:trHeight w:val="350"/>
        </w:trPr>
        <w:tc>
          <w:tcPr>
            <w:tcW w:w="3920" w:type="dxa"/>
          </w:tcPr>
          <w:p w14:paraId="57A25684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قلّه مضت للشام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DDFA8C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E17240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حسرا على اظهور البعارين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0160AF3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27F8A" w14:paraId="368F539B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18AF072A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سمعها اُومنّه زاد لونين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DB2858A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4B9CA37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قلها اُودمع العين كالعين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044D32F6" w14:textId="77777777" w:rsidTr="00CD24AE">
        <w:trPr>
          <w:trHeight w:val="350"/>
        </w:trPr>
        <w:tc>
          <w:tcPr>
            <w:tcW w:w="3920" w:type="dxa"/>
          </w:tcPr>
          <w:p w14:paraId="338740EB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تعالي يزينب رايحة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D24884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34E54B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أنا اِحسين يا زينب انا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0BFFC49B" w14:textId="77777777" w:rsidTr="00CD24AE">
        <w:trPr>
          <w:trHeight w:val="350"/>
        </w:trPr>
        <w:tc>
          <w:tcPr>
            <w:tcW w:w="3920" w:type="dxa"/>
          </w:tcPr>
          <w:p w14:paraId="20A8AA23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علامتي مقطوع 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193BEFC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127ADA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حنّت اُوهلّت مدمع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750EEE33" w14:textId="77777777" w:rsidTr="00CD24AE">
        <w:trPr>
          <w:trHeight w:val="350"/>
        </w:trPr>
        <w:tc>
          <w:tcPr>
            <w:tcW w:w="3920" w:type="dxa"/>
          </w:tcPr>
          <w:p w14:paraId="6E263141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هل كيف ما ساخت لراضين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A3C82FC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E79E33A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يمذبوح لا مطلب ولا 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6402C4C4" w14:textId="77777777" w:rsidTr="00CD24AE">
        <w:trPr>
          <w:trHeight w:val="350"/>
        </w:trPr>
        <w:tc>
          <w:tcPr>
            <w:tcW w:w="3920" w:type="dxa"/>
          </w:tcPr>
          <w:p w14:paraId="58D51B54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يحسين لو جينا البلادين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8648A6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9DC7B1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اُوجونا أهلهم مستعدّين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7F416988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9438086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كل ما لفى يصفق الكفين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A66F0C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4FED515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ايقولون جوا بالخارجيين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6DD08E5A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B7A7D9F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ما كان أبونا مظهر الدين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31EFEF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CEA65A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اُوجدنا النّبي خير النبيين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1A146FFA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4F213B8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واحنا العفايف والخواتين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EB71F5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7F7E13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بعد الخدر نركب بعارين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66DCE5A4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D1891D4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وصّل يطارش آل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9F3AD8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A15F96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قلهم اُومنْك الدمع غدران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7463FD91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362B0DA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يهل الفخر قوموا يشجعان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2760BB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B6AEFD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ترى اِحسين مرمي فوق تربان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B03A5D4" w14:textId="77777777" w:rsidR="00EE7C84" w:rsidRDefault="00EE7C84" w:rsidP="00827F8A">
      <w:pPr>
        <w:pStyle w:val="libPoemCenter"/>
        <w:rPr>
          <w:lang w:bidi="fa-IR"/>
        </w:rPr>
      </w:pPr>
      <w:r>
        <w:rPr>
          <w:rtl/>
          <w:lang w:bidi="fa-IR"/>
        </w:rPr>
        <w:t>واحريمكم ابولية العدوان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27F8A" w14:paraId="797ED02F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15FD7D20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مشينا اُو خلّينا المطاعين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8B5F690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7C0C628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كلهم جثث من غير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08991A7D" w14:textId="77777777" w:rsidTr="00CD24AE">
        <w:trPr>
          <w:trHeight w:val="350"/>
        </w:trPr>
        <w:tc>
          <w:tcPr>
            <w:tcW w:w="3920" w:type="dxa"/>
          </w:tcPr>
          <w:p w14:paraId="11058B3F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ريّض اسويعة حادي البين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BBA038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4FE3DE3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خلِّ الحريم اتودّع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38CDE5B6" w14:textId="77777777" w:rsidTr="00CD24AE">
        <w:trPr>
          <w:trHeight w:val="350"/>
        </w:trPr>
        <w:tc>
          <w:tcPr>
            <w:tcW w:w="3920" w:type="dxa"/>
          </w:tcPr>
          <w:p w14:paraId="7499EBE6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بودع خليصي اُوقرّة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FBC320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79841C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بودع انا مقطوع 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15DC3BA2" w14:textId="77777777" w:rsidTr="00CD24AE">
        <w:trPr>
          <w:trHeight w:val="350"/>
        </w:trPr>
        <w:tc>
          <w:tcPr>
            <w:tcW w:w="3920" w:type="dxa"/>
          </w:tcPr>
          <w:p w14:paraId="4DF25228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عبّاس أبو فرجة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46969B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0C9C7E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ما يرضى ابتسيير 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2CB837B5" w14:textId="77777777" w:rsidTr="00CD24AE">
        <w:trPr>
          <w:trHeight w:val="350"/>
        </w:trPr>
        <w:tc>
          <w:tcPr>
            <w:tcW w:w="3920" w:type="dxa"/>
          </w:tcPr>
          <w:p w14:paraId="3CE86FA0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اُو جاسم عزيزي قرّة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C0F1954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A4B7AF1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اُو شبيه النّبي باودّعه ابحين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6A88EA41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23DF186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واهل المجد نيف اُو سبعين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676232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2EDAB3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كلهم طبق صفاهم البين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35FD7407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18FA8AA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يحسين سامح يا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464E90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740A4C1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لو اتشوفنا واحنا امشيلين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3E80AF50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7590A4E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والنوق يابن اُمّي هزيلين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ED4368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3FA3ED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والقوم يا خويه عجولين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16629886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9D25F56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ايقولون لي لازم تركبين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A046D3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DC9EBAA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والجثّة ابن اُمّك تخلّين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11BEE833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F821642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أنا كلمك يا خوي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9CCA0E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003A07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شيطلبك الجمّال من دَين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48B6CD01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3DEB535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بالسيف يوم ايقص 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DA936F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956F9B7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اُوهل كف ما ساخت لراضين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6267C5B9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7E36BF1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لكنكم يحسين راضين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AB0C874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06E40E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واَرواحكم للدِّين فادين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5A299B48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21945D7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يحسين طايح وين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9917B4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2F42FC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جيتك أنا ويّا 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F8A" w14:paraId="36BD7AB6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936FBEA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سمعها اُومنّه زاد لونين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6B02EC" w14:textId="77777777" w:rsidR="00827F8A" w:rsidRDefault="00827F8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5BD314" w14:textId="77777777" w:rsidR="00827F8A" w:rsidRDefault="00827F8A" w:rsidP="00CD24AE">
            <w:pPr>
              <w:pStyle w:val="libPoem"/>
            </w:pPr>
            <w:r>
              <w:rPr>
                <w:rtl/>
                <w:lang w:bidi="fa-IR"/>
              </w:rPr>
              <w:t>تعالي يزينب لا تروحين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E1966CB" w14:textId="77777777" w:rsidR="00EE7C84" w:rsidRDefault="00EE7C84" w:rsidP="00827F8A">
      <w:pPr>
        <w:pStyle w:val="libPoemCenter"/>
        <w:rPr>
          <w:lang w:bidi="fa-IR"/>
        </w:rPr>
      </w:pPr>
      <w:r>
        <w:rPr>
          <w:rtl/>
          <w:lang w:bidi="fa-IR"/>
        </w:rPr>
        <w:t>أنا اِحسين يا زينب أنا اِحسين</w:t>
      </w:r>
    </w:p>
    <w:p w14:paraId="4F8948F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C0315" w14:paraId="709B6FC2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60C04587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منك يحادي طيب وارضى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B382F2C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57690BD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مربي على مكسور لعضا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078D6E79" w14:textId="77777777" w:rsidTr="00CD24AE">
        <w:trPr>
          <w:trHeight w:val="350"/>
        </w:trPr>
        <w:tc>
          <w:tcPr>
            <w:tcW w:w="3920" w:type="dxa"/>
          </w:tcPr>
          <w:p w14:paraId="161B6229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باخبر أخويه كان يرضى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917BF6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4D67A1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أركب على الناقة بلا اغطا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7D3C97C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أخاها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حين سارت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C0315" w14:paraId="6C240D98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72E5765B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عزيز عليّه أن أراك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7FA78DE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EFBC793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اُو شيبك امخضب من ادماك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45B7B349" w14:textId="77777777" w:rsidTr="00CD24AE">
        <w:trPr>
          <w:trHeight w:val="350"/>
        </w:trPr>
        <w:tc>
          <w:tcPr>
            <w:tcW w:w="3920" w:type="dxa"/>
          </w:tcPr>
          <w:p w14:paraId="3E2A6D17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يسور اليتامى لا عدمناك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A7E258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A345C0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اِقعد اُو سر قلبي ابملقاك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68568442" w14:textId="77777777" w:rsidTr="00CD24AE">
        <w:trPr>
          <w:trHeight w:val="350"/>
        </w:trPr>
        <w:tc>
          <w:tcPr>
            <w:tcW w:w="3920" w:type="dxa"/>
          </w:tcPr>
          <w:p w14:paraId="3365DDDF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ترى أفجعت قلبي يتاماك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FD927F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BE9EDD9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يشيّال حملي وين أنا القاك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5E1F8C1C" w14:textId="77777777" w:rsidTr="00CD24AE">
        <w:trPr>
          <w:trHeight w:val="350"/>
        </w:trPr>
        <w:tc>
          <w:tcPr>
            <w:tcW w:w="3920" w:type="dxa"/>
          </w:tcPr>
          <w:p w14:paraId="5A1CBD6E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يحسين راسك وين أودّيه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B9BFC8E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349406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أحطّه ابقلبي لو أخلّيه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6D2AD580" w14:textId="77777777" w:rsidTr="00CD24AE">
        <w:trPr>
          <w:trHeight w:val="350"/>
        </w:trPr>
        <w:tc>
          <w:tcPr>
            <w:tcW w:w="3920" w:type="dxa"/>
          </w:tcPr>
          <w:p w14:paraId="7B4EF785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لو ناخذه الجدّك نودّيه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7A91FE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3F8DAC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نحكي مصايبنا اُو نشكّيه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35DBA2AF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F4D7D6C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نقلّه عزيزك والتربّيه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D15DB1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0437C0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مذبوح والسافي سفى اِعليه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060B20D5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5FCD68F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راسك يخويه ابطشت جابوه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C014A1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6E40E72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إلى ايزيد واجنوده ينظروه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66493780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3F730B1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شفتهم أنا ابعيني يضربوه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13E1AC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C56890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كنّه ابقلبي رمح صابوه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0E925A2F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1E30584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ترضى اعلى الدرة الثمينه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574E88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6C6603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ايزيد يلحضها ابعينه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4ADDE351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F9A6F6E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إيقلّي يزينب يا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B184D7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41D038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راح اللي كنتي ترتجينه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046FF861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D666548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حال القضا بينك اُو 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48403E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AD55022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يهالناس داحي الباب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698546A" w14:textId="77777777" w:rsidR="00EE7C84" w:rsidRDefault="00EE7C84" w:rsidP="000C0315">
      <w:pPr>
        <w:pStyle w:val="libPoemCenter"/>
        <w:rPr>
          <w:lang w:bidi="fa-IR"/>
        </w:rPr>
      </w:pPr>
      <w:r>
        <w:rPr>
          <w:rtl/>
          <w:lang w:bidi="fa-IR"/>
        </w:rPr>
        <w:t>يرضى ابها لذلّة علينا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C0315" w14:paraId="1CA3BBA0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2CEB42AC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يحسين ما كنكم أهلنا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86983FE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2F99A5D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ما يوم في بلده نزلنا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267DDC53" w14:textId="77777777" w:rsidTr="00CD24AE">
        <w:trPr>
          <w:trHeight w:val="350"/>
        </w:trPr>
        <w:tc>
          <w:tcPr>
            <w:tcW w:w="3920" w:type="dxa"/>
          </w:tcPr>
          <w:p w14:paraId="5061BACC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اُوكل ساع ما بلدة دخلنا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047FD80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D4E5B9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باقيودنا ذبنا اُوذهلنا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353F1454" w14:textId="77777777" w:rsidTr="00CD24AE">
        <w:trPr>
          <w:trHeight w:val="350"/>
        </w:trPr>
        <w:tc>
          <w:tcPr>
            <w:tcW w:w="3920" w:type="dxa"/>
          </w:tcPr>
          <w:p w14:paraId="457A2834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اُوفي السوق دشّونا ابحبلنا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A653ABD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8B5B6D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مرّة نسيتونا يهلنا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03FC8AC4" w14:textId="77777777" w:rsidTr="00CD24AE">
        <w:trPr>
          <w:trHeight w:val="350"/>
        </w:trPr>
        <w:tc>
          <w:tcPr>
            <w:tcW w:w="3920" w:type="dxa"/>
          </w:tcPr>
          <w:p w14:paraId="4FFBA90A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يحسين عزّي ما دريت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90CC43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F8E1D5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مجلس يزيد اليوم طبيت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107F0E7C" w14:textId="77777777" w:rsidTr="00CD24AE">
        <w:trPr>
          <w:trHeight w:val="350"/>
        </w:trPr>
        <w:tc>
          <w:tcPr>
            <w:tcW w:w="3920" w:type="dxa"/>
          </w:tcPr>
          <w:p w14:paraId="0A642147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هبّطت راسي واستذلّيت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5D4A61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FB3DD0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ما كنني درة هل البيت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55B6E2E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تعاتب أباها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C0315" w14:paraId="2E4AA21C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4F9ED152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ينور المساجد والمدارس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AD12550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4911E77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يقتّال كُل سبع اُو فارس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49C4B0FC" w14:textId="77777777" w:rsidTr="00CD24AE">
        <w:trPr>
          <w:trHeight w:val="350"/>
        </w:trPr>
        <w:tc>
          <w:tcPr>
            <w:tcW w:w="3920" w:type="dxa"/>
          </w:tcPr>
          <w:p w14:paraId="0039CEB6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ترضى يمن للدين حارس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BBDAFB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5CCB83B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إيدشّون زينب في المجالس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050DBCB2" w14:textId="77777777" w:rsidTr="00CD24AE">
        <w:trPr>
          <w:trHeight w:val="350"/>
        </w:trPr>
        <w:tc>
          <w:tcPr>
            <w:tcW w:w="3920" w:type="dxa"/>
          </w:tcPr>
          <w:p w14:paraId="19C68FA3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اِرسالة تحملها يسالك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811CC1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390F54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لبويه على غوث المهالك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B0CAE7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C0315" w14:paraId="55B3259F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308DDA3D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قلّه يحيدر عاد مالك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CFA2A01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42A4C05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ترى ايزيد وردهم مهالك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70C5ABE3" w14:textId="77777777" w:rsidTr="00CD24AE">
        <w:trPr>
          <w:trHeight w:val="350"/>
        </w:trPr>
        <w:tc>
          <w:tcPr>
            <w:tcW w:w="3920" w:type="dxa"/>
          </w:tcPr>
          <w:p w14:paraId="54B71B61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اِتحمل يطارش لي رساله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A2312E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457C7D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إلى بوي حيدر ودها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2AC52A59" w14:textId="77777777" w:rsidTr="00CD24AE">
        <w:trPr>
          <w:trHeight w:val="350"/>
        </w:trPr>
        <w:tc>
          <w:tcPr>
            <w:tcW w:w="3920" w:type="dxa"/>
          </w:tcPr>
          <w:p w14:paraId="6A60138E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قلّه يمنطق للعزاله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DB249A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17DEA5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يبو اِحسين حاشاك الغفاله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8F670F8" w14:textId="77777777" w:rsidR="00EE7C84" w:rsidRDefault="00EE7C84" w:rsidP="000C0315">
      <w:pPr>
        <w:pStyle w:val="libPoemCenter"/>
        <w:rPr>
          <w:lang w:bidi="fa-IR"/>
        </w:rPr>
      </w:pPr>
      <w:r>
        <w:rPr>
          <w:rtl/>
          <w:lang w:bidi="fa-IR"/>
        </w:rPr>
        <w:t>مشفنا الابو ينسى اِعياله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C0315" w14:paraId="0AE9C2B8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5158D5BA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يا راكب الناقة اُوجايز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80C0F2B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1AED337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في سيرها تطوي المفاوز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60DB5554" w14:textId="77777777" w:rsidTr="00CD24AE">
        <w:trPr>
          <w:trHeight w:val="350"/>
        </w:trPr>
        <w:tc>
          <w:tcPr>
            <w:tcW w:w="3920" w:type="dxa"/>
          </w:tcPr>
          <w:p w14:paraId="44DFC93C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إنصى على راعي المعاجز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37EC12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68503E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اُوقلّه يمن للشرف حايز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9656CA1" w14:textId="77777777" w:rsidR="00EE7C84" w:rsidRDefault="00EE7C84" w:rsidP="000C0315">
      <w:pPr>
        <w:pStyle w:val="libPoemCenter"/>
        <w:rPr>
          <w:lang w:bidi="fa-IR"/>
        </w:rPr>
      </w:pPr>
      <w:r>
        <w:rPr>
          <w:rtl/>
          <w:lang w:bidi="fa-IR"/>
        </w:rPr>
        <w:t>ترى اِحسين واصحابه جنايز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C0315" w14:paraId="2D59914F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230532A8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يا طارشي هالخبر وصله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9752C87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F39F42F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وانصى لداحي الباب قلّه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15217512" w14:textId="77777777" w:rsidTr="00CD24AE">
        <w:trPr>
          <w:trHeight w:val="350"/>
        </w:trPr>
        <w:tc>
          <w:tcPr>
            <w:tcW w:w="3920" w:type="dxa"/>
          </w:tcPr>
          <w:p w14:paraId="60283C32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يبو اِحسين كُل مشكل تحلّه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9A225C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E24CEE1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اُو زينب اُو صابتها مشكله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0B620733" w14:textId="77777777" w:rsidTr="00CD24AE">
        <w:trPr>
          <w:trHeight w:val="350"/>
        </w:trPr>
        <w:tc>
          <w:tcPr>
            <w:tcW w:w="3920" w:type="dxa"/>
          </w:tcPr>
          <w:p w14:paraId="3F94EA2A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متحيرة باطفال قلّه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E810B1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D5426C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ما بين طفل اُوبين طفله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7B03BB93" w14:textId="77777777" w:rsidTr="00CD24AE">
        <w:trPr>
          <w:trHeight w:val="350"/>
        </w:trPr>
        <w:tc>
          <w:tcPr>
            <w:tcW w:w="3920" w:type="dxa"/>
          </w:tcPr>
          <w:p w14:paraId="4ABADA76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شملها يحيدر صار فلّه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5BBDC6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8C5E20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واِحسين متحيرة ابغسله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9400151" w14:textId="77777777" w:rsidR="00EE7C84" w:rsidRDefault="00EE7C84" w:rsidP="000C0315">
      <w:pPr>
        <w:pStyle w:val="libPoemCenter"/>
        <w:rPr>
          <w:lang w:bidi="fa-IR"/>
        </w:rPr>
      </w:pPr>
      <w:r>
        <w:rPr>
          <w:rtl/>
          <w:lang w:bidi="fa-IR"/>
        </w:rPr>
        <w:t>دنهض يداحي الباب غسله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C0315" w14:paraId="1D15EE6A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077F77A4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يا راكب الناقة اُو رايح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01D81AE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704C568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في السير مثل البرق لايح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3A441A95" w14:textId="77777777" w:rsidTr="00CD24AE">
        <w:trPr>
          <w:trHeight w:val="350"/>
        </w:trPr>
        <w:tc>
          <w:tcPr>
            <w:tcW w:w="3920" w:type="dxa"/>
          </w:tcPr>
          <w:p w14:paraId="6D6824DB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إلى جيت في مسراك رايح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5AE948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B45595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طيبة ترى النا ابها ضرايح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38E555C4" w14:textId="77777777" w:rsidTr="00CD24AE">
        <w:trPr>
          <w:trHeight w:val="350"/>
        </w:trPr>
        <w:tc>
          <w:tcPr>
            <w:tcW w:w="3920" w:type="dxa"/>
          </w:tcPr>
          <w:p w14:paraId="61BC9DDE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فزّع اُو كثّر للصوايح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014264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5CA9A7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قلهم يطيبين الروايح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120FEAE8" w14:textId="77777777" w:rsidTr="00CD24AE">
        <w:trPr>
          <w:trHeight w:val="350"/>
        </w:trPr>
        <w:tc>
          <w:tcPr>
            <w:tcW w:w="3920" w:type="dxa"/>
          </w:tcPr>
          <w:p w14:paraId="511821D5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ترى اِحسين بارض الطفِّ طايح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5D6DC38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CB2324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اُوظعن الحرم للشام رايح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37D1F550" w14:textId="77777777" w:rsidTr="00CD24AE">
        <w:trPr>
          <w:trHeight w:val="350"/>
        </w:trPr>
        <w:tc>
          <w:tcPr>
            <w:tcW w:w="3920" w:type="dxa"/>
          </w:tcPr>
          <w:p w14:paraId="07B37D0F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ياللي تجد للسير دابك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D15376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87B9361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ليم الغري عرّج اركابك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37EDC0F0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CBCC852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إلى جيت لا عنده اُو اجابك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5DA57D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A292FD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اُو قلّك إلينا ويش جابك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21D1AC5A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70F868A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قلّه أنا قاصد جنابك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A91D51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D6ADAE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بعزّيك بامصابٍ أصابك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41E5AABF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3CDBEC2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سبط تقبّل فيه دابك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1BC596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77CC4E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رضّوا اِعظامه بالسنابك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2D43622" w14:textId="77777777" w:rsidR="00EE7C84" w:rsidRDefault="00EE7C84" w:rsidP="000C0315">
      <w:pPr>
        <w:pStyle w:val="libPoemCenter"/>
        <w:rPr>
          <w:lang w:bidi="fa-IR"/>
        </w:rPr>
      </w:pPr>
      <w:r>
        <w:rPr>
          <w:rtl/>
          <w:lang w:bidi="fa-IR"/>
        </w:rPr>
        <w:t>اُو زينب لا تنخى إ</w:t>
      </w:r>
      <w:r w:rsidR="00BF20F3" w:rsidRPr="00BF20F3">
        <w:rPr>
          <w:rStyle w:val="libNormalChar"/>
          <w:rtl/>
        </w:rPr>
        <w:t>لّا</w:t>
      </w:r>
      <w:r>
        <w:rPr>
          <w:rtl/>
          <w:lang w:bidi="fa-IR"/>
        </w:rPr>
        <w:t xml:space="preserve"> بك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C0315" w14:paraId="24F3C9F6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422D7A89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يراكب ذلول كنّها الريح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5C2BED9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B2065F1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تطوي المفاوز والأباطيح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315" w14:paraId="0F4639DB" w14:textId="77777777" w:rsidTr="00CD24AE">
        <w:trPr>
          <w:trHeight w:val="350"/>
        </w:trPr>
        <w:tc>
          <w:tcPr>
            <w:tcW w:w="3920" w:type="dxa"/>
          </w:tcPr>
          <w:p w14:paraId="37979C23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عند قبته اِنكب ولا اتزيح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4DC647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8BC6A49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قلّه اُو عبراتك مسافيح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426370A" w14:textId="77777777" w:rsidR="00EE7C84" w:rsidRDefault="00EE7C84" w:rsidP="000C0315">
      <w:pPr>
        <w:pStyle w:val="libPoemCenter"/>
        <w:rPr>
          <w:lang w:bidi="fa-IR"/>
        </w:rPr>
      </w:pPr>
      <w:r>
        <w:rPr>
          <w:rtl/>
          <w:lang w:bidi="fa-IR"/>
        </w:rPr>
        <w:t>ترى اِحسين وانصاره مذابيح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0C0315" w14:paraId="0961A84A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191A421E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علينا حوادي العيس طبّوا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F673751" w14:textId="77777777" w:rsidR="000C0315" w:rsidRDefault="000C031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5C1DDAA" w14:textId="77777777" w:rsidR="000C0315" w:rsidRDefault="000C0315" w:rsidP="00CD24AE">
            <w:pPr>
              <w:pStyle w:val="libPoem"/>
            </w:pPr>
            <w:r>
              <w:rPr>
                <w:rtl/>
                <w:lang w:bidi="fa-IR"/>
              </w:rPr>
              <w:t>اُو بخيامك النيران شبّوا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281D715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D0727" w14:paraId="267B885A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4A24FCF2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اُوذيك العزيزات التربّوا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808B23A" w14:textId="77777777" w:rsidR="008D0727" w:rsidRDefault="008D0727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0AA0B2C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الحجروا يبويه لين شبوا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727" w14:paraId="22AB59B2" w14:textId="77777777" w:rsidTr="00CD24AE">
        <w:trPr>
          <w:trHeight w:val="350"/>
        </w:trPr>
        <w:tc>
          <w:tcPr>
            <w:tcW w:w="3920" w:type="dxa"/>
          </w:tcPr>
          <w:p w14:paraId="6C2AB7B7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ذيك اسحبوها اُو ذيك ضربوا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D6CB36" w14:textId="77777777" w:rsidR="008D0727" w:rsidRDefault="008D0727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3EA776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اُو بعد الضرب يا بوي سلبوا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727" w14:paraId="402A8107" w14:textId="77777777" w:rsidTr="00CD24AE">
        <w:trPr>
          <w:trHeight w:val="350"/>
        </w:trPr>
        <w:tc>
          <w:tcPr>
            <w:tcW w:w="3920" w:type="dxa"/>
          </w:tcPr>
          <w:p w14:paraId="229CD702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يراكب على ظهر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F13D4B" w14:textId="77777777" w:rsidR="008D0727" w:rsidRDefault="008D0727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C950B8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وقف اُوخذ منّي الوصيّه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727" w14:paraId="70FF4DF8" w14:textId="77777777" w:rsidTr="00CD24AE">
        <w:trPr>
          <w:trHeight w:val="350"/>
        </w:trPr>
        <w:tc>
          <w:tcPr>
            <w:tcW w:w="3920" w:type="dxa"/>
          </w:tcPr>
          <w:p w14:paraId="39A4CFBF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لبويه علي أبطى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C2A2F0" w14:textId="77777777" w:rsidR="008D0727" w:rsidRDefault="008D0727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FF18EC6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قلّه يحيدر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D5F2699" w14:textId="77777777" w:rsidR="00EE7C84" w:rsidRDefault="00EE7C84" w:rsidP="008D0727">
      <w:pPr>
        <w:pStyle w:val="libPoemCenter"/>
        <w:rPr>
          <w:lang w:bidi="fa-IR"/>
        </w:rPr>
      </w:pPr>
      <w:r>
        <w:rPr>
          <w:rtl/>
          <w:lang w:bidi="fa-IR"/>
        </w:rPr>
        <w:t>ترى ايزيد ما بقّى بقيّه</w:t>
      </w:r>
    </w:p>
    <w:p w14:paraId="165866AB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ندبة من زينب إلى أبيها عليٍّ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D0727" w14:paraId="5E37C99D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5867729B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وصّل يطارش معدن الجود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3A47EE6" w14:textId="77777777" w:rsidR="008D0727" w:rsidRDefault="008D0727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8A5082F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وامطوق حق عمر باعمود!!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727" w14:paraId="5DEFBB80" w14:textId="77777777" w:rsidTr="00CD24AE">
        <w:trPr>
          <w:trHeight w:val="350"/>
        </w:trPr>
        <w:tc>
          <w:tcPr>
            <w:tcW w:w="3920" w:type="dxa"/>
          </w:tcPr>
          <w:p w14:paraId="1D3E845F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خلّه يجي لينا بلجنود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68FF6A" w14:textId="77777777" w:rsidR="008D0727" w:rsidRDefault="008D0727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1B4340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ويخلّص حريمه من هلقيود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727" w14:paraId="1BEEC2D0" w14:textId="77777777" w:rsidTr="00CD24AE">
        <w:trPr>
          <w:trHeight w:val="350"/>
        </w:trPr>
        <w:tc>
          <w:tcPr>
            <w:tcW w:w="3920" w:type="dxa"/>
          </w:tcPr>
          <w:p w14:paraId="50F918C2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اُو ينظر عليل ابقيد مقيود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F379C98" w14:textId="77777777" w:rsidR="008D0727" w:rsidRDefault="008D0727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37F766C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اُو ينظر لكتفي ابحبل مشدود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727" w14:paraId="39206B9E" w14:textId="77777777" w:rsidTr="00CD24AE">
        <w:trPr>
          <w:trHeight w:val="350"/>
        </w:trPr>
        <w:tc>
          <w:tcPr>
            <w:tcW w:w="3920" w:type="dxa"/>
          </w:tcPr>
          <w:p w14:paraId="31B4542B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كنّا أسارى في يدي ايهود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0DCEB5" w14:textId="77777777" w:rsidR="008D0727" w:rsidRDefault="008D0727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BFF4D6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متى اتعود دولتنا متى اتعود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BCD56E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أخاها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8D0727" w14:paraId="567ADADA" w14:textId="77777777" w:rsidTr="008D0727">
        <w:trPr>
          <w:trHeight w:val="350"/>
        </w:trPr>
        <w:tc>
          <w:tcPr>
            <w:tcW w:w="3964" w:type="dxa"/>
            <w:shd w:val="clear" w:color="auto" w:fill="auto"/>
          </w:tcPr>
          <w:p w14:paraId="7F8ABE57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اِبشيل المصاحف يوم صفّين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08B51030" w14:textId="77777777" w:rsidR="008D0727" w:rsidRDefault="008D0727" w:rsidP="00CD24AE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253AA93A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شالوا ابراسك يا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727" w14:paraId="344C843C" w14:textId="77777777" w:rsidTr="008D0727">
        <w:trPr>
          <w:trHeight w:val="350"/>
        </w:trPr>
        <w:tc>
          <w:tcPr>
            <w:tcW w:w="3964" w:type="dxa"/>
          </w:tcPr>
          <w:p w14:paraId="422AD3A8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كُلّ كتاب الله بلا 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006B48B" w14:textId="77777777" w:rsidR="008D0727" w:rsidRDefault="008D0727" w:rsidP="00CD24A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C48EA2D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لكتاب صامت ما له امبين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727" w14:paraId="4517C56A" w14:textId="77777777" w:rsidTr="008D0727">
        <w:trPr>
          <w:trHeight w:val="350"/>
        </w:trPr>
        <w:tc>
          <w:tcPr>
            <w:tcW w:w="3964" w:type="dxa"/>
          </w:tcPr>
          <w:p w14:paraId="7679C8A3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وامن الجَمل أعظم اُو صفّين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913030F" w14:textId="77777777" w:rsidR="008D0727" w:rsidRDefault="008D0727" w:rsidP="00CD24A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9693B61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على ارماح شالوا بالقرائين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727" w14:paraId="6A9EAFAA" w14:textId="77777777" w:rsidTr="008D0727">
        <w:trPr>
          <w:trHeight w:val="350"/>
        </w:trPr>
        <w:tc>
          <w:tcPr>
            <w:tcW w:w="3964" w:type="dxa"/>
          </w:tcPr>
          <w:p w14:paraId="3BFD50CB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اُو في كربلا يا بن الميامين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0115B0F" w14:textId="77777777" w:rsidR="008D0727" w:rsidRDefault="008D0727" w:rsidP="00CD24A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4DF03B9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على اِسنان شالوا ابراس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727" w14:paraId="33281413" w14:textId="77777777" w:rsidTr="008D0727">
        <w:trPr>
          <w:trHeight w:val="350"/>
        </w:trPr>
        <w:tc>
          <w:tcPr>
            <w:tcW w:w="3964" w:type="dxa"/>
          </w:tcPr>
          <w:p w14:paraId="64C603F8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معلوم في صفّين شالوا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B931A90" w14:textId="77777777" w:rsidR="008D0727" w:rsidRDefault="008D0727" w:rsidP="00CD24A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56EB524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قرائين هم بيها احتالوا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727" w14:paraId="6DD618E3" w14:textId="77777777" w:rsidTr="008D072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396E942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شالوا ابأيتامه ولعيال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F7F3FF9" w14:textId="77777777" w:rsidR="008D0727" w:rsidRDefault="008D0727" w:rsidP="00CD24A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FC619BB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اُوشالوا كريمه فوق عسّال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727" w14:paraId="59A5084B" w14:textId="77777777" w:rsidTr="008D072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985A357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اُوراحوا ابحرّاته على اجمال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6D82995" w14:textId="77777777" w:rsidR="008D0727" w:rsidRDefault="008D0727" w:rsidP="00CD24A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DBFFEF6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اُوجسمه بقى من غير شيّال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727" w14:paraId="4003DC94" w14:textId="77777777" w:rsidTr="008D072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B3C18CA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نمشي اُوراس اِحسين قدّام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B8FB44E" w14:textId="77777777" w:rsidR="008D0727" w:rsidRDefault="008D0727" w:rsidP="00CD24A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304F3A6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إلى من سمع ضجّة الأيتام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727" w14:paraId="0C9774C9" w14:textId="77777777" w:rsidTr="008D072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6F31F939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هلّت اعيونه ابدمع سجّام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B32E947" w14:textId="77777777" w:rsidR="008D0727" w:rsidRDefault="008D0727" w:rsidP="00CD24A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B2C4673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يعزِّي اُو يا فخري يضرغام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727" w14:paraId="5054C1A1" w14:textId="77777777" w:rsidTr="008D072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967EFAE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يمأواي اُومأوى كُلِّ منظام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362A395" w14:textId="77777777" w:rsidR="008D0727" w:rsidRDefault="008D0727" w:rsidP="00CD24A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A2A358A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ترضى يودّوني إلى الشام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727" w14:paraId="3C761ED2" w14:textId="77777777" w:rsidTr="008D072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E9516CD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راسك يخويه ابراس عسّال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898A418" w14:textId="77777777" w:rsidR="008D0727" w:rsidRDefault="008D0727" w:rsidP="00CD24A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2DBFC98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ياضي ابنوره مثل لهلال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727" w14:paraId="2EF048D6" w14:textId="77777777" w:rsidTr="008D072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1A8942B2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واحنا يبعد اَهلي على اجمال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ED0696D" w14:textId="77777777" w:rsidR="008D0727" w:rsidRDefault="008D0727" w:rsidP="00CD24AE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C694E5E" w14:textId="77777777" w:rsidR="008D0727" w:rsidRDefault="008D0727" w:rsidP="00CD24AE">
            <w:pPr>
              <w:pStyle w:val="libPoem"/>
            </w:pPr>
            <w:r>
              <w:rPr>
                <w:rtl/>
                <w:lang w:bidi="fa-IR"/>
              </w:rPr>
              <w:t>بلا اخدار يا بن اُمّي اُوبلا اظلال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32707AB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BE04FA" w14:paraId="53567AAC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1B5E015E" w14:textId="77777777" w:rsidR="00BE04FA" w:rsidRDefault="00BE04FA" w:rsidP="00CD24AE">
            <w:pPr>
              <w:pStyle w:val="libPoem"/>
            </w:pPr>
            <w:r>
              <w:rPr>
                <w:rtl/>
                <w:lang w:bidi="fa-IR"/>
              </w:rPr>
              <w:t>راسك على العسّال شايع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0672940" w14:textId="77777777" w:rsidR="00BE04FA" w:rsidRDefault="00BE04F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0A63546" w14:textId="77777777" w:rsidR="00BE04FA" w:rsidRDefault="00BE04FA" w:rsidP="00CD24AE">
            <w:pPr>
              <w:pStyle w:val="libPoem"/>
            </w:pPr>
            <w:r>
              <w:rPr>
                <w:rtl/>
                <w:lang w:bidi="fa-IR"/>
              </w:rPr>
              <w:t>كنّه بدر يحسين طالع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04FA" w14:paraId="5E38C0A1" w14:textId="77777777" w:rsidTr="00CD24AE">
        <w:trPr>
          <w:trHeight w:val="350"/>
        </w:trPr>
        <w:tc>
          <w:tcPr>
            <w:tcW w:w="3920" w:type="dxa"/>
          </w:tcPr>
          <w:p w14:paraId="37AD0231" w14:textId="77777777" w:rsidR="00BE04FA" w:rsidRDefault="00BE04FA" w:rsidP="00CD24AE">
            <w:pPr>
              <w:pStyle w:val="libPoem"/>
            </w:pPr>
            <w:r>
              <w:rPr>
                <w:rtl/>
                <w:lang w:bidi="fa-IR"/>
              </w:rPr>
              <w:t>اِيباري ابعينه هالودايع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39D876" w14:textId="77777777" w:rsidR="00BE04FA" w:rsidRDefault="00BE04FA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31E55B" w14:textId="77777777" w:rsidR="00BE04FA" w:rsidRDefault="00BE04FA" w:rsidP="00CD24AE">
            <w:pPr>
              <w:pStyle w:val="libPoem"/>
            </w:pPr>
            <w:r>
              <w:rPr>
                <w:rtl/>
                <w:lang w:bidi="fa-IR"/>
              </w:rPr>
              <w:t>يابن النّبي الساقي الشافع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242D8E6" w14:textId="77777777" w:rsidR="00EE7C84" w:rsidRDefault="00EE7C84" w:rsidP="00BE04FA">
      <w:pPr>
        <w:pStyle w:val="libPoemCenter"/>
        <w:rPr>
          <w:lang w:bidi="fa-IR"/>
        </w:rPr>
      </w:pPr>
      <w:r>
        <w:rPr>
          <w:rtl/>
          <w:lang w:bidi="fa-IR"/>
        </w:rPr>
        <w:t>مدريت سلبونا المقانع</w:t>
      </w:r>
    </w:p>
    <w:p w14:paraId="1987C56D" w14:textId="77777777" w:rsidR="00EE7C84" w:rsidRDefault="00EE7C84" w:rsidP="00BE04FA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08ADA039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07E851F9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وهند في الشام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57D22" w14:paraId="1FEABAAB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769D77D3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يا جالسة واللي اتخفّين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20AC69A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271B99E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هالناس من أمرك عجيبين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73A2DCBF" w14:textId="77777777" w:rsidTr="00CD24AE">
        <w:trPr>
          <w:trHeight w:val="350"/>
        </w:trPr>
        <w:tc>
          <w:tcPr>
            <w:tcW w:w="3920" w:type="dxa"/>
          </w:tcPr>
          <w:p w14:paraId="0B07E48D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عن اسمك سألنا ما تجيبين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D7B210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D6FC89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بالله اخبرينا من تكونين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525B2EEC" w14:textId="77777777" w:rsidTr="00CD24AE">
        <w:trPr>
          <w:trHeight w:val="350"/>
        </w:trPr>
        <w:tc>
          <w:tcPr>
            <w:tcW w:w="3920" w:type="dxa"/>
          </w:tcPr>
          <w:p w14:paraId="49FB8871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اُومن أيِّ بلدة امن البلادين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AE3708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8221E6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اُومن أي نسب ياهذي انتين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30A89B2E" w14:textId="77777777" w:rsidTr="00CD24AE">
        <w:trPr>
          <w:trHeight w:val="350"/>
        </w:trPr>
        <w:tc>
          <w:tcPr>
            <w:tcW w:w="3920" w:type="dxa"/>
          </w:tcPr>
          <w:p w14:paraId="0F2400AF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إمن الروم لو من بلدة الصين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33AF118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401669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باقسم انا ابخير النبيِّين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475046DB" w14:textId="77777777" w:rsidTr="00CD24AE">
        <w:trPr>
          <w:trHeight w:val="350"/>
        </w:trPr>
        <w:tc>
          <w:tcPr>
            <w:tcW w:w="3920" w:type="dxa"/>
          </w:tcPr>
          <w:p w14:paraId="4F55EFCE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هاللي شرع للناس هالدين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DD7F3D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26712FE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نبي الهدى من آل ياسين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1CCF9EF0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DBB1C52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قولي لنا من وين انتين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3A61B0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0C265FE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اُومن أي بلدة امن البلادين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29658445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411129C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اُومن اسمك اللي به تعرفين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03D810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484E581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أنّتْ اُوهلّتْ مدمع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0BFFB8ED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6900F07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يا سايلة واللي تسألين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F9D4FB7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0806F4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واللي على الكرسي جلستين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4D4B4EA2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C66205B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أهل الكراسي احنا مهو انتين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F42F1B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BFF5F3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بالأمس إنتِ ويش تكونين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5021A620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5D147125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في وسط بيتي لي تخدمين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457F8A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3ACEF0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اُو يوم الدهر أبدى أمرّين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52D763FC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5EF0AC5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أعلا الخدم اُوذلّ السلاطين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E7CE5AF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884344F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قالت إليها ياللي تحكين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7E36F240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C23979C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ما خدمت انا ابيوت دنيِّين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7C0613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01EEE6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ولا اَخدمت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هاشميِّين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0D5AAC52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CF87577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ما خدمت انا ابيوت دنيّه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2BF2595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118650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ولا خدمت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3E1272A1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A917691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معالين للأمّة 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97E7C07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691334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أماجيد من دون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7416CAC0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4C461ED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سلاطين وانفوس أبيّه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EDC053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7F81A54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اُولو كان يتهيّأ إليّه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96D1778" w14:textId="77777777" w:rsidR="00EE7C84" w:rsidRDefault="00EE7C84" w:rsidP="00757D22">
      <w:pPr>
        <w:pStyle w:val="libPoemCenter"/>
        <w:rPr>
          <w:lang w:bidi="fa-IR"/>
        </w:rPr>
      </w:pPr>
      <w:r>
        <w:rPr>
          <w:rtl/>
          <w:lang w:bidi="fa-IR"/>
        </w:rPr>
        <w:t>ردّيت والمنّة عليّه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57D22" w14:paraId="071853EE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592A29D6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خفّي الحكي اُو قصري جوابك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193EF61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35320A5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اُولا تكثري اعليّه اخطابك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6074F647" w14:textId="77777777" w:rsidTr="00CD24AE">
        <w:trPr>
          <w:trHeight w:val="350"/>
        </w:trPr>
        <w:tc>
          <w:tcPr>
            <w:tcW w:w="3920" w:type="dxa"/>
          </w:tcPr>
          <w:p w14:paraId="4B5879D9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وانا سألتك عن جنابك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C475001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D4E57D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اُويش الذي ابهالبلدة جابك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218E40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57D22" w14:paraId="360E7D95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0FF0990B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يحرة ولا تكثري اعتابك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C2BECD4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C29437A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اُومنتي تكوني حتّى نهابك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2D965AF1" w14:textId="77777777" w:rsidTr="00CD24AE">
        <w:trPr>
          <w:trHeight w:val="350"/>
        </w:trPr>
        <w:tc>
          <w:tcPr>
            <w:tcW w:w="3920" w:type="dxa"/>
          </w:tcPr>
          <w:p w14:paraId="64F483EF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سألتك عن اسمك دخبريني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3765A9E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7F1D5D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اُومن أي بلدة جاوبيني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57098548" w14:textId="77777777" w:rsidTr="00CD24AE">
        <w:trPr>
          <w:trHeight w:val="350"/>
        </w:trPr>
        <w:tc>
          <w:tcPr>
            <w:tcW w:w="3920" w:type="dxa"/>
          </w:tcPr>
          <w:p w14:paraId="7C2BA770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وانتين كنّك تعرفيني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C3765D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A09F3C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اُو بالخدامة اتعيّريني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19335E9C" w14:textId="77777777" w:rsidTr="00CD24AE">
        <w:trPr>
          <w:trHeight w:val="350"/>
        </w:trPr>
        <w:tc>
          <w:tcPr>
            <w:tcW w:w="3920" w:type="dxa"/>
          </w:tcPr>
          <w:p w14:paraId="234AF5BF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قالت أنا ما تعرفيني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C26B05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6904EFE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زينب انا اللي اتخاطبيني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2C155B8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تخاطب هند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57D22" w14:paraId="6D6FA982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2E0265E3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يا هند أنا درة هل البيتْ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D0B7A7A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C6658F6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واللي ابخدر حيدر تربّيتْ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45F06F93" w14:textId="77777777" w:rsidTr="00CD24AE">
        <w:trPr>
          <w:trHeight w:val="350"/>
        </w:trPr>
        <w:tc>
          <w:tcPr>
            <w:tcW w:w="3920" w:type="dxa"/>
          </w:tcPr>
          <w:p w14:paraId="6FC6DFC0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اُو فرسان حولي ماليه البيتْ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82CEF2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44A000B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يسمعون أمري لو تحكّيتْ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54853756" w14:textId="77777777" w:rsidTr="00CD24AE">
        <w:trPr>
          <w:trHeight w:val="350"/>
        </w:trPr>
        <w:tc>
          <w:tcPr>
            <w:tcW w:w="3920" w:type="dxa"/>
          </w:tcPr>
          <w:p w14:paraId="33F5427B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والكُلّ يخضع لي لمرّيتْ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04279F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170EEC8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على الناس كُلها ماخذة الصيتْ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0ACEEFE3" w14:textId="77777777" w:rsidTr="00CD24AE">
        <w:trPr>
          <w:trHeight w:val="350"/>
        </w:trPr>
        <w:tc>
          <w:tcPr>
            <w:tcW w:w="3920" w:type="dxa"/>
          </w:tcPr>
          <w:p w14:paraId="15A8BF6D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اُو يوم الدهر جاني ابتشتيتْ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C482A1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D41FA5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أخذ عزوتي وآنا استذليتْ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5515F4AB" w14:textId="77777777" w:rsidTr="00CD24AE">
        <w:trPr>
          <w:trHeight w:val="350"/>
        </w:trPr>
        <w:tc>
          <w:tcPr>
            <w:tcW w:w="3920" w:type="dxa"/>
          </w:tcPr>
          <w:p w14:paraId="3FD57D01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اُو بالهظم والذلّة لكم جيتْ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296946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B8A16F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اُوفي بلدة الشامات طبّيتْ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65819B0" w14:textId="77777777" w:rsidR="00EE7C84" w:rsidRDefault="00EE7C84" w:rsidP="00757D22">
      <w:pPr>
        <w:pStyle w:val="libPoemCenter"/>
        <w:rPr>
          <w:lang w:bidi="fa-IR"/>
        </w:rPr>
      </w:pPr>
      <w:r>
        <w:rPr>
          <w:rtl/>
          <w:lang w:bidi="fa-IR"/>
        </w:rPr>
        <w:t>اُو مجلس يزيد اليوم دشّيتْ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57D22" w14:paraId="5242CA80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3CDE5F69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أنا زينب اللي يذكروني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9FF1D41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B1225DA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بالصون والهيبة اعرفوني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4C9401A9" w14:textId="77777777" w:rsidTr="00CD24AE">
        <w:trPr>
          <w:trHeight w:val="350"/>
        </w:trPr>
        <w:tc>
          <w:tcPr>
            <w:tcW w:w="3920" w:type="dxa"/>
          </w:tcPr>
          <w:p w14:paraId="675F7414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اُو فرسان عندي خدّروني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3F50C77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EC0BF7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اُولو قلت أمر يسمعوني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05A32FF5" w14:textId="77777777" w:rsidTr="00CD24AE">
        <w:trPr>
          <w:trHeight w:val="350"/>
        </w:trPr>
        <w:tc>
          <w:tcPr>
            <w:tcW w:w="3920" w:type="dxa"/>
          </w:tcPr>
          <w:p w14:paraId="65107ED8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والناس كلهم ما انظروني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4DF0520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AD4829A" w14:textId="77777777" w:rsidR="00757D22" w:rsidRDefault="00757D22" w:rsidP="00CD24AE">
            <w:pPr>
              <w:pStyle w:val="libPoem"/>
            </w:pPr>
            <w:r>
              <w:rPr>
                <w:rtl/>
                <w:lang w:bidi="fa-IR"/>
              </w:rPr>
              <w:t>اشبيدي على أهلي فارقوني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0736D98" w14:textId="77777777" w:rsidR="00EE7C84" w:rsidRDefault="00EE7C84" w:rsidP="00757D22">
      <w:pPr>
        <w:pStyle w:val="libPoemCenter"/>
        <w:rPr>
          <w:lang w:bidi="fa-IR"/>
        </w:rPr>
      </w:pPr>
      <w:r>
        <w:rPr>
          <w:rtl/>
          <w:lang w:bidi="fa-IR"/>
        </w:rPr>
        <w:t>يعزز عليهم لو يروني</w:t>
      </w:r>
    </w:p>
    <w:p w14:paraId="474044C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079B30A2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هذا فصل يشتمل على مجيء زينب من الشام ولقائها بالنساء الأسديّات النازلات بكربلاء :</w:t>
      </w:r>
    </w:p>
    <w:p w14:paraId="67A55C04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تسأل النساء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57D22" w14:paraId="2EA739CD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4DC7E2E3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ينسوان أسألكم من انتون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8580BB7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4C61883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على هذه البقعة نزلتون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24AE0FDE" w14:textId="77777777" w:rsidTr="00CD24AE">
        <w:trPr>
          <w:trHeight w:val="350"/>
        </w:trPr>
        <w:tc>
          <w:tcPr>
            <w:tcW w:w="3920" w:type="dxa"/>
          </w:tcPr>
          <w:p w14:paraId="606129A3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قالوا لها والقلب محزون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874CF3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39FCDFD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نزلنا بها حين رحلتون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22AD396C" w14:textId="77777777" w:rsidTr="00CD24AE">
        <w:trPr>
          <w:trHeight w:val="350"/>
        </w:trPr>
        <w:tc>
          <w:tcPr>
            <w:tcW w:w="3920" w:type="dxa"/>
          </w:tcPr>
          <w:p w14:paraId="44A390E3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ياللي تسألينا ابتعديد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FA3B1E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7BAC1E6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والدمع منّك زايدة ايزيد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60434846" w14:textId="77777777" w:rsidTr="00CD24AE">
        <w:trPr>
          <w:trHeight w:val="350"/>
        </w:trPr>
        <w:tc>
          <w:tcPr>
            <w:tcW w:w="3920" w:type="dxa"/>
          </w:tcPr>
          <w:p w14:paraId="6A80A5CB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إنزولنا فيها مهو ابعيد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655A79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F4CCC38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من يوم سافر عسكر ايزيد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65D0C6E1" w14:textId="77777777" w:rsidTr="00CD24AE">
        <w:trPr>
          <w:trHeight w:val="350"/>
        </w:trPr>
        <w:tc>
          <w:tcPr>
            <w:tcW w:w="3920" w:type="dxa"/>
          </w:tcPr>
          <w:p w14:paraId="10388DA8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والماي جينا اُو قصدنا انريد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9F32E8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70D60E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اُوشفنا على الغبرا صناديد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56A7FE1" w14:textId="77777777" w:rsidR="00EE7C84" w:rsidRDefault="00EE7C84" w:rsidP="00757D22">
      <w:pPr>
        <w:pStyle w:val="libPoemCenter"/>
        <w:rPr>
          <w:lang w:bidi="fa-IR"/>
        </w:rPr>
      </w:pPr>
      <w:r>
        <w:rPr>
          <w:rtl/>
          <w:lang w:bidi="fa-IR"/>
        </w:rPr>
        <w:t>فوق الثرى من غير تلحيد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57D22" w14:paraId="2C9E6001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31B8A1EC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ياللي تسألينا من انتين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328A3A5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91A9A4E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رعنتي خواطرنا اِمن لحنين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699177B1" w14:textId="77777777" w:rsidTr="00CD24AE">
        <w:trPr>
          <w:trHeight w:val="350"/>
        </w:trPr>
        <w:tc>
          <w:tcPr>
            <w:tcW w:w="3920" w:type="dxa"/>
          </w:tcPr>
          <w:p w14:paraId="52D5CCA5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دسكتي يحرة لا تبكين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F18BE50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4A043E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اُوعن حالنا إنتي تنشدين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0CB050BF" w14:textId="77777777" w:rsidTr="00CD24AE">
        <w:trPr>
          <w:trHeight w:val="350"/>
        </w:trPr>
        <w:tc>
          <w:tcPr>
            <w:tcW w:w="3920" w:type="dxa"/>
          </w:tcPr>
          <w:p w14:paraId="0CA9B1D9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إحنا قصدنا الماي باغين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187E90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BC4502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اُو اَجساد شفناهم مطاعين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6B93FF56" w14:textId="77777777" w:rsidTr="00CD24AE">
        <w:trPr>
          <w:trHeight w:val="350"/>
        </w:trPr>
        <w:tc>
          <w:tcPr>
            <w:tcW w:w="3920" w:type="dxa"/>
          </w:tcPr>
          <w:p w14:paraId="63165BF8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جنايز بلا غسلٍ اُو تكفين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BD315DA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BFA4774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عدهم بعد نيّف اُو سبعين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43C72EFA" w14:textId="77777777" w:rsidTr="00CD24AE">
        <w:trPr>
          <w:trHeight w:val="350"/>
        </w:trPr>
        <w:tc>
          <w:tcPr>
            <w:tcW w:w="3920" w:type="dxa"/>
          </w:tcPr>
          <w:p w14:paraId="27B76A0C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اُو فيهم جسد مقطوع ليدين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6C261A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FE81D2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اُومن جثّته بانت براهين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B6216EB" w14:textId="77777777" w:rsidR="00EE7C84" w:rsidRDefault="00EE7C84" w:rsidP="00757D22">
      <w:pPr>
        <w:pStyle w:val="libPoemCenter"/>
        <w:rPr>
          <w:lang w:bidi="fa-IR"/>
        </w:rPr>
      </w:pPr>
      <w:r>
        <w:rPr>
          <w:rtl/>
          <w:lang w:bidi="fa-IR"/>
        </w:rPr>
        <w:t>اِطيور السما حوله حزينين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57D22" w14:paraId="3C004CBE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0D161702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أجساد شفناهم بلا روس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37D4ED7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94660E7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واَنوارهم تاضي كلشموس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7AD51694" w14:textId="77777777" w:rsidTr="00CD24AE">
        <w:trPr>
          <w:trHeight w:val="350"/>
        </w:trPr>
        <w:tc>
          <w:tcPr>
            <w:tcW w:w="3920" w:type="dxa"/>
          </w:tcPr>
          <w:p w14:paraId="728CF228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واللي دعى للقلب محموس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32E045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ED274BB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فيهم جسد بالخيل مديوس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767AA0DA" w14:textId="77777777" w:rsidTr="00CD24AE">
        <w:trPr>
          <w:trHeight w:val="350"/>
        </w:trPr>
        <w:tc>
          <w:tcPr>
            <w:tcW w:w="3920" w:type="dxa"/>
          </w:tcPr>
          <w:p w14:paraId="5BD01424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اُوجثته رأينا اُوجينا ليها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8A183F7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750813B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شفنا عجب يا ناس فيها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7D22" w14:paraId="6DBE1723" w14:textId="77777777" w:rsidTr="00CD24AE">
        <w:trPr>
          <w:trHeight w:val="350"/>
        </w:trPr>
        <w:tc>
          <w:tcPr>
            <w:tcW w:w="3920" w:type="dxa"/>
          </w:tcPr>
          <w:p w14:paraId="5979C507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اِطيور السما اِتظلل عليها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8884DF" w14:textId="77777777" w:rsidR="00757D22" w:rsidRDefault="00757D22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5E24FF" w14:textId="77777777" w:rsidR="00757D22" w:rsidRDefault="00735ED5" w:rsidP="00CD24AE">
            <w:pPr>
              <w:pStyle w:val="libPoem"/>
            </w:pPr>
            <w:r>
              <w:rPr>
                <w:rtl/>
                <w:lang w:bidi="fa-IR"/>
              </w:rPr>
              <w:t>لكن مقطوع يديها</w:t>
            </w:r>
            <w:r w:rsidR="00757D2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08A8503" w14:textId="77777777" w:rsidR="00EE7C84" w:rsidRDefault="00EE7C84" w:rsidP="00757D22">
      <w:pPr>
        <w:pStyle w:val="libPoemCenter"/>
        <w:rPr>
          <w:lang w:bidi="fa-IR"/>
        </w:rPr>
      </w:pPr>
      <w:r>
        <w:rPr>
          <w:rtl/>
          <w:lang w:bidi="fa-IR"/>
        </w:rPr>
        <w:t>اُوراس ما شفنا عليها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35ED5" w14:paraId="06FECC9B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4D1DA220" w14:textId="77777777" w:rsidR="00735ED5" w:rsidRDefault="00735ED5" w:rsidP="00CD24AE">
            <w:pPr>
              <w:pStyle w:val="libPoem"/>
            </w:pPr>
            <w:r>
              <w:rPr>
                <w:rtl/>
                <w:lang w:bidi="fa-IR"/>
              </w:rPr>
              <w:t>يمخدّرة عزّك رأيناه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4E17DE5" w14:textId="77777777" w:rsidR="00735ED5" w:rsidRDefault="00735ED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9A76C9E" w14:textId="77777777" w:rsidR="00735ED5" w:rsidRDefault="00735ED5" w:rsidP="00CD24AE">
            <w:pPr>
              <w:pStyle w:val="libPoem"/>
            </w:pPr>
            <w:r>
              <w:rPr>
                <w:rtl/>
                <w:lang w:bidi="fa-IR"/>
              </w:rPr>
              <w:t>مطروح فوق الترب شفناه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ED5" w14:paraId="518E275D" w14:textId="77777777" w:rsidTr="00CD24AE">
        <w:trPr>
          <w:trHeight w:val="350"/>
        </w:trPr>
        <w:tc>
          <w:tcPr>
            <w:tcW w:w="3920" w:type="dxa"/>
          </w:tcPr>
          <w:p w14:paraId="77FC1CAA" w14:textId="77777777" w:rsidR="00735ED5" w:rsidRDefault="00735ED5" w:rsidP="00CD24AE">
            <w:pPr>
              <w:pStyle w:val="libPoem"/>
            </w:pPr>
            <w:r>
              <w:rPr>
                <w:rtl/>
                <w:lang w:bidi="fa-IR"/>
              </w:rPr>
              <w:t>مقطوعة اِيساره اُويمناه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DE4951B" w14:textId="77777777" w:rsidR="00735ED5" w:rsidRDefault="00735ED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38DD49" w14:textId="77777777" w:rsidR="00735ED5" w:rsidRDefault="00735ED5" w:rsidP="00CD24AE">
            <w:pPr>
              <w:pStyle w:val="libPoem"/>
            </w:pPr>
            <w:r>
              <w:rPr>
                <w:rtl/>
                <w:lang w:bidi="fa-IR"/>
              </w:rPr>
              <w:t>والطير يظلل له ابجنحاه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5ED5" w14:paraId="025CC055" w14:textId="77777777" w:rsidTr="00CD24AE">
        <w:trPr>
          <w:trHeight w:val="350"/>
        </w:trPr>
        <w:tc>
          <w:tcPr>
            <w:tcW w:w="3920" w:type="dxa"/>
          </w:tcPr>
          <w:p w14:paraId="5588FF90" w14:textId="77777777" w:rsidR="00735ED5" w:rsidRDefault="00735ED5" w:rsidP="00CD24AE">
            <w:pPr>
              <w:pStyle w:val="libPoem"/>
            </w:pPr>
            <w:r>
              <w:rPr>
                <w:rtl/>
                <w:lang w:bidi="fa-IR"/>
              </w:rPr>
              <w:t>اُوشفنا جسد ماحد لفى 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C11CEB" w14:textId="77777777" w:rsidR="00735ED5" w:rsidRDefault="00735ED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27F228A" w14:textId="77777777" w:rsidR="00735ED5" w:rsidRDefault="00735ED5" w:rsidP="00CD24AE">
            <w:pPr>
              <w:pStyle w:val="libPoem"/>
            </w:pPr>
            <w:r>
              <w:rPr>
                <w:rtl/>
                <w:lang w:bidi="fa-IR"/>
              </w:rPr>
              <w:t>مذبوح وارجاله حواليه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B4B393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97955" w14:paraId="569FA7F7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4FDE1579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بالترب والسافي سفى اعليه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5EA996D" w14:textId="77777777" w:rsidR="00397955" w:rsidRDefault="0039795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40CB599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اُوشفنا علامة بيّنه فيه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5FB9276" w14:textId="77777777" w:rsidR="00EE7C84" w:rsidRDefault="00EE7C84" w:rsidP="00397955">
      <w:pPr>
        <w:pStyle w:val="libPoemCenter"/>
        <w:rPr>
          <w:lang w:bidi="fa-IR"/>
        </w:rPr>
      </w:pPr>
      <w:r>
        <w:rPr>
          <w:rtl/>
          <w:lang w:bidi="fa-IR"/>
        </w:rPr>
        <w:t>اِمن لزنود مقطوعة أياديه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97955" w14:paraId="6CD09899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5F2E89A3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اُوشفنا جسد من فوق لرمال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7632B14" w14:textId="77777777" w:rsidR="00397955" w:rsidRDefault="0039795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2785137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مقطوعة ايمينه ولشمال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55" w14:paraId="41AC2957" w14:textId="77777777" w:rsidTr="00CD24AE">
        <w:trPr>
          <w:trHeight w:val="350"/>
        </w:trPr>
        <w:tc>
          <w:tcPr>
            <w:tcW w:w="3920" w:type="dxa"/>
          </w:tcPr>
          <w:p w14:paraId="197B1BD2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مرمي على الغبرة بلا اظلال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2E7130B" w14:textId="77777777" w:rsidR="00397955" w:rsidRDefault="0039795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D258FA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لكن أنا عندي لك اسؤال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55" w14:paraId="7E37F76D" w14:textId="77777777" w:rsidTr="00CD24AE">
        <w:trPr>
          <w:trHeight w:val="350"/>
        </w:trPr>
        <w:tc>
          <w:tcPr>
            <w:tcW w:w="3920" w:type="dxa"/>
          </w:tcPr>
          <w:p w14:paraId="04BAC321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عن حالك اللي يدهش البال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DC7846" w14:textId="77777777" w:rsidR="00397955" w:rsidRDefault="0039795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FEBA26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كلكُم نسا واَيتام واطفال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55" w14:paraId="0AC4D738" w14:textId="77777777" w:rsidTr="00CD24AE">
        <w:trPr>
          <w:trHeight w:val="350"/>
        </w:trPr>
        <w:tc>
          <w:tcPr>
            <w:tcW w:w="3920" w:type="dxa"/>
          </w:tcPr>
          <w:p w14:paraId="441C1692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اُونسوان ما تسلك بلا ارجال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49AB031" w14:textId="77777777" w:rsidR="00397955" w:rsidRDefault="0039795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D65F06A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نادت عليها ابدمع همّال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55" w14:paraId="68A3D44D" w14:textId="77777777" w:rsidTr="00CD24AE">
        <w:trPr>
          <w:trHeight w:val="350"/>
        </w:trPr>
        <w:tc>
          <w:tcPr>
            <w:tcW w:w="3920" w:type="dxa"/>
          </w:tcPr>
          <w:p w14:paraId="3C814879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أنا عزوتي سبعين خيّال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C62E96" w14:textId="77777777" w:rsidR="00397955" w:rsidRDefault="0039795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F60829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مشينا اُو تركناهم بلرمال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0146BC8" w14:textId="77777777" w:rsidR="00EE7C84" w:rsidRDefault="00EE7C84" w:rsidP="00397955">
      <w:pPr>
        <w:pStyle w:val="libPoemCenter"/>
        <w:rPr>
          <w:lang w:bidi="fa-IR"/>
        </w:rPr>
      </w:pPr>
      <w:r>
        <w:rPr>
          <w:rtl/>
          <w:lang w:bidi="fa-IR"/>
        </w:rPr>
        <w:t>نصبنا عزاهم فوق لجمال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397955" w14:paraId="0654BFF6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5A77C161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قالت يحرّة لا تقولين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F428B77" w14:textId="77777777" w:rsidR="00397955" w:rsidRDefault="0039795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6ED3D47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بالله اخبرينا من تكونين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55" w14:paraId="736431E0" w14:textId="77777777" w:rsidTr="00CD24AE">
        <w:trPr>
          <w:trHeight w:val="350"/>
        </w:trPr>
        <w:tc>
          <w:tcPr>
            <w:tcW w:w="3920" w:type="dxa"/>
          </w:tcPr>
          <w:p w14:paraId="7C54FAE2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من هالحكي لينا رعبتين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29AAFB" w14:textId="77777777" w:rsidR="00397955" w:rsidRDefault="0039795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0915B30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نادت اُوصبّت مدمع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55" w14:paraId="462FBEC9" w14:textId="77777777" w:rsidTr="00CD24AE">
        <w:trPr>
          <w:trHeight w:val="350"/>
        </w:trPr>
        <w:tc>
          <w:tcPr>
            <w:tcW w:w="3920" w:type="dxa"/>
          </w:tcPr>
          <w:p w14:paraId="65DA5EBA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أنا زينب واخوي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70E542" w14:textId="77777777" w:rsidR="00397955" w:rsidRDefault="0039795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17C6BA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وبويه علي قاتل العمرين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55" w14:paraId="273DB58D" w14:textId="77777777" w:rsidTr="00CD24AE">
        <w:trPr>
          <w:trHeight w:val="350"/>
        </w:trPr>
        <w:tc>
          <w:tcPr>
            <w:tcW w:w="3920" w:type="dxa"/>
          </w:tcPr>
          <w:p w14:paraId="30B71078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اُوجدّي النّبي خير النبيّين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FF9133" w14:textId="77777777" w:rsidR="00397955" w:rsidRDefault="0039795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C7247EA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واُمّي ترى ستّ 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55" w14:paraId="62FCB661" w14:textId="77777777" w:rsidTr="00CD24AE">
        <w:trPr>
          <w:trHeight w:val="350"/>
        </w:trPr>
        <w:tc>
          <w:tcPr>
            <w:tcW w:w="3920" w:type="dxa"/>
          </w:tcPr>
          <w:p w14:paraId="056A9806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كنك يحرة ما تعرفين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556E1B0" w14:textId="77777777" w:rsidR="00397955" w:rsidRDefault="0039795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1D1007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أبونا علي اللي شيّد الدين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55" w14:paraId="4B46A2B5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3ED9F47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اِبسيفه اُوحطَم هام المشركين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E0419D2" w14:textId="77777777" w:rsidR="00397955" w:rsidRDefault="0039795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5F5B84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وانتي تسمعين به اُو تدرين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55" w14:paraId="2EF107EE" w14:textId="77777777" w:rsidTr="00CD24A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FDCC5BB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أبونا علي الضارب ابسيفين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9A77D2" w14:textId="77777777" w:rsidR="00397955" w:rsidRDefault="00397955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F36185" w14:textId="77777777" w:rsidR="00397955" w:rsidRDefault="00397955" w:rsidP="00CD24AE">
            <w:pPr>
              <w:pStyle w:val="libPoem"/>
            </w:pPr>
            <w:r>
              <w:rPr>
                <w:rtl/>
                <w:lang w:bidi="fa-IR"/>
              </w:rPr>
              <w:t>أيضاً اُوهو الطاعن ابرمحين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FC9FC6A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الأسديّات يخاطبن زينب حينما سألتهنّ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D24AE" w14:paraId="4ECB9A5B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32E56F3C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إحنا قصدنا الماي بانرود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6E92D09" w14:textId="77777777" w:rsidR="00CD24AE" w:rsidRDefault="00CD24AE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A717CBF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اُوراينا جسد بالقاع ممدود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24AE" w14:paraId="5886870D" w14:textId="77777777" w:rsidTr="00CD24AE">
        <w:trPr>
          <w:trHeight w:val="350"/>
        </w:trPr>
        <w:tc>
          <w:tcPr>
            <w:tcW w:w="3920" w:type="dxa"/>
          </w:tcPr>
          <w:p w14:paraId="73ED6F45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اُو له هيبة توهي الجلمود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D29E94" w14:textId="77777777" w:rsidR="00CD24AE" w:rsidRDefault="00CD24AE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1A7EFE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تحته بنوقف مالنا اِكبود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24AE" w14:paraId="30F8BB2A" w14:textId="77777777" w:rsidTr="00CD24AE">
        <w:trPr>
          <w:trHeight w:val="350"/>
        </w:trPr>
        <w:tc>
          <w:tcPr>
            <w:tcW w:w="3920" w:type="dxa"/>
          </w:tcPr>
          <w:p w14:paraId="3BF7E114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اُوشفناه مقطوع امن الزنود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829090" w14:textId="77777777" w:rsidR="00CD24AE" w:rsidRDefault="00CD24AE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EF0A50D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مرمي وامشقق حولَه الجود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131131F" w14:textId="77777777" w:rsidR="00EE7C84" w:rsidRDefault="00EE7C84" w:rsidP="00CD24AE">
      <w:pPr>
        <w:pStyle w:val="libPoemCenter"/>
        <w:rPr>
          <w:lang w:bidi="fa-IR"/>
        </w:rPr>
      </w:pPr>
      <w:r>
        <w:rPr>
          <w:rtl/>
          <w:lang w:bidi="fa-IR"/>
        </w:rPr>
        <w:t>اُو مشقوق راسه ابضربة اعمود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D24AE" w14:paraId="39F0D650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62B7766F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يحرّة سؤالك يدهش البال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34768ED" w14:textId="77777777" w:rsidR="00CD24AE" w:rsidRDefault="00CD24AE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5911574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نزلنا اُو قصدنا الماي في 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24AE" w14:paraId="2DD6D4C7" w14:textId="77777777" w:rsidTr="00CD24AE">
        <w:trPr>
          <w:trHeight w:val="350"/>
        </w:trPr>
        <w:tc>
          <w:tcPr>
            <w:tcW w:w="3920" w:type="dxa"/>
          </w:tcPr>
          <w:p w14:paraId="675A865D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اُوشفنا جنايز فوق لرمال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E18CAF" w14:textId="77777777" w:rsidR="00CD24AE" w:rsidRDefault="00CD24AE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DEC274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بالشمس شفناهم بلا اظلال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24AE" w14:paraId="58F0A246" w14:textId="77777777" w:rsidTr="00CD24AE">
        <w:trPr>
          <w:trHeight w:val="350"/>
        </w:trPr>
        <w:tc>
          <w:tcPr>
            <w:tcW w:w="3920" w:type="dxa"/>
          </w:tcPr>
          <w:p w14:paraId="25AD9AB4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واللي ذهلنا اُوتوّه البال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14BF04" w14:textId="77777777" w:rsidR="00CD24AE" w:rsidRDefault="00CD24AE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6F0A4D8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حول الشريعة جينا سردال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24AE" w14:paraId="3206EE30" w14:textId="77777777" w:rsidTr="00CD24AE">
        <w:trPr>
          <w:trHeight w:val="350"/>
        </w:trPr>
        <w:tc>
          <w:tcPr>
            <w:tcW w:w="3920" w:type="dxa"/>
          </w:tcPr>
          <w:p w14:paraId="228E2CED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له هيبة ترهب الأبطال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5E3D3D" w14:textId="77777777" w:rsidR="00CD24AE" w:rsidRDefault="00CD24AE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602F65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رايناه مرمي فوق لرمال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EEC7FA1" w14:textId="77777777" w:rsidR="00EE7C84" w:rsidRDefault="00EE7C84" w:rsidP="00CD24AE">
      <w:pPr>
        <w:pStyle w:val="libPoemCenter"/>
        <w:rPr>
          <w:lang w:bidi="fa-IR"/>
        </w:rPr>
      </w:pPr>
      <w:r>
        <w:rPr>
          <w:rtl/>
          <w:lang w:bidi="fa-IR"/>
        </w:rPr>
        <w:t>لكن بلا ايمين اُوبلا اشمال</w:t>
      </w:r>
    </w:p>
    <w:p w14:paraId="61E9154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45E35F06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وخطابها لأخيها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حين رجوعها من الشام ووقوفها على قبره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D24AE" w14:paraId="340FD4C8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3EC15587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لا تنام وسط اللحد لا تنام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9FAE88C" w14:textId="77777777" w:rsidR="00CD24AE" w:rsidRDefault="00CD24AE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9B807CB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اِقعد ترى جينا من الشام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24AE" w14:paraId="5F190FD2" w14:textId="77777777" w:rsidTr="00CD24AE">
        <w:trPr>
          <w:trHeight w:val="350"/>
        </w:trPr>
        <w:tc>
          <w:tcPr>
            <w:tcW w:w="3920" w:type="dxa"/>
          </w:tcPr>
          <w:p w14:paraId="5E62D4EC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جيتك يخويه ويّا ليتام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08F3A87" w14:textId="77777777" w:rsidR="00CD24AE" w:rsidRDefault="00CD24AE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C509E2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اِقعد يخويه انصب لنا اِخيام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F80DAA2" w14:textId="77777777" w:rsidR="00EE7C84" w:rsidRDefault="00EE7C84" w:rsidP="00CD24AE">
      <w:pPr>
        <w:pStyle w:val="libPoemCenter"/>
        <w:rPr>
          <w:lang w:bidi="fa-IR"/>
        </w:rPr>
      </w:pPr>
      <w:r>
        <w:rPr>
          <w:rtl/>
          <w:lang w:bidi="fa-IR"/>
        </w:rPr>
        <w:t>بنصب عزاكم سبعة أيّام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D24AE" w14:paraId="22B6F88B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6D504F8B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من الشام يا مظلوم جينا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D086768" w14:textId="77777777" w:rsidR="00CD24AE" w:rsidRDefault="00CD24AE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673C771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جيتك أنا ويّا اسكينه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24AE" w14:paraId="7BF93627" w14:textId="77777777" w:rsidTr="00CD24AE">
        <w:trPr>
          <w:trHeight w:val="350"/>
        </w:trPr>
        <w:tc>
          <w:tcPr>
            <w:tcW w:w="3920" w:type="dxa"/>
          </w:tcPr>
          <w:p w14:paraId="6069B2B4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دقعد يخويه اِحسين 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1F984CC" w14:textId="77777777" w:rsidR="00CD24AE" w:rsidRDefault="00CD24AE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C68650B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يحسين سامحنا بطينا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29F6A62" w14:textId="77777777" w:rsidR="00EE7C84" w:rsidRDefault="00EE7C84" w:rsidP="00CD24AE">
      <w:pPr>
        <w:pStyle w:val="libPoemCenter"/>
        <w:rPr>
          <w:lang w:bidi="fa-IR"/>
        </w:rPr>
      </w:pPr>
      <w:r>
        <w:rPr>
          <w:rtl/>
          <w:lang w:bidi="fa-IR"/>
        </w:rPr>
        <w:t>ما رايحين احنا المدينه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D24AE" w14:paraId="4F49E07F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58C100F3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باب القبر ياخوي من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F4E51D3" w14:textId="77777777" w:rsidR="00CD24AE" w:rsidRDefault="00CD24AE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AA60CE7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سَولي محل ويّا 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24AE" w14:paraId="03289304" w14:textId="77777777" w:rsidTr="00CD24AE">
        <w:trPr>
          <w:trHeight w:val="350"/>
        </w:trPr>
        <w:tc>
          <w:tcPr>
            <w:tcW w:w="3920" w:type="dxa"/>
          </w:tcPr>
          <w:p w14:paraId="6036353C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جيتك أنا اُوسكنة حزينين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AA53B7B" w14:textId="77777777" w:rsidR="00CD24AE" w:rsidRDefault="00CD24AE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E79AC0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وانكان تسأل جيتي امنين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69CBD12" w14:textId="77777777" w:rsidR="00EE7C84" w:rsidRDefault="00EE7C84" w:rsidP="00CD24AE">
      <w:pPr>
        <w:pStyle w:val="libPoemCenter"/>
        <w:rPr>
          <w:lang w:bidi="fa-IR"/>
        </w:rPr>
      </w:pPr>
      <w:r>
        <w:rPr>
          <w:rtl/>
          <w:lang w:bidi="fa-IR"/>
        </w:rPr>
        <w:t>امن الشام اُويّاي النساوين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D24AE" w14:paraId="7E7F9573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060E335C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سَولي محل بالقبر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9D51667" w14:textId="77777777" w:rsidR="00CD24AE" w:rsidRDefault="00CD24AE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EC96049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يمذبوح يالظاعت يتاماك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24AE" w14:paraId="1297F99F" w14:textId="77777777" w:rsidTr="00CD24AE">
        <w:trPr>
          <w:trHeight w:val="350"/>
        </w:trPr>
        <w:tc>
          <w:tcPr>
            <w:tcW w:w="3920" w:type="dxa"/>
          </w:tcPr>
          <w:p w14:paraId="7F95612C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اِمن الشام يا مظلوم جيناك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BDD3B1" w14:textId="77777777" w:rsidR="00CD24AE" w:rsidRDefault="00CD24AE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6EE6C6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زعلان يابن اُمّي عرفناك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B500B5F" w14:textId="77777777" w:rsidR="00EE7C84" w:rsidRDefault="00EE7C84" w:rsidP="00CD24AE">
      <w:pPr>
        <w:pStyle w:val="libPoemCenter"/>
        <w:rPr>
          <w:lang w:bidi="fa-IR"/>
        </w:rPr>
      </w:pPr>
      <w:r>
        <w:rPr>
          <w:rtl/>
          <w:lang w:bidi="fa-IR"/>
        </w:rPr>
        <w:t>من يوم شلنا اُولا دفنّاك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D24AE" w14:paraId="042A97E9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78D127B4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يحاوي الشجاعة والفراسه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AED2FB0" w14:textId="77777777" w:rsidR="00CD24AE" w:rsidRDefault="00CD24AE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84B19D3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اُوكل الكرم والجود ساسه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24AE" w14:paraId="7E1474ED" w14:textId="77777777" w:rsidTr="00CD24AE">
        <w:trPr>
          <w:trHeight w:val="350"/>
        </w:trPr>
        <w:tc>
          <w:tcPr>
            <w:tcW w:w="3920" w:type="dxa"/>
          </w:tcPr>
          <w:p w14:paraId="71127A77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يزعلان خويه اعلى خواته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F1299A" w14:textId="77777777" w:rsidR="00CD24AE" w:rsidRDefault="00CD24AE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AD5FB3E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من الشام ما جبتون راسه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1D6AE97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جواب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لزينب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CD24AE" w14:paraId="74C415CC" w14:textId="77777777" w:rsidTr="00CD24AE">
        <w:trPr>
          <w:trHeight w:val="350"/>
        </w:trPr>
        <w:tc>
          <w:tcPr>
            <w:tcW w:w="3920" w:type="dxa"/>
            <w:shd w:val="clear" w:color="auto" w:fill="auto"/>
          </w:tcPr>
          <w:p w14:paraId="53F4D8DB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يزينب يخيّة ويش أقاسي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3302917" w14:textId="77777777" w:rsidR="00CD24AE" w:rsidRDefault="00CD24AE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9A547E7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صوابات شكَّنها المواسي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24AE" w14:paraId="283EEB77" w14:textId="77777777" w:rsidTr="00CD24AE">
        <w:trPr>
          <w:trHeight w:val="350"/>
        </w:trPr>
        <w:tc>
          <w:tcPr>
            <w:tcW w:w="3920" w:type="dxa"/>
          </w:tcPr>
          <w:p w14:paraId="21852BBF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قاسي وانا مثلك أقاسي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CEC02F3" w14:textId="77777777" w:rsidR="00CD24AE" w:rsidRDefault="00CD24AE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39DF78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امن الشام ما جبتون راسي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24AE" w14:paraId="05AD5A0C" w14:textId="77777777" w:rsidTr="00CD24AE">
        <w:trPr>
          <w:trHeight w:val="350"/>
        </w:trPr>
        <w:tc>
          <w:tcPr>
            <w:tcW w:w="3920" w:type="dxa"/>
          </w:tcPr>
          <w:p w14:paraId="10DC0B27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ياللي بليا ارجال شلتين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A47F41" w14:textId="77777777" w:rsidR="00CD24AE" w:rsidRDefault="00CD24AE" w:rsidP="00CD24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5B2C146" w14:textId="77777777" w:rsidR="00CD24AE" w:rsidRDefault="00CD24AE" w:rsidP="00CD24AE">
            <w:pPr>
              <w:pStyle w:val="libPoem"/>
            </w:pPr>
            <w:r>
              <w:rPr>
                <w:rtl/>
                <w:lang w:bidi="fa-IR"/>
              </w:rPr>
              <w:t>وايتام عندك مَعْ 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6643A00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071C8" w14:paraId="1069CBA2" w14:textId="77777777" w:rsidTr="00F20222">
        <w:trPr>
          <w:trHeight w:val="350"/>
        </w:trPr>
        <w:tc>
          <w:tcPr>
            <w:tcW w:w="3920" w:type="dxa"/>
            <w:shd w:val="clear" w:color="auto" w:fill="auto"/>
          </w:tcPr>
          <w:p w14:paraId="2E120252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شلتين وارجالك 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3EFC1FC" w14:textId="77777777" w:rsidR="009071C8" w:rsidRDefault="009071C8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FF18AE2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يزينب إلى ابن امّك تركتين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71C8" w14:paraId="7A0E83F8" w14:textId="77777777" w:rsidTr="00F20222">
        <w:trPr>
          <w:trHeight w:val="350"/>
        </w:trPr>
        <w:tc>
          <w:tcPr>
            <w:tcW w:w="3920" w:type="dxa"/>
          </w:tcPr>
          <w:p w14:paraId="45B5BCED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لاغسل لا دفن اُو تكفين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81D96FA" w14:textId="77777777" w:rsidR="009071C8" w:rsidRDefault="009071C8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35EE94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يزينب متى اَرخص عندك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71C8" w14:paraId="4540237F" w14:textId="77777777" w:rsidTr="00F20222">
        <w:trPr>
          <w:trHeight w:val="350"/>
        </w:trPr>
        <w:tc>
          <w:tcPr>
            <w:tcW w:w="3920" w:type="dxa"/>
          </w:tcPr>
          <w:p w14:paraId="19E9C9FE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نادت اُوصبّت مدمع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8F6C35B" w14:textId="77777777" w:rsidR="009071C8" w:rsidRDefault="009071C8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B148BB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ضمني لقبرك يا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71C8" w14:paraId="703EE813" w14:textId="77777777" w:rsidTr="00F20222">
        <w:trPr>
          <w:trHeight w:val="350"/>
        </w:trPr>
        <w:tc>
          <w:tcPr>
            <w:tcW w:w="3920" w:type="dxa"/>
          </w:tcPr>
          <w:p w14:paraId="489E98D3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ويش عاد لوما ينقل اثنين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59C0C1" w14:textId="77777777" w:rsidR="009071C8" w:rsidRDefault="009071C8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446762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سَولي محل ويّاك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71C8" w14:paraId="1F4EEFF6" w14:textId="77777777" w:rsidTr="00F20222">
        <w:trPr>
          <w:trHeight w:val="350"/>
        </w:trPr>
        <w:tc>
          <w:tcPr>
            <w:tcW w:w="3920" w:type="dxa"/>
          </w:tcPr>
          <w:p w14:paraId="385A1A10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يراس المكارم والمعالي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3A6A6B6" w14:textId="77777777" w:rsidR="009071C8" w:rsidRDefault="009071C8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567838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جتك حريم ابغير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71C8" w14:paraId="155F7B02" w14:textId="77777777" w:rsidTr="00F202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2586E42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اِمن الشام يا كهفي اُومنالي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8AB52B" w14:textId="77777777" w:rsidR="009071C8" w:rsidRDefault="009071C8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554E845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ابسأل اُو جاوبني اِبسؤالي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71C8" w14:paraId="0782EA71" w14:textId="77777777" w:rsidTr="00F202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0AFEAA56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عنّي غفلتوا يا 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D957F7" w14:textId="77777777" w:rsidR="009071C8" w:rsidRDefault="009071C8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109DCF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نمشي حريم ابغير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71C8" w14:paraId="37EAB0AC" w14:textId="77777777" w:rsidTr="00F202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468952B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واِنْ كان تسأل عن احوالي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2F5B39" w14:textId="77777777" w:rsidR="009071C8" w:rsidRDefault="009071C8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2CB9A48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خذونا على اِظهور الجمالي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71C8" w14:paraId="083DDC3F" w14:textId="77777777" w:rsidTr="00F202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1887B45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اُوكلنا نسا من غير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EDD62B" w14:textId="77777777" w:rsidR="009071C8" w:rsidRDefault="009071C8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E3DE9C4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ولا حد رحم يحسين حالي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71C8" w14:paraId="6EF8D1D2" w14:textId="77777777" w:rsidTr="00F202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83720C6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واليوم يا مولى الموالي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5F11523" w14:textId="77777777" w:rsidR="009071C8" w:rsidRDefault="009071C8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CC4A4F4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جيتك أنا ويّا أطفالي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A96536F" w14:textId="77777777" w:rsidR="00EE7C84" w:rsidRDefault="00EE7C84" w:rsidP="004A3E74">
      <w:pPr>
        <w:pStyle w:val="libPoemCenter"/>
        <w:rPr>
          <w:lang w:bidi="fa-IR"/>
        </w:rPr>
      </w:pPr>
      <w:r>
        <w:rPr>
          <w:rtl/>
          <w:lang w:bidi="fa-IR"/>
        </w:rPr>
        <w:t>ابنصب عزاكم يا رجالي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071C8" w14:paraId="1FE0BD0B" w14:textId="77777777" w:rsidTr="00F20222">
        <w:trPr>
          <w:trHeight w:val="350"/>
        </w:trPr>
        <w:tc>
          <w:tcPr>
            <w:tcW w:w="3920" w:type="dxa"/>
            <w:shd w:val="clear" w:color="auto" w:fill="auto"/>
          </w:tcPr>
          <w:p w14:paraId="540BA3C3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يحسين يا خويه يمظلوم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D9652E5" w14:textId="77777777" w:rsidR="009071C8" w:rsidRDefault="009071C8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AF6F9F9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يابن النبوّة اُو كنز لعلوم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71C8" w14:paraId="7DBBED3C" w14:textId="77777777" w:rsidTr="00F20222">
        <w:trPr>
          <w:trHeight w:val="350"/>
        </w:trPr>
        <w:tc>
          <w:tcPr>
            <w:tcW w:w="3920" w:type="dxa"/>
          </w:tcPr>
          <w:p w14:paraId="0BC124F1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جاتك خواتك ما سبا 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B2F224" w14:textId="77777777" w:rsidR="009071C8" w:rsidRDefault="009071C8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B001895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بتنصب عزاها ليك ذاليوم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71C8" w14:paraId="4C79DB00" w14:textId="77777777" w:rsidTr="00F20222">
        <w:trPr>
          <w:trHeight w:val="350"/>
        </w:trPr>
        <w:tc>
          <w:tcPr>
            <w:tcW w:w="3920" w:type="dxa"/>
          </w:tcPr>
          <w:p w14:paraId="2D890039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لَيكون يا لوالي لها اتلوم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BDA540F" w14:textId="77777777" w:rsidR="009071C8" w:rsidRDefault="009071C8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D7BCFD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ولا تقول زينب واُمّ كلثوم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71C8" w14:paraId="0872231D" w14:textId="77777777" w:rsidTr="00F20222">
        <w:trPr>
          <w:trHeight w:val="350"/>
        </w:trPr>
        <w:tc>
          <w:tcPr>
            <w:tcW w:w="3920" w:type="dxa"/>
          </w:tcPr>
          <w:p w14:paraId="79D36577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شالوا واَنا عاري بلا اهدوم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DE88E9A" w14:textId="77777777" w:rsidR="009071C8" w:rsidRDefault="009071C8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DB373E7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اُو جسمي غريق ابفيض لدموم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71C8" w14:paraId="584329FF" w14:textId="77777777" w:rsidTr="00F20222">
        <w:trPr>
          <w:trHeight w:val="350"/>
        </w:trPr>
        <w:tc>
          <w:tcPr>
            <w:tcW w:w="3920" w:type="dxa"/>
          </w:tcPr>
          <w:p w14:paraId="1DB9B9DF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سامح يخويه اِحسين لتلوم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91C6B89" w14:textId="77777777" w:rsidR="009071C8" w:rsidRDefault="009071C8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566A91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ترى احنا خذونا عنّك 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71C8" w14:paraId="5B038867" w14:textId="77777777" w:rsidTr="00F202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3AEF601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جاتك خواتك يابن لكرام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203A17" w14:textId="77777777" w:rsidR="009071C8" w:rsidRDefault="009071C8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16140E7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جاتك يبو اسكينة من الشام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71C8" w14:paraId="1978B0E1" w14:textId="77777777" w:rsidTr="00F202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3194B0E2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ابوسط اللحد يحسين لا اتنام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052A34C" w14:textId="77777777" w:rsidR="009071C8" w:rsidRDefault="009071C8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4F623D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اِختك لفتك ابحرم واَيتام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71C8" w14:paraId="0CD40569" w14:textId="77777777" w:rsidTr="00F202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46265ECF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اِقعد يخوها انصب لها اخيام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9101872" w14:textId="77777777" w:rsidR="009071C8" w:rsidRDefault="009071C8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86A0D0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ودها بتجلس عندك أيّام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CE04950" w14:textId="77777777" w:rsidR="00EE7C84" w:rsidRDefault="00EE7C84" w:rsidP="004A3E74">
      <w:pPr>
        <w:pStyle w:val="libPoemCenter"/>
        <w:rPr>
          <w:lang w:bidi="fa-IR"/>
        </w:rPr>
      </w:pPr>
      <w:r>
        <w:rPr>
          <w:rtl/>
          <w:lang w:bidi="fa-IR"/>
        </w:rPr>
        <w:t>يحسين سامحها يضرغام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071C8" w14:paraId="59AAA04F" w14:textId="77777777" w:rsidTr="00F20222">
        <w:trPr>
          <w:trHeight w:val="350"/>
        </w:trPr>
        <w:tc>
          <w:tcPr>
            <w:tcW w:w="3920" w:type="dxa"/>
            <w:shd w:val="clear" w:color="auto" w:fill="auto"/>
          </w:tcPr>
          <w:p w14:paraId="03695670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يحسين بالقوة خذوني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B25A807" w14:textId="77777777" w:rsidR="009071C8" w:rsidRDefault="009071C8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EAC0E39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عدوانكم ما راقبوني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71C8" w14:paraId="3345182D" w14:textId="77777777" w:rsidTr="00F20222">
        <w:trPr>
          <w:trHeight w:val="350"/>
        </w:trPr>
        <w:tc>
          <w:tcPr>
            <w:tcW w:w="3920" w:type="dxa"/>
          </w:tcPr>
          <w:p w14:paraId="01D4DD6E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حينٍ طحت يحسين جوني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3F798F" w14:textId="77777777" w:rsidR="009071C8" w:rsidRDefault="009071C8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427506C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باحبال خويه ربّطوني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71C8" w14:paraId="6D2D33A6" w14:textId="77777777" w:rsidTr="00F20222">
        <w:trPr>
          <w:trHeight w:val="350"/>
        </w:trPr>
        <w:tc>
          <w:tcPr>
            <w:tcW w:w="3920" w:type="dxa"/>
          </w:tcPr>
          <w:p w14:paraId="7CBD411F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ناديت قومي ما لفوني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784D1C" w14:textId="77777777" w:rsidR="009071C8" w:rsidRDefault="009071C8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932CE9D" w14:textId="77777777" w:rsidR="009071C8" w:rsidRDefault="009071C8" w:rsidP="00F20222">
            <w:pPr>
              <w:pStyle w:val="libPoem"/>
            </w:pPr>
            <w:r>
              <w:rPr>
                <w:rtl/>
                <w:lang w:bidi="fa-IR"/>
              </w:rPr>
              <w:t>جابوا الهزيلة اُوركّبوني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A23669B" w14:textId="77777777" w:rsidR="00EE7C84" w:rsidRDefault="00EE7C84" w:rsidP="004A3E74">
      <w:pPr>
        <w:pStyle w:val="libPoemCenter"/>
        <w:rPr>
          <w:lang w:bidi="fa-IR"/>
        </w:rPr>
      </w:pPr>
      <w:r>
        <w:rPr>
          <w:rtl/>
          <w:lang w:bidi="fa-IR"/>
        </w:rPr>
        <w:t>وللشام خويه سيّروني</w:t>
      </w:r>
    </w:p>
    <w:p w14:paraId="3B243987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77BFB533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هذا فصل يشمل رجوع الحرم إ</w:t>
      </w:r>
      <w:r w:rsidR="00F20222">
        <w:rPr>
          <w:rtl/>
          <w:lang w:bidi="fa-IR"/>
        </w:rPr>
        <w:t>لى المدينة من بعد وصولهم كربلاء</w:t>
      </w:r>
      <w:r>
        <w:rPr>
          <w:rtl/>
          <w:lang w:bidi="fa-IR"/>
        </w:rPr>
        <w:t>.</w:t>
      </w:r>
    </w:p>
    <w:p w14:paraId="10975878" w14:textId="77777777" w:rsidR="00EE7C84" w:rsidRDefault="00EE7C84" w:rsidP="00F20222">
      <w:pPr>
        <w:pStyle w:val="libNormal"/>
        <w:rPr>
          <w:lang w:bidi="fa-IR"/>
        </w:rPr>
      </w:pPr>
      <w:r>
        <w:rPr>
          <w:rtl/>
          <w:lang w:bidi="fa-IR"/>
        </w:rPr>
        <w:t>حين وصل السجّاد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المدينة أرسل بشر بن حذلم ينعى الحسين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لأهل المدينة: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20222" w14:paraId="24205189" w14:textId="77777777" w:rsidTr="00F20222">
        <w:trPr>
          <w:trHeight w:val="350"/>
        </w:trPr>
        <w:tc>
          <w:tcPr>
            <w:tcW w:w="3920" w:type="dxa"/>
            <w:shd w:val="clear" w:color="auto" w:fill="auto"/>
          </w:tcPr>
          <w:p w14:paraId="1929BFA6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يهل المدينة والأماره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1AA04CA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286B025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جاكم بشر يبغي البشاره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629FD607" w14:textId="77777777" w:rsidTr="00F20222">
        <w:trPr>
          <w:trHeight w:val="350"/>
        </w:trPr>
        <w:tc>
          <w:tcPr>
            <w:tcW w:w="3920" w:type="dxa"/>
          </w:tcPr>
          <w:p w14:paraId="06E4C34C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قوموا إله سمعوا أخباره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24FBE0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2DF7BDE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اينادي اُو عبراته اتجاره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8E2B757" w14:textId="77777777" w:rsidR="00EE7C84" w:rsidRDefault="00EE7C84" w:rsidP="00F20222">
      <w:pPr>
        <w:pStyle w:val="libPoemCenter"/>
        <w:rPr>
          <w:lang w:bidi="fa-IR"/>
        </w:rPr>
      </w:pPr>
      <w:r>
        <w:rPr>
          <w:rtl/>
          <w:lang w:bidi="fa-IR"/>
        </w:rPr>
        <w:t>ترى اِحسين جا ابجملة اَنصاره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20222" w14:paraId="2BB4C910" w14:textId="77777777" w:rsidTr="00F20222">
        <w:trPr>
          <w:trHeight w:val="350"/>
        </w:trPr>
        <w:tc>
          <w:tcPr>
            <w:tcW w:w="3920" w:type="dxa"/>
            <w:shd w:val="clear" w:color="auto" w:fill="auto"/>
          </w:tcPr>
          <w:p w14:paraId="1CA0548E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نادى اُودمعاته اتسجامه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DD89E28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A3844D1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بآل النبوّة والإمامه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7727F0FB" w14:textId="77777777" w:rsidTr="00F20222">
        <w:trPr>
          <w:trHeight w:val="350"/>
        </w:trPr>
        <w:tc>
          <w:tcPr>
            <w:tcW w:w="3920" w:type="dxa"/>
          </w:tcPr>
          <w:p w14:paraId="51923B0F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جاكم بشر سمعوا كلامه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F09CE4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BFCCFE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هذا البقيّة من الإمامه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3F69B951" w14:textId="77777777" w:rsidTr="00F20222">
        <w:trPr>
          <w:trHeight w:val="350"/>
        </w:trPr>
        <w:tc>
          <w:tcPr>
            <w:tcW w:w="3920" w:type="dxa"/>
          </w:tcPr>
          <w:p w14:paraId="5254BCAD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قرب البلد طنّب اخيامه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D71D7B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92A8FD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وانا جيت مرسول اليتامى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701EF1AC" w14:textId="77777777" w:rsidTr="00F20222">
        <w:trPr>
          <w:trHeight w:val="350"/>
        </w:trPr>
        <w:tc>
          <w:tcPr>
            <w:tcW w:w="3920" w:type="dxa"/>
          </w:tcPr>
          <w:p w14:paraId="55F7363C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سمعوا يهل طيبة مقالي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7E88586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572477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يهل الفخر واَهل المعالي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318EAFE0" w14:textId="77777777" w:rsidTr="00F20222">
        <w:trPr>
          <w:trHeight w:val="350"/>
        </w:trPr>
        <w:tc>
          <w:tcPr>
            <w:tcW w:w="3920" w:type="dxa"/>
          </w:tcPr>
          <w:p w14:paraId="6E2A4AD8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واَهل العلا السؤدد العالي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8627F1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0B742E9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أنادي ابكم والصوت 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9FDE5F0" w14:textId="77777777" w:rsidR="00EE7C84" w:rsidRDefault="00EE7C84" w:rsidP="00F20222">
      <w:pPr>
        <w:pStyle w:val="libPoemCenter"/>
        <w:rPr>
          <w:lang w:bidi="fa-IR"/>
        </w:rPr>
      </w:pPr>
      <w:r>
        <w:rPr>
          <w:rtl/>
          <w:lang w:bidi="fa-IR"/>
        </w:rPr>
        <w:t>جتكم حريم ابغير والي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20222" w14:paraId="60C8670B" w14:textId="77777777" w:rsidTr="00F20222">
        <w:trPr>
          <w:trHeight w:val="350"/>
        </w:trPr>
        <w:tc>
          <w:tcPr>
            <w:tcW w:w="3920" w:type="dxa"/>
            <w:shd w:val="clear" w:color="auto" w:fill="auto"/>
          </w:tcPr>
          <w:p w14:paraId="2C6AFF8E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جاكم أبو محمّد المنظام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FDABC7C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57DA8FB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باحريمكم أقبل وليتام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79D24D84" w14:textId="77777777" w:rsidTr="00F20222">
        <w:trPr>
          <w:trHeight w:val="350"/>
        </w:trPr>
        <w:tc>
          <w:tcPr>
            <w:tcW w:w="3920" w:type="dxa"/>
          </w:tcPr>
          <w:p w14:paraId="0326043D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اُوكل الخبر عنده اُولعلام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7D5992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7E225D6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جاكم ترى راجع من الشام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3F4CBCC" w14:textId="77777777" w:rsidR="00EE7C84" w:rsidRDefault="00EE7C84" w:rsidP="00F20222">
      <w:pPr>
        <w:pStyle w:val="libPoemCenter"/>
        <w:rPr>
          <w:lang w:bidi="fa-IR"/>
        </w:rPr>
      </w:pPr>
      <w:r>
        <w:rPr>
          <w:rtl/>
          <w:lang w:bidi="fa-IR"/>
        </w:rPr>
        <w:t>قرب المدينة حطّ لخيام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20222" w14:paraId="0E60DEF5" w14:textId="77777777" w:rsidTr="00F20222">
        <w:trPr>
          <w:trHeight w:val="350"/>
        </w:trPr>
        <w:tc>
          <w:tcPr>
            <w:tcW w:w="3920" w:type="dxa"/>
            <w:shd w:val="clear" w:color="auto" w:fill="auto"/>
          </w:tcPr>
          <w:p w14:paraId="313B1AEA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مرسول زينب مَعْ يتمها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38459A0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76F2811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اُو مرسول سكنة حقّ عمها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4B7122CC" w14:textId="77777777" w:rsidTr="00F20222">
        <w:trPr>
          <w:trHeight w:val="350"/>
        </w:trPr>
        <w:tc>
          <w:tcPr>
            <w:tcW w:w="3920" w:type="dxa"/>
          </w:tcPr>
          <w:p w14:paraId="35561B1F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باخبره اِبذلها اُو هضمها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35B3DFE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E6608ED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ميدري اِبيا حاله جسمها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5C476793" w14:textId="77777777" w:rsidTr="00F20222">
        <w:trPr>
          <w:trHeight w:val="350"/>
        </w:trPr>
        <w:tc>
          <w:tcPr>
            <w:tcW w:w="3920" w:type="dxa"/>
          </w:tcPr>
          <w:p w14:paraId="4E50B683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تشكي فقد بوها اُو عمها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76A798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082A31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محمّد مجاله خبر همها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3189412E" w14:textId="77777777" w:rsidTr="00F20222">
        <w:trPr>
          <w:trHeight w:val="350"/>
        </w:trPr>
        <w:tc>
          <w:tcPr>
            <w:tcW w:w="3920" w:type="dxa"/>
          </w:tcPr>
          <w:p w14:paraId="3A5D6112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في ساعةٍ حثوا لزمها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B61D43F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3182D28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ولا واحد امن الأهل يمها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9965FE5" w14:textId="77777777" w:rsidR="00EE7C84" w:rsidRDefault="00EE7C84" w:rsidP="00F20222">
      <w:pPr>
        <w:pStyle w:val="libPoemCenter"/>
        <w:rPr>
          <w:lang w:bidi="fa-IR"/>
        </w:rPr>
      </w:pPr>
      <w:r>
        <w:rPr>
          <w:rtl/>
          <w:lang w:bidi="fa-IR"/>
        </w:rPr>
        <w:t>أبوها ولا العبّاس عمها</w:t>
      </w:r>
    </w:p>
    <w:p w14:paraId="18E9BA65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اُمّ البنين حين سمعت الواعية :</w:t>
      </w:r>
    </w:p>
    <w:p w14:paraId="59A0853D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20222" w14:paraId="04DBF1D9" w14:textId="77777777" w:rsidTr="00F20222">
        <w:trPr>
          <w:trHeight w:val="350"/>
        </w:trPr>
        <w:tc>
          <w:tcPr>
            <w:tcW w:w="3920" w:type="dxa"/>
            <w:shd w:val="clear" w:color="auto" w:fill="auto"/>
          </w:tcPr>
          <w:p w14:paraId="7E24591C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هالجاي من ابعيد ابعثوا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37B9336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6CB6B30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اُوخلّوه ينزل عن ذلوله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44F61BEE" w14:textId="77777777" w:rsidTr="00F20222">
        <w:trPr>
          <w:trHeight w:val="350"/>
        </w:trPr>
        <w:tc>
          <w:tcPr>
            <w:tcW w:w="3920" w:type="dxa"/>
          </w:tcPr>
          <w:p w14:paraId="04D9CA68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صعب علي ما اَقدر وصوله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236B094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20EB77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من كثرة الوقّاف حوله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325AACA9" w14:textId="77777777" w:rsidTr="00F20222">
        <w:trPr>
          <w:trHeight w:val="350"/>
        </w:trPr>
        <w:tc>
          <w:tcPr>
            <w:tcW w:w="3920" w:type="dxa"/>
          </w:tcPr>
          <w:p w14:paraId="309A6249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سمعوا حكيها واذكروا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B968C8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CF58777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جاها اُوحبس ليها ذلوله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160CDE6C" w14:textId="77777777" w:rsidTr="00F20222">
        <w:trPr>
          <w:trHeight w:val="350"/>
        </w:trPr>
        <w:tc>
          <w:tcPr>
            <w:tcW w:w="3920" w:type="dxa"/>
          </w:tcPr>
          <w:p w14:paraId="5B9E8D5C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نادت اُو عبرتها هموله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A1E493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9CAD9A9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ياللي لنا سوّيت صوله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0207234E" w14:textId="77777777" w:rsidTr="00F20222">
        <w:trPr>
          <w:trHeight w:val="350"/>
        </w:trPr>
        <w:tc>
          <w:tcPr>
            <w:tcW w:w="3920" w:type="dxa"/>
          </w:tcPr>
          <w:p w14:paraId="06BD874A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اُو بارض البلد سوّيت جوله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FBE23F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2365D9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باسايلك بالله اُو رسوله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5A41814C" w14:textId="77777777" w:rsidTr="00F202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66E22959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يوم التقت دولة اِبدوله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591627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DB37FFB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يا هو من اُولاد الحموله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7D45D7D3" w14:textId="77777777" w:rsidTr="00F202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E0A1488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يوم الحرب ياهو الحكوا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C269AC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45C8ACE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اُو زادت على الشهرة اِفعوله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B75B56E" w14:textId="77777777" w:rsidR="00EE7C84" w:rsidRDefault="00EE7C84" w:rsidP="00F20222">
      <w:pPr>
        <w:pStyle w:val="libPoemCenter"/>
        <w:rPr>
          <w:lang w:bidi="fa-IR"/>
        </w:rPr>
      </w:pPr>
      <w:r>
        <w:rPr>
          <w:rtl/>
          <w:lang w:bidi="fa-IR"/>
        </w:rPr>
        <w:t>العبّاس راعي الزود لوله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20222" w14:paraId="614FCE7B" w14:textId="77777777" w:rsidTr="00F20222">
        <w:trPr>
          <w:trHeight w:val="350"/>
        </w:trPr>
        <w:tc>
          <w:tcPr>
            <w:tcW w:w="3920" w:type="dxa"/>
            <w:shd w:val="clear" w:color="auto" w:fill="auto"/>
          </w:tcPr>
          <w:p w14:paraId="6DBE3FDC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هوّن يناعي خير مفقود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6A4C15A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99A58DC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بالهون ما ظلّت لنا اكبود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301A7C25" w14:textId="77777777" w:rsidTr="00F20222">
        <w:trPr>
          <w:trHeight w:val="350"/>
        </w:trPr>
        <w:tc>
          <w:tcPr>
            <w:tcW w:w="3920" w:type="dxa"/>
          </w:tcPr>
          <w:p w14:paraId="4DB1275D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باسأل عن اهل الفخر والجود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03FFD18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DD412F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ياهو بقى اُو يا هو المفقود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341CD453" w14:textId="77777777" w:rsidTr="00F20222">
        <w:trPr>
          <w:trHeight w:val="350"/>
        </w:trPr>
        <w:tc>
          <w:tcPr>
            <w:tcW w:w="3920" w:type="dxa"/>
          </w:tcPr>
          <w:p w14:paraId="031969A4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اُو يا هو اللي فيهم صاحب الزود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F67606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1A7590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نادى اُودمع العين ممدود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44B94B56" w14:textId="77777777" w:rsidTr="00F20222">
        <w:trPr>
          <w:trHeight w:val="350"/>
        </w:trPr>
        <w:tc>
          <w:tcPr>
            <w:tcW w:w="3920" w:type="dxa"/>
          </w:tcPr>
          <w:p w14:paraId="510A31A6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صغير اُو كبير الكل محمود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F1F93E3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791221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سبعين ماحد فيهم اِردود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31B5E51E" w14:textId="77777777" w:rsidTr="00F20222">
        <w:trPr>
          <w:trHeight w:val="350"/>
        </w:trPr>
        <w:tc>
          <w:tcPr>
            <w:tcW w:w="3920" w:type="dxa"/>
          </w:tcPr>
          <w:p w14:paraId="138C09CC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الله اُو خلقه كُلهم اشهود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E608BA1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8D9AC5A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عبّاس فيهم صاحب الزود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A23835F" w14:textId="77777777" w:rsidR="00EE7C84" w:rsidRDefault="00EE7C84" w:rsidP="00F20222">
      <w:pPr>
        <w:pStyle w:val="libPoemCenter"/>
        <w:rPr>
          <w:lang w:bidi="fa-IR"/>
        </w:rPr>
      </w:pPr>
      <w:r>
        <w:rPr>
          <w:rtl/>
          <w:lang w:bidi="fa-IR"/>
        </w:rPr>
        <w:t>جاهد اُو هو مقطوع لزنود</w:t>
      </w:r>
    </w:p>
    <w:p w14:paraId="2F739453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بشر يُخبر اُمّ البنين حين سألته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20222" w14:paraId="0AEB1B92" w14:textId="77777777" w:rsidTr="00F20222">
        <w:trPr>
          <w:trHeight w:val="350"/>
        </w:trPr>
        <w:tc>
          <w:tcPr>
            <w:tcW w:w="3920" w:type="dxa"/>
            <w:shd w:val="clear" w:color="auto" w:fill="auto"/>
          </w:tcPr>
          <w:p w14:paraId="000E1291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عز الله حيدر ورّث اُولاد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6EAF30F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E7B4AA2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حلوين في ساعة المطراد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7AD016A6" w14:textId="77777777" w:rsidTr="00F20222">
        <w:trPr>
          <w:trHeight w:val="350"/>
        </w:trPr>
        <w:tc>
          <w:tcPr>
            <w:tcW w:w="3920" w:type="dxa"/>
          </w:tcPr>
          <w:p w14:paraId="788D671C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ضفرين كُلّ واحد مينقاد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3B98A6A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FFFE6A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حملوا على عسكر ابن ازياد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57426F3F" w14:textId="77777777" w:rsidTr="00F20222">
        <w:trPr>
          <w:trHeight w:val="350"/>
        </w:trPr>
        <w:tc>
          <w:tcPr>
            <w:tcW w:w="3920" w:type="dxa"/>
          </w:tcPr>
          <w:p w14:paraId="1C01DEF6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كنهم زلازل صاعقة 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ED33233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7399628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والكُلّ ملهوف الحشا صاد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AB2A140" w14:textId="77777777" w:rsidR="00EE7C84" w:rsidRDefault="00EE7C84" w:rsidP="00F20222">
      <w:pPr>
        <w:pStyle w:val="libPoemCenter"/>
        <w:rPr>
          <w:lang w:bidi="fa-IR"/>
        </w:rPr>
      </w:pPr>
      <w:r>
        <w:rPr>
          <w:rtl/>
          <w:lang w:bidi="fa-IR"/>
        </w:rPr>
        <w:t>لكن عليهم بو الفضل زاد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20222" w14:paraId="156473E5" w14:textId="77777777" w:rsidTr="00F20222">
        <w:trPr>
          <w:trHeight w:val="350"/>
        </w:trPr>
        <w:tc>
          <w:tcPr>
            <w:tcW w:w="3920" w:type="dxa"/>
            <w:shd w:val="clear" w:color="auto" w:fill="auto"/>
          </w:tcPr>
          <w:p w14:paraId="21E0D42A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حق الله حيدر ورّث أسباع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93826C6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A3459C4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ضفرين في ساعة المفزاع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522D16E6" w14:textId="77777777" w:rsidTr="00F20222">
        <w:trPr>
          <w:trHeight w:val="350"/>
        </w:trPr>
        <w:tc>
          <w:tcPr>
            <w:tcW w:w="3920" w:type="dxa"/>
          </w:tcPr>
          <w:p w14:paraId="49BEDACD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والكُلّ منهم للعمر باع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9DCD6AB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824430C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لكن عليهم بوالفضل شاع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3A4F19E7" w14:textId="77777777" w:rsidTr="00F20222">
        <w:trPr>
          <w:trHeight w:val="350"/>
        </w:trPr>
        <w:tc>
          <w:tcPr>
            <w:tcW w:w="3920" w:type="dxa"/>
          </w:tcPr>
          <w:p w14:paraId="26D452D8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جاهد اُوهو مقطوع لذراع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7AE16A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7267B26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يم البنين اِرضاع ماضاع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7A17622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أجابها بشر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F20222" w14:paraId="325C35A5" w14:textId="77777777" w:rsidTr="00F20222">
        <w:trPr>
          <w:trHeight w:val="350"/>
        </w:trPr>
        <w:tc>
          <w:tcPr>
            <w:tcW w:w="3920" w:type="dxa"/>
            <w:shd w:val="clear" w:color="auto" w:fill="auto"/>
          </w:tcPr>
          <w:p w14:paraId="583DA734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جبتي ولد ما في الرجاجيل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0446037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A2BEE27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مثله ولا ركّابة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20222" w14:paraId="3942E37D" w14:textId="77777777" w:rsidTr="00F20222">
        <w:trPr>
          <w:trHeight w:val="350"/>
        </w:trPr>
        <w:tc>
          <w:tcPr>
            <w:tcW w:w="3920" w:type="dxa"/>
          </w:tcPr>
          <w:p w14:paraId="1682CEDD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يسطي مثل طير الأبابيل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346B88C" w14:textId="77777777" w:rsidR="00F20222" w:rsidRDefault="00F20222" w:rsidP="00F202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B22988B" w14:textId="77777777" w:rsidR="00F20222" w:rsidRDefault="00F20222" w:rsidP="00F20222">
            <w:pPr>
              <w:pStyle w:val="libPoem"/>
            </w:pPr>
            <w:r>
              <w:rPr>
                <w:rtl/>
                <w:lang w:bidi="fa-IR"/>
              </w:rPr>
              <w:t>سوّى على العسكر أهاويل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561E07D4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905182" w14:paraId="26B86C2E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591F2C8D" w14:textId="77777777" w:rsidR="00905182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سقاهم غصص واهوال اُويل</w:t>
            </w:r>
            <w:r w:rsidR="009051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BFD0394" w14:textId="77777777" w:rsidR="00905182" w:rsidRDefault="00905182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47EFCE3" w14:textId="77777777" w:rsidR="00905182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وفي الكيل أبو فاضل وفي الكيل</w:t>
            </w:r>
            <w:r w:rsidR="0090518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C1AE0C7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أجابته اُمّ البنين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F3BBE" w14:paraId="452B0FBF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7E2DF161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قصدي تقول اُو تحكي الناس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3921431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61D82AD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إلى من طروا صعبين لمراس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07FFC7A2" w14:textId="77777777" w:rsidTr="00DE6342">
        <w:trPr>
          <w:trHeight w:val="350"/>
        </w:trPr>
        <w:tc>
          <w:tcPr>
            <w:tcW w:w="3920" w:type="dxa"/>
          </w:tcPr>
          <w:p w14:paraId="2007F79E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اُو قالوا على سبعين ألف داس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B32B15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88B7CC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قالوا ما شفنا غير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6B6ED7B6" w14:textId="77777777" w:rsidTr="00DE6342">
        <w:trPr>
          <w:trHeight w:val="350"/>
        </w:trPr>
        <w:tc>
          <w:tcPr>
            <w:tcW w:w="3920" w:type="dxa"/>
          </w:tcPr>
          <w:p w14:paraId="7A9A4001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يمن هوه ابوه حيدر فلا ايخيب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A966260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648A1AA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والذئب ما ينسل سوى ديب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0750808F" w14:textId="77777777" w:rsidTr="00DE6342">
        <w:trPr>
          <w:trHeight w:val="350"/>
        </w:trPr>
        <w:tc>
          <w:tcPr>
            <w:tcW w:w="3920" w:type="dxa"/>
          </w:tcPr>
          <w:p w14:paraId="165662F9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واللي ما يشبه والده عيب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B1F95B2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BE79B9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يا بني امتلى راسي من الشيب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66092F7" w14:textId="77777777" w:rsidR="00EE7C84" w:rsidRDefault="00EE7C84" w:rsidP="001F3BBE">
      <w:pPr>
        <w:pStyle w:val="libPoemCenter"/>
        <w:rPr>
          <w:lang w:bidi="fa-IR"/>
        </w:rPr>
      </w:pPr>
      <w:r>
        <w:rPr>
          <w:rtl/>
          <w:lang w:bidi="fa-IR"/>
        </w:rPr>
        <w:t>وامن الولد أيّست ماجيب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F3BBE" w14:paraId="03089579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31F2DD3B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على بوك يابني ما تعدّيت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D1DEF8F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07C1399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شجعان كلكم ياهل البيت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20555B3D" w14:textId="77777777" w:rsidTr="00DE6342">
        <w:trPr>
          <w:trHeight w:val="350"/>
        </w:trPr>
        <w:tc>
          <w:tcPr>
            <w:tcW w:w="3920" w:type="dxa"/>
          </w:tcPr>
          <w:p w14:paraId="7B5B01F8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اِتمنّيت اشوفك يوم شدّيت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D677E14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5CC744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رايح تجيب الما ولا جيت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599FD58" w14:textId="77777777" w:rsidR="00EE7C84" w:rsidRDefault="00EE7C84" w:rsidP="001F3BBE">
      <w:pPr>
        <w:pStyle w:val="libPoemCenter"/>
        <w:rPr>
          <w:lang w:bidi="fa-IR"/>
        </w:rPr>
      </w:pPr>
      <w:r>
        <w:rPr>
          <w:rtl/>
          <w:lang w:bidi="fa-IR"/>
        </w:rPr>
        <w:t>خلا البيت يا روحي خلا البيت</w:t>
      </w:r>
    </w:p>
    <w:p w14:paraId="7F98C5B3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بشر يسأل اُمّ البنين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F3BBE" w14:paraId="69095E8E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22E54EBA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إنتي ماكنك اُم لبنين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20A0239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5041793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الك أربعة ماتوا شهيدين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6A9CBE50" w14:textId="77777777" w:rsidTr="00DE6342">
        <w:trPr>
          <w:trHeight w:val="350"/>
        </w:trPr>
        <w:tc>
          <w:tcPr>
            <w:tcW w:w="3920" w:type="dxa"/>
          </w:tcPr>
          <w:p w14:paraId="277D6CF7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ولا شوف انا عنهم تنشدين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CA117B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00D55AE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ولا تسألين 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عن اِحسين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516F16D2" w14:textId="77777777" w:rsidTr="00DE6342">
        <w:trPr>
          <w:trHeight w:val="350"/>
        </w:trPr>
        <w:tc>
          <w:tcPr>
            <w:tcW w:w="3920" w:type="dxa"/>
          </w:tcPr>
          <w:p w14:paraId="1A3DF58E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نادت اُوصبّت مدمع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602110A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8549F46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لو اَقتل مثل عبّاس الفين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01D3D136" w14:textId="77777777" w:rsidTr="00DE6342">
        <w:trPr>
          <w:trHeight w:val="350"/>
        </w:trPr>
        <w:tc>
          <w:tcPr>
            <w:tcW w:w="3920" w:type="dxa"/>
          </w:tcPr>
          <w:p w14:paraId="2DCB60B0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اُوما في السما اُوما في الأراضين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E491714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073DA0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لقلنا الخلف في راس الحسين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60DACEE" w14:textId="77777777" w:rsidR="00EE7C84" w:rsidRDefault="00EE7C84" w:rsidP="001F3BBE">
      <w:pPr>
        <w:pStyle w:val="libPoemCenter"/>
        <w:rPr>
          <w:lang w:bidi="fa-IR"/>
        </w:rPr>
      </w:pPr>
      <w:r>
        <w:rPr>
          <w:rtl/>
          <w:lang w:bidi="fa-IR"/>
        </w:rPr>
        <w:t>السجّاد وتذكاره اِبيّه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F3BBE" w14:paraId="786CE4BE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45AFF5AA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الله يقلبي دون لقلوب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A704504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0145E28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لو ينبلي ابها لحزن يعقوب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490406B" w14:textId="77777777" w:rsidR="00EE7C84" w:rsidRDefault="00EE7C84" w:rsidP="001F3BBE">
      <w:pPr>
        <w:pStyle w:val="libPoemCenter"/>
        <w:rPr>
          <w:lang w:bidi="fa-IR"/>
        </w:rPr>
      </w:pPr>
      <w:r>
        <w:rPr>
          <w:rtl/>
          <w:lang w:bidi="fa-IR"/>
        </w:rPr>
        <w:t>يمكن يموت اُو يمكن اِيذوب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F3BBE" w14:paraId="3005D4F4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2D03F1DC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يعقوب واحد راح عنّه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B62461D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4287B0F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صار البكا والنوح فنّه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2716864A" w14:textId="77777777" w:rsidTr="00DE6342">
        <w:trPr>
          <w:trHeight w:val="350"/>
        </w:trPr>
        <w:tc>
          <w:tcPr>
            <w:tcW w:w="3920" w:type="dxa"/>
          </w:tcPr>
          <w:p w14:paraId="6AC75AB2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اُو قلبي أنا وا وايل منّه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CEF587E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22E777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سبعين جذابة أعنّه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47273BFA" w14:textId="77777777" w:rsidTr="00DE6342">
        <w:trPr>
          <w:trHeight w:val="350"/>
        </w:trPr>
        <w:tc>
          <w:tcPr>
            <w:tcW w:w="3920" w:type="dxa"/>
          </w:tcPr>
          <w:p w14:paraId="262A985B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قلهم قضوا تحت الأسنّه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B239BDF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1F986C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وبويه الذي ما أعز منّه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734D05E" w14:textId="77777777" w:rsidR="00EE7C84" w:rsidRDefault="00EE7C84" w:rsidP="001F3BBE">
      <w:pPr>
        <w:pStyle w:val="libPoemCenter"/>
        <w:rPr>
          <w:lang w:bidi="fa-IR"/>
        </w:rPr>
      </w:pPr>
      <w:r>
        <w:rPr>
          <w:rtl/>
          <w:lang w:bidi="fa-IR"/>
        </w:rPr>
        <w:t>شفته ذبيح اُو رحت عنّه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F3BBE" w14:paraId="633D61F4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502A8B3A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ما بين تصديق اُو تكذيب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B2C0B30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3B5DF1E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ايقولون يوسف ماكله ذيب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099B12B4" w14:textId="77777777" w:rsidTr="00DE6342">
        <w:trPr>
          <w:trHeight w:val="350"/>
        </w:trPr>
        <w:tc>
          <w:tcPr>
            <w:tcW w:w="3920" w:type="dxa"/>
          </w:tcPr>
          <w:p w14:paraId="44E3C899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اُو يعقوب راسه خطّه الشيب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1937231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90AF1F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ولا شاف في يوسف أصاويب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517D46E0" w14:textId="77777777" w:rsidTr="00DE6342">
        <w:trPr>
          <w:trHeight w:val="350"/>
        </w:trPr>
        <w:tc>
          <w:tcPr>
            <w:tcW w:w="3920" w:type="dxa"/>
          </w:tcPr>
          <w:p w14:paraId="1D294016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اُو قلبي تعذّب أي تعذيب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28C446A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A2967BA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سبعين لاشكٍّ ولا ريب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E14E653" w14:textId="77777777" w:rsidR="00EE7C84" w:rsidRDefault="00EE7C84" w:rsidP="001F3BBE">
      <w:pPr>
        <w:pStyle w:val="libPoemCenter"/>
        <w:rPr>
          <w:lang w:bidi="fa-IR"/>
        </w:rPr>
      </w:pPr>
      <w:r>
        <w:rPr>
          <w:rtl/>
          <w:lang w:bidi="fa-IR"/>
        </w:rPr>
        <w:t>شفتهم على الغبرة مصاويب</w:t>
      </w:r>
    </w:p>
    <w:p w14:paraId="12D4EE06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0DBC16ED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زينب تخبر أخاها محمّد بن الحنفيّة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F3BBE" w14:paraId="0D1B49A6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03C8452A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جتنا يخويه قوم لوغاد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511FF2D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E772D8E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اُو جابوا السلاسل ويالقياد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43272F49" w14:textId="77777777" w:rsidTr="00DE6342">
        <w:trPr>
          <w:trHeight w:val="350"/>
        </w:trPr>
        <w:tc>
          <w:tcPr>
            <w:tcW w:w="3920" w:type="dxa"/>
          </w:tcPr>
          <w:p w14:paraId="6AE52D75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اُو سحبوا من الخيمة السجّاد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50DDEA2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022D3E1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شنقول يوم طوح الحاد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41B4B9C5" w14:textId="77777777" w:rsidTr="00DE6342">
        <w:trPr>
          <w:trHeight w:val="350"/>
        </w:trPr>
        <w:tc>
          <w:tcPr>
            <w:tcW w:w="3920" w:type="dxa"/>
          </w:tcPr>
          <w:p w14:paraId="514DE779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اُوداروا بنا من ابلاد لابلاد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B5F2A3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2A1D59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اُوتالي أدخلونا على ابن ازياد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D479D9F" w14:textId="77777777" w:rsidR="00EE7C84" w:rsidRDefault="00EE7C84" w:rsidP="001F3BBE">
      <w:pPr>
        <w:pStyle w:val="libPoemCenter"/>
        <w:rPr>
          <w:lang w:bidi="fa-IR"/>
        </w:rPr>
      </w:pPr>
      <w:r>
        <w:rPr>
          <w:rtl/>
          <w:lang w:bidi="fa-IR"/>
        </w:rPr>
        <w:t>اُوسبنا اُو شتمنا ابروس لشهاد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F3BBE" w14:paraId="34C1C9FE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4F76BB8C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خويه النحل قلبي افراقه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1905BB16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0BE6EA93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ملنا على فرقاه طاقه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5211430A" w14:textId="77777777" w:rsidTr="00DE6342">
        <w:trPr>
          <w:trHeight w:val="350"/>
        </w:trPr>
        <w:tc>
          <w:tcPr>
            <w:tcW w:w="3920" w:type="dxa"/>
          </w:tcPr>
          <w:p w14:paraId="096EDEC8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وابنه عليل المرض عاقه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D655966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423877B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والذلّ ويّا الضيم ضاقه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2A9E33CA" w14:textId="77777777" w:rsidTr="00DE6342">
        <w:trPr>
          <w:trHeight w:val="350"/>
        </w:trPr>
        <w:tc>
          <w:tcPr>
            <w:tcW w:w="3920" w:type="dxa"/>
          </w:tcPr>
          <w:p w14:paraId="7B45A9CD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اِمقيد يخويه فوق ناقه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A900F24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3A1A0AF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وامن الحبل مجروح ساقه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45902315" w14:textId="77777777" w:rsidTr="00DE6342">
        <w:trPr>
          <w:trHeight w:val="350"/>
        </w:trPr>
        <w:tc>
          <w:tcPr>
            <w:tcW w:w="3920" w:type="dxa"/>
          </w:tcPr>
          <w:p w14:paraId="12359A89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عليل على الناقة اُوهوّ اينوح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D763E8E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C4A9DB0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يبكي اُومنّه القلب مجروح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66950727" w14:textId="77777777" w:rsidTr="00DE6342">
        <w:trPr>
          <w:trHeight w:val="350"/>
        </w:trPr>
        <w:tc>
          <w:tcPr>
            <w:tcW w:w="3920" w:type="dxa"/>
          </w:tcPr>
          <w:p w14:paraId="459EB4AB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اُو مذوّب احريمه من النوح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485EE5E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167BB7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اِيحق له رأي لحسين 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7E403DAE" w14:textId="77777777" w:rsidR="00EE7C84" w:rsidRDefault="00EE7C84" w:rsidP="001F3BBE">
      <w:pPr>
        <w:pStyle w:val="libPoemCenter"/>
        <w:rPr>
          <w:lang w:bidi="fa-IR"/>
        </w:rPr>
      </w:pPr>
      <w:r>
        <w:rPr>
          <w:rtl/>
          <w:lang w:bidi="fa-IR"/>
        </w:rPr>
        <w:t>اُوراسه على العسّال منزوح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1F3BBE" w14:paraId="067FF303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018B263D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ايحق له لامن مدمعه سال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246A689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B6FAE55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ينظر لعماته على اَجمال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4EB4BE9F" w14:textId="77777777" w:rsidTr="00DE6342">
        <w:trPr>
          <w:trHeight w:val="350"/>
        </w:trPr>
        <w:tc>
          <w:tcPr>
            <w:tcW w:w="3920" w:type="dxa"/>
          </w:tcPr>
          <w:p w14:paraId="759A5E94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اُو ينظر هله من فوق لرمال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E2B3F37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24E6BE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ولا حد لفى ليهم اِبشيّال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1578567F" w14:textId="77777777" w:rsidTr="00DE6342">
        <w:trPr>
          <w:trHeight w:val="350"/>
        </w:trPr>
        <w:tc>
          <w:tcPr>
            <w:tcW w:w="3920" w:type="dxa"/>
          </w:tcPr>
          <w:p w14:paraId="0701AB10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اُوانا اَنادي ما ليَّ اِرجال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0C3B5C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E4E1B40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إ</w:t>
            </w:r>
            <w:r w:rsidRPr="00BF20F3">
              <w:rPr>
                <w:rStyle w:val="libNormalChar"/>
                <w:rtl/>
              </w:rPr>
              <w:t>لّا</w:t>
            </w:r>
            <w:r>
              <w:rPr>
                <w:rtl/>
                <w:lang w:bidi="fa-IR"/>
              </w:rPr>
              <w:t xml:space="preserve"> عليل امقاسي أهوال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041E0E37" w14:textId="77777777" w:rsidTr="00DE6342">
        <w:trPr>
          <w:trHeight w:val="350"/>
        </w:trPr>
        <w:tc>
          <w:tcPr>
            <w:tcW w:w="3920" w:type="dxa"/>
          </w:tcPr>
          <w:p w14:paraId="449AFD82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مغلولة ايمينه ولشمال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8FC46FC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13BF475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معذور لو من مدمعه سال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005D3A4A" w14:textId="77777777" w:rsidTr="00DE6342">
        <w:trPr>
          <w:trHeight w:val="350"/>
        </w:trPr>
        <w:tc>
          <w:tcPr>
            <w:tcW w:w="3920" w:type="dxa"/>
          </w:tcPr>
          <w:p w14:paraId="10140211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يجذب الحسرة بثر حسره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A9FEE7C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48D009D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يبكي اُومنّه العين عبرى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372071C3" w14:textId="77777777" w:rsidTr="00DE634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391E5A7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والجامعة من فوق صدره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23F70F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C9D5EC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الله اليتيم إشلون صبره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3836F6BF" w14:textId="77777777" w:rsidTr="00DE634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2B91411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اُو نسوان من حوله يونون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143B2EE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D343DE2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فوق الهزل حسرة ايتباكون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5117BAD4" w14:textId="77777777" w:rsidTr="00DE634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FA4C997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دربه يقول الهم على هون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FD67547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5E1350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ينسوان سكتوا لا اتباكون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3BBE" w14:paraId="2ABBCB29" w14:textId="77777777" w:rsidTr="00DE634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6673DE5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بيذوب جسمي من تصيحون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1BE3CBB" w14:textId="77777777" w:rsidR="001F3BBE" w:rsidRDefault="001F3BB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A2C90CC" w14:textId="77777777" w:rsidR="001F3BBE" w:rsidRDefault="001F3BBE" w:rsidP="00DE6342">
            <w:pPr>
              <w:pStyle w:val="libPoem"/>
            </w:pPr>
            <w:r>
              <w:rPr>
                <w:rtl/>
                <w:lang w:bidi="fa-IR"/>
              </w:rPr>
              <w:t>عتبي على هزّاز لحصون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16DB0B3" w14:textId="77777777" w:rsidR="00EE7C84" w:rsidRDefault="00EE7C84" w:rsidP="00640A35">
      <w:pPr>
        <w:pStyle w:val="libPoemCenter"/>
        <w:rPr>
          <w:lang w:bidi="fa-IR"/>
        </w:rPr>
      </w:pPr>
      <w:r>
        <w:rPr>
          <w:rtl/>
          <w:lang w:bidi="fa-IR"/>
        </w:rPr>
        <w:t>هاللي ابارض النجف مدفون</w:t>
      </w:r>
    </w:p>
    <w:p w14:paraId="68207D78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417A5882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في رثائهم عند رجوع النساء إلى مدينة جدّهم (</w:t>
      </w:r>
      <w:r w:rsidR="002A105B" w:rsidRPr="002A105B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40A35" w14:paraId="2CE0A3C1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0DA25875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دخلنا الشام من 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8284331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2BA67B9B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ايسمونه أبو الساعات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A35" w14:paraId="60D76B1C" w14:textId="77777777" w:rsidTr="00DE6342">
        <w:trPr>
          <w:trHeight w:val="350"/>
        </w:trPr>
        <w:tc>
          <w:tcPr>
            <w:tcW w:w="3920" w:type="dxa"/>
          </w:tcPr>
          <w:p w14:paraId="40F6F0AA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وقفنا يا له من موقف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C7B8385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9717663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أبد مثله فلا يُوصف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A35" w14:paraId="5E377208" w14:textId="77777777" w:rsidTr="00DE6342">
        <w:trPr>
          <w:trHeight w:val="350"/>
        </w:trPr>
        <w:tc>
          <w:tcPr>
            <w:tcW w:w="3920" w:type="dxa"/>
          </w:tcPr>
          <w:p w14:paraId="43350563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اُوكل من جا صفق بالكف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41C763D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2F0E2BE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علينا أعظم اِمصيبه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01E8309" w14:textId="77777777" w:rsidR="00EE7C84" w:rsidRDefault="00EE7C84" w:rsidP="00640A35">
      <w:pPr>
        <w:pStyle w:val="libPoemCenter"/>
        <w:rPr>
          <w:lang w:bidi="fa-IR"/>
        </w:rPr>
      </w:pPr>
      <w:r>
        <w:rPr>
          <w:rtl/>
          <w:lang w:bidi="fa-IR"/>
        </w:rPr>
        <w:t>وقفتنا يبو الساعات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40A35" w14:paraId="6966F217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7D95B9D8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وقفنا وقفة الذلّه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407A1E8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3DB26A8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معانا منحل العلّه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A35" w14:paraId="1955EBAB" w14:textId="77777777" w:rsidTr="00DE6342">
        <w:trPr>
          <w:trHeight w:val="350"/>
        </w:trPr>
        <w:tc>
          <w:tcPr>
            <w:tcW w:w="3920" w:type="dxa"/>
          </w:tcPr>
          <w:p w14:paraId="2D624E3F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اُو شملنا صاير بقلّه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F60A453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98CCB09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اُو خجالة صارت اِعلينا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03EB8F8" w14:textId="77777777" w:rsidR="00EE7C84" w:rsidRDefault="00EE7C84" w:rsidP="00640A35">
      <w:pPr>
        <w:pStyle w:val="libPoemCenter"/>
        <w:rPr>
          <w:lang w:bidi="fa-IR"/>
        </w:rPr>
      </w:pPr>
      <w:r>
        <w:rPr>
          <w:rtl/>
          <w:lang w:bidi="fa-IR"/>
        </w:rPr>
        <w:t>وقفتنا يبو الساعات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40A35" w14:paraId="48672EF9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514ABE43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يخويه بدّلوا 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B71E4B6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B5FE1D3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أسامي غير أسامينا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A35" w14:paraId="41337B76" w14:textId="77777777" w:rsidTr="00DE6342">
        <w:trPr>
          <w:trHeight w:val="350"/>
        </w:trPr>
        <w:tc>
          <w:tcPr>
            <w:tcW w:w="3920" w:type="dxa"/>
          </w:tcPr>
          <w:p w14:paraId="3981DFB3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خوارج هم يسمّونا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66F9651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1E6756C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عسى مهدوم ذاك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F1445CA" w14:textId="77777777" w:rsidR="00EE7C84" w:rsidRDefault="00EE7C84" w:rsidP="00640A35">
      <w:pPr>
        <w:pStyle w:val="libPoemCenter"/>
        <w:rPr>
          <w:lang w:bidi="fa-IR"/>
        </w:rPr>
      </w:pPr>
      <w:r>
        <w:rPr>
          <w:rtl/>
          <w:lang w:bidi="fa-IR"/>
        </w:rPr>
        <w:t>ايسمونه أبو الساعات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40A35" w14:paraId="760D797D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77C6541C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ولا دولة ولا فزّه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E95AE96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F576013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ولا نهضة ولا عزّه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A35" w14:paraId="32C1543A" w14:textId="77777777" w:rsidTr="00DE6342">
        <w:trPr>
          <w:trHeight w:val="350"/>
        </w:trPr>
        <w:tc>
          <w:tcPr>
            <w:tcW w:w="3920" w:type="dxa"/>
          </w:tcPr>
          <w:p w14:paraId="7DFAA046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ولا جعفر ولا الحمزه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2E3A4FA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23CD4ED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وقفنا اِباب يا محمّد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DC8FD87" w14:textId="77777777" w:rsidR="00EE7C84" w:rsidRDefault="00EE7C84" w:rsidP="00640A35">
      <w:pPr>
        <w:pStyle w:val="libPoemCenter"/>
        <w:rPr>
          <w:lang w:bidi="fa-IR"/>
        </w:rPr>
      </w:pPr>
      <w:r>
        <w:rPr>
          <w:rtl/>
          <w:lang w:bidi="fa-IR"/>
        </w:rPr>
        <w:t>اِيسمونه أبو الساعات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40A35" w14:paraId="1E560C51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62B2F051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حرمكم في بلد كفّار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5BA502F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7A2DF1C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طلعوا اَصغارهم واكبار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A35" w14:paraId="3FE27BDD" w14:textId="77777777" w:rsidTr="00DE6342">
        <w:trPr>
          <w:trHeight w:val="350"/>
        </w:trPr>
        <w:tc>
          <w:tcPr>
            <w:tcW w:w="3920" w:type="dxa"/>
          </w:tcPr>
          <w:p w14:paraId="66233C6A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علينا ينبلون اِحجار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0D1A92A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653975C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عسى مهدوم ذاك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EB6A626" w14:textId="77777777" w:rsidR="00EE7C84" w:rsidRDefault="00EE7C84" w:rsidP="00640A35">
      <w:pPr>
        <w:pStyle w:val="libPoemCenter"/>
        <w:rPr>
          <w:lang w:bidi="fa-IR"/>
        </w:rPr>
      </w:pPr>
      <w:r>
        <w:rPr>
          <w:rtl/>
          <w:lang w:bidi="fa-IR"/>
        </w:rPr>
        <w:t>ايسمونه أبو الساعات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40A35" w14:paraId="0CCEF9CA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7010E9FA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ولا جانا علي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53ED047F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6D24C89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ولا جا حمزة المغوار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A35" w14:paraId="2CD5F6FC" w14:textId="77777777" w:rsidTr="00DE6342">
        <w:trPr>
          <w:trHeight w:val="350"/>
        </w:trPr>
        <w:tc>
          <w:tcPr>
            <w:tcW w:w="3920" w:type="dxa"/>
          </w:tcPr>
          <w:p w14:paraId="7B5181F0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ولا جا جعفر الطيّار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0F2BFF0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BBA1574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عسى مهدوم ذاك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770D985" w14:textId="77777777" w:rsidR="00EE7C84" w:rsidRDefault="00EE7C84" w:rsidP="00640A35">
      <w:pPr>
        <w:pStyle w:val="libPoemCenter"/>
        <w:rPr>
          <w:lang w:bidi="fa-IR"/>
        </w:rPr>
      </w:pPr>
      <w:r>
        <w:rPr>
          <w:rtl/>
          <w:lang w:bidi="fa-IR"/>
        </w:rPr>
        <w:t>ايسمونه أبو الساعات</w:t>
      </w:r>
    </w:p>
    <w:p w14:paraId="2F559118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40A35" w14:paraId="054D4D6A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00AC0E07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عجب يهلي نسيتونا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3A2E0E2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A9A1CBC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نخينا ما لفيتونا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A35" w14:paraId="1164E842" w14:textId="77777777" w:rsidTr="00DE6342">
        <w:trPr>
          <w:trHeight w:val="350"/>
        </w:trPr>
        <w:tc>
          <w:tcPr>
            <w:tcW w:w="3920" w:type="dxa"/>
          </w:tcPr>
          <w:p w14:paraId="019F8B64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على منهو ثكلتونا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0B3316D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57C01FB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عسى مهدوم ذاك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72ED8EE" w14:textId="77777777" w:rsidR="00EE7C84" w:rsidRDefault="00EE7C84" w:rsidP="00640A35">
      <w:pPr>
        <w:pStyle w:val="libPoemCenter"/>
        <w:rPr>
          <w:lang w:bidi="fa-IR"/>
        </w:rPr>
      </w:pPr>
      <w:r>
        <w:rPr>
          <w:rtl/>
          <w:lang w:bidi="fa-IR"/>
        </w:rPr>
        <w:t>اِيسمونه أبو الساعات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40A35" w14:paraId="01573761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0B452211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بلا تغسيل يا عمّي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638A676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656F739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أجانب دفنوا اِخوانك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A35" w14:paraId="5E7777CC" w14:textId="77777777" w:rsidTr="00DE6342">
        <w:trPr>
          <w:trHeight w:val="350"/>
        </w:trPr>
        <w:tc>
          <w:tcPr>
            <w:tcW w:w="3920" w:type="dxa"/>
          </w:tcPr>
          <w:p w14:paraId="09F4267C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على الرمضا ثلاث تيّام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767516E5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4FC4F36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بين المعركة اُولخيام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A35" w14:paraId="35D73D4C" w14:textId="77777777" w:rsidTr="00DE6342">
        <w:trPr>
          <w:trHeight w:val="350"/>
        </w:trPr>
        <w:tc>
          <w:tcPr>
            <w:tcW w:w="3920" w:type="dxa"/>
          </w:tcPr>
          <w:p w14:paraId="283BBB41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يعمّي اُو فرهدوا الأيتام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68B86E8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1C3210A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أجانب دفنوا اِخوانك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A35" w14:paraId="27E2E6F0" w14:textId="77777777" w:rsidTr="00DE6342">
        <w:trPr>
          <w:trHeight w:val="350"/>
        </w:trPr>
        <w:tc>
          <w:tcPr>
            <w:tcW w:w="3920" w:type="dxa"/>
          </w:tcPr>
          <w:p w14:paraId="1D575D16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جنايز فوق رمضاهم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9AE29E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3FF4A822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ماحد جا اُواراهم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A35" w14:paraId="527411DE" w14:textId="77777777" w:rsidTr="00DE6342">
        <w:trPr>
          <w:trHeight w:val="350"/>
        </w:trPr>
        <w:tc>
          <w:tcPr>
            <w:tcW w:w="3920" w:type="dxa"/>
          </w:tcPr>
          <w:p w14:paraId="46C23CB6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يعمّي امكسّرة اعضاهم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249FDC73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3D8E273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بلا تغسيل يا عمّي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9DE656A" w14:textId="77777777" w:rsidR="00EE7C84" w:rsidRDefault="00EE7C84" w:rsidP="00640A35">
      <w:pPr>
        <w:pStyle w:val="libPoemCenter"/>
        <w:rPr>
          <w:lang w:bidi="fa-IR"/>
        </w:rPr>
      </w:pPr>
      <w:r>
        <w:rPr>
          <w:rtl/>
          <w:lang w:bidi="fa-IR"/>
        </w:rPr>
        <w:t>أجانب دفنوا اِخوانك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40A35" w14:paraId="3AB5304B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73E55F55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صرعى كنهم لبدور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41873930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BA9C345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على الغبرا ابليا اِقبور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A35" w14:paraId="108C2F67" w14:textId="77777777" w:rsidTr="00DE6342">
        <w:trPr>
          <w:trHeight w:val="350"/>
        </w:trPr>
        <w:tc>
          <w:tcPr>
            <w:tcW w:w="3920" w:type="dxa"/>
          </w:tcPr>
          <w:p w14:paraId="540A7B65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لا سدرٍ ولا كافور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12CBCD7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1C555435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بلا تغسيل يا عمّي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D033418" w14:textId="77777777" w:rsidR="00EE7C84" w:rsidRDefault="00EE7C84" w:rsidP="00640A35">
      <w:pPr>
        <w:pStyle w:val="libPoemCenter"/>
        <w:rPr>
          <w:lang w:bidi="fa-IR"/>
        </w:rPr>
      </w:pPr>
      <w:r>
        <w:rPr>
          <w:rtl/>
          <w:lang w:bidi="fa-IR"/>
        </w:rPr>
        <w:t>أجانب دفنوا اِخوانك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40A35" w14:paraId="4F3B1494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2EF266F8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بني اُميّة افعلَت أفعال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24650173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51F56BF2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منها اتزلزلت لجبال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A35" w14:paraId="5799D6C1" w14:textId="77777777" w:rsidTr="00DE6342">
        <w:trPr>
          <w:trHeight w:val="350"/>
        </w:trPr>
        <w:tc>
          <w:tcPr>
            <w:tcW w:w="3920" w:type="dxa"/>
          </w:tcPr>
          <w:p w14:paraId="289160A9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روسٌ بالسمر تنشال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3606A3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FA993D9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بلا تغسيل يا عمّي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3D08BBF" w14:textId="77777777" w:rsidR="00EE7C84" w:rsidRDefault="00EE7C84" w:rsidP="00640A35">
      <w:pPr>
        <w:pStyle w:val="libPoemCenter"/>
        <w:rPr>
          <w:lang w:bidi="fa-IR"/>
        </w:rPr>
      </w:pPr>
      <w:r>
        <w:rPr>
          <w:rtl/>
          <w:lang w:bidi="fa-IR"/>
        </w:rPr>
        <w:t>أجانب دفنوا اِخوانك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40A35" w14:paraId="6C7EB346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328DEBDD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يليتك ناظر العبّاس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99E5016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19730475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على الغبرا بليّا 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A35" w14:paraId="31A1CFA2" w14:textId="77777777" w:rsidTr="00DE6342">
        <w:trPr>
          <w:trHeight w:val="350"/>
        </w:trPr>
        <w:tc>
          <w:tcPr>
            <w:tcW w:w="3920" w:type="dxa"/>
          </w:tcPr>
          <w:p w14:paraId="53B07C2A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يعمّي اِمخمّد الأنفاس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4983B4A" w14:textId="77777777" w:rsidR="00640A35" w:rsidRDefault="00640A35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274C2A" w14:textId="77777777" w:rsidR="00640A35" w:rsidRDefault="00640A35" w:rsidP="00DE6342">
            <w:pPr>
              <w:pStyle w:val="libPoem"/>
            </w:pPr>
            <w:r>
              <w:rPr>
                <w:rtl/>
                <w:lang w:bidi="fa-IR"/>
              </w:rPr>
              <w:t>بلا تغسيل يا عمّي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27A754AB" w14:textId="77777777" w:rsidR="00EE7C84" w:rsidRDefault="00EE7C84" w:rsidP="00640A35">
      <w:pPr>
        <w:pStyle w:val="libPoemCenter"/>
        <w:rPr>
          <w:lang w:bidi="fa-IR"/>
        </w:rPr>
      </w:pPr>
      <w:r>
        <w:rPr>
          <w:rtl/>
          <w:lang w:bidi="fa-IR"/>
        </w:rPr>
        <w:t>أجانب دفنوا اِخوانك</w:t>
      </w:r>
    </w:p>
    <w:p w14:paraId="5967DD4A" w14:textId="77777777" w:rsidR="00EE7C84" w:rsidRDefault="00EE7C84" w:rsidP="00640A35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00A1506E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479738B1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وهذه ندبة لصاحب الزمان عجّل الله فرجه وسهل مخرجه ، إمامنا الثاني عشر ، وقد اعتنى له م</w:t>
      </w:r>
      <w:r w:rsidR="00BF20F3" w:rsidRPr="00BF20F3">
        <w:rPr>
          <w:rStyle w:val="libNormalChar"/>
          <w:rtl/>
        </w:rPr>
        <w:t>لّا</w:t>
      </w:r>
      <w:r>
        <w:rPr>
          <w:rtl/>
          <w:lang w:bidi="fa-IR"/>
        </w:rPr>
        <w:t xml:space="preserve"> علي بن حسن بن فايز الإحسائي أصلاً ، والبحراني منزلاً ، والحالي مسكناً ، تغمّده الله برحمته وأسكنه فسيح جنّته ، وحشره الله مع أئمته (</w:t>
      </w:r>
      <w:r w:rsidR="00B01AF7" w:rsidRPr="00B01AF7">
        <w:rPr>
          <w:rStyle w:val="libAlaemChar"/>
          <w:rtl/>
        </w:rPr>
        <w:t>عليهم‌السلام</w:t>
      </w:r>
      <w:r w:rsidR="00602F2E">
        <w:rPr>
          <w:rtl/>
          <w:lang w:bidi="fa-IR"/>
        </w:rPr>
        <w:t>):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02F2E" w14:paraId="26DEBB46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0F66C901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يخير الورى يبن الأطايب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7539DD1D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7E492C0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يغايب ولا ينقال غايب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34FF0F0F" w14:textId="77777777" w:rsidTr="00DE6342">
        <w:trPr>
          <w:trHeight w:val="350"/>
        </w:trPr>
        <w:tc>
          <w:tcPr>
            <w:tcW w:w="3920" w:type="dxa"/>
          </w:tcPr>
          <w:p w14:paraId="49C33902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الدِّين انكسر والشرك غالب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16ECDA1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2D37366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اُو شيعة علي راحت شعايب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7699FCE0" w14:textId="77777777" w:rsidTr="00DE6342">
        <w:trPr>
          <w:trHeight w:val="350"/>
        </w:trPr>
        <w:tc>
          <w:tcPr>
            <w:tcW w:w="3920" w:type="dxa"/>
          </w:tcPr>
          <w:p w14:paraId="37F187CB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واعظم امصيبة امن المصايب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7F34C50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BC38389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جدّك ذبح يابن الأطايب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50A567FB" w14:textId="77777777" w:rsidTr="00DE6342">
        <w:trPr>
          <w:trHeight w:val="350"/>
        </w:trPr>
        <w:tc>
          <w:tcPr>
            <w:tcW w:w="3920" w:type="dxa"/>
          </w:tcPr>
          <w:p w14:paraId="0C8722FA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واَبقى على وجه الترايب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7557F34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5FDB213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كالبدر واَنصاره كواكب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28A68909" w14:textId="77777777" w:rsidTr="00DE6342">
        <w:trPr>
          <w:trHeight w:val="350"/>
        </w:trPr>
        <w:tc>
          <w:tcPr>
            <w:tcW w:w="3920" w:type="dxa"/>
          </w:tcPr>
          <w:p w14:paraId="7492E34B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غسلهم دما هذى عجايب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226AFA7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12D79CD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اُو نسوانكم يابن الأطايب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7B2D507E" w14:textId="77777777" w:rsidTr="00DE634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7E3F6C3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خذوهم على اِظهور النجايب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F7E5E2D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DEF94D3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إلى الشام ودّوهم غرايب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5A606CFA" w14:textId="77777777" w:rsidTr="00DE634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1475FCEB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اِتنادي ولا ليها امجاوب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D7482B0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9C66012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اُوجدّك أبو الحسنين غايب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04195E0" w14:textId="77777777" w:rsidR="00EE7C84" w:rsidRDefault="00EE7C84" w:rsidP="00602F2E">
      <w:pPr>
        <w:pStyle w:val="libPoemCenter"/>
        <w:rPr>
          <w:lang w:bidi="fa-IR"/>
        </w:rPr>
      </w:pPr>
      <w:r>
        <w:rPr>
          <w:rtl/>
          <w:lang w:bidi="fa-IR"/>
        </w:rPr>
        <w:t>اُو دور العلم أمستْ خرايب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02F2E" w14:paraId="66579E0E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2F1F9129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يراعي الفضيلة اِبكل معنى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910A31D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E4E8BD7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يمحروس من ربٍّ خلقنا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38563BD8" w14:textId="77777777" w:rsidTr="00DE6342">
        <w:trPr>
          <w:trHeight w:val="350"/>
        </w:trPr>
        <w:tc>
          <w:tcPr>
            <w:tcW w:w="3920" w:type="dxa"/>
          </w:tcPr>
          <w:p w14:paraId="4A576EF4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الذل يبو صالح شملنا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74867C0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C0F3CF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شربنا مذلة وانهضمنا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070C333E" w14:textId="77777777" w:rsidTr="00DE6342">
        <w:trPr>
          <w:trHeight w:val="350"/>
        </w:trPr>
        <w:tc>
          <w:tcPr>
            <w:tcW w:w="3920" w:type="dxa"/>
          </w:tcPr>
          <w:p w14:paraId="5F4299AB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اِدركنا ترى احنا اليوم ظعنا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90E2AE9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F90F4CD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واعظم مصيبة شيّبتنا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2D6457E2" w14:textId="77777777" w:rsidTr="00DE6342">
        <w:trPr>
          <w:trHeight w:val="350"/>
        </w:trPr>
        <w:tc>
          <w:tcPr>
            <w:tcW w:w="3920" w:type="dxa"/>
          </w:tcPr>
          <w:p w14:paraId="7A169209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جدّك ذبح واحنا افتجعنا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EED4C2B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08FF2DA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والخيل جت اترضّ متنه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74B58D2D" w14:textId="77777777" w:rsidTr="00DE6342">
        <w:trPr>
          <w:trHeight w:val="350"/>
        </w:trPr>
        <w:tc>
          <w:tcPr>
            <w:tcW w:w="3920" w:type="dxa"/>
          </w:tcPr>
          <w:p w14:paraId="7D8C45E7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اُو لنصار حوله ابغير دفنا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9629B3B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6E9DC4F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والكُلّ راسه فوق لذنه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6051747A" w14:textId="77777777" w:rsidTr="00DE634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73F5E650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خذوهم باطراف الأسنّه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3B918BB7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9A9C0AC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قم بالعجل واجدب 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7367A5B7" w14:textId="77777777" w:rsidTr="00DE634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14:paraId="2FEE5F09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عبّاس من دمّه اِمحنّا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6C0B9A1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A9E3BC5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اُو لكبر علي ذاك الفجعنا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A4D63AD" w14:textId="77777777" w:rsidR="00EE7C84" w:rsidRDefault="00EE7C84" w:rsidP="00602F2E">
      <w:pPr>
        <w:pStyle w:val="libPoemCenter"/>
        <w:rPr>
          <w:lang w:bidi="fa-IR"/>
        </w:rPr>
      </w:pPr>
      <w:r>
        <w:rPr>
          <w:rtl/>
          <w:lang w:bidi="fa-IR"/>
        </w:rPr>
        <w:t>اُوجسّام ابعرسه ماتهنّا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02F2E" w14:paraId="151ED14B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35F5C9FA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يراعي الفخر والزود كلّه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31524567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3C3D4221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أشوف الصبر ماهو امحلّه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3AACD43C" w14:textId="77777777" w:rsidTr="00DE6342">
        <w:trPr>
          <w:trHeight w:val="350"/>
        </w:trPr>
        <w:tc>
          <w:tcPr>
            <w:tcW w:w="3920" w:type="dxa"/>
          </w:tcPr>
          <w:p w14:paraId="5A4FF3E6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اِنهض إلى احسامك اُوسلّه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484CAD99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40ACA7C4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اُودمعك على الخدّين هلّه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1356C6F5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02F2E" w14:paraId="451418EF" w14:textId="77777777" w:rsidTr="00602F2E">
        <w:trPr>
          <w:trHeight w:val="350"/>
        </w:trPr>
        <w:tc>
          <w:tcPr>
            <w:tcW w:w="3964" w:type="dxa"/>
            <w:shd w:val="clear" w:color="auto" w:fill="auto"/>
          </w:tcPr>
          <w:p w14:paraId="031B7196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على اللي ابدمه صار غسله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4EE12D08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2F8965D3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ثلاثة على الرمضا امخلّى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2861F405" w14:textId="77777777" w:rsidTr="00602F2E">
        <w:trPr>
          <w:trHeight w:val="350"/>
        </w:trPr>
        <w:tc>
          <w:tcPr>
            <w:tcW w:w="3964" w:type="dxa"/>
          </w:tcPr>
          <w:p w14:paraId="2F0D5507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ولاحد عليه اليوم صلّى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2D83BCF8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1F53E40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ولا واحد الجسمه تولّى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0956CB5A" w14:textId="77777777" w:rsidTr="00602F2E">
        <w:trPr>
          <w:trHeight w:val="350"/>
        </w:trPr>
        <w:tc>
          <w:tcPr>
            <w:tcW w:w="3964" w:type="dxa"/>
          </w:tcPr>
          <w:p w14:paraId="50DB2454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بدر اُو انصاره أهلّه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20D936B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DDD2EBC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اُو شمر الخنا اُو خولي تقلّه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39C4F26E" w14:textId="77777777" w:rsidTr="00602F2E">
        <w:trPr>
          <w:trHeight w:val="350"/>
        </w:trPr>
        <w:tc>
          <w:tcPr>
            <w:tcW w:w="3964" w:type="dxa"/>
          </w:tcPr>
          <w:p w14:paraId="61C3F923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هلعليل منهو القيد ايحله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6398B75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8A7D5E1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واحريمكُم شبعت مذلّه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76F636C9" w14:textId="77777777" w:rsidTr="00602F2E">
        <w:trPr>
          <w:trHeight w:val="350"/>
        </w:trPr>
        <w:tc>
          <w:tcPr>
            <w:tcW w:w="3964" w:type="dxa"/>
          </w:tcPr>
          <w:p w14:paraId="539529B2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غصب خذوها ابغير أظلّه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C6D734C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2DECF816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ذيك العزيزات الأجلّه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004E67E9" w14:textId="77777777" w:rsidTr="00602F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EA0B235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ظعنهم إلى الشامات ولّى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5E17864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5D465B3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اُو على يزيد دخلوهم اِبذلّه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5D2BE58E" w14:textId="77777777" w:rsidTr="00602F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AF50DFD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يخير الورى باقي البقيّه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6269388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0F68A7F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يمحروس من ربِّ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500A73EF" w14:textId="77777777" w:rsidTr="00602F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781253FF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عجّل ابطلعتك البهيّه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22D4E8D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F2B6D3C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ترى الدين ضايع والرعيّه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7DB0DD01" w14:textId="77777777" w:rsidTr="00602F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C0E6932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والسنن كلها ممتحيّه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FE6870C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9D78FB5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واعظم رزاياكم رزيّه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05D475D3" w14:textId="77777777" w:rsidTr="00602F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51B6FCB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جدّك ذبح 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89C7F1D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6C53022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رضيض الجسد بالأعوجيّه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18C2EA96" w14:textId="77777777" w:rsidTr="00602F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42B8E1AA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اُوراسه ابراس السمهريّه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9B61192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68CCED92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كالبدر لو شمس المضيّه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17A1B933" w14:textId="77777777" w:rsidTr="00602F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08AE293A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اُونسوان ليكم 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1C705A68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D49146F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خذوها إلى الطاغي هديّه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2184D9BF" w14:textId="77777777" w:rsidTr="00602F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324A88F5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سبوها عقب حامي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074F804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25BA990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اُو دور العلم ظلّت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00A24577" w14:textId="77777777" w:rsidR="00EE7C84" w:rsidRDefault="00EE7C84" w:rsidP="00602F2E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14:paraId="6C4F87DF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421C6535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وهذا فصل يشتمل على نبذة من أحوال عليِّ بن موسى الرضا (</w:t>
      </w:r>
      <w:r w:rsidR="00B01AF7" w:rsidRPr="00B01AF7">
        <w:rPr>
          <w:rStyle w:val="libAlaemChar"/>
          <w:rtl/>
        </w:rPr>
        <w:t>عليه‌السلام</w:t>
      </w:r>
      <w:r>
        <w:rPr>
          <w:rtl/>
          <w:lang w:bidi="fa-IR"/>
        </w:rPr>
        <w:t>) عندما أرسل الكتاب إلى اُخته فاطمة (</w:t>
      </w:r>
      <w:r w:rsidR="00204F6E" w:rsidRPr="00204F6E">
        <w:rPr>
          <w:rStyle w:val="libAlaemChar"/>
          <w:rtl/>
        </w:rPr>
        <w:t>عليها‌السلام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02F2E" w14:paraId="32CA3911" w14:textId="77777777" w:rsidTr="00602F2E">
        <w:trPr>
          <w:trHeight w:val="350"/>
        </w:trPr>
        <w:tc>
          <w:tcPr>
            <w:tcW w:w="3964" w:type="dxa"/>
            <w:shd w:val="clear" w:color="auto" w:fill="auto"/>
          </w:tcPr>
          <w:p w14:paraId="5663768C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يغلمان دلّوني على 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  <w:shd w:val="clear" w:color="auto" w:fill="auto"/>
          </w:tcPr>
          <w:p w14:paraId="40C7BFF6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14:paraId="4A1C17CF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موسى بن جعفر نسل لطهار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54DCC710" w14:textId="77777777" w:rsidTr="00602F2E">
        <w:trPr>
          <w:trHeight w:val="350"/>
        </w:trPr>
        <w:tc>
          <w:tcPr>
            <w:tcW w:w="3964" w:type="dxa"/>
          </w:tcPr>
          <w:p w14:paraId="12FC04FD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أنا جيت قاصد حامل أسفار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69582025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74D61B28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أقطع فيافيها ولوعار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2D8CA9C0" w14:textId="77777777" w:rsidTr="00602F2E">
        <w:trPr>
          <w:trHeight w:val="350"/>
        </w:trPr>
        <w:tc>
          <w:tcPr>
            <w:tcW w:w="3964" w:type="dxa"/>
          </w:tcPr>
          <w:p w14:paraId="34CDA2A1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عندي اِرسالة البنت لطهار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4FE4D0F4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18311203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من عند أخوها كنز لسرار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02AE3D81" w14:textId="77777777" w:rsidTr="00602F2E">
        <w:trPr>
          <w:trHeight w:val="350"/>
        </w:trPr>
        <w:tc>
          <w:tcPr>
            <w:tcW w:w="3964" w:type="dxa"/>
          </w:tcPr>
          <w:p w14:paraId="0858E81F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فاطم أنا لازم أبيها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55CD97AC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4B4073FB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في دارها لازم أجيها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1458D042" w14:textId="77777777" w:rsidTr="00602F2E">
        <w:trPr>
          <w:trHeight w:val="350"/>
        </w:trPr>
        <w:tc>
          <w:tcPr>
            <w:tcW w:w="3964" w:type="dxa"/>
          </w:tcPr>
          <w:p w14:paraId="717A1EC1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عندي رسالة من وليها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74FAC859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53E50760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اُخوها الرضا اِيسلّم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6329E42A" w14:textId="77777777" w:rsidTr="00602F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2E3A3A69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يغلمان وقفوني على 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0ADF9E19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3FC0D14A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بنت النجابة بنت لطياب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13601B78" w14:textId="77777777" w:rsidTr="00602F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64" w:type="dxa"/>
          </w:tcPr>
          <w:p w14:paraId="592308C1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فاطم بنت طيبين لنساب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14:paraId="3013CABA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14:paraId="025509A8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وابغي امنها ردّ لجواب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690A8F3A" w14:textId="77777777" w:rsidR="00EE7C84" w:rsidRDefault="00EE7C84" w:rsidP="00602F2E">
      <w:pPr>
        <w:pStyle w:val="libPoemCenter"/>
        <w:rPr>
          <w:lang w:bidi="fa-IR"/>
        </w:rPr>
      </w:pPr>
      <w:r>
        <w:rPr>
          <w:rtl/>
          <w:lang w:bidi="fa-IR"/>
        </w:rPr>
        <w:t>ترى امن الرضا عندي لها اِكتاب</w:t>
      </w:r>
    </w:p>
    <w:p w14:paraId="5525A399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فاطمة (</w:t>
      </w:r>
      <w:r w:rsidR="00204F6E" w:rsidRPr="00204F6E">
        <w:rPr>
          <w:rStyle w:val="libAlaemChar"/>
          <w:rtl/>
        </w:rPr>
        <w:t>عليها‌السلام</w:t>
      </w:r>
      <w:r>
        <w:rPr>
          <w:rtl/>
          <w:lang w:bidi="fa-IR"/>
        </w:rPr>
        <w:t>) ترسل غلامها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602F2E" w14:paraId="49400386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20020445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ساعة ولن اغلام جا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86A7CD3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78434F24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يوم سمع منّه مقاله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2F2E" w14:paraId="7EFCB0AB" w14:textId="77777777" w:rsidTr="00DE6342">
        <w:trPr>
          <w:trHeight w:val="350"/>
        </w:trPr>
        <w:tc>
          <w:tcPr>
            <w:tcW w:w="3920" w:type="dxa"/>
          </w:tcPr>
          <w:p w14:paraId="37D417CD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اُونادى اُودمعه بانسجاله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5EA1F16E" w14:textId="77777777" w:rsidR="00602F2E" w:rsidRDefault="00602F2E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05B800A0" w14:textId="77777777" w:rsidR="00602F2E" w:rsidRDefault="00602F2E" w:rsidP="00DE6342">
            <w:pPr>
              <w:pStyle w:val="libPoem"/>
            </w:pPr>
            <w:r>
              <w:rPr>
                <w:rtl/>
                <w:lang w:bidi="fa-IR"/>
              </w:rPr>
              <w:t>عليّ بن موسى ويش 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F129951" w14:textId="77777777" w:rsidR="00EE7C84" w:rsidRDefault="00602F2E" w:rsidP="00EE7C84">
      <w:pPr>
        <w:pStyle w:val="libNormal"/>
        <w:rPr>
          <w:lang w:bidi="fa-IR"/>
        </w:rPr>
      </w:pPr>
      <w:r>
        <w:rPr>
          <w:rtl/>
          <w:lang w:bidi="fa-IR"/>
        </w:rPr>
        <w:t>ممّا أجاب الم</w:t>
      </w:r>
      <w:r w:rsidR="00EE7C84">
        <w:rPr>
          <w:rtl/>
          <w:lang w:bidi="fa-IR"/>
        </w:rPr>
        <w:t>رسل للغلام :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B04AB" w14:paraId="311ECBF1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47908261" w14:textId="77777777" w:rsidR="007B04AB" w:rsidRDefault="007B04AB" w:rsidP="00DE6342">
            <w:pPr>
              <w:pStyle w:val="libPoem"/>
            </w:pPr>
            <w:r>
              <w:rPr>
                <w:rtl/>
                <w:lang w:bidi="fa-IR"/>
              </w:rPr>
              <w:t>فاطم المعصومة اقصدوها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0DE6A7CC" w14:textId="77777777" w:rsidR="007B04AB" w:rsidRDefault="007B04AB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64BFE771" w14:textId="77777777" w:rsidR="007B04AB" w:rsidRDefault="007B04AB" w:rsidP="00DE6342">
            <w:pPr>
              <w:pStyle w:val="libPoem"/>
            </w:pPr>
            <w:r>
              <w:rPr>
                <w:rtl/>
                <w:lang w:bidi="fa-IR"/>
              </w:rPr>
              <w:t>ودّوا البشارة واخبروها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04AB" w14:paraId="32F3F54A" w14:textId="77777777" w:rsidTr="00DE6342">
        <w:trPr>
          <w:trHeight w:val="350"/>
        </w:trPr>
        <w:tc>
          <w:tcPr>
            <w:tcW w:w="3920" w:type="dxa"/>
          </w:tcPr>
          <w:p w14:paraId="0582B9FE" w14:textId="77777777" w:rsidR="007B04AB" w:rsidRDefault="007B04AB" w:rsidP="00DE6342">
            <w:pPr>
              <w:pStyle w:val="libPoem"/>
            </w:pPr>
            <w:r>
              <w:rPr>
                <w:rtl/>
                <w:lang w:bidi="fa-IR"/>
              </w:rPr>
              <w:t>اُومنّي بشارتكم خذوها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0325E5CC" w14:textId="77777777" w:rsidR="007B04AB" w:rsidRDefault="007B04AB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5FED7024" w14:textId="77777777" w:rsidR="007B04AB" w:rsidRDefault="007B04AB" w:rsidP="00DE6342">
            <w:pPr>
              <w:pStyle w:val="libPoem"/>
            </w:pPr>
            <w:r>
              <w:rPr>
                <w:rtl/>
                <w:lang w:bidi="fa-IR"/>
              </w:rPr>
              <w:t>بشير لفاها من اُخوها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04AB" w14:paraId="61669A2A" w14:textId="77777777" w:rsidTr="00DE6342">
        <w:trPr>
          <w:trHeight w:val="350"/>
        </w:trPr>
        <w:tc>
          <w:tcPr>
            <w:tcW w:w="3920" w:type="dxa"/>
          </w:tcPr>
          <w:p w14:paraId="5415EB0D" w14:textId="77777777" w:rsidR="007B04AB" w:rsidRDefault="007B04AB" w:rsidP="00DE6342">
            <w:pPr>
              <w:pStyle w:val="libPoem"/>
            </w:pPr>
            <w:r>
              <w:rPr>
                <w:rtl/>
                <w:lang w:bidi="fa-IR"/>
              </w:rPr>
              <w:t>يبنت النبوة والإمامه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7E74363" w14:textId="77777777" w:rsidR="007B04AB" w:rsidRDefault="007B04AB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2E111BDC" w14:textId="77777777" w:rsidR="007B04AB" w:rsidRDefault="007B04AB" w:rsidP="00DE6342">
            <w:pPr>
              <w:pStyle w:val="libPoem"/>
            </w:pPr>
            <w:r>
              <w:rPr>
                <w:rtl/>
                <w:lang w:bidi="fa-IR"/>
              </w:rPr>
              <w:t>اُو بنت لمتوّج بالغمامه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04AB" w14:paraId="6A61FA6C" w14:textId="77777777" w:rsidTr="00DE6342">
        <w:trPr>
          <w:trHeight w:val="350"/>
        </w:trPr>
        <w:tc>
          <w:tcPr>
            <w:tcW w:w="3920" w:type="dxa"/>
          </w:tcPr>
          <w:p w14:paraId="383535E5" w14:textId="77777777" w:rsidR="007B04AB" w:rsidRDefault="007B04AB" w:rsidP="00DE6342">
            <w:pPr>
              <w:pStyle w:val="libPoem"/>
            </w:pPr>
            <w:r>
              <w:rPr>
                <w:rtl/>
                <w:lang w:bidi="fa-IR"/>
              </w:rPr>
              <w:t>جاتك من الوالي علامه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6C615699" w14:textId="77777777" w:rsidR="007B04AB" w:rsidRDefault="007B04AB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6D442590" w14:textId="77777777" w:rsidR="007B04AB" w:rsidRDefault="007B04AB" w:rsidP="00DE6342">
            <w:pPr>
              <w:pStyle w:val="libPoem"/>
            </w:pPr>
            <w:r>
              <w:rPr>
                <w:rtl/>
                <w:lang w:bidi="fa-IR"/>
              </w:rPr>
              <w:t>عسى الله يعوده بالسلامه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4BD0FDD7" w14:textId="77777777" w:rsidR="00EE7C84" w:rsidRDefault="00EE7C84" w:rsidP="00EE7C84">
      <w:pPr>
        <w:pStyle w:val="libNormal"/>
        <w:rPr>
          <w:lang w:bidi="fa-IR"/>
        </w:rPr>
      </w:pPr>
      <w:r>
        <w:rPr>
          <w:rtl/>
          <w:lang w:bidi="fa-IR"/>
        </w:rPr>
        <w:t>فاطمة (</w:t>
      </w:r>
      <w:r w:rsidR="00204F6E" w:rsidRPr="00204F6E">
        <w:rPr>
          <w:rStyle w:val="libAlaemChar"/>
          <w:rtl/>
        </w:rPr>
        <w:t>عليها‌السلام</w:t>
      </w:r>
      <w:r>
        <w:rPr>
          <w:rtl/>
          <w:lang w:bidi="fa-IR"/>
        </w:rPr>
        <w:t>) تخاطب مَن معها :</w:t>
      </w:r>
    </w:p>
    <w:p w14:paraId="2BA6FD92" w14:textId="77777777" w:rsidR="00EE7C84" w:rsidRDefault="002E4649" w:rsidP="00EE7C8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3964"/>
        <w:gridCol w:w="282"/>
        <w:gridCol w:w="3925"/>
      </w:tblGrid>
      <w:tr w:rsidR="007B04AB" w14:paraId="61DBFE42" w14:textId="77777777" w:rsidTr="00DE6342">
        <w:trPr>
          <w:trHeight w:val="350"/>
        </w:trPr>
        <w:tc>
          <w:tcPr>
            <w:tcW w:w="3920" w:type="dxa"/>
            <w:shd w:val="clear" w:color="auto" w:fill="auto"/>
          </w:tcPr>
          <w:p w14:paraId="405A830F" w14:textId="77777777" w:rsidR="007B04AB" w:rsidRDefault="007B04AB" w:rsidP="00DE6342">
            <w:pPr>
              <w:pStyle w:val="libPoem"/>
            </w:pPr>
            <w:r>
              <w:rPr>
                <w:rtl/>
                <w:lang w:bidi="fa-IR"/>
              </w:rPr>
              <w:t>جتني امن اَبو محمّد رساله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14:paraId="6B62B90D" w14:textId="77777777" w:rsidR="007B04AB" w:rsidRDefault="007B04AB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14:paraId="4562296C" w14:textId="77777777" w:rsidR="007B04AB" w:rsidRDefault="007B04AB" w:rsidP="00DE6342">
            <w:pPr>
              <w:pStyle w:val="libPoem"/>
            </w:pPr>
            <w:r>
              <w:rPr>
                <w:rtl/>
                <w:lang w:bidi="fa-IR"/>
              </w:rPr>
              <w:t>خطّه ابيمينه وانسجاله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04AB" w14:paraId="2D4108EA" w14:textId="77777777" w:rsidTr="00DE6342">
        <w:trPr>
          <w:trHeight w:val="350"/>
        </w:trPr>
        <w:tc>
          <w:tcPr>
            <w:tcW w:w="3920" w:type="dxa"/>
          </w:tcPr>
          <w:p w14:paraId="4FB604A4" w14:textId="77777777" w:rsidR="007B04AB" w:rsidRDefault="007B04AB" w:rsidP="00DE6342">
            <w:pPr>
              <w:pStyle w:val="libPoem"/>
            </w:pPr>
            <w:r>
              <w:rPr>
                <w:rtl/>
                <w:lang w:bidi="fa-IR"/>
              </w:rPr>
              <w:t>يشرح لي المظلوم 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14:paraId="14DCD92E" w14:textId="77777777" w:rsidR="007B04AB" w:rsidRDefault="007B04AB" w:rsidP="00DE634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14:paraId="778465C4" w14:textId="77777777" w:rsidR="007B04AB" w:rsidRDefault="007B04AB" w:rsidP="00DE6342">
            <w:pPr>
              <w:pStyle w:val="libPoem"/>
            </w:pPr>
            <w:r>
              <w:rPr>
                <w:rtl/>
                <w:lang w:bidi="fa-IR"/>
              </w:rPr>
              <w:t>اِمحالة أنا اتوخّر امحاله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14:paraId="32FFC476" w14:textId="77777777" w:rsidR="00EE7C84" w:rsidRDefault="00EE7C84" w:rsidP="007B04AB">
      <w:pPr>
        <w:pStyle w:val="libCenterBold1"/>
        <w:rPr>
          <w:lang w:bidi="fa-IR"/>
        </w:rPr>
      </w:pPr>
      <w:r>
        <w:rPr>
          <w:rtl/>
          <w:lang w:bidi="fa-IR"/>
        </w:rPr>
        <w:t>حتّى أرى واشوف حاله</w:t>
      </w:r>
    </w:p>
    <w:p w14:paraId="1920B956" w14:textId="77777777" w:rsidR="00EE7C84" w:rsidRDefault="00EE7C84" w:rsidP="007B04AB">
      <w:pPr>
        <w:pStyle w:val="libCenterBold1"/>
        <w:rPr>
          <w:lang w:bidi="fa-IR"/>
        </w:rPr>
      </w:pPr>
      <w:r>
        <w:rPr>
          <w:rtl/>
          <w:lang w:bidi="fa-IR"/>
        </w:rPr>
        <w:t>والحمد لله ربِّ العالمين وصلّى الله على محمّد وآله الطاهرين</w:t>
      </w:r>
    </w:p>
    <w:p w14:paraId="1772E340" w14:textId="77777777" w:rsidR="00EE7C84" w:rsidRDefault="00EE7C84" w:rsidP="007B04AB">
      <w:pPr>
        <w:pStyle w:val="libCenter"/>
        <w:rPr>
          <w:rtl/>
          <w:lang w:bidi="fa-IR"/>
        </w:rPr>
      </w:pPr>
      <w:r>
        <w:rPr>
          <w:rtl/>
          <w:lang w:bidi="fa-IR"/>
        </w:rPr>
        <w:t>* * *</w:t>
      </w:r>
    </w:p>
    <w:p w14:paraId="2D84BAE9" w14:textId="77777777" w:rsidR="007B04AB" w:rsidRDefault="007B04AB" w:rsidP="007B04AB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14:paraId="58033A02" w14:textId="77777777" w:rsidR="007B04AB" w:rsidRDefault="007B04AB" w:rsidP="007B04AB">
      <w:pPr>
        <w:pStyle w:val="Heading3Center"/>
        <w:rPr>
          <w:rtl/>
          <w:lang w:bidi="fa-IR"/>
        </w:rPr>
      </w:pPr>
      <w:bookmarkStart w:id="38" w:name="_Toc17226597"/>
      <w:r>
        <w:rPr>
          <w:rFonts w:hint="cs"/>
          <w:rtl/>
          <w:lang w:bidi="fa-IR"/>
        </w:rPr>
        <w:t>الفهرس</w:t>
      </w:r>
      <w:bookmarkEnd w:id="38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10064467"/>
        <w:docPartObj>
          <w:docPartGallery w:val="Table of Contents"/>
          <w:docPartUnique/>
        </w:docPartObj>
      </w:sdtPr>
      <w:sdtEndPr>
        <w:rPr>
          <w:rtl/>
        </w:rPr>
      </w:sdtEndPr>
      <w:sdtContent>
        <w:p w14:paraId="0ED555DE" w14:textId="77777777" w:rsidR="00D01D7E" w:rsidRDefault="00D01D7E" w:rsidP="00D01D7E">
          <w:pPr>
            <w:pStyle w:val="TOCHeading"/>
          </w:pPr>
        </w:p>
        <w:p w14:paraId="294BD1C8" w14:textId="45DBD48E" w:rsidR="00D01D7E" w:rsidRDefault="00D01D7E">
          <w:pPr>
            <w:pStyle w:val="TOC2"/>
            <w:tabs>
              <w:tab w:val="right" w:leader="dot" w:pos="872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226560" w:history="1">
            <w:r w:rsidRPr="00C1021B">
              <w:rPr>
                <w:rStyle w:val="Hyperlink"/>
                <w:rFonts w:hint="eastAsia"/>
                <w:noProof/>
                <w:rtl/>
                <w:lang w:bidi="fa-IR"/>
              </w:rPr>
              <w:t>الإهداء</w:t>
            </w:r>
            <w:r w:rsidRPr="00C1021B">
              <w:rPr>
                <w:rStyle w:val="Hyperlink"/>
                <w:noProof/>
                <w:rtl/>
                <w:lang w:bidi="fa-IR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17226560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14:paraId="5CBBBEF8" w14:textId="1F83840A" w:rsidR="00D01D7E" w:rsidRDefault="006D75D4" w:rsidP="00D01D7E">
          <w:pPr>
            <w:pStyle w:val="TOC2"/>
            <w:tabs>
              <w:tab w:val="right" w:leader="dot" w:pos="872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61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الفصل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الأول</w:t>
            </w:r>
          </w:hyperlink>
          <w:r w:rsidR="00D01D7E">
            <w:rPr>
              <w:rStyle w:val="Hyperlink"/>
              <w:rFonts w:hint="cs"/>
              <w:noProof/>
              <w:rtl/>
            </w:rPr>
            <w:t xml:space="preserve"> </w:t>
          </w:r>
          <w:hyperlink w:anchor="_Toc17226562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رثاء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رسول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محمّد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عبد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خير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خلق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="00FB110A">
              <w:rPr>
                <w:rStyle w:val="Hyperlink"/>
                <w:noProof/>
                <w:rtl/>
                <w:lang w:bidi="fa-IR"/>
              </w:rPr>
              <w:t>.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17226562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15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299A1DB7" w14:textId="60F1C745" w:rsidR="00D01D7E" w:rsidRDefault="006D75D4" w:rsidP="00D01D7E">
          <w:pPr>
            <w:pStyle w:val="TOC2"/>
            <w:tabs>
              <w:tab w:val="right" w:leader="dot" w:pos="872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63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الفصل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الثاني</w:t>
            </w:r>
          </w:hyperlink>
          <w:r w:rsidR="00D01D7E">
            <w:rPr>
              <w:rStyle w:val="Hyperlink"/>
              <w:rFonts w:hint="cs"/>
              <w:noProof/>
              <w:rtl/>
            </w:rPr>
            <w:t xml:space="preserve"> </w:t>
          </w:r>
          <w:hyperlink w:anchor="_Toc17226564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رثاء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فاطمة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الزهراء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>)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17226564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29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1872C55B" w14:textId="7B28BD31" w:rsidR="00D01D7E" w:rsidRDefault="006D75D4" w:rsidP="00D01D7E">
          <w:pPr>
            <w:pStyle w:val="TOC2"/>
            <w:tabs>
              <w:tab w:val="right" w:leader="dot" w:pos="872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65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الفصل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الرابع</w:t>
            </w:r>
          </w:hyperlink>
          <w:r w:rsidR="00D01D7E">
            <w:rPr>
              <w:rStyle w:val="Hyperlink"/>
              <w:rFonts w:hint="cs"/>
              <w:noProof/>
              <w:rtl/>
            </w:rPr>
            <w:t xml:space="preserve"> </w:t>
          </w:r>
          <w:hyperlink w:anchor="_Toc17226566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رثاء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الحسن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عليّ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المسموم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>)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17226566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59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0609FFAA" w14:textId="3D65B35F" w:rsidR="00D01D7E" w:rsidRDefault="006D75D4" w:rsidP="00D01D7E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67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الرحلة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الثانية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وفيها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فصول</w:t>
            </w:r>
          </w:hyperlink>
          <w:r w:rsidR="00D01D7E">
            <w:rPr>
              <w:rStyle w:val="Hyperlink"/>
              <w:rFonts w:hint="cs"/>
              <w:noProof/>
              <w:rtl/>
            </w:rPr>
            <w:t xml:space="preserve"> </w:t>
          </w:r>
          <w:hyperlink w:anchor="_Toc17226568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الفصل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الأوّل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ابتداءً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الهلال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ومحمّد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: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17226568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76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48A1DACC" w14:textId="51F92310" w:rsidR="00D01D7E" w:rsidRDefault="006D75D4" w:rsidP="00D01D7E">
          <w:pPr>
            <w:pStyle w:val="TOC2"/>
            <w:tabs>
              <w:tab w:val="right" w:leader="dot" w:pos="872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69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الفصل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الثاني</w:t>
            </w:r>
          </w:hyperlink>
          <w:r w:rsidR="00D01D7E">
            <w:rPr>
              <w:rStyle w:val="Hyperlink"/>
              <w:rFonts w:hint="cs"/>
              <w:noProof/>
              <w:rtl/>
            </w:rPr>
            <w:t xml:space="preserve"> </w:t>
          </w:r>
          <w:hyperlink w:anchor="_Toc17226570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وداع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الحسين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لجدّه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>) :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17226570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85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0453AD3D" w14:textId="1C3259A9" w:rsidR="00D01D7E" w:rsidRDefault="006D75D4" w:rsidP="00D01D7E">
          <w:pPr>
            <w:pStyle w:val="TOC2"/>
            <w:tabs>
              <w:tab w:val="right" w:leader="dot" w:pos="872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71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الفصل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الثالث</w:t>
            </w:r>
          </w:hyperlink>
          <w:r w:rsidR="00D01D7E">
            <w:rPr>
              <w:rStyle w:val="Hyperlink"/>
              <w:rFonts w:hint="cs"/>
              <w:noProof/>
              <w:rtl/>
            </w:rPr>
            <w:t xml:space="preserve"> </w:t>
          </w:r>
          <w:hyperlink w:anchor="_Toc17226572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وداع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الحسين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لقبر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اُمّه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الزهراء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عليهما‌السلام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>) :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17226572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89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1929AA92" w14:textId="53308AE8" w:rsidR="00D01D7E" w:rsidRDefault="006D75D4" w:rsidP="00D01D7E">
          <w:pPr>
            <w:pStyle w:val="TOC2"/>
            <w:tabs>
              <w:tab w:val="right" w:leader="dot" w:pos="872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73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الفصل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الرابع</w:t>
            </w:r>
          </w:hyperlink>
          <w:r w:rsidR="00D01D7E">
            <w:rPr>
              <w:rStyle w:val="Hyperlink"/>
              <w:rFonts w:hint="cs"/>
              <w:noProof/>
              <w:rtl/>
            </w:rPr>
            <w:t xml:space="preserve"> </w:t>
          </w:r>
          <w:hyperlink w:anchor="_Toc17226574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وداع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الحسين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لقبر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أخيه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الحسن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عليهما‌السلام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>) :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17226574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91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6E81595C" w14:textId="2BCA202C" w:rsidR="00D01D7E" w:rsidRDefault="006D75D4" w:rsidP="00D01D7E">
          <w:pPr>
            <w:pStyle w:val="TOC2"/>
            <w:tabs>
              <w:tab w:val="right" w:leader="dot" w:pos="872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75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الفصل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الخامس</w:t>
            </w:r>
          </w:hyperlink>
          <w:r w:rsidR="00D01D7E">
            <w:rPr>
              <w:rStyle w:val="Hyperlink"/>
              <w:rFonts w:hint="cs"/>
              <w:noProof/>
              <w:rtl/>
            </w:rPr>
            <w:t xml:space="preserve"> </w:t>
          </w:r>
          <w:hyperlink w:anchor="_Toc17226576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خصوص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الدُّور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والوفّاد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والكبرى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: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17226576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111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734E12B5" w14:textId="4FCE57E4" w:rsidR="00D01D7E" w:rsidRDefault="006D75D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77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هذا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أحوال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لقاء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عبد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جعفر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بالحسين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>)</w:t>
            </w:r>
            <w:r w:rsidR="00FB110A">
              <w:rPr>
                <w:rStyle w:val="Hyperlink"/>
                <w:noProof/>
                <w:rtl/>
                <w:lang w:bidi="fa-IR"/>
              </w:rPr>
              <w:t>.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17226577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123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1530A65D" w14:textId="60CD953C" w:rsidR="00D01D7E" w:rsidRDefault="006D75D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78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هذا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أحوال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مسلم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عقيل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وأحواله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الكوفة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: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17226578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129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066AF3F6" w14:textId="27E1636B" w:rsidR="00D01D7E" w:rsidRDefault="006D75D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79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هذا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أحوال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وهب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ومرور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الحسين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منزله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ووصايا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الحسين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لاُمِّ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وهب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: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17226579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138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501DE45B" w14:textId="4CD91F7C" w:rsidR="00D01D7E" w:rsidRDefault="006D75D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80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هذا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فيه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يشتمل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مسيره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خبر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مسلم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إلى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أن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وصل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كربلاء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: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17226580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145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25CE558C" w14:textId="63D9DCAB" w:rsidR="00D01D7E" w:rsidRDefault="006D75D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81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هذا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يشتمل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توبة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الحُرِّ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ورجوعه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للحسين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>) :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17226581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152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77B49135" w14:textId="1327B72D" w:rsidR="00D01D7E" w:rsidRDefault="006D75D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82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هذا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ممّا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يخص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بطولة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الحسين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حفر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البئر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: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17226582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162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653384AE" w14:textId="398B697B" w:rsidR="00D01D7E" w:rsidRDefault="006D75D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83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هذا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فيه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جرى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أحوال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القاسم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العرّيس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ابن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الحسن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رضوان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عليه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17226583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171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0475ECBE" w14:textId="0A009830" w:rsidR="00D01D7E" w:rsidRDefault="006D75D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84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هذا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يشتمل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لاقت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زينب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فراق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أولادها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ليلة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الحادي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عشر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المحرّم</w:t>
            </w:r>
            <w:r w:rsidR="00FB110A">
              <w:rPr>
                <w:rStyle w:val="Hyperlink"/>
                <w:noProof/>
                <w:rtl/>
                <w:lang w:bidi="fa-IR"/>
              </w:rPr>
              <w:t>.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17226584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212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3B07ED38" w14:textId="15B7E84A" w:rsidR="00D01D7E" w:rsidRDefault="006D75D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85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هذا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يشتمل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حمل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الرؤوس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كربلاء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,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وأحوال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الحرم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وما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جرى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عليهم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: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17226585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240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3A246006" w14:textId="67E39405" w:rsidR="00D01D7E" w:rsidRDefault="006D75D4">
          <w:pPr>
            <w:pStyle w:val="TOC2"/>
            <w:tabs>
              <w:tab w:val="right" w:leader="dot" w:pos="872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86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ندبة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إلى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صاحب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العصر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القائم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المهدي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عجّل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فرجه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وسهّل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مخرجه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: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17226586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265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2084A87D" w14:textId="7A65D229" w:rsidR="00D01D7E" w:rsidRDefault="006D75D4">
          <w:pPr>
            <w:pStyle w:val="TOC2"/>
            <w:tabs>
              <w:tab w:val="right" w:leader="dot" w:pos="872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87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مقطوعة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وفاة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الإمام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موسى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جعفر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>) :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17226587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283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1C4082E0" w14:textId="39B603E7" w:rsidR="00D01D7E" w:rsidRDefault="006D75D4">
          <w:pPr>
            <w:pStyle w:val="TOC2"/>
            <w:tabs>
              <w:tab w:val="right" w:leader="dot" w:pos="872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88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هذا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يشمل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عليَّ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موسى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غريب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خراسان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: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17226588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284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71E99F71" w14:textId="77777777" w:rsidR="00D01D7E" w:rsidRDefault="00D01D7E" w:rsidP="00FB110A">
          <w:pPr>
            <w:pStyle w:val="libNormal"/>
            <w:rPr>
              <w:rStyle w:val="Hyperlink"/>
              <w:noProof/>
            </w:rPr>
          </w:pPr>
          <w:r>
            <w:rPr>
              <w:rStyle w:val="Hyperlink"/>
              <w:noProof/>
            </w:rPr>
            <w:br w:type="page"/>
          </w:r>
        </w:p>
        <w:p w14:paraId="2A96AA9D" w14:textId="731AA6B1" w:rsidR="00D01D7E" w:rsidRDefault="006D75D4">
          <w:pPr>
            <w:pStyle w:val="TOC2"/>
            <w:tabs>
              <w:tab w:val="right" w:leader="dot" w:pos="872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89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ملحق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رثاء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الإمام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عليٍّ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>) :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17226589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293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711C068C" w14:textId="397331B9" w:rsidR="00D01D7E" w:rsidRDefault="006D75D4" w:rsidP="00D01D7E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90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القسم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الثاني</w:t>
            </w:r>
          </w:hyperlink>
          <w:r w:rsidR="00D01D7E">
            <w:rPr>
              <w:rStyle w:val="Hyperlink"/>
              <w:rFonts w:hint="cs"/>
              <w:noProof/>
              <w:rtl/>
            </w:rPr>
            <w:t xml:space="preserve"> </w:t>
          </w:r>
          <w:hyperlink w:anchor="_Toc17226591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هذا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يشتمل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النعي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أقوال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ملا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علي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حسن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فايزة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قدس‌سره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أحوال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النّبي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>)</w:t>
            </w:r>
            <w:r w:rsidR="00FB110A">
              <w:rPr>
                <w:rStyle w:val="Hyperlink"/>
                <w:noProof/>
                <w:rtl/>
                <w:lang w:bidi="fa-IR"/>
              </w:rPr>
              <w:t>.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17226591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296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5B342DEE" w14:textId="31933CAF" w:rsidR="00D01D7E" w:rsidRDefault="006D75D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92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زينب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تخاطب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أخاها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الحسين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بعدما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وصلهم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خبر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وفاة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مسلم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: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17226592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339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7BD2F413" w14:textId="25D93BC8" w:rsidR="00D01D7E" w:rsidRDefault="006D75D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93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حصل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العبّاس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الرخصة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أخيه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الحسين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>) :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17226593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353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66EA7D54" w14:textId="6E779F28" w:rsidR="00D01D7E" w:rsidRDefault="006D75D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94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أحوال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الحسين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وحدته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,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وقتل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أنصاره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وشهادته</w:t>
            </w:r>
            <w:r w:rsidR="00FB110A">
              <w:rPr>
                <w:rStyle w:val="Hyperlink"/>
                <w:noProof/>
                <w:rtl/>
                <w:lang w:bidi="fa-IR"/>
              </w:rPr>
              <w:t>.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17226594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362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4CD6E63E" w14:textId="6D37FBE4" w:rsidR="00D01D7E" w:rsidRDefault="006D75D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95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مجيء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الزهراء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ليلة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الحادي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عشر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المحرّم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إلى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ابنها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الحسين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في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كربلاء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: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17226595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372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6B4BB37C" w14:textId="52B69A9B" w:rsidR="00D01D7E" w:rsidRDefault="006D75D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96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زينب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تذكر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أباها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عليّاً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D01D7E" w:rsidRPr="00C1021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D01D7E" w:rsidRPr="00C1021B">
              <w:rPr>
                <w:rStyle w:val="Hyperlink"/>
                <w:noProof/>
                <w:rtl/>
                <w:lang w:bidi="fa-IR"/>
              </w:rPr>
              <w:t>) :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17226596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376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52318984" w14:textId="79678F46" w:rsidR="00D01D7E" w:rsidRDefault="006D75D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7226597" w:history="1">
            <w:r w:rsidR="00D01D7E" w:rsidRPr="00C1021B">
              <w:rPr>
                <w:rStyle w:val="Hyperlink"/>
                <w:rFonts w:hint="eastAsia"/>
                <w:noProof/>
                <w:rtl/>
                <w:lang w:bidi="fa-IR"/>
              </w:rPr>
              <w:t>الفهرس</w:t>
            </w:r>
            <w:r w:rsidR="00D01D7E">
              <w:rPr>
                <w:noProof/>
                <w:webHidden/>
                <w:rtl/>
              </w:rPr>
              <w:tab/>
            </w:r>
            <w:r w:rsidR="00D01D7E">
              <w:rPr>
                <w:noProof/>
                <w:webHidden/>
                <w:rtl/>
              </w:rPr>
              <w:fldChar w:fldCharType="begin"/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</w:rPr>
              <w:instrText>PAGEREF</w:instrText>
            </w:r>
            <w:r w:rsidR="00D01D7E">
              <w:rPr>
                <w:noProof/>
                <w:webHidden/>
                <w:rtl/>
              </w:rPr>
              <w:instrText xml:space="preserve"> _</w:instrText>
            </w:r>
            <w:r w:rsidR="00D01D7E">
              <w:rPr>
                <w:noProof/>
                <w:webHidden/>
              </w:rPr>
              <w:instrText>Toc</w:instrText>
            </w:r>
            <w:r w:rsidR="00D01D7E">
              <w:rPr>
                <w:noProof/>
                <w:webHidden/>
                <w:rtl/>
              </w:rPr>
              <w:instrText xml:space="preserve">17226597 </w:instrText>
            </w:r>
            <w:r w:rsidR="00D01D7E">
              <w:rPr>
                <w:noProof/>
                <w:webHidden/>
              </w:rPr>
              <w:instrText>\h</w:instrText>
            </w:r>
            <w:r w:rsidR="00D01D7E">
              <w:rPr>
                <w:noProof/>
                <w:webHidden/>
                <w:rtl/>
              </w:rPr>
              <w:instrText xml:space="preserve"> </w:instrText>
            </w:r>
            <w:r w:rsidR="00D01D7E">
              <w:rPr>
                <w:noProof/>
                <w:webHidden/>
                <w:rtl/>
              </w:rPr>
            </w:r>
            <w:r w:rsidR="00D01D7E">
              <w:rPr>
                <w:noProof/>
                <w:webHidden/>
                <w:rtl/>
              </w:rPr>
              <w:fldChar w:fldCharType="separate"/>
            </w:r>
            <w:r w:rsidR="00BC37BC">
              <w:rPr>
                <w:noProof/>
                <w:webHidden/>
                <w:rtl/>
              </w:rPr>
              <w:t>417</w:t>
            </w:r>
            <w:r w:rsidR="00D01D7E">
              <w:rPr>
                <w:noProof/>
                <w:webHidden/>
                <w:rtl/>
              </w:rPr>
              <w:fldChar w:fldCharType="end"/>
            </w:r>
          </w:hyperlink>
        </w:p>
        <w:p w14:paraId="51757554" w14:textId="77777777" w:rsidR="00D01D7E" w:rsidRDefault="00D01D7E" w:rsidP="00D01D7E">
          <w:pPr>
            <w:pStyle w:val="libNormal"/>
          </w:pPr>
          <w:r>
            <w:fldChar w:fldCharType="end"/>
          </w:r>
        </w:p>
      </w:sdtContent>
    </w:sdt>
    <w:sectPr w:rsidR="00D01D7E" w:rsidSect="0057391D">
      <w:footerReference w:type="even" r:id="rId8"/>
      <w:footerReference w:type="default" r:id="rId9"/>
      <w:footerReference w:type="first" r:id="rId10"/>
      <w:type w:val="continuous"/>
      <w:pgSz w:w="11907" w:h="16840" w:code="9"/>
      <w:pgMar w:top="1296" w:right="1584" w:bottom="1296" w:left="1584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B87AA" w14:textId="77777777" w:rsidR="006D75D4" w:rsidRDefault="006D75D4">
      <w:r>
        <w:separator/>
      </w:r>
    </w:p>
  </w:endnote>
  <w:endnote w:type="continuationSeparator" w:id="0">
    <w:p w14:paraId="2EE9E541" w14:textId="77777777" w:rsidR="006D75D4" w:rsidRDefault="006D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FGQPC Uthman Taha Naskh">
    <w:altName w:val="Arial"/>
    <w:charset w:val="B2"/>
    <w:family w:val="auto"/>
    <w:pitch w:val="variable"/>
    <w:sig w:usb0="80002001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8185D" w14:textId="77777777" w:rsidR="00F20222" w:rsidRPr="00460435" w:rsidRDefault="00F20222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0D3CAF">
      <w:rPr>
        <w:rFonts w:ascii="Traditional Arabic" w:hAnsi="Traditional Arabic"/>
        <w:noProof/>
        <w:sz w:val="28"/>
        <w:szCs w:val="28"/>
        <w:rtl/>
      </w:rPr>
      <w:t>418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AA69E" w14:textId="77777777" w:rsidR="00F20222" w:rsidRPr="00460435" w:rsidRDefault="00F20222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0D3CAF">
      <w:rPr>
        <w:rFonts w:ascii="Traditional Arabic" w:hAnsi="Traditional Arabic"/>
        <w:noProof/>
        <w:sz w:val="28"/>
        <w:szCs w:val="28"/>
        <w:rtl/>
      </w:rPr>
      <w:t>417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E02CE" w14:textId="77777777" w:rsidR="00F20222" w:rsidRPr="00460435" w:rsidRDefault="00F20222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E21949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AC11E" w14:textId="77777777" w:rsidR="006D75D4" w:rsidRDefault="006D75D4">
      <w:r>
        <w:separator/>
      </w:r>
    </w:p>
  </w:footnote>
  <w:footnote w:type="continuationSeparator" w:id="0">
    <w:p w14:paraId="4EC96810" w14:textId="77777777" w:rsidR="006D75D4" w:rsidRDefault="006D7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649"/>
    <w:rsid w:val="00002C63"/>
    <w:rsid w:val="00004688"/>
    <w:rsid w:val="00005A19"/>
    <w:rsid w:val="0000699B"/>
    <w:rsid w:val="00010300"/>
    <w:rsid w:val="000125AE"/>
    <w:rsid w:val="0001346F"/>
    <w:rsid w:val="00024DBC"/>
    <w:rsid w:val="000267FE"/>
    <w:rsid w:val="00027020"/>
    <w:rsid w:val="00031306"/>
    <w:rsid w:val="00034DB7"/>
    <w:rsid w:val="00037E0A"/>
    <w:rsid w:val="00040798"/>
    <w:rsid w:val="00041633"/>
    <w:rsid w:val="000419EE"/>
    <w:rsid w:val="00042F45"/>
    <w:rsid w:val="00043023"/>
    <w:rsid w:val="00043740"/>
    <w:rsid w:val="00045A31"/>
    <w:rsid w:val="0004659E"/>
    <w:rsid w:val="00051A88"/>
    <w:rsid w:val="0005277D"/>
    <w:rsid w:val="00054406"/>
    <w:rsid w:val="0006216A"/>
    <w:rsid w:val="00063907"/>
    <w:rsid w:val="0006651D"/>
    <w:rsid w:val="00066C43"/>
    <w:rsid w:val="00067F84"/>
    <w:rsid w:val="00071365"/>
    <w:rsid w:val="000716A8"/>
    <w:rsid w:val="00071C12"/>
    <w:rsid w:val="00071C97"/>
    <w:rsid w:val="00071DFE"/>
    <w:rsid w:val="00075FA5"/>
    <w:rsid w:val="0007613C"/>
    <w:rsid w:val="000761F7"/>
    <w:rsid w:val="00076A3A"/>
    <w:rsid w:val="00077163"/>
    <w:rsid w:val="00082D69"/>
    <w:rsid w:val="00084B39"/>
    <w:rsid w:val="00087586"/>
    <w:rsid w:val="00090987"/>
    <w:rsid w:val="000921FC"/>
    <w:rsid w:val="00092805"/>
    <w:rsid w:val="00092A0C"/>
    <w:rsid w:val="000955BC"/>
    <w:rsid w:val="00095B16"/>
    <w:rsid w:val="00095BA6"/>
    <w:rsid w:val="00096B9A"/>
    <w:rsid w:val="000A1343"/>
    <w:rsid w:val="000A2A08"/>
    <w:rsid w:val="000A3084"/>
    <w:rsid w:val="000A6661"/>
    <w:rsid w:val="000A7750"/>
    <w:rsid w:val="000B2E78"/>
    <w:rsid w:val="000B3A56"/>
    <w:rsid w:val="000B6B26"/>
    <w:rsid w:val="000C0315"/>
    <w:rsid w:val="000C0A89"/>
    <w:rsid w:val="000C7722"/>
    <w:rsid w:val="000D0932"/>
    <w:rsid w:val="000D1BDF"/>
    <w:rsid w:val="000D3CAF"/>
    <w:rsid w:val="000D4AED"/>
    <w:rsid w:val="000D5A36"/>
    <w:rsid w:val="000D6F9F"/>
    <w:rsid w:val="000D71B7"/>
    <w:rsid w:val="000D78FA"/>
    <w:rsid w:val="000E0153"/>
    <w:rsid w:val="000E1D61"/>
    <w:rsid w:val="000E23C3"/>
    <w:rsid w:val="000E334E"/>
    <w:rsid w:val="000E3600"/>
    <w:rsid w:val="000E3F3D"/>
    <w:rsid w:val="000E46E9"/>
    <w:rsid w:val="000E51E0"/>
    <w:rsid w:val="000E6824"/>
    <w:rsid w:val="000E77FC"/>
    <w:rsid w:val="000F19B5"/>
    <w:rsid w:val="000F3357"/>
    <w:rsid w:val="000F43CB"/>
    <w:rsid w:val="000F4539"/>
    <w:rsid w:val="000F6BD1"/>
    <w:rsid w:val="0010049D"/>
    <w:rsid w:val="00102317"/>
    <w:rsid w:val="00103118"/>
    <w:rsid w:val="0010315B"/>
    <w:rsid w:val="001033B6"/>
    <w:rsid w:val="00103495"/>
    <w:rsid w:val="00103C79"/>
    <w:rsid w:val="00107A6B"/>
    <w:rsid w:val="001106A5"/>
    <w:rsid w:val="00111AE3"/>
    <w:rsid w:val="00112CC9"/>
    <w:rsid w:val="0011352E"/>
    <w:rsid w:val="00113B0B"/>
    <w:rsid w:val="00113CCC"/>
    <w:rsid w:val="001144D6"/>
    <w:rsid w:val="001147DC"/>
    <w:rsid w:val="00115473"/>
    <w:rsid w:val="00115A71"/>
    <w:rsid w:val="0011626D"/>
    <w:rsid w:val="001162C9"/>
    <w:rsid w:val="00116E08"/>
    <w:rsid w:val="00117424"/>
    <w:rsid w:val="0012064D"/>
    <w:rsid w:val="00122468"/>
    <w:rsid w:val="0012268F"/>
    <w:rsid w:val="0012315E"/>
    <w:rsid w:val="001233EB"/>
    <w:rsid w:val="001243ED"/>
    <w:rsid w:val="00126471"/>
    <w:rsid w:val="001272CF"/>
    <w:rsid w:val="0013060E"/>
    <w:rsid w:val="00130E49"/>
    <w:rsid w:val="00131E8F"/>
    <w:rsid w:val="001335E7"/>
    <w:rsid w:val="00135E13"/>
    <w:rsid w:val="00135E90"/>
    <w:rsid w:val="00136268"/>
    <w:rsid w:val="00136E6F"/>
    <w:rsid w:val="00136FE7"/>
    <w:rsid w:val="001403ED"/>
    <w:rsid w:val="0014341C"/>
    <w:rsid w:val="00143A88"/>
    <w:rsid w:val="00143EEA"/>
    <w:rsid w:val="001444D4"/>
    <w:rsid w:val="00146558"/>
    <w:rsid w:val="00147EAA"/>
    <w:rsid w:val="00147ED8"/>
    <w:rsid w:val="00151C03"/>
    <w:rsid w:val="001531AC"/>
    <w:rsid w:val="001533F0"/>
    <w:rsid w:val="00153917"/>
    <w:rsid w:val="0015667D"/>
    <w:rsid w:val="00157306"/>
    <w:rsid w:val="00157332"/>
    <w:rsid w:val="00157CAC"/>
    <w:rsid w:val="00160F4E"/>
    <w:rsid w:val="00160F76"/>
    <w:rsid w:val="00163726"/>
    <w:rsid w:val="001637E1"/>
    <w:rsid w:val="00163A74"/>
    <w:rsid w:val="00163D83"/>
    <w:rsid w:val="00164767"/>
    <w:rsid w:val="00164810"/>
    <w:rsid w:val="00166E75"/>
    <w:rsid w:val="001676C1"/>
    <w:rsid w:val="001702FF"/>
    <w:rsid w:val="00170D31"/>
    <w:rsid w:val="001712E1"/>
    <w:rsid w:val="0017392E"/>
    <w:rsid w:val="00173D12"/>
    <w:rsid w:val="00173F93"/>
    <w:rsid w:val="001767EE"/>
    <w:rsid w:val="00182258"/>
    <w:rsid w:val="00182CD3"/>
    <w:rsid w:val="0018664D"/>
    <w:rsid w:val="00187017"/>
    <w:rsid w:val="00187246"/>
    <w:rsid w:val="001937F7"/>
    <w:rsid w:val="00193A97"/>
    <w:rsid w:val="00195052"/>
    <w:rsid w:val="0019610D"/>
    <w:rsid w:val="00196C26"/>
    <w:rsid w:val="001A0DAA"/>
    <w:rsid w:val="001A1408"/>
    <w:rsid w:val="001A3110"/>
    <w:rsid w:val="001A4C37"/>
    <w:rsid w:val="001A4D9B"/>
    <w:rsid w:val="001A6EC0"/>
    <w:rsid w:val="001B07B7"/>
    <w:rsid w:val="001B16FD"/>
    <w:rsid w:val="001B2FA1"/>
    <w:rsid w:val="001B4371"/>
    <w:rsid w:val="001B5182"/>
    <w:rsid w:val="001B577F"/>
    <w:rsid w:val="001B6B73"/>
    <w:rsid w:val="001B702D"/>
    <w:rsid w:val="001B7407"/>
    <w:rsid w:val="001C3D8D"/>
    <w:rsid w:val="001C4078"/>
    <w:rsid w:val="001C5EDB"/>
    <w:rsid w:val="001C5FB8"/>
    <w:rsid w:val="001D320D"/>
    <w:rsid w:val="001D3568"/>
    <w:rsid w:val="001D41A1"/>
    <w:rsid w:val="001D4AC3"/>
    <w:rsid w:val="001D5007"/>
    <w:rsid w:val="001D5122"/>
    <w:rsid w:val="001D5996"/>
    <w:rsid w:val="001E016E"/>
    <w:rsid w:val="001E13DF"/>
    <w:rsid w:val="001E25DC"/>
    <w:rsid w:val="001E2B53"/>
    <w:rsid w:val="001E4922"/>
    <w:rsid w:val="001E4BF9"/>
    <w:rsid w:val="001E6832"/>
    <w:rsid w:val="001F0713"/>
    <w:rsid w:val="001F3BBE"/>
    <w:rsid w:val="001F3DB4"/>
    <w:rsid w:val="001F3E8B"/>
    <w:rsid w:val="00200473"/>
    <w:rsid w:val="00200E9A"/>
    <w:rsid w:val="0020194C"/>
    <w:rsid w:val="00202C7B"/>
    <w:rsid w:val="00203835"/>
    <w:rsid w:val="002045CF"/>
    <w:rsid w:val="00204F6E"/>
    <w:rsid w:val="002054C5"/>
    <w:rsid w:val="002054F4"/>
    <w:rsid w:val="00205A36"/>
    <w:rsid w:val="00206F7A"/>
    <w:rsid w:val="00212160"/>
    <w:rsid w:val="002121C7"/>
    <w:rsid w:val="0021319F"/>
    <w:rsid w:val="002139CB"/>
    <w:rsid w:val="00214077"/>
    <w:rsid w:val="0021424B"/>
    <w:rsid w:val="00214801"/>
    <w:rsid w:val="00216590"/>
    <w:rsid w:val="0022086D"/>
    <w:rsid w:val="00221675"/>
    <w:rsid w:val="00221EFE"/>
    <w:rsid w:val="00224964"/>
    <w:rsid w:val="00226098"/>
    <w:rsid w:val="002267C7"/>
    <w:rsid w:val="00226BF8"/>
    <w:rsid w:val="0022730F"/>
    <w:rsid w:val="00227FEE"/>
    <w:rsid w:val="00232D2C"/>
    <w:rsid w:val="00233CDD"/>
    <w:rsid w:val="0023402D"/>
    <w:rsid w:val="00237C0B"/>
    <w:rsid w:val="00241F59"/>
    <w:rsid w:val="0024265C"/>
    <w:rsid w:val="0024337F"/>
    <w:rsid w:val="00243D20"/>
    <w:rsid w:val="00244C2E"/>
    <w:rsid w:val="00244D7F"/>
    <w:rsid w:val="00245DC8"/>
    <w:rsid w:val="00246DEC"/>
    <w:rsid w:val="00246EF8"/>
    <w:rsid w:val="00250E0A"/>
    <w:rsid w:val="00251E02"/>
    <w:rsid w:val="0025445E"/>
    <w:rsid w:val="002568DF"/>
    <w:rsid w:val="00257657"/>
    <w:rsid w:val="00257FB9"/>
    <w:rsid w:val="00261F33"/>
    <w:rsid w:val="00263F56"/>
    <w:rsid w:val="00264C60"/>
    <w:rsid w:val="002665D1"/>
    <w:rsid w:val="00272450"/>
    <w:rsid w:val="00273158"/>
    <w:rsid w:val="0027369F"/>
    <w:rsid w:val="00276BD5"/>
    <w:rsid w:val="00276F64"/>
    <w:rsid w:val="002812DC"/>
    <w:rsid w:val="002818EF"/>
    <w:rsid w:val="00281A4E"/>
    <w:rsid w:val="00282543"/>
    <w:rsid w:val="00282649"/>
    <w:rsid w:val="0028271F"/>
    <w:rsid w:val="0028272B"/>
    <w:rsid w:val="0028535D"/>
    <w:rsid w:val="002859FF"/>
    <w:rsid w:val="002873FC"/>
    <w:rsid w:val="0028771C"/>
    <w:rsid w:val="00296424"/>
    <w:rsid w:val="002968A6"/>
    <w:rsid w:val="00296DC3"/>
    <w:rsid w:val="00296E4F"/>
    <w:rsid w:val="002A0284"/>
    <w:rsid w:val="002A105B"/>
    <w:rsid w:val="002A1851"/>
    <w:rsid w:val="002A2068"/>
    <w:rsid w:val="002A2F34"/>
    <w:rsid w:val="002A338C"/>
    <w:rsid w:val="002A5096"/>
    <w:rsid w:val="002A5A19"/>
    <w:rsid w:val="002A5AF2"/>
    <w:rsid w:val="002A68EF"/>
    <w:rsid w:val="002A69AC"/>
    <w:rsid w:val="002A717D"/>
    <w:rsid w:val="002A73D7"/>
    <w:rsid w:val="002B2951"/>
    <w:rsid w:val="002B2B15"/>
    <w:rsid w:val="002B3BEE"/>
    <w:rsid w:val="002B47E4"/>
    <w:rsid w:val="002B5911"/>
    <w:rsid w:val="002B71A8"/>
    <w:rsid w:val="002B7794"/>
    <w:rsid w:val="002B7989"/>
    <w:rsid w:val="002C19C4"/>
    <w:rsid w:val="002C284E"/>
    <w:rsid w:val="002C2FFF"/>
    <w:rsid w:val="002C3E3A"/>
    <w:rsid w:val="002C5C66"/>
    <w:rsid w:val="002C6427"/>
    <w:rsid w:val="002D19A9"/>
    <w:rsid w:val="002D2485"/>
    <w:rsid w:val="002D2A17"/>
    <w:rsid w:val="002D3B66"/>
    <w:rsid w:val="002D49F1"/>
    <w:rsid w:val="002D4AFA"/>
    <w:rsid w:val="002D4B0F"/>
    <w:rsid w:val="002D580E"/>
    <w:rsid w:val="002D66E0"/>
    <w:rsid w:val="002E0927"/>
    <w:rsid w:val="002E19EE"/>
    <w:rsid w:val="002E1F05"/>
    <w:rsid w:val="002E4649"/>
    <w:rsid w:val="002E4703"/>
    <w:rsid w:val="002E4976"/>
    <w:rsid w:val="002E4D3D"/>
    <w:rsid w:val="002E5CA1"/>
    <w:rsid w:val="002E6022"/>
    <w:rsid w:val="002E7611"/>
    <w:rsid w:val="002F13F9"/>
    <w:rsid w:val="002F3497"/>
    <w:rsid w:val="002F3626"/>
    <w:rsid w:val="002F42E5"/>
    <w:rsid w:val="002F491E"/>
    <w:rsid w:val="002F65B9"/>
    <w:rsid w:val="002F76CC"/>
    <w:rsid w:val="00301EBF"/>
    <w:rsid w:val="00303085"/>
    <w:rsid w:val="003034D4"/>
    <w:rsid w:val="00307C3A"/>
    <w:rsid w:val="00310159"/>
    <w:rsid w:val="003102DF"/>
    <w:rsid w:val="0031059B"/>
    <w:rsid w:val="00310762"/>
    <w:rsid w:val="003107A8"/>
    <w:rsid w:val="00310A38"/>
    <w:rsid w:val="00310D1D"/>
    <w:rsid w:val="003129CD"/>
    <w:rsid w:val="003149FF"/>
    <w:rsid w:val="00314B2E"/>
    <w:rsid w:val="00317E22"/>
    <w:rsid w:val="00320644"/>
    <w:rsid w:val="00322466"/>
    <w:rsid w:val="00324988"/>
    <w:rsid w:val="00324B78"/>
    <w:rsid w:val="00325A62"/>
    <w:rsid w:val="00326131"/>
    <w:rsid w:val="0032668E"/>
    <w:rsid w:val="0032670A"/>
    <w:rsid w:val="00327C72"/>
    <w:rsid w:val="00330D70"/>
    <w:rsid w:val="0033317B"/>
    <w:rsid w:val="003339D0"/>
    <w:rsid w:val="00335249"/>
    <w:rsid w:val="003353BB"/>
    <w:rsid w:val="0033620A"/>
    <w:rsid w:val="0034239A"/>
    <w:rsid w:val="003461AF"/>
    <w:rsid w:val="0035368E"/>
    <w:rsid w:val="00353E71"/>
    <w:rsid w:val="00354493"/>
    <w:rsid w:val="00355C40"/>
    <w:rsid w:val="00355C78"/>
    <w:rsid w:val="00356E36"/>
    <w:rsid w:val="00360A5F"/>
    <w:rsid w:val="003618AA"/>
    <w:rsid w:val="00362F97"/>
    <w:rsid w:val="003631F9"/>
    <w:rsid w:val="0036371E"/>
    <w:rsid w:val="00363C94"/>
    <w:rsid w:val="0036400D"/>
    <w:rsid w:val="00364867"/>
    <w:rsid w:val="00365DA2"/>
    <w:rsid w:val="00370223"/>
    <w:rsid w:val="00373085"/>
    <w:rsid w:val="003733EA"/>
    <w:rsid w:val="003771B6"/>
    <w:rsid w:val="00380674"/>
    <w:rsid w:val="0038683D"/>
    <w:rsid w:val="00387F48"/>
    <w:rsid w:val="00390E53"/>
    <w:rsid w:val="00395A3B"/>
    <w:rsid w:val="003963F3"/>
    <w:rsid w:val="00397089"/>
    <w:rsid w:val="0039787F"/>
    <w:rsid w:val="00397955"/>
    <w:rsid w:val="003A1475"/>
    <w:rsid w:val="003A3298"/>
    <w:rsid w:val="003A4587"/>
    <w:rsid w:val="003A533A"/>
    <w:rsid w:val="003A5645"/>
    <w:rsid w:val="003A657A"/>
    <w:rsid w:val="003A661E"/>
    <w:rsid w:val="003B0913"/>
    <w:rsid w:val="003B20C5"/>
    <w:rsid w:val="003B4FCD"/>
    <w:rsid w:val="003B5031"/>
    <w:rsid w:val="003B5CDD"/>
    <w:rsid w:val="003B63EE"/>
    <w:rsid w:val="003B6720"/>
    <w:rsid w:val="003B775B"/>
    <w:rsid w:val="003B7FA9"/>
    <w:rsid w:val="003C1D6A"/>
    <w:rsid w:val="003C35D5"/>
    <w:rsid w:val="003C6D1A"/>
    <w:rsid w:val="003C6EB9"/>
    <w:rsid w:val="003C7C08"/>
    <w:rsid w:val="003D0E9A"/>
    <w:rsid w:val="003D2459"/>
    <w:rsid w:val="003D28ED"/>
    <w:rsid w:val="003D3107"/>
    <w:rsid w:val="003D4538"/>
    <w:rsid w:val="003D5E04"/>
    <w:rsid w:val="003D5EF1"/>
    <w:rsid w:val="003E148D"/>
    <w:rsid w:val="003E173A"/>
    <w:rsid w:val="003E3600"/>
    <w:rsid w:val="003E5FAF"/>
    <w:rsid w:val="003F133B"/>
    <w:rsid w:val="003F2A87"/>
    <w:rsid w:val="003F31D1"/>
    <w:rsid w:val="003F33DE"/>
    <w:rsid w:val="003F54E2"/>
    <w:rsid w:val="003F5F0C"/>
    <w:rsid w:val="0040069E"/>
    <w:rsid w:val="0040243A"/>
    <w:rsid w:val="00402C65"/>
    <w:rsid w:val="00404EB7"/>
    <w:rsid w:val="00407D56"/>
    <w:rsid w:val="0041057B"/>
    <w:rsid w:val="004142DF"/>
    <w:rsid w:val="004146B4"/>
    <w:rsid w:val="0041530C"/>
    <w:rsid w:val="00416E2B"/>
    <w:rsid w:val="004170C4"/>
    <w:rsid w:val="0042016D"/>
    <w:rsid w:val="004209BA"/>
    <w:rsid w:val="00420C44"/>
    <w:rsid w:val="00422131"/>
    <w:rsid w:val="0042502E"/>
    <w:rsid w:val="004271BF"/>
    <w:rsid w:val="0042765C"/>
    <w:rsid w:val="0042779A"/>
    <w:rsid w:val="00430581"/>
    <w:rsid w:val="0043068C"/>
    <w:rsid w:val="00434A97"/>
    <w:rsid w:val="00434D02"/>
    <w:rsid w:val="00436AA5"/>
    <w:rsid w:val="00436EF9"/>
    <w:rsid w:val="00437035"/>
    <w:rsid w:val="00440C62"/>
    <w:rsid w:val="00441A2E"/>
    <w:rsid w:val="00443F62"/>
    <w:rsid w:val="00446BBA"/>
    <w:rsid w:val="00452E47"/>
    <w:rsid w:val="00453185"/>
    <w:rsid w:val="004537CB"/>
    <w:rsid w:val="004538D5"/>
    <w:rsid w:val="00453C50"/>
    <w:rsid w:val="00454A71"/>
    <w:rsid w:val="004556F1"/>
    <w:rsid w:val="00455A59"/>
    <w:rsid w:val="00456D4F"/>
    <w:rsid w:val="00460435"/>
    <w:rsid w:val="00464B21"/>
    <w:rsid w:val="0046634E"/>
    <w:rsid w:val="00466F97"/>
    <w:rsid w:val="00467513"/>
    <w:rsid w:val="00467E54"/>
    <w:rsid w:val="00470378"/>
    <w:rsid w:val="004722F9"/>
    <w:rsid w:val="00473969"/>
    <w:rsid w:val="00475E99"/>
    <w:rsid w:val="00481D03"/>
    <w:rsid w:val="00481FD0"/>
    <w:rsid w:val="0048221F"/>
    <w:rsid w:val="004866A7"/>
    <w:rsid w:val="00486A20"/>
    <w:rsid w:val="00486FB3"/>
    <w:rsid w:val="0049103A"/>
    <w:rsid w:val="004919C3"/>
    <w:rsid w:val="00491A22"/>
    <w:rsid w:val="004953C3"/>
    <w:rsid w:val="00497042"/>
    <w:rsid w:val="004A0866"/>
    <w:rsid w:val="004A0AF4"/>
    <w:rsid w:val="004A0B9D"/>
    <w:rsid w:val="004A3E74"/>
    <w:rsid w:val="004A4EAC"/>
    <w:rsid w:val="004A6E3E"/>
    <w:rsid w:val="004A6FE9"/>
    <w:rsid w:val="004B06B3"/>
    <w:rsid w:val="004B17F4"/>
    <w:rsid w:val="004B3F28"/>
    <w:rsid w:val="004B653D"/>
    <w:rsid w:val="004C0461"/>
    <w:rsid w:val="004C12C2"/>
    <w:rsid w:val="004C16D4"/>
    <w:rsid w:val="004C1BCE"/>
    <w:rsid w:val="004C3E90"/>
    <w:rsid w:val="004C4336"/>
    <w:rsid w:val="004C485E"/>
    <w:rsid w:val="004C5351"/>
    <w:rsid w:val="004C609A"/>
    <w:rsid w:val="004C77B5"/>
    <w:rsid w:val="004C77BF"/>
    <w:rsid w:val="004D67F7"/>
    <w:rsid w:val="004D7678"/>
    <w:rsid w:val="004D7CD7"/>
    <w:rsid w:val="004E63B4"/>
    <w:rsid w:val="004E6E95"/>
    <w:rsid w:val="004E7BA2"/>
    <w:rsid w:val="004E7FDE"/>
    <w:rsid w:val="004F0A43"/>
    <w:rsid w:val="004F58BA"/>
    <w:rsid w:val="004F6137"/>
    <w:rsid w:val="005022E5"/>
    <w:rsid w:val="00505A04"/>
    <w:rsid w:val="00511B0E"/>
    <w:rsid w:val="00514000"/>
    <w:rsid w:val="0051435E"/>
    <w:rsid w:val="00514ADA"/>
    <w:rsid w:val="005225BB"/>
    <w:rsid w:val="005225E2"/>
    <w:rsid w:val="005254BC"/>
    <w:rsid w:val="00526724"/>
    <w:rsid w:val="00532C5F"/>
    <w:rsid w:val="005333D9"/>
    <w:rsid w:val="0053635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4F9D"/>
    <w:rsid w:val="005573CD"/>
    <w:rsid w:val="00557500"/>
    <w:rsid w:val="00557FB6"/>
    <w:rsid w:val="00561C58"/>
    <w:rsid w:val="0056257C"/>
    <w:rsid w:val="00562EED"/>
    <w:rsid w:val="00565ADE"/>
    <w:rsid w:val="0056650C"/>
    <w:rsid w:val="005673A9"/>
    <w:rsid w:val="0057006C"/>
    <w:rsid w:val="00571BF1"/>
    <w:rsid w:val="0057391D"/>
    <w:rsid w:val="00574C66"/>
    <w:rsid w:val="0057612B"/>
    <w:rsid w:val="005772C4"/>
    <w:rsid w:val="00577336"/>
    <w:rsid w:val="00577577"/>
    <w:rsid w:val="00581945"/>
    <w:rsid w:val="005832AA"/>
    <w:rsid w:val="00584801"/>
    <w:rsid w:val="00584ABA"/>
    <w:rsid w:val="00585B8F"/>
    <w:rsid w:val="00590129"/>
    <w:rsid w:val="005923FF"/>
    <w:rsid w:val="00593151"/>
    <w:rsid w:val="00593266"/>
    <w:rsid w:val="00595E36"/>
    <w:rsid w:val="005960AA"/>
    <w:rsid w:val="005966AF"/>
    <w:rsid w:val="0059718F"/>
    <w:rsid w:val="00597B34"/>
    <w:rsid w:val="005A00BB"/>
    <w:rsid w:val="005A016A"/>
    <w:rsid w:val="005A1C39"/>
    <w:rsid w:val="005A1EB4"/>
    <w:rsid w:val="005A2546"/>
    <w:rsid w:val="005A43ED"/>
    <w:rsid w:val="005A4A76"/>
    <w:rsid w:val="005A6C74"/>
    <w:rsid w:val="005A6FC5"/>
    <w:rsid w:val="005B0D26"/>
    <w:rsid w:val="005B2DE4"/>
    <w:rsid w:val="005B3973"/>
    <w:rsid w:val="005B431F"/>
    <w:rsid w:val="005B4CDA"/>
    <w:rsid w:val="005B56BE"/>
    <w:rsid w:val="005B5DD3"/>
    <w:rsid w:val="005B68D5"/>
    <w:rsid w:val="005B69F5"/>
    <w:rsid w:val="005B6B87"/>
    <w:rsid w:val="005B6BBD"/>
    <w:rsid w:val="005C07D9"/>
    <w:rsid w:val="005C0E2F"/>
    <w:rsid w:val="005C52B2"/>
    <w:rsid w:val="005C5563"/>
    <w:rsid w:val="005C5777"/>
    <w:rsid w:val="005C7719"/>
    <w:rsid w:val="005D04FA"/>
    <w:rsid w:val="005D1FCC"/>
    <w:rsid w:val="005D2C72"/>
    <w:rsid w:val="005E1652"/>
    <w:rsid w:val="005E2913"/>
    <w:rsid w:val="005E33A2"/>
    <w:rsid w:val="005E399F"/>
    <w:rsid w:val="005E492A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5F5FFA"/>
    <w:rsid w:val="005F67F2"/>
    <w:rsid w:val="00600E66"/>
    <w:rsid w:val="00600FC4"/>
    <w:rsid w:val="006013DF"/>
    <w:rsid w:val="0060295E"/>
    <w:rsid w:val="00602F2E"/>
    <w:rsid w:val="00603583"/>
    <w:rsid w:val="00603605"/>
    <w:rsid w:val="006041A3"/>
    <w:rsid w:val="00610C2E"/>
    <w:rsid w:val="006118B6"/>
    <w:rsid w:val="00611A4C"/>
    <w:rsid w:val="00614301"/>
    <w:rsid w:val="00616D0C"/>
    <w:rsid w:val="006206EF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03E0"/>
    <w:rsid w:val="006306F6"/>
    <w:rsid w:val="00633FB4"/>
    <w:rsid w:val="00634C95"/>
    <w:rsid w:val="006357C1"/>
    <w:rsid w:val="00635BA7"/>
    <w:rsid w:val="0063621F"/>
    <w:rsid w:val="006365EA"/>
    <w:rsid w:val="0063712C"/>
    <w:rsid w:val="00637374"/>
    <w:rsid w:val="00640A35"/>
    <w:rsid w:val="00640BB2"/>
    <w:rsid w:val="00641A2D"/>
    <w:rsid w:val="00642E10"/>
    <w:rsid w:val="00643E1D"/>
    <w:rsid w:val="00643F5E"/>
    <w:rsid w:val="006449AF"/>
    <w:rsid w:val="00645EFF"/>
    <w:rsid w:val="006462F0"/>
    <w:rsid w:val="00646B64"/>
    <w:rsid w:val="00646D08"/>
    <w:rsid w:val="00646FDA"/>
    <w:rsid w:val="00651640"/>
    <w:rsid w:val="00651ADF"/>
    <w:rsid w:val="00651DBF"/>
    <w:rsid w:val="006528EB"/>
    <w:rsid w:val="00655655"/>
    <w:rsid w:val="006574EA"/>
    <w:rsid w:val="006601A0"/>
    <w:rsid w:val="00661F0E"/>
    <w:rsid w:val="00663284"/>
    <w:rsid w:val="0066396C"/>
    <w:rsid w:val="00663AD1"/>
    <w:rsid w:val="00663DE5"/>
    <w:rsid w:val="00665B79"/>
    <w:rsid w:val="006726F6"/>
    <w:rsid w:val="00672E5A"/>
    <w:rsid w:val="00675541"/>
    <w:rsid w:val="00675B79"/>
    <w:rsid w:val="00676B9C"/>
    <w:rsid w:val="00677AA4"/>
    <w:rsid w:val="00680D49"/>
    <w:rsid w:val="0068115C"/>
    <w:rsid w:val="00682902"/>
    <w:rsid w:val="00683F3A"/>
    <w:rsid w:val="00684527"/>
    <w:rsid w:val="006851FD"/>
    <w:rsid w:val="0068652E"/>
    <w:rsid w:val="00687928"/>
    <w:rsid w:val="00690D37"/>
    <w:rsid w:val="0069163F"/>
    <w:rsid w:val="00691DBB"/>
    <w:rsid w:val="00697A59"/>
    <w:rsid w:val="006A09A5"/>
    <w:rsid w:val="006A79E7"/>
    <w:rsid w:val="006A7A7B"/>
    <w:rsid w:val="006A7D4D"/>
    <w:rsid w:val="006B0621"/>
    <w:rsid w:val="006B0E41"/>
    <w:rsid w:val="006B3031"/>
    <w:rsid w:val="006B5C71"/>
    <w:rsid w:val="006B7F0E"/>
    <w:rsid w:val="006C0D05"/>
    <w:rsid w:val="006C0E2A"/>
    <w:rsid w:val="006C46C5"/>
    <w:rsid w:val="006C4B43"/>
    <w:rsid w:val="006C72D8"/>
    <w:rsid w:val="006D0D07"/>
    <w:rsid w:val="006D15B5"/>
    <w:rsid w:val="006D1DC9"/>
    <w:rsid w:val="006D36EC"/>
    <w:rsid w:val="006D3C3E"/>
    <w:rsid w:val="006D5C54"/>
    <w:rsid w:val="006D6DC1"/>
    <w:rsid w:val="006D6F9A"/>
    <w:rsid w:val="006D75D4"/>
    <w:rsid w:val="006E0F1D"/>
    <w:rsid w:val="006E2C8E"/>
    <w:rsid w:val="006E446F"/>
    <w:rsid w:val="006E51D9"/>
    <w:rsid w:val="006E5DE0"/>
    <w:rsid w:val="006E6291"/>
    <w:rsid w:val="006F20DE"/>
    <w:rsid w:val="006F210C"/>
    <w:rsid w:val="006F220C"/>
    <w:rsid w:val="006F5544"/>
    <w:rsid w:val="006F7CE8"/>
    <w:rsid w:val="006F7D34"/>
    <w:rsid w:val="0070028F"/>
    <w:rsid w:val="00701353"/>
    <w:rsid w:val="00701DDE"/>
    <w:rsid w:val="00704CB2"/>
    <w:rsid w:val="0070524C"/>
    <w:rsid w:val="00710349"/>
    <w:rsid w:val="00710619"/>
    <w:rsid w:val="007137C5"/>
    <w:rsid w:val="007144BA"/>
    <w:rsid w:val="007148AF"/>
    <w:rsid w:val="007150D3"/>
    <w:rsid w:val="00715F3D"/>
    <w:rsid w:val="00717AB1"/>
    <w:rsid w:val="00717C64"/>
    <w:rsid w:val="007216F4"/>
    <w:rsid w:val="00721FA0"/>
    <w:rsid w:val="00722826"/>
    <w:rsid w:val="00723983"/>
    <w:rsid w:val="00723D07"/>
    <w:rsid w:val="00724F55"/>
    <w:rsid w:val="00725377"/>
    <w:rsid w:val="00726FAE"/>
    <w:rsid w:val="00727D34"/>
    <w:rsid w:val="0073042E"/>
    <w:rsid w:val="00730E45"/>
    <w:rsid w:val="00731AD7"/>
    <w:rsid w:val="0073350F"/>
    <w:rsid w:val="007345C8"/>
    <w:rsid w:val="0073517E"/>
    <w:rsid w:val="00735D3D"/>
    <w:rsid w:val="00735ED5"/>
    <w:rsid w:val="00736D0F"/>
    <w:rsid w:val="0074015B"/>
    <w:rsid w:val="0074016F"/>
    <w:rsid w:val="00740924"/>
    <w:rsid w:val="00740CF1"/>
    <w:rsid w:val="00740E80"/>
    <w:rsid w:val="00741375"/>
    <w:rsid w:val="007419B6"/>
    <w:rsid w:val="00741B91"/>
    <w:rsid w:val="007430E1"/>
    <w:rsid w:val="00744F56"/>
    <w:rsid w:val="0074517B"/>
    <w:rsid w:val="00745377"/>
    <w:rsid w:val="00745E33"/>
    <w:rsid w:val="007565A3"/>
    <w:rsid w:val="007571E2"/>
    <w:rsid w:val="00757A95"/>
    <w:rsid w:val="00757D22"/>
    <w:rsid w:val="00760354"/>
    <w:rsid w:val="00760E91"/>
    <w:rsid w:val="0076114F"/>
    <w:rsid w:val="00763310"/>
    <w:rsid w:val="00764675"/>
    <w:rsid w:val="00765BEF"/>
    <w:rsid w:val="00766BE9"/>
    <w:rsid w:val="00773080"/>
    <w:rsid w:val="007735AB"/>
    <w:rsid w:val="00773927"/>
    <w:rsid w:val="00773E4E"/>
    <w:rsid w:val="00775C7A"/>
    <w:rsid w:val="00775FFA"/>
    <w:rsid w:val="00777AC5"/>
    <w:rsid w:val="00780989"/>
    <w:rsid w:val="00781600"/>
    <w:rsid w:val="0078259F"/>
    <w:rsid w:val="00782872"/>
    <w:rsid w:val="00784287"/>
    <w:rsid w:val="00787717"/>
    <w:rsid w:val="00787953"/>
    <w:rsid w:val="0079102B"/>
    <w:rsid w:val="00791A39"/>
    <w:rsid w:val="00792322"/>
    <w:rsid w:val="0079345B"/>
    <w:rsid w:val="00796941"/>
    <w:rsid w:val="00796AAA"/>
    <w:rsid w:val="007A1C46"/>
    <w:rsid w:val="007A5456"/>
    <w:rsid w:val="007A6185"/>
    <w:rsid w:val="007B045F"/>
    <w:rsid w:val="007B04AB"/>
    <w:rsid w:val="007B10B3"/>
    <w:rsid w:val="007B1D12"/>
    <w:rsid w:val="007B2F17"/>
    <w:rsid w:val="007B46B3"/>
    <w:rsid w:val="007B5CD8"/>
    <w:rsid w:val="007B602B"/>
    <w:rsid w:val="007B6D51"/>
    <w:rsid w:val="007C1984"/>
    <w:rsid w:val="007C3DC9"/>
    <w:rsid w:val="007C3F88"/>
    <w:rsid w:val="007C6B1D"/>
    <w:rsid w:val="007D1D2B"/>
    <w:rsid w:val="007D339A"/>
    <w:rsid w:val="007D4FEB"/>
    <w:rsid w:val="007D5FD1"/>
    <w:rsid w:val="007E12FD"/>
    <w:rsid w:val="007E272A"/>
    <w:rsid w:val="007E2D90"/>
    <w:rsid w:val="007E2EBF"/>
    <w:rsid w:val="007E47E8"/>
    <w:rsid w:val="007E6CCA"/>
    <w:rsid w:val="007E6DD9"/>
    <w:rsid w:val="007F4190"/>
    <w:rsid w:val="007F4E53"/>
    <w:rsid w:val="007F5ABC"/>
    <w:rsid w:val="00800121"/>
    <w:rsid w:val="008018D9"/>
    <w:rsid w:val="008022B1"/>
    <w:rsid w:val="008022C2"/>
    <w:rsid w:val="00802310"/>
    <w:rsid w:val="00803492"/>
    <w:rsid w:val="008050D0"/>
    <w:rsid w:val="00806335"/>
    <w:rsid w:val="008105E2"/>
    <w:rsid w:val="008110DA"/>
    <w:rsid w:val="008128CA"/>
    <w:rsid w:val="00813440"/>
    <w:rsid w:val="00814FBB"/>
    <w:rsid w:val="00815C07"/>
    <w:rsid w:val="00817EC2"/>
    <w:rsid w:val="00820165"/>
    <w:rsid w:val="008211EA"/>
    <w:rsid w:val="00821493"/>
    <w:rsid w:val="00822733"/>
    <w:rsid w:val="00823380"/>
    <w:rsid w:val="00823B45"/>
    <w:rsid w:val="008241D8"/>
    <w:rsid w:val="00825845"/>
    <w:rsid w:val="00826B87"/>
    <w:rsid w:val="00827EFD"/>
    <w:rsid w:val="00827F8A"/>
    <w:rsid w:val="0083003C"/>
    <w:rsid w:val="00830E94"/>
    <w:rsid w:val="00831B8F"/>
    <w:rsid w:val="00836495"/>
    <w:rsid w:val="00837259"/>
    <w:rsid w:val="0084238B"/>
    <w:rsid w:val="00842444"/>
    <w:rsid w:val="008430A5"/>
    <w:rsid w:val="0084318E"/>
    <w:rsid w:val="008431E7"/>
    <w:rsid w:val="0084496F"/>
    <w:rsid w:val="00845BB2"/>
    <w:rsid w:val="00847864"/>
    <w:rsid w:val="00850983"/>
    <w:rsid w:val="00851BDF"/>
    <w:rsid w:val="00852998"/>
    <w:rsid w:val="00854D9B"/>
    <w:rsid w:val="00855DBD"/>
    <w:rsid w:val="0085637F"/>
    <w:rsid w:val="00856941"/>
    <w:rsid w:val="00857A7C"/>
    <w:rsid w:val="00864864"/>
    <w:rsid w:val="0086546A"/>
    <w:rsid w:val="00866900"/>
    <w:rsid w:val="008703F4"/>
    <w:rsid w:val="00870D4D"/>
    <w:rsid w:val="00873D57"/>
    <w:rsid w:val="00874112"/>
    <w:rsid w:val="00874921"/>
    <w:rsid w:val="00875B89"/>
    <w:rsid w:val="008777DC"/>
    <w:rsid w:val="008778B5"/>
    <w:rsid w:val="00880BCE"/>
    <w:rsid w:val="00881081"/>
    <w:rsid w:val="008810AF"/>
    <w:rsid w:val="008819E4"/>
    <w:rsid w:val="008830EF"/>
    <w:rsid w:val="00883A46"/>
    <w:rsid w:val="00884773"/>
    <w:rsid w:val="00885077"/>
    <w:rsid w:val="00890C8B"/>
    <w:rsid w:val="008933CF"/>
    <w:rsid w:val="00895362"/>
    <w:rsid w:val="008965BB"/>
    <w:rsid w:val="008A0C82"/>
    <w:rsid w:val="008A225D"/>
    <w:rsid w:val="008A3B8E"/>
    <w:rsid w:val="008A4630"/>
    <w:rsid w:val="008A756A"/>
    <w:rsid w:val="008B0834"/>
    <w:rsid w:val="008B5AE2"/>
    <w:rsid w:val="008B5B7E"/>
    <w:rsid w:val="008C05BB"/>
    <w:rsid w:val="008C0DB1"/>
    <w:rsid w:val="008C2ED9"/>
    <w:rsid w:val="008C3327"/>
    <w:rsid w:val="008C510F"/>
    <w:rsid w:val="008C6CA6"/>
    <w:rsid w:val="008C7A90"/>
    <w:rsid w:val="008D0727"/>
    <w:rsid w:val="008D0F45"/>
    <w:rsid w:val="008D1374"/>
    <w:rsid w:val="008D5874"/>
    <w:rsid w:val="008D5FE6"/>
    <w:rsid w:val="008D6657"/>
    <w:rsid w:val="008E1FA7"/>
    <w:rsid w:val="008E295D"/>
    <w:rsid w:val="008E4708"/>
    <w:rsid w:val="008E4D2E"/>
    <w:rsid w:val="008E52ED"/>
    <w:rsid w:val="008E5EA9"/>
    <w:rsid w:val="008E6E74"/>
    <w:rsid w:val="008E7374"/>
    <w:rsid w:val="008F066B"/>
    <w:rsid w:val="008F1A98"/>
    <w:rsid w:val="008F200A"/>
    <w:rsid w:val="008F258C"/>
    <w:rsid w:val="008F3BB8"/>
    <w:rsid w:val="008F4513"/>
    <w:rsid w:val="008F4927"/>
    <w:rsid w:val="008F54BA"/>
    <w:rsid w:val="008F5B45"/>
    <w:rsid w:val="008F72BE"/>
    <w:rsid w:val="009006DA"/>
    <w:rsid w:val="00900D4D"/>
    <w:rsid w:val="00901417"/>
    <w:rsid w:val="009046DF"/>
    <w:rsid w:val="00905182"/>
    <w:rsid w:val="009071C8"/>
    <w:rsid w:val="009076D1"/>
    <w:rsid w:val="00911C81"/>
    <w:rsid w:val="00912033"/>
    <w:rsid w:val="00912C78"/>
    <w:rsid w:val="00913176"/>
    <w:rsid w:val="00914562"/>
    <w:rsid w:val="0091536B"/>
    <w:rsid w:val="0091621B"/>
    <w:rsid w:val="0091682D"/>
    <w:rsid w:val="00922370"/>
    <w:rsid w:val="0092246A"/>
    <w:rsid w:val="009231A9"/>
    <w:rsid w:val="0092351B"/>
    <w:rsid w:val="0092388A"/>
    <w:rsid w:val="00923C25"/>
    <w:rsid w:val="00924CF9"/>
    <w:rsid w:val="00925B89"/>
    <w:rsid w:val="00925BE7"/>
    <w:rsid w:val="00927BCF"/>
    <w:rsid w:val="00927D62"/>
    <w:rsid w:val="00927DB4"/>
    <w:rsid w:val="00932192"/>
    <w:rsid w:val="00940B6B"/>
    <w:rsid w:val="00943412"/>
    <w:rsid w:val="00943B2E"/>
    <w:rsid w:val="009442BD"/>
    <w:rsid w:val="0094536C"/>
    <w:rsid w:val="009457F7"/>
    <w:rsid w:val="00945D11"/>
    <w:rsid w:val="009472D2"/>
    <w:rsid w:val="009503E2"/>
    <w:rsid w:val="0095067B"/>
    <w:rsid w:val="009557F9"/>
    <w:rsid w:val="00957504"/>
    <w:rsid w:val="00960F67"/>
    <w:rsid w:val="00961CD2"/>
    <w:rsid w:val="00961DEA"/>
    <w:rsid w:val="009620A3"/>
    <w:rsid w:val="00962B76"/>
    <w:rsid w:val="00964009"/>
    <w:rsid w:val="009668BF"/>
    <w:rsid w:val="00967B1F"/>
    <w:rsid w:val="0097061F"/>
    <w:rsid w:val="00970665"/>
    <w:rsid w:val="009712FA"/>
    <w:rsid w:val="009728C8"/>
    <w:rsid w:val="00972C70"/>
    <w:rsid w:val="009733C9"/>
    <w:rsid w:val="0097386C"/>
    <w:rsid w:val="00974224"/>
    <w:rsid w:val="00974CD6"/>
    <w:rsid w:val="00974EE5"/>
    <w:rsid w:val="00974F8D"/>
    <w:rsid w:val="00974FF1"/>
    <w:rsid w:val="00975D34"/>
    <w:rsid w:val="0097638D"/>
    <w:rsid w:val="009767D3"/>
    <w:rsid w:val="009819FB"/>
    <w:rsid w:val="00982BF2"/>
    <w:rsid w:val="00983138"/>
    <w:rsid w:val="009865A9"/>
    <w:rsid w:val="00986F27"/>
    <w:rsid w:val="0098765C"/>
    <w:rsid w:val="00987873"/>
    <w:rsid w:val="00991F33"/>
    <w:rsid w:val="009926DD"/>
    <w:rsid w:val="00992BCE"/>
    <w:rsid w:val="00992E2F"/>
    <w:rsid w:val="00992E31"/>
    <w:rsid w:val="00997865"/>
    <w:rsid w:val="009A53CC"/>
    <w:rsid w:val="009A5441"/>
    <w:rsid w:val="009A6270"/>
    <w:rsid w:val="009A66C4"/>
    <w:rsid w:val="009A7001"/>
    <w:rsid w:val="009A7A0F"/>
    <w:rsid w:val="009A7DA5"/>
    <w:rsid w:val="009B01D4"/>
    <w:rsid w:val="009B0C22"/>
    <w:rsid w:val="009B2B08"/>
    <w:rsid w:val="009B36E8"/>
    <w:rsid w:val="009B7253"/>
    <w:rsid w:val="009C2E28"/>
    <w:rsid w:val="009C4041"/>
    <w:rsid w:val="009C5F3C"/>
    <w:rsid w:val="009C61D1"/>
    <w:rsid w:val="009C64BF"/>
    <w:rsid w:val="009D3969"/>
    <w:rsid w:val="009D4B6A"/>
    <w:rsid w:val="009D4F53"/>
    <w:rsid w:val="009D6CB0"/>
    <w:rsid w:val="009E03BE"/>
    <w:rsid w:val="009E07BB"/>
    <w:rsid w:val="009E0C8F"/>
    <w:rsid w:val="009E4824"/>
    <w:rsid w:val="009E4DA9"/>
    <w:rsid w:val="009E67C9"/>
    <w:rsid w:val="009E6DE8"/>
    <w:rsid w:val="009E7AB9"/>
    <w:rsid w:val="009F042D"/>
    <w:rsid w:val="009F2C77"/>
    <w:rsid w:val="009F3DF9"/>
    <w:rsid w:val="009F4224"/>
    <w:rsid w:val="009F4A72"/>
    <w:rsid w:val="009F5327"/>
    <w:rsid w:val="009F5F02"/>
    <w:rsid w:val="009F6363"/>
    <w:rsid w:val="009F6DDF"/>
    <w:rsid w:val="00A00A9C"/>
    <w:rsid w:val="00A01A30"/>
    <w:rsid w:val="00A0400A"/>
    <w:rsid w:val="00A05A22"/>
    <w:rsid w:val="00A05F81"/>
    <w:rsid w:val="00A068A7"/>
    <w:rsid w:val="00A070A3"/>
    <w:rsid w:val="00A11A0C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514"/>
    <w:rsid w:val="00A27B1B"/>
    <w:rsid w:val="00A27F7D"/>
    <w:rsid w:val="00A30F05"/>
    <w:rsid w:val="00A35EDE"/>
    <w:rsid w:val="00A36CA9"/>
    <w:rsid w:val="00A375B6"/>
    <w:rsid w:val="00A37D34"/>
    <w:rsid w:val="00A40AE4"/>
    <w:rsid w:val="00A42829"/>
    <w:rsid w:val="00A42FC1"/>
    <w:rsid w:val="00A43A6C"/>
    <w:rsid w:val="00A442B0"/>
    <w:rsid w:val="00A44704"/>
    <w:rsid w:val="00A45B1E"/>
    <w:rsid w:val="00A46022"/>
    <w:rsid w:val="00A46A8C"/>
    <w:rsid w:val="00A478DC"/>
    <w:rsid w:val="00A50FBD"/>
    <w:rsid w:val="00A51FCA"/>
    <w:rsid w:val="00A54D62"/>
    <w:rsid w:val="00A6076B"/>
    <w:rsid w:val="00A60B19"/>
    <w:rsid w:val="00A63856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3039"/>
    <w:rsid w:val="00A745EB"/>
    <w:rsid w:val="00A746B3"/>
    <w:rsid w:val="00A749A9"/>
    <w:rsid w:val="00A751DD"/>
    <w:rsid w:val="00A80A89"/>
    <w:rsid w:val="00A81ABF"/>
    <w:rsid w:val="00A81AF1"/>
    <w:rsid w:val="00A82C9D"/>
    <w:rsid w:val="00A845F3"/>
    <w:rsid w:val="00A856F5"/>
    <w:rsid w:val="00A86979"/>
    <w:rsid w:val="00A87259"/>
    <w:rsid w:val="00A87394"/>
    <w:rsid w:val="00A87799"/>
    <w:rsid w:val="00A91F7E"/>
    <w:rsid w:val="00A93200"/>
    <w:rsid w:val="00A9330B"/>
    <w:rsid w:val="00A940EB"/>
    <w:rsid w:val="00A948BA"/>
    <w:rsid w:val="00A95E40"/>
    <w:rsid w:val="00A971B5"/>
    <w:rsid w:val="00AA18B0"/>
    <w:rsid w:val="00AA378D"/>
    <w:rsid w:val="00AA532F"/>
    <w:rsid w:val="00AB1F96"/>
    <w:rsid w:val="00AB23CA"/>
    <w:rsid w:val="00AB307D"/>
    <w:rsid w:val="00AB49D2"/>
    <w:rsid w:val="00AB49D8"/>
    <w:rsid w:val="00AB4D03"/>
    <w:rsid w:val="00AB5AFC"/>
    <w:rsid w:val="00AB5B22"/>
    <w:rsid w:val="00AB6103"/>
    <w:rsid w:val="00AC271A"/>
    <w:rsid w:val="00AC28CD"/>
    <w:rsid w:val="00AC2C70"/>
    <w:rsid w:val="00AC3A2F"/>
    <w:rsid w:val="00AC3AF2"/>
    <w:rsid w:val="00AC41E0"/>
    <w:rsid w:val="00AC486B"/>
    <w:rsid w:val="00AC4F79"/>
    <w:rsid w:val="00AC5626"/>
    <w:rsid w:val="00AC6146"/>
    <w:rsid w:val="00AC64A5"/>
    <w:rsid w:val="00AD053E"/>
    <w:rsid w:val="00AD1C96"/>
    <w:rsid w:val="00AD2964"/>
    <w:rsid w:val="00AD365B"/>
    <w:rsid w:val="00AD47E7"/>
    <w:rsid w:val="00AD59C1"/>
    <w:rsid w:val="00AD5C3C"/>
    <w:rsid w:val="00AD7B37"/>
    <w:rsid w:val="00AE0778"/>
    <w:rsid w:val="00AE1E35"/>
    <w:rsid w:val="00AE270B"/>
    <w:rsid w:val="00AE4D35"/>
    <w:rsid w:val="00AE5DAC"/>
    <w:rsid w:val="00AE6117"/>
    <w:rsid w:val="00AE64FD"/>
    <w:rsid w:val="00AE6E1D"/>
    <w:rsid w:val="00AE6F06"/>
    <w:rsid w:val="00AF00DF"/>
    <w:rsid w:val="00AF04CD"/>
    <w:rsid w:val="00AF07DD"/>
    <w:rsid w:val="00AF0A2F"/>
    <w:rsid w:val="00AF217C"/>
    <w:rsid w:val="00AF33DF"/>
    <w:rsid w:val="00AF386A"/>
    <w:rsid w:val="00AF3C40"/>
    <w:rsid w:val="00B00366"/>
    <w:rsid w:val="00B00A12"/>
    <w:rsid w:val="00B01257"/>
    <w:rsid w:val="00B01AF7"/>
    <w:rsid w:val="00B01BF3"/>
    <w:rsid w:val="00B03505"/>
    <w:rsid w:val="00B04EBC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25543"/>
    <w:rsid w:val="00B325FE"/>
    <w:rsid w:val="00B329DF"/>
    <w:rsid w:val="00B34E18"/>
    <w:rsid w:val="00B353B1"/>
    <w:rsid w:val="00B366F9"/>
    <w:rsid w:val="00B376D8"/>
    <w:rsid w:val="00B37FEA"/>
    <w:rsid w:val="00B4064C"/>
    <w:rsid w:val="00B41B0B"/>
    <w:rsid w:val="00B41B2B"/>
    <w:rsid w:val="00B426ED"/>
    <w:rsid w:val="00B42E0C"/>
    <w:rsid w:val="00B47827"/>
    <w:rsid w:val="00B47FE1"/>
    <w:rsid w:val="00B506FA"/>
    <w:rsid w:val="00B5089B"/>
    <w:rsid w:val="00B51ED9"/>
    <w:rsid w:val="00B537AD"/>
    <w:rsid w:val="00B53E5E"/>
    <w:rsid w:val="00B54460"/>
    <w:rsid w:val="00B54A4C"/>
    <w:rsid w:val="00B56365"/>
    <w:rsid w:val="00B60990"/>
    <w:rsid w:val="00B629FE"/>
    <w:rsid w:val="00B637B2"/>
    <w:rsid w:val="00B63A74"/>
    <w:rsid w:val="00B63E0E"/>
    <w:rsid w:val="00B6444F"/>
    <w:rsid w:val="00B65134"/>
    <w:rsid w:val="00B659B6"/>
    <w:rsid w:val="00B662DE"/>
    <w:rsid w:val="00B70AEE"/>
    <w:rsid w:val="00B71271"/>
    <w:rsid w:val="00B7160F"/>
    <w:rsid w:val="00B7199B"/>
    <w:rsid w:val="00B71ADF"/>
    <w:rsid w:val="00B73110"/>
    <w:rsid w:val="00B731F9"/>
    <w:rsid w:val="00B74376"/>
    <w:rsid w:val="00B7501C"/>
    <w:rsid w:val="00B75D1E"/>
    <w:rsid w:val="00B76530"/>
    <w:rsid w:val="00B76B70"/>
    <w:rsid w:val="00B77A65"/>
    <w:rsid w:val="00B77EF4"/>
    <w:rsid w:val="00B817F3"/>
    <w:rsid w:val="00B81F23"/>
    <w:rsid w:val="00B82A3A"/>
    <w:rsid w:val="00B87355"/>
    <w:rsid w:val="00B90A19"/>
    <w:rsid w:val="00B9157C"/>
    <w:rsid w:val="00B916B5"/>
    <w:rsid w:val="00B91706"/>
    <w:rsid w:val="00B9316D"/>
    <w:rsid w:val="00B931B4"/>
    <w:rsid w:val="00B936D7"/>
    <w:rsid w:val="00B945A8"/>
    <w:rsid w:val="00B94E2B"/>
    <w:rsid w:val="00B955A3"/>
    <w:rsid w:val="00B957AD"/>
    <w:rsid w:val="00B97D32"/>
    <w:rsid w:val="00BA0C12"/>
    <w:rsid w:val="00BA1D07"/>
    <w:rsid w:val="00BA1D16"/>
    <w:rsid w:val="00BA20DE"/>
    <w:rsid w:val="00BA3532"/>
    <w:rsid w:val="00BA657A"/>
    <w:rsid w:val="00BA68EB"/>
    <w:rsid w:val="00BA6C34"/>
    <w:rsid w:val="00BA6C54"/>
    <w:rsid w:val="00BA7875"/>
    <w:rsid w:val="00BB07B0"/>
    <w:rsid w:val="00BB099C"/>
    <w:rsid w:val="00BB0DF4"/>
    <w:rsid w:val="00BB34EB"/>
    <w:rsid w:val="00BB3CFF"/>
    <w:rsid w:val="00BB4CCD"/>
    <w:rsid w:val="00BB5951"/>
    <w:rsid w:val="00BB5C83"/>
    <w:rsid w:val="00BB61B7"/>
    <w:rsid w:val="00BB643C"/>
    <w:rsid w:val="00BC09E8"/>
    <w:rsid w:val="00BC0FDE"/>
    <w:rsid w:val="00BC1B08"/>
    <w:rsid w:val="00BC37BC"/>
    <w:rsid w:val="00BC499A"/>
    <w:rsid w:val="00BC717E"/>
    <w:rsid w:val="00BD1645"/>
    <w:rsid w:val="00BD1CB7"/>
    <w:rsid w:val="00BD270D"/>
    <w:rsid w:val="00BD4DFE"/>
    <w:rsid w:val="00BD593F"/>
    <w:rsid w:val="00BD6706"/>
    <w:rsid w:val="00BD6EE9"/>
    <w:rsid w:val="00BE04FA"/>
    <w:rsid w:val="00BE0D08"/>
    <w:rsid w:val="00BE3E67"/>
    <w:rsid w:val="00BE621C"/>
    <w:rsid w:val="00BE630D"/>
    <w:rsid w:val="00BE7E15"/>
    <w:rsid w:val="00BE7ED8"/>
    <w:rsid w:val="00BF06BC"/>
    <w:rsid w:val="00BF0C2C"/>
    <w:rsid w:val="00BF20F3"/>
    <w:rsid w:val="00BF2D9F"/>
    <w:rsid w:val="00BF33FB"/>
    <w:rsid w:val="00BF36F6"/>
    <w:rsid w:val="00BF38DD"/>
    <w:rsid w:val="00BF406E"/>
    <w:rsid w:val="00BF619F"/>
    <w:rsid w:val="00BF629B"/>
    <w:rsid w:val="00C02B19"/>
    <w:rsid w:val="00C037AB"/>
    <w:rsid w:val="00C03F0F"/>
    <w:rsid w:val="00C12AFB"/>
    <w:rsid w:val="00C13127"/>
    <w:rsid w:val="00C1570C"/>
    <w:rsid w:val="00C20D0B"/>
    <w:rsid w:val="00C2177F"/>
    <w:rsid w:val="00C218D9"/>
    <w:rsid w:val="00C22361"/>
    <w:rsid w:val="00C2419C"/>
    <w:rsid w:val="00C253C5"/>
    <w:rsid w:val="00C25BB6"/>
    <w:rsid w:val="00C26D89"/>
    <w:rsid w:val="00C31833"/>
    <w:rsid w:val="00C3220F"/>
    <w:rsid w:val="00C3236F"/>
    <w:rsid w:val="00C33018"/>
    <w:rsid w:val="00C33B4D"/>
    <w:rsid w:val="00C33FF8"/>
    <w:rsid w:val="00C35A49"/>
    <w:rsid w:val="00C36AF1"/>
    <w:rsid w:val="00C37458"/>
    <w:rsid w:val="00C37AF7"/>
    <w:rsid w:val="00C412B7"/>
    <w:rsid w:val="00C427DB"/>
    <w:rsid w:val="00C45E29"/>
    <w:rsid w:val="00C478FD"/>
    <w:rsid w:val="00C47DDA"/>
    <w:rsid w:val="00C521F6"/>
    <w:rsid w:val="00C537C6"/>
    <w:rsid w:val="00C53FE2"/>
    <w:rsid w:val="00C5467E"/>
    <w:rsid w:val="00C54EF2"/>
    <w:rsid w:val="00C60480"/>
    <w:rsid w:val="00C60A68"/>
    <w:rsid w:val="00C60C63"/>
    <w:rsid w:val="00C617E5"/>
    <w:rsid w:val="00C62B77"/>
    <w:rsid w:val="00C667E4"/>
    <w:rsid w:val="00C70D9D"/>
    <w:rsid w:val="00C74E58"/>
    <w:rsid w:val="00C76A9C"/>
    <w:rsid w:val="00C77054"/>
    <w:rsid w:val="00C80492"/>
    <w:rsid w:val="00C805CE"/>
    <w:rsid w:val="00C81C96"/>
    <w:rsid w:val="00C849B1"/>
    <w:rsid w:val="00C859CE"/>
    <w:rsid w:val="00C86EE3"/>
    <w:rsid w:val="00C8734B"/>
    <w:rsid w:val="00C8789F"/>
    <w:rsid w:val="00C9021F"/>
    <w:rsid w:val="00C9028D"/>
    <w:rsid w:val="00C906FE"/>
    <w:rsid w:val="00C9192F"/>
    <w:rsid w:val="00C91FA1"/>
    <w:rsid w:val="00C93C2C"/>
    <w:rsid w:val="00C95836"/>
    <w:rsid w:val="00CA0DA0"/>
    <w:rsid w:val="00CA2722"/>
    <w:rsid w:val="00CA2801"/>
    <w:rsid w:val="00CA3AB9"/>
    <w:rsid w:val="00CA41BF"/>
    <w:rsid w:val="00CA539C"/>
    <w:rsid w:val="00CA63D6"/>
    <w:rsid w:val="00CB22FF"/>
    <w:rsid w:val="00CB4647"/>
    <w:rsid w:val="00CB686E"/>
    <w:rsid w:val="00CC0833"/>
    <w:rsid w:val="00CC0D6C"/>
    <w:rsid w:val="00CC156E"/>
    <w:rsid w:val="00CC2F79"/>
    <w:rsid w:val="00CC3B25"/>
    <w:rsid w:val="00CC546F"/>
    <w:rsid w:val="00CD0524"/>
    <w:rsid w:val="00CD24AE"/>
    <w:rsid w:val="00CD365C"/>
    <w:rsid w:val="00CD6097"/>
    <w:rsid w:val="00CD72D4"/>
    <w:rsid w:val="00CD744C"/>
    <w:rsid w:val="00CD7D06"/>
    <w:rsid w:val="00CE30CD"/>
    <w:rsid w:val="00CE32A4"/>
    <w:rsid w:val="00CE4D9B"/>
    <w:rsid w:val="00CF06A5"/>
    <w:rsid w:val="00CF0E08"/>
    <w:rsid w:val="00CF137D"/>
    <w:rsid w:val="00CF4DEF"/>
    <w:rsid w:val="00D00008"/>
    <w:rsid w:val="00D002E6"/>
    <w:rsid w:val="00D00859"/>
    <w:rsid w:val="00D00A5F"/>
    <w:rsid w:val="00D00D24"/>
    <w:rsid w:val="00D00DEA"/>
    <w:rsid w:val="00D01192"/>
    <w:rsid w:val="00D01326"/>
    <w:rsid w:val="00D01D7E"/>
    <w:rsid w:val="00D032B6"/>
    <w:rsid w:val="00D040B5"/>
    <w:rsid w:val="00D04B52"/>
    <w:rsid w:val="00D10971"/>
    <w:rsid w:val="00D11686"/>
    <w:rsid w:val="00D11AFF"/>
    <w:rsid w:val="00D1225E"/>
    <w:rsid w:val="00D1492B"/>
    <w:rsid w:val="00D1508C"/>
    <w:rsid w:val="00D16222"/>
    <w:rsid w:val="00D20234"/>
    <w:rsid w:val="00D208D0"/>
    <w:rsid w:val="00D20EAE"/>
    <w:rsid w:val="00D212D5"/>
    <w:rsid w:val="00D230D8"/>
    <w:rsid w:val="00D24B24"/>
    <w:rsid w:val="00D24EB0"/>
    <w:rsid w:val="00D256BC"/>
    <w:rsid w:val="00D25987"/>
    <w:rsid w:val="00D33A32"/>
    <w:rsid w:val="00D350E6"/>
    <w:rsid w:val="00D40219"/>
    <w:rsid w:val="00D426FC"/>
    <w:rsid w:val="00D44598"/>
    <w:rsid w:val="00D44C9A"/>
    <w:rsid w:val="00D45C51"/>
    <w:rsid w:val="00D46C32"/>
    <w:rsid w:val="00D471AE"/>
    <w:rsid w:val="00D51B90"/>
    <w:rsid w:val="00D52EC6"/>
    <w:rsid w:val="00D53C02"/>
    <w:rsid w:val="00D53F13"/>
    <w:rsid w:val="00D54728"/>
    <w:rsid w:val="00D555C2"/>
    <w:rsid w:val="00D567BA"/>
    <w:rsid w:val="00D569B5"/>
    <w:rsid w:val="00D56DF2"/>
    <w:rsid w:val="00D615FF"/>
    <w:rsid w:val="00D6188A"/>
    <w:rsid w:val="00D6555D"/>
    <w:rsid w:val="00D6642F"/>
    <w:rsid w:val="00D66EE9"/>
    <w:rsid w:val="00D67101"/>
    <w:rsid w:val="00D671F2"/>
    <w:rsid w:val="00D671FA"/>
    <w:rsid w:val="00D70D85"/>
    <w:rsid w:val="00D718B1"/>
    <w:rsid w:val="00D71BAC"/>
    <w:rsid w:val="00D7331A"/>
    <w:rsid w:val="00D7499D"/>
    <w:rsid w:val="00D81422"/>
    <w:rsid w:val="00D8142D"/>
    <w:rsid w:val="00D82D0B"/>
    <w:rsid w:val="00D84ECA"/>
    <w:rsid w:val="00D854D7"/>
    <w:rsid w:val="00D86958"/>
    <w:rsid w:val="00D90438"/>
    <w:rsid w:val="00D91A3F"/>
    <w:rsid w:val="00D91B67"/>
    <w:rsid w:val="00D92CDF"/>
    <w:rsid w:val="00DA29A6"/>
    <w:rsid w:val="00DA32DF"/>
    <w:rsid w:val="00DA4557"/>
    <w:rsid w:val="00DA4F6D"/>
    <w:rsid w:val="00DA5931"/>
    <w:rsid w:val="00DA722B"/>
    <w:rsid w:val="00DA76C9"/>
    <w:rsid w:val="00DB08FD"/>
    <w:rsid w:val="00DB2424"/>
    <w:rsid w:val="00DB3E84"/>
    <w:rsid w:val="00DB4674"/>
    <w:rsid w:val="00DB702D"/>
    <w:rsid w:val="00DB7250"/>
    <w:rsid w:val="00DC02A0"/>
    <w:rsid w:val="00DC0B08"/>
    <w:rsid w:val="00DC0E27"/>
    <w:rsid w:val="00DC1000"/>
    <w:rsid w:val="00DC34BD"/>
    <w:rsid w:val="00DC3A4A"/>
    <w:rsid w:val="00DC3AF4"/>
    <w:rsid w:val="00DC3D3E"/>
    <w:rsid w:val="00DC5B22"/>
    <w:rsid w:val="00DC7600"/>
    <w:rsid w:val="00DD1BB4"/>
    <w:rsid w:val="00DD28FF"/>
    <w:rsid w:val="00DD6547"/>
    <w:rsid w:val="00DD78A5"/>
    <w:rsid w:val="00DE09BD"/>
    <w:rsid w:val="00DE292C"/>
    <w:rsid w:val="00DE4448"/>
    <w:rsid w:val="00DE49C9"/>
    <w:rsid w:val="00DE6957"/>
    <w:rsid w:val="00DE721D"/>
    <w:rsid w:val="00DF04A2"/>
    <w:rsid w:val="00DF1CCC"/>
    <w:rsid w:val="00DF5CF4"/>
    <w:rsid w:val="00DF5E1E"/>
    <w:rsid w:val="00DF6442"/>
    <w:rsid w:val="00DF65BE"/>
    <w:rsid w:val="00DF67A3"/>
    <w:rsid w:val="00DF7A42"/>
    <w:rsid w:val="00E022DC"/>
    <w:rsid w:val="00E024D3"/>
    <w:rsid w:val="00E02C66"/>
    <w:rsid w:val="00E0487B"/>
    <w:rsid w:val="00E06BE4"/>
    <w:rsid w:val="00E07A7B"/>
    <w:rsid w:val="00E1028F"/>
    <w:rsid w:val="00E138BD"/>
    <w:rsid w:val="00E14435"/>
    <w:rsid w:val="00E158A5"/>
    <w:rsid w:val="00E15CD4"/>
    <w:rsid w:val="00E206F5"/>
    <w:rsid w:val="00E21598"/>
    <w:rsid w:val="00E216B0"/>
    <w:rsid w:val="00E21949"/>
    <w:rsid w:val="00E220FD"/>
    <w:rsid w:val="00E22A8D"/>
    <w:rsid w:val="00E259BC"/>
    <w:rsid w:val="00E25AD1"/>
    <w:rsid w:val="00E264A4"/>
    <w:rsid w:val="00E27322"/>
    <w:rsid w:val="00E32E9A"/>
    <w:rsid w:val="00E36121"/>
    <w:rsid w:val="00E36EBF"/>
    <w:rsid w:val="00E40FCC"/>
    <w:rsid w:val="00E43122"/>
    <w:rsid w:val="00E44003"/>
    <w:rsid w:val="00E44C61"/>
    <w:rsid w:val="00E450F8"/>
    <w:rsid w:val="00E456A5"/>
    <w:rsid w:val="00E46A10"/>
    <w:rsid w:val="00E46ACB"/>
    <w:rsid w:val="00E470B1"/>
    <w:rsid w:val="00E50890"/>
    <w:rsid w:val="00E5110E"/>
    <w:rsid w:val="00E51F94"/>
    <w:rsid w:val="00E52667"/>
    <w:rsid w:val="00E54F71"/>
    <w:rsid w:val="00E5512D"/>
    <w:rsid w:val="00E5704C"/>
    <w:rsid w:val="00E574E5"/>
    <w:rsid w:val="00E57E66"/>
    <w:rsid w:val="00E63C51"/>
    <w:rsid w:val="00E63DCA"/>
    <w:rsid w:val="00E64C41"/>
    <w:rsid w:val="00E6671A"/>
    <w:rsid w:val="00E70B95"/>
    <w:rsid w:val="00E70BDA"/>
    <w:rsid w:val="00E71139"/>
    <w:rsid w:val="00E72229"/>
    <w:rsid w:val="00E74F63"/>
    <w:rsid w:val="00E75D49"/>
    <w:rsid w:val="00E7602E"/>
    <w:rsid w:val="00E7639A"/>
    <w:rsid w:val="00E7712C"/>
    <w:rsid w:val="00E7773E"/>
    <w:rsid w:val="00E77F65"/>
    <w:rsid w:val="00E80E16"/>
    <w:rsid w:val="00E81053"/>
    <w:rsid w:val="00E82E08"/>
    <w:rsid w:val="00E86163"/>
    <w:rsid w:val="00E9007D"/>
    <w:rsid w:val="00E90664"/>
    <w:rsid w:val="00E92065"/>
    <w:rsid w:val="00E94758"/>
    <w:rsid w:val="00E96F05"/>
    <w:rsid w:val="00EA336F"/>
    <w:rsid w:val="00EA340E"/>
    <w:rsid w:val="00EA3B1F"/>
    <w:rsid w:val="00EA7769"/>
    <w:rsid w:val="00EB1EBB"/>
    <w:rsid w:val="00EB22D9"/>
    <w:rsid w:val="00EB2506"/>
    <w:rsid w:val="00EB3123"/>
    <w:rsid w:val="00EB504E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C8F"/>
    <w:rsid w:val="00EC7E34"/>
    <w:rsid w:val="00ED025D"/>
    <w:rsid w:val="00ED1271"/>
    <w:rsid w:val="00ED3DFD"/>
    <w:rsid w:val="00ED3F21"/>
    <w:rsid w:val="00ED544A"/>
    <w:rsid w:val="00ED5664"/>
    <w:rsid w:val="00ED57FB"/>
    <w:rsid w:val="00ED5A21"/>
    <w:rsid w:val="00ED645E"/>
    <w:rsid w:val="00EE1DA7"/>
    <w:rsid w:val="00EE260F"/>
    <w:rsid w:val="00EE30F3"/>
    <w:rsid w:val="00EE3326"/>
    <w:rsid w:val="00EE56E1"/>
    <w:rsid w:val="00EE604B"/>
    <w:rsid w:val="00EE6B33"/>
    <w:rsid w:val="00EE7C84"/>
    <w:rsid w:val="00EF0462"/>
    <w:rsid w:val="00EF1834"/>
    <w:rsid w:val="00EF3F9B"/>
    <w:rsid w:val="00EF44AD"/>
    <w:rsid w:val="00EF59A2"/>
    <w:rsid w:val="00EF6505"/>
    <w:rsid w:val="00EF6FBE"/>
    <w:rsid w:val="00EF7A6F"/>
    <w:rsid w:val="00F00BDF"/>
    <w:rsid w:val="00F01E55"/>
    <w:rsid w:val="00F027A0"/>
    <w:rsid w:val="00F02C57"/>
    <w:rsid w:val="00F070E5"/>
    <w:rsid w:val="00F077D1"/>
    <w:rsid w:val="00F1118C"/>
    <w:rsid w:val="00F1517E"/>
    <w:rsid w:val="00F16678"/>
    <w:rsid w:val="00F20222"/>
    <w:rsid w:val="00F22A99"/>
    <w:rsid w:val="00F22AC4"/>
    <w:rsid w:val="00F2413D"/>
    <w:rsid w:val="00F26388"/>
    <w:rsid w:val="00F27915"/>
    <w:rsid w:val="00F31BE3"/>
    <w:rsid w:val="00F330AA"/>
    <w:rsid w:val="00F34B21"/>
    <w:rsid w:val="00F34CA5"/>
    <w:rsid w:val="00F3635B"/>
    <w:rsid w:val="00F41E90"/>
    <w:rsid w:val="00F42295"/>
    <w:rsid w:val="00F42825"/>
    <w:rsid w:val="00F4319C"/>
    <w:rsid w:val="00F436BF"/>
    <w:rsid w:val="00F43E0F"/>
    <w:rsid w:val="00F4605C"/>
    <w:rsid w:val="00F47B3E"/>
    <w:rsid w:val="00F53AA1"/>
    <w:rsid w:val="00F53B56"/>
    <w:rsid w:val="00F54AD8"/>
    <w:rsid w:val="00F54B1F"/>
    <w:rsid w:val="00F55BC3"/>
    <w:rsid w:val="00F561F2"/>
    <w:rsid w:val="00F571FE"/>
    <w:rsid w:val="00F62649"/>
    <w:rsid w:val="00F62C96"/>
    <w:rsid w:val="00F638A5"/>
    <w:rsid w:val="00F64E82"/>
    <w:rsid w:val="00F673C2"/>
    <w:rsid w:val="00F70CDB"/>
    <w:rsid w:val="00F70D2F"/>
    <w:rsid w:val="00F70F5D"/>
    <w:rsid w:val="00F710E0"/>
    <w:rsid w:val="00F715FC"/>
    <w:rsid w:val="00F71859"/>
    <w:rsid w:val="00F74FDC"/>
    <w:rsid w:val="00F7566A"/>
    <w:rsid w:val="00F80602"/>
    <w:rsid w:val="00F81C3A"/>
    <w:rsid w:val="00F82A57"/>
    <w:rsid w:val="00F83A2C"/>
    <w:rsid w:val="00F83E9D"/>
    <w:rsid w:val="00F86C5B"/>
    <w:rsid w:val="00F922B8"/>
    <w:rsid w:val="00F961A0"/>
    <w:rsid w:val="00F971CA"/>
    <w:rsid w:val="00F97A32"/>
    <w:rsid w:val="00FA2DED"/>
    <w:rsid w:val="00FA336B"/>
    <w:rsid w:val="00FA3B58"/>
    <w:rsid w:val="00FA490B"/>
    <w:rsid w:val="00FA5484"/>
    <w:rsid w:val="00FA6127"/>
    <w:rsid w:val="00FA7F65"/>
    <w:rsid w:val="00FB110A"/>
    <w:rsid w:val="00FB1CFE"/>
    <w:rsid w:val="00FB27CB"/>
    <w:rsid w:val="00FB329A"/>
    <w:rsid w:val="00FB3EBB"/>
    <w:rsid w:val="00FB6961"/>
    <w:rsid w:val="00FB7CFB"/>
    <w:rsid w:val="00FC002F"/>
    <w:rsid w:val="00FC34A4"/>
    <w:rsid w:val="00FC3717"/>
    <w:rsid w:val="00FC55F6"/>
    <w:rsid w:val="00FD04E0"/>
    <w:rsid w:val="00FD23F8"/>
    <w:rsid w:val="00FD3CD3"/>
    <w:rsid w:val="00FD6D63"/>
    <w:rsid w:val="00FE0BFA"/>
    <w:rsid w:val="00FE0D85"/>
    <w:rsid w:val="00FE0DC9"/>
    <w:rsid w:val="00FE165E"/>
    <w:rsid w:val="00FE2A56"/>
    <w:rsid w:val="00FE2EA4"/>
    <w:rsid w:val="00FE2F36"/>
    <w:rsid w:val="00FE57BE"/>
    <w:rsid w:val="00FE5FEC"/>
    <w:rsid w:val="00FE71AD"/>
    <w:rsid w:val="00FF0052"/>
    <w:rsid w:val="00FF08F6"/>
    <w:rsid w:val="00FF095B"/>
    <w:rsid w:val="00FF0A8C"/>
    <w:rsid w:val="00FF21EB"/>
    <w:rsid w:val="00FF40C3"/>
    <w:rsid w:val="00FF69DD"/>
    <w:rsid w:val="00FF6A0E"/>
    <w:rsid w:val="00FF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CD4E49"/>
  <w15:docId w15:val="{3E381B28-6CE7-4E3C-A08F-7DA54F69C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Balloon Tex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74EE5"/>
    <w:pPr>
      <w:bidi/>
      <w:ind w:firstLine="567"/>
    </w:pPr>
    <w:rPr>
      <w:rFonts w:cs="Traditional Arabic"/>
      <w:color w:val="000000"/>
      <w:sz w:val="24"/>
      <w:szCs w:val="3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rsid w:val="00F64E82"/>
    <w:rPr>
      <w:rFonts w:ascii="Arial" w:hAnsi="Arial" w:cs="Traditional Arabic"/>
      <w:b/>
      <w:bCs/>
      <w:color w:val="1F497D"/>
      <w:kern w:val="32"/>
      <w:sz w:val="36"/>
      <w:szCs w:val="36"/>
      <w:lang w:bidi="ar-SA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 w:cs="Traditional Arabic"/>
      <w:color w:val="1F497D"/>
      <w:sz w:val="24"/>
      <w:szCs w:val="32"/>
      <w:lang w:bidi="ar-SA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rFonts w:cs="Traditional Arabic"/>
      <w:b/>
      <w:bCs/>
      <w:color w:val="000000"/>
      <w:sz w:val="28"/>
      <w:szCs w:val="32"/>
      <w:lang w:bidi="ar-SA"/>
    </w:rPr>
  </w:style>
  <w:style w:type="character" w:customStyle="1" w:styleId="Heading5Char">
    <w:name w:val="Heading 5 Char"/>
    <w:basedOn w:val="libNormalChar"/>
    <w:link w:val="Heading5"/>
    <w:rsid w:val="006E0F1D"/>
    <w:rPr>
      <w:rFonts w:cs="Traditional Arabic"/>
      <w:bCs/>
      <w:color w:val="000000"/>
      <w:sz w:val="30"/>
      <w:szCs w:val="32"/>
      <w:lang w:bidi="ar-SA"/>
    </w:rPr>
  </w:style>
  <w:style w:type="table" w:styleId="TableGrid">
    <w:name w:val="Table Grid"/>
    <w:basedOn w:val="TableNormal"/>
    <w:rsid w:val="00D92CDF"/>
    <w:pPr>
      <w:bidi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rFonts w:cs="Traditional Arabic"/>
      <w:color w:val="000000"/>
      <w:sz w:val="24"/>
      <w:szCs w:val="26"/>
      <w:lang w:bidi="ar-SA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cs="Traditional Arabic"/>
      <w:color w:val="C00000"/>
      <w:sz w:val="22"/>
      <w:szCs w:val="24"/>
      <w:vertAlign w:val="superscript"/>
      <w:lang w:bidi="ar-SA"/>
    </w:rPr>
  </w:style>
  <w:style w:type="character" w:customStyle="1" w:styleId="libEnFootnoteChar">
    <w:name w:val="libEnFootnote Char"/>
    <w:basedOn w:val="libNormalChar"/>
    <w:link w:val="libEnFootnote"/>
    <w:rsid w:val="002045CF"/>
    <w:rPr>
      <w:rFonts w:cs="Traditional Arabic"/>
      <w:color w:val="000000"/>
      <w:sz w:val="24"/>
      <w:szCs w:val="26"/>
      <w:lang w:bidi="ar-SA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 w:val="24"/>
      <w:szCs w:val="28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rFonts w:cs="Traditional Arabic"/>
      <w:b/>
      <w:bCs/>
      <w:color w:val="000000"/>
      <w:sz w:val="24"/>
      <w:szCs w:val="30"/>
      <w:lang w:bidi="ar-SA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rFonts w:cs="Traditional Arabic"/>
      <w:b/>
      <w:bCs/>
      <w:color w:val="000000"/>
      <w:sz w:val="24"/>
      <w:szCs w:val="32"/>
      <w:lang w:bidi="ar-SA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 w:val="24"/>
      <w:szCs w:val="22"/>
      <w:lang w:bidi="ar-SA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qFormat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  <w:rPr>
      <w:rFonts w:cs="Traditional Arabic"/>
      <w:color w:val="000000"/>
      <w:sz w:val="24"/>
      <w:szCs w:val="26"/>
      <w:lang w:bidi="ar-SA"/>
    </w:rPr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rFonts w:cs="Traditional Arabic"/>
      <w:b/>
      <w:bCs/>
      <w:color w:val="000000"/>
      <w:sz w:val="24"/>
      <w:szCs w:val="26"/>
      <w:lang w:bidi="ar-SA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Traditional Arabic"/>
      <w:color w:val="000000"/>
      <w:sz w:val="24"/>
      <w:szCs w:val="26"/>
      <w:lang w:bidi="ar-SA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rFonts w:cs="Traditional Arabic"/>
      <w:b/>
      <w:bCs/>
      <w:color w:val="000000"/>
      <w:sz w:val="24"/>
      <w:szCs w:val="28"/>
      <w:lang w:bidi="ar-SA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  <w:color w:val="000000"/>
      <w:sz w:val="24"/>
      <w:szCs w:val="32"/>
      <w:lang w:bidi="ar-SA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  <w:color w:val="000000"/>
      <w:sz w:val="24"/>
      <w:szCs w:val="26"/>
      <w:lang w:bidi="ar-SA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rFonts w:cs="Rafed Alaem"/>
      <w:b/>
      <w:bCs/>
      <w:color w:val="1F497D"/>
      <w:sz w:val="24"/>
      <w:szCs w:val="3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 w:line="276" w:lineRule="auto"/>
      <w:ind w:left="1100"/>
    </w:pPr>
    <w:rPr>
      <w:rFonts w:ascii="Calibri" w:hAnsi="Calibri" w:cs="Arial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 w:line="276" w:lineRule="auto"/>
      <w:ind w:left="1320"/>
    </w:pPr>
    <w:rPr>
      <w:rFonts w:ascii="Calibri" w:hAnsi="Calibri" w:cs="Arial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 w:line="276" w:lineRule="auto"/>
      <w:ind w:left="1540"/>
    </w:pPr>
    <w:rPr>
      <w:rFonts w:ascii="Calibri" w:hAnsi="Calibri" w:cs="Arial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 w:line="276" w:lineRule="auto"/>
      <w:ind w:left="1760"/>
    </w:pPr>
    <w:rPr>
      <w:rFonts w:ascii="Calibri" w:hAnsi="Calibri" w:cs="Arial"/>
      <w:sz w:val="22"/>
      <w:szCs w:val="22"/>
    </w:r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rFonts w:ascii="Traditional Arabic" w:hAnsi="Traditional Arabic" w:cs="Traditional Arabic"/>
      <w:color w:val="993300"/>
      <w:sz w:val="32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rFonts w:cs="Traditional Arabic"/>
      <w:color w:val="FF0000"/>
      <w:sz w:val="24"/>
      <w:szCs w:val="32"/>
      <w:lang w:bidi="ar-SA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/>
      <w:bCs/>
      <w:color w:val="000000"/>
      <w:sz w:val="24"/>
      <w:szCs w:val="24"/>
      <w:lang w:bidi="ar-SA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rFonts w:cs="KFGQPC Uthman Taha Naskh"/>
      <w:b/>
      <w:bCs/>
      <w:color w:val="FF0000"/>
      <w:sz w:val="24"/>
      <w:szCs w:val="24"/>
      <w:lang w:bidi="ar-SA"/>
    </w:rPr>
  </w:style>
  <w:style w:type="paragraph" w:customStyle="1" w:styleId="libTitr1">
    <w:name w:val="libTitr1"/>
    <w:basedOn w:val="libCenter"/>
    <w:rsid w:val="006E51D9"/>
    <w:pPr>
      <w:spacing w:line="360" w:lineRule="auto"/>
    </w:pPr>
    <w:rPr>
      <w:b/>
      <w:bCs/>
      <w:sz w:val="56"/>
      <w:szCs w:val="72"/>
    </w:rPr>
  </w:style>
  <w:style w:type="paragraph" w:customStyle="1" w:styleId="libTitr2">
    <w:name w:val="libTitr2"/>
    <w:basedOn w:val="libTitr1"/>
    <w:rsid w:val="006E51D9"/>
    <w:rPr>
      <w:sz w:val="36"/>
      <w:szCs w:val="48"/>
    </w:rPr>
  </w:style>
  <w:style w:type="paragraph" w:customStyle="1" w:styleId="libNotice">
    <w:name w:val="libNotice"/>
    <w:basedOn w:val="libNormal"/>
    <w:link w:val="libNoticeChar"/>
    <w:qFormat/>
    <w:rsid w:val="0042502E"/>
    <w:pPr>
      <w:jc w:val="center"/>
    </w:pPr>
    <w:rPr>
      <w:color w:val="FF0000"/>
    </w:rPr>
  </w:style>
  <w:style w:type="character" w:customStyle="1" w:styleId="libNoticeChar">
    <w:name w:val="libNotice Char"/>
    <w:basedOn w:val="libNormalChar"/>
    <w:link w:val="libNotice"/>
    <w:rsid w:val="0042502E"/>
    <w:rPr>
      <w:rFonts w:cs="Traditional Arabic"/>
      <w:color w:val="FF0000"/>
      <w:sz w:val="24"/>
      <w:szCs w:val="32"/>
      <w:lang w:bidi="ar-SA"/>
    </w:rPr>
  </w:style>
  <w:style w:type="paragraph" w:styleId="Header">
    <w:name w:val="header"/>
    <w:basedOn w:val="Normal"/>
    <w:link w:val="HeaderChar"/>
    <w:rsid w:val="00491A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91A22"/>
    <w:rPr>
      <w:rFonts w:cs="Traditional Arabic"/>
      <w:color w:val="000000"/>
      <w:sz w:val="24"/>
      <w:szCs w:val="32"/>
      <w:lang w:bidi="ar-SA"/>
    </w:rPr>
  </w:style>
  <w:style w:type="paragraph" w:styleId="BalloonText">
    <w:name w:val="Balloon Text"/>
    <w:basedOn w:val="Normal"/>
    <w:link w:val="BalloonTextChar"/>
    <w:uiPriority w:val="99"/>
    <w:rsid w:val="00D01D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1D7E"/>
    <w:rPr>
      <w:rFonts w:ascii="Tahoma" w:hAnsi="Tahoma" w:cs="Tahoma"/>
      <w:color w:val="000000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Arab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D2CE6-7F12-4887-ADA5-F37863D09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Arabic</Template>
  <TotalTime>2281</TotalTime>
  <Pages>1</Pages>
  <Words>68901</Words>
  <Characters>392737</Characters>
  <Application>Microsoft Office Word</Application>
  <DocSecurity>0</DocSecurity>
  <Lines>3272</Lines>
  <Paragraphs>921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460717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mohsn</dc:creator>
  <cp:lastModifiedBy>Roohi</cp:lastModifiedBy>
  <cp:revision>609</cp:revision>
  <cp:lastPrinted>2019-08-31T09:47:00Z</cp:lastPrinted>
  <dcterms:created xsi:type="dcterms:W3CDTF">2019-08-11T22:23:00Z</dcterms:created>
  <dcterms:modified xsi:type="dcterms:W3CDTF">2019-08-31T09:51:00Z</dcterms:modified>
</cp:coreProperties>
</file>